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B3ED9" w:rsidRDefault="005B3ED9" w:rsidP="00A563A9">
      <w:r w:rsidRPr="005B3ED9">
        <w:rPr>
          <w:noProof/>
          <w:lang w:val="en-GB" w:eastAsia="en-GB"/>
        </w:rPr>
        <w:drawing>
          <wp:inline distT="0" distB="0" distL="0" distR="0">
            <wp:extent cx="9070975" cy="5939188"/>
            <wp:effectExtent l="0" t="0" r="0" b="444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70975" cy="593918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B3ED9" w:rsidRDefault="005B3ED9" w:rsidP="00A563A9"/>
    <w:p w:rsidR="00A563A9" w:rsidRDefault="00A563A9" w:rsidP="00A563A9">
      <w:r>
        <w:lastRenderedPageBreak/>
        <w:t>REPORT MASSES AS +/-5mDa, referenced against</w:t>
      </w:r>
    </w:p>
    <w:p w:rsidR="00A563A9" w:rsidRDefault="00A563A9" w:rsidP="00A563A9">
      <w:r>
        <w:t xml:space="preserve"> Leucine Enkephalin @ 557.2802 (M+H, C13 isotope) and 556.2771 (M+H, C12 isotope) positive mode, 555.2645 (M-H, C13) and 554.2615 (M-H, C12) negative mode.</w:t>
      </w:r>
    </w:p>
    <w:p w:rsidR="00A563A9" w:rsidRDefault="00A563A9" w:rsidP="00A563A9">
      <w:r>
        <w:t>or Sulfadimethoxine @312.0840 (M+H, C13) and 311.0814 (M+H, C12) positive mode, 310.0684 (M-H, C13) and 309.0658 (M-H, C12) negative mode.</w:t>
      </w:r>
    </w:p>
    <w:p w:rsidR="00A563A9" w:rsidRDefault="00A563A9" w:rsidP="00A563A9">
      <w:r>
        <w:t>This software version MassLynx 4.1 is calibrated ignoring the electron in all cases.</w:t>
      </w:r>
    </w:p>
    <w:p w:rsidR="005B3ED9" w:rsidRDefault="005B3ED9" w:rsidP="005B3ED9">
      <w:r>
        <w:t>Elemental Composition Report</w:t>
      </w:r>
    </w:p>
    <w:p w:rsidR="005B3ED9" w:rsidRDefault="005B3ED9" w:rsidP="005B3ED9"/>
    <w:p w:rsidR="005B3ED9" w:rsidRDefault="005B3ED9" w:rsidP="005B3ED9">
      <w:r>
        <w:t xml:space="preserve">Single Mass Analysis </w:t>
      </w:r>
    </w:p>
    <w:p w:rsidR="005B3ED9" w:rsidRDefault="005B3ED9" w:rsidP="005B3ED9">
      <w:r>
        <w:t>Tolerance = 7.0 PPM   /   DBE: min = -15.0, max = 100.0</w:t>
      </w:r>
    </w:p>
    <w:p w:rsidR="005B3ED9" w:rsidRDefault="005B3ED9" w:rsidP="005B3ED9">
      <w:r>
        <w:t>Selected filters: None</w:t>
      </w:r>
    </w:p>
    <w:p w:rsidR="005B3ED9" w:rsidRDefault="005B3ED9" w:rsidP="005B3ED9"/>
    <w:p w:rsidR="005B3ED9" w:rsidRDefault="005B3ED9" w:rsidP="005B3ED9">
      <w:r>
        <w:t>Monoisotopic Mass, Even Electron Ions</w:t>
      </w:r>
    </w:p>
    <w:p w:rsidR="005B3ED9" w:rsidRDefault="005B3ED9" w:rsidP="005B3ED9">
      <w:r>
        <w:t>124 formula(e) evaluated with 1 results within limits (up to 50 best isotopic matches for each mass)</w:t>
      </w:r>
    </w:p>
    <w:p w:rsidR="005B3ED9" w:rsidRDefault="005B3ED9" w:rsidP="005B3ED9">
      <w:r>
        <w:t>Elements Used:</w:t>
      </w:r>
    </w:p>
    <w:p w:rsidR="005B3ED9" w:rsidRDefault="005B3ED9" w:rsidP="005B3ED9">
      <w:r>
        <w:t xml:space="preserve">C: 20-24    H: 0-26    N: 1-2    O: 1-5    Na: 0-1    S: 1-5    </w:t>
      </w:r>
    </w:p>
    <w:p w:rsidR="005B3ED9" w:rsidRDefault="005B3ED9" w:rsidP="005B3ED9">
      <w:r>
        <w:t xml:space="preserve">Minimum:   </w:t>
      </w:r>
      <w:r>
        <w:tab/>
        <w:t xml:space="preserve">               </w:t>
      </w:r>
      <w:r>
        <w:tab/>
        <w:t xml:space="preserve">         </w:t>
      </w:r>
      <w:r>
        <w:tab/>
        <w:t xml:space="preserve">         </w:t>
      </w:r>
      <w:r>
        <w:tab/>
        <w:t>-15.0</w:t>
      </w:r>
    </w:p>
    <w:p w:rsidR="005B3ED9" w:rsidRDefault="005B3ED9" w:rsidP="005B3ED9">
      <w:r>
        <w:t xml:space="preserve">Maximum:   </w:t>
      </w:r>
      <w:r>
        <w:tab/>
        <w:t xml:space="preserve">               </w:t>
      </w:r>
      <w:r>
        <w:tab/>
        <w:t xml:space="preserve">5.0      </w:t>
      </w:r>
      <w:r>
        <w:tab/>
        <w:t xml:space="preserve">7.0      </w:t>
      </w:r>
      <w:r>
        <w:tab/>
        <w:t>100.0</w:t>
      </w:r>
    </w:p>
    <w:p w:rsidR="005B3ED9" w:rsidRDefault="005B3ED9" w:rsidP="005B3ED9">
      <w:r>
        <w:t xml:space="preserve">Mass       </w:t>
      </w:r>
      <w:r>
        <w:tab/>
        <w:t xml:space="preserve">Calc. Mass     </w:t>
      </w:r>
      <w:r>
        <w:tab/>
        <w:t xml:space="preserve">mDa      </w:t>
      </w:r>
      <w:r>
        <w:tab/>
        <w:t xml:space="preserve">PPM      </w:t>
      </w:r>
      <w:r>
        <w:tab/>
        <w:t xml:space="preserve">DBE      </w:t>
      </w:r>
      <w:r>
        <w:tab/>
        <w:t xml:space="preserve">i-FIT      </w:t>
      </w:r>
      <w:r>
        <w:tab/>
        <w:t>Formula</w:t>
      </w:r>
    </w:p>
    <w:p w:rsidR="005B3ED9" w:rsidRDefault="005B3ED9" w:rsidP="005B3ED9">
      <w:r>
        <w:t xml:space="preserve">424.1582   </w:t>
      </w:r>
      <w:r>
        <w:tab/>
        <w:t xml:space="preserve">424.1583       </w:t>
      </w:r>
      <w:r>
        <w:tab/>
        <w:t xml:space="preserve">-0.1     </w:t>
      </w:r>
      <w:r>
        <w:tab/>
        <w:t xml:space="preserve">-0.2     </w:t>
      </w:r>
      <w:r>
        <w:tab/>
        <w:t xml:space="preserve">12.5     </w:t>
      </w:r>
      <w:r>
        <w:tab/>
        <w:t xml:space="preserve">6.1        </w:t>
      </w:r>
      <w:r>
        <w:tab/>
        <w:t>C24  H26  N  O4  S</w:t>
      </w:r>
    </w:p>
    <w:p w:rsidR="005B3ED9" w:rsidRDefault="005B3ED9" w:rsidP="005B3ED9">
      <w:r>
        <w:t>100.0368</w:t>
      </w:r>
      <w:r>
        <w:tab/>
        <w:t>3.038e0</w:t>
      </w:r>
    </w:p>
    <w:p w:rsidR="005B3ED9" w:rsidRDefault="005B3ED9" w:rsidP="005B3ED9">
      <w:r>
        <w:lastRenderedPageBreak/>
        <w:t>100.0487</w:t>
      </w:r>
      <w:r>
        <w:tab/>
        <w:t>2.025e0</w:t>
      </w:r>
    </w:p>
    <w:p w:rsidR="005B3ED9" w:rsidRDefault="005B3ED9" w:rsidP="005B3ED9">
      <w:r>
        <w:t>100.0513</w:t>
      </w:r>
      <w:r>
        <w:tab/>
        <w:t>3.038e0</w:t>
      </w:r>
    </w:p>
    <w:p w:rsidR="005B3ED9" w:rsidRDefault="005B3ED9" w:rsidP="005B3ED9">
      <w:r>
        <w:t>100.0621</w:t>
      </w:r>
      <w:r>
        <w:tab/>
        <w:t>1.013e0</w:t>
      </w:r>
    </w:p>
    <w:p w:rsidR="005B3ED9" w:rsidRDefault="005B3ED9" w:rsidP="005B3ED9">
      <w:r>
        <w:t>100.0699</w:t>
      </w:r>
      <w:r>
        <w:tab/>
        <w:t>2.025e0</w:t>
      </w:r>
    </w:p>
    <w:p w:rsidR="005B3ED9" w:rsidRDefault="005B3ED9" w:rsidP="005B3ED9">
      <w:r>
        <w:t>100.0759</w:t>
      </w:r>
      <w:r>
        <w:tab/>
        <w:t>5.063e0</w:t>
      </w:r>
    </w:p>
    <w:p w:rsidR="005B3ED9" w:rsidRDefault="005B3ED9" w:rsidP="005B3ED9">
      <w:r>
        <w:t>100.0832</w:t>
      </w:r>
      <w:r>
        <w:tab/>
        <w:t>1.013e0</w:t>
      </w:r>
    </w:p>
    <w:p w:rsidR="005B3ED9" w:rsidRDefault="005B3ED9" w:rsidP="005B3ED9">
      <w:r>
        <w:t>100.0859</w:t>
      </w:r>
      <w:r>
        <w:tab/>
        <w:t>1.013e0</w:t>
      </w:r>
    </w:p>
    <w:p w:rsidR="005B3ED9" w:rsidRDefault="005B3ED9" w:rsidP="005B3ED9">
      <w:r>
        <w:t>100.0910</w:t>
      </w:r>
      <w:r>
        <w:tab/>
        <w:t>1.013e0</w:t>
      </w:r>
    </w:p>
    <w:p w:rsidR="005B3ED9" w:rsidRDefault="005B3ED9" w:rsidP="005B3ED9">
      <w:r>
        <w:t>100.1097</w:t>
      </w:r>
      <w:r>
        <w:tab/>
        <w:t>4.051e0</w:t>
      </w:r>
    </w:p>
    <w:p w:rsidR="005B3ED9" w:rsidRDefault="005B3ED9" w:rsidP="005B3ED9">
      <w:r>
        <w:t>100.1126</w:t>
      </w:r>
      <w:r>
        <w:tab/>
        <w:t>1.013e0</w:t>
      </w:r>
    </w:p>
    <w:p w:rsidR="005B3ED9" w:rsidRDefault="005B3ED9" w:rsidP="005B3ED9">
      <w:r>
        <w:t>100.1204</w:t>
      </w:r>
      <w:r>
        <w:tab/>
        <w:t>1.013e0</w:t>
      </w:r>
    </w:p>
    <w:p w:rsidR="005B3ED9" w:rsidRDefault="005B3ED9" w:rsidP="005B3ED9">
      <w:r>
        <w:t>100.1337</w:t>
      </w:r>
      <w:r>
        <w:tab/>
        <w:t>1.013e0</w:t>
      </w:r>
    </w:p>
    <w:p w:rsidR="005B3ED9" w:rsidRDefault="005B3ED9" w:rsidP="005B3ED9">
      <w:r>
        <w:t>100.1604</w:t>
      </w:r>
      <w:r>
        <w:tab/>
        <w:t>2.025e0</w:t>
      </w:r>
    </w:p>
    <w:p w:rsidR="005B3ED9" w:rsidRDefault="005B3ED9" w:rsidP="005B3ED9">
      <w:r>
        <w:t>100.2003</w:t>
      </w:r>
      <w:r>
        <w:tab/>
        <w:t>1.013e0</w:t>
      </w:r>
    </w:p>
    <w:p w:rsidR="005B3ED9" w:rsidRDefault="005B3ED9" w:rsidP="005B3ED9">
      <w:r>
        <w:t>100.2348</w:t>
      </w:r>
      <w:r>
        <w:tab/>
        <w:t>1.013e0</w:t>
      </w:r>
    </w:p>
    <w:p w:rsidR="005B3ED9" w:rsidRDefault="005B3ED9" w:rsidP="005B3ED9">
      <w:r>
        <w:t>100.2481</w:t>
      </w:r>
      <w:r>
        <w:tab/>
        <w:t>1.013e0</w:t>
      </w:r>
    </w:p>
    <w:p w:rsidR="005B3ED9" w:rsidRDefault="005B3ED9" w:rsidP="005B3ED9">
      <w:r>
        <w:t>100.2748</w:t>
      </w:r>
      <w:r>
        <w:tab/>
        <w:t>1.013e0</w:t>
      </w:r>
    </w:p>
    <w:p w:rsidR="005B3ED9" w:rsidRDefault="005B3ED9" w:rsidP="005B3ED9">
      <w:r>
        <w:t>100.3065</w:t>
      </w:r>
      <w:r>
        <w:tab/>
        <w:t>1.013e0</w:t>
      </w:r>
    </w:p>
    <w:p w:rsidR="005B3ED9" w:rsidRDefault="005B3ED9" w:rsidP="005B3ED9">
      <w:r>
        <w:t>100.3253</w:t>
      </w:r>
      <w:r>
        <w:tab/>
        <w:t>1.013e0</w:t>
      </w:r>
    </w:p>
    <w:p w:rsidR="005B3ED9" w:rsidRDefault="005B3ED9" w:rsidP="005B3ED9">
      <w:r>
        <w:lastRenderedPageBreak/>
        <w:t>100.3466</w:t>
      </w:r>
      <w:r>
        <w:tab/>
        <w:t>1.013e0</w:t>
      </w:r>
    </w:p>
    <w:p w:rsidR="005B3ED9" w:rsidRDefault="005B3ED9" w:rsidP="005B3ED9">
      <w:r>
        <w:t>100.3704</w:t>
      </w:r>
      <w:r>
        <w:tab/>
        <w:t>1.013e0</w:t>
      </w:r>
    </w:p>
    <w:p w:rsidR="005B3ED9" w:rsidRDefault="005B3ED9" w:rsidP="005B3ED9">
      <w:r>
        <w:t>100.4744</w:t>
      </w:r>
      <w:r>
        <w:tab/>
        <w:t>1.013e0</w:t>
      </w:r>
    </w:p>
    <w:p w:rsidR="005B3ED9" w:rsidRDefault="005B3ED9" w:rsidP="005B3ED9">
      <w:r>
        <w:t>100.4850</w:t>
      </w:r>
      <w:r>
        <w:tab/>
        <w:t>1.013e0</w:t>
      </w:r>
    </w:p>
    <w:p w:rsidR="005B3ED9" w:rsidRDefault="005B3ED9" w:rsidP="005B3ED9">
      <w:r>
        <w:t>100.5384</w:t>
      </w:r>
      <w:r>
        <w:tab/>
        <w:t>1.013e0</w:t>
      </w:r>
    </w:p>
    <w:p w:rsidR="005B3ED9" w:rsidRDefault="005B3ED9" w:rsidP="005B3ED9">
      <w:r>
        <w:t>100.5572</w:t>
      </w:r>
      <w:r>
        <w:tab/>
        <w:t>2.025e0</w:t>
      </w:r>
    </w:p>
    <w:p w:rsidR="005B3ED9" w:rsidRDefault="005B3ED9" w:rsidP="005B3ED9">
      <w:r>
        <w:t>100.5706</w:t>
      </w:r>
      <w:r>
        <w:tab/>
        <w:t>1.013e0</w:t>
      </w:r>
    </w:p>
    <w:p w:rsidR="005B3ED9" w:rsidRDefault="005B3ED9" w:rsidP="005B3ED9">
      <w:r>
        <w:t>100.5917</w:t>
      </w:r>
      <w:r>
        <w:tab/>
        <w:t>1.013e0</w:t>
      </w:r>
    </w:p>
    <w:p w:rsidR="005B3ED9" w:rsidRDefault="005B3ED9" w:rsidP="005B3ED9">
      <w:r>
        <w:t>100.6157</w:t>
      </w:r>
      <w:r>
        <w:tab/>
        <w:t>2.025e0</w:t>
      </w:r>
    </w:p>
    <w:p w:rsidR="005B3ED9" w:rsidRDefault="005B3ED9" w:rsidP="005B3ED9">
      <w:r>
        <w:t>100.6557</w:t>
      </w:r>
      <w:r>
        <w:tab/>
        <w:t>2.025e0</w:t>
      </w:r>
    </w:p>
    <w:p w:rsidR="005B3ED9" w:rsidRDefault="005B3ED9" w:rsidP="005B3ED9">
      <w:r>
        <w:t>100.6718</w:t>
      </w:r>
      <w:r>
        <w:tab/>
        <w:t>1.013e0</w:t>
      </w:r>
    </w:p>
    <w:p w:rsidR="005B3ED9" w:rsidRDefault="005B3ED9" w:rsidP="005B3ED9">
      <w:r>
        <w:t>100.7008</w:t>
      </w:r>
      <w:r>
        <w:tab/>
        <w:t>1.013e0</w:t>
      </w:r>
    </w:p>
    <w:p w:rsidR="005B3ED9" w:rsidRDefault="005B3ED9" w:rsidP="005B3ED9">
      <w:r>
        <w:t>100.7250</w:t>
      </w:r>
      <w:r>
        <w:tab/>
        <w:t>1.013e0</w:t>
      </w:r>
    </w:p>
    <w:p w:rsidR="005B3ED9" w:rsidRDefault="005B3ED9" w:rsidP="005B3ED9">
      <w:r>
        <w:t>100.7437</w:t>
      </w:r>
      <w:r>
        <w:tab/>
        <w:t>1.013e0</w:t>
      </w:r>
    </w:p>
    <w:p w:rsidR="005B3ED9" w:rsidRDefault="005B3ED9" w:rsidP="005B3ED9">
      <w:r>
        <w:t>100.7464</w:t>
      </w:r>
      <w:r>
        <w:tab/>
        <w:t>1.013e0</w:t>
      </w:r>
    </w:p>
    <w:p w:rsidR="005B3ED9" w:rsidRDefault="005B3ED9" w:rsidP="005B3ED9">
      <w:r>
        <w:t>100.7891</w:t>
      </w:r>
      <w:r>
        <w:tab/>
        <w:t>1.013e0</w:t>
      </w:r>
    </w:p>
    <w:p w:rsidR="005B3ED9" w:rsidRDefault="005B3ED9" w:rsidP="005B3ED9">
      <w:r>
        <w:t>100.7916</w:t>
      </w:r>
      <w:r>
        <w:tab/>
        <w:t>1.013e0</w:t>
      </w:r>
    </w:p>
    <w:p w:rsidR="005B3ED9" w:rsidRDefault="005B3ED9" w:rsidP="005B3ED9">
      <w:r>
        <w:t>100.8077</w:t>
      </w:r>
      <w:r>
        <w:tab/>
        <w:t>1.013e0</w:t>
      </w:r>
    </w:p>
    <w:p w:rsidR="005B3ED9" w:rsidRDefault="005B3ED9" w:rsidP="005B3ED9">
      <w:r>
        <w:t>100.8399</w:t>
      </w:r>
      <w:r>
        <w:tab/>
        <w:t>1.013e0</w:t>
      </w:r>
    </w:p>
    <w:p w:rsidR="005B3ED9" w:rsidRDefault="005B3ED9" w:rsidP="005B3ED9">
      <w:r>
        <w:lastRenderedPageBreak/>
        <w:t>100.8505</w:t>
      </w:r>
      <w:r>
        <w:tab/>
        <w:t>1.013e0</w:t>
      </w:r>
    </w:p>
    <w:p w:rsidR="005B3ED9" w:rsidRDefault="005B3ED9" w:rsidP="005B3ED9">
      <w:r>
        <w:t>100.8878</w:t>
      </w:r>
      <w:r>
        <w:tab/>
        <w:t>1.013e0</w:t>
      </w:r>
    </w:p>
    <w:p w:rsidR="005B3ED9" w:rsidRDefault="005B3ED9" w:rsidP="005B3ED9">
      <w:r>
        <w:t>100.9012</w:t>
      </w:r>
      <w:r>
        <w:tab/>
        <w:t>1.013e0</w:t>
      </w:r>
    </w:p>
    <w:p w:rsidR="005B3ED9" w:rsidRDefault="005B3ED9" w:rsidP="005B3ED9">
      <w:r>
        <w:t>100.9063</w:t>
      </w:r>
      <w:r>
        <w:tab/>
        <w:t>1.013e0</w:t>
      </w:r>
    </w:p>
    <w:p w:rsidR="005B3ED9" w:rsidRDefault="005B3ED9" w:rsidP="005B3ED9">
      <w:r>
        <w:t>100.9280</w:t>
      </w:r>
      <w:r>
        <w:tab/>
        <w:t>1.013e0</w:t>
      </w:r>
    </w:p>
    <w:p w:rsidR="005B3ED9" w:rsidRDefault="005B3ED9" w:rsidP="005B3ED9">
      <w:r>
        <w:t>100.9386</w:t>
      </w:r>
      <w:r>
        <w:tab/>
        <w:t>1.013e0</w:t>
      </w:r>
    </w:p>
    <w:p w:rsidR="005B3ED9" w:rsidRDefault="005B3ED9" w:rsidP="005B3ED9">
      <w:r>
        <w:t>100.9439</w:t>
      </w:r>
      <w:r>
        <w:tab/>
        <w:t>2.025e0</w:t>
      </w:r>
    </w:p>
    <w:p w:rsidR="005B3ED9" w:rsidRDefault="005B3ED9" w:rsidP="005B3ED9">
      <w:r>
        <w:t>100.9465</w:t>
      </w:r>
      <w:r>
        <w:tab/>
        <w:t>1.013e0</w:t>
      </w:r>
    </w:p>
    <w:p w:rsidR="005B3ED9" w:rsidRDefault="005B3ED9" w:rsidP="005B3ED9">
      <w:r>
        <w:t>100.9946</w:t>
      </w:r>
      <w:r>
        <w:tab/>
        <w:t>2.025e0</w:t>
      </w:r>
    </w:p>
    <w:p w:rsidR="005B3ED9" w:rsidRDefault="005B3ED9" w:rsidP="005B3ED9">
      <w:r>
        <w:t>101.0079</w:t>
      </w:r>
      <w:r>
        <w:tab/>
        <w:t>1.013e0</w:t>
      </w:r>
    </w:p>
    <w:p w:rsidR="005B3ED9" w:rsidRDefault="005B3ED9" w:rsidP="005B3ED9">
      <w:r>
        <w:t>101.0188</w:t>
      </w:r>
      <w:r>
        <w:tab/>
        <w:t>1.013e0</w:t>
      </w:r>
    </w:p>
    <w:p w:rsidR="005B3ED9" w:rsidRDefault="005B3ED9" w:rsidP="005B3ED9">
      <w:r>
        <w:t>101.0428</w:t>
      </w:r>
      <w:r>
        <w:tab/>
        <w:t>1.013e0</w:t>
      </w:r>
    </w:p>
    <w:p w:rsidR="005B3ED9" w:rsidRDefault="005B3ED9" w:rsidP="005B3ED9">
      <w:r>
        <w:t>101.0710</w:t>
      </w:r>
      <w:r>
        <w:tab/>
        <w:t>1.066e2</w:t>
      </w:r>
    </w:p>
    <w:p w:rsidR="005B3ED9" w:rsidRDefault="005B3ED9" w:rsidP="005B3ED9">
      <w:r>
        <w:t>101.0725</w:t>
      </w:r>
      <w:r>
        <w:tab/>
        <w:t>3.821e2</w:t>
      </w:r>
    </w:p>
    <w:p w:rsidR="005B3ED9" w:rsidRDefault="005B3ED9" w:rsidP="005B3ED9">
      <w:r>
        <w:t>101.1148</w:t>
      </w:r>
      <w:r>
        <w:tab/>
        <w:t>1.013e0</w:t>
      </w:r>
    </w:p>
    <w:p w:rsidR="005B3ED9" w:rsidRDefault="005B3ED9" w:rsidP="005B3ED9">
      <w:r>
        <w:t>101.1203</w:t>
      </w:r>
      <w:r>
        <w:tab/>
        <w:t>1.013e0</w:t>
      </w:r>
    </w:p>
    <w:p w:rsidR="005B3ED9" w:rsidRDefault="005B3ED9" w:rsidP="005B3ED9">
      <w:r>
        <w:t>101.1254</w:t>
      </w:r>
      <w:r>
        <w:tab/>
        <w:t>1.013e0</w:t>
      </w:r>
    </w:p>
    <w:p w:rsidR="005B3ED9" w:rsidRDefault="005B3ED9" w:rsidP="005B3ED9">
      <w:r>
        <w:t>101.1337</w:t>
      </w:r>
      <w:r>
        <w:tab/>
        <w:t>1.013e0</w:t>
      </w:r>
    </w:p>
    <w:p w:rsidR="005B3ED9" w:rsidRDefault="005B3ED9" w:rsidP="005B3ED9">
      <w:r>
        <w:t>101.1483</w:t>
      </w:r>
      <w:r>
        <w:tab/>
        <w:t>2.025e0</w:t>
      </w:r>
    </w:p>
    <w:p w:rsidR="005B3ED9" w:rsidRDefault="005B3ED9" w:rsidP="005B3ED9">
      <w:r>
        <w:lastRenderedPageBreak/>
        <w:t>101.1536</w:t>
      </w:r>
      <w:r>
        <w:tab/>
        <w:t>2.025e0</w:t>
      </w:r>
    </w:p>
    <w:p w:rsidR="005B3ED9" w:rsidRDefault="005B3ED9" w:rsidP="005B3ED9">
      <w:r>
        <w:t>101.1710</w:t>
      </w:r>
      <w:r>
        <w:tab/>
        <w:t>1.013e0</w:t>
      </w:r>
    </w:p>
    <w:p w:rsidR="005B3ED9" w:rsidRDefault="005B3ED9" w:rsidP="005B3ED9">
      <w:r>
        <w:t>101.1761</w:t>
      </w:r>
      <w:r>
        <w:tab/>
        <w:t>1.013e0</w:t>
      </w:r>
    </w:p>
    <w:p w:rsidR="005B3ED9" w:rsidRDefault="005B3ED9" w:rsidP="005B3ED9">
      <w:r>
        <w:t>101.1923</w:t>
      </w:r>
      <w:r>
        <w:tab/>
        <w:t>1.013e0</w:t>
      </w:r>
    </w:p>
    <w:p w:rsidR="005B3ED9" w:rsidRDefault="005B3ED9" w:rsidP="005B3ED9">
      <w:r>
        <w:t>101.1991</w:t>
      </w:r>
      <w:r>
        <w:tab/>
        <w:t>2.025e0</w:t>
      </w:r>
    </w:p>
    <w:p w:rsidR="005B3ED9" w:rsidRDefault="005B3ED9" w:rsidP="005B3ED9">
      <w:r>
        <w:t>101.2057</w:t>
      </w:r>
      <w:r>
        <w:tab/>
        <w:t>3.121e0</w:t>
      </w:r>
    </w:p>
    <w:p w:rsidR="005B3ED9" w:rsidRDefault="005B3ED9" w:rsidP="005B3ED9">
      <w:r>
        <w:t>101.2164</w:t>
      </w:r>
      <w:r>
        <w:tab/>
        <w:t>2.025e0</w:t>
      </w:r>
    </w:p>
    <w:p w:rsidR="005B3ED9" w:rsidRDefault="005B3ED9" w:rsidP="005B3ED9">
      <w:r>
        <w:t>101.2297</w:t>
      </w:r>
      <w:r>
        <w:tab/>
        <w:t>1.013e0</w:t>
      </w:r>
    </w:p>
    <w:p w:rsidR="005B3ED9" w:rsidRDefault="005B3ED9" w:rsidP="005B3ED9">
      <w:r>
        <w:t>101.2338</w:t>
      </w:r>
      <w:r>
        <w:tab/>
        <w:t>2.025e0</w:t>
      </w:r>
    </w:p>
    <w:p w:rsidR="005B3ED9" w:rsidRDefault="005B3ED9" w:rsidP="005B3ED9">
      <w:r>
        <w:t>101.2352</w:t>
      </w:r>
      <w:r>
        <w:tab/>
        <w:t>1.013e0</w:t>
      </w:r>
    </w:p>
    <w:p w:rsidR="005B3ED9" w:rsidRDefault="005B3ED9" w:rsidP="005B3ED9">
      <w:r>
        <w:t>101.2458</w:t>
      </w:r>
      <w:r>
        <w:tab/>
        <w:t>1.013e0</w:t>
      </w:r>
    </w:p>
    <w:p w:rsidR="005B3ED9" w:rsidRDefault="005B3ED9" w:rsidP="005B3ED9">
      <w:r>
        <w:t>101.2579</w:t>
      </w:r>
      <w:r>
        <w:tab/>
        <w:t>2.025e0</w:t>
      </w:r>
    </w:p>
    <w:p w:rsidR="005B3ED9" w:rsidRDefault="005B3ED9" w:rsidP="005B3ED9">
      <w:r>
        <w:t>101.2966</w:t>
      </w:r>
      <w:r>
        <w:tab/>
        <w:t>1.013e0</w:t>
      </w:r>
    </w:p>
    <w:p w:rsidR="005B3ED9" w:rsidRDefault="005B3ED9" w:rsidP="005B3ED9">
      <w:r>
        <w:t>101.3100</w:t>
      </w:r>
      <w:r>
        <w:tab/>
        <w:t>1.013e0</w:t>
      </w:r>
    </w:p>
    <w:p w:rsidR="005B3ED9" w:rsidRDefault="005B3ED9" w:rsidP="005B3ED9">
      <w:r>
        <w:t>101.3502</w:t>
      </w:r>
      <w:r>
        <w:tab/>
        <w:t>1.013e0</w:t>
      </w:r>
    </w:p>
    <w:p w:rsidR="005B3ED9" w:rsidRDefault="005B3ED9" w:rsidP="005B3ED9">
      <w:r>
        <w:t>101.3529</w:t>
      </w:r>
      <w:r>
        <w:tab/>
        <w:t>1.013e0</w:t>
      </w:r>
    </w:p>
    <w:p w:rsidR="005B3ED9" w:rsidRDefault="005B3ED9" w:rsidP="005B3ED9">
      <w:r>
        <w:t>101.3636</w:t>
      </w:r>
      <w:r>
        <w:tab/>
        <w:t>2.025e0</w:t>
      </w:r>
    </w:p>
    <w:p w:rsidR="005B3ED9" w:rsidRDefault="005B3ED9" w:rsidP="005B3ED9">
      <w:r>
        <w:t>101.3742</w:t>
      </w:r>
      <w:r>
        <w:tab/>
        <w:t>1.013e0</w:t>
      </w:r>
    </w:p>
    <w:p w:rsidR="005B3ED9" w:rsidRDefault="005B3ED9" w:rsidP="005B3ED9">
      <w:r>
        <w:t>101.3848</w:t>
      </w:r>
      <w:r>
        <w:tab/>
        <w:t>1.013e0</w:t>
      </w:r>
    </w:p>
    <w:p w:rsidR="005B3ED9" w:rsidRDefault="005B3ED9" w:rsidP="005B3ED9">
      <w:r>
        <w:lastRenderedPageBreak/>
        <w:t>101.3955</w:t>
      </w:r>
      <w:r>
        <w:tab/>
        <w:t>1.013e0</w:t>
      </w:r>
    </w:p>
    <w:p w:rsidR="005B3ED9" w:rsidRDefault="005B3ED9" w:rsidP="005B3ED9">
      <w:r>
        <w:t>101.4010</w:t>
      </w:r>
      <w:r>
        <w:tab/>
        <w:t>1.013e0</w:t>
      </w:r>
    </w:p>
    <w:p w:rsidR="005B3ED9" w:rsidRDefault="005B3ED9" w:rsidP="005B3ED9">
      <w:r>
        <w:t>101.4192</w:t>
      </w:r>
      <w:r>
        <w:tab/>
        <w:t>3.038e0</w:t>
      </w:r>
    </w:p>
    <w:p w:rsidR="005B3ED9" w:rsidRDefault="005B3ED9" w:rsidP="005B3ED9">
      <w:r>
        <w:t>101.4305</w:t>
      </w:r>
      <w:r>
        <w:tab/>
        <w:t>1.013e0</w:t>
      </w:r>
    </w:p>
    <w:p w:rsidR="005B3ED9" w:rsidRDefault="005B3ED9" w:rsidP="005B3ED9">
      <w:r>
        <w:t>101.4332</w:t>
      </w:r>
      <w:r>
        <w:tab/>
        <w:t>2.025e0</w:t>
      </w:r>
    </w:p>
    <w:p w:rsidR="005B3ED9" w:rsidRDefault="005B3ED9" w:rsidP="005B3ED9">
      <w:r>
        <w:t>101.4439</w:t>
      </w:r>
      <w:r>
        <w:tab/>
        <w:t>2.025e0</w:t>
      </w:r>
    </w:p>
    <w:p w:rsidR="005B3ED9" w:rsidRDefault="005B3ED9" w:rsidP="005B3ED9">
      <w:r>
        <w:t>101.4599</w:t>
      </w:r>
      <w:r>
        <w:tab/>
        <w:t>2.025e0</w:t>
      </w:r>
    </w:p>
    <w:p w:rsidR="005B3ED9" w:rsidRDefault="005B3ED9" w:rsidP="005B3ED9">
      <w:r>
        <w:t>101.4707</w:t>
      </w:r>
      <w:r>
        <w:tab/>
        <w:t>1.013e0</w:t>
      </w:r>
    </w:p>
    <w:p w:rsidR="005B3ED9" w:rsidRDefault="005B3ED9" w:rsidP="005B3ED9">
      <w:r>
        <w:t>101.4893</w:t>
      </w:r>
      <w:r>
        <w:tab/>
        <w:t>2.025e0</w:t>
      </w:r>
    </w:p>
    <w:p w:rsidR="005B3ED9" w:rsidRDefault="005B3ED9" w:rsidP="005B3ED9">
      <w:r>
        <w:t>101.5013</w:t>
      </w:r>
      <w:r>
        <w:tab/>
        <w:t>1.508e0</w:t>
      </w:r>
    </w:p>
    <w:p w:rsidR="005B3ED9" w:rsidRDefault="005B3ED9" w:rsidP="005B3ED9">
      <w:r>
        <w:t>101.5082</w:t>
      </w:r>
      <w:r>
        <w:tab/>
        <w:t>1.013e0</w:t>
      </w:r>
    </w:p>
    <w:p w:rsidR="005B3ED9" w:rsidRDefault="005B3ED9" w:rsidP="005B3ED9">
      <w:r>
        <w:t>101.5133</w:t>
      </w:r>
      <w:r>
        <w:tab/>
        <w:t>3.038e0</w:t>
      </w:r>
    </w:p>
    <w:p w:rsidR="005B3ED9" w:rsidRDefault="005B3ED9" w:rsidP="005B3ED9">
      <w:r>
        <w:t>101.5295</w:t>
      </w:r>
      <w:r>
        <w:tab/>
        <w:t>1.013e0</w:t>
      </w:r>
    </w:p>
    <w:p w:rsidR="005B3ED9" w:rsidRDefault="005B3ED9" w:rsidP="005B3ED9">
      <w:r>
        <w:t>101.5401</w:t>
      </w:r>
      <w:r>
        <w:tab/>
        <w:t>1.013e0</w:t>
      </w:r>
    </w:p>
    <w:p w:rsidR="005B3ED9" w:rsidRDefault="005B3ED9" w:rsidP="005B3ED9">
      <w:r>
        <w:t>101.5429</w:t>
      </w:r>
      <w:r>
        <w:tab/>
        <w:t>2.025e0</w:t>
      </w:r>
    </w:p>
    <w:p w:rsidR="005B3ED9" w:rsidRDefault="005B3ED9" w:rsidP="005B3ED9">
      <w:r>
        <w:t>101.5456</w:t>
      </w:r>
      <w:r>
        <w:tab/>
        <w:t>1.013e0</w:t>
      </w:r>
    </w:p>
    <w:p w:rsidR="005B3ED9" w:rsidRDefault="005B3ED9" w:rsidP="005B3ED9">
      <w:r>
        <w:t>101.5563</w:t>
      </w:r>
      <w:r>
        <w:tab/>
        <w:t>1.013e0</w:t>
      </w:r>
    </w:p>
    <w:p w:rsidR="005B3ED9" w:rsidRDefault="005B3ED9" w:rsidP="005B3ED9">
      <w:r>
        <w:t>101.5618</w:t>
      </w:r>
      <w:r>
        <w:tab/>
        <w:t>1.013e0</w:t>
      </w:r>
    </w:p>
    <w:p w:rsidR="005B3ED9" w:rsidRDefault="005B3ED9" w:rsidP="005B3ED9">
      <w:r>
        <w:t>101.5697</w:t>
      </w:r>
      <w:r>
        <w:tab/>
        <w:t>1.013e0</w:t>
      </w:r>
    </w:p>
    <w:p w:rsidR="005B3ED9" w:rsidRDefault="005B3ED9" w:rsidP="005B3ED9">
      <w:r>
        <w:lastRenderedPageBreak/>
        <w:t>101.5752</w:t>
      </w:r>
      <w:r>
        <w:tab/>
        <w:t>1.013e0</w:t>
      </w:r>
    </w:p>
    <w:p w:rsidR="005B3ED9" w:rsidRDefault="005B3ED9" w:rsidP="005B3ED9">
      <w:r>
        <w:t>101.5803</w:t>
      </w:r>
      <w:r>
        <w:tab/>
        <w:t>1.013e0</w:t>
      </w:r>
    </w:p>
    <w:p w:rsidR="005B3ED9" w:rsidRDefault="005B3ED9" w:rsidP="005B3ED9">
      <w:r>
        <w:t>101.5937</w:t>
      </w:r>
      <w:r>
        <w:tab/>
        <w:t>1.013e0</w:t>
      </w:r>
    </w:p>
    <w:p w:rsidR="005B3ED9" w:rsidRDefault="005B3ED9" w:rsidP="005B3ED9">
      <w:r>
        <w:t>101.6043</w:t>
      </w:r>
      <w:r>
        <w:tab/>
        <w:t>1.013e0</w:t>
      </w:r>
    </w:p>
    <w:p w:rsidR="005B3ED9" w:rsidRDefault="005B3ED9" w:rsidP="005B3ED9">
      <w:r>
        <w:t>101.6126</w:t>
      </w:r>
      <w:r>
        <w:tab/>
        <w:t>2.025e0</w:t>
      </w:r>
    </w:p>
    <w:p w:rsidR="005B3ED9" w:rsidRDefault="005B3ED9" w:rsidP="005B3ED9">
      <w:r>
        <w:t>101.6233</w:t>
      </w:r>
      <w:r>
        <w:tab/>
        <w:t>1.013e0</w:t>
      </w:r>
    </w:p>
    <w:p w:rsidR="005B3ED9" w:rsidRDefault="005B3ED9" w:rsidP="005B3ED9">
      <w:r>
        <w:t>101.6340</w:t>
      </w:r>
      <w:r>
        <w:tab/>
        <w:t>1.013e0</w:t>
      </w:r>
    </w:p>
    <w:p w:rsidR="005B3ED9" w:rsidRDefault="005B3ED9" w:rsidP="005B3ED9">
      <w:r>
        <w:t>101.6474</w:t>
      </w:r>
      <w:r>
        <w:tab/>
        <w:t>1.013e0</w:t>
      </w:r>
    </w:p>
    <w:p w:rsidR="005B3ED9" w:rsidRDefault="005B3ED9" w:rsidP="005B3ED9">
      <w:r>
        <w:t>101.6501</w:t>
      </w:r>
      <w:r>
        <w:tab/>
        <w:t>1.013e0</w:t>
      </w:r>
    </w:p>
    <w:p w:rsidR="005B3ED9" w:rsidRDefault="005B3ED9" w:rsidP="005B3ED9">
      <w:r>
        <w:t>101.6769</w:t>
      </w:r>
      <w:r>
        <w:tab/>
        <w:t>1.013e0</w:t>
      </w:r>
    </w:p>
    <w:p w:rsidR="005B3ED9" w:rsidRDefault="005B3ED9" w:rsidP="005B3ED9">
      <w:r>
        <w:t>101.6806</w:t>
      </w:r>
      <w:r>
        <w:tab/>
        <w:t>3.038e0</w:t>
      </w:r>
    </w:p>
    <w:p w:rsidR="005B3ED9" w:rsidRDefault="005B3ED9" w:rsidP="005B3ED9">
      <w:r>
        <w:t>101.7357</w:t>
      </w:r>
      <w:r>
        <w:tab/>
        <w:t>1.013e0</w:t>
      </w:r>
    </w:p>
    <w:p w:rsidR="005B3ED9" w:rsidRDefault="005B3ED9" w:rsidP="005B3ED9">
      <w:r>
        <w:t>101.7371</w:t>
      </w:r>
      <w:r>
        <w:tab/>
        <w:t>2.025e0</w:t>
      </w:r>
    </w:p>
    <w:p w:rsidR="005B3ED9" w:rsidRDefault="005B3ED9" w:rsidP="005B3ED9">
      <w:r>
        <w:t>101.7440</w:t>
      </w:r>
      <w:r>
        <w:tab/>
        <w:t>1.013e0</w:t>
      </w:r>
    </w:p>
    <w:p w:rsidR="005B3ED9" w:rsidRDefault="005B3ED9" w:rsidP="005B3ED9">
      <w:r>
        <w:t>101.7492</w:t>
      </w:r>
      <w:r>
        <w:tab/>
        <w:t>2.025e0</w:t>
      </w:r>
    </w:p>
    <w:p w:rsidR="005B3ED9" w:rsidRDefault="005B3ED9" w:rsidP="005B3ED9">
      <w:r>
        <w:t>101.7680</w:t>
      </w:r>
      <w:r>
        <w:tab/>
        <w:t>1.013e0</w:t>
      </w:r>
    </w:p>
    <w:p w:rsidR="005B3ED9" w:rsidRDefault="005B3ED9" w:rsidP="005B3ED9">
      <w:r>
        <w:t>101.7894</w:t>
      </w:r>
      <w:r>
        <w:tab/>
        <w:t>1.013e0</w:t>
      </w:r>
    </w:p>
    <w:p w:rsidR="005B3ED9" w:rsidRDefault="005B3ED9" w:rsidP="005B3ED9">
      <w:r>
        <w:t>101.8055</w:t>
      </w:r>
      <w:r>
        <w:tab/>
        <w:t>1.013e0</w:t>
      </w:r>
    </w:p>
    <w:p w:rsidR="005B3ED9" w:rsidRDefault="005B3ED9" w:rsidP="005B3ED9">
      <w:r>
        <w:t>101.8110</w:t>
      </w:r>
      <w:r>
        <w:tab/>
        <w:t>1.013e0</w:t>
      </w:r>
    </w:p>
    <w:p w:rsidR="005B3ED9" w:rsidRDefault="005B3ED9" w:rsidP="005B3ED9">
      <w:r>
        <w:lastRenderedPageBreak/>
        <w:t>101.8217</w:t>
      </w:r>
      <w:r>
        <w:tab/>
        <w:t>1.013e0</w:t>
      </w:r>
    </w:p>
    <w:p w:rsidR="005B3ED9" w:rsidRDefault="005B3ED9" w:rsidP="005B3ED9">
      <w:r>
        <w:t>101.8699</w:t>
      </w:r>
      <w:r>
        <w:tab/>
        <w:t>1.013e0</w:t>
      </w:r>
    </w:p>
    <w:p w:rsidR="005B3ED9" w:rsidRDefault="005B3ED9" w:rsidP="005B3ED9">
      <w:r>
        <w:t>101.8889</w:t>
      </w:r>
      <w:r>
        <w:tab/>
        <w:t>1.013e0</w:t>
      </w:r>
    </w:p>
    <w:p w:rsidR="005B3ED9" w:rsidRDefault="005B3ED9" w:rsidP="005B3ED9">
      <w:r>
        <w:t>101.9208</w:t>
      </w:r>
      <w:r>
        <w:tab/>
        <w:t>1.013e0</w:t>
      </w:r>
    </w:p>
    <w:p w:rsidR="005B3ED9" w:rsidRDefault="005B3ED9" w:rsidP="005B3ED9">
      <w:r>
        <w:t>101.9222</w:t>
      </w:r>
      <w:r>
        <w:tab/>
        <w:t>2.025e0</w:t>
      </w:r>
    </w:p>
    <w:p w:rsidR="005B3ED9" w:rsidRDefault="005B3ED9" w:rsidP="005B3ED9">
      <w:r>
        <w:t>101.9611</w:t>
      </w:r>
      <w:r>
        <w:tab/>
        <w:t>1.013e0</w:t>
      </w:r>
    </w:p>
    <w:p w:rsidR="005B3ED9" w:rsidRDefault="005B3ED9" w:rsidP="005B3ED9">
      <w:r>
        <w:t>101.9666</w:t>
      </w:r>
      <w:r>
        <w:tab/>
        <w:t>1.013e0</w:t>
      </w:r>
    </w:p>
    <w:p w:rsidR="005B3ED9" w:rsidRDefault="005B3ED9" w:rsidP="005B3ED9">
      <w:r>
        <w:t>101.9907</w:t>
      </w:r>
      <w:r>
        <w:tab/>
        <w:t>1.013e0</w:t>
      </w:r>
    </w:p>
    <w:p w:rsidR="005B3ED9" w:rsidRDefault="005B3ED9" w:rsidP="005B3ED9">
      <w:r>
        <w:t>102.0014</w:t>
      </w:r>
      <w:r>
        <w:tab/>
        <w:t>1.013e0</w:t>
      </w:r>
    </w:p>
    <w:p w:rsidR="005B3ED9" w:rsidRDefault="005B3ED9" w:rsidP="005B3ED9">
      <w:r>
        <w:t>102.0227</w:t>
      </w:r>
      <w:r>
        <w:tab/>
        <w:t>1.013e0</w:t>
      </w:r>
    </w:p>
    <w:p w:rsidR="005B3ED9" w:rsidRDefault="005B3ED9" w:rsidP="005B3ED9">
      <w:r>
        <w:t>102.0282</w:t>
      </w:r>
      <w:r>
        <w:tab/>
        <w:t>1.013e0</w:t>
      </w:r>
    </w:p>
    <w:p w:rsidR="005B3ED9" w:rsidRDefault="005B3ED9" w:rsidP="005B3ED9">
      <w:r>
        <w:t>102.0337</w:t>
      </w:r>
      <w:r>
        <w:tab/>
        <w:t>1.013e0</w:t>
      </w:r>
    </w:p>
    <w:p w:rsidR="005B3ED9" w:rsidRDefault="005B3ED9" w:rsidP="005B3ED9">
      <w:r>
        <w:t>102.0561</w:t>
      </w:r>
      <w:r>
        <w:tab/>
        <w:t>7.894e0</w:t>
      </w:r>
    </w:p>
    <w:p w:rsidR="005B3ED9" w:rsidRDefault="005B3ED9" w:rsidP="005B3ED9">
      <w:r>
        <w:t>102.0688</w:t>
      </w:r>
      <w:r>
        <w:tab/>
        <w:t>1.418e1</w:t>
      </w:r>
    </w:p>
    <w:p w:rsidR="005B3ED9" w:rsidRDefault="005B3ED9" w:rsidP="005B3ED9">
      <w:r>
        <w:t>102.0719</w:t>
      </w:r>
      <w:r>
        <w:tab/>
        <w:t>1.217e1</w:t>
      </w:r>
    </w:p>
    <w:p w:rsidR="005B3ED9" w:rsidRDefault="005B3ED9" w:rsidP="005B3ED9">
      <w:r>
        <w:t>102.0755</w:t>
      </w:r>
      <w:r>
        <w:tab/>
        <w:t>2.278e1</w:t>
      </w:r>
    </w:p>
    <w:p w:rsidR="005B3ED9" w:rsidRDefault="005B3ED9" w:rsidP="005B3ED9">
      <w:r>
        <w:t>102.0876</w:t>
      </w:r>
      <w:r>
        <w:tab/>
        <w:t>5.255e0</w:t>
      </w:r>
    </w:p>
    <w:p w:rsidR="005B3ED9" w:rsidRDefault="005B3ED9" w:rsidP="005B3ED9">
      <w:r>
        <w:t>102.0940</w:t>
      </w:r>
      <w:r>
        <w:tab/>
        <w:t>2.025e0</w:t>
      </w:r>
    </w:p>
    <w:p w:rsidR="005B3ED9" w:rsidRDefault="005B3ED9" w:rsidP="005B3ED9">
      <w:r>
        <w:t>102.0954</w:t>
      </w:r>
      <w:r>
        <w:tab/>
        <w:t>3.038e0</w:t>
      </w:r>
    </w:p>
    <w:p w:rsidR="005B3ED9" w:rsidRDefault="005B3ED9" w:rsidP="005B3ED9">
      <w:r>
        <w:lastRenderedPageBreak/>
        <w:t>102.1236</w:t>
      </w:r>
      <w:r>
        <w:tab/>
        <w:t>2.025e0</w:t>
      </w:r>
    </w:p>
    <w:p w:rsidR="005B3ED9" w:rsidRDefault="005B3ED9" w:rsidP="005B3ED9">
      <w:r>
        <w:t>102.1262</w:t>
      </w:r>
      <w:r>
        <w:tab/>
        <w:t>2.025e0</w:t>
      </w:r>
    </w:p>
    <w:p w:rsidR="005B3ED9" w:rsidRDefault="005B3ED9" w:rsidP="005B3ED9">
      <w:r>
        <w:t>102.1275</w:t>
      </w:r>
      <w:r>
        <w:tab/>
        <w:t>7.089e0</w:t>
      </w:r>
    </w:p>
    <w:p w:rsidR="005B3ED9" w:rsidRDefault="005B3ED9" w:rsidP="005B3ED9">
      <w:r>
        <w:t>102.1329</w:t>
      </w:r>
      <w:r>
        <w:tab/>
        <w:t>5.063e0</w:t>
      </w:r>
    </w:p>
    <w:p w:rsidR="005B3ED9" w:rsidRDefault="005B3ED9" w:rsidP="005B3ED9">
      <w:r>
        <w:t>102.1584</w:t>
      </w:r>
      <w:r>
        <w:tab/>
        <w:t>2.025e0</w:t>
      </w:r>
    </w:p>
    <w:p w:rsidR="005B3ED9" w:rsidRDefault="005B3ED9" w:rsidP="005B3ED9">
      <w:r>
        <w:t>102.1693</w:t>
      </w:r>
      <w:r>
        <w:tab/>
        <w:t>2.025e0</w:t>
      </w:r>
    </w:p>
    <w:p w:rsidR="005B3ED9" w:rsidRDefault="005B3ED9" w:rsidP="005B3ED9">
      <w:r>
        <w:t>102.1760</w:t>
      </w:r>
      <w:r>
        <w:tab/>
        <w:t>1.013e0</w:t>
      </w:r>
    </w:p>
    <w:p w:rsidR="005B3ED9" w:rsidRDefault="005B3ED9" w:rsidP="005B3ED9">
      <w:r>
        <w:t>102.2029</w:t>
      </w:r>
      <w:r>
        <w:tab/>
        <w:t>1.013e0</w:t>
      </w:r>
    </w:p>
    <w:p w:rsidR="005B3ED9" w:rsidRDefault="005B3ED9" w:rsidP="005B3ED9">
      <w:r>
        <w:t>102.2081</w:t>
      </w:r>
      <w:r>
        <w:tab/>
        <w:t>2.025e0</w:t>
      </w:r>
    </w:p>
    <w:p w:rsidR="005B3ED9" w:rsidRDefault="005B3ED9" w:rsidP="005B3ED9">
      <w:r>
        <w:t>102.2512</w:t>
      </w:r>
      <w:r>
        <w:tab/>
        <w:t>1.013e0</w:t>
      </w:r>
    </w:p>
    <w:p w:rsidR="005B3ED9" w:rsidRDefault="005B3ED9" w:rsidP="005B3ED9">
      <w:r>
        <w:t>102.2808</w:t>
      </w:r>
      <w:r>
        <w:tab/>
        <w:t>1.013e0</w:t>
      </w:r>
    </w:p>
    <w:p w:rsidR="005B3ED9" w:rsidRDefault="005B3ED9" w:rsidP="005B3ED9">
      <w:r>
        <w:t>102.3104</w:t>
      </w:r>
      <w:r>
        <w:tab/>
        <w:t>1.013e0</w:t>
      </w:r>
    </w:p>
    <w:p w:rsidR="005B3ED9" w:rsidRDefault="005B3ED9" w:rsidP="005B3ED9">
      <w:r>
        <w:t>102.3318</w:t>
      </w:r>
      <w:r>
        <w:tab/>
        <w:t>1.013e0</w:t>
      </w:r>
    </w:p>
    <w:p w:rsidR="005B3ED9" w:rsidRDefault="005B3ED9" w:rsidP="005B3ED9">
      <w:r>
        <w:t>102.3372</w:t>
      </w:r>
      <w:r>
        <w:tab/>
        <w:t>1.013e0</w:t>
      </w:r>
    </w:p>
    <w:p w:rsidR="005B3ED9" w:rsidRDefault="005B3ED9" w:rsidP="005B3ED9">
      <w:r>
        <w:t>102.3722</w:t>
      </w:r>
      <w:r>
        <w:tab/>
        <w:t>1.013e0</w:t>
      </w:r>
    </w:p>
    <w:p w:rsidR="005B3ED9" w:rsidRDefault="005B3ED9" w:rsidP="005B3ED9">
      <w:r>
        <w:t>102.3750</w:t>
      </w:r>
      <w:r>
        <w:tab/>
        <w:t>1.013e0</w:t>
      </w:r>
    </w:p>
    <w:p w:rsidR="005B3ED9" w:rsidRDefault="005B3ED9" w:rsidP="005B3ED9">
      <w:r>
        <w:t>102.3775</w:t>
      </w:r>
      <w:r>
        <w:tab/>
        <w:t>1.013e0</w:t>
      </w:r>
    </w:p>
    <w:p w:rsidR="005B3ED9" w:rsidRDefault="005B3ED9" w:rsidP="005B3ED9">
      <w:r>
        <w:t>102.4125</w:t>
      </w:r>
      <w:r>
        <w:tab/>
        <w:t>1.013e0</w:t>
      </w:r>
    </w:p>
    <w:p w:rsidR="005B3ED9" w:rsidRDefault="005B3ED9" w:rsidP="005B3ED9">
      <w:r>
        <w:t>102.4557</w:t>
      </w:r>
      <w:r>
        <w:tab/>
        <w:t>1.013e0</w:t>
      </w:r>
    </w:p>
    <w:p w:rsidR="005B3ED9" w:rsidRDefault="005B3ED9" w:rsidP="005B3ED9">
      <w:r>
        <w:lastRenderedPageBreak/>
        <w:t>102.4811</w:t>
      </w:r>
      <w:r>
        <w:tab/>
        <w:t>2.025e0</w:t>
      </w:r>
    </w:p>
    <w:p w:rsidR="005B3ED9" w:rsidRDefault="005B3ED9" w:rsidP="005B3ED9">
      <w:r>
        <w:t>102.5202</w:t>
      </w:r>
      <w:r>
        <w:tab/>
        <w:t>1.013e0</w:t>
      </w:r>
    </w:p>
    <w:p w:rsidR="005B3ED9" w:rsidRDefault="005B3ED9" w:rsidP="005B3ED9">
      <w:r>
        <w:t>102.5388</w:t>
      </w:r>
      <w:r>
        <w:tab/>
        <w:t>1.013e0</w:t>
      </w:r>
    </w:p>
    <w:p w:rsidR="005B3ED9" w:rsidRDefault="005B3ED9" w:rsidP="005B3ED9">
      <w:r>
        <w:t>102.5551</w:t>
      </w:r>
      <w:r>
        <w:tab/>
        <w:t>1.013e0</w:t>
      </w:r>
    </w:p>
    <w:p w:rsidR="005B3ED9" w:rsidRDefault="005B3ED9" w:rsidP="005B3ED9">
      <w:r>
        <w:t>102.5606</w:t>
      </w:r>
      <w:r>
        <w:tab/>
        <w:t>1.013e0</w:t>
      </w:r>
    </w:p>
    <w:p w:rsidR="005B3ED9" w:rsidRDefault="005B3ED9" w:rsidP="005B3ED9">
      <w:r>
        <w:t>102.5765</w:t>
      </w:r>
      <w:r>
        <w:tab/>
        <w:t>1.013e0</w:t>
      </w:r>
    </w:p>
    <w:p w:rsidR="005B3ED9" w:rsidRDefault="005B3ED9" w:rsidP="005B3ED9">
      <w:r>
        <w:t>102.5927</w:t>
      </w:r>
      <w:r>
        <w:tab/>
        <w:t>1.013e0</w:t>
      </w:r>
    </w:p>
    <w:p w:rsidR="005B3ED9" w:rsidRDefault="005B3ED9" w:rsidP="005B3ED9">
      <w:r>
        <w:t>102.6089</w:t>
      </w:r>
      <w:r>
        <w:tab/>
        <w:t>1.013e0</w:t>
      </w:r>
    </w:p>
    <w:p w:rsidR="005B3ED9" w:rsidRDefault="005B3ED9" w:rsidP="005B3ED9">
      <w:r>
        <w:t>102.6280</w:t>
      </w:r>
      <w:r>
        <w:tab/>
        <w:t>1.013e0</w:t>
      </w:r>
    </w:p>
    <w:p w:rsidR="005B3ED9" w:rsidRDefault="005B3ED9" w:rsidP="005B3ED9">
      <w:r>
        <w:t>102.6302</w:t>
      </w:r>
      <w:r>
        <w:tab/>
        <w:t>1.013e0</w:t>
      </w:r>
    </w:p>
    <w:p w:rsidR="005B3ED9" w:rsidRDefault="005B3ED9" w:rsidP="005B3ED9">
      <w:r>
        <w:t>102.6386</w:t>
      </w:r>
      <w:r>
        <w:tab/>
        <w:t>1.013e0</w:t>
      </w:r>
    </w:p>
    <w:p w:rsidR="005B3ED9" w:rsidRDefault="005B3ED9" w:rsidP="005B3ED9">
      <w:r>
        <w:t>102.6493</w:t>
      </w:r>
      <w:r>
        <w:tab/>
        <w:t>1.013e0</w:t>
      </w:r>
    </w:p>
    <w:p w:rsidR="005B3ED9" w:rsidRDefault="005B3ED9" w:rsidP="005B3ED9">
      <w:r>
        <w:t>102.6521</w:t>
      </w:r>
      <w:r>
        <w:tab/>
        <w:t>1.013e0</w:t>
      </w:r>
    </w:p>
    <w:p w:rsidR="005B3ED9" w:rsidRDefault="005B3ED9" w:rsidP="005B3ED9">
      <w:r>
        <w:t>102.6655</w:t>
      </w:r>
      <w:r>
        <w:tab/>
        <w:t>1.013e0</w:t>
      </w:r>
    </w:p>
    <w:p w:rsidR="005B3ED9" w:rsidRDefault="005B3ED9" w:rsidP="005B3ED9">
      <w:r>
        <w:t>102.6735</w:t>
      </w:r>
      <w:r>
        <w:tab/>
        <w:t>1.013e0</w:t>
      </w:r>
    </w:p>
    <w:p w:rsidR="005B3ED9" w:rsidRDefault="005B3ED9" w:rsidP="005B3ED9">
      <w:r>
        <w:t>102.6897</w:t>
      </w:r>
      <w:r>
        <w:tab/>
        <w:t>1.013e0</w:t>
      </w:r>
    </w:p>
    <w:p w:rsidR="005B3ED9" w:rsidRDefault="005B3ED9" w:rsidP="005B3ED9">
      <w:r>
        <w:t>102.7194</w:t>
      </w:r>
      <w:r>
        <w:tab/>
        <w:t>3.038e0</w:t>
      </w:r>
    </w:p>
    <w:p w:rsidR="005B3ED9" w:rsidRDefault="005B3ED9" w:rsidP="005B3ED9">
      <w:r>
        <w:t>102.7274</w:t>
      </w:r>
      <w:r>
        <w:tab/>
        <w:t>1.013e0</w:t>
      </w:r>
    </w:p>
    <w:p w:rsidR="005B3ED9" w:rsidRDefault="005B3ED9" w:rsidP="005B3ED9">
      <w:r>
        <w:t>102.7733</w:t>
      </w:r>
      <w:r>
        <w:tab/>
        <w:t>1.013e0</w:t>
      </w:r>
    </w:p>
    <w:p w:rsidR="005B3ED9" w:rsidRDefault="005B3ED9" w:rsidP="005B3ED9">
      <w:r>
        <w:lastRenderedPageBreak/>
        <w:t>102.7868</w:t>
      </w:r>
      <w:r>
        <w:tab/>
        <w:t>1.013e0</w:t>
      </w:r>
    </w:p>
    <w:p w:rsidR="005B3ED9" w:rsidRDefault="005B3ED9" w:rsidP="005B3ED9">
      <w:r>
        <w:t>102.7893</w:t>
      </w:r>
      <w:r>
        <w:tab/>
        <w:t>1.013e0</w:t>
      </w:r>
    </w:p>
    <w:p w:rsidR="005B3ED9" w:rsidRDefault="005B3ED9" w:rsidP="005B3ED9">
      <w:r>
        <w:t>102.7975</w:t>
      </w:r>
      <w:r>
        <w:tab/>
        <w:t>1.013e0</w:t>
      </w:r>
    </w:p>
    <w:p w:rsidR="005B3ED9" w:rsidRDefault="005B3ED9" w:rsidP="005B3ED9">
      <w:r>
        <w:t>102.8162</w:t>
      </w:r>
      <w:r>
        <w:tab/>
        <w:t>1.013e0</w:t>
      </w:r>
    </w:p>
    <w:p w:rsidR="005B3ED9" w:rsidRDefault="005B3ED9" w:rsidP="005B3ED9">
      <w:r>
        <w:t>102.8217</w:t>
      </w:r>
      <w:r>
        <w:tab/>
        <w:t>1.013e0</w:t>
      </w:r>
    </w:p>
    <w:p w:rsidR="005B3ED9" w:rsidRDefault="005B3ED9" w:rsidP="005B3ED9">
      <w:r>
        <w:t>102.8273</w:t>
      </w:r>
      <w:r>
        <w:tab/>
        <w:t>1.013e0</w:t>
      </w:r>
    </w:p>
    <w:p w:rsidR="005B3ED9" w:rsidRDefault="005B3ED9" w:rsidP="005B3ED9">
      <w:r>
        <w:t>102.8297</w:t>
      </w:r>
      <w:r>
        <w:tab/>
        <w:t>1.013e0</w:t>
      </w:r>
    </w:p>
    <w:p w:rsidR="005B3ED9" w:rsidRDefault="005B3ED9" w:rsidP="005B3ED9">
      <w:r>
        <w:t>102.8408</w:t>
      </w:r>
      <w:r>
        <w:tab/>
        <w:t>1.013e0</w:t>
      </w:r>
    </w:p>
    <w:p w:rsidR="005B3ED9" w:rsidRDefault="005B3ED9" w:rsidP="005B3ED9">
      <w:r>
        <w:t>102.8863</w:t>
      </w:r>
      <w:r>
        <w:tab/>
        <w:t>1.013e0</w:t>
      </w:r>
    </w:p>
    <w:p w:rsidR="005B3ED9" w:rsidRDefault="005B3ED9" w:rsidP="005B3ED9">
      <w:r>
        <w:t>102.8919</w:t>
      </w:r>
      <w:r>
        <w:tab/>
        <w:t>1.013e0</w:t>
      </w:r>
    </w:p>
    <w:p w:rsidR="005B3ED9" w:rsidRDefault="005B3ED9" w:rsidP="005B3ED9">
      <w:r>
        <w:t>102.9458</w:t>
      </w:r>
      <w:r>
        <w:tab/>
        <w:t>1.013e0</w:t>
      </w:r>
    </w:p>
    <w:p w:rsidR="005B3ED9" w:rsidRDefault="005B3ED9" w:rsidP="005B3ED9">
      <w:r>
        <w:t>102.9593</w:t>
      </w:r>
      <w:r>
        <w:tab/>
        <w:t>1.013e0</w:t>
      </w:r>
    </w:p>
    <w:p w:rsidR="005B3ED9" w:rsidRDefault="005B3ED9" w:rsidP="005B3ED9">
      <w:r>
        <w:t>102.9942</w:t>
      </w:r>
      <w:r>
        <w:tab/>
        <w:t>1.013e0</w:t>
      </w:r>
    </w:p>
    <w:p w:rsidR="005B3ED9" w:rsidRDefault="005B3ED9" w:rsidP="005B3ED9">
      <w:r>
        <w:t>103.0077</w:t>
      </w:r>
      <w:r>
        <w:tab/>
        <w:t>1.013e0</w:t>
      </w:r>
    </w:p>
    <w:p w:rsidR="005B3ED9" w:rsidRDefault="005B3ED9" w:rsidP="005B3ED9">
      <w:r>
        <w:t>103.0347</w:t>
      </w:r>
      <w:r>
        <w:tab/>
        <w:t>1.013e0</w:t>
      </w:r>
    </w:p>
    <w:p w:rsidR="005B3ED9" w:rsidRDefault="005B3ED9" w:rsidP="005B3ED9">
      <w:r>
        <w:t>103.0509</w:t>
      </w:r>
      <w:r>
        <w:tab/>
        <w:t>3.038e0</w:t>
      </w:r>
    </w:p>
    <w:p w:rsidR="005B3ED9" w:rsidRDefault="005B3ED9" w:rsidP="005B3ED9">
      <w:r>
        <w:t>103.0523</w:t>
      </w:r>
      <w:r>
        <w:tab/>
        <w:t>2.025e0</w:t>
      </w:r>
    </w:p>
    <w:p w:rsidR="005B3ED9" w:rsidRDefault="005B3ED9" w:rsidP="005B3ED9">
      <w:r>
        <w:t>103.0537</w:t>
      </w:r>
      <w:r>
        <w:tab/>
        <w:t>1.013e0</w:t>
      </w:r>
    </w:p>
    <w:p w:rsidR="005B3ED9" w:rsidRDefault="005B3ED9" w:rsidP="005B3ED9">
      <w:r>
        <w:t>103.0765</w:t>
      </w:r>
      <w:r>
        <w:tab/>
        <w:t>2.025e0</w:t>
      </w:r>
    </w:p>
    <w:p w:rsidR="005B3ED9" w:rsidRDefault="005B3ED9" w:rsidP="005B3ED9">
      <w:r>
        <w:lastRenderedPageBreak/>
        <w:t>103.0858</w:t>
      </w:r>
      <w:r>
        <w:tab/>
        <w:t>2.025e0</w:t>
      </w:r>
    </w:p>
    <w:p w:rsidR="005B3ED9" w:rsidRDefault="005B3ED9" w:rsidP="005B3ED9">
      <w:r>
        <w:t>103.1129</w:t>
      </w:r>
      <w:r>
        <w:tab/>
        <w:t>1.013e0</w:t>
      </w:r>
    </w:p>
    <w:p w:rsidR="005B3ED9" w:rsidRDefault="005B3ED9" w:rsidP="005B3ED9">
      <w:r>
        <w:t>103.1319</w:t>
      </w:r>
      <w:r>
        <w:tab/>
        <w:t>2.025e0</w:t>
      </w:r>
    </w:p>
    <w:p w:rsidR="005B3ED9" w:rsidRDefault="005B3ED9" w:rsidP="005B3ED9">
      <w:r>
        <w:t>103.1507</w:t>
      </w:r>
      <w:r>
        <w:tab/>
        <w:t>1.013e0</w:t>
      </w:r>
    </w:p>
    <w:p w:rsidR="005B3ED9" w:rsidRDefault="005B3ED9" w:rsidP="005B3ED9">
      <w:r>
        <w:t>103.1859</w:t>
      </w:r>
      <w:r>
        <w:tab/>
        <w:t>2.025e0</w:t>
      </w:r>
    </w:p>
    <w:p w:rsidR="005B3ED9" w:rsidRDefault="005B3ED9" w:rsidP="005B3ED9">
      <w:r>
        <w:t>103.1994</w:t>
      </w:r>
      <w:r>
        <w:tab/>
        <w:t>2.025e0</w:t>
      </w:r>
    </w:p>
    <w:p w:rsidR="005B3ED9" w:rsidRDefault="005B3ED9" w:rsidP="005B3ED9">
      <w:r>
        <w:t>103.2101</w:t>
      </w:r>
      <w:r>
        <w:tab/>
        <w:t>1.013e0</w:t>
      </w:r>
    </w:p>
    <w:p w:rsidR="005B3ED9" w:rsidRDefault="005B3ED9" w:rsidP="005B3ED9">
      <w:r>
        <w:t>103.2332</w:t>
      </w:r>
      <w:r>
        <w:tab/>
        <w:t>2.025e0</w:t>
      </w:r>
    </w:p>
    <w:p w:rsidR="005B3ED9" w:rsidRDefault="005B3ED9" w:rsidP="005B3ED9">
      <w:r>
        <w:t>103.2372</w:t>
      </w:r>
      <w:r>
        <w:tab/>
        <w:t>1.013e0</w:t>
      </w:r>
    </w:p>
    <w:p w:rsidR="005B3ED9" w:rsidRDefault="005B3ED9" w:rsidP="005B3ED9">
      <w:r>
        <w:t>103.2427</w:t>
      </w:r>
      <w:r>
        <w:tab/>
        <w:t>1.013e0</w:t>
      </w:r>
    </w:p>
    <w:p w:rsidR="005B3ED9" w:rsidRDefault="005B3ED9" w:rsidP="005B3ED9">
      <w:r>
        <w:t>103.3262</w:t>
      </w:r>
      <w:r>
        <w:tab/>
        <w:t>1.013e0</w:t>
      </w:r>
    </w:p>
    <w:p w:rsidR="005B3ED9" w:rsidRDefault="005B3ED9" w:rsidP="005B3ED9">
      <w:r>
        <w:t>103.3857</w:t>
      </w:r>
      <w:r>
        <w:tab/>
        <w:t>1.013e0</w:t>
      </w:r>
    </w:p>
    <w:p w:rsidR="005B3ED9" w:rsidRDefault="005B3ED9" w:rsidP="005B3ED9">
      <w:r>
        <w:t>103.4207</w:t>
      </w:r>
      <w:r>
        <w:tab/>
        <w:t>1.013e0</w:t>
      </w:r>
    </w:p>
    <w:p w:rsidR="005B3ED9" w:rsidRDefault="005B3ED9" w:rsidP="005B3ED9">
      <w:r>
        <w:t>103.4343</w:t>
      </w:r>
      <w:r>
        <w:tab/>
        <w:t>1.013e0</w:t>
      </w:r>
    </w:p>
    <w:p w:rsidR="005B3ED9" w:rsidRDefault="005B3ED9" w:rsidP="005B3ED9">
      <w:r>
        <w:t>103.4479</w:t>
      </w:r>
      <w:r>
        <w:tab/>
        <w:t>2.025e0</w:t>
      </w:r>
    </w:p>
    <w:p w:rsidR="005B3ED9" w:rsidRDefault="005B3ED9" w:rsidP="005B3ED9">
      <w:r>
        <w:t>103.5101</w:t>
      </w:r>
      <w:r>
        <w:tab/>
        <w:t>1.013e0</w:t>
      </w:r>
    </w:p>
    <w:p w:rsidR="005B3ED9" w:rsidRDefault="005B3ED9" w:rsidP="005B3ED9">
      <w:r>
        <w:t>103.5265</w:t>
      </w:r>
      <w:r>
        <w:tab/>
        <w:t>1.013e0</w:t>
      </w:r>
    </w:p>
    <w:p w:rsidR="005B3ED9" w:rsidRDefault="005B3ED9" w:rsidP="005B3ED9">
      <w:r>
        <w:t>103.5424</w:t>
      </w:r>
      <w:r>
        <w:tab/>
        <w:t>1.013e0</w:t>
      </w:r>
    </w:p>
    <w:p w:rsidR="005B3ED9" w:rsidRDefault="005B3ED9" w:rsidP="005B3ED9">
      <w:r>
        <w:t>103.5670</w:t>
      </w:r>
      <w:r>
        <w:tab/>
        <w:t>2.025e0</w:t>
      </w:r>
    </w:p>
    <w:p w:rsidR="005B3ED9" w:rsidRDefault="005B3ED9" w:rsidP="005B3ED9">
      <w:r>
        <w:lastRenderedPageBreak/>
        <w:t>103.6386</w:t>
      </w:r>
      <w:r>
        <w:tab/>
        <w:t>2.025e0</w:t>
      </w:r>
    </w:p>
    <w:p w:rsidR="005B3ED9" w:rsidRDefault="005B3ED9" w:rsidP="005B3ED9">
      <w:r>
        <w:t>103.6507</w:t>
      </w:r>
      <w:r>
        <w:tab/>
        <w:t>1.013e0</w:t>
      </w:r>
    </w:p>
    <w:p w:rsidR="005B3ED9" w:rsidRDefault="005B3ED9" w:rsidP="005B3ED9">
      <w:r>
        <w:t>103.7103</w:t>
      </w:r>
      <w:r>
        <w:tab/>
        <w:t>1.013e0</w:t>
      </w:r>
    </w:p>
    <w:p w:rsidR="005B3ED9" w:rsidRDefault="005B3ED9" w:rsidP="005B3ED9">
      <w:r>
        <w:t>103.7238</w:t>
      </w:r>
      <w:r>
        <w:tab/>
        <w:t>1.013e0</w:t>
      </w:r>
    </w:p>
    <w:p w:rsidR="005B3ED9" w:rsidRDefault="005B3ED9" w:rsidP="005B3ED9">
      <w:r>
        <w:t>103.7401</w:t>
      </w:r>
      <w:r>
        <w:tab/>
        <w:t>1.013e0</w:t>
      </w:r>
    </w:p>
    <w:p w:rsidR="005B3ED9" w:rsidRDefault="005B3ED9" w:rsidP="005B3ED9">
      <w:r>
        <w:t>103.7480</w:t>
      </w:r>
      <w:r>
        <w:tab/>
        <w:t>1.013e0</w:t>
      </w:r>
    </w:p>
    <w:p w:rsidR="005B3ED9" w:rsidRDefault="005B3ED9" w:rsidP="005B3ED9">
      <w:r>
        <w:t>103.7751</w:t>
      </w:r>
      <w:r>
        <w:tab/>
        <w:t>1.013e0</w:t>
      </w:r>
    </w:p>
    <w:p w:rsidR="005B3ED9" w:rsidRDefault="005B3ED9" w:rsidP="005B3ED9">
      <w:r>
        <w:t>103.7807</w:t>
      </w:r>
      <w:r>
        <w:tab/>
        <w:t>1.013e0</w:t>
      </w:r>
    </w:p>
    <w:p w:rsidR="005B3ED9" w:rsidRDefault="005B3ED9" w:rsidP="005B3ED9">
      <w:r>
        <w:t>103.7970</w:t>
      </w:r>
      <w:r>
        <w:tab/>
        <w:t>1.013e0</w:t>
      </w:r>
    </w:p>
    <w:p w:rsidR="005B3ED9" w:rsidRDefault="005B3ED9" w:rsidP="005B3ED9">
      <w:r>
        <w:t>103.8132</w:t>
      </w:r>
      <w:r>
        <w:tab/>
        <w:t>1.013e0</w:t>
      </w:r>
    </w:p>
    <w:p w:rsidR="005B3ED9" w:rsidRDefault="005B3ED9" w:rsidP="005B3ED9">
      <w:r>
        <w:t>103.8403</w:t>
      </w:r>
      <w:r>
        <w:tab/>
        <w:t>1.013e0</w:t>
      </w:r>
    </w:p>
    <w:p w:rsidR="005B3ED9" w:rsidRDefault="005B3ED9" w:rsidP="005B3ED9">
      <w:r>
        <w:t>103.8456</w:t>
      </w:r>
      <w:r>
        <w:tab/>
        <w:t>1.013e0</w:t>
      </w:r>
    </w:p>
    <w:p w:rsidR="005B3ED9" w:rsidRDefault="005B3ED9" w:rsidP="005B3ED9">
      <w:r>
        <w:t>103.9081</w:t>
      </w:r>
      <w:r>
        <w:tab/>
        <w:t>1.013e0</w:t>
      </w:r>
    </w:p>
    <w:p w:rsidR="005B3ED9" w:rsidRDefault="005B3ED9" w:rsidP="005B3ED9">
      <w:r>
        <w:t>103.9336</w:t>
      </w:r>
      <w:r>
        <w:tab/>
        <w:t>2.025e0</w:t>
      </w:r>
    </w:p>
    <w:p w:rsidR="005B3ED9" w:rsidRDefault="005B3ED9" w:rsidP="005B3ED9">
      <w:r>
        <w:t>103.9432</w:t>
      </w:r>
      <w:r>
        <w:tab/>
        <w:t>1.013e0</w:t>
      </w:r>
    </w:p>
    <w:p w:rsidR="005B3ED9" w:rsidRDefault="005B3ED9" w:rsidP="005B3ED9">
      <w:r>
        <w:t>103.9623</w:t>
      </w:r>
      <w:r>
        <w:tab/>
        <w:t>1.013e0</w:t>
      </w:r>
    </w:p>
    <w:p w:rsidR="005B3ED9" w:rsidRDefault="005B3ED9" w:rsidP="005B3ED9">
      <w:r>
        <w:t>103.9675</w:t>
      </w:r>
      <w:r>
        <w:tab/>
        <w:t>1.013e0</w:t>
      </w:r>
    </w:p>
    <w:p w:rsidR="005B3ED9" w:rsidRDefault="005B3ED9" w:rsidP="005B3ED9">
      <w:r>
        <w:t>104.0061</w:t>
      </w:r>
      <w:r>
        <w:tab/>
        <w:t>3.038e0</w:t>
      </w:r>
    </w:p>
    <w:p w:rsidR="005B3ED9" w:rsidRDefault="005B3ED9" w:rsidP="005B3ED9">
      <w:r>
        <w:t>104.0137</w:t>
      </w:r>
      <w:r>
        <w:tab/>
        <w:t>1.013e0</w:t>
      </w:r>
    </w:p>
    <w:p w:rsidR="005B3ED9" w:rsidRDefault="005B3ED9" w:rsidP="005B3ED9">
      <w:r>
        <w:lastRenderedPageBreak/>
        <w:t>104.0189</w:t>
      </w:r>
      <w:r>
        <w:tab/>
        <w:t>2.025e0</w:t>
      </w:r>
    </w:p>
    <w:p w:rsidR="005B3ED9" w:rsidRDefault="005B3ED9" w:rsidP="005B3ED9">
      <w:r>
        <w:t>104.0326</w:t>
      </w:r>
      <w:r>
        <w:tab/>
        <w:t>2.025e0</w:t>
      </w:r>
    </w:p>
    <w:p w:rsidR="005B3ED9" w:rsidRDefault="005B3ED9" w:rsidP="005B3ED9">
      <w:r>
        <w:t>104.0623</w:t>
      </w:r>
      <w:r>
        <w:tab/>
        <w:t>2.025e0</w:t>
      </w:r>
    </w:p>
    <w:p w:rsidR="005B3ED9" w:rsidRDefault="005B3ED9" w:rsidP="005B3ED9">
      <w:r>
        <w:t>104.0651</w:t>
      </w:r>
      <w:r>
        <w:tab/>
        <w:t>1.013e0</w:t>
      </w:r>
    </w:p>
    <w:p w:rsidR="005B3ED9" w:rsidRDefault="005B3ED9" w:rsidP="005B3ED9">
      <w:r>
        <w:t>104.0711</w:t>
      </w:r>
      <w:r>
        <w:tab/>
        <w:t>5.063e0</w:t>
      </w:r>
    </w:p>
    <w:p w:rsidR="005B3ED9" w:rsidRDefault="005B3ED9" w:rsidP="005B3ED9">
      <w:r>
        <w:t>104.0746</w:t>
      </w:r>
      <w:r>
        <w:tab/>
        <w:t>2.025e0</w:t>
      </w:r>
    </w:p>
    <w:p w:rsidR="005B3ED9" w:rsidRDefault="005B3ED9" w:rsidP="005B3ED9">
      <w:r>
        <w:t>104.0759</w:t>
      </w:r>
      <w:r>
        <w:tab/>
        <w:t>1.013e0</w:t>
      </w:r>
    </w:p>
    <w:p w:rsidR="005B3ED9" w:rsidRDefault="005B3ED9" w:rsidP="005B3ED9">
      <w:r>
        <w:t>104.0894</w:t>
      </w:r>
      <w:r>
        <w:tab/>
        <w:t>1.013e0</w:t>
      </w:r>
    </w:p>
    <w:p w:rsidR="005B3ED9" w:rsidRDefault="005B3ED9" w:rsidP="005B3ED9">
      <w:r>
        <w:t>104.1004</w:t>
      </w:r>
      <w:r>
        <w:tab/>
        <w:t>2.025e0</w:t>
      </w:r>
    </w:p>
    <w:p w:rsidR="005B3ED9" w:rsidRDefault="005B3ED9" w:rsidP="005B3ED9">
      <w:r>
        <w:t>104.1072</w:t>
      </w:r>
      <w:r>
        <w:tab/>
        <w:t>2.025e0</w:t>
      </w:r>
    </w:p>
    <w:p w:rsidR="005B3ED9" w:rsidRDefault="005B3ED9" w:rsidP="005B3ED9">
      <w:r>
        <w:t>104.1085</w:t>
      </w:r>
      <w:r>
        <w:tab/>
        <w:t>2.025e0</w:t>
      </w:r>
    </w:p>
    <w:p w:rsidR="005B3ED9" w:rsidRDefault="005B3ED9" w:rsidP="005B3ED9">
      <w:r>
        <w:t>104.1180</w:t>
      </w:r>
      <w:r>
        <w:tab/>
        <w:t>2.025e0</w:t>
      </w:r>
    </w:p>
    <w:p w:rsidR="005B3ED9" w:rsidRDefault="005B3ED9" w:rsidP="005B3ED9">
      <w:r>
        <w:t>104.1736</w:t>
      </w:r>
      <w:r>
        <w:tab/>
        <w:t>1.013e0</w:t>
      </w:r>
    </w:p>
    <w:p w:rsidR="005B3ED9" w:rsidRDefault="005B3ED9" w:rsidP="005B3ED9">
      <w:r>
        <w:t>104.2114</w:t>
      </w:r>
      <w:r>
        <w:tab/>
        <w:t>1.013e0</w:t>
      </w:r>
    </w:p>
    <w:p w:rsidR="005B3ED9" w:rsidRDefault="005B3ED9" w:rsidP="005B3ED9">
      <w:r>
        <w:t>104.2306</w:t>
      </w:r>
      <w:r>
        <w:tab/>
        <w:t>1.013e0</w:t>
      </w:r>
    </w:p>
    <w:p w:rsidR="005B3ED9" w:rsidRDefault="005B3ED9" w:rsidP="005B3ED9">
      <w:r>
        <w:t>104.2498</w:t>
      </w:r>
      <w:r>
        <w:tab/>
        <w:t>1.013e0</w:t>
      </w:r>
    </w:p>
    <w:p w:rsidR="005B3ED9" w:rsidRDefault="005B3ED9" w:rsidP="005B3ED9">
      <w:r>
        <w:t>104.3092</w:t>
      </w:r>
      <w:r>
        <w:tab/>
        <w:t>1.013e0</w:t>
      </w:r>
    </w:p>
    <w:p w:rsidR="005B3ED9" w:rsidRDefault="005B3ED9" w:rsidP="005B3ED9">
      <w:r>
        <w:t>104.3227</w:t>
      </w:r>
      <w:r>
        <w:tab/>
        <w:t>1.013e0</w:t>
      </w:r>
    </w:p>
    <w:p w:rsidR="005B3ED9" w:rsidRDefault="005B3ED9" w:rsidP="005B3ED9">
      <w:r>
        <w:t>104.3663</w:t>
      </w:r>
      <w:r>
        <w:tab/>
        <w:t>1.013e0</w:t>
      </w:r>
    </w:p>
    <w:p w:rsidR="005B3ED9" w:rsidRDefault="005B3ED9" w:rsidP="005B3ED9">
      <w:r>
        <w:lastRenderedPageBreak/>
        <w:t>104.3962</w:t>
      </w:r>
      <w:r>
        <w:tab/>
        <w:t>1.013e0</w:t>
      </w:r>
    </w:p>
    <w:p w:rsidR="005B3ED9" w:rsidRDefault="005B3ED9" w:rsidP="005B3ED9">
      <w:r>
        <w:t>104.4018</w:t>
      </w:r>
      <w:r>
        <w:tab/>
        <w:t>1.013e0</w:t>
      </w:r>
    </w:p>
    <w:p w:rsidR="005B3ED9" w:rsidRDefault="005B3ED9" w:rsidP="005B3ED9">
      <w:r>
        <w:t>104.4423</w:t>
      </w:r>
      <w:r>
        <w:tab/>
        <w:t>2.025e0</w:t>
      </w:r>
    </w:p>
    <w:p w:rsidR="005B3ED9" w:rsidRDefault="005B3ED9" w:rsidP="005B3ED9">
      <w:r>
        <w:t>104.4612</w:t>
      </w:r>
      <w:r>
        <w:tab/>
        <w:t>1.013e0</w:t>
      </w:r>
    </w:p>
    <w:p w:rsidR="005B3ED9" w:rsidRDefault="005B3ED9" w:rsidP="005B3ED9">
      <w:r>
        <w:t>104.4641</w:t>
      </w:r>
      <w:r>
        <w:tab/>
        <w:t>1.013e0</w:t>
      </w:r>
    </w:p>
    <w:p w:rsidR="005B3ED9" w:rsidRDefault="005B3ED9" w:rsidP="005B3ED9">
      <w:r>
        <w:t>104.5048</w:t>
      </w:r>
      <w:r>
        <w:tab/>
        <w:t>1.013e0</w:t>
      </w:r>
    </w:p>
    <w:p w:rsidR="005B3ED9" w:rsidRDefault="005B3ED9" w:rsidP="005B3ED9">
      <w:r>
        <w:t>104.5455</w:t>
      </w:r>
      <w:r>
        <w:tab/>
        <w:t>1.013e0</w:t>
      </w:r>
    </w:p>
    <w:p w:rsidR="005B3ED9" w:rsidRDefault="005B3ED9" w:rsidP="005B3ED9">
      <w:r>
        <w:t>104.5891</w:t>
      </w:r>
      <w:r>
        <w:tab/>
        <w:t>1.013e0</w:t>
      </w:r>
    </w:p>
    <w:p w:rsidR="005B3ED9" w:rsidRDefault="005B3ED9" w:rsidP="005B3ED9">
      <w:r>
        <w:t>104.5999</w:t>
      </w:r>
      <w:r>
        <w:tab/>
        <w:t>1.013e0</w:t>
      </w:r>
    </w:p>
    <w:p w:rsidR="005B3ED9" w:rsidRDefault="005B3ED9" w:rsidP="005B3ED9">
      <w:r>
        <w:t>104.6244</w:t>
      </w:r>
      <w:r>
        <w:tab/>
        <w:t>1.013e0</w:t>
      </w:r>
    </w:p>
    <w:p w:rsidR="005B3ED9" w:rsidRDefault="005B3ED9" w:rsidP="005B3ED9">
      <w:r>
        <w:t>104.6270</w:t>
      </w:r>
      <w:r>
        <w:tab/>
        <w:t>1.013e0</w:t>
      </w:r>
    </w:p>
    <w:p w:rsidR="005B3ED9" w:rsidRDefault="005B3ED9" w:rsidP="005B3ED9">
      <w:r>
        <w:t>104.6490</w:t>
      </w:r>
      <w:r>
        <w:tab/>
        <w:t>1.013e0</w:t>
      </w:r>
    </w:p>
    <w:p w:rsidR="005B3ED9" w:rsidRDefault="005B3ED9" w:rsidP="005B3ED9">
      <w:r>
        <w:t>104.6842</w:t>
      </w:r>
      <w:r>
        <w:tab/>
        <w:t>1.013e0</w:t>
      </w:r>
    </w:p>
    <w:p w:rsidR="005B3ED9" w:rsidRDefault="005B3ED9" w:rsidP="005B3ED9">
      <w:r>
        <w:t>104.7114</w:t>
      </w:r>
      <w:r>
        <w:tab/>
        <w:t>1.013e0</w:t>
      </w:r>
    </w:p>
    <w:p w:rsidR="005B3ED9" w:rsidRDefault="005B3ED9" w:rsidP="005B3ED9">
      <w:r>
        <w:t>104.7141</w:t>
      </w:r>
      <w:r>
        <w:tab/>
        <w:t>1.013e0</w:t>
      </w:r>
    </w:p>
    <w:p w:rsidR="005B3ED9" w:rsidRDefault="005B3ED9" w:rsidP="005B3ED9">
      <w:r>
        <w:t>104.7904</w:t>
      </w:r>
      <w:r>
        <w:tab/>
        <w:t>1.013e0</w:t>
      </w:r>
    </w:p>
    <w:p w:rsidR="005B3ED9" w:rsidRDefault="005B3ED9" w:rsidP="005B3ED9">
      <w:r>
        <w:t>104.8229</w:t>
      </w:r>
      <w:r>
        <w:tab/>
        <w:t>2.025e0</w:t>
      </w:r>
    </w:p>
    <w:p w:rsidR="005B3ED9" w:rsidRDefault="005B3ED9" w:rsidP="005B3ED9">
      <w:r>
        <w:t>104.8257</w:t>
      </w:r>
      <w:r>
        <w:tab/>
        <w:t>1.013e0</w:t>
      </w:r>
    </w:p>
    <w:p w:rsidR="005B3ED9" w:rsidRDefault="005B3ED9" w:rsidP="005B3ED9">
      <w:r>
        <w:t>104.8285</w:t>
      </w:r>
      <w:r>
        <w:tab/>
        <w:t>1.013e0</w:t>
      </w:r>
    </w:p>
    <w:p w:rsidR="005B3ED9" w:rsidRDefault="005B3ED9" w:rsidP="005B3ED9">
      <w:r>
        <w:lastRenderedPageBreak/>
        <w:t>104.8365</w:t>
      </w:r>
      <w:r>
        <w:tab/>
        <w:t>1.013e0</w:t>
      </w:r>
    </w:p>
    <w:p w:rsidR="005B3ED9" w:rsidRDefault="005B3ED9" w:rsidP="005B3ED9">
      <w:r>
        <w:t>104.8637</w:t>
      </w:r>
      <w:r>
        <w:tab/>
        <w:t>2.025e0</w:t>
      </w:r>
    </w:p>
    <w:p w:rsidR="005B3ED9" w:rsidRDefault="005B3ED9" w:rsidP="005B3ED9">
      <w:r>
        <w:t>104.8828</w:t>
      </w:r>
      <w:r>
        <w:tab/>
        <w:t>1.013e0</w:t>
      </w:r>
    </w:p>
    <w:p w:rsidR="005B3ED9" w:rsidRDefault="005B3ED9" w:rsidP="005B3ED9">
      <w:r>
        <w:t>104.8965</w:t>
      </w:r>
      <w:r>
        <w:tab/>
        <w:t>1.013e0</w:t>
      </w:r>
    </w:p>
    <w:p w:rsidR="005B3ED9" w:rsidRDefault="005B3ED9" w:rsidP="005B3ED9">
      <w:r>
        <w:t>104.9045</w:t>
      </w:r>
      <w:r>
        <w:tab/>
        <w:t>1.013e0</w:t>
      </w:r>
    </w:p>
    <w:p w:rsidR="005B3ED9" w:rsidRDefault="005B3ED9" w:rsidP="005B3ED9">
      <w:r>
        <w:t>104.9292</w:t>
      </w:r>
      <w:r>
        <w:tab/>
        <w:t>1.013e0</w:t>
      </w:r>
    </w:p>
    <w:p w:rsidR="005B3ED9" w:rsidRDefault="005B3ED9" w:rsidP="005B3ED9">
      <w:r>
        <w:t>104.9345</w:t>
      </w:r>
      <w:r>
        <w:tab/>
        <w:t>1.013e0</w:t>
      </w:r>
    </w:p>
    <w:p w:rsidR="005B3ED9" w:rsidRDefault="005B3ED9" w:rsidP="005B3ED9">
      <w:r>
        <w:t>104.9509</w:t>
      </w:r>
      <w:r>
        <w:tab/>
        <w:t>1.013e0</w:t>
      </w:r>
    </w:p>
    <w:p w:rsidR="005B3ED9" w:rsidRDefault="005B3ED9" w:rsidP="005B3ED9">
      <w:r>
        <w:t>104.9673</w:t>
      </w:r>
      <w:r>
        <w:tab/>
        <w:t>1.013e0</w:t>
      </w:r>
    </w:p>
    <w:p w:rsidR="005B3ED9" w:rsidRDefault="005B3ED9" w:rsidP="005B3ED9">
      <w:r>
        <w:t>104.9809</w:t>
      </w:r>
      <w:r>
        <w:tab/>
        <w:t>1.013e0</w:t>
      </w:r>
    </w:p>
    <w:p w:rsidR="005B3ED9" w:rsidRDefault="005B3ED9" w:rsidP="005B3ED9">
      <w:r>
        <w:t>104.9931</w:t>
      </w:r>
      <w:r>
        <w:tab/>
        <w:t>2.025e0</w:t>
      </w:r>
    </w:p>
    <w:p w:rsidR="005B3ED9" w:rsidRDefault="005B3ED9" w:rsidP="005B3ED9">
      <w:r>
        <w:t>104.9973</w:t>
      </w:r>
      <w:r>
        <w:tab/>
        <w:t>1.013e0</w:t>
      </w:r>
    </w:p>
    <w:p w:rsidR="005B3ED9" w:rsidRDefault="005B3ED9" w:rsidP="005B3ED9">
      <w:r>
        <w:t>105.0425</w:t>
      </w:r>
      <w:r>
        <w:tab/>
        <w:t>1.475e2</w:t>
      </w:r>
    </w:p>
    <w:p w:rsidR="005B3ED9" w:rsidRDefault="005B3ED9" w:rsidP="005B3ED9">
      <w:r>
        <w:t>105.0437</w:t>
      </w:r>
      <w:r>
        <w:tab/>
        <w:t>4.171e2</w:t>
      </w:r>
    </w:p>
    <w:p w:rsidR="005B3ED9" w:rsidRDefault="005B3ED9" w:rsidP="005B3ED9">
      <w:r>
        <w:t>105.0734</w:t>
      </w:r>
      <w:r>
        <w:tab/>
        <w:t>1.013e0</w:t>
      </w:r>
    </w:p>
    <w:p w:rsidR="005B3ED9" w:rsidRDefault="005B3ED9" w:rsidP="005B3ED9">
      <w:r>
        <w:t>105.0898</w:t>
      </w:r>
      <w:r>
        <w:tab/>
        <w:t>1.013e0</w:t>
      </w:r>
    </w:p>
    <w:p w:rsidR="005B3ED9" w:rsidRDefault="005B3ED9" w:rsidP="005B3ED9">
      <w:r>
        <w:t>105.1006</w:t>
      </w:r>
      <w:r>
        <w:tab/>
        <w:t>1.013e0</w:t>
      </w:r>
    </w:p>
    <w:p w:rsidR="005B3ED9" w:rsidRDefault="005B3ED9" w:rsidP="005B3ED9">
      <w:r>
        <w:t>105.1198</w:t>
      </w:r>
      <w:r>
        <w:tab/>
        <w:t>2.025e0</w:t>
      </w:r>
    </w:p>
    <w:p w:rsidR="005B3ED9" w:rsidRDefault="005B3ED9" w:rsidP="005B3ED9">
      <w:r>
        <w:t>105.1374</w:t>
      </w:r>
      <w:r>
        <w:tab/>
        <w:t>2.025e0</w:t>
      </w:r>
    </w:p>
    <w:p w:rsidR="005B3ED9" w:rsidRDefault="005B3ED9" w:rsidP="005B3ED9">
      <w:r>
        <w:lastRenderedPageBreak/>
        <w:t>105.1442</w:t>
      </w:r>
      <w:r>
        <w:tab/>
        <w:t>2.025e0</w:t>
      </w:r>
    </w:p>
    <w:p w:rsidR="005B3ED9" w:rsidRDefault="005B3ED9" w:rsidP="005B3ED9">
      <w:r>
        <w:t>105.1470</w:t>
      </w:r>
      <w:r>
        <w:tab/>
        <w:t>1.013e0</w:t>
      </w:r>
    </w:p>
    <w:p w:rsidR="005B3ED9" w:rsidRDefault="005B3ED9" w:rsidP="005B3ED9">
      <w:r>
        <w:t>105.1484</w:t>
      </w:r>
      <w:r>
        <w:tab/>
        <w:t>2.025e0</w:t>
      </w:r>
    </w:p>
    <w:p w:rsidR="005B3ED9" w:rsidRDefault="005B3ED9" w:rsidP="005B3ED9">
      <w:r>
        <w:t>105.1579</w:t>
      </w:r>
      <w:r>
        <w:tab/>
        <w:t>1.013e0</w:t>
      </w:r>
    </w:p>
    <w:p w:rsidR="005B3ED9" w:rsidRDefault="005B3ED9" w:rsidP="005B3ED9">
      <w:r>
        <w:t>105.1714</w:t>
      </w:r>
      <w:r>
        <w:tab/>
        <w:t>2.025e0</w:t>
      </w:r>
    </w:p>
    <w:p w:rsidR="005B3ED9" w:rsidRDefault="005B3ED9" w:rsidP="005B3ED9">
      <w:r>
        <w:t>105.1756</w:t>
      </w:r>
      <w:r>
        <w:tab/>
        <w:t>2.025e0</w:t>
      </w:r>
    </w:p>
    <w:p w:rsidR="005B3ED9" w:rsidRDefault="005B3ED9" w:rsidP="005B3ED9">
      <w:r>
        <w:t>105.1783</w:t>
      </w:r>
      <w:r>
        <w:tab/>
        <w:t>2.025e0</w:t>
      </w:r>
    </w:p>
    <w:p w:rsidR="005B3ED9" w:rsidRDefault="005B3ED9" w:rsidP="005B3ED9">
      <w:r>
        <w:t>105.1960</w:t>
      </w:r>
      <w:r>
        <w:tab/>
        <w:t>1.013e0</w:t>
      </w:r>
    </w:p>
    <w:p w:rsidR="005B3ED9" w:rsidRDefault="005B3ED9" w:rsidP="005B3ED9">
      <w:r>
        <w:t>105.2043</w:t>
      </w:r>
      <w:r>
        <w:tab/>
        <w:t>1.013e0</w:t>
      </w:r>
    </w:p>
    <w:p w:rsidR="005B3ED9" w:rsidRDefault="005B3ED9" w:rsidP="005B3ED9">
      <w:r>
        <w:t>105.2151</w:t>
      </w:r>
      <w:r>
        <w:tab/>
        <w:t>1.013e0</w:t>
      </w:r>
    </w:p>
    <w:p w:rsidR="005B3ED9" w:rsidRDefault="005B3ED9" w:rsidP="005B3ED9">
      <w:r>
        <w:t>105.2315</w:t>
      </w:r>
      <w:r>
        <w:tab/>
        <w:t>1.013e0</w:t>
      </w:r>
    </w:p>
    <w:p w:rsidR="005B3ED9" w:rsidRDefault="005B3ED9" w:rsidP="005B3ED9">
      <w:r>
        <w:t>105.2424</w:t>
      </w:r>
      <w:r>
        <w:tab/>
        <w:t>1.013e0</w:t>
      </w:r>
    </w:p>
    <w:p w:rsidR="005B3ED9" w:rsidRDefault="005B3ED9" w:rsidP="005B3ED9">
      <w:r>
        <w:t>105.2452</w:t>
      </w:r>
      <w:r>
        <w:tab/>
        <w:t>1.013e0</w:t>
      </w:r>
    </w:p>
    <w:p w:rsidR="005B3ED9" w:rsidRDefault="005B3ED9" w:rsidP="005B3ED9">
      <w:r>
        <w:t>105.2738</w:t>
      </w:r>
      <w:r>
        <w:tab/>
        <w:t>2.025e0</w:t>
      </w:r>
    </w:p>
    <w:p w:rsidR="005B3ED9" w:rsidRDefault="005B3ED9" w:rsidP="005B3ED9">
      <w:r>
        <w:t>105.2764</w:t>
      </w:r>
      <w:r>
        <w:tab/>
        <w:t>2.025e0</w:t>
      </w:r>
    </w:p>
    <w:p w:rsidR="005B3ED9" w:rsidRDefault="005B3ED9" w:rsidP="005B3ED9">
      <w:r>
        <w:t>105.2804</w:t>
      </w:r>
      <w:r>
        <w:tab/>
        <w:t>1.013e0</w:t>
      </w:r>
    </w:p>
    <w:p w:rsidR="005B3ED9" w:rsidRDefault="005B3ED9" w:rsidP="005B3ED9">
      <w:r>
        <w:t>105.2874</w:t>
      </w:r>
      <w:r>
        <w:tab/>
        <w:t>2.025e0</w:t>
      </w:r>
    </w:p>
    <w:p w:rsidR="005B3ED9" w:rsidRDefault="005B3ED9" w:rsidP="005B3ED9">
      <w:r>
        <w:t>105.2943</w:t>
      </w:r>
      <w:r>
        <w:tab/>
        <w:t>2.025e0</w:t>
      </w:r>
    </w:p>
    <w:p w:rsidR="005B3ED9" w:rsidRDefault="005B3ED9" w:rsidP="005B3ED9">
      <w:r>
        <w:t>105.3053</w:t>
      </w:r>
      <w:r>
        <w:tab/>
        <w:t>1.013e0</w:t>
      </w:r>
    </w:p>
    <w:p w:rsidR="005B3ED9" w:rsidRDefault="005B3ED9" w:rsidP="005B3ED9">
      <w:r>
        <w:lastRenderedPageBreak/>
        <w:t>105.3174</w:t>
      </w:r>
      <w:r>
        <w:tab/>
        <w:t>2.025e0</w:t>
      </w:r>
    </w:p>
    <w:p w:rsidR="005B3ED9" w:rsidRDefault="005B3ED9" w:rsidP="005B3ED9">
      <w:r>
        <w:t>105.3269</w:t>
      </w:r>
      <w:r>
        <w:tab/>
        <w:t>1.013e0</w:t>
      </w:r>
    </w:p>
    <w:p w:rsidR="005B3ED9" w:rsidRDefault="005B3ED9" w:rsidP="005B3ED9">
      <w:r>
        <w:t>105.3361</w:t>
      </w:r>
      <w:r>
        <w:tab/>
        <w:t>3.038e0</w:t>
      </w:r>
    </w:p>
    <w:p w:rsidR="005B3ED9" w:rsidRDefault="005B3ED9" w:rsidP="005B3ED9">
      <w:r>
        <w:t>105.3461</w:t>
      </w:r>
      <w:r>
        <w:tab/>
        <w:t>1.013e0</w:t>
      </w:r>
    </w:p>
    <w:p w:rsidR="005B3ED9" w:rsidRDefault="005B3ED9" w:rsidP="005B3ED9">
      <w:r>
        <w:t>105.3513</w:t>
      </w:r>
      <w:r>
        <w:tab/>
        <w:t>1.013e0</w:t>
      </w:r>
    </w:p>
    <w:p w:rsidR="005B3ED9" w:rsidRDefault="005B3ED9" w:rsidP="005B3ED9">
      <w:r>
        <w:t>105.3610</w:t>
      </w:r>
      <w:r>
        <w:tab/>
        <w:t>2.025e0</w:t>
      </w:r>
    </w:p>
    <w:p w:rsidR="005B3ED9" w:rsidRDefault="005B3ED9" w:rsidP="005B3ED9">
      <w:r>
        <w:t>105.3650</w:t>
      </w:r>
      <w:r>
        <w:tab/>
        <w:t>1.013e0</w:t>
      </w:r>
    </w:p>
    <w:p w:rsidR="005B3ED9" w:rsidRDefault="005B3ED9" w:rsidP="005B3ED9">
      <w:r>
        <w:t>105.3763</w:t>
      </w:r>
      <w:r>
        <w:tab/>
        <w:t>1.013e0</w:t>
      </w:r>
    </w:p>
    <w:p w:rsidR="005B3ED9" w:rsidRDefault="005B3ED9" w:rsidP="005B3ED9">
      <w:r>
        <w:t>105.3814</w:t>
      </w:r>
      <w:r>
        <w:tab/>
        <w:t>1.013e0</w:t>
      </w:r>
    </w:p>
    <w:p w:rsidR="005B3ED9" w:rsidRDefault="005B3ED9" w:rsidP="005B3ED9">
      <w:r>
        <w:t>105.3870</w:t>
      </w:r>
      <w:r>
        <w:tab/>
        <w:t>1.013e0</w:t>
      </w:r>
    </w:p>
    <w:p w:rsidR="005B3ED9" w:rsidRDefault="005B3ED9" w:rsidP="005B3ED9">
      <w:r>
        <w:t>105.3899</w:t>
      </w:r>
      <w:r>
        <w:tab/>
        <w:t>2.025e0</w:t>
      </w:r>
    </w:p>
    <w:p w:rsidR="005B3ED9" w:rsidRDefault="005B3ED9" w:rsidP="005B3ED9">
      <w:r>
        <w:t>105.3979</w:t>
      </w:r>
      <w:r>
        <w:tab/>
        <w:t>1.013e0</w:t>
      </w:r>
    </w:p>
    <w:p w:rsidR="005B3ED9" w:rsidRDefault="005B3ED9" w:rsidP="005B3ED9">
      <w:r>
        <w:t>105.4035</w:t>
      </w:r>
      <w:r>
        <w:tab/>
        <w:t>1.013e0</w:t>
      </w:r>
    </w:p>
    <w:p w:rsidR="005B3ED9" w:rsidRDefault="005B3ED9" w:rsidP="005B3ED9">
      <w:r>
        <w:t>105.4061</w:t>
      </w:r>
      <w:r>
        <w:tab/>
        <w:t>2.025e0</w:t>
      </w:r>
    </w:p>
    <w:p w:rsidR="005B3ED9" w:rsidRDefault="005B3ED9" w:rsidP="005B3ED9">
      <w:r>
        <w:t>105.4143</w:t>
      </w:r>
      <w:r>
        <w:tab/>
        <w:t>1.013e0</w:t>
      </w:r>
    </w:p>
    <w:p w:rsidR="005B3ED9" w:rsidRDefault="005B3ED9" w:rsidP="005B3ED9">
      <w:r>
        <w:t>105.4198</w:t>
      </w:r>
      <w:r>
        <w:tab/>
        <w:t>1.013e0</w:t>
      </w:r>
    </w:p>
    <w:p w:rsidR="005B3ED9" w:rsidRDefault="005B3ED9" w:rsidP="005B3ED9">
      <w:r>
        <w:t>105.4293</w:t>
      </w:r>
      <w:r>
        <w:tab/>
        <w:t>2.025e0</w:t>
      </w:r>
    </w:p>
    <w:p w:rsidR="005B3ED9" w:rsidRDefault="005B3ED9" w:rsidP="005B3ED9">
      <w:r>
        <w:t>105.4313</w:t>
      </w:r>
      <w:r>
        <w:tab/>
        <w:t>3.038e0</w:t>
      </w:r>
    </w:p>
    <w:p w:rsidR="005B3ED9" w:rsidRDefault="005B3ED9" w:rsidP="005B3ED9">
      <w:r>
        <w:t>105.4595</w:t>
      </w:r>
      <w:r>
        <w:tab/>
        <w:t>3.038e0</w:t>
      </w:r>
    </w:p>
    <w:p w:rsidR="005B3ED9" w:rsidRDefault="005B3ED9" w:rsidP="005B3ED9">
      <w:r>
        <w:lastRenderedPageBreak/>
        <w:t>105.4660</w:t>
      </w:r>
      <w:r>
        <w:tab/>
        <w:t>1.013e0</w:t>
      </w:r>
    </w:p>
    <w:p w:rsidR="005B3ED9" w:rsidRDefault="005B3ED9" w:rsidP="005B3ED9">
      <w:r>
        <w:t>105.4730</w:t>
      </w:r>
      <w:r>
        <w:tab/>
        <w:t>2.025e0</w:t>
      </w:r>
    </w:p>
    <w:p w:rsidR="005B3ED9" w:rsidRDefault="005B3ED9" w:rsidP="005B3ED9">
      <w:r>
        <w:t>105.4771</w:t>
      </w:r>
      <w:r>
        <w:tab/>
        <w:t>2.025e0</w:t>
      </w:r>
    </w:p>
    <w:p w:rsidR="005B3ED9" w:rsidRDefault="005B3ED9" w:rsidP="005B3ED9">
      <w:r>
        <w:t>105.4888</w:t>
      </w:r>
      <w:r>
        <w:tab/>
        <w:t>3.038e0</w:t>
      </w:r>
    </w:p>
    <w:p w:rsidR="005B3ED9" w:rsidRDefault="005B3ED9" w:rsidP="005B3ED9">
      <w:r>
        <w:t>105.4961</w:t>
      </w:r>
      <w:r>
        <w:tab/>
        <w:t>1.013e0</w:t>
      </w:r>
    </w:p>
    <w:p w:rsidR="005B3ED9" w:rsidRDefault="005B3ED9" w:rsidP="005B3ED9">
      <w:r>
        <w:t>105.5234</w:t>
      </w:r>
      <w:r>
        <w:tab/>
        <w:t>1.013e0</w:t>
      </w:r>
    </w:p>
    <w:p w:rsidR="005B3ED9" w:rsidRDefault="005B3ED9" w:rsidP="005B3ED9">
      <w:r>
        <w:t>105.5426</w:t>
      </w:r>
      <w:r>
        <w:tab/>
        <w:t>1.013e0</w:t>
      </w:r>
    </w:p>
    <w:p w:rsidR="005B3ED9" w:rsidRDefault="005B3ED9" w:rsidP="005B3ED9">
      <w:r>
        <w:t>105.5591</w:t>
      </w:r>
      <w:r>
        <w:tab/>
        <w:t>1.013e0</w:t>
      </w:r>
    </w:p>
    <w:p w:rsidR="005B3ED9" w:rsidRDefault="005B3ED9" w:rsidP="005B3ED9">
      <w:r>
        <w:t>105.5671</w:t>
      </w:r>
      <w:r>
        <w:tab/>
        <w:t>1.013e0</w:t>
      </w:r>
    </w:p>
    <w:p w:rsidR="005B3ED9" w:rsidRDefault="005B3ED9" w:rsidP="005B3ED9">
      <w:r>
        <w:t>105.5891</w:t>
      </w:r>
      <w:r>
        <w:tab/>
        <w:t>1.013e0</w:t>
      </w:r>
    </w:p>
    <w:p w:rsidR="005B3ED9" w:rsidRDefault="005B3ED9" w:rsidP="005B3ED9">
      <w:r>
        <w:t>105.6080</w:t>
      </w:r>
      <w:r>
        <w:tab/>
        <w:t>1.013e0</w:t>
      </w:r>
    </w:p>
    <w:p w:rsidR="005B3ED9" w:rsidRDefault="005B3ED9" w:rsidP="005B3ED9">
      <w:r>
        <w:t>105.6273</w:t>
      </w:r>
      <w:r>
        <w:tab/>
        <w:t>1.013e0</w:t>
      </w:r>
    </w:p>
    <w:p w:rsidR="005B3ED9" w:rsidRDefault="005B3ED9" w:rsidP="005B3ED9">
      <w:r>
        <w:t>105.6326</w:t>
      </w:r>
      <w:r>
        <w:tab/>
        <w:t>1.013e0</w:t>
      </w:r>
    </w:p>
    <w:p w:rsidR="005B3ED9" w:rsidRDefault="005B3ED9" w:rsidP="005B3ED9">
      <w:r>
        <w:t>105.6409</w:t>
      </w:r>
      <w:r>
        <w:tab/>
        <w:t>1.013e0</w:t>
      </w:r>
    </w:p>
    <w:p w:rsidR="005B3ED9" w:rsidRDefault="005B3ED9" w:rsidP="005B3ED9">
      <w:r>
        <w:t>105.6438</w:t>
      </w:r>
      <w:r>
        <w:tab/>
        <w:t>1.013e0</w:t>
      </w:r>
    </w:p>
    <w:p w:rsidR="005B3ED9" w:rsidRDefault="005B3ED9" w:rsidP="005B3ED9">
      <w:r>
        <w:t>105.6450</w:t>
      </w:r>
      <w:r>
        <w:tab/>
        <w:t>2.025e0</w:t>
      </w:r>
    </w:p>
    <w:p w:rsidR="005B3ED9" w:rsidRDefault="005B3ED9" w:rsidP="005B3ED9">
      <w:r>
        <w:t>105.6574</w:t>
      </w:r>
      <w:r>
        <w:tab/>
        <w:t>1.013e0</w:t>
      </w:r>
    </w:p>
    <w:p w:rsidR="005B3ED9" w:rsidRDefault="005B3ED9" w:rsidP="005B3ED9">
      <w:r>
        <w:t>105.6710</w:t>
      </w:r>
      <w:r>
        <w:tab/>
        <w:t>2.025e0</w:t>
      </w:r>
    </w:p>
    <w:p w:rsidR="005B3ED9" w:rsidRDefault="005B3ED9" w:rsidP="005B3ED9">
      <w:r>
        <w:t>105.7092</w:t>
      </w:r>
      <w:r>
        <w:tab/>
        <w:t>1.013e0</w:t>
      </w:r>
    </w:p>
    <w:p w:rsidR="005B3ED9" w:rsidRDefault="005B3ED9" w:rsidP="005B3ED9">
      <w:r>
        <w:lastRenderedPageBreak/>
        <w:t>105.7200</w:t>
      </w:r>
      <w:r>
        <w:tab/>
        <w:t>1.013e0</w:t>
      </w:r>
    </w:p>
    <w:p w:rsidR="005B3ED9" w:rsidRDefault="005B3ED9" w:rsidP="005B3ED9">
      <w:r>
        <w:t>105.7365</w:t>
      </w:r>
      <w:r>
        <w:tab/>
        <w:t>1.013e0</w:t>
      </w:r>
    </w:p>
    <w:p w:rsidR="005B3ED9" w:rsidRDefault="005B3ED9" w:rsidP="005B3ED9">
      <w:r>
        <w:t>105.7472</w:t>
      </w:r>
      <w:r>
        <w:tab/>
        <w:t>2.025e0</w:t>
      </w:r>
    </w:p>
    <w:p w:rsidR="005B3ED9" w:rsidRDefault="005B3ED9" w:rsidP="005B3ED9">
      <w:r>
        <w:t>105.7694</w:t>
      </w:r>
      <w:r>
        <w:tab/>
        <w:t>2.025e0</w:t>
      </w:r>
    </w:p>
    <w:p w:rsidR="005B3ED9" w:rsidRDefault="005B3ED9" w:rsidP="005B3ED9">
      <w:r>
        <w:t>105.7883</w:t>
      </w:r>
      <w:r>
        <w:tab/>
        <w:t>1.013e0</w:t>
      </w:r>
    </w:p>
    <w:p w:rsidR="005B3ED9" w:rsidRDefault="005B3ED9" w:rsidP="005B3ED9">
      <w:r>
        <w:t>105.8240</w:t>
      </w:r>
      <w:r>
        <w:tab/>
        <w:t>1.013e0</w:t>
      </w:r>
    </w:p>
    <w:p w:rsidR="005B3ED9" w:rsidRDefault="005B3ED9" w:rsidP="005B3ED9">
      <w:r>
        <w:t>105.8376</w:t>
      </w:r>
      <w:r>
        <w:tab/>
        <w:t>1.013e0</w:t>
      </w:r>
    </w:p>
    <w:p w:rsidR="005B3ED9" w:rsidRDefault="005B3ED9" w:rsidP="005B3ED9">
      <w:r>
        <w:t>105.8404</w:t>
      </w:r>
      <w:r>
        <w:tab/>
        <w:t>1.013e0</w:t>
      </w:r>
    </w:p>
    <w:p w:rsidR="005B3ED9" w:rsidRDefault="005B3ED9" w:rsidP="005B3ED9">
      <w:r>
        <w:t>105.8433</w:t>
      </w:r>
      <w:r>
        <w:tab/>
        <w:t>1.013e0</w:t>
      </w:r>
    </w:p>
    <w:p w:rsidR="005B3ED9" w:rsidRDefault="005B3ED9" w:rsidP="005B3ED9">
      <w:r>
        <w:t>105.8485</w:t>
      </w:r>
      <w:r>
        <w:tab/>
        <w:t>1.013e0</w:t>
      </w:r>
    </w:p>
    <w:p w:rsidR="005B3ED9" w:rsidRDefault="005B3ED9" w:rsidP="005B3ED9">
      <w:r>
        <w:t>105.8786</w:t>
      </w:r>
      <w:r>
        <w:tab/>
        <w:t>1.013e0</w:t>
      </w:r>
    </w:p>
    <w:p w:rsidR="005B3ED9" w:rsidRDefault="005B3ED9" w:rsidP="005B3ED9">
      <w:r>
        <w:t>105.9003</w:t>
      </w:r>
      <w:r>
        <w:tab/>
        <w:t>5.063e0</w:t>
      </w:r>
    </w:p>
    <w:p w:rsidR="005B3ED9" w:rsidRDefault="005B3ED9" w:rsidP="005B3ED9">
      <w:r>
        <w:t>105.9060</w:t>
      </w:r>
      <w:r>
        <w:tab/>
        <w:t>1.013e0</w:t>
      </w:r>
    </w:p>
    <w:p w:rsidR="005B3ED9" w:rsidRDefault="005B3ED9" w:rsidP="005B3ED9">
      <w:r>
        <w:t>105.9361</w:t>
      </w:r>
      <w:r>
        <w:tab/>
        <w:t>1.013e0</w:t>
      </w:r>
    </w:p>
    <w:p w:rsidR="005B3ED9" w:rsidRDefault="005B3ED9" w:rsidP="005B3ED9">
      <w:r>
        <w:t>105.9469</w:t>
      </w:r>
      <w:r>
        <w:tab/>
        <w:t>1.013e0</w:t>
      </w:r>
    </w:p>
    <w:p w:rsidR="005B3ED9" w:rsidRDefault="005B3ED9" w:rsidP="005B3ED9">
      <w:r>
        <w:t>105.9498</w:t>
      </w:r>
      <w:r>
        <w:tab/>
        <w:t>1.013e0</w:t>
      </w:r>
    </w:p>
    <w:p w:rsidR="005B3ED9" w:rsidRDefault="005B3ED9" w:rsidP="005B3ED9">
      <w:r>
        <w:t>105.9605</w:t>
      </w:r>
      <w:r>
        <w:tab/>
        <w:t>1.013e0</w:t>
      </w:r>
    </w:p>
    <w:p w:rsidR="005B3ED9" w:rsidRDefault="005B3ED9" w:rsidP="005B3ED9">
      <w:r>
        <w:t>105.9662</w:t>
      </w:r>
      <w:r>
        <w:tab/>
        <w:t>1.013e0</w:t>
      </w:r>
    </w:p>
    <w:p w:rsidR="005B3ED9" w:rsidRDefault="005B3ED9" w:rsidP="005B3ED9">
      <w:r>
        <w:t>105.9718</w:t>
      </w:r>
      <w:r>
        <w:tab/>
        <w:t>1.013e0</w:t>
      </w:r>
    </w:p>
    <w:p w:rsidR="005B3ED9" w:rsidRDefault="005B3ED9" w:rsidP="005B3ED9">
      <w:r>
        <w:lastRenderedPageBreak/>
        <w:t>105.9907</w:t>
      </w:r>
      <w:r>
        <w:tab/>
        <w:t>2.025e0</w:t>
      </w:r>
    </w:p>
    <w:p w:rsidR="005B3ED9" w:rsidRDefault="005B3ED9" w:rsidP="005B3ED9">
      <w:r>
        <w:t>106.0044</w:t>
      </w:r>
      <w:r>
        <w:tab/>
        <w:t>1.013e0</w:t>
      </w:r>
    </w:p>
    <w:p w:rsidR="005B3ED9" w:rsidRDefault="005B3ED9" w:rsidP="005B3ED9">
      <w:r>
        <w:t>106.0154</w:t>
      </w:r>
      <w:r>
        <w:tab/>
        <w:t>2.025e0</w:t>
      </w:r>
    </w:p>
    <w:p w:rsidR="005B3ED9" w:rsidRDefault="005B3ED9" w:rsidP="005B3ED9">
      <w:r>
        <w:t>106.0237</w:t>
      </w:r>
      <w:r>
        <w:tab/>
        <w:t>1.013e0</w:t>
      </w:r>
    </w:p>
    <w:p w:rsidR="005B3ED9" w:rsidRDefault="005B3ED9" w:rsidP="005B3ED9">
      <w:r>
        <w:t>106.0454</w:t>
      </w:r>
      <w:r>
        <w:tab/>
        <w:t>1.253e1</w:t>
      </w:r>
    </w:p>
    <w:p w:rsidR="005B3ED9" w:rsidRDefault="005B3ED9" w:rsidP="005B3ED9">
      <w:r>
        <w:t>106.0470</w:t>
      </w:r>
      <w:r>
        <w:tab/>
        <w:t>1.013e1</w:t>
      </w:r>
    </w:p>
    <w:p w:rsidR="005B3ED9" w:rsidRDefault="005B3ED9" w:rsidP="005B3ED9">
      <w:r>
        <w:t>106.0486</w:t>
      </w:r>
      <w:r>
        <w:tab/>
        <w:t>2.734e1</w:t>
      </w:r>
    </w:p>
    <w:p w:rsidR="005B3ED9" w:rsidRDefault="005B3ED9" w:rsidP="005B3ED9">
      <w:r>
        <w:t>106.0866</w:t>
      </w:r>
      <w:r>
        <w:tab/>
        <w:t>7.718e2</w:t>
      </w:r>
    </w:p>
    <w:p w:rsidR="005B3ED9" w:rsidRDefault="005B3ED9" w:rsidP="005B3ED9">
      <w:r>
        <w:t>106.1127</w:t>
      </w:r>
      <w:r>
        <w:tab/>
        <w:t>2.553e0</w:t>
      </w:r>
    </w:p>
    <w:p w:rsidR="005B3ED9" w:rsidRDefault="005B3ED9" w:rsidP="005B3ED9">
      <w:r>
        <w:t>106.1236</w:t>
      </w:r>
      <w:r>
        <w:tab/>
        <w:t>2.025e0</w:t>
      </w:r>
    </w:p>
    <w:p w:rsidR="005B3ED9" w:rsidRDefault="005B3ED9" w:rsidP="005B3ED9">
      <w:r>
        <w:t>106.1310</w:t>
      </w:r>
      <w:r>
        <w:tab/>
        <w:t>3.038e0</w:t>
      </w:r>
    </w:p>
    <w:p w:rsidR="005B3ED9" w:rsidRDefault="005B3ED9" w:rsidP="005B3ED9">
      <w:r>
        <w:t>106.1372</w:t>
      </w:r>
      <w:r>
        <w:tab/>
        <w:t>3.038e0</w:t>
      </w:r>
    </w:p>
    <w:p w:rsidR="005B3ED9" w:rsidRDefault="005B3ED9" w:rsidP="005B3ED9">
      <w:r>
        <w:t>106.1523</w:t>
      </w:r>
      <w:r>
        <w:tab/>
        <w:t>3.038e0</w:t>
      </w:r>
    </w:p>
    <w:p w:rsidR="005B3ED9" w:rsidRDefault="005B3ED9" w:rsidP="005B3ED9">
      <w:r>
        <w:t>106.1674</w:t>
      </w:r>
      <w:r>
        <w:tab/>
        <w:t>2.025e0</w:t>
      </w:r>
    </w:p>
    <w:p w:rsidR="005B3ED9" w:rsidRDefault="005B3ED9" w:rsidP="005B3ED9">
      <w:r>
        <w:t>106.1688</w:t>
      </w:r>
      <w:r>
        <w:tab/>
        <w:t>1.013e0</w:t>
      </w:r>
    </w:p>
    <w:p w:rsidR="005B3ED9" w:rsidRDefault="005B3ED9" w:rsidP="005B3ED9">
      <w:r>
        <w:t>106.1742</w:t>
      </w:r>
      <w:r>
        <w:tab/>
        <w:t>2.025e0</w:t>
      </w:r>
    </w:p>
    <w:p w:rsidR="005B3ED9" w:rsidRDefault="005B3ED9" w:rsidP="005B3ED9">
      <w:r>
        <w:t>106.1811</w:t>
      </w:r>
      <w:r>
        <w:tab/>
        <w:t>2.025e0</w:t>
      </w:r>
    </w:p>
    <w:p w:rsidR="005B3ED9" w:rsidRDefault="005B3ED9" w:rsidP="005B3ED9">
      <w:r>
        <w:t>106.1920</w:t>
      </w:r>
      <w:r>
        <w:tab/>
        <w:t>2.025e0</w:t>
      </w:r>
    </w:p>
    <w:p w:rsidR="005B3ED9" w:rsidRDefault="005B3ED9" w:rsidP="005B3ED9">
      <w:r>
        <w:t>106.2044</w:t>
      </w:r>
      <w:r>
        <w:tab/>
        <w:t>3.038e0</w:t>
      </w:r>
    </w:p>
    <w:p w:rsidR="005B3ED9" w:rsidRDefault="005B3ED9" w:rsidP="005B3ED9">
      <w:r>
        <w:lastRenderedPageBreak/>
        <w:t>106.2174</w:t>
      </w:r>
      <w:r>
        <w:tab/>
        <w:t>3.324e0</w:t>
      </w:r>
    </w:p>
    <w:p w:rsidR="005B3ED9" w:rsidRDefault="005B3ED9" w:rsidP="005B3ED9">
      <w:r>
        <w:t>106.2315</w:t>
      </w:r>
      <w:r>
        <w:tab/>
        <w:t>1.013e0</w:t>
      </w:r>
    </w:p>
    <w:p w:rsidR="005B3ED9" w:rsidRDefault="005B3ED9" w:rsidP="005B3ED9">
      <w:r>
        <w:t>106.2344</w:t>
      </w:r>
      <w:r>
        <w:tab/>
        <w:t>1.013e0</w:t>
      </w:r>
    </w:p>
    <w:p w:rsidR="005B3ED9" w:rsidRDefault="005B3ED9" w:rsidP="005B3ED9">
      <w:r>
        <w:t>106.2452</w:t>
      </w:r>
      <w:r>
        <w:tab/>
        <w:t>1.013e0</w:t>
      </w:r>
    </w:p>
    <w:p w:rsidR="005B3ED9" w:rsidRDefault="005B3ED9" w:rsidP="005B3ED9">
      <w:r>
        <w:t>106.2481</w:t>
      </w:r>
      <w:r>
        <w:tab/>
        <w:t>1.013e0</w:t>
      </w:r>
    </w:p>
    <w:p w:rsidR="005B3ED9" w:rsidRDefault="005B3ED9" w:rsidP="005B3ED9">
      <w:r>
        <w:t>106.2618</w:t>
      </w:r>
      <w:r>
        <w:tab/>
        <w:t>1.013e0</w:t>
      </w:r>
    </w:p>
    <w:p w:rsidR="005B3ED9" w:rsidRDefault="005B3ED9" w:rsidP="005B3ED9">
      <w:r>
        <w:t>106.2701</w:t>
      </w:r>
      <w:r>
        <w:tab/>
        <w:t>3.038e0</w:t>
      </w:r>
    </w:p>
    <w:p w:rsidR="005B3ED9" w:rsidRDefault="005B3ED9" w:rsidP="005B3ED9">
      <w:r>
        <w:t>106.2811</w:t>
      </w:r>
      <w:r>
        <w:tab/>
        <w:t>1.013e0</w:t>
      </w:r>
    </w:p>
    <w:p w:rsidR="005B3ED9" w:rsidRDefault="005B3ED9" w:rsidP="005B3ED9">
      <w:r>
        <w:t>106.2825</w:t>
      </w:r>
      <w:r>
        <w:tab/>
        <w:t>2.025e0</w:t>
      </w:r>
    </w:p>
    <w:p w:rsidR="005B3ED9" w:rsidRDefault="005B3ED9" w:rsidP="005B3ED9">
      <w:r>
        <w:t>106.2856</w:t>
      </w:r>
      <w:r>
        <w:tab/>
        <w:t>3.038e0</w:t>
      </w:r>
    </w:p>
    <w:p w:rsidR="005B3ED9" w:rsidRDefault="005B3ED9" w:rsidP="005B3ED9">
      <w:r>
        <w:t>106.2920</w:t>
      </w:r>
      <w:r>
        <w:tab/>
        <w:t>1.013e0</w:t>
      </w:r>
    </w:p>
    <w:p w:rsidR="005B3ED9" w:rsidRDefault="005B3ED9" w:rsidP="005B3ED9">
      <w:r>
        <w:t>106.2947</w:t>
      </w:r>
      <w:r>
        <w:tab/>
        <w:t>1.013e0</w:t>
      </w:r>
    </w:p>
    <w:p w:rsidR="005B3ED9" w:rsidRDefault="005B3ED9" w:rsidP="005B3ED9">
      <w:r>
        <w:t>106.3130</w:t>
      </w:r>
      <w:r>
        <w:tab/>
        <w:t>3.038e0</w:t>
      </w:r>
    </w:p>
    <w:p w:rsidR="005B3ED9" w:rsidRDefault="005B3ED9" w:rsidP="005B3ED9">
      <w:r>
        <w:t>106.3165</w:t>
      </w:r>
      <w:r>
        <w:tab/>
        <w:t>1.013e0</w:t>
      </w:r>
    </w:p>
    <w:p w:rsidR="005B3ED9" w:rsidRDefault="005B3ED9" w:rsidP="005B3ED9">
      <w:r>
        <w:t>106.3290</w:t>
      </w:r>
      <w:r>
        <w:tab/>
        <w:t>2.025e0</w:t>
      </w:r>
    </w:p>
    <w:p w:rsidR="005B3ED9" w:rsidRDefault="005B3ED9" w:rsidP="005B3ED9">
      <w:r>
        <w:t>106.3345</w:t>
      </w:r>
      <w:r>
        <w:tab/>
        <w:t>2.025e0</w:t>
      </w:r>
    </w:p>
    <w:p w:rsidR="005B3ED9" w:rsidRDefault="005B3ED9" w:rsidP="005B3ED9">
      <w:r>
        <w:t>106.3441</w:t>
      </w:r>
      <w:r>
        <w:tab/>
        <w:t>2.025e0</w:t>
      </w:r>
    </w:p>
    <w:p w:rsidR="005B3ED9" w:rsidRDefault="005B3ED9" w:rsidP="005B3ED9">
      <w:r>
        <w:t>106.3466</w:t>
      </w:r>
      <w:r>
        <w:tab/>
        <w:t>1.013e0</w:t>
      </w:r>
    </w:p>
    <w:p w:rsidR="005B3ED9" w:rsidRDefault="005B3ED9" w:rsidP="005B3ED9">
      <w:r>
        <w:t>106.3551</w:t>
      </w:r>
      <w:r>
        <w:tab/>
        <w:t>1.013e0</w:t>
      </w:r>
    </w:p>
    <w:p w:rsidR="005B3ED9" w:rsidRDefault="005B3ED9" w:rsidP="005B3ED9">
      <w:r>
        <w:lastRenderedPageBreak/>
        <w:t>106.3603</w:t>
      </w:r>
      <w:r>
        <w:tab/>
        <w:t>2.025e0</w:t>
      </w:r>
    </w:p>
    <w:p w:rsidR="005B3ED9" w:rsidRDefault="005B3ED9" w:rsidP="005B3ED9">
      <w:r>
        <w:t>106.3717</w:t>
      </w:r>
      <w:r>
        <w:tab/>
        <w:t>1.013e0</w:t>
      </w:r>
    </w:p>
    <w:p w:rsidR="005B3ED9" w:rsidRDefault="005B3ED9" w:rsidP="005B3ED9">
      <w:r>
        <w:t>106.3729</w:t>
      </w:r>
      <w:r>
        <w:tab/>
        <w:t>2.025e0</w:t>
      </w:r>
    </w:p>
    <w:p w:rsidR="005B3ED9" w:rsidRDefault="005B3ED9" w:rsidP="005B3ED9">
      <w:r>
        <w:t>106.3743</w:t>
      </w:r>
      <w:r>
        <w:tab/>
        <w:t>2.025e0</w:t>
      </w:r>
    </w:p>
    <w:p w:rsidR="005B3ED9" w:rsidRDefault="005B3ED9" w:rsidP="005B3ED9">
      <w:r>
        <w:t>106.3905</w:t>
      </w:r>
      <w:r>
        <w:tab/>
        <w:t>1.013e0</w:t>
      </w:r>
    </w:p>
    <w:p w:rsidR="005B3ED9" w:rsidRDefault="005B3ED9" w:rsidP="005B3ED9">
      <w:r>
        <w:t>106.3990</w:t>
      </w:r>
      <w:r>
        <w:tab/>
        <w:t>2.025e0</w:t>
      </w:r>
    </w:p>
    <w:p w:rsidR="005B3ED9" w:rsidRDefault="005B3ED9" w:rsidP="005B3ED9">
      <w:r>
        <w:t>106.4099</w:t>
      </w:r>
      <w:r>
        <w:tab/>
        <w:t>1.013e0</w:t>
      </w:r>
    </w:p>
    <w:p w:rsidR="005B3ED9" w:rsidRDefault="005B3ED9" w:rsidP="005B3ED9">
      <w:r>
        <w:t>106.4155</w:t>
      </w:r>
      <w:r>
        <w:tab/>
        <w:t>2.025e0</w:t>
      </w:r>
    </w:p>
    <w:p w:rsidR="005B3ED9" w:rsidRDefault="005B3ED9" w:rsidP="005B3ED9">
      <w:r>
        <w:t>106.4264</w:t>
      </w:r>
      <w:r>
        <w:tab/>
        <w:t>1.013e0</w:t>
      </w:r>
    </w:p>
    <w:p w:rsidR="005B3ED9" w:rsidRDefault="005B3ED9" w:rsidP="005B3ED9">
      <w:r>
        <w:t>106.4373</w:t>
      </w:r>
      <w:r>
        <w:tab/>
        <w:t>1.013e0</w:t>
      </w:r>
    </w:p>
    <w:p w:rsidR="005B3ED9" w:rsidRDefault="005B3ED9" w:rsidP="005B3ED9">
      <w:r>
        <w:t>106.4430</w:t>
      </w:r>
      <w:r>
        <w:tab/>
        <w:t>1.013e0</w:t>
      </w:r>
    </w:p>
    <w:p w:rsidR="005B3ED9" w:rsidRDefault="005B3ED9" w:rsidP="005B3ED9">
      <w:r>
        <w:t>106.4592</w:t>
      </w:r>
      <w:r>
        <w:tab/>
        <w:t>2.025e0</w:t>
      </w:r>
    </w:p>
    <w:p w:rsidR="005B3ED9" w:rsidRDefault="005B3ED9" w:rsidP="005B3ED9">
      <w:r>
        <w:t>106.4647</w:t>
      </w:r>
      <w:r>
        <w:tab/>
        <w:t>1.013e0</w:t>
      </w:r>
    </w:p>
    <w:p w:rsidR="005B3ED9" w:rsidRDefault="005B3ED9" w:rsidP="005B3ED9">
      <w:r>
        <w:t>106.4756</w:t>
      </w:r>
      <w:r>
        <w:tab/>
        <w:t>3.038e0</w:t>
      </w:r>
    </w:p>
    <w:p w:rsidR="005B3ED9" w:rsidRDefault="005B3ED9" w:rsidP="005B3ED9">
      <w:r>
        <w:t>106.4784</w:t>
      </w:r>
      <w:r>
        <w:tab/>
        <w:t>1.013e0</w:t>
      </w:r>
    </w:p>
    <w:p w:rsidR="005B3ED9" w:rsidRDefault="005B3ED9" w:rsidP="005B3ED9">
      <w:r>
        <w:t>106.4935</w:t>
      </w:r>
      <w:r>
        <w:tab/>
        <w:t>2.025e0</w:t>
      </w:r>
    </w:p>
    <w:p w:rsidR="005B3ED9" w:rsidRDefault="005B3ED9" w:rsidP="005B3ED9">
      <w:r>
        <w:t>106.5067</w:t>
      </w:r>
      <w:r>
        <w:tab/>
        <w:t>4.302e0</w:t>
      </w:r>
    </w:p>
    <w:p w:rsidR="005B3ED9" w:rsidRDefault="005B3ED9" w:rsidP="005B3ED9">
      <w:r>
        <w:t>106.5086</w:t>
      </w:r>
      <w:r>
        <w:tab/>
        <w:t>1.013e0</w:t>
      </w:r>
    </w:p>
    <w:p w:rsidR="005B3ED9" w:rsidRDefault="005B3ED9" w:rsidP="005B3ED9">
      <w:r>
        <w:t>106.5168</w:t>
      </w:r>
      <w:r>
        <w:tab/>
        <w:t>1.013e0</w:t>
      </w:r>
    </w:p>
    <w:p w:rsidR="005B3ED9" w:rsidRDefault="005B3ED9" w:rsidP="005B3ED9">
      <w:r>
        <w:lastRenderedPageBreak/>
        <w:t>106.5237</w:t>
      </w:r>
      <w:r>
        <w:tab/>
        <w:t>2.025e0</w:t>
      </w:r>
    </w:p>
    <w:p w:rsidR="005B3ED9" w:rsidRDefault="005B3ED9" w:rsidP="005B3ED9">
      <w:r>
        <w:t>106.5265</w:t>
      </w:r>
      <w:r>
        <w:tab/>
        <w:t>2.025e0</w:t>
      </w:r>
    </w:p>
    <w:p w:rsidR="005B3ED9" w:rsidRDefault="005B3ED9" w:rsidP="005B3ED9">
      <w:r>
        <w:t>106.5279</w:t>
      </w:r>
      <w:r>
        <w:tab/>
        <w:t>1.013e0</w:t>
      </w:r>
    </w:p>
    <w:p w:rsidR="005B3ED9" w:rsidRDefault="005B3ED9" w:rsidP="005B3ED9">
      <w:r>
        <w:t>106.5316</w:t>
      </w:r>
      <w:r>
        <w:tab/>
        <w:t>3.038e0</w:t>
      </w:r>
    </w:p>
    <w:p w:rsidR="005B3ED9" w:rsidRDefault="005B3ED9" w:rsidP="005B3ED9">
      <w:r>
        <w:t>106.5462</w:t>
      </w:r>
      <w:r>
        <w:tab/>
        <w:t>3.038e0</w:t>
      </w:r>
    </w:p>
    <w:p w:rsidR="005B3ED9" w:rsidRDefault="005B3ED9" w:rsidP="005B3ED9">
      <w:r>
        <w:t>106.5525</w:t>
      </w:r>
      <w:r>
        <w:tab/>
        <w:t>2.025e0</w:t>
      </w:r>
    </w:p>
    <w:p w:rsidR="005B3ED9" w:rsidRDefault="005B3ED9" w:rsidP="005B3ED9">
      <w:r>
        <w:t>106.5581</w:t>
      </w:r>
      <w:r>
        <w:tab/>
        <w:t>1.013e0</w:t>
      </w:r>
    </w:p>
    <w:p w:rsidR="005B3ED9" w:rsidRDefault="005B3ED9" w:rsidP="005B3ED9">
      <w:r>
        <w:t>106.5666</w:t>
      </w:r>
      <w:r>
        <w:tab/>
        <w:t>4.051e0</w:t>
      </w:r>
    </w:p>
    <w:p w:rsidR="005B3ED9" w:rsidRDefault="005B3ED9" w:rsidP="005B3ED9">
      <w:r>
        <w:t>106.5799</w:t>
      </w:r>
      <w:r>
        <w:tab/>
        <w:t>1.013e0</w:t>
      </w:r>
    </w:p>
    <w:p w:rsidR="005B3ED9" w:rsidRDefault="005B3ED9" w:rsidP="005B3ED9">
      <w:r>
        <w:t>106.5827</w:t>
      </w:r>
      <w:r>
        <w:tab/>
        <w:t>1.013e0</w:t>
      </w:r>
    </w:p>
    <w:p w:rsidR="005B3ED9" w:rsidRDefault="005B3ED9" w:rsidP="005B3ED9">
      <w:r>
        <w:t>106.5936</w:t>
      </w:r>
      <w:r>
        <w:tab/>
        <w:t>1.013e0</w:t>
      </w:r>
    </w:p>
    <w:p w:rsidR="005B3ED9" w:rsidRDefault="005B3ED9" w:rsidP="005B3ED9">
      <w:r>
        <w:t>106.5964</w:t>
      </w:r>
      <w:r>
        <w:tab/>
        <w:t>1.013e0</w:t>
      </w:r>
    </w:p>
    <w:p w:rsidR="005B3ED9" w:rsidRDefault="005B3ED9" w:rsidP="005B3ED9">
      <w:r>
        <w:t>106.6021</w:t>
      </w:r>
      <w:r>
        <w:tab/>
        <w:t>1.013e0</w:t>
      </w:r>
    </w:p>
    <w:p w:rsidR="005B3ED9" w:rsidRDefault="005B3ED9" w:rsidP="005B3ED9">
      <w:r>
        <w:t>106.6044</w:t>
      </w:r>
      <w:r>
        <w:tab/>
        <w:t>1.013e0</w:t>
      </w:r>
    </w:p>
    <w:p w:rsidR="005B3ED9" w:rsidRDefault="005B3ED9" w:rsidP="005B3ED9">
      <w:r>
        <w:t>106.6266</w:t>
      </w:r>
      <w:r>
        <w:tab/>
        <w:t>1.013e0</w:t>
      </w:r>
    </w:p>
    <w:p w:rsidR="005B3ED9" w:rsidRDefault="005B3ED9" w:rsidP="005B3ED9">
      <w:r>
        <w:t>106.6362</w:t>
      </w:r>
      <w:r>
        <w:tab/>
        <w:t>2.025e0</w:t>
      </w:r>
    </w:p>
    <w:p w:rsidR="005B3ED9" w:rsidRDefault="005B3ED9" w:rsidP="005B3ED9">
      <w:r>
        <w:t>106.6431</w:t>
      </w:r>
      <w:r>
        <w:tab/>
        <w:t>1.013e0</w:t>
      </w:r>
    </w:p>
    <w:p w:rsidR="005B3ED9" w:rsidRDefault="005B3ED9" w:rsidP="005B3ED9">
      <w:r>
        <w:t>106.6486</w:t>
      </w:r>
      <w:r>
        <w:tab/>
        <w:t>3.038e0</w:t>
      </w:r>
    </w:p>
    <w:p w:rsidR="005B3ED9" w:rsidRDefault="005B3ED9" w:rsidP="005B3ED9">
      <w:r>
        <w:t>106.6568</w:t>
      </w:r>
      <w:r>
        <w:tab/>
        <w:t>1.013e0</w:t>
      </w:r>
    </w:p>
    <w:p w:rsidR="005B3ED9" w:rsidRDefault="005B3ED9" w:rsidP="005B3ED9">
      <w:r>
        <w:lastRenderedPageBreak/>
        <w:t>106.6719</w:t>
      </w:r>
      <w:r>
        <w:tab/>
        <w:t>2.025e0</w:t>
      </w:r>
    </w:p>
    <w:p w:rsidR="005B3ED9" w:rsidRDefault="005B3ED9" w:rsidP="005B3ED9">
      <w:r>
        <w:t>106.6842</w:t>
      </w:r>
      <w:r>
        <w:tab/>
        <w:t>1.013e0</w:t>
      </w:r>
    </w:p>
    <w:p w:rsidR="005B3ED9" w:rsidRDefault="005B3ED9" w:rsidP="005B3ED9">
      <w:r>
        <w:t>106.6985</w:t>
      </w:r>
      <w:r>
        <w:tab/>
        <w:t>4.051e0</w:t>
      </w:r>
    </w:p>
    <w:p w:rsidR="005B3ED9" w:rsidRDefault="005B3ED9" w:rsidP="005B3ED9">
      <w:r>
        <w:t>106.7059</w:t>
      </w:r>
      <w:r>
        <w:tab/>
        <w:t>1.013e0</w:t>
      </w:r>
    </w:p>
    <w:p w:rsidR="005B3ED9" w:rsidRDefault="005B3ED9" w:rsidP="005B3ED9">
      <w:r>
        <w:t>106.7173</w:t>
      </w:r>
      <w:r>
        <w:tab/>
        <w:t>1.013e0</w:t>
      </w:r>
    </w:p>
    <w:p w:rsidR="005B3ED9" w:rsidRDefault="005B3ED9" w:rsidP="005B3ED9">
      <w:r>
        <w:t>106.7282</w:t>
      </w:r>
      <w:r>
        <w:tab/>
        <w:t>1.013e0</w:t>
      </w:r>
    </w:p>
    <w:p w:rsidR="005B3ED9" w:rsidRDefault="005B3ED9" w:rsidP="005B3ED9">
      <w:r>
        <w:t>106.7528</w:t>
      </w:r>
      <w:r>
        <w:tab/>
        <w:t>1.013e0</w:t>
      </w:r>
    </w:p>
    <w:p w:rsidR="005B3ED9" w:rsidRDefault="005B3ED9" w:rsidP="005B3ED9">
      <w:r>
        <w:t>106.7693</w:t>
      </w:r>
      <w:r>
        <w:tab/>
        <w:t>2.025e0</w:t>
      </w:r>
    </w:p>
    <w:p w:rsidR="005B3ED9" w:rsidRDefault="005B3ED9" w:rsidP="005B3ED9">
      <w:r>
        <w:t>106.7887</w:t>
      </w:r>
      <w:r>
        <w:tab/>
        <w:t>1.013e0</w:t>
      </w:r>
    </w:p>
    <w:p w:rsidR="005B3ED9" w:rsidRDefault="005B3ED9" w:rsidP="005B3ED9">
      <w:r>
        <w:t>106.7967</w:t>
      </w:r>
      <w:r>
        <w:tab/>
        <w:t>1.013e0</w:t>
      </w:r>
    </w:p>
    <w:p w:rsidR="005B3ED9" w:rsidRDefault="005B3ED9" w:rsidP="005B3ED9">
      <w:r>
        <w:t>106.8105</w:t>
      </w:r>
      <w:r>
        <w:tab/>
        <w:t>1.013e0</w:t>
      </w:r>
    </w:p>
    <w:p w:rsidR="005B3ED9" w:rsidRDefault="005B3ED9" w:rsidP="005B3ED9">
      <w:r>
        <w:t>106.8213</w:t>
      </w:r>
      <w:r>
        <w:tab/>
        <w:t>1.013e0</w:t>
      </w:r>
    </w:p>
    <w:p w:rsidR="005B3ED9" w:rsidRDefault="005B3ED9" w:rsidP="005B3ED9">
      <w:r>
        <w:t>106.8407</w:t>
      </w:r>
      <w:r>
        <w:tab/>
        <w:t>1.013e0</w:t>
      </w:r>
    </w:p>
    <w:p w:rsidR="005B3ED9" w:rsidRDefault="005B3ED9" w:rsidP="005B3ED9">
      <w:r>
        <w:t>106.8544</w:t>
      </w:r>
      <w:r>
        <w:tab/>
        <w:t>1.013e0</w:t>
      </w:r>
    </w:p>
    <w:p w:rsidR="005B3ED9" w:rsidRDefault="005B3ED9" w:rsidP="005B3ED9">
      <w:r>
        <w:t>106.8766</w:t>
      </w:r>
      <w:r>
        <w:tab/>
        <w:t>1.013e0</w:t>
      </w:r>
    </w:p>
    <w:p w:rsidR="005B3ED9" w:rsidRDefault="005B3ED9" w:rsidP="005B3ED9">
      <w:r>
        <w:t>106.9177</w:t>
      </w:r>
      <w:r>
        <w:tab/>
        <w:t>2.025e0</w:t>
      </w:r>
    </w:p>
    <w:p w:rsidR="005B3ED9" w:rsidRDefault="005B3ED9" w:rsidP="005B3ED9">
      <w:r>
        <w:t>106.9315</w:t>
      </w:r>
      <w:r>
        <w:tab/>
        <w:t>1.013e0</w:t>
      </w:r>
    </w:p>
    <w:p w:rsidR="005B3ED9" w:rsidRDefault="005B3ED9" w:rsidP="005B3ED9">
      <w:r>
        <w:t>106.9561</w:t>
      </w:r>
      <w:r>
        <w:tab/>
        <w:t>1.013e0</w:t>
      </w:r>
    </w:p>
    <w:p w:rsidR="005B3ED9" w:rsidRDefault="005B3ED9" w:rsidP="005B3ED9">
      <w:r>
        <w:t>106.9783</w:t>
      </w:r>
      <w:r>
        <w:tab/>
        <w:t>1.013e0</w:t>
      </w:r>
    </w:p>
    <w:p w:rsidR="005B3ED9" w:rsidRDefault="005B3ED9" w:rsidP="005B3ED9">
      <w:r>
        <w:lastRenderedPageBreak/>
        <w:t>106.9795</w:t>
      </w:r>
      <w:r>
        <w:tab/>
        <w:t>2.025e0</w:t>
      </w:r>
    </w:p>
    <w:p w:rsidR="005B3ED9" w:rsidRDefault="005B3ED9" w:rsidP="005B3ED9">
      <w:r>
        <w:t>106.9932</w:t>
      </w:r>
      <w:r>
        <w:tab/>
        <w:t>2.025e0</w:t>
      </w:r>
    </w:p>
    <w:p w:rsidR="005B3ED9" w:rsidRDefault="005B3ED9" w:rsidP="005B3ED9">
      <w:r>
        <w:t>107.0109</w:t>
      </w:r>
      <w:r>
        <w:tab/>
        <w:t>1.013e0</w:t>
      </w:r>
    </w:p>
    <w:p w:rsidR="005B3ED9" w:rsidRDefault="005B3ED9" w:rsidP="005B3ED9">
      <w:r>
        <w:t>107.0166</w:t>
      </w:r>
      <w:r>
        <w:tab/>
        <w:t>1.013e0</w:t>
      </w:r>
    </w:p>
    <w:p w:rsidR="005B3ED9" w:rsidRDefault="005B3ED9" w:rsidP="005B3ED9">
      <w:r>
        <w:t>107.0223</w:t>
      </w:r>
      <w:r>
        <w:tab/>
        <w:t>1.013e0</w:t>
      </w:r>
    </w:p>
    <w:p w:rsidR="005B3ED9" w:rsidRDefault="005B3ED9" w:rsidP="005B3ED9">
      <w:r>
        <w:t>107.0360</w:t>
      </w:r>
      <w:r>
        <w:tab/>
        <w:t>1.013e0</w:t>
      </w:r>
    </w:p>
    <w:p w:rsidR="005B3ED9" w:rsidRDefault="005B3ED9" w:rsidP="005B3ED9">
      <w:r>
        <w:t>107.0401</w:t>
      </w:r>
      <w:r>
        <w:tab/>
        <w:t>2.025e0</w:t>
      </w:r>
    </w:p>
    <w:p w:rsidR="005B3ED9" w:rsidRDefault="005B3ED9" w:rsidP="005B3ED9">
      <w:r>
        <w:t>107.0605</w:t>
      </w:r>
      <w:r>
        <w:tab/>
        <w:t>1.294e1</w:t>
      </w:r>
    </w:p>
    <w:p w:rsidR="005B3ED9" w:rsidRDefault="005B3ED9" w:rsidP="005B3ED9">
      <w:r>
        <w:t>107.0627</w:t>
      </w:r>
      <w:r>
        <w:tab/>
        <w:t>3.038e0</w:t>
      </w:r>
    </w:p>
    <w:p w:rsidR="005B3ED9" w:rsidRDefault="005B3ED9" w:rsidP="005B3ED9">
      <w:r>
        <w:t>107.0882</w:t>
      </w:r>
      <w:r>
        <w:tab/>
        <w:t>2.473e1</w:t>
      </w:r>
    </w:p>
    <w:p w:rsidR="005B3ED9" w:rsidRDefault="005B3ED9" w:rsidP="005B3ED9">
      <w:r>
        <w:t>107.0900</w:t>
      </w:r>
      <w:r>
        <w:tab/>
        <w:t>3.139e1</w:t>
      </w:r>
    </w:p>
    <w:p w:rsidR="005B3ED9" w:rsidRDefault="005B3ED9" w:rsidP="005B3ED9">
      <w:r>
        <w:t>107.1156</w:t>
      </w:r>
      <w:r>
        <w:tab/>
        <w:t>1.013e0</w:t>
      </w:r>
    </w:p>
    <w:p w:rsidR="005B3ED9" w:rsidRDefault="005B3ED9" w:rsidP="005B3ED9">
      <w:r>
        <w:t>107.1404</w:t>
      </w:r>
      <w:r>
        <w:tab/>
        <w:t>2.025e0</w:t>
      </w:r>
    </w:p>
    <w:p w:rsidR="005B3ED9" w:rsidRDefault="005B3ED9" w:rsidP="005B3ED9">
      <w:r>
        <w:t>107.1459</w:t>
      </w:r>
      <w:r>
        <w:tab/>
        <w:t>1.013e0</w:t>
      </w:r>
    </w:p>
    <w:p w:rsidR="005B3ED9" w:rsidRDefault="005B3ED9" w:rsidP="005B3ED9">
      <w:r>
        <w:t>107.1652</w:t>
      </w:r>
      <w:r>
        <w:tab/>
        <w:t>1.013e0</w:t>
      </w:r>
    </w:p>
    <w:p w:rsidR="005B3ED9" w:rsidRDefault="005B3ED9" w:rsidP="005B3ED9">
      <w:r>
        <w:t>107.1817</w:t>
      </w:r>
      <w:r>
        <w:tab/>
        <w:t>2.025e0</w:t>
      </w:r>
    </w:p>
    <w:p w:rsidR="005B3ED9" w:rsidRDefault="005B3ED9" w:rsidP="005B3ED9">
      <w:r>
        <w:t>107.1927</w:t>
      </w:r>
      <w:r>
        <w:tab/>
        <w:t>1.013e0</w:t>
      </w:r>
    </w:p>
    <w:p w:rsidR="005B3ED9" w:rsidRDefault="005B3ED9" w:rsidP="005B3ED9">
      <w:r>
        <w:t>107.2064</w:t>
      </w:r>
      <w:r>
        <w:tab/>
        <w:t>2.025e0</w:t>
      </w:r>
    </w:p>
    <w:p w:rsidR="005B3ED9" w:rsidRDefault="005B3ED9" w:rsidP="005B3ED9">
      <w:r>
        <w:t>107.2513</w:t>
      </w:r>
      <w:r>
        <w:tab/>
        <w:t>3.038e0</w:t>
      </w:r>
    </w:p>
    <w:p w:rsidR="005B3ED9" w:rsidRDefault="005B3ED9" w:rsidP="005B3ED9">
      <w:r>
        <w:lastRenderedPageBreak/>
        <w:t>107.2533</w:t>
      </w:r>
      <w:r>
        <w:tab/>
        <w:t>2.025e0</w:t>
      </w:r>
    </w:p>
    <w:p w:rsidR="005B3ED9" w:rsidRDefault="005B3ED9" w:rsidP="005B3ED9">
      <w:r>
        <w:t>107.2670</w:t>
      </w:r>
      <w:r>
        <w:tab/>
        <w:t>3.038e0</w:t>
      </w:r>
    </w:p>
    <w:p w:rsidR="005B3ED9" w:rsidRDefault="005B3ED9" w:rsidP="005B3ED9">
      <w:r>
        <w:t>107.2807</w:t>
      </w:r>
      <w:r>
        <w:tab/>
        <w:t>1.013e0</w:t>
      </w:r>
    </w:p>
    <w:p w:rsidR="005B3ED9" w:rsidRDefault="005B3ED9" w:rsidP="005B3ED9">
      <w:r>
        <w:t>107.2965</w:t>
      </w:r>
      <w:r>
        <w:tab/>
        <w:t>3.038e0</w:t>
      </w:r>
    </w:p>
    <w:p w:rsidR="005B3ED9" w:rsidRDefault="005B3ED9" w:rsidP="005B3ED9">
      <w:r>
        <w:t>107.3054</w:t>
      </w:r>
      <w:r>
        <w:tab/>
        <w:t>1.013e0</w:t>
      </w:r>
    </w:p>
    <w:p w:rsidR="005B3ED9" w:rsidRDefault="005B3ED9" w:rsidP="005B3ED9">
      <w:r>
        <w:t>107.3248</w:t>
      </w:r>
      <w:r>
        <w:tab/>
        <w:t>1.013e0</w:t>
      </w:r>
    </w:p>
    <w:p w:rsidR="005B3ED9" w:rsidRDefault="005B3ED9" w:rsidP="005B3ED9">
      <w:r>
        <w:t>107.3414</w:t>
      </w:r>
      <w:r>
        <w:tab/>
        <w:t>1.013e0</w:t>
      </w:r>
    </w:p>
    <w:p w:rsidR="005B3ED9" w:rsidRDefault="005B3ED9" w:rsidP="005B3ED9">
      <w:r>
        <w:t>107.3466</w:t>
      </w:r>
      <w:r>
        <w:tab/>
        <w:t>1.013e0</w:t>
      </w:r>
    </w:p>
    <w:p w:rsidR="005B3ED9" w:rsidRDefault="005B3ED9" w:rsidP="005B3ED9">
      <w:r>
        <w:t>107.3689</w:t>
      </w:r>
      <w:r>
        <w:tab/>
        <w:t>1.013e0</w:t>
      </w:r>
    </w:p>
    <w:p w:rsidR="005B3ED9" w:rsidRDefault="005B3ED9" w:rsidP="005B3ED9">
      <w:r>
        <w:t>107.3855</w:t>
      </w:r>
      <w:r>
        <w:tab/>
        <w:t>1.013e0</w:t>
      </w:r>
    </w:p>
    <w:p w:rsidR="005B3ED9" w:rsidRDefault="005B3ED9" w:rsidP="005B3ED9">
      <w:r>
        <w:t>107.3883</w:t>
      </w:r>
      <w:r>
        <w:tab/>
        <w:t>1.013e0</w:t>
      </w:r>
    </w:p>
    <w:p w:rsidR="005B3ED9" w:rsidRDefault="005B3ED9" w:rsidP="005B3ED9">
      <w:r>
        <w:t>107.3992</w:t>
      </w:r>
      <w:r>
        <w:tab/>
        <w:t>1.013e0</w:t>
      </w:r>
    </w:p>
    <w:p w:rsidR="005B3ED9" w:rsidRDefault="005B3ED9" w:rsidP="005B3ED9">
      <w:r>
        <w:t>107.4073</w:t>
      </w:r>
      <w:r>
        <w:tab/>
        <w:t>1.013e0</w:t>
      </w:r>
    </w:p>
    <w:p w:rsidR="005B3ED9" w:rsidRDefault="005B3ED9" w:rsidP="005B3ED9">
      <w:r>
        <w:t>107.4184</w:t>
      </w:r>
      <w:r>
        <w:tab/>
        <w:t>1.013e0</w:t>
      </w:r>
    </w:p>
    <w:p w:rsidR="005B3ED9" w:rsidRDefault="005B3ED9" w:rsidP="005B3ED9">
      <w:r>
        <w:t>107.4198</w:t>
      </w:r>
      <w:r>
        <w:tab/>
        <w:t>2.025e0</w:t>
      </w:r>
    </w:p>
    <w:p w:rsidR="005B3ED9" w:rsidRDefault="005B3ED9" w:rsidP="005B3ED9">
      <w:r>
        <w:t>107.4347</w:t>
      </w:r>
      <w:r>
        <w:tab/>
        <w:t>1.013e0</w:t>
      </w:r>
    </w:p>
    <w:p w:rsidR="005B3ED9" w:rsidRDefault="005B3ED9" w:rsidP="005B3ED9">
      <w:r>
        <w:t>107.4486</w:t>
      </w:r>
      <w:r>
        <w:tab/>
        <w:t>1.013e0</w:t>
      </w:r>
    </w:p>
    <w:p w:rsidR="005B3ED9" w:rsidRDefault="005B3ED9" w:rsidP="005B3ED9">
      <w:r>
        <w:t>107.4599</w:t>
      </w:r>
      <w:r>
        <w:tab/>
        <w:t>1.013e0</w:t>
      </w:r>
    </w:p>
    <w:p w:rsidR="005B3ED9" w:rsidRDefault="005B3ED9" w:rsidP="005B3ED9">
      <w:r>
        <w:t>107.4902</w:t>
      </w:r>
      <w:r>
        <w:tab/>
        <w:t>1.013e0</w:t>
      </w:r>
    </w:p>
    <w:p w:rsidR="005B3ED9" w:rsidRDefault="005B3ED9" w:rsidP="005B3ED9">
      <w:r>
        <w:lastRenderedPageBreak/>
        <w:t>107.4983</w:t>
      </w:r>
      <w:r>
        <w:tab/>
        <w:t>1.013e0</w:t>
      </w:r>
    </w:p>
    <w:p w:rsidR="005B3ED9" w:rsidRDefault="005B3ED9" w:rsidP="005B3ED9">
      <w:r>
        <w:t>107.5079</w:t>
      </w:r>
      <w:r>
        <w:tab/>
        <w:t>2.025e0</w:t>
      </w:r>
    </w:p>
    <w:p w:rsidR="005B3ED9" w:rsidRDefault="005B3ED9" w:rsidP="005B3ED9">
      <w:r>
        <w:t>107.5424</w:t>
      </w:r>
      <w:r>
        <w:tab/>
        <w:t>1.013e0</w:t>
      </w:r>
    </w:p>
    <w:p w:rsidR="005B3ED9" w:rsidRDefault="005B3ED9" w:rsidP="005B3ED9">
      <w:r>
        <w:t>107.5533</w:t>
      </w:r>
      <w:r>
        <w:tab/>
        <w:t>1.013e0</w:t>
      </w:r>
    </w:p>
    <w:p w:rsidR="005B3ED9" w:rsidRDefault="005B3ED9" w:rsidP="005B3ED9">
      <w:r>
        <w:t>107.5699</w:t>
      </w:r>
      <w:r>
        <w:tab/>
        <w:t>1.013e0</w:t>
      </w:r>
    </w:p>
    <w:p w:rsidR="005B3ED9" w:rsidRDefault="005B3ED9" w:rsidP="005B3ED9">
      <w:r>
        <w:t>107.5784</w:t>
      </w:r>
      <w:r>
        <w:tab/>
        <w:t>1.013e0</w:t>
      </w:r>
    </w:p>
    <w:p w:rsidR="005B3ED9" w:rsidRDefault="005B3ED9" w:rsidP="005B3ED9">
      <w:r>
        <w:t>107.5836</w:t>
      </w:r>
      <w:r>
        <w:tab/>
        <w:t>1.013e0</w:t>
      </w:r>
    </w:p>
    <w:p w:rsidR="005B3ED9" w:rsidRDefault="005B3ED9" w:rsidP="005B3ED9">
      <w:r>
        <w:t>107.6031</w:t>
      </w:r>
      <w:r>
        <w:tab/>
        <w:t>1.013e0</w:t>
      </w:r>
    </w:p>
    <w:p w:rsidR="005B3ED9" w:rsidRDefault="005B3ED9" w:rsidP="005B3ED9">
      <w:r>
        <w:t>107.6334</w:t>
      </w:r>
      <w:r>
        <w:tab/>
        <w:t>1.013e0</w:t>
      </w:r>
    </w:p>
    <w:p w:rsidR="005B3ED9" w:rsidRDefault="005B3ED9" w:rsidP="005B3ED9">
      <w:r>
        <w:t>107.6415</w:t>
      </w:r>
      <w:r>
        <w:tab/>
        <w:t>1.013e0</w:t>
      </w:r>
    </w:p>
    <w:p w:rsidR="005B3ED9" w:rsidRDefault="005B3ED9" w:rsidP="005B3ED9">
      <w:r>
        <w:t>107.6719</w:t>
      </w:r>
      <w:r>
        <w:tab/>
        <w:t>1.013e0</w:t>
      </w:r>
    </w:p>
    <w:p w:rsidR="005B3ED9" w:rsidRDefault="005B3ED9" w:rsidP="005B3ED9">
      <w:r>
        <w:t>107.6804</w:t>
      </w:r>
      <w:r>
        <w:tab/>
        <w:t>1.013e0</w:t>
      </w:r>
    </w:p>
    <w:p w:rsidR="005B3ED9" w:rsidRDefault="005B3ED9" w:rsidP="005B3ED9">
      <w:r>
        <w:t>107.6831</w:t>
      </w:r>
      <w:r>
        <w:tab/>
        <w:t>1.013e0</w:t>
      </w:r>
    </w:p>
    <w:p w:rsidR="005B3ED9" w:rsidRDefault="005B3ED9" w:rsidP="005B3ED9">
      <w:r>
        <w:t>107.7051</w:t>
      </w:r>
      <w:r>
        <w:tab/>
        <w:t>1.013e0</w:t>
      </w:r>
    </w:p>
    <w:p w:rsidR="005B3ED9" w:rsidRDefault="005B3ED9" w:rsidP="005B3ED9">
      <w:r>
        <w:t>107.7133</w:t>
      </w:r>
      <w:r>
        <w:tab/>
        <w:t>2.025e0</w:t>
      </w:r>
    </w:p>
    <w:p w:rsidR="005B3ED9" w:rsidRDefault="005B3ED9" w:rsidP="005B3ED9">
      <w:r>
        <w:t>107.7272</w:t>
      </w:r>
      <w:r>
        <w:tab/>
        <w:t>1.013e0</w:t>
      </w:r>
    </w:p>
    <w:p w:rsidR="005B3ED9" w:rsidRDefault="005B3ED9" w:rsidP="005B3ED9">
      <w:r>
        <w:t>107.7435</w:t>
      </w:r>
      <w:r>
        <w:tab/>
        <w:t>1.013e0</w:t>
      </w:r>
    </w:p>
    <w:p w:rsidR="005B3ED9" w:rsidRDefault="005B3ED9" w:rsidP="005B3ED9">
      <w:r>
        <w:t>107.7782</w:t>
      </w:r>
      <w:r>
        <w:tab/>
        <w:t>2.025e0</w:t>
      </w:r>
    </w:p>
    <w:p w:rsidR="005B3ED9" w:rsidRDefault="005B3ED9" w:rsidP="005B3ED9">
      <w:r>
        <w:t>107.8043</w:t>
      </w:r>
      <w:r>
        <w:tab/>
        <w:t>1.013e0</w:t>
      </w:r>
    </w:p>
    <w:p w:rsidR="005B3ED9" w:rsidRDefault="005B3ED9" w:rsidP="005B3ED9">
      <w:r>
        <w:lastRenderedPageBreak/>
        <w:t>107.8099</w:t>
      </w:r>
      <w:r>
        <w:tab/>
        <w:t>1.013e0</w:t>
      </w:r>
    </w:p>
    <w:p w:rsidR="005B3ED9" w:rsidRDefault="005B3ED9" w:rsidP="005B3ED9">
      <w:r>
        <w:t>107.8209</w:t>
      </w:r>
      <w:r>
        <w:tab/>
        <w:t>1.013e0</w:t>
      </w:r>
    </w:p>
    <w:p w:rsidR="005B3ED9" w:rsidRDefault="005B3ED9" w:rsidP="005B3ED9">
      <w:r>
        <w:t>107.8265</w:t>
      </w:r>
      <w:r>
        <w:tab/>
        <w:t>1.013e0</w:t>
      </w:r>
    </w:p>
    <w:p w:rsidR="005B3ED9" w:rsidRDefault="005B3ED9" w:rsidP="005B3ED9">
      <w:r>
        <w:t>107.8432</w:t>
      </w:r>
      <w:r>
        <w:tab/>
        <w:t>1.013e0</w:t>
      </w:r>
    </w:p>
    <w:p w:rsidR="005B3ED9" w:rsidRDefault="005B3ED9" w:rsidP="005B3ED9">
      <w:r>
        <w:t>107.8610</w:t>
      </w:r>
      <w:r>
        <w:tab/>
        <w:t>2.025e0</w:t>
      </w:r>
    </w:p>
    <w:p w:rsidR="005B3ED9" w:rsidRDefault="005B3ED9" w:rsidP="005B3ED9">
      <w:r>
        <w:t>107.8736</w:t>
      </w:r>
      <w:r>
        <w:tab/>
        <w:t>1.013e0</w:t>
      </w:r>
    </w:p>
    <w:p w:rsidR="005B3ED9" w:rsidRDefault="005B3ED9" w:rsidP="005B3ED9">
      <w:r>
        <w:t>107.8817</w:t>
      </w:r>
      <w:r>
        <w:tab/>
        <w:t>1.013e0</w:t>
      </w:r>
    </w:p>
    <w:p w:rsidR="005B3ED9" w:rsidRDefault="005B3ED9" w:rsidP="005B3ED9">
      <w:r>
        <w:t>107.8901</w:t>
      </w:r>
      <w:r>
        <w:tab/>
        <w:t>1.013e0</w:t>
      </w:r>
    </w:p>
    <w:p w:rsidR="005B3ED9" w:rsidRDefault="005B3ED9" w:rsidP="005B3ED9">
      <w:r>
        <w:t>107.9177</w:t>
      </w:r>
      <w:r>
        <w:tab/>
        <w:t>1.013e0</w:t>
      </w:r>
    </w:p>
    <w:p w:rsidR="005B3ED9" w:rsidRDefault="005B3ED9" w:rsidP="005B3ED9">
      <w:r>
        <w:t>107.9286</w:t>
      </w:r>
      <w:r>
        <w:tab/>
        <w:t>1.013e0</w:t>
      </w:r>
    </w:p>
    <w:p w:rsidR="005B3ED9" w:rsidRDefault="005B3ED9" w:rsidP="005B3ED9">
      <w:r>
        <w:t>107.9728</w:t>
      </w:r>
      <w:r>
        <w:tab/>
        <w:t>1.013e0</w:t>
      </w:r>
    </w:p>
    <w:p w:rsidR="005B3ED9" w:rsidRDefault="005B3ED9" w:rsidP="005B3ED9">
      <w:r>
        <w:t>108.0088</w:t>
      </w:r>
      <w:r>
        <w:tab/>
        <w:t>1.013e0</w:t>
      </w:r>
    </w:p>
    <w:p w:rsidR="005B3ED9" w:rsidRDefault="005B3ED9" w:rsidP="005B3ED9">
      <w:r>
        <w:t>108.0391</w:t>
      </w:r>
      <w:r>
        <w:tab/>
        <w:t>1.013e0</w:t>
      </w:r>
    </w:p>
    <w:p w:rsidR="005B3ED9" w:rsidRDefault="005B3ED9" w:rsidP="005B3ED9">
      <w:r>
        <w:t>108.0417</w:t>
      </w:r>
      <w:r>
        <w:tab/>
        <w:t>1.013e0</w:t>
      </w:r>
    </w:p>
    <w:p w:rsidR="005B3ED9" w:rsidRDefault="005B3ED9" w:rsidP="005B3ED9">
      <w:r>
        <w:t>108.0446</w:t>
      </w:r>
      <w:r>
        <w:tab/>
        <w:t>1.013e0</w:t>
      </w:r>
    </w:p>
    <w:p w:rsidR="005B3ED9" w:rsidRDefault="005B3ED9" w:rsidP="005B3ED9">
      <w:r>
        <w:t>108.0684</w:t>
      </w:r>
      <w:r>
        <w:tab/>
        <w:t>6.076e0</w:t>
      </w:r>
    </w:p>
    <w:p w:rsidR="005B3ED9" w:rsidRDefault="005B3ED9" w:rsidP="005B3ED9">
      <w:r>
        <w:t>108.0760</w:t>
      </w:r>
      <w:r>
        <w:tab/>
        <w:t>6.016e0</w:t>
      </w:r>
    </w:p>
    <w:p w:rsidR="005B3ED9" w:rsidRDefault="005B3ED9" w:rsidP="005B3ED9">
      <w:r>
        <w:t>108.0832</w:t>
      </w:r>
      <w:r>
        <w:tab/>
        <w:t>4.051e0</w:t>
      </w:r>
    </w:p>
    <w:p w:rsidR="005B3ED9" w:rsidRDefault="005B3ED9" w:rsidP="005B3ED9">
      <w:r>
        <w:t>108.0905</w:t>
      </w:r>
      <w:r>
        <w:tab/>
        <w:t>6.136e0</w:t>
      </w:r>
    </w:p>
    <w:p w:rsidR="005B3ED9" w:rsidRDefault="005B3ED9" w:rsidP="005B3ED9">
      <w:r>
        <w:lastRenderedPageBreak/>
        <w:t>108.0930</w:t>
      </w:r>
      <w:r>
        <w:tab/>
        <w:t>2.085e0</w:t>
      </w:r>
    </w:p>
    <w:p w:rsidR="005B3ED9" w:rsidRDefault="005B3ED9" w:rsidP="005B3ED9">
      <w:r>
        <w:t>108.1605</w:t>
      </w:r>
      <w:r>
        <w:tab/>
        <w:t>1.013e0</w:t>
      </w:r>
    </w:p>
    <w:p w:rsidR="005B3ED9" w:rsidRDefault="005B3ED9" w:rsidP="005B3ED9">
      <w:r>
        <w:t>108.2186</w:t>
      </w:r>
      <w:r>
        <w:tab/>
        <w:t>1.013e0</w:t>
      </w:r>
    </w:p>
    <w:p w:rsidR="005B3ED9" w:rsidRDefault="005B3ED9" w:rsidP="005B3ED9">
      <w:r>
        <w:t>108.2214</w:t>
      </w:r>
      <w:r>
        <w:tab/>
        <w:t>1.013e0</w:t>
      </w:r>
    </w:p>
    <w:p w:rsidR="005B3ED9" w:rsidRDefault="005B3ED9" w:rsidP="005B3ED9">
      <w:r>
        <w:t>108.2466</w:t>
      </w:r>
      <w:r>
        <w:tab/>
        <w:t>1.013e0</w:t>
      </w:r>
    </w:p>
    <w:p w:rsidR="005B3ED9" w:rsidRDefault="005B3ED9" w:rsidP="005B3ED9">
      <w:r>
        <w:t>108.2575</w:t>
      </w:r>
      <w:r>
        <w:tab/>
        <w:t>1.013e0</w:t>
      </w:r>
    </w:p>
    <w:p w:rsidR="005B3ED9" w:rsidRDefault="005B3ED9" w:rsidP="005B3ED9">
      <w:r>
        <w:t>108.2629</w:t>
      </w:r>
      <w:r>
        <w:tab/>
        <w:t>1.013e0</w:t>
      </w:r>
    </w:p>
    <w:p w:rsidR="005B3ED9" w:rsidRDefault="005B3ED9" w:rsidP="005B3ED9">
      <w:r>
        <w:t>108.2823</w:t>
      </w:r>
      <w:r>
        <w:tab/>
        <w:t>1.013e0</w:t>
      </w:r>
    </w:p>
    <w:p w:rsidR="005B3ED9" w:rsidRDefault="005B3ED9" w:rsidP="005B3ED9">
      <w:r>
        <w:t>108.3017</w:t>
      </w:r>
      <w:r>
        <w:tab/>
        <w:t>2.025e0</w:t>
      </w:r>
    </w:p>
    <w:p w:rsidR="005B3ED9" w:rsidRDefault="005B3ED9" w:rsidP="005B3ED9">
      <w:r>
        <w:t>108.3127</w:t>
      </w:r>
      <w:r>
        <w:tab/>
        <w:t>1.013e0</w:t>
      </w:r>
    </w:p>
    <w:p w:rsidR="005B3ED9" w:rsidRDefault="005B3ED9" w:rsidP="005B3ED9">
      <w:r>
        <w:t>108.3238</w:t>
      </w:r>
      <w:r>
        <w:tab/>
        <w:t>2.025e0</w:t>
      </w:r>
    </w:p>
    <w:p w:rsidR="005B3ED9" w:rsidRDefault="005B3ED9" w:rsidP="005B3ED9">
      <w:r>
        <w:t>108.3376</w:t>
      </w:r>
      <w:r>
        <w:tab/>
        <w:t>1.013e0</w:t>
      </w:r>
    </w:p>
    <w:p w:rsidR="005B3ED9" w:rsidRDefault="005B3ED9" w:rsidP="005B3ED9">
      <w:r>
        <w:t>108.3679</w:t>
      </w:r>
      <w:r>
        <w:tab/>
        <w:t>1.013e0</w:t>
      </w:r>
    </w:p>
    <w:p w:rsidR="005B3ED9" w:rsidRDefault="005B3ED9" w:rsidP="005B3ED9">
      <w:r>
        <w:t>108.3792</w:t>
      </w:r>
      <w:r>
        <w:tab/>
        <w:t>2.025e0</w:t>
      </w:r>
    </w:p>
    <w:p w:rsidR="005B3ED9" w:rsidRDefault="005B3ED9" w:rsidP="005B3ED9">
      <w:r>
        <w:t>108.3983</w:t>
      </w:r>
      <w:r>
        <w:tab/>
        <w:t>1.013e0</w:t>
      </w:r>
    </w:p>
    <w:p w:rsidR="005B3ED9" w:rsidRDefault="005B3ED9" w:rsidP="005B3ED9">
      <w:r>
        <w:t>108.4123</w:t>
      </w:r>
      <w:r>
        <w:tab/>
        <w:t>1.013e0</w:t>
      </w:r>
    </w:p>
    <w:p w:rsidR="005B3ED9" w:rsidRDefault="005B3ED9" w:rsidP="005B3ED9">
      <w:r>
        <w:t>108.4150</w:t>
      </w:r>
      <w:r>
        <w:tab/>
        <w:t>1.013e0</w:t>
      </w:r>
    </w:p>
    <w:p w:rsidR="005B3ED9" w:rsidRDefault="005B3ED9" w:rsidP="005B3ED9">
      <w:r>
        <w:t>108.4287</w:t>
      </w:r>
      <w:r>
        <w:tab/>
        <w:t>1.013e0</w:t>
      </w:r>
    </w:p>
    <w:p w:rsidR="005B3ED9" w:rsidRDefault="005B3ED9" w:rsidP="005B3ED9">
      <w:r>
        <w:t>108.4316</w:t>
      </w:r>
      <w:r>
        <w:tab/>
        <w:t>1.013e0</w:t>
      </w:r>
    </w:p>
    <w:p w:rsidR="005B3ED9" w:rsidRDefault="005B3ED9" w:rsidP="005B3ED9">
      <w:r>
        <w:lastRenderedPageBreak/>
        <w:t>108.4454</w:t>
      </w:r>
      <w:r>
        <w:tab/>
        <w:t>3.038e0</w:t>
      </w:r>
    </w:p>
    <w:p w:rsidR="005B3ED9" w:rsidRDefault="005B3ED9" w:rsidP="005B3ED9">
      <w:r>
        <w:t>108.5035</w:t>
      </w:r>
      <w:r>
        <w:tab/>
        <w:t>1.013e0</w:t>
      </w:r>
    </w:p>
    <w:p w:rsidR="005B3ED9" w:rsidRDefault="005B3ED9" w:rsidP="005B3ED9">
      <w:r>
        <w:t>108.5202</w:t>
      </w:r>
      <w:r>
        <w:tab/>
        <w:t>1.013e0</w:t>
      </w:r>
    </w:p>
    <w:p w:rsidR="005B3ED9" w:rsidRDefault="005B3ED9" w:rsidP="005B3ED9">
      <w:r>
        <w:t>108.5339</w:t>
      </w:r>
      <w:r>
        <w:tab/>
        <w:t>1.013e0</w:t>
      </w:r>
    </w:p>
    <w:p w:rsidR="005B3ED9" w:rsidRDefault="005B3ED9" w:rsidP="005B3ED9">
      <w:r>
        <w:t>108.5868</w:t>
      </w:r>
      <w:r>
        <w:tab/>
        <w:t>1.013e0</w:t>
      </w:r>
    </w:p>
    <w:p w:rsidR="005B3ED9" w:rsidRDefault="005B3ED9" w:rsidP="005B3ED9">
      <w:r>
        <w:t>108.6672</w:t>
      </w:r>
      <w:r>
        <w:tab/>
        <w:t>1.013e0</w:t>
      </w:r>
    </w:p>
    <w:p w:rsidR="005B3ED9" w:rsidRDefault="005B3ED9" w:rsidP="005B3ED9">
      <w:r>
        <w:t>108.6726</w:t>
      </w:r>
      <w:r>
        <w:tab/>
        <w:t>1.013e0</w:t>
      </w:r>
    </w:p>
    <w:p w:rsidR="005B3ED9" w:rsidRDefault="005B3ED9" w:rsidP="005B3ED9">
      <w:r>
        <w:t>108.6812</w:t>
      </w:r>
      <w:r>
        <w:tab/>
        <w:t>1.013e0</w:t>
      </w:r>
    </w:p>
    <w:p w:rsidR="005B3ED9" w:rsidRDefault="005B3ED9" w:rsidP="005B3ED9">
      <w:r>
        <w:t>108.7059</w:t>
      </w:r>
      <w:r>
        <w:tab/>
        <w:t>1.013e0</w:t>
      </w:r>
    </w:p>
    <w:p w:rsidR="005B3ED9" w:rsidRDefault="005B3ED9" w:rsidP="005B3ED9">
      <w:r>
        <w:t>108.7226</w:t>
      </w:r>
      <w:r>
        <w:tab/>
        <w:t>2.025e0</w:t>
      </w:r>
    </w:p>
    <w:p w:rsidR="005B3ED9" w:rsidRDefault="005B3ED9" w:rsidP="005B3ED9">
      <w:r>
        <w:t>108.7336</w:t>
      </w:r>
      <w:r>
        <w:tab/>
        <w:t>1.013e0</w:t>
      </w:r>
    </w:p>
    <w:p w:rsidR="005B3ED9" w:rsidRDefault="005B3ED9" w:rsidP="005B3ED9">
      <w:r>
        <w:t>108.7889</w:t>
      </w:r>
      <w:r>
        <w:tab/>
        <w:t>1.013e0</w:t>
      </w:r>
    </w:p>
    <w:p w:rsidR="005B3ED9" w:rsidRDefault="005B3ED9" w:rsidP="005B3ED9">
      <w:r>
        <w:t>108.7974</w:t>
      </w:r>
      <w:r>
        <w:tab/>
        <w:t>2.025e0</w:t>
      </w:r>
    </w:p>
    <w:p w:rsidR="005B3ED9" w:rsidRDefault="005B3ED9" w:rsidP="005B3ED9">
      <w:r>
        <w:t>108.8084</w:t>
      </w:r>
      <w:r>
        <w:tab/>
        <w:t>1.013e0</w:t>
      </w:r>
    </w:p>
    <w:p w:rsidR="005B3ED9" w:rsidRDefault="005B3ED9" w:rsidP="005B3ED9">
      <w:r>
        <w:t>108.8308</w:t>
      </w:r>
      <w:r>
        <w:tab/>
        <w:t>1.013e0</w:t>
      </w:r>
    </w:p>
    <w:p w:rsidR="005B3ED9" w:rsidRDefault="005B3ED9" w:rsidP="005B3ED9">
      <w:r>
        <w:t>108.8446</w:t>
      </w:r>
      <w:r>
        <w:tab/>
        <w:t>1.013e0</w:t>
      </w:r>
    </w:p>
    <w:p w:rsidR="005B3ED9" w:rsidRDefault="005B3ED9" w:rsidP="005B3ED9">
      <w:r>
        <w:t>108.8665</w:t>
      </w:r>
      <w:r>
        <w:tab/>
        <w:t>1.013e0</w:t>
      </w:r>
    </w:p>
    <w:p w:rsidR="005B3ED9" w:rsidRDefault="005B3ED9" w:rsidP="005B3ED9">
      <w:r>
        <w:t>108.8827</w:t>
      </w:r>
      <w:r>
        <w:tab/>
        <w:t>4.051e0</w:t>
      </w:r>
    </w:p>
    <w:p w:rsidR="005B3ED9" w:rsidRDefault="005B3ED9" w:rsidP="005B3ED9">
      <w:r>
        <w:t>108.9361</w:t>
      </w:r>
      <w:r>
        <w:tab/>
        <w:t>1.013e0</w:t>
      </w:r>
    </w:p>
    <w:p w:rsidR="005B3ED9" w:rsidRDefault="005B3ED9" w:rsidP="005B3ED9">
      <w:r>
        <w:lastRenderedPageBreak/>
        <w:t>108.9610</w:t>
      </w:r>
      <w:r>
        <w:tab/>
        <w:t>1.013e0</w:t>
      </w:r>
    </w:p>
    <w:p w:rsidR="005B3ED9" w:rsidRDefault="005B3ED9" w:rsidP="005B3ED9">
      <w:r>
        <w:t>108.9834</w:t>
      </w:r>
      <w:r>
        <w:tab/>
        <w:t>1.013e0</w:t>
      </w:r>
    </w:p>
    <w:p w:rsidR="005B3ED9" w:rsidRDefault="005B3ED9" w:rsidP="005B3ED9">
      <w:r>
        <w:t>109.0163</w:t>
      </w:r>
      <w:r>
        <w:tab/>
        <w:t>1.013e0</w:t>
      </w:r>
    </w:p>
    <w:p w:rsidR="005B3ED9" w:rsidRDefault="005B3ED9" w:rsidP="005B3ED9">
      <w:r>
        <w:t>109.0191</w:t>
      </w:r>
      <w:r>
        <w:tab/>
        <w:t>1.013e0</w:t>
      </w:r>
    </w:p>
    <w:p w:rsidR="005B3ED9" w:rsidRDefault="005B3ED9" w:rsidP="005B3ED9">
      <w:r>
        <w:t>109.0497</w:t>
      </w:r>
      <w:r>
        <w:tab/>
        <w:t>1.013e0</w:t>
      </w:r>
    </w:p>
    <w:p w:rsidR="005B3ED9" w:rsidRDefault="005B3ED9" w:rsidP="005B3ED9">
      <w:r>
        <w:t>109.0635</w:t>
      </w:r>
      <w:r>
        <w:tab/>
        <w:t>1.013e0</w:t>
      </w:r>
    </w:p>
    <w:p w:rsidR="005B3ED9" w:rsidRDefault="005B3ED9" w:rsidP="005B3ED9">
      <w:r>
        <w:t>109.0664</w:t>
      </w:r>
      <w:r>
        <w:tab/>
        <w:t>1.013e0</w:t>
      </w:r>
    </w:p>
    <w:p w:rsidR="005B3ED9" w:rsidRDefault="005B3ED9" w:rsidP="005B3ED9">
      <w:r>
        <w:t>109.0692</w:t>
      </w:r>
      <w:r>
        <w:tab/>
        <w:t>2.025e0</w:t>
      </w:r>
    </w:p>
    <w:p w:rsidR="005B3ED9" w:rsidRDefault="005B3ED9" w:rsidP="005B3ED9">
      <w:r>
        <w:t>109.0773</w:t>
      </w:r>
      <w:r>
        <w:tab/>
        <w:t>1.013e0</w:t>
      </w:r>
    </w:p>
    <w:p w:rsidR="005B3ED9" w:rsidRDefault="005B3ED9" w:rsidP="005B3ED9">
      <w:r>
        <w:t>109.0914</w:t>
      </w:r>
      <w:r>
        <w:tab/>
        <w:t>1.013e0</w:t>
      </w:r>
    </w:p>
    <w:p w:rsidR="005B3ED9" w:rsidRDefault="005B3ED9" w:rsidP="005B3ED9">
      <w:r>
        <w:t>109.0940</w:t>
      </w:r>
      <w:r>
        <w:tab/>
        <w:t>1.013e0</w:t>
      </w:r>
    </w:p>
    <w:p w:rsidR="005B3ED9" w:rsidRDefault="005B3ED9" w:rsidP="005B3ED9">
      <w:r>
        <w:t>109.0997</w:t>
      </w:r>
      <w:r>
        <w:tab/>
        <w:t>1.013e0</w:t>
      </w:r>
    </w:p>
    <w:p w:rsidR="005B3ED9" w:rsidRDefault="005B3ED9" w:rsidP="005B3ED9">
      <w:r>
        <w:t>109.1067</w:t>
      </w:r>
      <w:r>
        <w:tab/>
        <w:t>2.025e0</w:t>
      </w:r>
    </w:p>
    <w:p w:rsidR="005B3ED9" w:rsidRDefault="005B3ED9" w:rsidP="005B3ED9">
      <w:r>
        <w:t>109.1165</w:t>
      </w:r>
      <w:r>
        <w:tab/>
        <w:t>2.025e0</w:t>
      </w:r>
    </w:p>
    <w:p w:rsidR="005B3ED9" w:rsidRDefault="005B3ED9" w:rsidP="005B3ED9">
      <w:r>
        <w:t>109.1689</w:t>
      </w:r>
      <w:r>
        <w:tab/>
        <w:t>1.013e0</w:t>
      </w:r>
    </w:p>
    <w:p w:rsidR="005B3ED9" w:rsidRDefault="005B3ED9" w:rsidP="005B3ED9">
      <w:r>
        <w:t>109.1747</w:t>
      </w:r>
      <w:r>
        <w:tab/>
        <w:t>1.013e0</w:t>
      </w:r>
    </w:p>
    <w:p w:rsidR="005B3ED9" w:rsidRDefault="005B3ED9" w:rsidP="005B3ED9">
      <w:r>
        <w:t>109.2024</w:t>
      </w:r>
      <w:r>
        <w:tab/>
        <w:t>1.013e0</w:t>
      </w:r>
    </w:p>
    <w:p w:rsidR="005B3ED9" w:rsidRDefault="005B3ED9" w:rsidP="005B3ED9">
      <w:r>
        <w:t>109.2606</w:t>
      </w:r>
      <w:r>
        <w:tab/>
        <w:t>1.013e0</w:t>
      </w:r>
    </w:p>
    <w:p w:rsidR="005B3ED9" w:rsidRDefault="005B3ED9" w:rsidP="005B3ED9">
      <w:r>
        <w:t>109.2773</w:t>
      </w:r>
      <w:r>
        <w:tab/>
        <w:t>1.013e0</w:t>
      </w:r>
    </w:p>
    <w:p w:rsidR="005B3ED9" w:rsidRDefault="005B3ED9" w:rsidP="005B3ED9">
      <w:r>
        <w:lastRenderedPageBreak/>
        <w:t>109.2911</w:t>
      </w:r>
      <w:r>
        <w:tab/>
        <w:t>1.013e0</w:t>
      </w:r>
    </w:p>
    <w:p w:rsidR="005B3ED9" w:rsidRDefault="005B3ED9" w:rsidP="005B3ED9">
      <w:r>
        <w:t>109.3108</w:t>
      </w:r>
      <w:r>
        <w:tab/>
        <w:t>1.013e0</w:t>
      </w:r>
    </w:p>
    <w:p w:rsidR="005B3ED9" w:rsidRDefault="005B3ED9" w:rsidP="005B3ED9">
      <w:r>
        <w:t>109.3663</w:t>
      </w:r>
      <w:r>
        <w:tab/>
        <w:t>1.013e0</w:t>
      </w:r>
    </w:p>
    <w:p w:rsidR="005B3ED9" w:rsidRDefault="005B3ED9" w:rsidP="005B3ED9">
      <w:r>
        <w:t>109.5081</w:t>
      </w:r>
      <w:r>
        <w:tab/>
        <w:t>1.013e0</w:t>
      </w:r>
    </w:p>
    <w:p w:rsidR="005B3ED9" w:rsidRDefault="005B3ED9" w:rsidP="005B3ED9">
      <w:r>
        <w:t>109.5110</w:t>
      </w:r>
      <w:r>
        <w:tab/>
        <w:t>1.013e0</w:t>
      </w:r>
    </w:p>
    <w:p w:rsidR="005B3ED9" w:rsidRDefault="005B3ED9" w:rsidP="005B3ED9">
      <w:r>
        <w:t>109.5583</w:t>
      </w:r>
      <w:r>
        <w:tab/>
        <w:t>1.013e0</w:t>
      </w:r>
    </w:p>
    <w:p w:rsidR="005B3ED9" w:rsidRDefault="005B3ED9" w:rsidP="005B3ED9">
      <w:r>
        <w:t>109.5722</w:t>
      </w:r>
      <w:r>
        <w:tab/>
        <w:t>1.013e0</w:t>
      </w:r>
    </w:p>
    <w:p w:rsidR="005B3ED9" w:rsidRDefault="005B3ED9" w:rsidP="005B3ED9">
      <w:r>
        <w:t>109.5779</w:t>
      </w:r>
      <w:r>
        <w:tab/>
        <w:t>1.013e0</w:t>
      </w:r>
    </w:p>
    <w:p w:rsidR="005B3ED9" w:rsidRDefault="005B3ED9" w:rsidP="005B3ED9">
      <w:r>
        <w:t>109.6443</w:t>
      </w:r>
      <w:r>
        <w:tab/>
        <w:t>1.013e0</w:t>
      </w:r>
    </w:p>
    <w:p w:rsidR="005B3ED9" w:rsidRDefault="005B3ED9" w:rsidP="005B3ED9">
      <w:r>
        <w:t>109.6559</w:t>
      </w:r>
      <w:r>
        <w:tab/>
        <w:t>2.025e0</w:t>
      </w:r>
    </w:p>
    <w:p w:rsidR="005B3ED9" w:rsidRDefault="005B3ED9" w:rsidP="005B3ED9">
      <w:r>
        <w:t>109.6611</w:t>
      </w:r>
      <w:r>
        <w:tab/>
        <w:t>1.013e0</w:t>
      </w:r>
    </w:p>
    <w:p w:rsidR="005B3ED9" w:rsidRDefault="005B3ED9" w:rsidP="005B3ED9">
      <w:r>
        <w:t>109.6724</w:t>
      </w:r>
      <w:r>
        <w:tab/>
        <w:t>1.013e0</w:t>
      </w:r>
    </w:p>
    <w:p w:rsidR="005B3ED9" w:rsidRDefault="005B3ED9" w:rsidP="005B3ED9">
      <w:r>
        <w:t>109.6778</w:t>
      </w:r>
      <w:r>
        <w:tab/>
        <w:t>1.013e0</w:t>
      </w:r>
    </w:p>
    <w:p w:rsidR="005B3ED9" w:rsidRDefault="005B3ED9" w:rsidP="005B3ED9">
      <w:r>
        <w:t>109.6946</w:t>
      </w:r>
      <w:r>
        <w:tab/>
        <w:t>1.013e0</w:t>
      </w:r>
    </w:p>
    <w:p w:rsidR="005B3ED9" w:rsidRDefault="005B3ED9" w:rsidP="005B3ED9">
      <w:r>
        <w:t>109.7142</w:t>
      </w:r>
      <w:r>
        <w:tab/>
        <w:t>1.013e0</w:t>
      </w:r>
    </w:p>
    <w:p w:rsidR="005B3ED9" w:rsidRDefault="005B3ED9" w:rsidP="005B3ED9">
      <w:r>
        <w:t>109.7195</w:t>
      </w:r>
      <w:r>
        <w:tab/>
        <w:t>1.013e0</w:t>
      </w:r>
    </w:p>
    <w:p w:rsidR="005B3ED9" w:rsidRDefault="005B3ED9" w:rsidP="005B3ED9">
      <w:r>
        <w:t>109.7726</w:t>
      </w:r>
      <w:r>
        <w:tab/>
        <w:t>2.025e0</w:t>
      </w:r>
    </w:p>
    <w:p w:rsidR="005B3ED9" w:rsidRDefault="005B3ED9" w:rsidP="005B3ED9">
      <w:r>
        <w:t>109.8032</w:t>
      </w:r>
      <w:r>
        <w:tab/>
        <w:t>1.013e0</w:t>
      </w:r>
    </w:p>
    <w:p w:rsidR="005B3ED9" w:rsidRDefault="005B3ED9" w:rsidP="005B3ED9">
      <w:r>
        <w:t>109.8129</w:t>
      </w:r>
      <w:r>
        <w:tab/>
        <w:t>2.025e0</w:t>
      </w:r>
    </w:p>
    <w:p w:rsidR="005B3ED9" w:rsidRDefault="005B3ED9" w:rsidP="005B3ED9">
      <w:r>
        <w:lastRenderedPageBreak/>
        <w:t>109.9176</w:t>
      </w:r>
      <w:r>
        <w:tab/>
        <w:t>1.013e0</w:t>
      </w:r>
    </w:p>
    <w:p w:rsidR="005B3ED9" w:rsidRDefault="005B3ED9" w:rsidP="005B3ED9">
      <w:r>
        <w:t>109.9201</w:t>
      </w:r>
      <w:r>
        <w:tab/>
        <w:t>1.013e0</w:t>
      </w:r>
    </w:p>
    <w:p w:rsidR="005B3ED9" w:rsidRDefault="005B3ED9" w:rsidP="005B3ED9">
      <w:r>
        <w:t>109.9286</w:t>
      </w:r>
      <w:r>
        <w:tab/>
        <w:t>1.013e0</w:t>
      </w:r>
    </w:p>
    <w:p w:rsidR="005B3ED9" w:rsidRDefault="005B3ED9" w:rsidP="005B3ED9">
      <w:r>
        <w:t>109.9508</w:t>
      </w:r>
      <w:r>
        <w:tab/>
        <w:t>1.013e0</w:t>
      </w:r>
    </w:p>
    <w:p w:rsidR="005B3ED9" w:rsidRDefault="005B3ED9" w:rsidP="005B3ED9">
      <w:r>
        <w:t>109.9789</w:t>
      </w:r>
      <w:r>
        <w:tab/>
        <w:t>1.013e0</w:t>
      </w:r>
    </w:p>
    <w:p w:rsidR="005B3ED9" w:rsidRDefault="005B3ED9" w:rsidP="005B3ED9">
      <w:r>
        <w:t>109.9815</w:t>
      </w:r>
      <w:r>
        <w:tab/>
        <w:t>1.013e0</w:t>
      </w:r>
    </w:p>
    <w:p w:rsidR="005B3ED9" w:rsidRDefault="005B3ED9" w:rsidP="005B3ED9">
      <w:r>
        <w:t>110.0177</w:t>
      </w:r>
      <w:r>
        <w:tab/>
        <w:t>2.025e0</w:t>
      </w:r>
    </w:p>
    <w:p w:rsidR="005B3ED9" w:rsidRDefault="005B3ED9" w:rsidP="005B3ED9">
      <w:r>
        <w:t>110.0205</w:t>
      </w:r>
      <w:r>
        <w:tab/>
        <w:t>1.013e0</w:t>
      </w:r>
    </w:p>
    <w:p w:rsidR="005B3ED9" w:rsidRDefault="005B3ED9" w:rsidP="005B3ED9">
      <w:r>
        <w:t>110.0345</w:t>
      </w:r>
      <w:r>
        <w:tab/>
        <w:t>1.013e0</w:t>
      </w:r>
    </w:p>
    <w:p w:rsidR="005B3ED9" w:rsidRDefault="005B3ED9" w:rsidP="005B3ED9">
      <w:r>
        <w:t>110.0454</w:t>
      </w:r>
      <w:r>
        <w:tab/>
        <w:t>1.013e0</w:t>
      </w:r>
    </w:p>
    <w:p w:rsidR="005B3ED9" w:rsidRDefault="005B3ED9" w:rsidP="005B3ED9">
      <w:r>
        <w:t>110.0694</w:t>
      </w:r>
      <w:r>
        <w:tab/>
        <w:t>2.025e0</w:t>
      </w:r>
    </w:p>
    <w:p w:rsidR="005B3ED9" w:rsidRDefault="005B3ED9" w:rsidP="005B3ED9">
      <w:r>
        <w:t>110.0803</w:t>
      </w:r>
      <w:r>
        <w:tab/>
        <w:t>3.926e0</w:t>
      </w:r>
    </w:p>
    <w:p w:rsidR="005B3ED9" w:rsidRDefault="005B3ED9" w:rsidP="005B3ED9">
      <w:r>
        <w:t>110.0819</w:t>
      </w:r>
      <w:r>
        <w:tab/>
        <w:t>1.013e0</w:t>
      </w:r>
    </w:p>
    <w:p w:rsidR="005B3ED9" w:rsidRDefault="005B3ED9" w:rsidP="005B3ED9">
      <w:r>
        <w:t>110.0876</w:t>
      </w:r>
      <w:r>
        <w:tab/>
        <w:t>1.013e0</w:t>
      </w:r>
    </w:p>
    <w:p w:rsidR="005B3ED9" w:rsidRDefault="005B3ED9" w:rsidP="005B3ED9">
      <w:r>
        <w:t>110.0958</w:t>
      </w:r>
      <w:r>
        <w:tab/>
        <w:t>1.013e0</w:t>
      </w:r>
    </w:p>
    <w:p w:rsidR="005B3ED9" w:rsidRDefault="005B3ED9" w:rsidP="005B3ED9">
      <w:r>
        <w:t>110.1001</w:t>
      </w:r>
      <w:r>
        <w:tab/>
        <w:t>2.025e0</w:t>
      </w:r>
    </w:p>
    <w:p w:rsidR="005B3ED9" w:rsidRDefault="005B3ED9" w:rsidP="005B3ED9">
      <w:r>
        <w:t>110.1125</w:t>
      </w:r>
      <w:r>
        <w:tab/>
        <w:t>1.013e0</w:t>
      </w:r>
    </w:p>
    <w:p w:rsidR="005B3ED9" w:rsidRDefault="005B3ED9" w:rsidP="005B3ED9">
      <w:r>
        <w:t>110.1351</w:t>
      </w:r>
      <w:r>
        <w:tab/>
        <w:t>1.013e0</w:t>
      </w:r>
    </w:p>
    <w:p w:rsidR="005B3ED9" w:rsidRDefault="005B3ED9" w:rsidP="005B3ED9">
      <w:r>
        <w:t>110.1517</w:t>
      </w:r>
      <w:r>
        <w:tab/>
        <w:t>1.013e0</w:t>
      </w:r>
    </w:p>
    <w:p w:rsidR="005B3ED9" w:rsidRDefault="005B3ED9" w:rsidP="005B3ED9">
      <w:r>
        <w:lastRenderedPageBreak/>
        <w:t>110.1739</w:t>
      </w:r>
      <w:r>
        <w:tab/>
        <w:t>1.013e0</w:t>
      </w:r>
    </w:p>
    <w:p w:rsidR="005B3ED9" w:rsidRDefault="005B3ED9" w:rsidP="005B3ED9">
      <w:r>
        <w:t>110.1848</w:t>
      </w:r>
      <w:r>
        <w:tab/>
        <w:t>1.013e0</w:t>
      </w:r>
    </w:p>
    <w:p w:rsidR="005B3ED9" w:rsidRDefault="005B3ED9" w:rsidP="005B3ED9">
      <w:r>
        <w:t>110.2046</w:t>
      </w:r>
      <w:r>
        <w:tab/>
        <w:t>1.013e0</w:t>
      </w:r>
    </w:p>
    <w:p w:rsidR="005B3ED9" w:rsidRDefault="005B3ED9" w:rsidP="005B3ED9">
      <w:r>
        <w:t>110.2103</w:t>
      </w:r>
      <w:r>
        <w:tab/>
        <w:t>1.013e0</w:t>
      </w:r>
    </w:p>
    <w:p w:rsidR="005B3ED9" w:rsidRDefault="005B3ED9" w:rsidP="005B3ED9">
      <w:r>
        <w:t>110.2271</w:t>
      </w:r>
      <w:r>
        <w:tab/>
        <w:t>1.013e0</w:t>
      </w:r>
    </w:p>
    <w:p w:rsidR="005B3ED9" w:rsidRDefault="005B3ED9" w:rsidP="005B3ED9">
      <w:r>
        <w:t>110.2381</w:t>
      </w:r>
      <w:r>
        <w:tab/>
        <w:t>1.013e0</w:t>
      </w:r>
    </w:p>
    <w:p w:rsidR="005B3ED9" w:rsidRDefault="005B3ED9" w:rsidP="005B3ED9">
      <w:r>
        <w:t>110.2716</w:t>
      </w:r>
      <w:r>
        <w:tab/>
        <w:t>1.013e0</w:t>
      </w:r>
    </w:p>
    <w:p w:rsidR="005B3ED9" w:rsidRDefault="005B3ED9" w:rsidP="005B3ED9">
      <w:r>
        <w:t>110.3023</w:t>
      </w:r>
      <w:r>
        <w:tab/>
        <w:t>1.013e0</w:t>
      </w:r>
    </w:p>
    <w:p w:rsidR="005B3ED9" w:rsidRDefault="005B3ED9" w:rsidP="005B3ED9">
      <w:r>
        <w:t>110.3162</w:t>
      </w:r>
      <w:r>
        <w:tab/>
        <w:t>1.013e0</w:t>
      </w:r>
    </w:p>
    <w:p w:rsidR="005B3ED9" w:rsidRDefault="005B3ED9" w:rsidP="005B3ED9">
      <w:r>
        <w:t>110.4223</w:t>
      </w:r>
      <w:r>
        <w:tab/>
        <w:t>1.013e0</w:t>
      </w:r>
    </w:p>
    <w:p w:rsidR="005B3ED9" w:rsidRDefault="005B3ED9" w:rsidP="005B3ED9">
      <w:r>
        <w:t>110.4334</w:t>
      </w:r>
      <w:r>
        <w:tab/>
        <w:t>1.013e0</w:t>
      </w:r>
    </w:p>
    <w:p w:rsidR="005B3ED9" w:rsidRDefault="005B3ED9" w:rsidP="005B3ED9">
      <w:r>
        <w:t>110.4476</w:t>
      </w:r>
      <w:r>
        <w:tab/>
        <w:t>1.013e0</w:t>
      </w:r>
    </w:p>
    <w:p w:rsidR="005B3ED9" w:rsidRDefault="005B3ED9" w:rsidP="005B3ED9">
      <w:r>
        <w:t>110.4558</w:t>
      </w:r>
      <w:r>
        <w:tab/>
        <w:t>1.013e0</w:t>
      </w:r>
    </w:p>
    <w:p w:rsidR="005B3ED9" w:rsidRDefault="005B3ED9" w:rsidP="005B3ED9">
      <w:r>
        <w:t>110.4808</w:t>
      </w:r>
      <w:r>
        <w:tab/>
        <w:t>1.013e0</w:t>
      </w:r>
    </w:p>
    <w:p w:rsidR="005B3ED9" w:rsidRDefault="005B3ED9" w:rsidP="005B3ED9">
      <w:r>
        <w:t>110.5092</w:t>
      </w:r>
      <w:r>
        <w:tab/>
        <w:t>1.013e0</w:t>
      </w:r>
    </w:p>
    <w:p w:rsidR="005B3ED9" w:rsidRDefault="005B3ED9" w:rsidP="005B3ED9">
      <w:r>
        <w:t>110.6233</w:t>
      </w:r>
      <w:r>
        <w:tab/>
        <w:t>1.013e0</w:t>
      </w:r>
    </w:p>
    <w:p w:rsidR="005B3ED9" w:rsidRDefault="005B3ED9" w:rsidP="005B3ED9">
      <w:r>
        <w:t>110.6402</w:t>
      </w:r>
      <w:r>
        <w:tab/>
        <w:t>1.013e0</w:t>
      </w:r>
    </w:p>
    <w:p w:rsidR="005B3ED9" w:rsidRDefault="005B3ED9" w:rsidP="005B3ED9">
      <w:r>
        <w:t>110.6540</w:t>
      </w:r>
      <w:r>
        <w:tab/>
        <w:t>1.013e0</w:t>
      </w:r>
    </w:p>
    <w:p w:rsidR="005B3ED9" w:rsidRDefault="005B3ED9" w:rsidP="005B3ED9">
      <w:r>
        <w:t>110.6682</w:t>
      </w:r>
      <w:r>
        <w:tab/>
        <w:t>1.013e0</w:t>
      </w:r>
    </w:p>
    <w:p w:rsidR="005B3ED9" w:rsidRDefault="005B3ED9" w:rsidP="005B3ED9">
      <w:r>
        <w:lastRenderedPageBreak/>
        <w:t>110.7299</w:t>
      </w:r>
      <w:r>
        <w:tab/>
        <w:t>1.013e0</w:t>
      </w:r>
    </w:p>
    <w:p w:rsidR="005B3ED9" w:rsidRDefault="005B3ED9" w:rsidP="005B3ED9">
      <w:r>
        <w:t>110.7578</w:t>
      </w:r>
      <w:r>
        <w:tab/>
        <w:t>1.013e0</w:t>
      </w:r>
    </w:p>
    <w:p w:rsidR="005B3ED9" w:rsidRDefault="005B3ED9" w:rsidP="005B3ED9">
      <w:r>
        <w:t>110.8136</w:t>
      </w:r>
      <w:r>
        <w:tab/>
        <w:t>1.013e0</w:t>
      </w:r>
    </w:p>
    <w:p w:rsidR="005B3ED9" w:rsidRDefault="005B3ED9" w:rsidP="005B3ED9">
      <w:r>
        <w:t>110.8290</w:t>
      </w:r>
      <w:r>
        <w:tab/>
        <w:t>2.025e0</w:t>
      </w:r>
    </w:p>
    <w:p w:rsidR="005B3ED9" w:rsidRDefault="005B3ED9" w:rsidP="005B3ED9">
      <w:r>
        <w:t>110.8891</w:t>
      </w:r>
      <w:r>
        <w:tab/>
        <w:t>1.013e0</w:t>
      </w:r>
    </w:p>
    <w:p w:rsidR="005B3ED9" w:rsidRDefault="005B3ED9" w:rsidP="005B3ED9">
      <w:r>
        <w:t>110.8977</w:t>
      </w:r>
      <w:r>
        <w:tab/>
        <w:t>1.013e0</w:t>
      </w:r>
    </w:p>
    <w:p w:rsidR="005B3ED9" w:rsidRDefault="005B3ED9" w:rsidP="005B3ED9">
      <w:r>
        <w:t>110.9116</w:t>
      </w:r>
      <w:r>
        <w:tab/>
        <w:t>1.013e0</w:t>
      </w:r>
    </w:p>
    <w:p w:rsidR="005B3ED9" w:rsidRDefault="005B3ED9" w:rsidP="005B3ED9">
      <w:r>
        <w:t>110.9174</w:t>
      </w:r>
      <w:r>
        <w:tab/>
        <w:t>1.013e0</w:t>
      </w:r>
    </w:p>
    <w:p w:rsidR="005B3ED9" w:rsidRDefault="005B3ED9" w:rsidP="005B3ED9">
      <w:r>
        <w:t>110.9676</w:t>
      </w:r>
      <w:r>
        <w:tab/>
        <w:t>1.013e0</w:t>
      </w:r>
    </w:p>
    <w:p w:rsidR="005B3ED9" w:rsidRDefault="005B3ED9" w:rsidP="005B3ED9">
      <w:r>
        <w:t>110.9928</w:t>
      </w:r>
      <w:r>
        <w:tab/>
        <w:t>1.013e0</w:t>
      </w:r>
    </w:p>
    <w:p w:rsidR="005B3ED9" w:rsidRDefault="005B3ED9" w:rsidP="005B3ED9">
      <w:r>
        <w:t>111.0318</w:t>
      </w:r>
      <w:r>
        <w:tab/>
        <w:t>1.013e0</w:t>
      </w:r>
    </w:p>
    <w:p w:rsidR="005B3ED9" w:rsidRDefault="005B3ED9" w:rsidP="005B3ED9">
      <w:r>
        <w:t>111.0434</w:t>
      </w:r>
      <w:r>
        <w:tab/>
        <w:t>1.013e0</w:t>
      </w:r>
    </w:p>
    <w:p w:rsidR="005B3ED9" w:rsidRDefault="005B3ED9" w:rsidP="005B3ED9">
      <w:r>
        <w:t>111.0461</w:t>
      </w:r>
      <w:r>
        <w:tab/>
        <w:t>1.013e0</w:t>
      </w:r>
    </w:p>
    <w:p w:rsidR="005B3ED9" w:rsidRDefault="005B3ED9" w:rsidP="005B3ED9">
      <w:r>
        <w:t>111.0544</w:t>
      </w:r>
      <w:r>
        <w:tab/>
        <w:t>2.025e0</w:t>
      </w:r>
    </w:p>
    <w:p w:rsidR="005B3ED9" w:rsidRDefault="005B3ED9" w:rsidP="005B3ED9">
      <w:r>
        <w:t>111.0573</w:t>
      </w:r>
      <w:r>
        <w:tab/>
        <w:t>1.013e0</w:t>
      </w:r>
    </w:p>
    <w:p w:rsidR="005B3ED9" w:rsidRDefault="005B3ED9" w:rsidP="005B3ED9">
      <w:r>
        <w:t>111.0608</w:t>
      </w:r>
      <w:r>
        <w:tab/>
        <w:t>3.038e0</w:t>
      </w:r>
    </w:p>
    <w:p w:rsidR="005B3ED9" w:rsidRDefault="005B3ED9" w:rsidP="005B3ED9">
      <w:r>
        <w:t>111.0684</w:t>
      </w:r>
      <w:r>
        <w:tab/>
        <w:t>2.025e0</w:t>
      </w:r>
    </w:p>
    <w:p w:rsidR="005B3ED9" w:rsidRDefault="005B3ED9" w:rsidP="005B3ED9">
      <w:r>
        <w:t>111.0861</w:t>
      </w:r>
      <w:r>
        <w:tab/>
        <w:t>4.051e0</w:t>
      </w:r>
    </w:p>
    <w:p w:rsidR="005B3ED9" w:rsidRDefault="005B3ED9" w:rsidP="005B3ED9">
      <w:r>
        <w:t>111.0880</w:t>
      </w:r>
      <w:r>
        <w:tab/>
        <w:t>6.076e0</w:t>
      </w:r>
    </w:p>
    <w:p w:rsidR="005B3ED9" w:rsidRDefault="005B3ED9" w:rsidP="005B3ED9">
      <w:r>
        <w:lastRenderedPageBreak/>
        <w:t>111.0895</w:t>
      </w:r>
      <w:r>
        <w:tab/>
        <w:t>4.051e0</w:t>
      </w:r>
    </w:p>
    <w:p w:rsidR="005B3ED9" w:rsidRDefault="005B3ED9" w:rsidP="005B3ED9">
      <w:r>
        <w:t>111.1026</w:t>
      </w:r>
      <w:r>
        <w:tab/>
        <w:t>4.051e0</w:t>
      </w:r>
    </w:p>
    <w:p w:rsidR="005B3ED9" w:rsidRDefault="005B3ED9" w:rsidP="005B3ED9">
      <w:r>
        <w:t>111.1230</w:t>
      </w:r>
      <w:r>
        <w:tab/>
        <w:t>2.025e0</w:t>
      </w:r>
    </w:p>
    <w:p w:rsidR="005B3ED9" w:rsidRDefault="005B3ED9" w:rsidP="005B3ED9">
      <w:r>
        <w:t>111.1413</w:t>
      </w:r>
      <w:r>
        <w:tab/>
        <w:t>1.013e0</w:t>
      </w:r>
    </w:p>
    <w:p w:rsidR="005B3ED9" w:rsidRDefault="005B3ED9" w:rsidP="005B3ED9">
      <w:r>
        <w:t>111.1665</w:t>
      </w:r>
      <w:r>
        <w:tab/>
        <w:t>2.025e0</w:t>
      </w:r>
    </w:p>
    <w:p w:rsidR="005B3ED9" w:rsidRDefault="005B3ED9" w:rsidP="005B3ED9">
      <w:r>
        <w:t>111.3010</w:t>
      </w:r>
      <w:r>
        <w:tab/>
        <w:t>1.013e0</w:t>
      </w:r>
    </w:p>
    <w:p w:rsidR="005B3ED9" w:rsidRDefault="005B3ED9" w:rsidP="005B3ED9">
      <w:r>
        <w:t>111.3094</w:t>
      </w:r>
      <w:r>
        <w:tab/>
        <w:t>1.013e0</w:t>
      </w:r>
    </w:p>
    <w:p w:rsidR="005B3ED9" w:rsidRDefault="005B3ED9" w:rsidP="005B3ED9">
      <w:r>
        <w:t>111.3461</w:t>
      </w:r>
      <w:r>
        <w:tab/>
        <w:t>1.013e0</w:t>
      </w:r>
    </w:p>
    <w:p w:rsidR="005B3ED9" w:rsidRDefault="005B3ED9" w:rsidP="005B3ED9">
      <w:r>
        <w:t>111.4131</w:t>
      </w:r>
      <w:r>
        <w:tab/>
        <w:t>1.013e0</w:t>
      </w:r>
    </w:p>
    <w:p w:rsidR="005B3ED9" w:rsidRDefault="005B3ED9" w:rsidP="005B3ED9">
      <w:r>
        <w:t>111.4539</w:t>
      </w:r>
      <w:r>
        <w:tab/>
        <w:t>2.025e0</w:t>
      </w:r>
    </w:p>
    <w:p w:rsidR="005B3ED9" w:rsidRDefault="005B3ED9" w:rsidP="005B3ED9">
      <w:r>
        <w:t>111.4973</w:t>
      </w:r>
      <w:r>
        <w:tab/>
        <w:t>1.013e0</w:t>
      </w:r>
    </w:p>
    <w:p w:rsidR="005B3ED9" w:rsidRDefault="005B3ED9" w:rsidP="005B3ED9">
      <w:r>
        <w:t>111.5252</w:t>
      </w:r>
      <w:r>
        <w:tab/>
        <w:t>1.013e0</w:t>
      </w:r>
    </w:p>
    <w:p w:rsidR="005B3ED9" w:rsidRDefault="005B3ED9" w:rsidP="005B3ED9">
      <w:r>
        <w:t>111.5590</w:t>
      </w:r>
      <w:r>
        <w:tab/>
        <w:t>2.025e0</w:t>
      </w:r>
    </w:p>
    <w:p w:rsidR="005B3ED9" w:rsidRDefault="005B3ED9" w:rsidP="005B3ED9">
      <w:r>
        <w:t>111.5956</w:t>
      </w:r>
      <w:r>
        <w:tab/>
        <w:t>1.013e0</w:t>
      </w:r>
    </w:p>
    <w:p w:rsidR="005B3ED9" w:rsidRDefault="005B3ED9" w:rsidP="005B3ED9">
      <w:r>
        <w:t>111.5970</w:t>
      </w:r>
      <w:r>
        <w:tab/>
        <w:t>2.025e0</w:t>
      </w:r>
    </w:p>
    <w:p w:rsidR="005B3ED9" w:rsidRDefault="005B3ED9" w:rsidP="005B3ED9">
      <w:r>
        <w:t>111.6125</w:t>
      </w:r>
      <w:r>
        <w:tab/>
        <w:t>1.013e0</w:t>
      </w:r>
    </w:p>
    <w:p w:rsidR="005B3ED9" w:rsidRDefault="005B3ED9" w:rsidP="005B3ED9">
      <w:r>
        <w:t>111.6208</w:t>
      </w:r>
      <w:r>
        <w:tab/>
        <w:t>1.013e0</w:t>
      </w:r>
    </w:p>
    <w:p w:rsidR="005B3ED9" w:rsidRDefault="005B3ED9" w:rsidP="005B3ED9">
      <w:r>
        <w:t>111.6573</w:t>
      </w:r>
      <w:r>
        <w:tab/>
        <w:t>1.013e0</w:t>
      </w:r>
    </w:p>
    <w:p w:rsidR="005B3ED9" w:rsidRDefault="005B3ED9" w:rsidP="005B3ED9">
      <w:r>
        <w:t>111.6713</w:t>
      </w:r>
      <w:r>
        <w:tab/>
        <w:t>1.013e0</w:t>
      </w:r>
    </w:p>
    <w:p w:rsidR="005B3ED9" w:rsidRDefault="005B3ED9" w:rsidP="005B3ED9">
      <w:r>
        <w:lastRenderedPageBreak/>
        <w:t>111.7388</w:t>
      </w:r>
      <w:r>
        <w:tab/>
        <w:t>1.013e0</w:t>
      </w:r>
    </w:p>
    <w:p w:rsidR="005B3ED9" w:rsidRDefault="005B3ED9" w:rsidP="005B3ED9">
      <w:r>
        <w:t>111.7431</w:t>
      </w:r>
      <w:r>
        <w:tab/>
        <w:t>2.025e0</w:t>
      </w:r>
    </w:p>
    <w:p w:rsidR="005B3ED9" w:rsidRDefault="005B3ED9" w:rsidP="005B3ED9">
      <w:r>
        <w:t>111.7528</w:t>
      </w:r>
      <w:r>
        <w:tab/>
        <w:t>2.025e0</w:t>
      </w:r>
    </w:p>
    <w:p w:rsidR="005B3ED9" w:rsidRDefault="005B3ED9" w:rsidP="005B3ED9">
      <w:r>
        <w:t>111.7923</w:t>
      </w:r>
      <w:r>
        <w:tab/>
        <w:t>1.013e0</w:t>
      </w:r>
    </w:p>
    <w:p w:rsidR="005B3ED9" w:rsidRDefault="005B3ED9" w:rsidP="005B3ED9">
      <w:r>
        <w:t>111.8035</w:t>
      </w:r>
      <w:r>
        <w:tab/>
        <w:t>1.013e0</w:t>
      </w:r>
    </w:p>
    <w:p w:rsidR="005B3ED9" w:rsidRDefault="005B3ED9" w:rsidP="005B3ED9">
      <w:r>
        <w:t>111.8145</w:t>
      </w:r>
      <w:r>
        <w:tab/>
        <w:t>1.013e0</w:t>
      </w:r>
    </w:p>
    <w:p w:rsidR="005B3ED9" w:rsidRDefault="005B3ED9" w:rsidP="005B3ED9">
      <w:r>
        <w:t>111.8456</w:t>
      </w:r>
      <w:r>
        <w:tab/>
        <w:t>1.013e0</w:t>
      </w:r>
    </w:p>
    <w:p w:rsidR="005B3ED9" w:rsidRDefault="005B3ED9" w:rsidP="005B3ED9">
      <w:r>
        <w:t>111.8710</w:t>
      </w:r>
      <w:r>
        <w:tab/>
        <w:t>1.013e0</w:t>
      </w:r>
    </w:p>
    <w:p w:rsidR="005B3ED9" w:rsidRDefault="005B3ED9" w:rsidP="005B3ED9">
      <w:r>
        <w:t>111.9246</w:t>
      </w:r>
      <w:r>
        <w:tab/>
        <w:t>1.013e0</w:t>
      </w:r>
    </w:p>
    <w:p w:rsidR="005B3ED9" w:rsidRDefault="005B3ED9" w:rsidP="005B3ED9">
      <w:r>
        <w:t>112.0032</w:t>
      </w:r>
      <w:r>
        <w:tab/>
        <w:t>1.013e0</w:t>
      </w:r>
    </w:p>
    <w:p w:rsidR="005B3ED9" w:rsidRDefault="005B3ED9" w:rsidP="005B3ED9">
      <w:r>
        <w:t>112.0254</w:t>
      </w:r>
      <w:r>
        <w:tab/>
        <w:t>1.013e0</w:t>
      </w:r>
    </w:p>
    <w:p w:rsidR="005B3ED9" w:rsidRDefault="005B3ED9" w:rsidP="005B3ED9">
      <w:r>
        <w:t>112.0453</w:t>
      </w:r>
      <w:r>
        <w:tab/>
        <w:t>1.013e0</w:t>
      </w:r>
    </w:p>
    <w:p w:rsidR="005B3ED9" w:rsidRDefault="005B3ED9" w:rsidP="005B3ED9">
      <w:r>
        <w:t>112.0510</w:t>
      </w:r>
      <w:r>
        <w:tab/>
        <w:t>1.013e0</w:t>
      </w:r>
    </w:p>
    <w:p w:rsidR="005B3ED9" w:rsidRDefault="005B3ED9" w:rsidP="005B3ED9">
      <w:r>
        <w:t>112.0539</w:t>
      </w:r>
      <w:r>
        <w:tab/>
        <w:t>1.013e0</w:t>
      </w:r>
    </w:p>
    <w:p w:rsidR="005B3ED9" w:rsidRDefault="005B3ED9" w:rsidP="005B3ED9">
      <w:r>
        <w:t>112.0886</w:t>
      </w:r>
      <w:r>
        <w:tab/>
        <w:t>6.076e0</w:t>
      </w:r>
    </w:p>
    <w:p w:rsidR="005B3ED9" w:rsidRDefault="005B3ED9" w:rsidP="005B3ED9">
      <w:r>
        <w:t>112.0901</w:t>
      </w:r>
      <w:r>
        <w:tab/>
        <w:t>1.013e0</w:t>
      </w:r>
    </w:p>
    <w:p w:rsidR="005B3ED9" w:rsidRDefault="005B3ED9" w:rsidP="005B3ED9">
      <w:r>
        <w:t>112.0945</w:t>
      </w:r>
      <w:r>
        <w:tab/>
        <w:t>2.025e0</w:t>
      </w:r>
    </w:p>
    <w:p w:rsidR="005B3ED9" w:rsidRDefault="005B3ED9" w:rsidP="005B3ED9">
      <w:r>
        <w:t>112.1100</w:t>
      </w:r>
      <w:r>
        <w:tab/>
        <w:t>1.013e0</w:t>
      </w:r>
    </w:p>
    <w:p w:rsidR="005B3ED9" w:rsidRDefault="005B3ED9" w:rsidP="005B3ED9">
      <w:r>
        <w:t>112.1157</w:t>
      </w:r>
      <w:r>
        <w:tab/>
        <w:t>1.013e0</w:t>
      </w:r>
    </w:p>
    <w:p w:rsidR="005B3ED9" w:rsidRDefault="005B3ED9" w:rsidP="005B3ED9">
      <w:r>
        <w:lastRenderedPageBreak/>
        <w:t>112.1187</w:t>
      </w:r>
      <w:r>
        <w:tab/>
        <w:t>1.013e0</w:t>
      </w:r>
    </w:p>
    <w:p w:rsidR="005B3ED9" w:rsidRDefault="005B3ED9" w:rsidP="005B3ED9">
      <w:r>
        <w:t>112.2026</w:t>
      </w:r>
      <w:r>
        <w:tab/>
        <w:t>1.013e0</w:t>
      </w:r>
    </w:p>
    <w:p w:rsidR="005B3ED9" w:rsidRDefault="005B3ED9" w:rsidP="005B3ED9">
      <w:r>
        <w:t>112.2482</w:t>
      </w:r>
      <w:r>
        <w:tab/>
        <w:t>1.013e0</w:t>
      </w:r>
    </w:p>
    <w:p w:rsidR="005B3ED9" w:rsidRDefault="005B3ED9" w:rsidP="005B3ED9">
      <w:r>
        <w:t>112.2873</w:t>
      </w:r>
      <w:r>
        <w:tab/>
        <w:t>1.013e0</w:t>
      </w:r>
    </w:p>
    <w:p w:rsidR="005B3ED9" w:rsidRDefault="005B3ED9" w:rsidP="005B3ED9">
      <w:r>
        <w:t>112.2930</w:t>
      </w:r>
      <w:r>
        <w:tab/>
        <w:t>1.013e0</w:t>
      </w:r>
    </w:p>
    <w:p w:rsidR="005B3ED9" w:rsidRDefault="005B3ED9" w:rsidP="005B3ED9">
      <w:r>
        <w:t>112.4226</w:t>
      </w:r>
      <w:r>
        <w:tab/>
        <w:t>2.025e0</w:t>
      </w:r>
    </w:p>
    <w:p w:rsidR="005B3ED9" w:rsidRDefault="005B3ED9" w:rsidP="005B3ED9">
      <w:r>
        <w:t>112.4338</w:t>
      </w:r>
      <w:r>
        <w:tab/>
        <w:t>1.013e0</w:t>
      </w:r>
    </w:p>
    <w:p w:rsidR="005B3ED9" w:rsidRDefault="005B3ED9" w:rsidP="005B3ED9">
      <w:r>
        <w:t>112.4478</w:t>
      </w:r>
      <w:r>
        <w:tab/>
        <w:t>1.013e0</w:t>
      </w:r>
    </w:p>
    <w:p w:rsidR="005B3ED9" w:rsidRDefault="005B3ED9" w:rsidP="005B3ED9">
      <w:r>
        <w:t>112.4536</w:t>
      </w:r>
      <w:r>
        <w:tab/>
        <w:t>1.013e0</w:t>
      </w:r>
    </w:p>
    <w:p w:rsidR="005B3ED9" w:rsidRDefault="005B3ED9" w:rsidP="005B3ED9">
      <w:r>
        <w:t>112.4594</w:t>
      </w:r>
      <w:r>
        <w:tab/>
        <w:t>1.013e0</w:t>
      </w:r>
    </w:p>
    <w:p w:rsidR="005B3ED9" w:rsidRDefault="005B3ED9" w:rsidP="005B3ED9">
      <w:r>
        <w:t>112.5015</w:t>
      </w:r>
      <w:r>
        <w:tab/>
        <w:t>1.013e0</w:t>
      </w:r>
    </w:p>
    <w:p w:rsidR="005B3ED9" w:rsidRDefault="005B3ED9" w:rsidP="005B3ED9">
      <w:r>
        <w:t>112.5073</w:t>
      </w:r>
      <w:r>
        <w:tab/>
        <w:t>1.013e0</w:t>
      </w:r>
    </w:p>
    <w:p w:rsidR="005B3ED9" w:rsidRDefault="005B3ED9" w:rsidP="005B3ED9">
      <w:r>
        <w:t>112.5663</w:t>
      </w:r>
      <w:r>
        <w:tab/>
        <w:t>1.013e0</w:t>
      </w:r>
    </w:p>
    <w:p w:rsidR="005B3ED9" w:rsidRDefault="005B3ED9" w:rsidP="005B3ED9">
      <w:r>
        <w:t>112.6230</w:t>
      </w:r>
      <w:r>
        <w:tab/>
        <w:t>1.013e0</w:t>
      </w:r>
    </w:p>
    <w:p w:rsidR="005B3ED9" w:rsidRDefault="005B3ED9" w:rsidP="005B3ED9">
      <w:r>
        <w:t>112.6452</w:t>
      </w:r>
      <w:r>
        <w:tab/>
        <w:t>1.013e0</w:t>
      </w:r>
    </w:p>
    <w:p w:rsidR="005B3ED9" w:rsidRDefault="005B3ED9" w:rsidP="005B3ED9">
      <w:r>
        <w:t>112.6650</w:t>
      </w:r>
      <w:r>
        <w:tab/>
        <w:t>1.013e0</w:t>
      </w:r>
    </w:p>
    <w:p w:rsidR="005B3ED9" w:rsidRDefault="005B3ED9" w:rsidP="005B3ED9">
      <w:r>
        <w:t>112.7386</w:t>
      </w:r>
      <w:r>
        <w:tab/>
        <w:t>1.013e0</w:t>
      </w:r>
    </w:p>
    <w:p w:rsidR="005B3ED9" w:rsidRDefault="005B3ED9" w:rsidP="005B3ED9">
      <w:r>
        <w:t>112.7638</w:t>
      </w:r>
      <w:r>
        <w:tab/>
        <w:t>1.013e0</w:t>
      </w:r>
    </w:p>
    <w:p w:rsidR="005B3ED9" w:rsidRDefault="005B3ED9" w:rsidP="005B3ED9">
      <w:r>
        <w:t>112.8230</w:t>
      </w:r>
      <w:r>
        <w:tab/>
        <w:t>1.013e0</w:t>
      </w:r>
    </w:p>
    <w:p w:rsidR="005B3ED9" w:rsidRDefault="005B3ED9" w:rsidP="005B3ED9">
      <w:r>
        <w:lastRenderedPageBreak/>
        <w:t>112.8287</w:t>
      </w:r>
      <w:r>
        <w:tab/>
        <w:t>1.013e0</w:t>
      </w:r>
    </w:p>
    <w:p w:rsidR="005B3ED9" w:rsidRDefault="005B3ED9" w:rsidP="005B3ED9">
      <w:r>
        <w:t>112.8457</w:t>
      </w:r>
      <w:r>
        <w:tab/>
        <w:t>1.013e0</w:t>
      </w:r>
    </w:p>
    <w:p w:rsidR="005B3ED9" w:rsidRDefault="005B3ED9" w:rsidP="005B3ED9">
      <w:r>
        <w:t>112.8854</w:t>
      </w:r>
      <w:r>
        <w:tab/>
        <w:t>1.013e0</w:t>
      </w:r>
    </w:p>
    <w:p w:rsidR="005B3ED9" w:rsidRDefault="005B3ED9" w:rsidP="005B3ED9">
      <w:r>
        <w:t>112.8965</w:t>
      </w:r>
      <w:r>
        <w:tab/>
        <w:t>1.013e0</w:t>
      </w:r>
    </w:p>
    <w:p w:rsidR="005B3ED9" w:rsidRDefault="005B3ED9" w:rsidP="005B3ED9">
      <w:r>
        <w:t>112.9106</w:t>
      </w:r>
      <w:r>
        <w:tab/>
        <w:t>1.013e0</w:t>
      </w:r>
    </w:p>
    <w:p w:rsidR="005B3ED9" w:rsidRDefault="005B3ED9" w:rsidP="005B3ED9">
      <w:r>
        <w:t>112.9276</w:t>
      </w:r>
      <w:r>
        <w:tab/>
        <w:t>1.013e0</w:t>
      </w:r>
    </w:p>
    <w:p w:rsidR="005B3ED9" w:rsidRDefault="005B3ED9" w:rsidP="005B3ED9">
      <w:r>
        <w:t>112.9416</w:t>
      </w:r>
      <w:r>
        <w:tab/>
        <w:t>1.013e0</w:t>
      </w:r>
    </w:p>
    <w:p w:rsidR="005B3ED9" w:rsidRDefault="005B3ED9" w:rsidP="005B3ED9">
      <w:r>
        <w:t>112.9503</w:t>
      </w:r>
      <w:r>
        <w:tab/>
        <w:t>1.013e0</w:t>
      </w:r>
    </w:p>
    <w:p w:rsidR="005B3ED9" w:rsidRDefault="005B3ED9" w:rsidP="005B3ED9">
      <w:r>
        <w:t>112.9755</w:t>
      </w:r>
      <w:r>
        <w:tab/>
        <w:t>1.013e0</w:t>
      </w:r>
    </w:p>
    <w:p w:rsidR="005B3ED9" w:rsidRDefault="005B3ED9" w:rsidP="005B3ED9">
      <w:r>
        <w:t>112.9954</w:t>
      </w:r>
      <w:r>
        <w:tab/>
        <w:t>1.013e0</w:t>
      </w:r>
    </w:p>
    <w:p w:rsidR="005B3ED9" w:rsidRDefault="005B3ED9" w:rsidP="005B3ED9">
      <w:r>
        <w:t>113.0182</w:t>
      </w:r>
      <w:r>
        <w:tab/>
        <w:t>1.013e0</w:t>
      </w:r>
    </w:p>
    <w:p w:rsidR="005B3ED9" w:rsidRDefault="005B3ED9" w:rsidP="005B3ED9">
      <w:r>
        <w:t>113.0235</w:t>
      </w:r>
      <w:r>
        <w:tab/>
        <w:t>1.013e0</w:t>
      </w:r>
    </w:p>
    <w:p w:rsidR="005B3ED9" w:rsidRDefault="005B3ED9" w:rsidP="005B3ED9">
      <w:r>
        <w:t>113.0293</w:t>
      </w:r>
      <w:r>
        <w:tab/>
        <w:t>1.013e0</w:t>
      </w:r>
    </w:p>
    <w:p w:rsidR="005B3ED9" w:rsidRDefault="005B3ED9" w:rsidP="005B3ED9">
      <w:r>
        <w:t>113.0698</w:t>
      </w:r>
      <w:r>
        <w:tab/>
        <w:t>4.051e0</w:t>
      </w:r>
    </w:p>
    <w:p w:rsidR="005B3ED9" w:rsidRDefault="005B3ED9" w:rsidP="005B3ED9">
      <w:r>
        <w:t>113.0714</w:t>
      </w:r>
      <w:r>
        <w:tab/>
        <w:t>1.013e0</w:t>
      </w:r>
    </w:p>
    <w:p w:rsidR="005B3ED9" w:rsidRDefault="005B3ED9" w:rsidP="005B3ED9">
      <w:r>
        <w:t>113.0742</w:t>
      </w:r>
      <w:r>
        <w:tab/>
        <w:t>8.101e0</w:t>
      </w:r>
    </w:p>
    <w:p w:rsidR="005B3ED9" w:rsidRDefault="005B3ED9" w:rsidP="005B3ED9">
      <w:r>
        <w:t>113.0914</w:t>
      </w:r>
      <w:r>
        <w:tab/>
        <w:t>1.013e0</w:t>
      </w:r>
    </w:p>
    <w:p w:rsidR="005B3ED9" w:rsidRDefault="005B3ED9" w:rsidP="005B3ED9">
      <w:r>
        <w:t>113.1106</w:t>
      </w:r>
      <w:r>
        <w:tab/>
        <w:t>7.089e0</w:t>
      </w:r>
    </w:p>
    <w:p w:rsidR="005B3ED9" w:rsidRDefault="005B3ED9" w:rsidP="005B3ED9">
      <w:r>
        <w:t>113.1224</w:t>
      </w:r>
      <w:r>
        <w:tab/>
        <w:t>1.013e0</w:t>
      </w:r>
    </w:p>
    <w:p w:rsidR="005B3ED9" w:rsidRDefault="005B3ED9" w:rsidP="005B3ED9">
      <w:r>
        <w:lastRenderedPageBreak/>
        <w:t>113.1452</w:t>
      </w:r>
      <w:r>
        <w:tab/>
        <w:t>1.013e0</w:t>
      </w:r>
    </w:p>
    <w:p w:rsidR="005B3ED9" w:rsidRDefault="005B3ED9" w:rsidP="005B3ED9">
      <w:r>
        <w:t>113.1593</w:t>
      </w:r>
      <w:r>
        <w:tab/>
        <w:t>1.013e0</w:t>
      </w:r>
    </w:p>
    <w:p w:rsidR="005B3ED9" w:rsidRDefault="005B3ED9" w:rsidP="005B3ED9">
      <w:r>
        <w:t>113.1932</w:t>
      </w:r>
      <w:r>
        <w:tab/>
        <w:t>1.013e0</w:t>
      </w:r>
    </w:p>
    <w:p w:rsidR="005B3ED9" w:rsidRDefault="005B3ED9" w:rsidP="005B3ED9">
      <w:r>
        <w:t>113.3033</w:t>
      </w:r>
      <w:r>
        <w:tab/>
        <w:t>1.013e0</w:t>
      </w:r>
    </w:p>
    <w:p w:rsidR="005B3ED9" w:rsidRDefault="005B3ED9" w:rsidP="005B3ED9">
      <w:r>
        <w:t>113.4252</w:t>
      </w:r>
      <w:r>
        <w:tab/>
        <w:t>1.013e0</w:t>
      </w:r>
    </w:p>
    <w:p w:rsidR="005B3ED9" w:rsidRDefault="005B3ED9" w:rsidP="005B3ED9">
      <w:r>
        <w:t>113.4422</w:t>
      </w:r>
      <w:r>
        <w:tab/>
        <w:t>1.013e0</w:t>
      </w:r>
    </w:p>
    <w:p w:rsidR="005B3ED9" w:rsidRDefault="005B3ED9" w:rsidP="005B3ED9">
      <w:r>
        <w:t>113.4450</w:t>
      </w:r>
      <w:r>
        <w:tab/>
        <w:t>1.013e0</w:t>
      </w:r>
    </w:p>
    <w:p w:rsidR="005B3ED9" w:rsidRDefault="005B3ED9" w:rsidP="005B3ED9">
      <w:r>
        <w:t>113.4703</w:t>
      </w:r>
      <w:r>
        <w:tab/>
        <w:t>1.013e0</w:t>
      </w:r>
    </w:p>
    <w:p w:rsidR="005B3ED9" w:rsidRDefault="005B3ED9" w:rsidP="005B3ED9">
      <w:r>
        <w:t>113.4873</w:t>
      </w:r>
      <w:r>
        <w:tab/>
        <w:t>1.013e0</w:t>
      </w:r>
    </w:p>
    <w:p w:rsidR="005B3ED9" w:rsidRDefault="005B3ED9" w:rsidP="005B3ED9">
      <w:r>
        <w:t>113.5271</w:t>
      </w:r>
      <w:r>
        <w:tab/>
        <w:t>1.013e0</w:t>
      </w:r>
    </w:p>
    <w:p w:rsidR="005B3ED9" w:rsidRDefault="005B3ED9" w:rsidP="005B3ED9">
      <w:r>
        <w:t>113.5753</w:t>
      </w:r>
      <w:r>
        <w:tab/>
        <w:t>1.013e0</w:t>
      </w:r>
    </w:p>
    <w:p w:rsidR="005B3ED9" w:rsidRDefault="005B3ED9" w:rsidP="005B3ED9">
      <w:r>
        <w:t>113.5864</w:t>
      </w:r>
      <w:r>
        <w:tab/>
        <w:t>1.013e0</w:t>
      </w:r>
    </w:p>
    <w:p w:rsidR="005B3ED9" w:rsidRDefault="005B3ED9" w:rsidP="005B3ED9">
      <w:r>
        <w:t>113.5981</w:t>
      </w:r>
      <w:r>
        <w:tab/>
        <w:t>1.013e0</w:t>
      </w:r>
    </w:p>
    <w:p w:rsidR="005B3ED9" w:rsidRDefault="005B3ED9" w:rsidP="005B3ED9">
      <w:r>
        <w:t>113.6151</w:t>
      </w:r>
      <w:r>
        <w:tab/>
        <w:t>1.013e0</w:t>
      </w:r>
    </w:p>
    <w:p w:rsidR="005B3ED9" w:rsidRDefault="005B3ED9" w:rsidP="005B3ED9">
      <w:r>
        <w:t>113.6291</w:t>
      </w:r>
      <w:r>
        <w:tab/>
        <w:t>1.013e0</w:t>
      </w:r>
    </w:p>
    <w:p w:rsidR="005B3ED9" w:rsidRDefault="005B3ED9" w:rsidP="005B3ED9">
      <w:r>
        <w:t>113.6688</w:t>
      </w:r>
      <w:r>
        <w:tab/>
        <w:t>1.013e0</w:t>
      </w:r>
    </w:p>
    <w:p w:rsidR="005B3ED9" w:rsidRDefault="005B3ED9" w:rsidP="005B3ED9">
      <w:r>
        <w:t>113.7027</w:t>
      </w:r>
      <w:r>
        <w:tab/>
        <w:t>1.013e0</w:t>
      </w:r>
    </w:p>
    <w:p w:rsidR="005B3ED9" w:rsidRDefault="005B3ED9" w:rsidP="005B3ED9">
      <w:r>
        <w:t>113.7482</w:t>
      </w:r>
      <w:r>
        <w:tab/>
        <w:t>1.013e0</w:t>
      </w:r>
    </w:p>
    <w:p w:rsidR="005B3ED9" w:rsidRDefault="005B3ED9" w:rsidP="005B3ED9">
      <w:r>
        <w:t>113.8216</w:t>
      </w:r>
      <w:r>
        <w:tab/>
        <w:t>1.013e0</w:t>
      </w:r>
    </w:p>
    <w:p w:rsidR="005B3ED9" w:rsidRDefault="005B3ED9" w:rsidP="005B3ED9">
      <w:r>
        <w:lastRenderedPageBreak/>
        <w:t>113.8416</w:t>
      </w:r>
      <w:r>
        <w:tab/>
        <w:t>1.013e0</w:t>
      </w:r>
    </w:p>
    <w:p w:rsidR="005B3ED9" w:rsidRDefault="005B3ED9" w:rsidP="005B3ED9">
      <w:r>
        <w:t>113.9155</w:t>
      </w:r>
      <w:r>
        <w:tab/>
        <w:t>2.025e0</w:t>
      </w:r>
    </w:p>
    <w:p w:rsidR="005B3ED9" w:rsidRDefault="005B3ED9" w:rsidP="005B3ED9">
      <w:r>
        <w:t>113.9720</w:t>
      </w:r>
      <w:r>
        <w:tab/>
        <w:t>1.013e0</w:t>
      </w:r>
    </w:p>
    <w:p w:rsidR="005B3ED9" w:rsidRDefault="005B3ED9" w:rsidP="005B3ED9">
      <w:r>
        <w:t>113.9948</w:t>
      </w:r>
      <w:r>
        <w:tab/>
        <w:t>1.013e0</w:t>
      </w:r>
    </w:p>
    <w:p w:rsidR="005B3ED9" w:rsidRDefault="005B3ED9" w:rsidP="005B3ED9">
      <w:r>
        <w:t>113.9977</w:t>
      </w:r>
      <w:r>
        <w:tab/>
        <w:t>1.013e0</w:t>
      </w:r>
    </w:p>
    <w:p w:rsidR="005B3ED9" w:rsidRDefault="005B3ED9" w:rsidP="005B3ED9">
      <w:r>
        <w:t>114.0104</w:t>
      </w:r>
      <w:r>
        <w:tab/>
        <w:t>2.025e0</w:t>
      </w:r>
    </w:p>
    <w:p w:rsidR="005B3ED9" w:rsidRDefault="005B3ED9" w:rsidP="005B3ED9">
      <w:r>
        <w:t>114.0154</w:t>
      </w:r>
      <w:r>
        <w:tab/>
        <w:t>6.076e0</w:t>
      </w:r>
    </w:p>
    <w:p w:rsidR="005B3ED9" w:rsidRDefault="005B3ED9" w:rsidP="005B3ED9">
      <w:r>
        <w:t>114.0259</w:t>
      </w:r>
      <w:r>
        <w:tab/>
        <w:t>1.013e0</w:t>
      </w:r>
    </w:p>
    <w:p w:rsidR="005B3ED9" w:rsidRDefault="005B3ED9" w:rsidP="005B3ED9">
      <w:r>
        <w:t>114.0289</w:t>
      </w:r>
      <w:r>
        <w:tab/>
        <w:t>1.013e0</w:t>
      </w:r>
    </w:p>
    <w:p w:rsidR="005B3ED9" w:rsidRDefault="005B3ED9" w:rsidP="005B3ED9">
      <w:r>
        <w:t>114.0459</w:t>
      </w:r>
      <w:r>
        <w:tab/>
        <w:t>2.025e0</w:t>
      </w:r>
    </w:p>
    <w:p w:rsidR="005B3ED9" w:rsidRDefault="005B3ED9" w:rsidP="005B3ED9">
      <w:r>
        <w:t>114.0741</w:t>
      </w:r>
      <w:r>
        <w:tab/>
        <w:t>1.013e0</w:t>
      </w:r>
    </w:p>
    <w:p w:rsidR="005B3ED9" w:rsidRDefault="005B3ED9" w:rsidP="005B3ED9">
      <w:r>
        <w:t>114.0752</w:t>
      </w:r>
      <w:r>
        <w:tab/>
        <w:t>3.038e0</w:t>
      </w:r>
    </w:p>
    <w:p w:rsidR="005B3ED9" w:rsidRDefault="005B3ED9" w:rsidP="005B3ED9">
      <w:r>
        <w:t>114.0770</w:t>
      </w:r>
      <w:r>
        <w:tab/>
        <w:t>1.013e0</w:t>
      </w:r>
    </w:p>
    <w:p w:rsidR="005B3ED9" w:rsidRDefault="005B3ED9" w:rsidP="005B3ED9">
      <w:r>
        <w:t>114.0911</w:t>
      </w:r>
      <w:r>
        <w:tab/>
        <w:t>3.038e0</w:t>
      </w:r>
    </w:p>
    <w:p w:rsidR="005B3ED9" w:rsidRDefault="005B3ED9" w:rsidP="005B3ED9">
      <w:r>
        <w:t>114.0940</w:t>
      </w:r>
      <w:r>
        <w:tab/>
        <w:t>2.025e0</w:t>
      </w:r>
    </w:p>
    <w:p w:rsidR="005B3ED9" w:rsidRDefault="005B3ED9" w:rsidP="005B3ED9">
      <w:r>
        <w:t>114.0956</w:t>
      </w:r>
      <w:r>
        <w:tab/>
        <w:t>4.051e0</w:t>
      </w:r>
    </w:p>
    <w:p w:rsidR="005B3ED9" w:rsidRDefault="005B3ED9" w:rsidP="005B3ED9">
      <w:r>
        <w:t>114.1029</w:t>
      </w:r>
      <w:r>
        <w:tab/>
        <w:t>1.013e0</w:t>
      </w:r>
    </w:p>
    <w:p w:rsidR="005B3ED9" w:rsidRDefault="005B3ED9" w:rsidP="005B3ED9">
      <w:r>
        <w:t>114.1252</w:t>
      </w:r>
      <w:r>
        <w:tab/>
        <w:t>1.013e0</w:t>
      </w:r>
    </w:p>
    <w:p w:rsidR="005B3ED9" w:rsidRDefault="005B3ED9" w:rsidP="005B3ED9">
      <w:r>
        <w:t>114.1397</w:t>
      </w:r>
      <w:r>
        <w:tab/>
        <w:t>1.013e0</w:t>
      </w:r>
    </w:p>
    <w:p w:rsidR="005B3ED9" w:rsidRDefault="005B3ED9" w:rsidP="005B3ED9">
      <w:r>
        <w:lastRenderedPageBreak/>
        <w:t>114.1510</w:t>
      </w:r>
      <w:r>
        <w:tab/>
        <w:t>1.013e0</w:t>
      </w:r>
    </w:p>
    <w:p w:rsidR="005B3ED9" w:rsidRDefault="005B3ED9" w:rsidP="005B3ED9">
      <w:r>
        <w:t>114.1822</w:t>
      </w:r>
      <w:r>
        <w:tab/>
        <w:t>1.013e0</w:t>
      </w:r>
    </w:p>
    <w:p w:rsidR="005B3ED9" w:rsidRDefault="005B3ED9" w:rsidP="005B3ED9">
      <w:r>
        <w:t>114.2445</w:t>
      </w:r>
      <w:r>
        <w:tab/>
        <w:t>1.013e0</w:t>
      </w:r>
    </w:p>
    <w:p w:rsidR="005B3ED9" w:rsidRDefault="005B3ED9" w:rsidP="005B3ED9">
      <w:r>
        <w:t>114.2786</w:t>
      </w:r>
      <w:r>
        <w:tab/>
        <w:t>1.013e0</w:t>
      </w:r>
    </w:p>
    <w:p w:rsidR="005B3ED9" w:rsidRDefault="005B3ED9" w:rsidP="005B3ED9">
      <w:r>
        <w:t>114.3271</w:t>
      </w:r>
      <w:r>
        <w:tab/>
        <w:t>1.013e0</w:t>
      </w:r>
    </w:p>
    <w:p w:rsidR="005B3ED9" w:rsidRDefault="005B3ED9" w:rsidP="005B3ED9">
      <w:r>
        <w:t>114.3612</w:t>
      </w:r>
      <w:r>
        <w:tab/>
        <w:t>1.013e0</w:t>
      </w:r>
    </w:p>
    <w:p w:rsidR="005B3ED9" w:rsidRDefault="005B3ED9" w:rsidP="005B3ED9">
      <w:r>
        <w:t>114.3668</w:t>
      </w:r>
      <w:r>
        <w:tab/>
        <w:t>1.013e0</w:t>
      </w:r>
    </w:p>
    <w:p w:rsidR="005B3ED9" w:rsidRDefault="005B3ED9" w:rsidP="005B3ED9">
      <w:r>
        <w:t>114.3697</w:t>
      </w:r>
      <w:r>
        <w:tab/>
        <w:t>1.013e0</w:t>
      </w:r>
    </w:p>
    <w:p w:rsidR="005B3ED9" w:rsidRDefault="005B3ED9" w:rsidP="005B3ED9">
      <w:r>
        <w:t>114.3927</w:t>
      </w:r>
      <w:r>
        <w:tab/>
        <w:t>1.013e0</w:t>
      </w:r>
    </w:p>
    <w:p w:rsidR="005B3ED9" w:rsidRDefault="005B3ED9" w:rsidP="005B3ED9">
      <w:r>
        <w:t>114.3980</w:t>
      </w:r>
      <w:r>
        <w:tab/>
        <w:t>1.013e0</w:t>
      </w:r>
    </w:p>
    <w:p w:rsidR="005B3ED9" w:rsidRDefault="005B3ED9" w:rsidP="005B3ED9">
      <w:r>
        <w:t>114.4550</w:t>
      </w:r>
      <w:r>
        <w:tab/>
        <w:t>1.013e0</w:t>
      </w:r>
    </w:p>
    <w:p w:rsidR="005B3ED9" w:rsidRDefault="005B3ED9" w:rsidP="005B3ED9">
      <w:r>
        <w:t>114.4692</w:t>
      </w:r>
      <w:r>
        <w:tab/>
        <w:t>1.013e0</w:t>
      </w:r>
    </w:p>
    <w:p w:rsidR="005B3ED9" w:rsidRDefault="005B3ED9" w:rsidP="005B3ED9">
      <w:r>
        <w:t>114.4805</w:t>
      </w:r>
      <w:r>
        <w:tab/>
        <w:t>2.025e0</w:t>
      </w:r>
    </w:p>
    <w:p w:rsidR="005B3ED9" w:rsidRDefault="005B3ED9" w:rsidP="005B3ED9">
      <w:r>
        <w:t>114.4921</w:t>
      </w:r>
      <w:r>
        <w:tab/>
        <w:t>1.013e0</w:t>
      </w:r>
    </w:p>
    <w:p w:rsidR="005B3ED9" w:rsidRDefault="005B3ED9" w:rsidP="005B3ED9">
      <w:r>
        <w:t>114.5233</w:t>
      </w:r>
      <w:r>
        <w:tab/>
        <w:t>1.013e0</w:t>
      </w:r>
    </w:p>
    <w:p w:rsidR="005B3ED9" w:rsidRDefault="005B3ED9" w:rsidP="005B3ED9">
      <w:r>
        <w:t>114.5317</w:t>
      </w:r>
      <w:r>
        <w:tab/>
        <w:t>1.013e0</w:t>
      </w:r>
    </w:p>
    <w:p w:rsidR="005B3ED9" w:rsidRDefault="005B3ED9" w:rsidP="005B3ED9">
      <w:r>
        <w:t>114.5545</w:t>
      </w:r>
      <w:r>
        <w:tab/>
        <w:t>1.013e0</w:t>
      </w:r>
    </w:p>
    <w:p w:rsidR="005B3ED9" w:rsidRDefault="005B3ED9" w:rsidP="005B3ED9">
      <w:r>
        <w:t>114.6086</w:t>
      </w:r>
      <w:r>
        <w:tab/>
        <w:t>1.013e0</w:t>
      </w:r>
    </w:p>
    <w:p w:rsidR="005B3ED9" w:rsidRDefault="005B3ED9" w:rsidP="005B3ED9">
      <w:r>
        <w:t>114.6697</w:t>
      </w:r>
      <w:r>
        <w:tab/>
        <w:t>2.025e0</w:t>
      </w:r>
    </w:p>
    <w:p w:rsidR="005B3ED9" w:rsidRDefault="005B3ED9" w:rsidP="005B3ED9">
      <w:r>
        <w:lastRenderedPageBreak/>
        <w:t>114.7111</w:t>
      </w:r>
      <w:r>
        <w:tab/>
        <w:t>2.025e0</w:t>
      </w:r>
    </w:p>
    <w:p w:rsidR="005B3ED9" w:rsidRDefault="005B3ED9" w:rsidP="005B3ED9">
      <w:r>
        <w:t>114.7765</w:t>
      </w:r>
      <w:r>
        <w:tab/>
        <w:t>1.013e0</w:t>
      </w:r>
    </w:p>
    <w:p w:rsidR="005B3ED9" w:rsidRDefault="005B3ED9" w:rsidP="005B3ED9">
      <w:r>
        <w:t>114.7879</w:t>
      </w:r>
      <w:r>
        <w:tab/>
        <w:t>1.013e0</w:t>
      </w:r>
    </w:p>
    <w:p w:rsidR="005B3ED9" w:rsidRDefault="005B3ED9" w:rsidP="005B3ED9">
      <w:r>
        <w:t>114.8247</w:t>
      </w:r>
      <w:r>
        <w:tab/>
        <w:t>1.013e0</w:t>
      </w:r>
    </w:p>
    <w:p w:rsidR="005B3ED9" w:rsidRDefault="005B3ED9" w:rsidP="005B3ED9">
      <w:r>
        <w:t>114.8392</w:t>
      </w:r>
      <w:r>
        <w:tab/>
        <w:t>2.025e0</w:t>
      </w:r>
    </w:p>
    <w:p w:rsidR="005B3ED9" w:rsidRDefault="005B3ED9" w:rsidP="005B3ED9">
      <w:r>
        <w:t>114.8477</w:t>
      </w:r>
      <w:r>
        <w:tab/>
        <w:t>1.013e0</w:t>
      </w:r>
    </w:p>
    <w:p w:rsidR="005B3ED9" w:rsidRDefault="005B3ED9" w:rsidP="005B3ED9">
      <w:r>
        <w:t>114.8536</w:t>
      </w:r>
      <w:r>
        <w:tab/>
        <w:t>1.013e0</w:t>
      </w:r>
    </w:p>
    <w:p w:rsidR="005B3ED9" w:rsidRDefault="005B3ED9" w:rsidP="005B3ED9">
      <w:r>
        <w:t>114.8760</w:t>
      </w:r>
      <w:r>
        <w:tab/>
        <w:t>1.013e0</w:t>
      </w:r>
    </w:p>
    <w:p w:rsidR="005B3ED9" w:rsidRDefault="005B3ED9" w:rsidP="005B3ED9">
      <w:r>
        <w:t>114.8819</w:t>
      </w:r>
      <w:r>
        <w:tab/>
        <w:t>1.013e0</w:t>
      </w:r>
    </w:p>
    <w:p w:rsidR="005B3ED9" w:rsidRDefault="005B3ED9" w:rsidP="005B3ED9">
      <w:r>
        <w:t>114.9019</w:t>
      </w:r>
      <w:r>
        <w:tab/>
        <w:t>1.013e0</w:t>
      </w:r>
    </w:p>
    <w:p w:rsidR="005B3ED9" w:rsidRDefault="005B3ED9" w:rsidP="005B3ED9">
      <w:r>
        <w:t>114.9190</w:t>
      </w:r>
      <w:r>
        <w:tab/>
        <w:t>1.013e0</w:t>
      </w:r>
    </w:p>
    <w:p w:rsidR="005B3ED9" w:rsidRDefault="005B3ED9" w:rsidP="005B3ED9">
      <w:r>
        <w:t>114.9419</w:t>
      </w:r>
      <w:r>
        <w:tab/>
        <w:t>1.013e0</w:t>
      </w:r>
    </w:p>
    <w:p w:rsidR="005B3ED9" w:rsidRDefault="005B3ED9" w:rsidP="005B3ED9">
      <w:r>
        <w:t>114.9532</w:t>
      </w:r>
      <w:r>
        <w:tab/>
        <w:t>1.013e0</w:t>
      </w:r>
    </w:p>
    <w:p w:rsidR="005B3ED9" w:rsidRDefault="005B3ED9" w:rsidP="005B3ED9">
      <w:r>
        <w:t>114.9703</w:t>
      </w:r>
      <w:r>
        <w:tab/>
        <w:t>1.013e0</w:t>
      </w:r>
    </w:p>
    <w:p w:rsidR="005B3ED9" w:rsidRDefault="005B3ED9" w:rsidP="005B3ED9">
      <w:r>
        <w:t>114.9786</w:t>
      </w:r>
      <w:r>
        <w:tab/>
        <w:t>1.013e0</w:t>
      </w:r>
    </w:p>
    <w:p w:rsidR="005B3ED9" w:rsidRDefault="005B3ED9" w:rsidP="005B3ED9">
      <w:r>
        <w:t>114.9859</w:t>
      </w:r>
      <w:r>
        <w:tab/>
        <w:t>2.025e0</w:t>
      </w:r>
    </w:p>
    <w:p w:rsidR="005B3ED9" w:rsidRDefault="005B3ED9" w:rsidP="005B3ED9">
      <w:r>
        <w:t>115.0128</w:t>
      </w:r>
      <w:r>
        <w:tab/>
        <w:t>2.025e0</w:t>
      </w:r>
    </w:p>
    <w:p w:rsidR="005B3ED9" w:rsidRDefault="005B3ED9" w:rsidP="005B3ED9">
      <w:r>
        <w:t>115.0143</w:t>
      </w:r>
      <w:r>
        <w:tab/>
        <w:t>7.806e0</w:t>
      </w:r>
    </w:p>
    <w:p w:rsidR="005B3ED9" w:rsidRDefault="005B3ED9" w:rsidP="005B3ED9">
      <w:r>
        <w:t>115.0157</w:t>
      </w:r>
      <w:r>
        <w:tab/>
        <w:t>1.013e0</w:t>
      </w:r>
    </w:p>
    <w:p w:rsidR="005B3ED9" w:rsidRDefault="005B3ED9" w:rsidP="005B3ED9">
      <w:r>
        <w:lastRenderedPageBreak/>
        <w:t>115.0430</w:t>
      </w:r>
      <w:r>
        <w:tab/>
        <w:t>2.025e0</w:t>
      </w:r>
    </w:p>
    <w:p w:rsidR="005B3ED9" w:rsidRDefault="005B3ED9" w:rsidP="005B3ED9">
      <w:r>
        <w:t>115.0510</w:t>
      </w:r>
      <w:r>
        <w:tab/>
        <w:t>5.063e0</w:t>
      </w:r>
    </w:p>
    <w:p w:rsidR="005B3ED9" w:rsidRDefault="005B3ED9" w:rsidP="005B3ED9">
      <w:r>
        <w:t>115.0529</w:t>
      </w:r>
      <w:r>
        <w:tab/>
        <w:t>1.013e0</w:t>
      </w:r>
    </w:p>
    <w:p w:rsidR="005B3ED9" w:rsidRDefault="005B3ED9" w:rsidP="005B3ED9">
      <w:r>
        <w:t>115.0865</w:t>
      </w:r>
      <w:r>
        <w:tab/>
        <w:t>4.027e1</w:t>
      </w:r>
    </w:p>
    <w:p w:rsidR="005B3ED9" w:rsidRDefault="005B3ED9" w:rsidP="005B3ED9">
      <w:r>
        <w:t>115.0879</w:t>
      </w:r>
      <w:r>
        <w:tab/>
        <w:t>1.565e2</w:t>
      </w:r>
    </w:p>
    <w:p w:rsidR="005B3ED9" w:rsidRDefault="005B3ED9" w:rsidP="005B3ED9">
      <w:r>
        <w:t>115.1183</w:t>
      </w:r>
      <w:r>
        <w:tab/>
        <w:t>2.025e0</w:t>
      </w:r>
    </w:p>
    <w:p w:rsidR="005B3ED9" w:rsidRDefault="005B3ED9" w:rsidP="005B3ED9">
      <w:r>
        <w:t>115.1206</w:t>
      </w:r>
      <w:r>
        <w:tab/>
        <w:t>5.063e0</w:t>
      </w:r>
    </w:p>
    <w:p w:rsidR="005B3ED9" w:rsidRDefault="005B3ED9" w:rsidP="005B3ED9">
      <w:r>
        <w:t>115.1286</w:t>
      </w:r>
      <w:r>
        <w:tab/>
        <w:t>2.025e0</w:t>
      </w:r>
    </w:p>
    <w:p w:rsidR="005B3ED9" w:rsidRDefault="005B3ED9" w:rsidP="005B3ED9">
      <w:r>
        <w:t>115.1314</w:t>
      </w:r>
      <w:r>
        <w:tab/>
        <w:t>2.025e0</w:t>
      </w:r>
    </w:p>
    <w:p w:rsidR="005B3ED9" w:rsidRDefault="005B3ED9" w:rsidP="005B3ED9">
      <w:r>
        <w:t>115.1442</w:t>
      </w:r>
      <w:r>
        <w:tab/>
        <w:t>1.013e0</w:t>
      </w:r>
    </w:p>
    <w:p w:rsidR="005B3ED9" w:rsidRDefault="005B3ED9" w:rsidP="005B3ED9">
      <w:r>
        <w:t>115.1457</w:t>
      </w:r>
      <w:r>
        <w:tab/>
        <w:t>2.025e0</w:t>
      </w:r>
    </w:p>
    <w:p w:rsidR="005B3ED9" w:rsidRDefault="005B3ED9" w:rsidP="005B3ED9">
      <w:r>
        <w:t>115.1696</w:t>
      </w:r>
      <w:r>
        <w:tab/>
        <w:t>1.013e0</w:t>
      </w:r>
    </w:p>
    <w:p w:rsidR="005B3ED9" w:rsidRDefault="005B3ED9" w:rsidP="005B3ED9">
      <w:r>
        <w:t>115.1867</w:t>
      </w:r>
      <w:r>
        <w:tab/>
        <w:t>1.013e0</w:t>
      </w:r>
    </w:p>
    <w:p w:rsidR="005B3ED9" w:rsidRDefault="005B3ED9" w:rsidP="005B3ED9">
      <w:r>
        <w:t>115.2013</w:t>
      </w:r>
      <w:r>
        <w:tab/>
        <w:t>1.013e0</w:t>
      </w:r>
    </w:p>
    <w:p w:rsidR="005B3ED9" w:rsidRDefault="005B3ED9" w:rsidP="005B3ED9">
      <w:r>
        <w:t>115.2097</w:t>
      </w:r>
      <w:r>
        <w:tab/>
        <w:t>1.013e0</w:t>
      </w:r>
    </w:p>
    <w:p w:rsidR="005B3ED9" w:rsidRDefault="005B3ED9" w:rsidP="005B3ED9">
      <w:r>
        <w:t>115.2298</w:t>
      </w:r>
      <w:r>
        <w:tab/>
        <w:t>1.013e0</w:t>
      </w:r>
    </w:p>
    <w:p w:rsidR="005B3ED9" w:rsidRDefault="005B3ED9" w:rsidP="005B3ED9">
      <w:r>
        <w:t>115.2410</w:t>
      </w:r>
      <w:r>
        <w:tab/>
        <w:t>1.013e0</w:t>
      </w:r>
    </w:p>
    <w:p w:rsidR="005B3ED9" w:rsidRDefault="005B3ED9" w:rsidP="005B3ED9">
      <w:r>
        <w:t>115.2469</w:t>
      </w:r>
      <w:r>
        <w:tab/>
        <w:t>1.013e0</w:t>
      </w:r>
    </w:p>
    <w:p w:rsidR="005B3ED9" w:rsidRDefault="005B3ED9" w:rsidP="005B3ED9">
      <w:r>
        <w:t>115.2669</w:t>
      </w:r>
      <w:r>
        <w:tab/>
        <w:t>1.013e0</w:t>
      </w:r>
    </w:p>
    <w:p w:rsidR="005B3ED9" w:rsidRDefault="005B3ED9" w:rsidP="005B3ED9">
      <w:r>
        <w:lastRenderedPageBreak/>
        <w:t>115.2699</w:t>
      </w:r>
      <w:r>
        <w:tab/>
        <w:t>1.013e0</w:t>
      </w:r>
    </w:p>
    <w:p w:rsidR="005B3ED9" w:rsidRDefault="005B3ED9" w:rsidP="005B3ED9">
      <w:r>
        <w:t>115.2953</w:t>
      </w:r>
      <w:r>
        <w:tab/>
        <w:t>1.013e0</w:t>
      </w:r>
    </w:p>
    <w:p w:rsidR="005B3ED9" w:rsidRDefault="005B3ED9" w:rsidP="005B3ED9">
      <w:r>
        <w:t>115.3354</w:t>
      </w:r>
      <w:r>
        <w:tab/>
        <w:t>1.013e0</w:t>
      </w:r>
    </w:p>
    <w:p w:rsidR="005B3ED9" w:rsidRDefault="005B3ED9" w:rsidP="005B3ED9">
      <w:r>
        <w:t>115.3696</w:t>
      </w:r>
      <w:r>
        <w:tab/>
        <w:t>1.013e0</w:t>
      </w:r>
    </w:p>
    <w:p w:rsidR="005B3ED9" w:rsidRDefault="005B3ED9" w:rsidP="005B3ED9">
      <w:r>
        <w:t>115.3838</w:t>
      </w:r>
      <w:r>
        <w:tab/>
        <w:t>1.013e0</w:t>
      </w:r>
    </w:p>
    <w:p w:rsidR="005B3ED9" w:rsidRDefault="005B3ED9" w:rsidP="005B3ED9">
      <w:r>
        <w:t>115.3867</w:t>
      </w:r>
      <w:r>
        <w:tab/>
        <w:t>1.013e0</w:t>
      </w:r>
    </w:p>
    <w:p w:rsidR="005B3ED9" w:rsidRDefault="005B3ED9" w:rsidP="005B3ED9">
      <w:r>
        <w:t>115.4068</w:t>
      </w:r>
      <w:r>
        <w:tab/>
        <w:t>1.013e0</w:t>
      </w:r>
    </w:p>
    <w:p w:rsidR="005B3ED9" w:rsidRDefault="005B3ED9" w:rsidP="005B3ED9">
      <w:r>
        <w:t>115.4096</w:t>
      </w:r>
      <w:r>
        <w:tab/>
        <w:t>1.013e0</w:t>
      </w:r>
    </w:p>
    <w:p w:rsidR="005B3ED9" w:rsidRDefault="005B3ED9" w:rsidP="005B3ED9">
      <w:r>
        <w:t>115.4309</w:t>
      </w:r>
      <w:r>
        <w:tab/>
        <w:t>2.025e0</w:t>
      </w:r>
    </w:p>
    <w:p w:rsidR="005B3ED9" w:rsidRDefault="005B3ED9" w:rsidP="005B3ED9">
      <w:r>
        <w:t>115.4653</w:t>
      </w:r>
      <w:r>
        <w:tab/>
        <w:t>3.038e0</w:t>
      </w:r>
    </w:p>
    <w:p w:rsidR="005B3ED9" w:rsidRDefault="005B3ED9" w:rsidP="005B3ED9">
      <w:r>
        <w:t>115.4783</w:t>
      </w:r>
      <w:r>
        <w:tab/>
        <w:t>2.025e0</w:t>
      </w:r>
    </w:p>
    <w:p w:rsidR="005B3ED9" w:rsidRDefault="005B3ED9" w:rsidP="005B3ED9">
      <w:r>
        <w:t>115.4996</w:t>
      </w:r>
      <w:r>
        <w:tab/>
        <w:t>2.025e0</w:t>
      </w:r>
    </w:p>
    <w:p w:rsidR="005B3ED9" w:rsidRDefault="005B3ED9" w:rsidP="005B3ED9">
      <w:r>
        <w:t>115.5480</w:t>
      </w:r>
      <w:r>
        <w:tab/>
        <w:t>2.025e0</w:t>
      </w:r>
    </w:p>
    <w:p w:rsidR="005B3ED9" w:rsidRDefault="005B3ED9" w:rsidP="005B3ED9">
      <w:r>
        <w:t>115.5508</w:t>
      </w:r>
      <w:r>
        <w:tab/>
        <w:t>2.025e0</w:t>
      </w:r>
    </w:p>
    <w:p w:rsidR="005B3ED9" w:rsidRDefault="005B3ED9" w:rsidP="005B3ED9">
      <w:r>
        <w:t>115.5839</w:t>
      </w:r>
      <w:r>
        <w:tab/>
        <w:t>1.013e0</w:t>
      </w:r>
    </w:p>
    <w:p w:rsidR="005B3ED9" w:rsidRDefault="005B3ED9" w:rsidP="005B3ED9">
      <w:r>
        <w:t>115.5923</w:t>
      </w:r>
      <w:r>
        <w:tab/>
        <w:t>1.013e0</w:t>
      </w:r>
    </w:p>
    <w:p w:rsidR="005B3ED9" w:rsidRDefault="005B3ED9" w:rsidP="005B3ED9">
      <w:r>
        <w:t>115.6065</w:t>
      </w:r>
      <w:r>
        <w:tab/>
        <w:t>1.013e0</w:t>
      </w:r>
    </w:p>
    <w:p w:rsidR="005B3ED9" w:rsidRDefault="005B3ED9" w:rsidP="005B3ED9">
      <w:r>
        <w:t>115.6124</w:t>
      </w:r>
      <w:r>
        <w:tab/>
        <w:t>2.025e0</w:t>
      </w:r>
    </w:p>
    <w:p w:rsidR="005B3ED9" w:rsidRDefault="005B3ED9" w:rsidP="005B3ED9">
      <w:r>
        <w:t>115.6207</w:t>
      </w:r>
      <w:r>
        <w:tab/>
        <w:t>1.013e0</w:t>
      </w:r>
    </w:p>
    <w:p w:rsidR="005B3ED9" w:rsidRDefault="005B3ED9" w:rsidP="005B3ED9">
      <w:r>
        <w:lastRenderedPageBreak/>
        <w:t>115.6609</w:t>
      </w:r>
      <w:r>
        <w:tab/>
        <w:t>1.013e0</w:t>
      </w:r>
    </w:p>
    <w:p w:rsidR="005B3ED9" w:rsidRDefault="005B3ED9" w:rsidP="005B3ED9">
      <w:r>
        <w:t>115.6809</w:t>
      </w:r>
      <w:r>
        <w:tab/>
        <w:t>1.013e0</w:t>
      </w:r>
    </w:p>
    <w:p w:rsidR="005B3ED9" w:rsidRDefault="005B3ED9" w:rsidP="005B3ED9">
      <w:r>
        <w:t>115.7067</w:t>
      </w:r>
      <w:r>
        <w:tab/>
        <w:t>1.013e0</w:t>
      </w:r>
    </w:p>
    <w:p w:rsidR="005B3ED9" w:rsidRDefault="005B3ED9" w:rsidP="005B3ED9">
      <w:r>
        <w:t>115.7524</w:t>
      </w:r>
      <w:r>
        <w:tab/>
        <w:t>1.013e0</w:t>
      </w:r>
    </w:p>
    <w:p w:rsidR="005B3ED9" w:rsidRDefault="005B3ED9" w:rsidP="005B3ED9">
      <w:r>
        <w:t>115.7637</w:t>
      </w:r>
      <w:r>
        <w:tab/>
        <w:t>1.013e0</w:t>
      </w:r>
    </w:p>
    <w:p w:rsidR="005B3ED9" w:rsidRDefault="005B3ED9" w:rsidP="005B3ED9">
      <w:r>
        <w:t>115.7755</w:t>
      </w:r>
      <w:r>
        <w:tab/>
        <w:t>1.013e0</w:t>
      </w:r>
    </w:p>
    <w:p w:rsidR="005B3ED9" w:rsidRDefault="005B3ED9" w:rsidP="005B3ED9">
      <w:r>
        <w:t>115.7780</w:t>
      </w:r>
      <w:r>
        <w:tab/>
        <w:t>1.013e0</w:t>
      </w:r>
    </w:p>
    <w:p w:rsidR="005B3ED9" w:rsidRDefault="005B3ED9" w:rsidP="005B3ED9">
      <w:r>
        <w:t>115.8323</w:t>
      </w:r>
      <w:r>
        <w:tab/>
        <w:t>1.013e0</w:t>
      </w:r>
    </w:p>
    <w:p w:rsidR="005B3ED9" w:rsidRDefault="005B3ED9" w:rsidP="005B3ED9">
      <w:r>
        <w:t>115.8441</w:t>
      </w:r>
      <w:r>
        <w:tab/>
        <w:t>1.013e0</w:t>
      </w:r>
    </w:p>
    <w:p w:rsidR="005B3ED9" w:rsidRDefault="005B3ED9" w:rsidP="005B3ED9">
      <w:r>
        <w:t>115.9269</w:t>
      </w:r>
      <w:r>
        <w:tab/>
        <w:t>1.013e0</w:t>
      </w:r>
    </w:p>
    <w:p w:rsidR="005B3ED9" w:rsidRDefault="005B3ED9" w:rsidP="005B3ED9">
      <w:r>
        <w:t>115.9298</w:t>
      </w:r>
      <w:r>
        <w:tab/>
        <w:t>1.013e0</w:t>
      </w:r>
    </w:p>
    <w:p w:rsidR="005B3ED9" w:rsidRDefault="005B3ED9" w:rsidP="005B3ED9">
      <w:r>
        <w:t>115.9354</w:t>
      </w:r>
      <w:r>
        <w:tab/>
        <w:t>1.013e0</w:t>
      </w:r>
    </w:p>
    <w:p w:rsidR="005B3ED9" w:rsidRDefault="005B3ED9" w:rsidP="005B3ED9">
      <w:r>
        <w:t>115.9612</w:t>
      </w:r>
      <w:r>
        <w:tab/>
        <w:t>1.013e0</w:t>
      </w:r>
    </w:p>
    <w:p w:rsidR="005B3ED9" w:rsidRDefault="005B3ED9" w:rsidP="005B3ED9">
      <w:r>
        <w:t>115.9985</w:t>
      </w:r>
      <w:r>
        <w:tab/>
        <w:t>2.025e0</w:t>
      </w:r>
    </w:p>
    <w:p w:rsidR="005B3ED9" w:rsidRDefault="005B3ED9" w:rsidP="005B3ED9">
      <w:r>
        <w:t>116.0098</w:t>
      </w:r>
      <w:r>
        <w:tab/>
        <w:t>1.013e0</w:t>
      </w:r>
    </w:p>
    <w:p w:rsidR="005B3ED9" w:rsidRDefault="005B3ED9" w:rsidP="005B3ED9">
      <w:r>
        <w:t>116.0172</w:t>
      </w:r>
      <w:r>
        <w:tab/>
        <w:t>2.025e0</w:t>
      </w:r>
    </w:p>
    <w:p w:rsidR="005B3ED9" w:rsidRDefault="005B3ED9" w:rsidP="005B3ED9">
      <w:r>
        <w:t>116.0299</w:t>
      </w:r>
      <w:r>
        <w:tab/>
        <w:t>1.013e0</w:t>
      </w:r>
    </w:p>
    <w:p w:rsidR="005B3ED9" w:rsidRDefault="005B3ED9" w:rsidP="005B3ED9">
      <w:r>
        <w:t>116.0599</w:t>
      </w:r>
      <w:r>
        <w:tab/>
        <w:t>2.025e0</w:t>
      </w:r>
    </w:p>
    <w:p w:rsidR="005B3ED9" w:rsidRDefault="005B3ED9" w:rsidP="005B3ED9">
      <w:r>
        <w:t>116.0687</w:t>
      </w:r>
      <w:r>
        <w:tab/>
        <w:t>6.076e0</w:t>
      </w:r>
    </w:p>
    <w:p w:rsidR="005B3ED9" w:rsidRDefault="005B3ED9" w:rsidP="005B3ED9">
      <w:r>
        <w:lastRenderedPageBreak/>
        <w:t>116.0720</w:t>
      </w:r>
      <w:r>
        <w:tab/>
        <w:t>8.101e0</w:t>
      </w:r>
    </w:p>
    <w:p w:rsidR="005B3ED9" w:rsidRDefault="005B3ED9" w:rsidP="005B3ED9">
      <w:r>
        <w:t>116.0754</w:t>
      </w:r>
      <w:r>
        <w:tab/>
        <w:t>1.215e1</w:t>
      </w:r>
    </w:p>
    <w:p w:rsidR="005B3ED9" w:rsidRDefault="005B3ED9" w:rsidP="005B3ED9">
      <w:r>
        <w:t>116.0814</w:t>
      </w:r>
      <w:r>
        <w:tab/>
        <w:t>4.051e0</w:t>
      </w:r>
    </w:p>
    <w:p w:rsidR="005B3ED9" w:rsidRDefault="005B3ED9" w:rsidP="005B3ED9">
      <w:r>
        <w:t>116.0900</w:t>
      </w:r>
      <w:r>
        <w:tab/>
        <w:t>6.076e0</w:t>
      </w:r>
    </w:p>
    <w:p w:rsidR="005B3ED9" w:rsidRDefault="005B3ED9" w:rsidP="005B3ED9">
      <w:r>
        <w:t>116.0925</w:t>
      </w:r>
      <w:r>
        <w:tab/>
        <w:t>5.401e0</w:t>
      </w:r>
    </w:p>
    <w:p w:rsidR="005B3ED9" w:rsidRDefault="005B3ED9" w:rsidP="005B3ED9">
      <w:r>
        <w:t>116.0971</w:t>
      </w:r>
      <w:r>
        <w:tab/>
        <w:t>2.025e0</w:t>
      </w:r>
    </w:p>
    <w:p w:rsidR="005B3ED9" w:rsidRDefault="005B3ED9" w:rsidP="005B3ED9">
      <w:r>
        <w:t>116.1074</w:t>
      </w:r>
      <w:r>
        <w:tab/>
        <w:t>1.013e0</w:t>
      </w:r>
    </w:p>
    <w:p w:rsidR="005B3ED9" w:rsidRDefault="005B3ED9" w:rsidP="005B3ED9">
      <w:r>
        <w:t>116.1128</w:t>
      </w:r>
      <w:r>
        <w:tab/>
        <w:t>1.013e0</w:t>
      </w:r>
    </w:p>
    <w:p w:rsidR="005B3ED9" w:rsidRDefault="005B3ED9" w:rsidP="005B3ED9">
      <w:r>
        <w:t>116.1275</w:t>
      </w:r>
      <w:r>
        <w:tab/>
        <w:t>1.013e0</w:t>
      </w:r>
    </w:p>
    <w:p w:rsidR="005B3ED9" w:rsidRDefault="005B3ED9" w:rsidP="005B3ED9">
      <w:r>
        <w:t>116.1447</w:t>
      </w:r>
      <w:r>
        <w:tab/>
        <w:t>1.013e0</w:t>
      </w:r>
    </w:p>
    <w:p w:rsidR="005B3ED9" w:rsidRDefault="005B3ED9" w:rsidP="005B3ED9">
      <w:r>
        <w:t>116.1619</w:t>
      </w:r>
      <w:r>
        <w:tab/>
        <w:t>3.038e0</w:t>
      </w:r>
    </w:p>
    <w:p w:rsidR="005B3ED9" w:rsidRDefault="005B3ED9" w:rsidP="005B3ED9">
      <w:r>
        <w:t>116.1761</w:t>
      </w:r>
      <w:r>
        <w:tab/>
        <w:t>1.013e0</w:t>
      </w:r>
    </w:p>
    <w:p w:rsidR="005B3ED9" w:rsidRDefault="005B3ED9" w:rsidP="005B3ED9">
      <w:r>
        <w:t>116.1818</w:t>
      </w:r>
      <w:r>
        <w:tab/>
        <w:t>1.013e0</w:t>
      </w:r>
    </w:p>
    <w:p w:rsidR="005B3ED9" w:rsidRDefault="005B3ED9" w:rsidP="005B3ED9">
      <w:r>
        <w:t>116.1874</w:t>
      </w:r>
      <w:r>
        <w:tab/>
        <w:t>1.013e0</w:t>
      </w:r>
    </w:p>
    <w:p w:rsidR="005B3ED9" w:rsidRDefault="005B3ED9" w:rsidP="005B3ED9">
      <w:r>
        <w:t>116.1990</w:t>
      </w:r>
      <w:r>
        <w:tab/>
        <w:t>1.013e0</w:t>
      </w:r>
    </w:p>
    <w:p w:rsidR="005B3ED9" w:rsidRDefault="005B3ED9" w:rsidP="005B3ED9">
      <w:r>
        <w:t>116.2015</w:t>
      </w:r>
      <w:r>
        <w:tab/>
        <w:t>1.013e0</w:t>
      </w:r>
    </w:p>
    <w:p w:rsidR="005B3ED9" w:rsidRDefault="005B3ED9" w:rsidP="005B3ED9">
      <w:r>
        <w:t>116.2418</w:t>
      </w:r>
      <w:r>
        <w:tab/>
        <w:t>2.025e0</w:t>
      </w:r>
    </w:p>
    <w:p w:rsidR="005B3ED9" w:rsidRDefault="005B3ED9" w:rsidP="005B3ED9">
      <w:r>
        <w:t>116.2477</w:t>
      </w:r>
      <w:r>
        <w:tab/>
        <w:t>1.013e0</w:t>
      </w:r>
    </w:p>
    <w:p w:rsidR="005B3ED9" w:rsidRDefault="005B3ED9" w:rsidP="005B3ED9">
      <w:r>
        <w:t>116.2679</w:t>
      </w:r>
      <w:r>
        <w:tab/>
        <w:t>1.013e0</w:t>
      </w:r>
    </w:p>
    <w:p w:rsidR="005B3ED9" w:rsidRDefault="005B3ED9" w:rsidP="005B3ED9">
      <w:r>
        <w:lastRenderedPageBreak/>
        <w:t>116.2706</w:t>
      </w:r>
      <w:r>
        <w:tab/>
        <w:t>1.013e0</w:t>
      </w:r>
    </w:p>
    <w:p w:rsidR="005B3ED9" w:rsidRDefault="005B3ED9" w:rsidP="005B3ED9">
      <w:r>
        <w:t>116.2747</w:t>
      </w:r>
      <w:r>
        <w:tab/>
        <w:t>2.025e0</w:t>
      </w:r>
    </w:p>
    <w:p w:rsidR="005B3ED9" w:rsidRDefault="005B3ED9" w:rsidP="005B3ED9">
      <w:r>
        <w:t>116.2903</w:t>
      </w:r>
      <w:r>
        <w:tab/>
        <w:t>1.013e0</w:t>
      </w:r>
    </w:p>
    <w:p w:rsidR="005B3ED9" w:rsidRDefault="005B3ED9" w:rsidP="005B3ED9">
      <w:r>
        <w:t>116.2963</w:t>
      </w:r>
      <w:r>
        <w:tab/>
        <w:t>1.013e0</w:t>
      </w:r>
    </w:p>
    <w:p w:rsidR="005B3ED9" w:rsidRDefault="005B3ED9" w:rsidP="005B3ED9">
      <w:r>
        <w:t>116.3336</w:t>
      </w:r>
      <w:r>
        <w:tab/>
        <w:t>1.013e0</w:t>
      </w:r>
    </w:p>
    <w:p w:rsidR="005B3ED9" w:rsidRDefault="005B3ED9" w:rsidP="005B3ED9">
      <w:r>
        <w:t>116.3537</w:t>
      </w:r>
      <w:r>
        <w:tab/>
        <w:t>1.013e0</w:t>
      </w:r>
    </w:p>
    <w:p w:rsidR="005B3ED9" w:rsidRDefault="005B3ED9" w:rsidP="005B3ED9">
      <w:r>
        <w:t>116.3709</w:t>
      </w:r>
      <w:r>
        <w:tab/>
        <w:t>1.013e0</w:t>
      </w:r>
    </w:p>
    <w:p w:rsidR="005B3ED9" w:rsidRDefault="005B3ED9" w:rsidP="005B3ED9">
      <w:r>
        <w:t>116.3964</w:t>
      </w:r>
      <w:r>
        <w:tab/>
        <w:t>1.013e0</w:t>
      </w:r>
    </w:p>
    <w:p w:rsidR="005B3ED9" w:rsidRDefault="005B3ED9" w:rsidP="005B3ED9">
      <w:r>
        <w:t>116.4112</w:t>
      </w:r>
      <w:r>
        <w:tab/>
        <w:t>1.013e0</w:t>
      </w:r>
    </w:p>
    <w:p w:rsidR="005B3ED9" w:rsidRDefault="005B3ED9" w:rsidP="005B3ED9">
      <w:r>
        <w:t>116.4598</w:t>
      </w:r>
      <w:r>
        <w:tab/>
        <w:t>1.013e0</w:t>
      </w:r>
    </w:p>
    <w:p w:rsidR="005B3ED9" w:rsidRDefault="005B3ED9" w:rsidP="005B3ED9">
      <w:r>
        <w:t>116.4853</w:t>
      </w:r>
      <w:r>
        <w:tab/>
        <w:t>1.013e0</w:t>
      </w:r>
    </w:p>
    <w:p w:rsidR="005B3ED9" w:rsidRDefault="005B3ED9" w:rsidP="005B3ED9">
      <w:r>
        <w:t>116.5144</w:t>
      </w:r>
      <w:r>
        <w:tab/>
        <w:t>1.013e0</w:t>
      </w:r>
    </w:p>
    <w:p w:rsidR="005B3ED9" w:rsidRDefault="005B3ED9" w:rsidP="005B3ED9">
      <w:r>
        <w:t>116.5199</w:t>
      </w:r>
      <w:r>
        <w:tab/>
        <w:t>1.013e0</w:t>
      </w:r>
    </w:p>
    <w:p w:rsidR="005B3ED9" w:rsidRDefault="005B3ED9" w:rsidP="005B3ED9">
      <w:r>
        <w:t>116.5399</w:t>
      </w:r>
      <w:r>
        <w:tab/>
        <w:t>1.013e0</w:t>
      </w:r>
    </w:p>
    <w:p w:rsidR="005B3ED9" w:rsidRDefault="005B3ED9" w:rsidP="005B3ED9">
      <w:r>
        <w:t>116.5458</w:t>
      </w:r>
      <w:r>
        <w:tab/>
        <w:t>1.013e0</w:t>
      </w:r>
    </w:p>
    <w:p w:rsidR="005B3ED9" w:rsidRDefault="005B3ED9" w:rsidP="005B3ED9">
      <w:r>
        <w:t>116.5570</w:t>
      </w:r>
      <w:r>
        <w:tab/>
        <w:t>2.025e0</w:t>
      </w:r>
    </w:p>
    <w:p w:rsidR="005B3ED9" w:rsidRDefault="005B3ED9" w:rsidP="005B3ED9">
      <w:r>
        <w:t>116.5831</w:t>
      </w:r>
      <w:r>
        <w:tab/>
        <w:t>1.013e0</w:t>
      </w:r>
    </w:p>
    <w:p w:rsidR="005B3ED9" w:rsidRDefault="005B3ED9" w:rsidP="005B3ED9">
      <w:r>
        <w:t>116.6089</w:t>
      </w:r>
      <w:r>
        <w:tab/>
        <w:t>1.013e0</w:t>
      </w:r>
    </w:p>
    <w:p w:rsidR="005B3ED9" w:rsidRDefault="005B3ED9" w:rsidP="005B3ED9">
      <w:r>
        <w:t>116.6633</w:t>
      </w:r>
      <w:r>
        <w:tab/>
        <w:t>1.013e0</w:t>
      </w:r>
    </w:p>
    <w:p w:rsidR="005B3ED9" w:rsidRDefault="005B3ED9" w:rsidP="005B3ED9">
      <w:r>
        <w:lastRenderedPageBreak/>
        <w:t>116.6692</w:t>
      </w:r>
      <w:r>
        <w:tab/>
        <w:t>1.013e0</w:t>
      </w:r>
    </w:p>
    <w:p w:rsidR="005B3ED9" w:rsidRDefault="005B3ED9" w:rsidP="005B3ED9">
      <w:r>
        <w:t>116.6834</w:t>
      </w:r>
      <w:r>
        <w:tab/>
        <w:t>1.013e0</w:t>
      </w:r>
    </w:p>
    <w:p w:rsidR="005B3ED9" w:rsidRDefault="005B3ED9" w:rsidP="005B3ED9">
      <w:r>
        <w:t>116.7524</w:t>
      </w:r>
      <w:r>
        <w:tab/>
        <w:t>1.013e0</w:t>
      </w:r>
    </w:p>
    <w:p w:rsidR="005B3ED9" w:rsidRDefault="005B3ED9" w:rsidP="005B3ED9">
      <w:r>
        <w:t>116.7830</w:t>
      </w:r>
      <w:r>
        <w:tab/>
        <w:t>3.038e0</w:t>
      </w:r>
    </w:p>
    <w:p w:rsidR="005B3ED9" w:rsidRDefault="005B3ED9" w:rsidP="005B3ED9">
      <w:r>
        <w:t>116.8098</w:t>
      </w:r>
      <w:r>
        <w:tab/>
        <w:t>1.013e0</w:t>
      </w:r>
    </w:p>
    <w:p w:rsidR="005B3ED9" w:rsidRDefault="005B3ED9" w:rsidP="005B3ED9">
      <w:r>
        <w:t>116.8270</w:t>
      </w:r>
      <w:r>
        <w:tab/>
        <w:t>1.013e0</w:t>
      </w:r>
    </w:p>
    <w:p w:rsidR="005B3ED9" w:rsidRDefault="005B3ED9" w:rsidP="005B3ED9">
      <w:r>
        <w:t>116.8359</w:t>
      </w:r>
      <w:r>
        <w:tab/>
        <w:t>1.013e0</w:t>
      </w:r>
    </w:p>
    <w:p w:rsidR="005B3ED9" w:rsidRDefault="005B3ED9" w:rsidP="005B3ED9">
      <w:r>
        <w:t>116.8472</w:t>
      </w:r>
      <w:r>
        <w:tab/>
        <w:t>1.013e0</w:t>
      </w:r>
    </w:p>
    <w:p w:rsidR="005B3ED9" w:rsidRDefault="005B3ED9" w:rsidP="005B3ED9">
      <w:r>
        <w:t>116.8589</w:t>
      </w:r>
      <w:r>
        <w:tab/>
        <w:t>1.013e0</w:t>
      </w:r>
    </w:p>
    <w:p w:rsidR="005B3ED9" w:rsidRDefault="005B3ED9" w:rsidP="005B3ED9">
      <w:r>
        <w:t>116.8674</w:t>
      </w:r>
      <w:r>
        <w:tab/>
        <w:t>1.013e0</w:t>
      </w:r>
    </w:p>
    <w:p w:rsidR="005B3ED9" w:rsidRDefault="005B3ED9" w:rsidP="005B3ED9">
      <w:r>
        <w:t>116.9826</w:t>
      </w:r>
      <w:r>
        <w:tab/>
        <w:t>1.013e0</w:t>
      </w:r>
    </w:p>
    <w:p w:rsidR="005B3ED9" w:rsidRDefault="005B3ED9" w:rsidP="005B3ED9">
      <w:r>
        <w:t>116.9909</w:t>
      </w:r>
      <w:r>
        <w:tab/>
        <w:t>1.013e0</w:t>
      </w:r>
    </w:p>
    <w:p w:rsidR="005B3ED9" w:rsidRDefault="005B3ED9" w:rsidP="005B3ED9">
      <w:r>
        <w:t>117.0051</w:t>
      </w:r>
      <w:r>
        <w:tab/>
        <w:t>2.025e0</w:t>
      </w:r>
    </w:p>
    <w:p w:rsidR="005B3ED9" w:rsidRDefault="005B3ED9" w:rsidP="005B3ED9">
      <w:r>
        <w:t>117.0679</w:t>
      </w:r>
      <w:r>
        <w:tab/>
        <w:t>1.823e1</w:t>
      </w:r>
    </w:p>
    <w:p w:rsidR="005B3ED9" w:rsidRDefault="005B3ED9" w:rsidP="005B3ED9">
      <w:r>
        <w:t>117.0692</w:t>
      </w:r>
      <w:r>
        <w:tab/>
        <w:t>1.610e1</w:t>
      </w:r>
    </w:p>
    <w:p w:rsidR="005B3ED9" w:rsidRDefault="005B3ED9" w:rsidP="005B3ED9">
      <w:r>
        <w:t>117.0844</w:t>
      </w:r>
      <w:r>
        <w:tab/>
        <w:t>2.025e0</w:t>
      </w:r>
    </w:p>
    <w:p w:rsidR="005B3ED9" w:rsidRDefault="005B3ED9" w:rsidP="005B3ED9">
      <w:r>
        <w:t>117.1002</w:t>
      </w:r>
      <w:r>
        <w:tab/>
        <w:t>2.025e0</w:t>
      </w:r>
    </w:p>
    <w:p w:rsidR="005B3ED9" w:rsidRDefault="005B3ED9" w:rsidP="005B3ED9">
      <w:r>
        <w:t>117.1117</w:t>
      </w:r>
      <w:r>
        <w:tab/>
        <w:t>2.025e0</w:t>
      </w:r>
    </w:p>
    <w:p w:rsidR="005B3ED9" w:rsidRDefault="005B3ED9" w:rsidP="005B3ED9">
      <w:r>
        <w:t>117.1219</w:t>
      </w:r>
      <w:r>
        <w:tab/>
        <w:t>2.025e0</w:t>
      </w:r>
    </w:p>
    <w:p w:rsidR="005B3ED9" w:rsidRDefault="005B3ED9" w:rsidP="005B3ED9">
      <w:r>
        <w:lastRenderedPageBreak/>
        <w:t>117.1376</w:t>
      </w:r>
      <w:r>
        <w:tab/>
        <w:t>1.013e0</w:t>
      </w:r>
    </w:p>
    <w:p w:rsidR="005B3ED9" w:rsidRDefault="005B3ED9" w:rsidP="005B3ED9">
      <w:r>
        <w:t>117.1489</w:t>
      </w:r>
      <w:r>
        <w:tab/>
        <w:t>1.013e0</w:t>
      </w:r>
    </w:p>
    <w:p w:rsidR="005B3ED9" w:rsidRDefault="005B3ED9" w:rsidP="005B3ED9">
      <w:r>
        <w:t>117.1548</w:t>
      </w:r>
      <w:r>
        <w:tab/>
        <w:t>2.025e0</w:t>
      </w:r>
    </w:p>
    <w:p w:rsidR="005B3ED9" w:rsidRDefault="005B3ED9" w:rsidP="005B3ED9">
      <w:r>
        <w:t>117.1863</w:t>
      </w:r>
      <w:r>
        <w:tab/>
        <w:t>1.013e0</w:t>
      </w:r>
    </w:p>
    <w:p w:rsidR="005B3ED9" w:rsidRDefault="005B3ED9" w:rsidP="005B3ED9">
      <w:r>
        <w:t>117.2209</w:t>
      </w:r>
      <w:r>
        <w:tab/>
        <w:t>1.013e0</w:t>
      </w:r>
    </w:p>
    <w:p w:rsidR="005B3ED9" w:rsidRDefault="005B3ED9" w:rsidP="005B3ED9">
      <w:r>
        <w:t>117.2268</w:t>
      </w:r>
      <w:r>
        <w:tab/>
        <w:t>1.013e0</w:t>
      </w:r>
    </w:p>
    <w:p w:rsidR="005B3ED9" w:rsidRDefault="005B3ED9" w:rsidP="005B3ED9">
      <w:r>
        <w:t>117.2499</w:t>
      </w:r>
      <w:r>
        <w:tab/>
        <w:t>1.013e0</w:t>
      </w:r>
    </w:p>
    <w:p w:rsidR="005B3ED9" w:rsidRDefault="005B3ED9" w:rsidP="005B3ED9">
      <w:r>
        <w:t>117.2529</w:t>
      </w:r>
      <w:r>
        <w:tab/>
        <w:t>2.025e0</w:t>
      </w:r>
    </w:p>
    <w:p w:rsidR="005B3ED9" w:rsidRDefault="005B3ED9" w:rsidP="005B3ED9">
      <w:r>
        <w:t>117.2672</w:t>
      </w:r>
      <w:r>
        <w:tab/>
        <w:t>1.013e0</w:t>
      </w:r>
    </w:p>
    <w:p w:rsidR="005B3ED9" w:rsidRDefault="005B3ED9" w:rsidP="005B3ED9">
      <w:r>
        <w:t>117.2731</w:t>
      </w:r>
      <w:r>
        <w:tab/>
        <w:t>1.013e0</w:t>
      </w:r>
    </w:p>
    <w:p w:rsidR="005B3ED9" w:rsidRDefault="005B3ED9" w:rsidP="005B3ED9">
      <w:r>
        <w:t>117.2987</w:t>
      </w:r>
      <w:r>
        <w:tab/>
        <w:t>1.013e0</w:t>
      </w:r>
    </w:p>
    <w:p w:rsidR="005B3ED9" w:rsidRDefault="005B3ED9" w:rsidP="005B3ED9">
      <w:r>
        <w:t>117.3129</w:t>
      </w:r>
      <w:r>
        <w:tab/>
        <w:t>1.013e0</w:t>
      </w:r>
    </w:p>
    <w:p w:rsidR="005B3ED9" w:rsidRDefault="005B3ED9" w:rsidP="005B3ED9">
      <w:r>
        <w:t>117.3159</w:t>
      </w:r>
      <w:r>
        <w:tab/>
        <w:t>1.013e0</w:t>
      </w:r>
    </w:p>
    <w:p w:rsidR="005B3ED9" w:rsidRDefault="005B3ED9" w:rsidP="005B3ED9">
      <w:r>
        <w:t>117.3248</w:t>
      </w:r>
      <w:r>
        <w:tab/>
        <w:t>1.013e0</w:t>
      </w:r>
    </w:p>
    <w:p w:rsidR="005B3ED9" w:rsidRDefault="005B3ED9" w:rsidP="005B3ED9">
      <w:r>
        <w:t>117.3277</w:t>
      </w:r>
      <w:r>
        <w:tab/>
        <w:t>1.013e0</w:t>
      </w:r>
    </w:p>
    <w:p w:rsidR="005B3ED9" w:rsidRDefault="005B3ED9" w:rsidP="005B3ED9">
      <w:r>
        <w:t>117.3421</w:t>
      </w:r>
      <w:r>
        <w:tab/>
        <w:t>1.013e0</w:t>
      </w:r>
    </w:p>
    <w:p w:rsidR="005B3ED9" w:rsidRDefault="005B3ED9" w:rsidP="005B3ED9">
      <w:r>
        <w:t>117.3676</w:t>
      </w:r>
      <w:r>
        <w:tab/>
        <w:t>1.013e0</w:t>
      </w:r>
    </w:p>
    <w:p w:rsidR="005B3ED9" w:rsidRDefault="005B3ED9" w:rsidP="005B3ED9">
      <w:r>
        <w:t>117.3923</w:t>
      </w:r>
      <w:r>
        <w:tab/>
        <w:t>2.025e0</w:t>
      </w:r>
    </w:p>
    <w:p w:rsidR="005B3ED9" w:rsidRDefault="005B3ED9" w:rsidP="005B3ED9">
      <w:r>
        <w:t>117.4718</w:t>
      </w:r>
      <w:r>
        <w:tab/>
        <w:t>1.013e0</w:t>
      </w:r>
    </w:p>
    <w:p w:rsidR="005B3ED9" w:rsidRDefault="005B3ED9" w:rsidP="005B3ED9">
      <w:r>
        <w:lastRenderedPageBreak/>
        <w:t>117.4943</w:t>
      </w:r>
      <w:r>
        <w:tab/>
        <w:t>1.013e0</w:t>
      </w:r>
    </w:p>
    <w:p w:rsidR="005B3ED9" w:rsidRDefault="005B3ED9" w:rsidP="005B3ED9">
      <w:r>
        <w:t>117.5176</w:t>
      </w:r>
      <w:r>
        <w:tab/>
        <w:t>2.025e0</w:t>
      </w:r>
    </w:p>
    <w:p w:rsidR="005B3ED9" w:rsidRDefault="005B3ED9" w:rsidP="005B3ED9">
      <w:r>
        <w:t>117.5235</w:t>
      </w:r>
      <w:r>
        <w:tab/>
        <w:t>1.013e0</w:t>
      </w:r>
    </w:p>
    <w:p w:rsidR="005B3ED9" w:rsidRDefault="005B3ED9" w:rsidP="005B3ED9">
      <w:r>
        <w:t>117.5291</w:t>
      </w:r>
      <w:r>
        <w:tab/>
        <w:t>2.025e0</w:t>
      </w:r>
    </w:p>
    <w:p w:rsidR="005B3ED9" w:rsidRDefault="005B3ED9" w:rsidP="005B3ED9">
      <w:r>
        <w:t>117.5407</w:t>
      </w:r>
      <w:r>
        <w:tab/>
        <w:t>1.013e0</w:t>
      </w:r>
    </w:p>
    <w:p w:rsidR="005B3ED9" w:rsidRDefault="005B3ED9" w:rsidP="005B3ED9">
      <w:r>
        <w:t>117.5639</w:t>
      </w:r>
      <w:r>
        <w:tab/>
        <w:t>1.013e0</w:t>
      </w:r>
    </w:p>
    <w:p w:rsidR="005B3ED9" w:rsidRDefault="005B3ED9" w:rsidP="005B3ED9">
      <w:r>
        <w:t>117.6084</w:t>
      </w:r>
      <w:r>
        <w:tab/>
        <w:t>2.025e0</w:t>
      </w:r>
    </w:p>
    <w:p w:rsidR="005B3ED9" w:rsidRDefault="005B3ED9" w:rsidP="005B3ED9">
      <w:r>
        <w:t>117.6908</w:t>
      </w:r>
      <w:r>
        <w:tab/>
        <w:t>1.013e0</w:t>
      </w:r>
    </w:p>
    <w:p w:rsidR="005B3ED9" w:rsidRDefault="005B3ED9" w:rsidP="005B3ED9">
      <w:r>
        <w:t>117.7194</w:t>
      </w:r>
      <w:r>
        <w:tab/>
        <w:t>1.013e0</w:t>
      </w:r>
    </w:p>
    <w:p w:rsidR="005B3ED9" w:rsidRDefault="005B3ED9" w:rsidP="005B3ED9">
      <w:r>
        <w:t>117.7656</w:t>
      </w:r>
      <w:r>
        <w:tab/>
        <w:t>1.013e0</w:t>
      </w:r>
    </w:p>
    <w:p w:rsidR="005B3ED9" w:rsidRDefault="005B3ED9" w:rsidP="005B3ED9">
      <w:r>
        <w:t>117.8030</w:t>
      </w:r>
      <w:r>
        <w:tab/>
        <w:t>1.013e0</w:t>
      </w:r>
    </w:p>
    <w:p w:rsidR="005B3ED9" w:rsidRDefault="005B3ED9" w:rsidP="005B3ED9">
      <w:r>
        <w:t>117.8290</w:t>
      </w:r>
      <w:r>
        <w:tab/>
        <w:t>1.013e0</w:t>
      </w:r>
    </w:p>
    <w:p w:rsidR="005B3ED9" w:rsidRDefault="005B3ED9" w:rsidP="005B3ED9">
      <w:r>
        <w:t>117.8349</w:t>
      </w:r>
      <w:r>
        <w:tab/>
        <w:t>1.013e0</w:t>
      </w:r>
    </w:p>
    <w:p w:rsidR="005B3ED9" w:rsidRDefault="005B3ED9" w:rsidP="005B3ED9">
      <w:r>
        <w:t>117.8552</w:t>
      </w:r>
      <w:r>
        <w:tab/>
        <w:t>1.013e0</w:t>
      </w:r>
    </w:p>
    <w:p w:rsidR="005B3ED9" w:rsidRDefault="005B3ED9" w:rsidP="005B3ED9">
      <w:r>
        <w:t>117.8724</w:t>
      </w:r>
      <w:r>
        <w:tab/>
        <w:t>1.013e0</w:t>
      </w:r>
    </w:p>
    <w:p w:rsidR="005B3ED9" w:rsidRDefault="005B3ED9" w:rsidP="005B3ED9">
      <w:r>
        <w:t>117.8897</w:t>
      </w:r>
      <w:r>
        <w:tab/>
        <w:t>1.013e0</w:t>
      </w:r>
    </w:p>
    <w:p w:rsidR="005B3ED9" w:rsidRDefault="005B3ED9" w:rsidP="005B3ED9">
      <w:r>
        <w:t>117.8928</w:t>
      </w:r>
      <w:r>
        <w:tab/>
        <w:t>1.013e0</w:t>
      </w:r>
    </w:p>
    <w:p w:rsidR="005B3ED9" w:rsidRDefault="005B3ED9" w:rsidP="005B3ED9">
      <w:r>
        <w:t>117.9040</w:t>
      </w:r>
      <w:r>
        <w:tab/>
        <w:t>1.013e0</w:t>
      </w:r>
    </w:p>
    <w:p w:rsidR="005B3ED9" w:rsidRDefault="005B3ED9" w:rsidP="005B3ED9">
      <w:r>
        <w:t>117.9327</w:t>
      </w:r>
      <w:r>
        <w:tab/>
        <w:t>1.013e0</w:t>
      </w:r>
    </w:p>
    <w:p w:rsidR="005B3ED9" w:rsidRDefault="005B3ED9" w:rsidP="005B3ED9">
      <w:r>
        <w:lastRenderedPageBreak/>
        <w:t>117.9502</w:t>
      </w:r>
      <w:r>
        <w:tab/>
        <w:t>1.013e0</w:t>
      </w:r>
    </w:p>
    <w:p w:rsidR="005B3ED9" w:rsidRDefault="005B3ED9" w:rsidP="005B3ED9">
      <w:r>
        <w:t>117.9791</w:t>
      </w:r>
      <w:r>
        <w:tab/>
        <w:t>1.013e0</w:t>
      </w:r>
    </w:p>
    <w:p w:rsidR="005B3ED9" w:rsidRDefault="005B3ED9" w:rsidP="005B3ED9">
      <w:r>
        <w:t>117.9905</w:t>
      </w:r>
      <w:r>
        <w:tab/>
        <w:t>1.013e0</w:t>
      </w:r>
    </w:p>
    <w:p w:rsidR="005B3ED9" w:rsidRDefault="005B3ED9" w:rsidP="005B3ED9">
      <w:r>
        <w:t>118.0250</w:t>
      </w:r>
      <w:r>
        <w:tab/>
        <w:t>1.013e0</w:t>
      </w:r>
    </w:p>
    <w:p w:rsidR="005B3ED9" w:rsidRDefault="005B3ED9" w:rsidP="005B3ED9">
      <w:r>
        <w:t>118.0294</w:t>
      </w:r>
      <w:r>
        <w:tab/>
        <w:t>2.025e0</w:t>
      </w:r>
    </w:p>
    <w:p w:rsidR="005B3ED9" w:rsidRDefault="005B3ED9" w:rsidP="005B3ED9">
      <w:r>
        <w:t>118.0340</w:t>
      </w:r>
      <w:r>
        <w:tab/>
        <w:t>1.013e0</w:t>
      </w:r>
    </w:p>
    <w:p w:rsidR="005B3ED9" w:rsidRDefault="005B3ED9" w:rsidP="005B3ED9">
      <w:r>
        <w:t>118.0400</w:t>
      </w:r>
      <w:r>
        <w:tab/>
        <w:t>1.013e0</w:t>
      </w:r>
    </w:p>
    <w:p w:rsidR="005B3ED9" w:rsidRDefault="005B3ED9" w:rsidP="005B3ED9">
      <w:r>
        <w:t>118.0513</w:t>
      </w:r>
      <w:r>
        <w:tab/>
        <w:t>1.013e0</w:t>
      </w:r>
    </w:p>
    <w:p w:rsidR="005B3ED9" w:rsidRDefault="005B3ED9" w:rsidP="005B3ED9">
      <w:r>
        <w:t>118.0656</w:t>
      </w:r>
      <w:r>
        <w:tab/>
        <w:t>2.025e0</w:t>
      </w:r>
    </w:p>
    <w:p w:rsidR="005B3ED9" w:rsidRDefault="005B3ED9" w:rsidP="005B3ED9">
      <w:r>
        <w:t>118.0844</w:t>
      </w:r>
      <w:r>
        <w:tab/>
        <w:t>6.076e0</w:t>
      </w:r>
    </w:p>
    <w:p w:rsidR="005B3ED9" w:rsidRDefault="005B3ED9" w:rsidP="005B3ED9">
      <w:r>
        <w:t>118.0870</w:t>
      </w:r>
      <w:r>
        <w:tab/>
        <w:t>9.114e0</w:t>
      </w:r>
    </w:p>
    <w:p w:rsidR="005B3ED9" w:rsidRDefault="005B3ED9" w:rsidP="005B3ED9">
      <w:r>
        <w:t>118.0890</w:t>
      </w:r>
      <w:r>
        <w:tab/>
        <w:t>1.700e1</w:t>
      </w:r>
    </w:p>
    <w:p w:rsidR="005B3ED9" w:rsidRDefault="005B3ED9" w:rsidP="005B3ED9">
      <w:r>
        <w:t>118.1234</w:t>
      </w:r>
      <w:r>
        <w:tab/>
        <w:t>1.013e0</w:t>
      </w:r>
    </w:p>
    <w:p w:rsidR="005B3ED9" w:rsidRDefault="005B3ED9" w:rsidP="005B3ED9">
      <w:r>
        <w:t>118.1324</w:t>
      </w:r>
      <w:r>
        <w:tab/>
        <w:t>1.013e0</w:t>
      </w:r>
    </w:p>
    <w:p w:rsidR="005B3ED9" w:rsidRDefault="005B3ED9" w:rsidP="005B3ED9">
      <w:r>
        <w:t>118.1437</w:t>
      </w:r>
      <w:r>
        <w:tab/>
        <w:t>1.013e0</w:t>
      </w:r>
    </w:p>
    <w:p w:rsidR="005B3ED9" w:rsidRDefault="005B3ED9" w:rsidP="005B3ED9">
      <w:r>
        <w:t>118.1466</w:t>
      </w:r>
      <w:r>
        <w:tab/>
        <w:t>1.013e0</w:t>
      </w:r>
    </w:p>
    <w:p w:rsidR="005B3ED9" w:rsidRDefault="005B3ED9" w:rsidP="005B3ED9">
      <w:r>
        <w:t>118.1625</w:t>
      </w:r>
      <w:r>
        <w:tab/>
        <w:t>2.025e0</w:t>
      </w:r>
    </w:p>
    <w:p w:rsidR="005B3ED9" w:rsidRDefault="005B3ED9" w:rsidP="005B3ED9">
      <w:r>
        <w:t>118.2045</w:t>
      </w:r>
      <w:r>
        <w:tab/>
        <w:t>1.013e0</w:t>
      </w:r>
    </w:p>
    <w:p w:rsidR="005B3ED9" w:rsidRDefault="005B3ED9" w:rsidP="005B3ED9">
      <w:r>
        <w:t>118.2249</w:t>
      </w:r>
      <w:r>
        <w:tab/>
        <w:t>1.013e0</w:t>
      </w:r>
    </w:p>
    <w:p w:rsidR="005B3ED9" w:rsidRDefault="005B3ED9" w:rsidP="005B3ED9">
      <w:r>
        <w:lastRenderedPageBreak/>
        <w:t>118.2302</w:t>
      </w:r>
      <w:r>
        <w:tab/>
        <w:t>1.013e0</w:t>
      </w:r>
    </w:p>
    <w:p w:rsidR="005B3ED9" w:rsidRDefault="005B3ED9" w:rsidP="005B3ED9">
      <w:r>
        <w:t>118.2449</w:t>
      </w:r>
      <w:r>
        <w:tab/>
        <w:t>1.013e0</w:t>
      </w:r>
    </w:p>
    <w:p w:rsidR="005B3ED9" w:rsidRDefault="005B3ED9" w:rsidP="005B3ED9">
      <w:r>
        <w:t>118.2594</w:t>
      </w:r>
      <w:r>
        <w:tab/>
        <w:t>2.025e0</w:t>
      </w:r>
    </w:p>
    <w:p w:rsidR="005B3ED9" w:rsidRDefault="005B3ED9" w:rsidP="005B3ED9">
      <w:r>
        <w:t>118.2624</w:t>
      </w:r>
      <w:r>
        <w:tab/>
        <w:t>1.013e0</w:t>
      </w:r>
    </w:p>
    <w:p w:rsidR="005B3ED9" w:rsidRDefault="005B3ED9" w:rsidP="005B3ED9">
      <w:r>
        <w:t>118.2824</w:t>
      </w:r>
      <w:r>
        <w:tab/>
        <w:t>1.013e0</w:t>
      </w:r>
    </w:p>
    <w:p w:rsidR="005B3ED9" w:rsidRDefault="005B3ED9" w:rsidP="005B3ED9">
      <w:r>
        <w:t>118.3054</w:t>
      </w:r>
      <w:r>
        <w:tab/>
        <w:t>1.013e0</w:t>
      </w:r>
    </w:p>
    <w:p w:rsidR="005B3ED9" w:rsidRDefault="005B3ED9" w:rsidP="005B3ED9">
      <w:r>
        <w:t>118.3173</w:t>
      </w:r>
      <w:r>
        <w:tab/>
        <w:t>1.013e0</w:t>
      </w:r>
    </w:p>
    <w:p w:rsidR="005B3ED9" w:rsidRDefault="005B3ED9" w:rsidP="005B3ED9">
      <w:r>
        <w:t>118.3199</w:t>
      </w:r>
      <w:r>
        <w:tab/>
        <w:t>1.013e0</w:t>
      </w:r>
    </w:p>
    <w:p w:rsidR="005B3ED9" w:rsidRDefault="005B3ED9" w:rsidP="005B3ED9">
      <w:r>
        <w:t>118.3346</w:t>
      </w:r>
      <w:r>
        <w:tab/>
        <w:t>1.013e0</w:t>
      </w:r>
    </w:p>
    <w:p w:rsidR="005B3ED9" w:rsidRDefault="005B3ED9" w:rsidP="005B3ED9">
      <w:r>
        <w:t>118.3776</w:t>
      </w:r>
      <w:r>
        <w:tab/>
        <w:t>1.013e0</w:t>
      </w:r>
    </w:p>
    <w:p w:rsidR="005B3ED9" w:rsidRDefault="005B3ED9" w:rsidP="005B3ED9">
      <w:r>
        <w:t>118.4558</w:t>
      </w:r>
      <w:r>
        <w:tab/>
        <w:t>1.013e0</w:t>
      </w:r>
    </w:p>
    <w:p w:rsidR="005B3ED9" w:rsidRDefault="005B3ED9" w:rsidP="005B3ED9">
      <w:r>
        <w:t>118.4731</w:t>
      </w:r>
      <w:r>
        <w:tab/>
        <w:t>1.013e0</w:t>
      </w:r>
    </w:p>
    <w:p w:rsidR="005B3ED9" w:rsidRDefault="005B3ED9" w:rsidP="005B3ED9">
      <w:r>
        <w:t>118.5108</w:t>
      </w:r>
      <w:r>
        <w:tab/>
        <w:t>1.013e0</w:t>
      </w:r>
    </w:p>
    <w:p w:rsidR="005B3ED9" w:rsidRDefault="005B3ED9" w:rsidP="005B3ED9">
      <w:r>
        <w:t>118.5484</w:t>
      </w:r>
      <w:r>
        <w:tab/>
        <w:t>1.013e0</w:t>
      </w:r>
    </w:p>
    <w:p w:rsidR="005B3ED9" w:rsidRDefault="005B3ED9" w:rsidP="005B3ED9">
      <w:r>
        <w:t>118.5687</w:t>
      </w:r>
      <w:r>
        <w:tab/>
        <w:t>1.013e0</w:t>
      </w:r>
    </w:p>
    <w:p w:rsidR="005B3ED9" w:rsidRDefault="005B3ED9" w:rsidP="005B3ED9">
      <w:r>
        <w:t>118.5777</w:t>
      </w:r>
      <w:r>
        <w:tab/>
        <w:t>1.013e0</w:t>
      </w:r>
    </w:p>
    <w:p w:rsidR="005B3ED9" w:rsidRDefault="005B3ED9" w:rsidP="005B3ED9">
      <w:r>
        <w:t>118.6003</w:t>
      </w:r>
      <w:r>
        <w:tab/>
        <w:t>1.013e0</w:t>
      </w:r>
    </w:p>
    <w:p w:rsidR="005B3ED9" w:rsidRDefault="005B3ED9" w:rsidP="005B3ED9">
      <w:r>
        <w:t>118.6153</w:t>
      </w:r>
      <w:r>
        <w:tab/>
        <w:t>1.013e0</w:t>
      </w:r>
    </w:p>
    <w:p w:rsidR="005B3ED9" w:rsidRDefault="005B3ED9" w:rsidP="005B3ED9">
      <w:r>
        <w:t>118.6296</w:t>
      </w:r>
      <w:r>
        <w:tab/>
        <w:t>1.013e0</w:t>
      </w:r>
    </w:p>
    <w:p w:rsidR="005B3ED9" w:rsidRDefault="005B3ED9" w:rsidP="005B3ED9">
      <w:r>
        <w:lastRenderedPageBreak/>
        <w:t>118.6326</w:t>
      </w:r>
      <w:r>
        <w:tab/>
        <w:t>1.013e0</w:t>
      </w:r>
    </w:p>
    <w:p w:rsidR="005B3ED9" w:rsidRDefault="005B3ED9" w:rsidP="005B3ED9">
      <w:r>
        <w:t>118.6756</w:t>
      </w:r>
      <w:r>
        <w:tab/>
        <w:t>1.013e0</w:t>
      </w:r>
    </w:p>
    <w:p w:rsidR="005B3ED9" w:rsidRDefault="005B3ED9" w:rsidP="005B3ED9">
      <w:r>
        <w:t>118.7079</w:t>
      </w:r>
      <w:r>
        <w:tab/>
        <w:t>1.013e0</w:t>
      </w:r>
    </w:p>
    <w:p w:rsidR="005B3ED9" w:rsidRDefault="005B3ED9" w:rsidP="005B3ED9">
      <w:r>
        <w:t>118.7192</w:t>
      </w:r>
      <w:r>
        <w:tab/>
        <w:t>1.013e0</w:t>
      </w:r>
    </w:p>
    <w:p w:rsidR="005B3ED9" w:rsidRDefault="005B3ED9" w:rsidP="005B3ED9">
      <w:r>
        <w:t>118.7395</w:t>
      </w:r>
      <w:r>
        <w:tab/>
        <w:t>1.013e0</w:t>
      </w:r>
    </w:p>
    <w:p w:rsidR="005B3ED9" w:rsidRDefault="005B3ED9" w:rsidP="005B3ED9">
      <w:r>
        <w:t>118.7802</w:t>
      </w:r>
      <w:r>
        <w:tab/>
        <w:t>1.013e0</w:t>
      </w:r>
    </w:p>
    <w:p w:rsidR="005B3ED9" w:rsidRDefault="005B3ED9" w:rsidP="005B3ED9">
      <w:r>
        <w:t>118.7832</w:t>
      </w:r>
      <w:r>
        <w:tab/>
        <w:t>1.013e0</w:t>
      </w:r>
    </w:p>
    <w:p w:rsidR="005B3ED9" w:rsidRDefault="005B3ED9" w:rsidP="005B3ED9">
      <w:r>
        <w:t>118.8034</w:t>
      </w:r>
      <w:r>
        <w:tab/>
        <w:t>2.025e0</w:t>
      </w:r>
    </w:p>
    <w:p w:rsidR="005B3ED9" w:rsidRDefault="005B3ED9" w:rsidP="005B3ED9">
      <w:r>
        <w:t>118.8209</w:t>
      </w:r>
      <w:r>
        <w:tab/>
        <w:t>1.013e0</w:t>
      </w:r>
    </w:p>
    <w:p w:rsidR="005B3ED9" w:rsidRDefault="005B3ED9" w:rsidP="005B3ED9">
      <w:r>
        <w:t>118.8669</w:t>
      </w:r>
      <w:r>
        <w:tab/>
        <w:t>1.013e0</w:t>
      </w:r>
    </w:p>
    <w:p w:rsidR="005B3ED9" w:rsidRDefault="005B3ED9" w:rsidP="005B3ED9">
      <w:r>
        <w:t>118.9686</w:t>
      </w:r>
      <w:r>
        <w:tab/>
        <w:t>1.013e0</w:t>
      </w:r>
    </w:p>
    <w:p w:rsidR="005B3ED9" w:rsidRDefault="005B3ED9" w:rsidP="005B3ED9">
      <w:r>
        <w:t>119.0146</w:t>
      </w:r>
      <w:r>
        <w:tab/>
        <w:t>1.013e0</w:t>
      </w:r>
    </w:p>
    <w:p w:rsidR="005B3ED9" w:rsidRDefault="005B3ED9" w:rsidP="005B3ED9">
      <w:r>
        <w:t>119.0266</w:t>
      </w:r>
      <w:r>
        <w:tab/>
        <w:t>1.013e0</w:t>
      </w:r>
    </w:p>
    <w:p w:rsidR="005B3ED9" w:rsidRDefault="005B3ED9" w:rsidP="005B3ED9">
      <w:r>
        <w:t>119.0350</w:t>
      </w:r>
      <w:r>
        <w:tab/>
        <w:t>1.013e0</w:t>
      </w:r>
    </w:p>
    <w:p w:rsidR="005B3ED9" w:rsidRDefault="005B3ED9" w:rsidP="005B3ED9">
      <w:r>
        <w:t>119.0388</w:t>
      </w:r>
      <w:r>
        <w:tab/>
        <w:t>3.038e0</w:t>
      </w:r>
    </w:p>
    <w:p w:rsidR="005B3ED9" w:rsidRDefault="005B3ED9" w:rsidP="005B3ED9">
      <w:r>
        <w:t>119.0554</w:t>
      </w:r>
      <w:r>
        <w:tab/>
        <w:t>1.013e0</w:t>
      </w:r>
    </w:p>
    <w:p w:rsidR="005B3ED9" w:rsidRDefault="005B3ED9" w:rsidP="005B3ED9">
      <w:r>
        <w:t>119.0641</w:t>
      </w:r>
      <w:r>
        <w:tab/>
        <w:t>4.051e0</w:t>
      </w:r>
    </w:p>
    <w:p w:rsidR="005B3ED9" w:rsidRDefault="005B3ED9" w:rsidP="005B3ED9">
      <w:r>
        <w:t>119.0801</w:t>
      </w:r>
      <w:r>
        <w:tab/>
        <w:t>2.025e0</w:t>
      </w:r>
    </w:p>
    <w:p w:rsidR="005B3ED9" w:rsidRDefault="005B3ED9" w:rsidP="005B3ED9">
      <w:r>
        <w:t>119.0900</w:t>
      </w:r>
      <w:r>
        <w:tab/>
        <w:t>2.025e0</w:t>
      </w:r>
    </w:p>
    <w:p w:rsidR="005B3ED9" w:rsidRDefault="005B3ED9" w:rsidP="005B3ED9">
      <w:r>
        <w:lastRenderedPageBreak/>
        <w:t>119.0990</w:t>
      </w:r>
      <w:r>
        <w:tab/>
        <w:t>1.013e0</w:t>
      </w:r>
    </w:p>
    <w:p w:rsidR="005B3ED9" w:rsidRDefault="005B3ED9" w:rsidP="005B3ED9">
      <w:r>
        <w:t>119.1249</w:t>
      </w:r>
      <w:r>
        <w:tab/>
        <w:t>2.025e0</w:t>
      </w:r>
    </w:p>
    <w:p w:rsidR="005B3ED9" w:rsidRDefault="005B3ED9" w:rsidP="005B3ED9">
      <w:r>
        <w:t>119.1451</w:t>
      </w:r>
      <w:r>
        <w:tab/>
        <w:t>1.013e0</w:t>
      </w:r>
    </w:p>
    <w:p w:rsidR="005B3ED9" w:rsidRDefault="005B3ED9" w:rsidP="005B3ED9">
      <w:r>
        <w:t>119.1511</w:t>
      </w:r>
      <w:r>
        <w:tab/>
        <w:t>1.013e0</w:t>
      </w:r>
    </w:p>
    <w:p w:rsidR="005B3ED9" w:rsidRDefault="005B3ED9" w:rsidP="005B3ED9">
      <w:r>
        <w:t>119.1655</w:t>
      </w:r>
      <w:r>
        <w:tab/>
        <w:t>1.013e0</w:t>
      </w:r>
    </w:p>
    <w:p w:rsidR="005B3ED9" w:rsidRDefault="005B3ED9" w:rsidP="005B3ED9">
      <w:r>
        <w:t>119.1802</w:t>
      </w:r>
      <w:r>
        <w:tab/>
        <w:t>1.013e0</w:t>
      </w:r>
    </w:p>
    <w:p w:rsidR="005B3ED9" w:rsidRDefault="005B3ED9" w:rsidP="005B3ED9">
      <w:r>
        <w:t>119.2062</w:t>
      </w:r>
      <w:r>
        <w:tab/>
        <w:t>1.013e0</w:t>
      </w:r>
    </w:p>
    <w:p w:rsidR="005B3ED9" w:rsidRDefault="005B3ED9" w:rsidP="005B3ED9">
      <w:r>
        <w:t>119.2092</w:t>
      </w:r>
      <w:r>
        <w:tab/>
        <w:t>1.013e0</w:t>
      </w:r>
    </w:p>
    <w:p w:rsidR="005B3ED9" w:rsidRDefault="005B3ED9" w:rsidP="005B3ED9">
      <w:r>
        <w:t>119.2121</w:t>
      </w:r>
      <w:r>
        <w:tab/>
        <w:t>1.013e0</w:t>
      </w:r>
    </w:p>
    <w:p w:rsidR="005B3ED9" w:rsidRDefault="005B3ED9" w:rsidP="005B3ED9">
      <w:r>
        <w:t>119.2529</w:t>
      </w:r>
      <w:r>
        <w:tab/>
        <w:t>2.025e0</w:t>
      </w:r>
    </w:p>
    <w:p w:rsidR="005B3ED9" w:rsidRDefault="005B3ED9" w:rsidP="005B3ED9">
      <w:r>
        <w:t>119.2817</w:t>
      </w:r>
      <w:r>
        <w:tab/>
        <w:t>1.013e0</w:t>
      </w:r>
    </w:p>
    <w:p w:rsidR="005B3ED9" w:rsidRDefault="005B3ED9" w:rsidP="005B3ED9">
      <w:r>
        <w:t>119.2968</w:t>
      </w:r>
      <w:r>
        <w:tab/>
        <w:t>3.038e0</w:t>
      </w:r>
    </w:p>
    <w:p w:rsidR="005B3ED9" w:rsidRDefault="005B3ED9" w:rsidP="005B3ED9">
      <w:r>
        <w:t>119.3080</w:t>
      </w:r>
      <w:r>
        <w:tab/>
        <w:t>2.025e0</w:t>
      </w:r>
    </w:p>
    <w:p w:rsidR="005B3ED9" w:rsidRDefault="005B3ED9" w:rsidP="005B3ED9">
      <w:r>
        <w:t>119.3152</w:t>
      </w:r>
      <w:r>
        <w:tab/>
        <w:t>2.025e0</w:t>
      </w:r>
    </w:p>
    <w:p w:rsidR="005B3ED9" w:rsidRDefault="005B3ED9" w:rsidP="005B3ED9">
      <w:r>
        <w:t>119.3283</w:t>
      </w:r>
      <w:r>
        <w:tab/>
        <w:t>1.013e0</w:t>
      </w:r>
    </w:p>
    <w:p w:rsidR="005B3ED9" w:rsidRDefault="005B3ED9" w:rsidP="005B3ED9">
      <w:r>
        <w:t>119.3367</w:t>
      </w:r>
      <w:r>
        <w:tab/>
        <w:t>1.013e0</w:t>
      </w:r>
    </w:p>
    <w:p w:rsidR="005B3ED9" w:rsidRDefault="005B3ED9" w:rsidP="005B3ED9">
      <w:r>
        <w:t>119.3513</w:t>
      </w:r>
      <w:r>
        <w:tab/>
        <w:t>1.013e0</w:t>
      </w:r>
    </w:p>
    <w:p w:rsidR="005B3ED9" w:rsidRDefault="005B3ED9" w:rsidP="005B3ED9">
      <w:r>
        <w:t>119.3631</w:t>
      </w:r>
      <w:r>
        <w:tab/>
        <w:t>2.025e0</w:t>
      </w:r>
    </w:p>
    <w:p w:rsidR="005B3ED9" w:rsidRDefault="005B3ED9" w:rsidP="005B3ED9">
      <w:r>
        <w:t>119.3661</w:t>
      </w:r>
      <w:r>
        <w:tab/>
        <w:t>1.013e0</w:t>
      </w:r>
    </w:p>
    <w:p w:rsidR="005B3ED9" w:rsidRDefault="005B3ED9" w:rsidP="005B3ED9">
      <w:r>
        <w:lastRenderedPageBreak/>
        <w:t>119.3745</w:t>
      </w:r>
      <w:r>
        <w:tab/>
        <w:t>1.013e0</w:t>
      </w:r>
    </w:p>
    <w:p w:rsidR="005B3ED9" w:rsidRDefault="005B3ED9" w:rsidP="005B3ED9">
      <w:r>
        <w:t>119.3820</w:t>
      </w:r>
      <w:r>
        <w:tab/>
        <w:t>2.025e0</w:t>
      </w:r>
    </w:p>
    <w:p w:rsidR="005B3ED9" w:rsidRDefault="005B3ED9" w:rsidP="005B3ED9">
      <w:r>
        <w:t>119.4122</w:t>
      </w:r>
      <w:r>
        <w:tab/>
        <w:t>1.013e0</w:t>
      </w:r>
    </w:p>
    <w:p w:rsidR="005B3ED9" w:rsidRDefault="005B3ED9" w:rsidP="005B3ED9">
      <w:r>
        <w:t>119.4371</w:t>
      </w:r>
      <w:r>
        <w:tab/>
        <w:t>2.025e0</w:t>
      </w:r>
    </w:p>
    <w:p w:rsidR="005B3ED9" w:rsidRDefault="005B3ED9" w:rsidP="005B3ED9">
      <w:r>
        <w:t>119.4416</w:t>
      </w:r>
      <w:r>
        <w:tab/>
        <w:t>1.013e0</w:t>
      </w:r>
    </w:p>
    <w:p w:rsidR="005B3ED9" w:rsidRDefault="005B3ED9" w:rsidP="005B3ED9">
      <w:r>
        <w:t>119.4500</w:t>
      </w:r>
      <w:r>
        <w:tab/>
        <w:t>1.013e0</w:t>
      </w:r>
    </w:p>
    <w:p w:rsidR="005B3ED9" w:rsidRDefault="005B3ED9" w:rsidP="005B3ED9">
      <w:r>
        <w:t>119.4589</w:t>
      </w:r>
      <w:r>
        <w:tab/>
        <w:t>1.013e0</w:t>
      </w:r>
    </w:p>
    <w:p w:rsidR="005B3ED9" w:rsidRDefault="005B3ED9" w:rsidP="005B3ED9">
      <w:r>
        <w:t>119.4673</w:t>
      </w:r>
      <w:r>
        <w:tab/>
        <w:t>1.013e0</w:t>
      </w:r>
    </w:p>
    <w:p w:rsidR="005B3ED9" w:rsidRDefault="005B3ED9" w:rsidP="005B3ED9">
      <w:r>
        <w:t>119.4907</w:t>
      </w:r>
      <w:r>
        <w:tab/>
        <w:t>1.013e0</w:t>
      </w:r>
    </w:p>
    <w:p w:rsidR="005B3ED9" w:rsidRDefault="005B3ED9" w:rsidP="005B3ED9">
      <w:r>
        <w:t>119.4937</w:t>
      </w:r>
      <w:r>
        <w:tab/>
        <w:t>1.013e0</w:t>
      </w:r>
    </w:p>
    <w:p w:rsidR="005B3ED9" w:rsidRDefault="005B3ED9" w:rsidP="005B3ED9">
      <w:r>
        <w:t>119.5050</w:t>
      </w:r>
      <w:r>
        <w:tab/>
        <w:t>1.013e0</w:t>
      </w:r>
    </w:p>
    <w:p w:rsidR="005B3ED9" w:rsidRDefault="005B3ED9" w:rsidP="005B3ED9">
      <w:r>
        <w:t>119.5081</w:t>
      </w:r>
      <w:r>
        <w:tab/>
        <w:t>1.013e0</w:t>
      </w:r>
    </w:p>
    <w:p w:rsidR="005B3ED9" w:rsidRDefault="005B3ED9" w:rsidP="005B3ED9">
      <w:r>
        <w:t>119.5201</w:t>
      </w:r>
      <w:r>
        <w:tab/>
        <w:t>1.013e0</w:t>
      </w:r>
    </w:p>
    <w:p w:rsidR="005B3ED9" w:rsidRDefault="005B3ED9" w:rsidP="005B3ED9">
      <w:r>
        <w:t>119.5214</w:t>
      </w:r>
      <w:r>
        <w:tab/>
        <w:t>2.025e0</w:t>
      </w:r>
    </w:p>
    <w:p w:rsidR="005B3ED9" w:rsidRDefault="005B3ED9" w:rsidP="005B3ED9">
      <w:r>
        <w:t>119.5255</w:t>
      </w:r>
      <w:r>
        <w:tab/>
        <w:t>1.013e0</w:t>
      </w:r>
    </w:p>
    <w:p w:rsidR="005B3ED9" w:rsidRDefault="005B3ED9" w:rsidP="005B3ED9">
      <w:r>
        <w:t>119.5416</w:t>
      </w:r>
      <w:r>
        <w:tab/>
        <w:t>4.051e0</w:t>
      </w:r>
    </w:p>
    <w:p w:rsidR="005B3ED9" w:rsidRDefault="005B3ED9" w:rsidP="005B3ED9">
      <w:r>
        <w:t>119.5459</w:t>
      </w:r>
      <w:r>
        <w:tab/>
        <w:t>1.013e0</w:t>
      </w:r>
    </w:p>
    <w:p w:rsidR="005B3ED9" w:rsidRDefault="005B3ED9" w:rsidP="005B3ED9">
      <w:r>
        <w:t>119.5563</w:t>
      </w:r>
      <w:r>
        <w:tab/>
        <w:t>2.025e0</w:t>
      </w:r>
    </w:p>
    <w:p w:rsidR="005B3ED9" w:rsidRDefault="005B3ED9" w:rsidP="005B3ED9">
      <w:r>
        <w:t>119.5752</w:t>
      </w:r>
      <w:r>
        <w:tab/>
        <w:t>1.013e0</w:t>
      </w:r>
    </w:p>
    <w:p w:rsidR="005B3ED9" w:rsidRDefault="005B3ED9" w:rsidP="005B3ED9">
      <w:r>
        <w:lastRenderedPageBreak/>
        <w:t>119.5807</w:t>
      </w:r>
      <w:r>
        <w:tab/>
        <w:t>1.013e0</w:t>
      </w:r>
    </w:p>
    <w:p w:rsidR="005B3ED9" w:rsidRDefault="005B3ED9" w:rsidP="005B3ED9">
      <w:r>
        <w:t>119.5836</w:t>
      </w:r>
      <w:r>
        <w:tab/>
        <w:t>1.013e0</w:t>
      </w:r>
    </w:p>
    <w:p w:rsidR="005B3ED9" w:rsidRDefault="005B3ED9" w:rsidP="005B3ED9">
      <w:r>
        <w:t>119.5896</w:t>
      </w:r>
      <w:r>
        <w:tab/>
        <w:t>1.013e0</w:t>
      </w:r>
    </w:p>
    <w:p w:rsidR="005B3ED9" w:rsidRDefault="005B3ED9" w:rsidP="005B3ED9">
      <w:r>
        <w:t>119.5956</w:t>
      </w:r>
      <w:r>
        <w:tab/>
        <w:t>1.013e0</w:t>
      </w:r>
    </w:p>
    <w:p w:rsidR="005B3ED9" w:rsidRDefault="005B3ED9" w:rsidP="005B3ED9">
      <w:r>
        <w:t>119.6130</w:t>
      </w:r>
      <w:r>
        <w:tab/>
        <w:t>2.025e0</w:t>
      </w:r>
    </w:p>
    <w:p w:rsidR="005B3ED9" w:rsidRDefault="005B3ED9" w:rsidP="005B3ED9">
      <w:r>
        <w:t>119.6214</w:t>
      </w:r>
      <w:r>
        <w:tab/>
        <w:t>1.013e0</w:t>
      </w:r>
    </w:p>
    <w:p w:rsidR="005B3ED9" w:rsidRDefault="005B3ED9" w:rsidP="005B3ED9">
      <w:r>
        <w:t>119.6348</w:t>
      </w:r>
      <w:r>
        <w:tab/>
        <w:t>2.025e0</w:t>
      </w:r>
    </w:p>
    <w:p w:rsidR="005B3ED9" w:rsidRDefault="005B3ED9" w:rsidP="005B3ED9">
      <w:r>
        <w:t>119.6362</w:t>
      </w:r>
      <w:r>
        <w:tab/>
        <w:t>1.013e0</w:t>
      </w:r>
    </w:p>
    <w:p w:rsidR="005B3ED9" w:rsidRDefault="005B3ED9" w:rsidP="005B3ED9">
      <w:r>
        <w:t>119.6478</w:t>
      </w:r>
      <w:r>
        <w:tab/>
        <w:t>1.013e0</w:t>
      </w:r>
    </w:p>
    <w:p w:rsidR="005B3ED9" w:rsidRDefault="005B3ED9" w:rsidP="005B3ED9">
      <w:r>
        <w:t>119.6493</w:t>
      </w:r>
      <w:r>
        <w:tab/>
        <w:t>2.025e0</w:t>
      </w:r>
    </w:p>
    <w:p w:rsidR="005B3ED9" w:rsidRDefault="005B3ED9" w:rsidP="005B3ED9">
      <w:r>
        <w:t>119.6563</w:t>
      </w:r>
      <w:r>
        <w:tab/>
        <w:t>1.013e0</w:t>
      </w:r>
    </w:p>
    <w:p w:rsidR="005B3ED9" w:rsidRDefault="005B3ED9" w:rsidP="005B3ED9">
      <w:r>
        <w:t>119.6622</w:t>
      </w:r>
      <w:r>
        <w:tab/>
        <w:t>1.013e0</w:t>
      </w:r>
    </w:p>
    <w:p w:rsidR="005B3ED9" w:rsidRDefault="005B3ED9" w:rsidP="005B3ED9">
      <w:r>
        <w:t>119.6712</w:t>
      </w:r>
      <w:r>
        <w:tab/>
        <w:t>2.025e0</w:t>
      </w:r>
    </w:p>
    <w:p w:rsidR="005B3ED9" w:rsidRDefault="005B3ED9" w:rsidP="005B3ED9">
      <w:r>
        <w:t>119.7015</w:t>
      </w:r>
      <w:r>
        <w:tab/>
        <w:t>2.025e0</w:t>
      </w:r>
    </w:p>
    <w:p w:rsidR="005B3ED9" w:rsidRDefault="005B3ED9" w:rsidP="005B3ED9">
      <w:r>
        <w:t>119.7347</w:t>
      </w:r>
      <w:r>
        <w:tab/>
        <w:t>1.013e0</w:t>
      </w:r>
    </w:p>
    <w:p w:rsidR="005B3ED9" w:rsidRDefault="005B3ED9" w:rsidP="005B3ED9">
      <w:r>
        <w:t>119.7498</w:t>
      </w:r>
      <w:r>
        <w:tab/>
        <w:t>1.013e0</w:t>
      </w:r>
    </w:p>
    <w:p w:rsidR="005B3ED9" w:rsidRDefault="005B3ED9" w:rsidP="005B3ED9">
      <w:r>
        <w:t>119.7523</w:t>
      </w:r>
      <w:r>
        <w:tab/>
        <w:t>1.013e0</w:t>
      </w:r>
    </w:p>
    <w:p w:rsidR="005B3ED9" w:rsidRDefault="005B3ED9" w:rsidP="005B3ED9">
      <w:r>
        <w:t>119.7641</w:t>
      </w:r>
      <w:r>
        <w:tab/>
        <w:t>1.013e0</w:t>
      </w:r>
    </w:p>
    <w:p w:rsidR="005B3ED9" w:rsidRDefault="005B3ED9" w:rsidP="005B3ED9">
      <w:r>
        <w:t>119.7672</w:t>
      </w:r>
      <w:r>
        <w:tab/>
        <w:t>1.013e0</w:t>
      </w:r>
    </w:p>
    <w:p w:rsidR="005B3ED9" w:rsidRDefault="005B3ED9" w:rsidP="005B3ED9">
      <w:r>
        <w:lastRenderedPageBreak/>
        <w:t>119.7887</w:t>
      </w:r>
      <w:r>
        <w:tab/>
        <w:t>2.025e0</w:t>
      </w:r>
    </w:p>
    <w:p w:rsidR="005B3ED9" w:rsidRDefault="005B3ED9" w:rsidP="005B3ED9">
      <w:r>
        <w:t>119.8134</w:t>
      </w:r>
      <w:r>
        <w:tab/>
        <w:t>2.025e0</w:t>
      </w:r>
    </w:p>
    <w:p w:rsidR="005B3ED9" w:rsidRDefault="005B3ED9" w:rsidP="005B3ED9">
      <w:r>
        <w:t>119.8148</w:t>
      </w:r>
      <w:r>
        <w:tab/>
        <w:t>2.025e0</w:t>
      </w:r>
    </w:p>
    <w:p w:rsidR="005B3ED9" w:rsidRDefault="005B3ED9" w:rsidP="005B3ED9">
      <w:r>
        <w:t>119.8307</w:t>
      </w:r>
      <w:r>
        <w:tab/>
        <w:t>1.013e0</w:t>
      </w:r>
    </w:p>
    <w:p w:rsidR="005B3ED9" w:rsidRDefault="005B3ED9" w:rsidP="005B3ED9">
      <w:r>
        <w:t>119.8482</w:t>
      </w:r>
      <w:r>
        <w:tab/>
        <w:t>1.013e0</w:t>
      </w:r>
    </w:p>
    <w:p w:rsidR="005B3ED9" w:rsidRDefault="005B3ED9" w:rsidP="005B3ED9">
      <w:r>
        <w:t>119.8716</w:t>
      </w:r>
      <w:r>
        <w:tab/>
        <w:t>1.013e0</w:t>
      </w:r>
    </w:p>
    <w:p w:rsidR="005B3ED9" w:rsidRDefault="005B3ED9" w:rsidP="005B3ED9">
      <w:r>
        <w:t>119.8745</w:t>
      </w:r>
      <w:r>
        <w:tab/>
        <w:t>2.025e0</w:t>
      </w:r>
    </w:p>
    <w:p w:rsidR="005B3ED9" w:rsidRDefault="005B3ED9" w:rsidP="005B3ED9">
      <w:r>
        <w:t>119.8806</w:t>
      </w:r>
      <w:r>
        <w:tab/>
        <w:t>2.025e0</w:t>
      </w:r>
    </w:p>
    <w:p w:rsidR="005B3ED9" w:rsidRDefault="005B3ED9" w:rsidP="005B3ED9">
      <w:r>
        <w:t>119.8833</w:t>
      </w:r>
      <w:r>
        <w:tab/>
        <w:t>3.038e0</w:t>
      </w:r>
    </w:p>
    <w:p w:rsidR="005B3ED9" w:rsidRDefault="005B3ED9" w:rsidP="005B3ED9">
      <w:r>
        <w:t>119.9064</w:t>
      </w:r>
      <w:r>
        <w:tab/>
        <w:t>1.013e0</w:t>
      </w:r>
    </w:p>
    <w:p w:rsidR="005B3ED9" w:rsidRDefault="005B3ED9" w:rsidP="005B3ED9">
      <w:r>
        <w:t>119.9153</w:t>
      </w:r>
      <w:r>
        <w:tab/>
        <w:t>1.013e0</w:t>
      </w:r>
    </w:p>
    <w:p w:rsidR="005B3ED9" w:rsidRDefault="005B3ED9" w:rsidP="005B3ED9">
      <w:r>
        <w:t>119.9247</w:t>
      </w:r>
      <w:r>
        <w:tab/>
        <w:t>4.051e0</w:t>
      </w:r>
    </w:p>
    <w:p w:rsidR="005B3ED9" w:rsidRDefault="005B3ED9" w:rsidP="005B3ED9">
      <w:r>
        <w:t>119.9371</w:t>
      </w:r>
      <w:r>
        <w:tab/>
        <w:t>5.063e0</w:t>
      </w:r>
    </w:p>
    <w:p w:rsidR="005B3ED9" w:rsidRDefault="005B3ED9" w:rsidP="005B3ED9">
      <w:r>
        <w:t>119.9388</w:t>
      </w:r>
      <w:r>
        <w:tab/>
        <w:t>1.013e0</w:t>
      </w:r>
    </w:p>
    <w:p w:rsidR="005B3ED9" w:rsidRDefault="005B3ED9" w:rsidP="005B3ED9">
      <w:r>
        <w:t>119.9417</w:t>
      </w:r>
      <w:r>
        <w:tab/>
        <w:t>2.025e0</w:t>
      </w:r>
    </w:p>
    <w:p w:rsidR="005B3ED9" w:rsidRDefault="005B3ED9" w:rsidP="005B3ED9">
      <w:r>
        <w:t>119.9430</w:t>
      </w:r>
      <w:r>
        <w:tab/>
        <w:t>2.025e0</w:t>
      </w:r>
    </w:p>
    <w:p w:rsidR="005B3ED9" w:rsidRDefault="005B3ED9" w:rsidP="005B3ED9">
      <w:r>
        <w:t>119.9562</w:t>
      </w:r>
      <w:r>
        <w:tab/>
        <w:t>4.051e0</w:t>
      </w:r>
    </w:p>
    <w:p w:rsidR="005B3ED9" w:rsidRDefault="005B3ED9" w:rsidP="005B3ED9">
      <w:r>
        <w:t>119.9706</w:t>
      </w:r>
      <w:r>
        <w:tab/>
        <w:t>1.013e0</w:t>
      </w:r>
    </w:p>
    <w:p w:rsidR="005B3ED9" w:rsidRDefault="005B3ED9" w:rsidP="005B3ED9">
      <w:r>
        <w:t>119.9779</w:t>
      </w:r>
      <w:r>
        <w:tab/>
        <w:t>4.051e0</w:t>
      </w:r>
    </w:p>
    <w:p w:rsidR="005B3ED9" w:rsidRDefault="005B3ED9" w:rsidP="005B3ED9">
      <w:r>
        <w:lastRenderedPageBreak/>
        <w:t>119.9797</w:t>
      </w:r>
      <w:r>
        <w:tab/>
        <w:t>1.013e0</w:t>
      </w:r>
    </w:p>
    <w:p w:rsidR="005B3ED9" w:rsidRDefault="005B3ED9" w:rsidP="005B3ED9">
      <w:r>
        <w:t>119.9880</w:t>
      </w:r>
      <w:r>
        <w:tab/>
        <w:t>1.013e0</w:t>
      </w:r>
    </w:p>
    <w:p w:rsidR="005B3ED9" w:rsidRDefault="005B3ED9" w:rsidP="005B3ED9">
      <w:r>
        <w:t>119.9940</w:t>
      </w:r>
      <w:r>
        <w:tab/>
        <w:t>6.076e0</w:t>
      </w:r>
    </w:p>
    <w:p w:rsidR="005B3ED9" w:rsidRDefault="005B3ED9" w:rsidP="005B3ED9">
      <w:r>
        <w:t>120.0085</w:t>
      </w:r>
      <w:r>
        <w:tab/>
        <w:t>1.013e0</w:t>
      </w:r>
    </w:p>
    <w:p w:rsidR="005B3ED9" w:rsidRDefault="005B3ED9" w:rsidP="005B3ED9">
      <w:r>
        <w:t>120.0099</w:t>
      </w:r>
      <w:r>
        <w:tab/>
        <w:t>2.025e0</w:t>
      </w:r>
    </w:p>
    <w:p w:rsidR="005B3ED9" w:rsidRDefault="005B3ED9" w:rsidP="005B3ED9">
      <w:r>
        <w:t>120.0114</w:t>
      </w:r>
      <w:r>
        <w:tab/>
        <w:t>1.013e0</w:t>
      </w:r>
    </w:p>
    <w:p w:rsidR="005B3ED9" w:rsidRDefault="005B3ED9" w:rsidP="005B3ED9">
      <w:r>
        <w:t>120.0464</w:t>
      </w:r>
      <w:r>
        <w:tab/>
        <w:t>2.195e3</w:t>
      </w:r>
    </w:p>
    <w:p w:rsidR="005B3ED9" w:rsidRDefault="005B3ED9" w:rsidP="005B3ED9">
      <w:r>
        <w:t>120.0901</w:t>
      </w:r>
      <w:r>
        <w:tab/>
        <w:t>3.038e0</w:t>
      </w:r>
    </w:p>
    <w:p w:rsidR="005B3ED9" w:rsidRDefault="005B3ED9" w:rsidP="005B3ED9">
      <w:r>
        <w:t>120.0931</w:t>
      </w:r>
      <w:r>
        <w:tab/>
        <w:t>1.013e0</w:t>
      </w:r>
    </w:p>
    <w:p w:rsidR="005B3ED9" w:rsidRDefault="005B3ED9" w:rsidP="005B3ED9">
      <w:r>
        <w:t>120.0949</w:t>
      </w:r>
      <w:r>
        <w:tab/>
        <w:t>4.051e0</w:t>
      </w:r>
    </w:p>
    <w:p w:rsidR="005B3ED9" w:rsidRDefault="005B3ED9" w:rsidP="005B3ED9">
      <w:r>
        <w:t>120.1105</w:t>
      </w:r>
      <w:r>
        <w:tab/>
        <w:t>2.025e0</w:t>
      </w:r>
    </w:p>
    <w:p w:rsidR="005B3ED9" w:rsidRDefault="005B3ED9" w:rsidP="005B3ED9">
      <w:r>
        <w:t>120.1162</w:t>
      </w:r>
      <w:r>
        <w:tab/>
        <w:t>2.025e0</w:t>
      </w:r>
    </w:p>
    <w:p w:rsidR="005B3ED9" w:rsidRDefault="005B3ED9" w:rsidP="005B3ED9">
      <w:r>
        <w:t>120.1199</w:t>
      </w:r>
      <w:r>
        <w:tab/>
        <w:t>3.038e0</w:t>
      </w:r>
    </w:p>
    <w:p w:rsidR="005B3ED9" w:rsidRDefault="005B3ED9" w:rsidP="005B3ED9">
      <w:r>
        <w:t>120.1220</w:t>
      </w:r>
      <w:r>
        <w:tab/>
        <w:t>1.013e0</w:t>
      </w:r>
    </w:p>
    <w:p w:rsidR="005B3ED9" w:rsidRDefault="005B3ED9" w:rsidP="005B3ED9">
      <w:r>
        <w:t>120.1365</w:t>
      </w:r>
      <w:r>
        <w:tab/>
        <w:t>1.013e0</w:t>
      </w:r>
    </w:p>
    <w:p w:rsidR="005B3ED9" w:rsidRDefault="005B3ED9" w:rsidP="005B3ED9">
      <w:r>
        <w:t>120.1402</w:t>
      </w:r>
      <w:r>
        <w:tab/>
        <w:t>4.895e0</w:t>
      </w:r>
    </w:p>
    <w:p w:rsidR="005B3ED9" w:rsidRDefault="005B3ED9" w:rsidP="005B3ED9">
      <w:r>
        <w:t>120.1531</w:t>
      </w:r>
      <w:r>
        <w:tab/>
        <w:t>6.651e0</w:t>
      </w:r>
    </w:p>
    <w:p w:rsidR="005B3ED9" w:rsidRDefault="005B3ED9" w:rsidP="005B3ED9">
      <w:r>
        <w:t>120.1700</w:t>
      </w:r>
      <w:r>
        <w:tab/>
        <w:t>2.317e1</w:t>
      </w:r>
    </w:p>
    <w:p w:rsidR="005B3ED9" w:rsidRDefault="005B3ED9" w:rsidP="005B3ED9">
      <w:r>
        <w:t>120.1710</w:t>
      </w:r>
      <w:r>
        <w:tab/>
        <w:t>3.007e1</w:t>
      </w:r>
    </w:p>
    <w:p w:rsidR="005B3ED9" w:rsidRDefault="005B3ED9" w:rsidP="005B3ED9">
      <w:r>
        <w:lastRenderedPageBreak/>
        <w:t>120.1725</w:t>
      </w:r>
      <w:r>
        <w:tab/>
        <w:t>2.212e1</w:t>
      </w:r>
    </w:p>
    <w:p w:rsidR="005B3ED9" w:rsidRDefault="005B3ED9" w:rsidP="005B3ED9">
      <w:r>
        <w:t>120.2086</w:t>
      </w:r>
      <w:r>
        <w:tab/>
        <w:t>5.063e0</w:t>
      </w:r>
    </w:p>
    <w:p w:rsidR="005B3ED9" w:rsidRDefault="005B3ED9" w:rsidP="005B3ED9">
      <w:r>
        <w:t>120.2162</w:t>
      </w:r>
      <w:r>
        <w:tab/>
        <w:t>5.063e0</w:t>
      </w:r>
    </w:p>
    <w:p w:rsidR="005B3ED9" w:rsidRDefault="005B3ED9" w:rsidP="005B3ED9">
      <w:r>
        <w:t>120.2213</w:t>
      </w:r>
      <w:r>
        <w:tab/>
        <w:t>6.076e0</w:t>
      </w:r>
    </w:p>
    <w:p w:rsidR="005B3ED9" w:rsidRDefault="005B3ED9" w:rsidP="005B3ED9">
      <w:r>
        <w:t>120.2328</w:t>
      </w:r>
      <w:r>
        <w:tab/>
        <w:t>1.013e0</w:t>
      </w:r>
    </w:p>
    <w:p w:rsidR="005B3ED9" w:rsidRDefault="005B3ED9" w:rsidP="005B3ED9">
      <w:r>
        <w:t>120.2410</w:t>
      </w:r>
      <w:r>
        <w:tab/>
        <w:t>4.051e0</w:t>
      </w:r>
    </w:p>
    <w:p w:rsidR="005B3ED9" w:rsidRDefault="005B3ED9" w:rsidP="005B3ED9">
      <w:r>
        <w:t>120.2445</w:t>
      </w:r>
      <w:r>
        <w:tab/>
        <w:t>2.025e0</w:t>
      </w:r>
    </w:p>
    <w:p w:rsidR="005B3ED9" w:rsidRDefault="005B3ED9" w:rsidP="005B3ED9">
      <w:r>
        <w:t>120.2475</w:t>
      </w:r>
      <w:r>
        <w:tab/>
        <w:t>1.013e0</w:t>
      </w:r>
    </w:p>
    <w:p w:rsidR="005B3ED9" w:rsidRDefault="005B3ED9" w:rsidP="005B3ED9">
      <w:r>
        <w:t>120.2619</w:t>
      </w:r>
      <w:r>
        <w:tab/>
        <w:t>4.051e0</w:t>
      </w:r>
    </w:p>
    <w:p w:rsidR="005B3ED9" w:rsidRDefault="005B3ED9" w:rsidP="005B3ED9">
      <w:r>
        <w:t>120.2665</w:t>
      </w:r>
      <w:r>
        <w:tab/>
        <w:t>2.025e0</w:t>
      </w:r>
    </w:p>
    <w:p w:rsidR="005B3ED9" w:rsidRDefault="005B3ED9" w:rsidP="005B3ED9">
      <w:r>
        <w:t>120.2678</w:t>
      </w:r>
      <w:r>
        <w:tab/>
        <w:t>3.038e0</w:t>
      </w:r>
    </w:p>
    <w:p w:rsidR="005B3ED9" w:rsidRDefault="005B3ED9" w:rsidP="005B3ED9">
      <w:r>
        <w:t>120.2905</w:t>
      </w:r>
      <w:r>
        <w:tab/>
        <w:t>6.076e0</w:t>
      </w:r>
    </w:p>
    <w:p w:rsidR="005B3ED9" w:rsidRDefault="005B3ED9" w:rsidP="005B3ED9">
      <w:r>
        <w:t>120.2998</w:t>
      </w:r>
      <w:r>
        <w:tab/>
        <w:t>1.013e0</w:t>
      </w:r>
    </w:p>
    <w:p w:rsidR="005B3ED9" w:rsidRDefault="005B3ED9" w:rsidP="005B3ED9">
      <w:r>
        <w:t>120.3080</w:t>
      </w:r>
      <w:r>
        <w:tab/>
        <w:t>7.577e0</w:t>
      </w:r>
    </w:p>
    <w:p w:rsidR="005B3ED9" w:rsidRDefault="005B3ED9" w:rsidP="005B3ED9">
      <w:r>
        <w:t>120.3186</w:t>
      </w:r>
      <w:r>
        <w:tab/>
        <w:t>3.038e0</w:t>
      </w:r>
    </w:p>
    <w:p w:rsidR="005B3ED9" w:rsidRDefault="005B3ED9" w:rsidP="005B3ED9">
      <w:r>
        <w:t>120.3298</w:t>
      </w:r>
      <w:r>
        <w:tab/>
        <w:t>3.038e0</w:t>
      </w:r>
    </w:p>
    <w:p w:rsidR="005B3ED9" w:rsidRDefault="005B3ED9" w:rsidP="005B3ED9">
      <w:r>
        <w:t>120.3347</w:t>
      </w:r>
      <w:r>
        <w:tab/>
        <w:t>1.013e0</w:t>
      </w:r>
    </w:p>
    <w:p w:rsidR="005B3ED9" w:rsidRDefault="005B3ED9" w:rsidP="005B3ED9">
      <w:r>
        <w:t>120.3389</w:t>
      </w:r>
      <w:r>
        <w:tab/>
        <w:t>3.038e0</w:t>
      </w:r>
    </w:p>
    <w:p w:rsidR="005B3ED9" w:rsidRDefault="005B3ED9" w:rsidP="005B3ED9">
      <w:r>
        <w:t>120.3481</w:t>
      </w:r>
      <w:r>
        <w:tab/>
        <w:t>2.025e0</w:t>
      </w:r>
    </w:p>
    <w:p w:rsidR="005B3ED9" w:rsidRDefault="005B3ED9" w:rsidP="005B3ED9">
      <w:r>
        <w:lastRenderedPageBreak/>
        <w:t>120.3577</w:t>
      </w:r>
      <w:r>
        <w:tab/>
        <w:t>6.076e0</w:t>
      </w:r>
    </w:p>
    <w:p w:rsidR="005B3ED9" w:rsidRDefault="005B3ED9" w:rsidP="005B3ED9">
      <w:r>
        <w:t>120.3660</w:t>
      </w:r>
      <w:r>
        <w:tab/>
        <w:t>3.038e0</w:t>
      </w:r>
    </w:p>
    <w:p w:rsidR="005B3ED9" w:rsidRDefault="005B3ED9" w:rsidP="005B3ED9">
      <w:r>
        <w:t>120.3671</w:t>
      </w:r>
      <w:r>
        <w:tab/>
        <w:t>2.025e0</w:t>
      </w:r>
    </w:p>
    <w:p w:rsidR="005B3ED9" w:rsidRDefault="005B3ED9" w:rsidP="005B3ED9">
      <w:r>
        <w:t>120.3717</w:t>
      </w:r>
      <w:r>
        <w:tab/>
        <w:t>3.038e0</w:t>
      </w:r>
    </w:p>
    <w:p w:rsidR="005B3ED9" w:rsidRDefault="005B3ED9" w:rsidP="005B3ED9">
      <w:r>
        <w:t>120.3924</w:t>
      </w:r>
      <w:r>
        <w:tab/>
        <w:t>1.013e1</w:t>
      </w:r>
    </w:p>
    <w:p w:rsidR="005B3ED9" w:rsidRDefault="005B3ED9" w:rsidP="005B3ED9">
      <w:r>
        <w:t>120.3945</w:t>
      </w:r>
      <w:r>
        <w:tab/>
        <w:t>2.025e0</w:t>
      </w:r>
    </w:p>
    <w:p w:rsidR="005B3ED9" w:rsidRDefault="005B3ED9" w:rsidP="005B3ED9">
      <w:r>
        <w:t>120.4020</w:t>
      </w:r>
      <w:r>
        <w:tab/>
        <w:t>1.013e0</w:t>
      </w:r>
    </w:p>
    <w:p w:rsidR="005B3ED9" w:rsidRDefault="005B3ED9" w:rsidP="005B3ED9">
      <w:r>
        <w:t>120.4135</w:t>
      </w:r>
      <w:r>
        <w:tab/>
        <w:t>1.013e0</w:t>
      </w:r>
    </w:p>
    <w:p w:rsidR="005B3ED9" w:rsidRDefault="005B3ED9" w:rsidP="005B3ED9">
      <w:r>
        <w:t>120.4164</w:t>
      </w:r>
      <w:r>
        <w:tab/>
        <w:t>2.025e0</w:t>
      </w:r>
    </w:p>
    <w:p w:rsidR="005B3ED9" w:rsidRDefault="005B3ED9" w:rsidP="005B3ED9">
      <w:r>
        <w:t>120.4345</w:t>
      </w:r>
      <w:r>
        <w:tab/>
        <w:t>7.175e0</w:t>
      </w:r>
    </w:p>
    <w:p w:rsidR="005B3ED9" w:rsidRDefault="005B3ED9" w:rsidP="005B3ED9">
      <w:r>
        <w:t>120.4431</w:t>
      </w:r>
      <w:r>
        <w:tab/>
        <w:t>4.051e0</w:t>
      </w:r>
    </w:p>
    <w:p w:rsidR="005B3ED9" w:rsidRDefault="005B3ED9" w:rsidP="005B3ED9">
      <w:r>
        <w:t>120.4456</w:t>
      </w:r>
      <w:r>
        <w:tab/>
        <w:t>3.038e0</w:t>
      </w:r>
    </w:p>
    <w:p w:rsidR="005B3ED9" w:rsidRDefault="005B3ED9" w:rsidP="005B3ED9">
      <w:r>
        <w:t>120.4542</w:t>
      </w:r>
      <w:r>
        <w:tab/>
        <w:t>9.114e0</w:t>
      </w:r>
    </w:p>
    <w:p w:rsidR="005B3ED9" w:rsidRDefault="005B3ED9" w:rsidP="005B3ED9">
      <w:r>
        <w:t>120.4660</w:t>
      </w:r>
      <w:r>
        <w:tab/>
        <w:t>1.013e0</w:t>
      </w:r>
    </w:p>
    <w:p w:rsidR="005B3ED9" w:rsidRDefault="005B3ED9" w:rsidP="005B3ED9">
      <w:r>
        <w:t>120.4718</w:t>
      </w:r>
      <w:r>
        <w:tab/>
        <w:t>3.038e0</w:t>
      </w:r>
    </w:p>
    <w:p w:rsidR="005B3ED9" w:rsidRDefault="005B3ED9" w:rsidP="005B3ED9">
      <w:r>
        <w:t>120.4837</w:t>
      </w:r>
      <w:r>
        <w:tab/>
        <w:t>1.013e0</w:t>
      </w:r>
    </w:p>
    <w:p w:rsidR="005B3ED9" w:rsidRDefault="005B3ED9" w:rsidP="005B3ED9">
      <w:r>
        <w:t>120.4937</w:t>
      </w:r>
      <w:r>
        <w:tab/>
        <w:t>2.025e0</w:t>
      </w:r>
    </w:p>
    <w:p w:rsidR="005B3ED9" w:rsidRDefault="005B3ED9" w:rsidP="005B3ED9">
      <w:r>
        <w:t>120.5013</w:t>
      </w:r>
      <w:r>
        <w:tab/>
        <w:t>1.013e0</w:t>
      </w:r>
    </w:p>
    <w:p w:rsidR="005B3ED9" w:rsidRDefault="005B3ED9" w:rsidP="005B3ED9">
      <w:r>
        <w:t>120.5026</w:t>
      </w:r>
      <w:r>
        <w:tab/>
        <w:t>2.025e0</w:t>
      </w:r>
    </w:p>
    <w:p w:rsidR="005B3ED9" w:rsidRDefault="005B3ED9" w:rsidP="005B3ED9">
      <w:r>
        <w:lastRenderedPageBreak/>
        <w:t>120.5099</w:t>
      </w:r>
      <w:r>
        <w:tab/>
        <w:t>4.051e0</w:t>
      </w:r>
    </w:p>
    <w:p w:rsidR="005B3ED9" w:rsidRDefault="005B3ED9" w:rsidP="005B3ED9">
      <w:r>
        <w:t>120.5135</w:t>
      </w:r>
      <w:r>
        <w:tab/>
        <w:t>3.082e0</w:t>
      </w:r>
    </w:p>
    <w:p w:rsidR="005B3ED9" w:rsidRDefault="005B3ED9" w:rsidP="005B3ED9">
      <w:r>
        <w:t>120.5187</w:t>
      </w:r>
      <w:r>
        <w:tab/>
        <w:t>1.013e0</w:t>
      </w:r>
    </w:p>
    <w:p w:rsidR="005B3ED9" w:rsidRDefault="005B3ED9" w:rsidP="005B3ED9">
      <w:r>
        <w:t>120.5301</w:t>
      </w:r>
      <w:r>
        <w:tab/>
        <w:t>1.013e0</w:t>
      </w:r>
    </w:p>
    <w:p w:rsidR="005B3ED9" w:rsidRDefault="005B3ED9" w:rsidP="005B3ED9">
      <w:r>
        <w:t>120.5391</w:t>
      </w:r>
      <w:r>
        <w:tab/>
        <w:t>3.038e0</w:t>
      </w:r>
    </w:p>
    <w:p w:rsidR="005B3ED9" w:rsidRDefault="005B3ED9" w:rsidP="005B3ED9">
      <w:r>
        <w:t>120.5446</w:t>
      </w:r>
      <w:r>
        <w:tab/>
        <w:t>1.013e0</w:t>
      </w:r>
    </w:p>
    <w:p w:rsidR="005B3ED9" w:rsidRDefault="005B3ED9" w:rsidP="005B3ED9">
      <w:r>
        <w:t>120.5536</w:t>
      </w:r>
      <w:r>
        <w:tab/>
        <w:t>1.013e0</w:t>
      </w:r>
    </w:p>
    <w:p w:rsidR="005B3ED9" w:rsidRDefault="005B3ED9" w:rsidP="005B3ED9">
      <w:r>
        <w:t>120.5596</w:t>
      </w:r>
      <w:r>
        <w:tab/>
        <w:t>1.013e0</w:t>
      </w:r>
    </w:p>
    <w:p w:rsidR="005B3ED9" w:rsidRDefault="005B3ED9" w:rsidP="005B3ED9">
      <w:r>
        <w:t>120.5649</w:t>
      </w:r>
      <w:r>
        <w:tab/>
        <w:t>1.013e0</w:t>
      </w:r>
    </w:p>
    <w:p w:rsidR="005B3ED9" w:rsidRDefault="005B3ED9" w:rsidP="005B3ED9">
      <w:r>
        <w:t>120.5779</w:t>
      </w:r>
      <w:r>
        <w:tab/>
        <w:t>3.038e0</w:t>
      </w:r>
    </w:p>
    <w:p w:rsidR="005B3ED9" w:rsidRDefault="005B3ED9" w:rsidP="005B3ED9">
      <w:r>
        <w:t>120.5827</w:t>
      </w:r>
      <w:r>
        <w:tab/>
        <w:t>4.051e0</w:t>
      </w:r>
    </w:p>
    <w:p w:rsidR="005B3ED9" w:rsidRDefault="005B3ED9" w:rsidP="005B3ED9">
      <w:r>
        <w:t>120.5900</w:t>
      </w:r>
      <w:r>
        <w:tab/>
        <w:t>2.025e0</w:t>
      </w:r>
    </w:p>
    <w:p w:rsidR="005B3ED9" w:rsidRDefault="005B3ED9" w:rsidP="005B3ED9">
      <w:r>
        <w:t>120.5930</w:t>
      </w:r>
      <w:r>
        <w:tab/>
        <w:t>2.025e0</w:t>
      </w:r>
    </w:p>
    <w:p w:rsidR="005B3ED9" w:rsidRDefault="005B3ED9" w:rsidP="005B3ED9">
      <w:r>
        <w:t>120.6017</w:t>
      </w:r>
      <w:r>
        <w:tab/>
        <w:t>2.025e0</w:t>
      </w:r>
    </w:p>
    <w:p w:rsidR="005B3ED9" w:rsidRDefault="005B3ED9" w:rsidP="005B3ED9">
      <w:r>
        <w:t>120.6075</w:t>
      </w:r>
      <w:r>
        <w:tab/>
        <w:t>2.025e0</w:t>
      </w:r>
    </w:p>
    <w:p w:rsidR="005B3ED9" w:rsidRDefault="005B3ED9" w:rsidP="005B3ED9">
      <w:r>
        <w:t>120.6180</w:t>
      </w:r>
      <w:r>
        <w:tab/>
        <w:t>3.038e0</w:t>
      </w:r>
    </w:p>
    <w:p w:rsidR="005B3ED9" w:rsidRDefault="005B3ED9" w:rsidP="005B3ED9">
      <w:r>
        <w:t>120.6309</w:t>
      </w:r>
      <w:r>
        <w:tab/>
        <w:t>2.116e0</w:t>
      </w:r>
    </w:p>
    <w:p w:rsidR="005B3ED9" w:rsidRDefault="005B3ED9" w:rsidP="005B3ED9">
      <w:r>
        <w:t>120.6445</w:t>
      </w:r>
      <w:r>
        <w:tab/>
        <w:t>4.051e0</w:t>
      </w:r>
    </w:p>
    <w:p w:rsidR="005B3ED9" w:rsidRDefault="005B3ED9" w:rsidP="005B3ED9">
      <w:r>
        <w:t>120.6528</w:t>
      </w:r>
      <w:r>
        <w:tab/>
        <w:t>1.013e0</w:t>
      </w:r>
    </w:p>
    <w:p w:rsidR="005B3ED9" w:rsidRDefault="005B3ED9" w:rsidP="005B3ED9">
      <w:r>
        <w:lastRenderedPageBreak/>
        <w:t>120.6573</w:t>
      </w:r>
      <w:r>
        <w:tab/>
        <w:t>2.025e0</w:t>
      </w:r>
    </w:p>
    <w:p w:rsidR="005B3ED9" w:rsidRDefault="005B3ED9" w:rsidP="005B3ED9">
      <w:r>
        <w:t>120.6625</w:t>
      </w:r>
      <w:r>
        <w:tab/>
        <w:t>5.063e0</w:t>
      </w:r>
    </w:p>
    <w:p w:rsidR="005B3ED9" w:rsidRDefault="005B3ED9" w:rsidP="005B3ED9">
      <w:r>
        <w:t>120.6806</w:t>
      </w:r>
      <w:r>
        <w:tab/>
        <w:t>2.025e0</w:t>
      </w:r>
    </w:p>
    <w:p w:rsidR="005B3ED9" w:rsidRDefault="005B3ED9" w:rsidP="005B3ED9">
      <w:r>
        <w:t>120.6817</w:t>
      </w:r>
      <w:r>
        <w:tab/>
        <w:t>1.013e0</w:t>
      </w:r>
    </w:p>
    <w:p w:rsidR="005B3ED9" w:rsidRDefault="005B3ED9" w:rsidP="005B3ED9">
      <w:r>
        <w:t>120.6878</w:t>
      </w:r>
      <w:r>
        <w:tab/>
        <w:t>1.013e0</w:t>
      </w:r>
    </w:p>
    <w:p w:rsidR="005B3ED9" w:rsidRDefault="005B3ED9" w:rsidP="005B3ED9">
      <w:r>
        <w:t>120.6968</w:t>
      </w:r>
      <w:r>
        <w:tab/>
        <w:t>2.025e0</w:t>
      </w:r>
    </w:p>
    <w:p w:rsidR="005B3ED9" w:rsidRDefault="005B3ED9" w:rsidP="005B3ED9">
      <w:r>
        <w:t>120.7008</w:t>
      </w:r>
      <w:r>
        <w:tab/>
        <w:t>2.025e0</w:t>
      </w:r>
    </w:p>
    <w:p w:rsidR="005B3ED9" w:rsidRDefault="005B3ED9" w:rsidP="005B3ED9">
      <w:r>
        <w:t>120.7113</w:t>
      </w:r>
      <w:r>
        <w:tab/>
        <w:t>2.025e0</w:t>
      </w:r>
    </w:p>
    <w:p w:rsidR="005B3ED9" w:rsidRDefault="005B3ED9" w:rsidP="005B3ED9">
      <w:r>
        <w:t>120.7317</w:t>
      </w:r>
      <w:r>
        <w:tab/>
        <w:t>5.063e0</w:t>
      </w:r>
    </w:p>
    <w:p w:rsidR="005B3ED9" w:rsidRDefault="005B3ED9" w:rsidP="005B3ED9">
      <w:r>
        <w:t>120.7432</w:t>
      </w:r>
      <w:r>
        <w:tab/>
        <w:t>1.013e0</w:t>
      </w:r>
    </w:p>
    <w:p w:rsidR="005B3ED9" w:rsidRDefault="005B3ED9" w:rsidP="005B3ED9">
      <w:r>
        <w:t>120.7616</w:t>
      </w:r>
      <w:r>
        <w:tab/>
        <w:t>3.038e0</w:t>
      </w:r>
    </w:p>
    <w:p w:rsidR="005B3ED9" w:rsidRDefault="005B3ED9" w:rsidP="005B3ED9">
      <w:r>
        <w:t>120.7636</w:t>
      </w:r>
      <w:r>
        <w:tab/>
        <w:t>2.025e0</w:t>
      </w:r>
    </w:p>
    <w:p w:rsidR="005B3ED9" w:rsidRDefault="005B3ED9" w:rsidP="005B3ED9">
      <w:r>
        <w:t>120.7783</w:t>
      </w:r>
      <w:r>
        <w:tab/>
        <w:t>1.013e0</w:t>
      </w:r>
    </w:p>
    <w:p w:rsidR="005B3ED9" w:rsidRDefault="005B3ED9" w:rsidP="005B3ED9">
      <w:r>
        <w:t>120.7841</w:t>
      </w:r>
      <w:r>
        <w:tab/>
        <w:t>1.013e0</w:t>
      </w:r>
    </w:p>
    <w:p w:rsidR="005B3ED9" w:rsidRDefault="005B3ED9" w:rsidP="005B3ED9">
      <w:r>
        <w:t>120.7871</w:t>
      </w:r>
      <w:r>
        <w:tab/>
        <w:t>2.025e0</w:t>
      </w:r>
    </w:p>
    <w:p w:rsidR="005B3ED9" w:rsidRDefault="005B3ED9" w:rsidP="005B3ED9">
      <w:r>
        <w:t>120.7986</w:t>
      </w:r>
      <w:r>
        <w:tab/>
        <w:t>1.013e0</w:t>
      </w:r>
    </w:p>
    <w:p w:rsidR="005B3ED9" w:rsidRDefault="005B3ED9" w:rsidP="005B3ED9">
      <w:r>
        <w:t>120.8046</w:t>
      </w:r>
      <w:r>
        <w:tab/>
        <w:t>1.013e0</w:t>
      </w:r>
    </w:p>
    <w:p w:rsidR="005B3ED9" w:rsidRDefault="005B3ED9" w:rsidP="005B3ED9">
      <w:r>
        <w:t>120.8098</w:t>
      </w:r>
      <w:r>
        <w:tab/>
        <w:t>3.038e0</w:t>
      </w:r>
    </w:p>
    <w:p w:rsidR="005B3ED9" w:rsidRDefault="005B3ED9" w:rsidP="005B3ED9">
      <w:r>
        <w:t>120.8220</w:t>
      </w:r>
      <w:r>
        <w:tab/>
        <w:t>2.025e0</w:t>
      </w:r>
    </w:p>
    <w:p w:rsidR="005B3ED9" w:rsidRDefault="005B3ED9" w:rsidP="005B3ED9">
      <w:r>
        <w:lastRenderedPageBreak/>
        <w:t>120.8341</w:t>
      </w:r>
      <w:r>
        <w:tab/>
        <w:t>1.013e0</w:t>
      </w:r>
    </w:p>
    <w:p w:rsidR="005B3ED9" w:rsidRDefault="005B3ED9" w:rsidP="005B3ED9">
      <w:r>
        <w:t>120.8485</w:t>
      </w:r>
      <w:r>
        <w:tab/>
        <w:t>1.013e0</w:t>
      </w:r>
    </w:p>
    <w:p w:rsidR="005B3ED9" w:rsidRDefault="005B3ED9" w:rsidP="005B3ED9">
      <w:r>
        <w:t>120.8515</w:t>
      </w:r>
      <w:r>
        <w:tab/>
        <w:t>1.013e0</w:t>
      </w:r>
    </w:p>
    <w:p w:rsidR="005B3ED9" w:rsidRDefault="005B3ED9" w:rsidP="005B3ED9">
      <w:r>
        <w:t>120.8615</w:t>
      </w:r>
      <w:r>
        <w:tab/>
        <w:t>2.025e0</w:t>
      </w:r>
    </w:p>
    <w:p w:rsidR="005B3ED9" w:rsidRDefault="005B3ED9" w:rsidP="005B3ED9">
      <w:r>
        <w:t>120.8630</w:t>
      </w:r>
      <w:r>
        <w:tab/>
        <w:t>1.013e0</w:t>
      </w:r>
    </w:p>
    <w:p w:rsidR="005B3ED9" w:rsidRDefault="005B3ED9" w:rsidP="005B3ED9">
      <w:r>
        <w:t>120.8690</w:t>
      </w:r>
      <w:r>
        <w:tab/>
        <w:t>2.025e0</w:t>
      </w:r>
    </w:p>
    <w:p w:rsidR="005B3ED9" w:rsidRDefault="005B3ED9" w:rsidP="005B3ED9">
      <w:r>
        <w:t>120.8748</w:t>
      </w:r>
      <w:r>
        <w:tab/>
        <w:t>3.038e0</w:t>
      </w:r>
    </w:p>
    <w:p w:rsidR="005B3ED9" w:rsidRDefault="005B3ED9" w:rsidP="005B3ED9">
      <w:r>
        <w:t>120.8856</w:t>
      </w:r>
      <w:r>
        <w:tab/>
        <w:t>3.038e0</w:t>
      </w:r>
    </w:p>
    <w:p w:rsidR="005B3ED9" w:rsidRDefault="005B3ED9" w:rsidP="005B3ED9">
      <w:r>
        <w:t>120.9040</w:t>
      </w:r>
      <w:r>
        <w:tab/>
        <w:t>1.013e0</w:t>
      </w:r>
    </w:p>
    <w:p w:rsidR="005B3ED9" w:rsidRDefault="005B3ED9" w:rsidP="005B3ED9">
      <w:r>
        <w:t>120.9069</w:t>
      </w:r>
      <w:r>
        <w:tab/>
        <w:t>1.013e0</w:t>
      </w:r>
    </w:p>
    <w:p w:rsidR="005B3ED9" w:rsidRDefault="005B3ED9" w:rsidP="005B3ED9">
      <w:r>
        <w:t>120.9184</w:t>
      </w:r>
      <w:r>
        <w:tab/>
        <w:t>2.025e0</w:t>
      </w:r>
    </w:p>
    <w:p w:rsidR="005B3ED9" w:rsidRDefault="005B3ED9" w:rsidP="005B3ED9">
      <w:r>
        <w:t>120.9214</w:t>
      </w:r>
      <w:r>
        <w:tab/>
        <w:t>1.013e0</w:t>
      </w:r>
    </w:p>
    <w:p w:rsidR="005B3ED9" w:rsidRDefault="005B3ED9" w:rsidP="005B3ED9">
      <w:r>
        <w:t>120.9334</w:t>
      </w:r>
      <w:r>
        <w:tab/>
        <w:t>1.013e0</w:t>
      </w:r>
    </w:p>
    <w:p w:rsidR="005B3ED9" w:rsidRDefault="005B3ED9" w:rsidP="005B3ED9">
      <w:r>
        <w:t>120.9437</w:t>
      </w:r>
      <w:r>
        <w:tab/>
        <w:t>3.038e0</w:t>
      </w:r>
    </w:p>
    <w:p w:rsidR="005B3ED9" w:rsidRDefault="005B3ED9" w:rsidP="005B3ED9">
      <w:r>
        <w:t>120.9464</w:t>
      </w:r>
      <w:r>
        <w:tab/>
        <w:t>2.025e0</w:t>
      </w:r>
    </w:p>
    <w:p w:rsidR="005B3ED9" w:rsidRDefault="005B3ED9" w:rsidP="005B3ED9">
      <w:r>
        <w:t>120.9594</w:t>
      </w:r>
      <w:r>
        <w:tab/>
        <w:t>1.013e0</w:t>
      </w:r>
    </w:p>
    <w:p w:rsidR="005B3ED9" w:rsidRDefault="005B3ED9" w:rsidP="005B3ED9">
      <w:r>
        <w:t>120.9654</w:t>
      </w:r>
      <w:r>
        <w:tab/>
        <w:t>2.025e0</w:t>
      </w:r>
    </w:p>
    <w:p w:rsidR="005B3ED9" w:rsidRDefault="005B3ED9" w:rsidP="005B3ED9">
      <w:r>
        <w:t>120.9726</w:t>
      </w:r>
      <w:r>
        <w:tab/>
        <w:t>2.025e0</w:t>
      </w:r>
    </w:p>
    <w:p w:rsidR="005B3ED9" w:rsidRDefault="005B3ED9" w:rsidP="005B3ED9">
      <w:r>
        <w:t>120.9768</w:t>
      </w:r>
      <w:r>
        <w:tab/>
        <w:t>1.013e0</w:t>
      </w:r>
    </w:p>
    <w:p w:rsidR="005B3ED9" w:rsidRDefault="005B3ED9" w:rsidP="005B3ED9">
      <w:r>
        <w:lastRenderedPageBreak/>
        <w:t>120.9920</w:t>
      </w:r>
      <w:r>
        <w:tab/>
        <w:t>1.013e0</w:t>
      </w:r>
    </w:p>
    <w:p w:rsidR="005B3ED9" w:rsidRDefault="005B3ED9" w:rsidP="005B3ED9">
      <w:r>
        <w:t>120.9945</w:t>
      </w:r>
      <w:r>
        <w:tab/>
        <w:t>2.025e0</w:t>
      </w:r>
    </w:p>
    <w:p w:rsidR="005B3ED9" w:rsidRDefault="005B3ED9" w:rsidP="005B3ED9">
      <w:r>
        <w:t>121.0094</w:t>
      </w:r>
      <w:r>
        <w:tab/>
        <w:t>1.013e0</w:t>
      </w:r>
    </w:p>
    <w:p w:rsidR="005B3ED9" w:rsidRDefault="005B3ED9" w:rsidP="005B3ED9">
      <w:r>
        <w:t>121.0129</w:t>
      </w:r>
      <w:r>
        <w:tab/>
        <w:t>3.662e0</w:t>
      </w:r>
    </w:p>
    <w:p w:rsidR="005B3ED9" w:rsidRDefault="005B3ED9" w:rsidP="005B3ED9">
      <w:r>
        <w:t>121.0178</w:t>
      </w:r>
      <w:r>
        <w:tab/>
        <w:t>2.025e0</w:t>
      </w:r>
    </w:p>
    <w:p w:rsidR="005B3ED9" w:rsidRDefault="005B3ED9" w:rsidP="005B3ED9">
      <w:r>
        <w:t>121.0520</w:t>
      </w:r>
      <w:r>
        <w:tab/>
        <w:t>2.265e2</w:t>
      </w:r>
    </w:p>
    <w:p w:rsidR="005B3ED9" w:rsidRDefault="005B3ED9" w:rsidP="005B3ED9">
      <w:r>
        <w:t>121.0853</w:t>
      </w:r>
      <w:r>
        <w:tab/>
        <w:t>2.025e0</w:t>
      </w:r>
    </w:p>
    <w:p w:rsidR="005B3ED9" w:rsidRDefault="005B3ED9" w:rsidP="005B3ED9">
      <w:r>
        <w:t>121.0883</w:t>
      </w:r>
      <w:r>
        <w:tab/>
        <w:t>1.013e0</w:t>
      </w:r>
    </w:p>
    <w:p w:rsidR="005B3ED9" w:rsidRDefault="005B3ED9" w:rsidP="005B3ED9">
      <w:r>
        <w:t>121.0939</w:t>
      </w:r>
      <w:r>
        <w:tab/>
        <w:t>2.025e0</w:t>
      </w:r>
    </w:p>
    <w:p w:rsidR="005B3ED9" w:rsidRDefault="005B3ED9" w:rsidP="005B3ED9">
      <w:r>
        <w:t>121.1058</w:t>
      </w:r>
      <w:r>
        <w:tab/>
        <w:t>1.013e0</w:t>
      </w:r>
    </w:p>
    <w:p w:rsidR="005B3ED9" w:rsidRDefault="005B3ED9" w:rsidP="005B3ED9">
      <w:r>
        <w:t>121.1142</w:t>
      </w:r>
      <w:r>
        <w:tab/>
        <w:t>1.013e0</w:t>
      </w:r>
    </w:p>
    <w:p w:rsidR="005B3ED9" w:rsidRDefault="005B3ED9" w:rsidP="005B3ED9">
      <w:r>
        <w:t>121.1218</w:t>
      </w:r>
      <w:r>
        <w:tab/>
        <w:t>2.058e0</w:t>
      </w:r>
    </w:p>
    <w:p w:rsidR="005B3ED9" w:rsidRDefault="005B3ED9" w:rsidP="005B3ED9">
      <w:r>
        <w:t>121.1329</w:t>
      </w:r>
      <w:r>
        <w:tab/>
        <w:t>3.038e0</w:t>
      </w:r>
    </w:p>
    <w:p w:rsidR="005B3ED9" w:rsidRDefault="005B3ED9" w:rsidP="005B3ED9">
      <w:r>
        <w:t>121.1378</w:t>
      </w:r>
      <w:r>
        <w:tab/>
        <w:t>2.025e0</w:t>
      </w:r>
    </w:p>
    <w:p w:rsidR="005B3ED9" w:rsidRDefault="005B3ED9" w:rsidP="005B3ED9">
      <w:r>
        <w:t>121.1416</w:t>
      </w:r>
      <w:r>
        <w:tab/>
        <w:t>3.038e0</w:t>
      </w:r>
    </w:p>
    <w:p w:rsidR="005B3ED9" w:rsidRDefault="005B3ED9" w:rsidP="005B3ED9">
      <w:r>
        <w:t>121.1524</w:t>
      </w:r>
      <w:r>
        <w:tab/>
        <w:t>1.013e0</w:t>
      </w:r>
    </w:p>
    <w:p w:rsidR="005B3ED9" w:rsidRDefault="005B3ED9" w:rsidP="005B3ED9">
      <w:r>
        <w:t>121.1583</w:t>
      </w:r>
      <w:r>
        <w:tab/>
        <w:t>1.013e0</w:t>
      </w:r>
    </w:p>
    <w:p w:rsidR="005B3ED9" w:rsidRDefault="005B3ED9" w:rsidP="005B3ED9">
      <w:r>
        <w:t>121.1673</w:t>
      </w:r>
      <w:r>
        <w:tab/>
        <w:t>1.013e0</w:t>
      </w:r>
    </w:p>
    <w:p w:rsidR="005B3ED9" w:rsidRDefault="005B3ED9" w:rsidP="005B3ED9">
      <w:r>
        <w:t>121.1687</w:t>
      </w:r>
      <w:r>
        <w:tab/>
        <w:t>2.025e0</w:t>
      </w:r>
    </w:p>
    <w:p w:rsidR="005B3ED9" w:rsidRDefault="005B3ED9" w:rsidP="005B3ED9">
      <w:r>
        <w:lastRenderedPageBreak/>
        <w:t>121.1932</w:t>
      </w:r>
      <w:r>
        <w:tab/>
        <w:t>2.025e0</w:t>
      </w:r>
    </w:p>
    <w:p w:rsidR="005B3ED9" w:rsidRDefault="005B3ED9" w:rsidP="005B3ED9">
      <w:r>
        <w:t>121.1973</w:t>
      </w:r>
      <w:r>
        <w:tab/>
        <w:t>1.013e1</w:t>
      </w:r>
    </w:p>
    <w:p w:rsidR="005B3ED9" w:rsidRDefault="005B3ED9" w:rsidP="005B3ED9">
      <w:r>
        <w:t>121.2053</w:t>
      </w:r>
      <w:r>
        <w:tab/>
        <w:t>2.025e0</w:t>
      </w:r>
    </w:p>
    <w:p w:rsidR="005B3ED9" w:rsidRDefault="005B3ED9" w:rsidP="005B3ED9">
      <w:r>
        <w:t>121.2137</w:t>
      </w:r>
      <w:r>
        <w:tab/>
        <w:t>1.013e0</w:t>
      </w:r>
    </w:p>
    <w:p w:rsidR="005B3ED9" w:rsidRDefault="005B3ED9" w:rsidP="005B3ED9">
      <w:r>
        <w:t>121.2243</w:t>
      </w:r>
      <w:r>
        <w:tab/>
        <w:t>2.025e0</w:t>
      </w:r>
    </w:p>
    <w:p w:rsidR="005B3ED9" w:rsidRDefault="005B3ED9" w:rsidP="005B3ED9">
      <w:r>
        <w:t>121.2273</w:t>
      </w:r>
      <w:r>
        <w:tab/>
        <w:t>2.025e0</w:t>
      </w:r>
    </w:p>
    <w:p w:rsidR="005B3ED9" w:rsidRDefault="005B3ED9" w:rsidP="005B3ED9">
      <w:r>
        <w:t>121.2314</w:t>
      </w:r>
      <w:r>
        <w:tab/>
        <w:t>1.013e0</w:t>
      </w:r>
    </w:p>
    <w:p w:rsidR="005B3ED9" w:rsidRDefault="005B3ED9" w:rsidP="005B3ED9">
      <w:r>
        <w:t>121.2358</w:t>
      </w:r>
      <w:r>
        <w:tab/>
        <w:t>2.025e0</w:t>
      </w:r>
    </w:p>
    <w:p w:rsidR="005B3ED9" w:rsidRDefault="005B3ED9" w:rsidP="005B3ED9">
      <w:r>
        <w:t>121.2403</w:t>
      </w:r>
      <w:r>
        <w:tab/>
        <w:t>1.013e0</w:t>
      </w:r>
    </w:p>
    <w:p w:rsidR="005B3ED9" w:rsidRDefault="005B3ED9" w:rsidP="005B3ED9">
      <w:r>
        <w:t>121.2603</w:t>
      </w:r>
      <w:r>
        <w:tab/>
        <w:t>4.051e0</w:t>
      </w:r>
    </w:p>
    <w:p w:rsidR="005B3ED9" w:rsidRDefault="005B3ED9" w:rsidP="005B3ED9">
      <w:r>
        <w:t>121.2722</w:t>
      </w:r>
      <w:r>
        <w:tab/>
        <w:t>1.013e0</w:t>
      </w:r>
    </w:p>
    <w:p w:rsidR="005B3ED9" w:rsidRDefault="005B3ED9" w:rsidP="005B3ED9">
      <w:r>
        <w:t>121.2873</w:t>
      </w:r>
      <w:r>
        <w:tab/>
        <w:t>2.025e0</w:t>
      </w:r>
    </w:p>
    <w:p w:rsidR="005B3ED9" w:rsidRDefault="005B3ED9" w:rsidP="005B3ED9">
      <w:r>
        <w:t>121.2901</w:t>
      </w:r>
      <w:r>
        <w:tab/>
        <w:t>1.013e0</w:t>
      </w:r>
    </w:p>
    <w:p w:rsidR="005B3ED9" w:rsidRDefault="005B3ED9" w:rsidP="005B3ED9">
      <w:r>
        <w:t>121.2988</w:t>
      </w:r>
      <w:r>
        <w:tab/>
        <w:t>1.013e0</w:t>
      </w:r>
    </w:p>
    <w:p w:rsidR="005B3ED9" w:rsidRDefault="005B3ED9" w:rsidP="005B3ED9">
      <w:r>
        <w:t>121.3018</w:t>
      </w:r>
      <w:r>
        <w:tab/>
        <w:t>1.013e0</w:t>
      </w:r>
    </w:p>
    <w:p w:rsidR="005B3ED9" w:rsidRDefault="005B3ED9" w:rsidP="005B3ED9">
      <w:r>
        <w:t>121.3309</w:t>
      </w:r>
      <w:r>
        <w:tab/>
        <w:t>1.013e0</w:t>
      </w:r>
    </w:p>
    <w:p w:rsidR="005B3ED9" w:rsidRDefault="005B3ED9" w:rsidP="005B3ED9">
      <w:r>
        <w:t>121.3353</w:t>
      </w:r>
      <w:r>
        <w:tab/>
        <w:t>2.025e0</w:t>
      </w:r>
    </w:p>
    <w:p w:rsidR="005B3ED9" w:rsidRDefault="005B3ED9" w:rsidP="005B3ED9">
      <w:r>
        <w:t>121.3588</w:t>
      </w:r>
      <w:r>
        <w:tab/>
        <w:t>2.025e0</w:t>
      </w:r>
    </w:p>
    <w:p w:rsidR="005B3ED9" w:rsidRDefault="005B3ED9" w:rsidP="005B3ED9">
      <w:r>
        <w:t>121.3633</w:t>
      </w:r>
      <w:r>
        <w:tab/>
        <w:t>3.038e0</w:t>
      </w:r>
    </w:p>
    <w:p w:rsidR="005B3ED9" w:rsidRDefault="005B3ED9" w:rsidP="005B3ED9">
      <w:r>
        <w:lastRenderedPageBreak/>
        <w:t>121.3733</w:t>
      </w:r>
      <w:r>
        <w:tab/>
        <w:t>2.025e0</w:t>
      </w:r>
    </w:p>
    <w:p w:rsidR="005B3ED9" w:rsidRDefault="005B3ED9" w:rsidP="005B3ED9">
      <w:r>
        <w:t>121.3808</w:t>
      </w:r>
      <w:r>
        <w:tab/>
        <w:t>4.051e0</w:t>
      </w:r>
    </w:p>
    <w:p w:rsidR="005B3ED9" w:rsidRDefault="005B3ED9" w:rsidP="005B3ED9">
      <w:r>
        <w:t>121.3923</w:t>
      </w:r>
      <w:r>
        <w:tab/>
        <w:t>1.013e0</w:t>
      </w:r>
    </w:p>
    <w:p w:rsidR="005B3ED9" w:rsidRDefault="005B3ED9" w:rsidP="005B3ED9">
      <w:r>
        <w:t>121.4058</w:t>
      </w:r>
      <w:r>
        <w:tab/>
        <w:t>2.025e0</w:t>
      </w:r>
    </w:p>
    <w:p w:rsidR="005B3ED9" w:rsidRDefault="005B3ED9" w:rsidP="005B3ED9">
      <w:r>
        <w:t>121.4167</w:t>
      </w:r>
      <w:r>
        <w:tab/>
        <w:t>3.038e0</w:t>
      </w:r>
    </w:p>
    <w:p w:rsidR="005B3ED9" w:rsidRDefault="005B3ED9" w:rsidP="005B3ED9">
      <w:r>
        <w:t>121.4305</w:t>
      </w:r>
      <w:r>
        <w:tab/>
        <w:t>2.025e0</w:t>
      </w:r>
    </w:p>
    <w:p w:rsidR="005B3ED9" w:rsidRDefault="005B3ED9" w:rsidP="005B3ED9">
      <w:r>
        <w:t>121.4333</w:t>
      </w:r>
      <w:r>
        <w:tab/>
        <w:t>2.025e0</w:t>
      </w:r>
    </w:p>
    <w:p w:rsidR="005B3ED9" w:rsidRDefault="005B3ED9" w:rsidP="005B3ED9">
      <w:r>
        <w:t>121.4394</w:t>
      </w:r>
      <w:r>
        <w:tab/>
        <w:t>1.013e0</w:t>
      </w:r>
    </w:p>
    <w:p w:rsidR="005B3ED9" w:rsidRDefault="005B3ED9" w:rsidP="005B3ED9">
      <w:r>
        <w:t>121.4508</w:t>
      </w:r>
      <w:r>
        <w:tab/>
        <w:t>1.013e0</w:t>
      </w:r>
    </w:p>
    <w:p w:rsidR="005B3ED9" w:rsidRDefault="005B3ED9" w:rsidP="005B3ED9">
      <w:r>
        <w:t>121.4629</w:t>
      </w:r>
      <w:r>
        <w:tab/>
        <w:t>1.013e0</w:t>
      </w:r>
    </w:p>
    <w:p w:rsidR="005B3ED9" w:rsidRDefault="005B3ED9" w:rsidP="005B3ED9">
      <w:r>
        <w:t>121.4759</w:t>
      </w:r>
      <w:r>
        <w:tab/>
        <w:t>2.025e0</w:t>
      </w:r>
    </w:p>
    <w:p w:rsidR="005B3ED9" w:rsidRDefault="005B3ED9" w:rsidP="005B3ED9">
      <w:r>
        <w:t>121.4774</w:t>
      </w:r>
      <w:r>
        <w:tab/>
        <w:t>2.025e0</w:t>
      </w:r>
    </w:p>
    <w:p w:rsidR="005B3ED9" w:rsidRDefault="005B3ED9" w:rsidP="005B3ED9">
      <w:r>
        <w:t>121.4892</w:t>
      </w:r>
      <w:r>
        <w:tab/>
        <w:t>1.013e0</w:t>
      </w:r>
    </w:p>
    <w:p w:rsidR="005B3ED9" w:rsidRDefault="005B3ED9" w:rsidP="005B3ED9">
      <w:r>
        <w:t>121.4919</w:t>
      </w:r>
      <w:r>
        <w:tab/>
        <w:t>1.013e0</w:t>
      </w:r>
    </w:p>
    <w:p w:rsidR="005B3ED9" w:rsidRDefault="005B3ED9" w:rsidP="005B3ED9">
      <w:r>
        <w:t>121.5054</w:t>
      </w:r>
      <w:r>
        <w:tab/>
        <w:t>2.025e0</w:t>
      </w:r>
    </w:p>
    <w:p w:rsidR="005B3ED9" w:rsidRDefault="005B3ED9" w:rsidP="005B3ED9">
      <w:r>
        <w:t>121.5096</w:t>
      </w:r>
      <w:r>
        <w:tab/>
        <w:t>1.013e0</w:t>
      </w:r>
    </w:p>
    <w:p w:rsidR="005B3ED9" w:rsidRDefault="005B3ED9" w:rsidP="005B3ED9">
      <w:r>
        <w:t>121.5329</w:t>
      </w:r>
      <w:r>
        <w:tab/>
        <w:t>1.013e0</w:t>
      </w:r>
    </w:p>
    <w:p w:rsidR="005B3ED9" w:rsidRDefault="005B3ED9" w:rsidP="005B3ED9">
      <w:r>
        <w:t>121.5535</w:t>
      </w:r>
      <w:r>
        <w:tab/>
        <w:t>1.013e0</w:t>
      </w:r>
    </w:p>
    <w:p w:rsidR="005B3ED9" w:rsidRDefault="005B3ED9" w:rsidP="005B3ED9">
      <w:r>
        <w:t>121.5656</w:t>
      </w:r>
      <w:r>
        <w:tab/>
        <w:t>2.025e0</w:t>
      </w:r>
    </w:p>
    <w:p w:rsidR="005B3ED9" w:rsidRDefault="005B3ED9" w:rsidP="005B3ED9">
      <w:r>
        <w:lastRenderedPageBreak/>
        <w:t>121.5696</w:t>
      </w:r>
      <w:r>
        <w:tab/>
        <w:t>2.025e0</w:t>
      </w:r>
    </w:p>
    <w:p w:rsidR="005B3ED9" w:rsidRDefault="005B3ED9" w:rsidP="005B3ED9">
      <w:r>
        <w:t>121.5740</w:t>
      </w:r>
      <w:r>
        <w:tab/>
        <w:t>1.013e0</w:t>
      </w:r>
    </w:p>
    <w:p w:rsidR="005B3ED9" w:rsidRDefault="005B3ED9" w:rsidP="005B3ED9">
      <w:r>
        <w:t>121.5800</w:t>
      </w:r>
      <w:r>
        <w:tab/>
        <w:t>1.013e0</w:t>
      </w:r>
    </w:p>
    <w:p w:rsidR="005B3ED9" w:rsidRDefault="005B3ED9" w:rsidP="005B3ED9">
      <w:r>
        <w:t>121.5830</w:t>
      </w:r>
      <w:r>
        <w:tab/>
        <w:t>1.013e0</w:t>
      </w:r>
    </w:p>
    <w:p w:rsidR="005B3ED9" w:rsidRDefault="005B3ED9" w:rsidP="005B3ED9">
      <w:r>
        <w:t>121.6092</w:t>
      </w:r>
      <w:r>
        <w:tab/>
        <w:t>1.013e0</w:t>
      </w:r>
    </w:p>
    <w:p w:rsidR="005B3ED9" w:rsidRDefault="005B3ED9" w:rsidP="005B3ED9">
      <w:r>
        <w:t>121.6211</w:t>
      </w:r>
      <w:r>
        <w:tab/>
        <w:t>1.013e0</w:t>
      </w:r>
    </w:p>
    <w:p w:rsidR="005B3ED9" w:rsidRDefault="005B3ED9" w:rsidP="005B3ED9">
      <w:r>
        <w:t>121.6326</w:t>
      </w:r>
      <w:r>
        <w:tab/>
        <w:t>2.025e0</w:t>
      </w:r>
    </w:p>
    <w:p w:rsidR="005B3ED9" w:rsidRDefault="005B3ED9" w:rsidP="005B3ED9">
      <w:r>
        <w:t>121.6489</w:t>
      </w:r>
      <w:r>
        <w:tab/>
        <w:t>2.025e0</w:t>
      </w:r>
    </w:p>
    <w:p w:rsidR="005B3ED9" w:rsidRDefault="005B3ED9" w:rsidP="005B3ED9">
      <w:r>
        <w:t>121.6652</w:t>
      </w:r>
      <w:r>
        <w:tab/>
        <w:t>1.013e0</w:t>
      </w:r>
    </w:p>
    <w:p w:rsidR="005B3ED9" w:rsidRDefault="005B3ED9" w:rsidP="005B3ED9">
      <w:r>
        <w:t>121.6782</w:t>
      </w:r>
      <w:r>
        <w:tab/>
        <w:t>2.025e0</w:t>
      </w:r>
    </w:p>
    <w:p w:rsidR="005B3ED9" w:rsidRDefault="005B3ED9" w:rsidP="005B3ED9">
      <w:r>
        <w:t>121.7089</w:t>
      </w:r>
      <w:r>
        <w:tab/>
        <w:t>1.013e0</w:t>
      </w:r>
    </w:p>
    <w:p w:rsidR="005B3ED9" w:rsidRDefault="005B3ED9" w:rsidP="005B3ED9">
      <w:r>
        <w:t>121.7117</w:t>
      </w:r>
      <w:r>
        <w:tab/>
        <w:t>2.025e0</w:t>
      </w:r>
    </w:p>
    <w:p w:rsidR="005B3ED9" w:rsidRDefault="005B3ED9" w:rsidP="005B3ED9">
      <w:r>
        <w:t>121.7398</w:t>
      </w:r>
      <w:r>
        <w:tab/>
        <w:t>2.025e0</w:t>
      </w:r>
    </w:p>
    <w:p w:rsidR="005B3ED9" w:rsidRDefault="005B3ED9" w:rsidP="005B3ED9">
      <w:r>
        <w:t>121.7413</w:t>
      </w:r>
      <w:r>
        <w:tab/>
        <w:t>3.038e0</w:t>
      </w:r>
    </w:p>
    <w:p w:rsidR="005B3ED9" w:rsidRDefault="005B3ED9" w:rsidP="005B3ED9">
      <w:r>
        <w:t>121.7588</w:t>
      </w:r>
      <w:r>
        <w:tab/>
        <w:t>1.013e0</w:t>
      </w:r>
    </w:p>
    <w:p w:rsidR="005B3ED9" w:rsidRDefault="005B3ED9" w:rsidP="005B3ED9">
      <w:r>
        <w:t>121.7698</w:t>
      </w:r>
      <w:r>
        <w:tab/>
        <w:t>4.051e0</w:t>
      </w:r>
    </w:p>
    <w:p w:rsidR="005B3ED9" w:rsidRDefault="005B3ED9" w:rsidP="005B3ED9">
      <w:r>
        <w:t>121.7908</w:t>
      </w:r>
      <w:r>
        <w:tab/>
        <w:t>1.013e0</w:t>
      </w:r>
    </w:p>
    <w:p w:rsidR="005B3ED9" w:rsidRDefault="005B3ED9" w:rsidP="005B3ED9">
      <w:r>
        <w:t>121.8145</w:t>
      </w:r>
      <w:r>
        <w:tab/>
        <w:t>1.013e0</w:t>
      </w:r>
    </w:p>
    <w:p w:rsidR="005B3ED9" w:rsidRDefault="005B3ED9" w:rsidP="005B3ED9">
      <w:r>
        <w:t>121.8175</w:t>
      </w:r>
      <w:r>
        <w:tab/>
        <w:t>3.038e0</w:t>
      </w:r>
    </w:p>
    <w:p w:rsidR="005B3ED9" w:rsidRDefault="005B3ED9" w:rsidP="005B3ED9">
      <w:r>
        <w:lastRenderedPageBreak/>
        <w:t>121.8305</w:t>
      </w:r>
      <w:r>
        <w:tab/>
        <w:t>2.025e0</w:t>
      </w:r>
    </w:p>
    <w:p w:rsidR="005B3ED9" w:rsidRDefault="005B3ED9" w:rsidP="005B3ED9">
      <w:r>
        <w:t>121.8540</w:t>
      </w:r>
      <w:r>
        <w:tab/>
        <w:t>2.025e0</w:t>
      </w:r>
    </w:p>
    <w:p w:rsidR="005B3ED9" w:rsidRDefault="005B3ED9" w:rsidP="005B3ED9">
      <w:r>
        <w:t>121.8615</w:t>
      </w:r>
      <w:r>
        <w:tab/>
        <w:t>1.013e0</w:t>
      </w:r>
    </w:p>
    <w:p w:rsidR="005B3ED9" w:rsidRDefault="005B3ED9" w:rsidP="005B3ED9">
      <w:r>
        <w:t>121.8701</w:t>
      </w:r>
      <w:r>
        <w:tab/>
        <w:t>1.013e0</w:t>
      </w:r>
    </w:p>
    <w:p w:rsidR="005B3ED9" w:rsidRDefault="005B3ED9" w:rsidP="005B3ED9">
      <w:r>
        <w:t>121.8852</w:t>
      </w:r>
      <w:r>
        <w:tab/>
        <w:t>1.013e0</w:t>
      </w:r>
    </w:p>
    <w:p w:rsidR="005B3ED9" w:rsidRDefault="005B3ED9" w:rsidP="005B3ED9">
      <w:r>
        <w:t>121.8922</w:t>
      </w:r>
      <w:r>
        <w:tab/>
        <w:t>2.025e0</w:t>
      </w:r>
    </w:p>
    <w:p w:rsidR="005B3ED9" w:rsidRDefault="005B3ED9" w:rsidP="005B3ED9">
      <w:r>
        <w:t>121.9172</w:t>
      </w:r>
      <w:r>
        <w:tab/>
        <w:t>1.013e0</w:t>
      </w:r>
    </w:p>
    <w:p w:rsidR="005B3ED9" w:rsidRDefault="005B3ED9" w:rsidP="005B3ED9">
      <w:r>
        <w:t>121.9522</w:t>
      </w:r>
      <w:r>
        <w:tab/>
        <w:t>1.013e0</w:t>
      </w:r>
    </w:p>
    <w:p w:rsidR="005B3ED9" w:rsidRDefault="005B3ED9" w:rsidP="005B3ED9">
      <w:r>
        <w:t>121.9613</w:t>
      </w:r>
      <w:r>
        <w:tab/>
        <w:t>1.013e0</w:t>
      </w:r>
    </w:p>
    <w:p w:rsidR="005B3ED9" w:rsidRDefault="005B3ED9" w:rsidP="005B3ED9">
      <w:r>
        <w:t>121.9906</w:t>
      </w:r>
      <w:r>
        <w:tab/>
        <w:t>3.038e0</w:t>
      </w:r>
    </w:p>
    <w:p w:rsidR="005B3ED9" w:rsidRDefault="005B3ED9" w:rsidP="005B3ED9">
      <w:r>
        <w:t>122.0024</w:t>
      </w:r>
      <w:r>
        <w:tab/>
        <w:t>1.013e0</w:t>
      </w:r>
    </w:p>
    <w:p w:rsidR="005B3ED9" w:rsidRDefault="005B3ED9" w:rsidP="005B3ED9">
      <w:r>
        <w:t>122.0439</w:t>
      </w:r>
      <w:r>
        <w:tab/>
        <w:t>6.140e1</w:t>
      </w:r>
    </w:p>
    <w:p w:rsidR="005B3ED9" w:rsidRDefault="005B3ED9" w:rsidP="005B3ED9">
      <w:r>
        <w:t>122.0455</w:t>
      </w:r>
      <w:r>
        <w:tab/>
        <w:t>1.543e2</w:t>
      </w:r>
    </w:p>
    <w:p w:rsidR="005B3ED9" w:rsidRDefault="005B3ED9" w:rsidP="005B3ED9">
      <w:r>
        <w:t>122.0969</w:t>
      </w:r>
      <w:r>
        <w:tab/>
        <w:t>5.435e1</w:t>
      </w:r>
    </w:p>
    <w:p w:rsidR="005B3ED9" w:rsidRDefault="005B3ED9" w:rsidP="005B3ED9">
      <w:r>
        <w:t>122.0984</w:t>
      </w:r>
      <w:r>
        <w:tab/>
        <w:t>1.498e2</w:t>
      </w:r>
    </w:p>
    <w:p w:rsidR="005B3ED9" w:rsidRDefault="005B3ED9" w:rsidP="005B3ED9">
      <w:r>
        <w:t>122.1223</w:t>
      </w:r>
      <w:r>
        <w:tab/>
        <w:t>3.372e0</w:t>
      </w:r>
    </w:p>
    <w:p w:rsidR="005B3ED9" w:rsidRDefault="005B3ED9" w:rsidP="005B3ED9">
      <w:r>
        <w:t>122.1315</w:t>
      </w:r>
      <w:r>
        <w:tab/>
        <w:t>1.013e0</w:t>
      </w:r>
    </w:p>
    <w:p w:rsidR="005B3ED9" w:rsidRDefault="005B3ED9" w:rsidP="005B3ED9">
      <w:r>
        <w:t>122.1404</w:t>
      </w:r>
      <w:r>
        <w:tab/>
        <w:t>1.013e0</w:t>
      </w:r>
    </w:p>
    <w:p w:rsidR="005B3ED9" w:rsidRDefault="005B3ED9" w:rsidP="005B3ED9">
      <w:r>
        <w:t>122.1433</w:t>
      </w:r>
      <w:r>
        <w:tab/>
        <w:t>1.013e0</w:t>
      </w:r>
    </w:p>
    <w:p w:rsidR="005B3ED9" w:rsidRDefault="005B3ED9" w:rsidP="005B3ED9">
      <w:r>
        <w:lastRenderedPageBreak/>
        <w:t>122.1528</w:t>
      </w:r>
      <w:r>
        <w:tab/>
        <w:t>5.063e0</w:t>
      </w:r>
    </w:p>
    <w:p w:rsidR="005B3ED9" w:rsidRDefault="005B3ED9" w:rsidP="005B3ED9">
      <w:r>
        <w:t>122.1645</w:t>
      </w:r>
      <w:r>
        <w:tab/>
        <w:t>4.051e0</w:t>
      </w:r>
    </w:p>
    <w:p w:rsidR="005B3ED9" w:rsidRDefault="005B3ED9" w:rsidP="005B3ED9">
      <w:r>
        <w:t>122.1768</w:t>
      </w:r>
      <w:r>
        <w:tab/>
        <w:t>2.025e0</w:t>
      </w:r>
    </w:p>
    <w:p w:rsidR="005B3ED9" w:rsidRDefault="005B3ED9" w:rsidP="005B3ED9">
      <w:r>
        <w:t>122.1930</w:t>
      </w:r>
      <w:r>
        <w:tab/>
        <w:t>1.013e0</w:t>
      </w:r>
    </w:p>
    <w:p w:rsidR="005B3ED9" w:rsidRDefault="005B3ED9" w:rsidP="005B3ED9">
      <w:r>
        <w:t>122.1991</w:t>
      </w:r>
      <w:r>
        <w:tab/>
        <w:t>1.013e0</w:t>
      </w:r>
    </w:p>
    <w:p w:rsidR="005B3ED9" w:rsidRDefault="005B3ED9" w:rsidP="005B3ED9">
      <w:r>
        <w:t>122.2287</w:t>
      </w:r>
      <w:r>
        <w:tab/>
        <w:t>1.013e0</w:t>
      </w:r>
    </w:p>
    <w:p w:rsidR="005B3ED9" w:rsidRDefault="005B3ED9" w:rsidP="005B3ED9">
      <w:r>
        <w:t>122.2342</w:t>
      </w:r>
      <w:r>
        <w:tab/>
        <w:t>2.025e0</w:t>
      </w:r>
    </w:p>
    <w:p w:rsidR="005B3ED9" w:rsidRDefault="005B3ED9" w:rsidP="005B3ED9">
      <w:r>
        <w:t>122.2432</w:t>
      </w:r>
      <w:r>
        <w:tab/>
        <w:t>1.013e0</w:t>
      </w:r>
    </w:p>
    <w:p w:rsidR="005B3ED9" w:rsidRDefault="005B3ED9" w:rsidP="005B3ED9">
      <w:r>
        <w:t>122.2577</w:t>
      </w:r>
      <w:r>
        <w:tab/>
        <w:t>4.051e0</w:t>
      </w:r>
    </w:p>
    <w:p w:rsidR="005B3ED9" w:rsidRDefault="005B3ED9" w:rsidP="005B3ED9">
      <w:r>
        <w:t>122.2699</w:t>
      </w:r>
      <w:r>
        <w:tab/>
        <w:t>2.025e0</w:t>
      </w:r>
    </w:p>
    <w:p w:rsidR="005B3ED9" w:rsidRDefault="005B3ED9" w:rsidP="005B3ED9">
      <w:r>
        <w:t>122.2726</w:t>
      </w:r>
      <w:r>
        <w:tab/>
        <w:t>1.013e0</w:t>
      </w:r>
    </w:p>
    <w:p w:rsidR="005B3ED9" w:rsidRDefault="005B3ED9" w:rsidP="005B3ED9">
      <w:r>
        <w:t>122.2918</w:t>
      </w:r>
      <w:r>
        <w:tab/>
        <w:t>2.025e0</w:t>
      </w:r>
    </w:p>
    <w:p w:rsidR="005B3ED9" w:rsidRDefault="005B3ED9" w:rsidP="005B3ED9">
      <w:r>
        <w:t>122.3004</w:t>
      </w:r>
      <w:r>
        <w:tab/>
        <w:t>2.025e0</w:t>
      </w:r>
    </w:p>
    <w:p w:rsidR="005B3ED9" w:rsidRDefault="005B3ED9" w:rsidP="005B3ED9">
      <w:r>
        <w:t>122.3035</w:t>
      </w:r>
      <w:r>
        <w:tab/>
        <w:t>2.025e0</w:t>
      </w:r>
    </w:p>
    <w:p w:rsidR="005B3ED9" w:rsidRDefault="005B3ED9" w:rsidP="005B3ED9">
      <w:r>
        <w:t>122.3080</w:t>
      </w:r>
      <w:r>
        <w:tab/>
        <w:t>1.013e0</w:t>
      </w:r>
    </w:p>
    <w:p w:rsidR="005B3ED9" w:rsidRDefault="005B3ED9" w:rsidP="005B3ED9">
      <w:r>
        <w:t>122.3165</w:t>
      </w:r>
      <w:r>
        <w:tab/>
        <w:t>1.013e0</w:t>
      </w:r>
    </w:p>
    <w:p w:rsidR="005B3ED9" w:rsidRDefault="005B3ED9" w:rsidP="005B3ED9">
      <w:r>
        <w:t>122.3195</w:t>
      </w:r>
      <w:r>
        <w:tab/>
        <w:t>2.025e0</w:t>
      </w:r>
    </w:p>
    <w:p w:rsidR="005B3ED9" w:rsidRDefault="005B3ED9" w:rsidP="005B3ED9">
      <w:r>
        <w:t>122.3431</w:t>
      </w:r>
      <w:r>
        <w:tab/>
        <w:t>1.013e0</w:t>
      </w:r>
    </w:p>
    <w:p w:rsidR="005B3ED9" w:rsidRDefault="005B3ED9" w:rsidP="005B3ED9">
      <w:r>
        <w:t>122.3484</w:t>
      </w:r>
      <w:r>
        <w:tab/>
        <w:t>3.038e0</w:t>
      </w:r>
    </w:p>
    <w:p w:rsidR="005B3ED9" w:rsidRDefault="005B3ED9" w:rsidP="005B3ED9">
      <w:r>
        <w:lastRenderedPageBreak/>
        <w:t>122.3549</w:t>
      </w:r>
      <w:r>
        <w:tab/>
        <w:t>3.038e0</w:t>
      </w:r>
    </w:p>
    <w:p w:rsidR="005B3ED9" w:rsidRDefault="005B3ED9" w:rsidP="005B3ED9">
      <w:r>
        <w:t>122.3607</w:t>
      </w:r>
      <w:r>
        <w:tab/>
        <w:t>1.013e0</w:t>
      </w:r>
    </w:p>
    <w:p w:rsidR="005B3ED9" w:rsidRDefault="005B3ED9" w:rsidP="005B3ED9">
      <w:r>
        <w:t>122.3732</w:t>
      </w:r>
      <w:r>
        <w:tab/>
        <w:t>4.051e0</w:t>
      </w:r>
    </w:p>
    <w:p w:rsidR="005B3ED9" w:rsidRDefault="005B3ED9" w:rsidP="005B3ED9">
      <w:r>
        <w:t>122.3753</w:t>
      </w:r>
      <w:r>
        <w:tab/>
        <w:t>1.013e0</w:t>
      </w:r>
    </w:p>
    <w:p w:rsidR="005B3ED9" w:rsidRDefault="005B3ED9" w:rsidP="005B3ED9">
      <w:r>
        <w:t>122.3843</w:t>
      </w:r>
      <w:r>
        <w:tab/>
        <w:t>1.013e0</w:t>
      </w:r>
    </w:p>
    <w:p w:rsidR="005B3ED9" w:rsidRDefault="005B3ED9" w:rsidP="005B3ED9">
      <w:r>
        <w:t>122.4049</w:t>
      </w:r>
      <w:r>
        <w:tab/>
        <w:t>1.013e0</w:t>
      </w:r>
    </w:p>
    <w:p w:rsidR="005B3ED9" w:rsidRDefault="005B3ED9" w:rsidP="005B3ED9">
      <w:r>
        <w:t>122.4094</w:t>
      </w:r>
      <w:r>
        <w:tab/>
        <w:t>2.025e0</w:t>
      </w:r>
    </w:p>
    <w:p w:rsidR="005B3ED9" w:rsidRDefault="005B3ED9" w:rsidP="005B3ED9">
      <w:r>
        <w:t>122.4138</w:t>
      </w:r>
      <w:r>
        <w:tab/>
        <w:t>1.013e0</w:t>
      </w:r>
    </w:p>
    <w:p w:rsidR="005B3ED9" w:rsidRDefault="005B3ED9" w:rsidP="005B3ED9">
      <w:r>
        <w:t>122.4184</w:t>
      </w:r>
      <w:r>
        <w:tab/>
        <w:t>4.051e0</w:t>
      </w:r>
    </w:p>
    <w:p w:rsidR="005B3ED9" w:rsidRDefault="005B3ED9" w:rsidP="005B3ED9">
      <w:r>
        <w:t>122.4336</w:t>
      </w:r>
      <w:r>
        <w:tab/>
        <w:t>4.051e0</w:t>
      </w:r>
    </w:p>
    <w:p w:rsidR="005B3ED9" w:rsidRDefault="005B3ED9" w:rsidP="005B3ED9">
      <w:r>
        <w:t>122.4400</w:t>
      </w:r>
      <w:r>
        <w:tab/>
        <w:t>2.025e0</w:t>
      </w:r>
    </w:p>
    <w:p w:rsidR="005B3ED9" w:rsidRDefault="005B3ED9" w:rsidP="005B3ED9">
      <w:r>
        <w:t>122.4461</w:t>
      </w:r>
      <w:r>
        <w:tab/>
        <w:t>2.025e0</w:t>
      </w:r>
    </w:p>
    <w:p w:rsidR="005B3ED9" w:rsidRDefault="005B3ED9" w:rsidP="005B3ED9">
      <w:r>
        <w:t>122.4606</w:t>
      </w:r>
      <w:r>
        <w:tab/>
        <w:t>1.013e0</w:t>
      </w:r>
    </w:p>
    <w:p w:rsidR="005B3ED9" w:rsidRDefault="005B3ED9" w:rsidP="005B3ED9">
      <w:r>
        <w:t>122.4697</w:t>
      </w:r>
      <w:r>
        <w:tab/>
        <w:t>2.025e0</w:t>
      </w:r>
    </w:p>
    <w:p w:rsidR="005B3ED9" w:rsidRDefault="005B3ED9" w:rsidP="005B3ED9">
      <w:r>
        <w:t>122.4857</w:t>
      </w:r>
      <w:r>
        <w:tab/>
        <w:t>2.025e0</w:t>
      </w:r>
    </w:p>
    <w:p w:rsidR="005B3ED9" w:rsidRDefault="005B3ED9" w:rsidP="005B3ED9">
      <w:r>
        <w:t>122.4918</w:t>
      </w:r>
      <w:r>
        <w:tab/>
        <w:t>2.025e0</w:t>
      </w:r>
    </w:p>
    <w:p w:rsidR="005B3ED9" w:rsidRDefault="005B3ED9" w:rsidP="005B3ED9">
      <w:r>
        <w:t>122.4934</w:t>
      </w:r>
      <w:r>
        <w:tab/>
        <w:t>2.025e0</w:t>
      </w:r>
    </w:p>
    <w:p w:rsidR="005B3ED9" w:rsidRDefault="005B3ED9" w:rsidP="005B3ED9">
      <w:r>
        <w:t>122.5018</w:t>
      </w:r>
      <w:r>
        <w:tab/>
        <w:t>1.013e0</w:t>
      </w:r>
    </w:p>
    <w:p w:rsidR="005B3ED9" w:rsidRDefault="005B3ED9" w:rsidP="005B3ED9">
      <w:r>
        <w:t>122.5109</w:t>
      </w:r>
      <w:r>
        <w:tab/>
        <w:t>1.013e0</w:t>
      </w:r>
    </w:p>
    <w:p w:rsidR="005B3ED9" w:rsidRDefault="005B3ED9" w:rsidP="005B3ED9">
      <w:r>
        <w:lastRenderedPageBreak/>
        <w:t>122.5224</w:t>
      </w:r>
      <w:r>
        <w:tab/>
        <w:t>1.013e0</w:t>
      </w:r>
    </w:p>
    <w:p w:rsidR="005B3ED9" w:rsidRDefault="005B3ED9" w:rsidP="005B3ED9">
      <w:r>
        <w:t>122.5255</w:t>
      </w:r>
      <w:r>
        <w:tab/>
        <w:t>1.013e0</w:t>
      </w:r>
    </w:p>
    <w:p w:rsidR="005B3ED9" w:rsidRDefault="005B3ED9" w:rsidP="005B3ED9">
      <w:r>
        <w:t>122.5452</w:t>
      </w:r>
      <w:r>
        <w:tab/>
        <w:t>6.076e0</w:t>
      </w:r>
    </w:p>
    <w:p w:rsidR="005B3ED9" w:rsidRDefault="005B3ED9" w:rsidP="005B3ED9">
      <w:r>
        <w:t>122.5531</w:t>
      </w:r>
      <w:r>
        <w:tab/>
        <w:t>5.396e0</w:t>
      </w:r>
    </w:p>
    <w:p w:rsidR="005B3ED9" w:rsidRDefault="005B3ED9" w:rsidP="005B3ED9">
      <w:r>
        <w:t>122.5552</w:t>
      </w:r>
      <w:r>
        <w:tab/>
        <w:t>1.013e0</w:t>
      </w:r>
    </w:p>
    <w:p w:rsidR="005B3ED9" w:rsidRDefault="005B3ED9" w:rsidP="005B3ED9">
      <w:r>
        <w:t>122.5666</w:t>
      </w:r>
      <w:r>
        <w:tab/>
        <w:t>1.013e0</w:t>
      </w:r>
    </w:p>
    <w:p w:rsidR="005B3ED9" w:rsidRDefault="005B3ED9" w:rsidP="005B3ED9">
      <w:r>
        <w:t>122.5718</w:t>
      </w:r>
      <w:r>
        <w:tab/>
        <w:t>3.038e0</w:t>
      </w:r>
    </w:p>
    <w:p w:rsidR="005B3ED9" w:rsidRDefault="005B3ED9" w:rsidP="005B3ED9">
      <w:r>
        <w:t>122.5783</w:t>
      </w:r>
      <w:r>
        <w:tab/>
        <w:t>1.013e0</w:t>
      </w:r>
    </w:p>
    <w:p w:rsidR="005B3ED9" w:rsidRDefault="005B3ED9" w:rsidP="005B3ED9">
      <w:r>
        <w:t>122.5903</w:t>
      </w:r>
      <w:r>
        <w:tab/>
        <w:t>2.025e0</w:t>
      </w:r>
    </w:p>
    <w:p w:rsidR="005B3ED9" w:rsidRDefault="005B3ED9" w:rsidP="005B3ED9">
      <w:r>
        <w:t>122.5963</w:t>
      </w:r>
      <w:r>
        <w:tab/>
        <w:t>1.013e0</w:t>
      </w:r>
    </w:p>
    <w:p w:rsidR="005B3ED9" w:rsidRDefault="005B3ED9" w:rsidP="005B3ED9">
      <w:r>
        <w:t>122.5989</w:t>
      </w:r>
      <w:r>
        <w:tab/>
        <w:t>2.025e0</w:t>
      </w:r>
    </w:p>
    <w:p w:rsidR="005B3ED9" w:rsidRDefault="005B3ED9" w:rsidP="005B3ED9">
      <w:r>
        <w:t>122.6188</w:t>
      </w:r>
      <w:r>
        <w:tab/>
        <w:t>3.038e0</w:t>
      </w:r>
    </w:p>
    <w:p w:rsidR="005B3ED9" w:rsidRDefault="005B3ED9" w:rsidP="005B3ED9">
      <w:r>
        <w:t>122.6239</w:t>
      </w:r>
      <w:r>
        <w:tab/>
        <w:t>2.025e0</w:t>
      </w:r>
    </w:p>
    <w:p w:rsidR="005B3ED9" w:rsidRDefault="005B3ED9" w:rsidP="005B3ED9">
      <w:r>
        <w:t>122.6330</w:t>
      </w:r>
      <w:r>
        <w:tab/>
        <w:t>2.025e0</w:t>
      </w:r>
    </w:p>
    <w:p w:rsidR="005B3ED9" w:rsidRDefault="005B3ED9" w:rsidP="005B3ED9">
      <w:r>
        <w:t>122.6666</w:t>
      </w:r>
      <w:r>
        <w:tab/>
        <w:t>1.013e0</w:t>
      </w:r>
    </w:p>
    <w:p w:rsidR="005B3ED9" w:rsidRDefault="005B3ED9" w:rsidP="005B3ED9">
      <w:r>
        <w:t>122.6727</w:t>
      </w:r>
      <w:r>
        <w:tab/>
        <w:t>1.013e0</w:t>
      </w:r>
    </w:p>
    <w:p w:rsidR="005B3ED9" w:rsidRDefault="005B3ED9" w:rsidP="005B3ED9">
      <w:r>
        <w:t>122.6757</w:t>
      </w:r>
      <w:r>
        <w:tab/>
        <w:t>1.013e0</w:t>
      </w:r>
    </w:p>
    <w:p w:rsidR="005B3ED9" w:rsidRDefault="005B3ED9" w:rsidP="005B3ED9">
      <w:r>
        <w:t>122.6992</w:t>
      </w:r>
      <w:r>
        <w:tab/>
        <w:t>1.013e0</w:t>
      </w:r>
    </w:p>
    <w:p w:rsidR="005B3ED9" w:rsidRDefault="005B3ED9" w:rsidP="005B3ED9">
      <w:r>
        <w:t>122.7029</w:t>
      </w:r>
      <w:r>
        <w:tab/>
        <w:t>3.406e0</w:t>
      </w:r>
    </w:p>
    <w:p w:rsidR="005B3ED9" w:rsidRDefault="005B3ED9" w:rsidP="005B3ED9">
      <w:r>
        <w:lastRenderedPageBreak/>
        <w:t>122.7048</w:t>
      </w:r>
      <w:r>
        <w:tab/>
        <w:t>1.013e0</w:t>
      </w:r>
    </w:p>
    <w:p w:rsidR="005B3ED9" w:rsidRDefault="005B3ED9" w:rsidP="005B3ED9">
      <w:r>
        <w:t>122.7109</w:t>
      </w:r>
      <w:r>
        <w:tab/>
        <w:t>1.013e0</w:t>
      </w:r>
    </w:p>
    <w:p w:rsidR="005B3ED9" w:rsidRDefault="005B3ED9" w:rsidP="005B3ED9">
      <w:r>
        <w:t>122.7345</w:t>
      </w:r>
      <w:r>
        <w:tab/>
        <w:t>1.013e0</w:t>
      </w:r>
    </w:p>
    <w:p w:rsidR="005B3ED9" w:rsidRDefault="005B3ED9" w:rsidP="005B3ED9">
      <w:r>
        <w:t>122.7430</w:t>
      </w:r>
      <w:r>
        <w:tab/>
        <w:t>1.013e0</w:t>
      </w:r>
    </w:p>
    <w:p w:rsidR="005B3ED9" w:rsidRDefault="005B3ED9" w:rsidP="005B3ED9">
      <w:r>
        <w:t>122.7460</w:t>
      </w:r>
      <w:r>
        <w:tab/>
        <w:t>1.013e0</w:t>
      </w:r>
    </w:p>
    <w:p w:rsidR="005B3ED9" w:rsidRDefault="005B3ED9" w:rsidP="005B3ED9">
      <w:r>
        <w:t>122.7610</w:t>
      </w:r>
      <w:r>
        <w:tab/>
        <w:t>1.013e0</w:t>
      </w:r>
    </w:p>
    <w:p w:rsidR="005B3ED9" w:rsidRDefault="005B3ED9" w:rsidP="005B3ED9">
      <w:r>
        <w:t>122.7667</w:t>
      </w:r>
      <w:r>
        <w:tab/>
        <w:t>2.025e0</w:t>
      </w:r>
    </w:p>
    <w:p w:rsidR="005B3ED9" w:rsidRDefault="005B3ED9" w:rsidP="005B3ED9">
      <w:r>
        <w:t>122.7788</w:t>
      </w:r>
      <w:r>
        <w:tab/>
        <w:t>2.025e0</w:t>
      </w:r>
    </w:p>
    <w:p w:rsidR="005B3ED9" w:rsidRDefault="005B3ED9" w:rsidP="005B3ED9">
      <w:r>
        <w:t>122.7873</w:t>
      </w:r>
      <w:r>
        <w:tab/>
        <w:t>1.013e0</w:t>
      </w:r>
    </w:p>
    <w:p w:rsidR="005B3ED9" w:rsidRDefault="005B3ED9" w:rsidP="005B3ED9">
      <w:r>
        <w:t>122.8022</w:t>
      </w:r>
      <w:r>
        <w:tab/>
        <w:t>1.013e0</w:t>
      </w:r>
    </w:p>
    <w:p w:rsidR="005B3ED9" w:rsidRDefault="005B3ED9" w:rsidP="005B3ED9">
      <w:r>
        <w:t>122.8125</w:t>
      </w:r>
      <w:r>
        <w:tab/>
        <w:t>2.025e0</w:t>
      </w:r>
    </w:p>
    <w:p w:rsidR="005B3ED9" w:rsidRDefault="005B3ED9" w:rsidP="005B3ED9">
      <w:r>
        <w:t>122.8316</w:t>
      </w:r>
      <w:r>
        <w:tab/>
        <w:t>1.013e0</w:t>
      </w:r>
    </w:p>
    <w:p w:rsidR="005B3ED9" w:rsidRDefault="005B3ED9" w:rsidP="005B3ED9">
      <w:r>
        <w:t>122.8376</w:t>
      </w:r>
      <w:r>
        <w:tab/>
        <w:t>1.013e0</w:t>
      </w:r>
    </w:p>
    <w:p w:rsidR="005B3ED9" w:rsidRDefault="005B3ED9" w:rsidP="005B3ED9">
      <w:r>
        <w:t>122.8460</w:t>
      </w:r>
      <w:r>
        <w:tab/>
        <w:t>1.013e0</w:t>
      </w:r>
    </w:p>
    <w:p w:rsidR="005B3ED9" w:rsidRDefault="005B3ED9" w:rsidP="005B3ED9">
      <w:r>
        <w:t>122.8667</w:t>
      </w:r>
      <w:r>
        <w:tab/>
        <w:t>1.013e0</w:t>
      </w:r>
    </w:p>
    <w:p w:rsidR="005B3ED9" w:rsidRDefault="005B3ED9" w:rsidP="005B3ED9">
      <w:r>
        <w:t>122.8728</w:t>
      </w:r>
      <w:r>
        <w:tab/>
        <w:t>1.013e0</w:t>
      </w:r>
    </w:p>
    <w:p w:rsidR="005B3ED9" w:rsidRDefault="005B3ED9" w:rsidP="005B3ED9">
      <w:r>
        <w:t>122.8758</w:t>
      </w:r>
      <w:r>
        <w:tab/>
        <w:t>1.013e0</w:t>
      </w:r>
    </w:p>
    <w:p w:rsidR="005B3ED9" w:rsidRDefault="005B3ED9" w:rsidP="005B3ED9">
      <w:r>
        <w:t>122.9023</w:t>
      </w:r>
      <w:r>
        <w:tab/>
        <w:t>3.038e0</w:t>
      </w:r>
    </w:p>
    <w:p w:rsidR="005B3ED9" w:rsidRDefault="005B3ED9" w:rsidP="005B3ED9">
      <w:r>
        <w:t>122.9110</w:t>
      </w:r>
      <w:r>
        <w:tab/>
        <w:t>1.013e0</w:t>
      </w:r>
    </w:p>
    <w:p w:rsidR="005B3ED9" w:rsidRDefault="005B3ED9" w:rsidP="005B3ED9">
      <w:r>
        <w:lastRenderedPageBreak/>
        <w:t>122.9347</w:t>
      </w:r>
      <w:r>
        <w:tab/>
        <w:t>1.013e0</w:t>
      </w:r>
    </w:p>
    <w:p w:rsidR="005B3ED9" w:rsidRDefault="005B3ED9" w:rsidP="005B3ED9">
      <w:r>
        <w:t>122.9599</w:t>
      </w:r>
      <w:r>
        <w:tab/>
        <w:t>2.025e0</w:t>
      </w:r>
    </w:p>
    <w:p w:rsidR="005B3ED9" w:rsidRDefault="005B3ED9" w:rsidP="005B3ED9">
      <w:r>
        <w:t>122.9729</w:t>
      </w:r>
      <w:r>
        <w:tab/>
        <w:t>1.013e0</w:t>
      </w:r>
    </w:p>
    <w:p w:rsidR="005B3ED9" w:rsidRDefault="005B3ED9" w:rsidP="005B3ED9">
      <w:r>
        <w:t>122.9760</w:t>
      </w:r>
      <w:r>
        <w:tab/>
        <w:t>1.013e0</w:t>
      </w:r>
    </w:p>
    <w:p w:rsidR="005B3ED9" w:rsidRDefault="005B3ED9" w:rsidP="005B3ED9">
      <w:r>
        <w:t>122.9966</w:t>
      </w:r>
      <w:r>
        <w:tab/>
        <w:t>1.013e0</w:t>
      </w:r>
    </w:p>
    <w:p w:rsidR="005B3ED9" w:rsidRDefault="005B3ED9" w:rsidP="005B3ED9">
      <w:r>
        <w:t>123.0057</w:t>
      </w:r>
      <w:r>
        <w:tab/>
        <w:t>1.013e0</w:t>
      </w:r>
    </w:p>
    <w:p w:rsidR="005B3ED9" w:rsidRDefault="005B3ED9" w:rsidP="005B3ED9">
      <w:r>
        <w:t>123.0439</w:t>
      </w:r>
      <w:r>
        <w:tab/>
        <w:t>2.025e0</w:t>
      </w:r>
    </w:p>
    <w:p w:rsidR="005B3ED9" w:rsidRDefault="005B3ED9" w:rsidP="005B3ED9">
      <w:r>
        <w:t>123.0462</w:t>
      </w:r>
      <w:r>
        <w:tab/>
        <w:t>5.374e0</w:t>
      </w:r>
    </w:p>
    <w:p w:rsidR="005B3ED9" w:rsidRDefault="005B3ED9" w:rsidP="005B3ED9">
      <w:r>
        <w:t>123.0497</w:t>
      </w:r>
      <w:r>
        <w:tab/>
        <w:t>4.051e0</w:t>
      </w:r>
    </w:p>
    <w:p w:rsidR="005B3ED9" w:rsidRDefault="005B3ED9" w:rsidP="005B3ED9">
      <w:r>
        <w:t>123.0510</w:t>
      </w:r>
      <w:r>
        <w:tab/>
        <w:t>3.038e0</w:t>
      </w:r>
    </w:p>
    <w:p w:rsidR="005B3ED9" w:rsidRDefault="005B3ED9" w:rsidP="005B3ED9">
      <w:r>
        <w:t>123.0623</w:t>
      </w:r>
      <w:r>
        <w:tab/>
        <w:t>3.038e0</w:t>
      </w:r>
    </w:p>
    <w:p w:rsidR="005B3ED9" w:rsidRDefault="005B3ED9" w:rsidP="005B3ED9">
      <w:r>
        <w:t>123.0730</w:t>
      </w:r>
      <w:r>
        <w:tab/>
        <w:t>1.013e0</w:t>
      </w:r>
    </w:p>
    <w:p w:rsidR="005B3ED9" w:rsidRDefault="005B3ED9" w:rsidP="005B3ED9">
      <w:r>
        <w:t>123.0746</w:t>
      </w:r>
      <w:r>
        <w:tab/>
        <w:t>2.025e0</w:t>
      </w:r>
    </w:p>
    <w:p w:rsidR="005B3ED9" w:rsidRDefault="005B3ED9" w:rsidP="005B3ED9">
      <w:r>
        <w:t>123.0829</w:t>
      </w:r>
      <w:r>
        <w:tab/>
        <w:t>3.038e0</w:t>
      </w:r>
    </w:p>
    <w:p w:rsidR="005B3ED9" w:rsidRDefault="005B3ED9" w:rsidP="005B3ED9">
      <w:r>
        <w:t>123.0932</w:t>
      </w:r>
      <w:r>
        <w:tab/>
        <w:t>3.430e0</w:t>
      </w:r>
    </w:p>
    <w:p w:rsidR="005B3ED9" w:rsidRDefault="005B3ED9" w:rsidP="005B3ED9">
      <w:r>
        <w:t>123.0958</w:t>
      </w:r>
      <w:r>
        <w:tab/>
        <w:t>8.298e0</w:t>
      </w:r>
    </w:p>
    <w:p w:rsidR="005B3ED9" w:rsidRDefault="005B3ED9" w:rsidP="005B3ED9">
      <w:r>
        <w:t>123.0983</w:t>
      </w:r>
      <w:r>
        <w:tab/>
        <w:t>6.076e0</w:t>
      </w:r>
    </w:p>
    <w:p w:rsidR="005B3ED9" w:rsidRDefault="005B3ED9" w:rsidP="005B3ED9">
      <w:r>
        <w:t>123.1008</w:t>
      </w:r>
      <w:r>
        <w:tab/>
        <w:t>4.051e0</w:t>
      </w:r>
    </w:p>
    <w:p w:rsidR="005B3ED9" w:rsidRDefault="005B3ED9" w:rsidP="005B3ED9">
      <w:r>
        <w:t>123.1079</w:t>
      </w:r>
      <w:r>
        <w:tab/>
        <w:t>6.697e0</w:t>
      </w:r>
    </w:p>
    <w:p w:rsidR="005B3ED9" w:rsidRDefault="005B3ED9" w:rsidP="005B3ED9">
      <w:r>
        <w:lastRenderedPageBreak/>
        <w:t>123.1129</w:t>
      </w:r>
      <w:r>
        <w:tab/>
        <w:t>2.025e0</w:t>
      </w:r>
    </w:p>
    <w:p w:rsidR="005B3ED9" w:rsidRDefault="005B3ED9" w:rsidP="005B3ED9">
      <w:r>
        <w:t>123.1323</w:t>
      </w:r>
      <w:r>
        <w:tab/>
        <w:t>1.013e0</w:t>
      </w:r>
    </w:p>
    <w:p w:rsidR="005B3ED9" w:rsidRDefault="005B3ED9" w:rsidP="005B3ED9">
      <w:r>
        <w:t>123.1380</w:t>
      </w:r>
      <w:r>
        <w:tab/>
        <w:t>1.013e0</w:t>
      </w:r>
    </w:p>
    <w:p w:rsidR="005B3ED9" w:rsidRDefault="005B3ED9" w:rsidP="005B3ED9">
      <w:r>
        <w:t>123.1411</w:t>
      </w:r>
      <w:r>
        <w:tab/>
        <w:t>1.013e0</w:t>
      </w:r>
    </w:p>
    <w:p w:rsidR="005B3ED9" w:rsidRDefault="005B3ED9" w:rsidP="005B3ED9">
      <w:r>
        <w:t>123.1502</w:t>
      </w:r>
      <w:r>
        <w:tab/>
        <w:t>2.025e0</w:t>
      </w:r>
    </w:p>
    <w:p w:rsidR="005B3ED9" w:rsidRDefault="005B3ED9" w:rsidP="005B3ED9">
      <w:r>
        <w:t>123.1529</w:t>
      </w:r>
      <w:r>
        <w:tab/>
        <w:t>1.013e0</w:t>
      </w:r>
    </w:p>
    <w:p w:rsidR="005B3ED9" w:rsidRDefault="005B3ED9" w:rsidP="005B3ED9">
      <w:r>
        <w:t>123.1587</w:t>
      </w:r>
      <w:r>
        <w:tab/>
        <w:t>1.013e0</w:t>
      </w:r>
    </w:p>
    <w:p w:rsidR="005B3ED9" w:rsidRDefault="005B3ED9" w:rsidP="005B3ED9">
      <w:r>
        <w:t>123.2121</w:t>
      </w:r>
      <w:r>
        <w:tab/>
        <w:t>1.013e0</w:t>
      </w:r>
    </w:p>
    <w:p w:rsidR="005B3ED9" w:rsidRDefault="005B3ED9" w:rsidP="005B3ED9">
      <w:r>
        <w:t>123.2149</w:t>
      </w:r>
      <w:r>
        <w:tab/>
        <w:t>1.013e0</w:t>
      </w:r>
    </w:p>
    <w:p w:rsidR="005B3ED9" w:rsidRDefault="005B3ED9" w:rsidP="005B3ED9">
      <w:r>
        <w:t>123.2237</w:t>
      </w:r>
      <w:r>
        <w:tab/>
        <w:t>1.013e0</w:t>
      </w:r>
    </w:p>
    <w:p w:rsidR="005B3ED9" w:rsidRDefault="005B3ED9" w:rsidP="005B3ED9">
      <w:r>
        <w:t>123.2355</w:t>
      </w:r>
      <w:r>
        <w:tab/>
        <w:t>1.013e0</w:t>
      </w:r>
    </w:p>
    <w:p w:rsidR="005B3ED9" w:rsidRDefault="005B3ED9" w:rsidP="005B3ED9">
      <w:r>
        <w:t>123.2488</w:t>
      </w:r>
      <w:r>
        <w:tab/>
        <w:t>4.051e0</w:t>
      </w:r>
    </w:p>
    <w:p w:rsidR="005B3ED9" w:rsidRDefault="005B3ED9" w:rsidP="005B3ED9">
      <w:r>
        <w:t>123.2741</w:t>
      </w:r>
      <w:r>
        <w:tab/>
        <w:t>2.025e0</w:t>
      </w:r>
    </w:p>
    <w:p w:rsidR="005B3ED9" w:rsidRDefault="005B3ED9" w:rsidP="005B3ED9">
      <w:r>
        <w:t>123.2794</w:t>
      </w:r>
      <w:r>
        <w:tab/>
        <w:t>1.013e0</w:t>
      </w:r>
    </w:p>
    <w:p w:rsidR="005B3ED9" w:rsidRDefault="005B3ED9" w:rsidP="005B3ED9">
      <w:r>
        <w:t>123.2856</w:t>
      </w:r>
      <w:r>
        <w:tab/>
        <w:t>1.013e0</w:t>
      </w:r>
    </w:p>
    <w:p w:rsidR="005B3ED9" w:rsidRDefault="005B3ED9" w:rsidP="005B3ED9">
      <w:r>
        <w:t>123.2886</w:t>
      </w:r>
      <w:r>
        <w:tab/>
        <w:t>1.013e0</w:t>
      </w:r>
    </w:p>
    <w:p w:rsidR="005B3ED9" w:rsidRDefault="005B3ED9" w:rsidP="005B3ED9">
      <w:r>
        <w:t>123.2975</w:t>
      </w:r>
      <w:r>
        <w:tab/>
        <w:t>1.013e0</w:t>
      </w:r>
    </w:p>
    <w:p w:rsidR="005B3ED9" w:rsidRDefault="005B3ED9" w:rsidP="005B3ED9">
      <w:r>
        <w:t>123.3001</w:t>
      </w:r>
      <w:r>
        <w:tab/>
        <w:t>1.013e0</w:t>
      </w:r>
    </w:p>
    <w:p w:rsidR="005B3ED9" w:rsidRDefault="005B3ED9" w:rsidP="005B3ED9">
      <w:r>
        <w:t>123.3445</w:t>
      </w:r>
      <w:r>
        <w:tab/>
        <w:t>1.013e0</w:t>
      </w:r>
    </w:p>
    <w:p w:rsidR="005B3ED9" w:rsidRDefault="005B3ED9" w:rsidP="005B3ED9">
      <w:r>
        <w:lastRenderedPageBreak/>
        <w:t>123.3506</w:t>
      </w:r>
      <w:r>
        <w:tab/>
        <w:t>1.013e0</w:t>
      </w:r>
    </w:p>
    <w:p w:rsidR="005B3ED9" w:rsidRDefault="005B3ED9" w:rsidP="005B3ED9">
      <w:r>
        <w:t>123.3652</w:t>
      </w:r>
      <w:r>
        <w:tab/>
        <w:t>1.013e0</w:t>
      </w:r>
    </w:p>
    <w:p w:rsidR="005B3ED9" w:rsidRDefault="005B3ED9" w:rsidP="005B3ED9">
      <w:r>
        <w:t>123.3682</w:t>
      </w:r>
      <w:r>
        <w:tab/>
        <w:t>1.013e0</w:t>
      </w:r>
    </w:p>
    <w:p w:rsidR="005B3ED9" w:rsidRDefault="005B3ED9" w:rsidP="005B3ED9">
      <w:r>
        <w:t>123.3712</w:t>
      </w:r>
      <w:r>
        <w:tab/>
        <w:t>1.013e0</w:t>
      </w:r>
    </w:p>
    <w:p w:rsidR="005B3ED9" w:rsidRDefault="005B3ED9" w:rsidP="005B3ED9">
      <w:r>
        <w:t>123.3858</w:t>
      </w:r>
      <w:r>
        <w:tab/>
        <w:t>1.013e0</w:t>
      </w:r>
    </w:p>
    <w:p w:rsidR="005B3ED9" w:rsidRDefault="005B3ED9" w:rsidP="005B3ED9">
      <w:r>
        <w:t>123.3965</w:t>
      </w:r>
      <w:r>
        <w:tab/>
        <w:t>2.025e0</w:t>
      </w:r>
    </w:p>
    <w:p w:rsidR="005B3ED9" w:rsidRDefault="005B3ED9" w:rsidP="005B3ED9">
      <w:r>
        <w:t>123.4096</w:t>
      </w:r>
      <w:r>
        <w:tab/>
        <w:t>1.013e0</w:t>
      </w:r>
    </w:p>
    <w:p w:rsidR="005B3ED9" w:rsidRDefault="005B3ED9" w:rsidP="005B3ED9">
      <w:r>
        <w:t>123.4423</w:t>
      </w:r>
      <w:r>
        <w:tab/>
        <w:t>2.025e0</w:t>
      </w:r>
    </w:p>
    <w:p w:rsidR="005B3ED9" w:rsidRDefault="005B3ED9" w:rsidP="005B3ED9">
      <w:r>
        <w:t>123.4630</w:t>
      </w:r>
      <w:r>
        <w:tab/>
        <w:t>1.013e0</w:t>
      </w:r>
    </w:p>
    <w:p w:rsidR="005B3ED9" w:rsidRDefault="005B3ED9" w:rsidP="005B3ED9">
      <w:r>
        <w:t>123.4776</w:t>
      </w:r>
      <w:r>
        <w:tab/>
        <w:t>1.013e0</w:t>
      </w:r>
    </w:p>
    <w:p w:rsidR="005B3ED9" w:rsidRDefault="005B3ED9" w:rsidP="005B3ED9">
      <w:r>
        <w:t>123.4953</w:t>
      </w:r>
      <w:r>
        <w:tab/>
        <w:t>1.013e0</w:t>
      </w:r>
    </w:p>
    <w:p w:rsidR="005B3ED9" w:rsidRDefault="005B3ED9" w:rsidP="005B3ED9">
      <w:r>
        <w:t>123.4983</w:t>
      </w:r>
      <w:r>
        <w:tab/>
        <w:t>1.013e0</w:t>
      </w:r>
    </w:p>
    <w:p w:rsidR="005B3ED9" w:rsidRDefault="005B3ED9" w:rsidP="005B3ED9">
      <w:r>
        <w:t>123.5013</w:t>
      </w:r>
      <w:r>
        <w:tab/>
        <w:t>1.013e0</w:t>
      </w:r>
    </w:p>
    <w:p w:rsidR="005B3ED9" w:rsidRDefault="005B3ED9" w:rsidP="005B3ED9">
      <w:r>
        <w:t>123.5251</w:t>
      </w:r>
      <w:r>
        <w:tab/>
        <w:t>1.013e0</w:t>
      </w:r>
    </w:p>
    <w:p w:rsidR="005B3ED9" w:rsidRDefault="005B3ED9" w:rsidP="005B3ED9">
      <w:r>
        <w:t>123.5336</w:t>
      </w:r>
      <w:r>
        <w:tab/>
        <w:t>1.013e0</w:t>
      </w:r>
    </w:p>
    <w:p w:rsidR="005B3ED9" w:rsidRDefault="005B3ED9" w:rsidP="005B3ED9">
      <w:r>
        <w:t>123.5396</w:t>
      </w:r>
      <w:r>
        <w:tab/>
        <w:t>2.025e0</w:t>
      </w:r>
    </w:p>
    <w:p w:rsidR="005B3ED9" w:rsidRDefault="005B3ED9" w:rsidP="005B3ED9">
      <w:r>
        <w:t>123.5484</w:t>
      </w:r>
      <w:r>
        <w:tab/>
        <w:t>1.013e0</w:t>
      </w:r>
    </w:p>
    <w:p w:rsidR="005B3ED9" w:rsidRDefault="005B3ED9" w:rsidP="005B3ED9">
      <w:r>
        <w:t>123.5603</w:t>
      </w:r>
      <w:r>
        <w:tab/>
        <w:t>1.013e0</w:t>
      </w:r>
    </w:p>
    <w:p w:rsidR="005B3ED9" w:rsidRDefault="005B3ED9" w:rsidP="005B3ED9">
      <w:r>
        <w:t>123.5809</w:t>
      </w:r>
      <w:r>
        <w:tab/>
        <w:t>1.013e0</w:t>
      </w:r>
    </w:p>
    <w:p w:rsidR="005B3ED9" w:rsidRDefault="005B3ED9" w:rsidP="005B3ED9">
      <w:r>
        <w:lastRenderedPageBreak/>
        <w:t>123.5871</w:t>
      </w:r>
      <w:r>
        <w:tab/>
        <w:t>1.013e0</w:t>
      </w:r>
    </w:p>
    <w:p w:rsidR="005B3ED9" w:rsidRDefault="005B3ED9" w:rsidP="005B3ED9">
      <w:r>
        <w:t>123.5956</w:t>
      </w:r>
      <w:r>
        <w:tab/>
        <w:t>1.013e0</w:t>
      </w:r>
    </w:p>
    <w:p w:rsidR="005B3ED9" w:rsidRDefault="005B3ED9" w:rsidP="005B3ED9">
      <w:r>
        <w:t>123.6078</w:t>
      </w:r>
      <w:r>
        <w:tab/>
        <w:t>1.013e0</w:t>
      </w:r>
    </w:p>
    <w:p w:rsidR="005B3ED9" w:rsidRDefault="005B3ED9" w:rsidP="005B3ED9">
      <w:r>
        <w:t>123.6162</w:t>
      </w:r>
      <w:r>
        <w:tab/>
        <w:t>1.013e0</w:t>
      </w:r>
    </w:p>
    <w:p w:rsidR="005B3ED9" w:rsidRDefault="005B3ED9" w:rsidP="005B3ED9">
      <w:r>
        <w:t>123.6369</w:t>
      </w:r>
      <w:r>
        <w:tab/>
        <w:t>1.013e0</w:t>
      </w:r>
    </w:p>
    <w:p w:rsidR="005B3ED9" w:rsidRDefault="005B3ED9" w:rsidP="005B3ED9">
      <w:r>
        <w:t>123.6491</w:t>
      </w:r>
      <w:r>
        <w:tab/>
        <w:t>1.013e0</w:t>
      </w:r>
    </w:p>
    <w:p w:rsidR="005B3ED9" w:rsidRDefault="005B3ED9" w:rsidP="005B3ED9">
      <w:r>
        <w:t>123.6519</w:t>
      </w:r>
      <w:r>
        <w:tab/>
        <w:t>2.025e0</w:t>
      </w:r>
    </w:p>
    <w:p w:rsidR="005B3ED9" w:rsidRDefault="005B3ED9" w:rsidP="005B3ED9">
      <w:r>
        <w:t>123.6960</w:t>
      </w:r>
      <w:r>
        <w:tab/>
        <w:t>1.013e0</w:t>
      </w:r>
    </w:p>
    <w:p w:rsidR="005B3ED9" w:rsidRDefault="005B3ED9" w:rsidP="005B3ED9">
      <w:r>
        <w:t>123.7141</w:t>
      </w:r>
      <w:r>
        <w:tab/>
        <w:t>1.013e0</w:t>
      </w:r>
    </w:p>
    <w:p w:rsidR="005B3ED9" w:rsidRDefault="005B3ED9" w:rsidP="005B3ED9">
      <w:r>
        <w:t>123.7318</w:t>
      </w:r>
      <w:r>
        <w:tab/>
        <w:t>1.013e0</w:t>
      </w:r>
    </w:p>
    <w:p w:rsidR="005B3ED9" w:rsidRDefault="005B3ED9" w:rsidP="005B3ED9">
      <w:r>
        <w:t>123.7374</w:t>
      </w:r>
      <w:r>
        <w:tab/>
        <w:t>1.013e0</w:t>
      </w:r>
    </w:p>
    <w:p w:rsidR="005B3ED9" w:rsidRDefault="005B3ED9" w:rsidP="005B3ED9">
      <w:r>
        <w:t>123.7939</w:t>
      </w:r>
      <w:r>
        <w:tab/>
        <w:t>1.013e0</w:t>
      </w:r>
    </w:p>
    <w:p w:rsidR="005B3ED9" w:rsidRDefault="005B3ED9" w:rsidP="005B3ED9">
      <w:r>
        <w:t>123.8024</w:t>
      </w:r>
      <w:r>
        <w:tab/>
        <w:t>1.013e0</w:t>
      </w:r>
    </w:p>
    <w:p w:rsidR="005B3ED9" w:rsidRDefault="005B3ED9" w:rsidP="005B3ED9">
      <w:r>
        <w:t>123.8055</w:t>
      </w:r>
      <w:r>
        <w:tab/>
        <w:t>1.013e0</w:t>
      </w:r>
    </w:p>
    <w:p w:rsidR="005B3ED9" w:rsidRDefault="005B3ED9" w:rsidP="005B3ED9">
      <w:r>
        <w:t>123.8499</w:t>
      </w:r>
      <w:r>
        <w:tab/>
        <w:t>2.025e0</w:t>
      </w:r>
    </w:p>
    <w:p w:rsidR="005B3ED9" w:rsidRDefault="005B3ED9" w:rsidP="005B3ED9">
      <w:r>
        <w:t>123.8529</w:t>
      </w:r>
      <w:r>
        <w:tab/>
        <w:t>1.013e0</w:t>
      </w:r>
    </w:p>
    <w:p w:rsidR="005B3ED9" w:rsidRDefault="005B3ED9" w:rsidP="005B3ED9">
      <w:r>
        <w:t>123.8706</w:t>
      </w:r>
      <w:r>
        <w:tab/>
        <w:t>1.013e0</w:t>
      </w:r>
    </w:p>
    <w:p w:rsidR="005B3ED9" w:rsidRDefault="005B3ED9" w:rsidP="005B3ED9">
      <w:r>
        <w:t>123.9180</w:t>
      </w:r>
      <w:r>
        <w:tab/>
        <w:t>1.013e0</w:t>
      </w:r>
    </w:p>
    <w:p w:rsidR="005B3ED9" w:rsidRDefault="005B3ED9" w:rsidP="005B3ED9">
      <w:r>
        <w:t>123.9241</w:t>
      </w:r>
      <w:r>
        <w:tab/>
        <w:t>1.013e0</w:t>
      </w:r>
    </w:p>
    <w:p w:rsidR="005B3ED9" w:rsidRDefault="005B3ED9" w:rsidP="005B3ED9">
      <w:r>
        <w:lastRenderedPageBreak/>
        <w:t>123.9296</w:t>
      </w:r>
      <w:r>
        <w:tab/>
        <w:t>1.013e0</w:t>
      </w:r>
    </w:p>
    <w:p w:rsidR="005B3ED9" w:rsidRDefault="005B3ED9" w:rsidP="005B3ED9">
      <w:r>
        <w:t>123.9534</w:t>
      </w:r>
      <w:r>
        <w:tab/>
        <w:t>1.013e0</w:t>
      </w:r>
    </w:p>
    <w:p w:rsidR="005B3ED9" w:rsidRDefault="005B3ED9" w:rsidP="005B3ED9">
      <w:r>
        <w:t>123.9889</w:t>
      </w:r>
      <w:r>
        <w:tab/>
        <w:t>1.013e0</w:t>
      </w:r>
    </w:p>
    <w:p w:rsidR="005B3ED9" w:rsidRDefault="005B3ED9" w:rsidP="005B3ED9">
      <w:r>
        <w:t>124.0039</w:t>
      </w:r>
      <w:r>
        <w:tab/>
        <w:t>1.013e0</w:t>
      </w:r>
    </w:p>
    <w:p w:rsidR="005B3ED9" w:rsidRDefault="005B3ED9" w:rsidP="005B3ED9">
      <w:r>
        <w:t>124.0216</w:t>
      </w:r>
      <w:r>
        <w:tab/>
        <w:t>1.013e0</w:t>
      </w:r>
    </w:p>
    <w:p w:rsidR="005B3ED9" w:rsidRDefault="005B3ED9" w:rsidP="005B3ED9">
      <w:r>
        <w:t>124.0246</w:t>
      </w:r>
      <w:r>
        <w:tab/>
        <w:t>2.025e0</w:t>
      </w:r>
    </w:p>
    <w:p w:rsidR="005B3ED9" w:rsidRDefault="005B3ED9" w:rsidP="005B3ED9">
      <w:r>
        <w:t>124.0362</w:t>
      </w:r>
      <w:r>
        <w:tab/>
        <w:t>2.025e0</w:t>
      </w:r>
    </w:p>
    <w:p w:rsidR="005B3ED9" w:rsidRDefault="005B3ED9" w:rsidP="005B3ED9">
      <w:r>
        <w:t>124.0393</w:t>
      </w:r>
      <w:r>
        <w:tab/>
        <w:t>1.013e0</w:t>
      </w:r>
    </w:p>
    <w:p w:rsidR="005B3ED9" w:rsidRDefault="005B3ED9" w:rsidP="005B3ED9">
      <w:r>
        <w:t>124.0484</w:t>
      </w:r>
      <w:r>
        <w:tab/>
        <w:t>2.025e0</w:t>
      </w:r>
    </w:p>
    <w:p w:rsidR="005B3ED9" w:rsidRDefault="005B3ED9" w:rsidP="005B3ED9">
      <w:r>
        <w:t>124.0630</w:t>
      </w:r>
      <w:r>
        <w:tab/>
        <w:t>1.013e0</w:t>
      </w:r>
    </w:p>
    <w:p w:rsidR="005B3ED9" w:rsidRDefault="005B3ED9" w:rsidP="005B3ED9">
      <w:r>
        <w:t>124.0839</w:t>
      </w:r>
      <w:r>
        <w:tab/>
        <w:t>7.091e0</w:t>
      </w:r>
    </w:p>
    <w:p w:rsidR="005B3ED9" w:rsidRDefault="005B3ED9" w:rsidP="005B3ED9">
      <w:r>
        <w:t>124.0869</w:t>
      </w:r>
      <w:r>
        <w:tab/>
        <w:t>2.901e1</w:t>
      </w:r>
    </w:p>
    <w:p w:rsidR="005B3ED9" w:rsidRDefault="005B3ED9" w:rsidP="005B3ED9">
      <w:r>
        <w:t>124.0901</w:t>
      </w:r>
      <w:r>
        <w:tab/>
        <w:t>1.418e1</w:t>
      </w:r>
    </w:p>
    <w:p w:rsidR="005B3ED9" w:rsidRDefault="005B3ED9" w:rsidP="005B3ED9">
      <w:r>
        <w:t>124.0955</w:t>
      </w:r>
      <w:r>
        <w:tab/>
        <w:t>3.925e0</w:t>
      </w:r>
    </w:p>
    <w:p w:rsidR="005B3ED9" w:rsidRDefault="005B3ED9" w:rsidP="005B3ED9">
      <w:r>
        <w:t>124.1136</w:t>
      </w:r>
      <w:r>
        <w:tab/>
        <w:t>1.013e0</w:t>
      </w:r>
    </w:p>
    <w:p w:rsidR="005B3ED9" w:rsidRDefault="005B3ED9" w:rsidP="005B3ED9">
      <w:r>
        <w:t>124.1562</w:t>
      </w:r>
      <w:r>
        <w:tab/>
        <w:t>2.025e0</w:t>
      </w:r>
    </w:p>
    <w:p w:rsidR="005B3ED9" w:rsidRDefault="005B3ED9" w:rsidP="005B3ED9">
      <w:r>
        <w:t>124.1635</w:t>
      </w:r>
      <w:r>
        <w:tab/>
        <w:t>1.013e0</w:t>
      </w:r>
    </w:p>
    <w:p w:rsidR="005B3ED9" w:rsidRDefault="005B3ED9" w:rsidP="005B3ED9">
      <w:r>
        <w:t>124.2257</w:t>
      </w:r>
      <w:r>
        <w:tab/>
        <w:t>1.013e0</w:t>
      </w:r>
    </w:p>
    <w:p w:rsidR="005B3ED9" w:rsidRDefault="005B3ED9" w:rsidP="005B3ED9">
      <w:r>
        <w:t>124.2643</w:t>
      </w:r>
      <w:r>
        <w:tab/>
        <w:t>1.013e0</w:t>
      </w:r>
    </w:p>
    <w:p w:rsidR="005B3ED9" w:rsidRDefault="005B3ED9" w:rsidP="005B3ED9">
      <w:r>
        <w:lastRenderedPageBreak/>
        <w:t>124.2762</w:t>
      </w:r>
      <w:r>
        <w:tab/>
        <w:t>1.013e0</w:t>
      </w:r>
    </w:p>
    <w:p w:rsidR="005B3ED9" w:rsidRDefault="005B3ED9" w:rsidP="005B3ED9">
      <w:r>
        <w:t>124.2985</w:t>
      </w:r>
      <w:r>
        <w:tab/>
        <w:t>2.025e0</w:t>
      </w:r>
    </w:p>
    <w:p w:rsidR="005B3ED9" w:rsidRDefault="005B3ED9" w:rsidP="005B3ED9">
      <w:r>
        <w:t>124.3239</w:t>
      </w:r>
      <w:r>
        <w:tab/>
        <w:t>1.013e0</w:t>
      </w:r>
    </w:p>
    <w:p w:rsidR="005B3ED9" w:rsidRDefault="005B3ED9" w:rsidP="005B3ED9">
      <w:r>
        <w:t>124.3592</w:t>
      </w:r>
      <w:r>
        <w:tab/>
        <w:t>1.013e0</w:t>
      </w:r>
    </w:p>
    <w:p w:rsidR="005B3ED9" w:rsidRDefault="005B3ED9" w:rsidP="005B3ED9">
      <w:r>
        <w:t>124.3683</w:t>
      </w:r>
      <w:r>
        <w:tab/>
        <w:t>1.013e0</w:t>
      </w:r>
    </w:p>
    <w:p w:rsidR="005B3ED9" w:rsidRDefault="005B3ED9" w:rsidP="005B3ED9">
      <w:r>
        <w:t>124.3829</w:t>
      </w:r>
      <w:r>
        <w:tab/>
        <w:t>1.013e0</w:t>
      </w:r>
    </w:p>
    <w:p w:rsidR="005B3ED9" w:rsidRDefault="005B3ED9" w:rsidP="005B3ED9">
      <w:r>
        <w:t>124.4152</w:t>
      </w:r>
      <w:r>
        <w:tab/>
        <w:t>1.013e0</w:t>
      </w:r>
    </w:p>
    <w:p w:rsidR="005B3ED9" w:rsidRDefault="005B3ED9" w:rsidP="005B3ED9">
      <w:r>
        <w:t>124.4836</w:t>
      </w:r>
      <w:r>
        <w:tab/>
        <w:t>1.013e0</w:t>
      </w:r>
    </w:p>
    <w:p w:rsidR="005B3ED9" w:rsidRDefault="005B3ED9" w:rsidP="005B3ED9">
      <w:r>
        <w:t>124.5282</w:t>
      </w:r>
      <w:r>
        <w:tab/>
        <w:t>1.013e0</w:t>
      </w:r>
    </w:p>
    <w:p w:rsidR="005B3ED9" w:rsidRDefault="005B3ED9" w:rsidP="005B3ED9">
      <w:r>
        <w:t>124.5757</w:t>
      </w:r>
      <w:r>
        <w:tab/>
        <w:t>2.025e0</w:t>
      </w:r>
    </w:p>
    <w:p w:rsidR="005B3ED9" w:rsidRDefault="005B3ED9" w:rsidP="005B3ED9">
      <w:r>
        <w:t>124.6188</w:t>
      </w:r>
      <w:r>
        <w:tab/>
        <w:t>2.025e0</w:t>
      </w:r>
    </w:p>
    <w:p w:rsidR="005B3ED9" w:rsidRDefault="005B3ED9" w:rsidP="005B3ED9">
      <w:r>
        <w:t>124.6203</w:t>
      </w:r>
      <w:r>
        <w:tab/>
        <w:t>1.013e0</w:t>
      </w:r>
    </w:p>
    <w:p w:rsidR="005B3ED9" w:rsidRDefault="005B3ED9" w:rsidP="005B3ED9">
      <w:r>
        <w:t>124.6886</w:t>
      </w:r>
      <w:r>
        <w:tab/>
        <w:t>1.013e0</w:t>
      </w:r>
    </w:p>
    <w:p w:rsidR="005B3ED9" w:rsidRDefault="005B3ED9" w:rsidP="005B3ED9">
      <w:r>
        <w:t>124.7033</w:t>
      </w:r>
      <w:r>
        <w:tab/>
        <w:t>1.013e0</w:t>
      </w:r>
    </w:p>
    <w:p w:rsidR="005B3ED9" w:rsidRDefault="005B3ED9" w:rsidP="005B3ED9">
      <w:r>
        <w:t>124.7180</w:t>
      </w:r>
      <w:r>
        <w:tab/>
        <w:t>1.013e0</w:t>
      </w:r>
    </w:p>
    <w:p w:rsidR="005B3ED9" w:rsidRDefault="005B3ED9" w:rsidP="005B3ED9">
      <w:r>
        <w:t>124.7494</w:t>
      </w:r>
      <w:r>
        <w:tab/>
        <w:t>2.025e0</w:t>
      </w:r>
    </w:p>
    <w:p w:rsidR="005B3ED9" w:rsidRDefault="005B3ED9" w:rsidP="005B3ED9">
      <w:r>
        <w:t>124.7747</w:t>
      </w:r>
      <w:r>
        <w:tab/>
        <w:t>1.013e0</w:t>
      </w:r>
    </w:p>
    <w:p w:rsidR="005B3ED9" w:rsidRDefault="005B3ED9" w:rsidP="005B3ED9">
      <w:r>
        <w:t>124.7864</w:t>
      </w:r>
      <w:r>
        <w:tab/>
        <w:t>1.013e0</w:t>
      </w:r>
    </w:p>
    <w:p w:rsidR="005B3ED9" w:rsidRDefault="005B3ED9" w:rsidP="005B3ED9">
      <w:r>
        <w:t>124.8962</w:t>
      </w:r>
      <w:r>
        <w:tab/>
        <w:t>1.013e0</w:t>
      </w:r>
    </w:p>
    <w:p w:rsidR="005B3ED9" w:rsidRDefault="005B3ED9" w:rsidP="005B3ED9">
      <w:r>
        <w:lastRenderedPageBreak/>
        <w:t>124.9170</w:t>
      </w:r>
      <w:r>
        <w:tab/>
        <w:t>1.013e0</w:t>
      </w:r>
    </w:p>
    <w:p w:rsidR="005B3ED9" w:rsidRDefault="005B3ED9" w:rsidP="005B3ED9">
      <w:r>
        <w:t>124.9469</w:t>
      </w:r>
      <w:r>
        <w:tab/>
        <w:t>1.013e0</w:t>
      </w:r>
    </w:p>
    <w:p w:rsidR="005B3ED9" w:rsidRDefault="005B3ED9" w:rsidP="005B3ED9">
      <w:r>
        <w:t>124.9704</w:t>
      </w:r>
      <w:r>
        <w:tab/>
        <w:t>1.013e0</w:t>
      </w:r>
    </w:p>
    <w:p w:rsidR="005B3ED9" w:rsidRDefault="005B3ED9" w:rsidP="005B3ED9">
      <w:r>
        <w:t>124.9913</w:t>
      </w:r>
      <w:r>
        <w:tab/>
        <w:t>1.013e0</w:t>
      </w:r>
    </w:p>
    <w:p w:rsidR="005B3ED9" w:rsidRDefault="005B3ED9" w:rsidP="005B3ED9">
      <w:r>
        <w:t>125.0032</w:t>
      </w:r>
      <w:r>
        <w:tab/>
        <w:t>1.013e0</w:t>
      </w:r>
    </w:p>
    <w:p w:rsidR="005B3ED9" w:rsidRDefault="005B3ED9" w:rsidP="005B3ED9">
      <w:r>
        <w:t>125.0062</w:t>
      </w:r>
      <w:r>
        <w:tab/>
        <w:t>1.013e0</w:t>
      </w:r>
    </w:p>
    <w:p w:rsidR="005B3ED9" w:rsidRDefault="005B3ED9" w:rsidP="005B3ED9">
      <w:r>
        <w:t>125.0240</w:t>
      </w:r>
      <w:r>
        <w:tab/>
        <w:t>1.013e0</w:t>
      </w:r>
    </w:p>
    <w:p w:rsidR="005B3ED9" w:rsidRDefault="005B3ED9" w:rsidP="005B3ED9">
      <w:r>
        <w:t>125.0331</w:t>
      </w:r>
      <w:r>
        <w:tab/>
        <w:t>1.013e0</w:t>
      </w:r>
    </w:p>
    <w:p w:rsidR="005B3ED9" w:rsidRDefault="005B3ED9" w:rsidP="005B3ED9">
      <w:r>
        <w:t>125.0478</w:t>
      </w:r>
      <w:r>
        <w:tab/>
        <w:t>1.013e0</w:t>
      </w:r>
    </w:p>
    <w:p w:rsidR="005B3ED9" w:rsidRDefault="005B3ED9" w:rsidP="005B3ED9">
      <w:r>
        <w:t>125.0714</w:t>
      </w:r>
      <w:r>
        <w:tab/>
        <w:t>8.050e0</w:t>
      </w:r>
    </w:p>
    <w:p w:rsidR="005B3ED9" w:rsidRDefault="005B3ED9" w:rsidP="005B3ED9">
      <w:r>
        <w:t>125.0741</w:t>
      </w:r>
      <w:r>
        <w:tab/>
        <w:t>4.051e0</w:t>
      </w:r>
    </w:p>
    <w:p w:rsidR="005B3ED9" w:rsidRDefault="005B3ED9" w:rsidP="005B3ED9">
      <w:r>
        <w:t>125.0863</w:t>
      </w:r>
      <w:r>
        <w:tab/>
        <w:t>2.025e0</w:t>
      </w:r>
    </w:p>
    <w:p w:rsidR="005B3ED9" w:rsidRDefault="005B3ED9" w:rsidP="005B3ED9">
      <w:r>
        <w:t>125.0879</w:t>
      </w:r>
      <w:r>
        <w:tab/>
        <w:t>4.102e0</w:t>
      </w:r>
    </w:p>
    <w:p w:rsidR="005B3ED9" w:rsidRDefault="005B3ED9" w:rsidP="005B3ED9">
      <w:r>
        <w:t>125.1072</w:t>
      </w:r>
      <w:r>
        <w:tab/>
        <w:t>3.038e0</w:t>
      </w:r>
    </w:p>
    <w:p w:rsidR="005B3ED9" w:rsidRDefault="005B3ED9" w:rsidP="005B3ED9">
      <w:r>
        <w:t>125.1108</w:t>
      </w:r>
      <w:r>
        <w:tab/>
        <w:t>7.106e0</w:t>
      </w:r>
    </w:p>
    <w:p w:rsidR="005B3ED9" w:rsidRDefault="005B3ED9" w:rsidP="005B3ED9">
      <w:r>
        <w:t>125.1219</w:t>
      </w:r>
      <w:r>
        <w:tab/>
        <w:t>1.013e0</w:t>
      </w:r>
    </w:p>
    <w:p w:rsidR="005B3ED9" w:rsidRDefault="005B3ED9" w:rsidP="005B3ED9">
      <w:r>
        <w:t>125.1402</w:t>
      </w:r>
      <w:r>
        <w:tab/>
        <w:t>1.013e0</w:t>
      </w:r>
    </w:p>
    <w:p w:rsidR="005B3ED9" w:rsidRDefault="005B3ED9" w:rsidP="005B3ED9">
      <w:r>
        <w:t>125.1548</w:t>
      </w:r>
      <w:r>
        <w:tab/>
        <w:t>1.013e0</w:t>
      </w:r>
    </w:p>
    <w:p w:rsidR="005B3ED9" w:rsidRDefault="005B3ED9" w:rsidP="005B3ED9">
      <w:r>
        <w:t>125.1664</w:t>
      </w:r>
      <w:r>
        <w:tab/>
        <w:t>1.013e0</w:t>
      </w:r>
    </w:p>
    <w:p w:rsidR="005B3ED9" w:rsidRDefault="005B3ED9" w:rsidP="005B3ED9">
      <w:r>
        <w:lastRenderedPageBreak/>
        <w:t>125.2306</w:t>
      </w:r>
      <w:r>
        <w:tab/>
        <w:t>2.025e0</w:t>
      </w:r>
    </w:p>
    <w:p w:rsidR="005B3ED9" w:rsidRDefault="005B3ED9" w:rsidP="005B3ED9">
      <w:r>
        <w:t>125.2380</w:t>
      </w:r>
      <w:r>
        <w:tab/>
        <w:t>1.013e0</w:t>
      </w:r>
    </w:p>
    <w:p w:rsidR="005B3ED9" w:rsidRDefault="005B3ED9" w:rsidP="005B3ED9">
      <w:r>
        <w:t>125.2486</w:t>
      </w:r>
      <w:r>
        <w:tab/>
        <w:t>2.025e0</w:t>
      </w:r>
    </w:p>
    <w:p w:rsidR="005B3ED9" w:rsidRDefault="005B3ED9" w:rsidP="005B3ED9">
      <w:r>
        <w:t>125.2618</w:t>
      </w:r>
      <w:r>
        <w:tab/>
        <w:t>2.025e0</w:t>
      </w:r>
    </w:p>
    <w:p w:rsidR="005B3ED9" w:rsidRDefault="005B3ED9" w:rsidP="005B3ED9">
      <w:r>
        <w:t>125.2826</w:t>
      </w:r>
      <w:r>
        <w:tab/>
        <w:t>1.013e0</w:t>
      </w:r>
    </w:p>
    <w:p w:rsidR="005B3ED9" w:rsidRDefault="005B3ED9" w:rsidP="005B3ED9">
      <w:r>
        <w:t>125.3419</w:t>
      </w:r>
      <w:r>
        <w:tab/>
        <w:t>2.025e0</w:t>
      </w:r>
    </w:p>
    <w:p w:rsidR="005B3ED9" w:rsidRDefault="005B3ED9" w:rsidP="005B3ED9">
      <w:r>
        <w:t>125.3450</w:t>
      </w:r>
      <w:r>
        <w:tab/>
        <w:t>1.013e0</w:t>
      </w:r>
    </w:p>
    <w:p w:rsidR="005B3ED9" w:rsidRDefault="005B3ED9" w:rsidP="005B3ED9">
      <w:r>
        <w:t>125.3542</w:t>
      </w:r>
      <w:r>
        <w:tab/>
        <w:t>1.013e0</w:t>
      </w:r>
    </w:p>
    <w:p w:rsidR="005B3ED9" w:rsidRDefault="005B3ED9" w:rsidP="005B3ED9">
      <w:r>
        <w:t>125.4074</w:t>
      </w:r>
      <w:r>
        <w:tab/>
        <w:t>1.013e0</w:t>
      </w:r>
    </w:p>
    <w:p w:rsidR="005B3ED9" w:rsidRDefault="005B3ED9" w:rsidP="005B3ED9">
      <w:r>
        <w:t>125.4197</w:t>
      </w:r>
      <w:r>
        <w:tab/>
        <w:t>1.013e0</w:t>
      </w:r>
    </w:p>
    <w:p w:rsidR="005B3ED9" w:rsidRDefault="005B3ED9" w:rsidP="005B3ED9">
      <w:r>
        <w:t>125.4521</w:t>
      </w:r>
      <w:r>
        <w:tab/>
        <w:t>1.013e0</w:t>
      </w:r>
    </w:p>
    <w:p w:rsidR="005B3ED9" w:rsidRDefault="005B3ED9" w:rsidP="005B3ED9">
      <w:r>
        <w:t>125.4745</w:t>
      </w:r>
      <w:r>
        <w:tab/>
        <w:t>2.025e0</w:t>
      </w:r>
    </w:p>
    <w:p w:rsidR="005B3ED9" w:rsidRDefault="005B3ED9" w:rsidP="005B3ED9">
      <w:r>
        <w:t>125.4791</w:t>
      </w:r>
      <w:r>
        <w:tab/>
        <w:t>1.013e0</w:t>
      </w:r>
    </w:p>
    <w:p w:rsidR="005B3ED9" w:rsidRDefault="005B3ED9" w:rsidP="005B3ED9">
      <w:r>
        <w:t>125.4999</w:t>
      </w:r>
      <w:r>
        <w:tab/>
        <w:t>1.013e0</w:t>
      </w:r>
    </w:p>
    <w:p w:rsidR="005B3ED9" w:rsidRDefault="005B3ED9" w:rsidP="005B3ED9">
      <w:r>
        <w:t>125.5060</w:t>
      </w:r>
      <w:r>
        <w:tab/>
        <w:t>1.013e0</w:t>
      </w:r>
    </w:p>
    <w:p w:rsidR="005B3ED9" w:rsidRDefault="005B3ED9" w:rsidP="005B3ED9">
      <w:r>
        <w:t>125.5091</w:t>
      </w:r>
      <w:r>
        <w:tab/>
        <w:t>2.025e0</w:t>
      </w:r>
    </w:p>
    <w:p w:rsidR="005B3ED9" w:rsidRDefault="005B3ED9" w:rsidP="005B3ED9">
      <w:r>
        <w:t>125.5715</w:t>
      </w:r>
      <w:r>
        <w:tab/>
        <w:t>1.013e0</w:t>
      </w:r>
    </w:p>
    <w:p w:rsidR="005B3ED9" w:rsidRDefault="005B3ED9" w:rsidP="005B3ED9">
      <w:r>
        <w:t>125.6101</w:t>
      </w:r>
      <w:r>
        <w:tab/>
        <w:t>1.013e0</w:t>
      </w:r>
    </w:p>
    <w:p w:rsidR="005B3ED9" w:rsidRDefault="005B3ED9" w:rsidP="005B3ED9">
      <w:r>
        <w:t>125.6309</w:t>
      </w:r>
      <w:r>
        <w:tab/>
        <w:t>1.013e0</w:t>
      </w:r>
    </w:p>
    <w:p w:rsidR="005B3ED9" w:rsidRDefault="005B3ED9" w:rsidP="005B3ED9">
      <w:r>
        <w:lastRenderedPageBreak/>
        <w:t>125.6430</w:t>
      </w:r>
      <w:r>
        <w:tab/>
        <w:t>1.013e0</w:t>
      </w:r>
    </w:p>
    <w:p w:rsidR="005B3ED9" w:rsidRDefault="005B3ED9" w:rsidP="005B3ED9">
      <w:r>
        <w:t>125.6456</w:t>
      </w:r>
      <w:r>
        <w:tab/>
        <w:t>1.013e0</w:t>
      </w:r>
    </w:p>
    <w:p w:rsidR="005B3ED9" w:rsidRDefault="005B3ED9" w:rsidP="005B3ED9">
      <w:r>
        <w:t>125.6849</w:t>
      </w:r>
      <w:r>
        <w:tab/>
        <w:t>1.013e0</w:t>
      </w:r>
    </w:p>
    <w:p w:rsidR="005B3ED9" w:rsidRDefault="005B3ED9" w:rsidP="005B3ED9">
      <w:r>
        <w:t>125.7173</w:t>
      </w:r>
      <w:r>
        <w:tab/>
        <w:t>2.025e0</w:t>
      </w:r>
    </w:p>
    <w:p w:rsidR="005B3ED9" w:rsidRDefault="005B3ED9" w:rsidP="005B3ED9">
      <w:r>
        <w:t>125.7412</w:t>
      </w:r>
      <w:r>
        <w:tab/>
        <w:t>1.013e0</w:t>
      </w:r>
    </w:p>
    <w:p w:rsidR="005B3ED9" w:rsidRDefault="005B3ED9" w:rsidP="005B3ED9">
      <w:r>
        <w:t>125.7532</w:t>
      </w:r>
      <w:r>
        <w:tab/>
        <w:t>1.013e0</w:t>
      </w:r>
    </w:p>
    <w:p w:rsidR="005B3ED9" w:rsidRDefault="005B3ED9" w:rsidP="005B3ED9">
      <w:r>
        <w:t>125.7889</w:t>
      </w:r>
      <w:r>
        <w:tab/>
        <w:t>1.013e0</w:t>
      </w:r>
    </w:p>
    <w:p w:rsidR="005B3ED9" w:rsidRDefault="005B3ED9" w:rsidP="005B3ED9">
      <w:r>
        <w:t>125.8067</w:t>
      </w:r>
      <w:r>
        <w:tab/>
        <w:t>1.013e0</w:t>
      </w:r>
    </w:p>
    <w:p w:rsidR="005B3ED9" w:rsidRDefault="005B3ED9" w:rsidP="005B3ED9">
      <w:r>
        <w:t>125.8145</w:t>
      </w:r>
      <w:r>
        <w:tab/>
        <w:t>2.025e0</w:t>
      </w:r>
    </w:p>
    <w:p w:rsidR="005B3ED9" w:rsidRDefault="005B3ED9" w:rsidP="005B3ED9">
      <w:r>
        <w:t>125.8398</w:t>
      </w:r>
      <w:r>
        <w:tab/>
        <w:t>2.025e0</w:t>
      </w:r>
    </w:p>
    <w:p w:rsidR="005B3ED9" w:rsidRDefault="005B3ED9" w:rsidP="005B3ED9">
      <w:r>
        <w:t>125.9140</w:t>
      </w:r>
      <w:r>
        <w:tab/>
        <w:t>1.013e0</w:t>
      </w:r>
    </w:p>
    <w:p w:rsidR="005B3ED9" w:rsidRDefault="005B3ED9" w:rsidP="005B3ED9">
      <w:r>
        <w:t>125.9291</w:t>
      </w:r>
      <w:r>
        <w:tab/>
        <w:t>1.013e0</w:t>
      </w:r>
    </w:p>
    <w:p w:rsidR="005B3ED9" w:rsidRDefault="005B3ED9" w:rsidP="005B3ED9">
      <w:r>
        <w:t>125.9409</w:t>
      </w:r>
      <w:r>
        <w:tab/>
        <w:t>1.013e0</w:t>
      </w:r>
    </w:p>
    <w:p w:rsidR="005B3ED9" w:rsidRDefault="005B3ED9" w:rsidP="005B3ED9">
      <w:r>
        <w:t>125.9948</w:t>
      </w:r>
      <w:r>
        <w:tab/>
        <w:t>1.013e0</w:t>
      </w:r>
    </w:p>
    <w:p w:rsidR="005B3ED9" w:rsidRDefault="005B3ED9" w:rsidP="005B3ED9">
      <w:r>
        <w:t>126.0244</w:t>
      </w:r>
      <w:r>
        <w:tab/>
        <w:t>1.013e0</w:t>
      </w:r>
    </w:p>
    <w:p w:rsidR="005B3ED9" w:rsidRDefault="005B3ED9" w:rsidP="005B3ED9">
      <w:r>
        <w:t>126.0583</w:t>
      </w:r>
      <w:r>
        <w:tab/>
        <w:t>4.051e0</w:t>
      </w:r>
    </w:p>
    <w:p w:rsidR="005B3ED9" w:rsidRDefault="005B3ED9" w:rsidP="005B3ED9">
      <w:r>
        <w:t>126.0600</w:t>
      </w:r>
      <w:r>
        <w:tab/>
        <w:t>1.215e1</w:t>
      </w:r>
    </w:p>
    <w:p w:rsidR="005B3ED9" w:rsidRDefault="005B3ED9" w:rsidP="005B3ED9">
      <w:r>
        <w:t>126.0636</w:t>
      </w:r>
      <w:r>
        <w:tab/>
        <w:t>9.620e0</w:t>
      </w:r>
    </w:p>
    <w:p w:rsidR="005B3ED9" w:rsidRDefault="005B3ED9" w:rsidP="005B3ED9">
      <w:r>
        <w:t>126.0842</w:t>
      </w:r>
      <w:r>
        <w:tab/>
        <w:t>2.025e0</w:t>
      </w:r>
    </w:p>
    <w:p w:rsidR="005B3ED9" w:rsidRDefault="005B3ED9" w:rsidP="005B3ED9">
      <w:r>
        <w:lastRenderedPageBreak/>
        <w:t>126.1002</w:t>
      </w:r>
      <w:r>
        <w:tab/>
        <w:t>7.089e0</w:t>
      </w:r>
    </w:p>
    <w:p w:rsidR="005B3ED9" w:rsidRDefault="005B3ED9" w:rsidP="005B3ED9">
      <w:r>
        <w:t>126.1065</w:t>
      </w:r>
      <w:r>
        <w:tab/>
        <w:t>3.696e0</w:t>
      </w:r>
    </w:p>
    <w:p w:rsidR="005B3ED9" w:rsidRDefault="005B3ED9" w:rsidP="005B3ED9">
      <w:r>
        <w:t>126.1262</w:t>
      </w:r>
      <w:r>
        <w:tab/>
        <w:t>1.013e0</w:t>
      </w:r>
    </w:p>
    <w:p w:rsidR="005B3ED9" w:rsidRDefault="005B3ED9" w:rsidP="005B3ED9">
      <w:r>
        <w:t>126.1316</w:t>
      </w:r>
      <w:r>
        <w:tab/>
        <w:t>1.013e0</w:t>
      </w:r>
    </w:p>
    <w:p w:rsidR="005B3ED9" w:rsidRDefault="005B3ED9" w:rsidP="005B3ED9">
      <w:r>
        <w:t>126.1470</w:t>
      </w:r>
      <w:r>
        <w:tab/>
        <w:t>1.013e0</w:t>
      </w:r>
    </w:p>
    <w:p w:rsidR="005B3ED9" w:rsidRDefault="005B3ED9" w:rsidP="005B3ED9">
      <w:r>
        <w:t>126.1587</w:t>
      </w:r>
      <w:r>
        <w:tab/>
        <w:t>1.013e0</w:t>
      </w:r>
    </w:p>
    <w:p w:rsidR="005B3ED9" w:rsidRDefault="005B3ED9" w:rsidP="005B3ED9">
      <w:r>
        <w:t>126.2004</w:t>
      </w:r>
      <w:r>
        <w:tab/>
        <w:t>1.013e0</w:t>
      </w:r>
    </w:p>
    <w:p w:rsidR="005B3ED9" w:rsidRDefault="005B3ED9" w:rsidP="005B3ED9">
      <w:r>
        <w:t>126.2575</w:t>
      </w:r>
      <w:r>
        <w:tab/>
        <w:t>2.025e0</w:t>
      </w:r>
    </w:p>
    <w:p w:rsidR="005B3ED9" w:rsidRDefault="005B3ED9" w:rsidP="005B3ED9">
      <w:r>
        <w:t>126.3263</w:t>
      </w:r>
      <w:r>
        <w:tab/>
        <w:t>1.013e0</w:t>
      </w:r>
    </w:p>
    <w:p w:rsidR="005B3ED9" w:rsidRDefault="005B3ED9" w:rsidP="005B3ED9">
      <w:r>
        <w:t>126.3500</w:t>
      </w:r>
      <w:r>
        <w:tab/>
        <w:t>2.025e0</w:t>
      </w:r>
    </w:p>
    <w:p w:rsidR="005B3ED9" w:rsidRDefault="005B3ED9" w:rsidP="005B3ED9">
      <w:r>
        <w:t>126.4276</w:t>
      </w:r>
      <w:r>
        <w:tab/>
        <w:t>1.013e0</w:t>
      </w:r>
    </w:p>
    <w:p w:rsidR="005B3ED9" w:rsidRDefault="005B3ED9" w:rsidP="005B3ED9">
      <w:r>
        <w:t>126.4359</w:t>
      </w:r>
      <w:r>
        <w:tab/>
        <w:t>3.038e0</w:t>
      </w:r>
    </w:p>
    <w:p w:rsidR="005B3ED9" w:rsidRDefault="005B3ED9" w:rsidP="005B3ED9">
      <w:r>
        <w:t>126.4576</w:t>
      </w:r>
      <w:r>
        <w:tab/>
        <w:t>2.025e0</w:t>
      </w:r>
    </w:p>
    <w:p w:rsidR="005B3ED9" w:rsidRDefault="005B3ED9" w:rsidP="005B3ED9">
      <w:r>
        <w:t>126.5082</w:t>
      </w:r>
      <w:r>
        <w:tab/>
        <w:t>1.013e0</w:t>
      </w:r>
    </w:p>
    <w:p w:rsidR="005B3ED9" w:rsidRDefault="005B3ED9" w:rsidP="005B3ED9">
      <w:r>
        <w:t>126.5141</w:t>
      </w:r>
      <w:r>
        <w:tab/>
        <w:t>1.013e0</w:t>
      </w:r>
    </w:p>
    <w:p w:rsidR="005B3ED9" w:rsidRDefault="005B3ED9" w:rsidP="005B3ED9">
      <w:r>
        <w:t>126.5293</w:t>
      </w:r>
      <w:r>
        <w:tab/>
        <w:t>1.013e0</w:t>
      </w:r>
    </w:p>
    <w:p w:rsidR="005B3ED9" w:rsidRDefault="005B3ED9" w:rsidP="005B3ED9">
      <w:r>
        <w:t>126.5713</w:t>
      </w:r>
      <w:r>
        <w:tab/>
        <w:t>1.013e0</w:t>
      </w:r>
    </w:p>
    <w:p w:rsidR="005B3ED9" w:rsidRDefault="005B3ED9" w:rsidP="005B3ED9">
      <w:r>
        <w:t>126.5741</w:t>
      </w:r>
      <w:r>
        <w:tab/>
        <w:t>2.025e0</w:t>
      </w:r>
    </w:p>
    <w:p w:rsidR="005B3ED9" w:rsidRDefault="005B3ED9" w:rsidP="005B3ED9">
      <w:r>
        <w:t>126.6788</w:t>
      </w:r>
      <w:r>
        <w:tab/>
        <w:t>1.013e0</w:t>
      </w:r>
    </w:p>
    <w:p w:rsidR="005B3ED9" w:rsidRDefault="005B3ED9" w:rsidP="005B3ED9">
      <w:r>
        <w:lastRenderedPageBreak/>
        <w:t>126.7325</w:t>
      </w:r>
      <w:r>
        <w:tab/>
        <w:t>2.025e0</w:t>
      </w:r>
    </w:p>
    <w:p w:rsidR="005B3ED9" w:rsidRDefault="005B3ED9" w:rsidP="005B3ED9">
      <w:r>
        <w:t>126.8491</w:t>
      </w:r>
      <w:r>
        <w:tab/>
        <w:t>1.013e0</w:t>
      </w:r>
    </w:p>
    <w:p w:rsidR="005B3ED9" w:rsidRDefault="005B3ED9" w:rsidP="005B3ED9">
      <w:r>
        <w:t>126.8522</w:t>
      </w:r>
      <w:r>
        <w:tab/>
        <w:t>1.013e0</w:t>
      </w:r>
    </w:p>
    <w:p w:rsidR="005B3ED9" w:rsidRDefault="005B3ED9" w:rsidP="005B3ED9">
      <w:r>
        <w:t>126.8731</w:t>
      </w:r>
      <w:r>
        <w:tab/>
        <w:t>1.013e0</w:t>
      </w:r>
    </w:p>
    <w:p w:rsidR="005B3ED9" w:rsidRDefault="005B3ED9" w:rsidP="005B3ED9">
      <w:r>
        <w:t>126.8910</w:t>
      </w:r>
      <w:r>
        <w:tab/>
        <w:t>2.025e0</w:t>
      </w:r>
    </w:p>
    <w:p w:rsidR="005B3ED9" w:rsidRDefault="005B3ED9" w:rsidP="005B3ED9">
      <w:r>
        <w:t>126.9738</w:t>
      </w:r>
      <w:r>
        <w:tab/>
        <w:t>2.025e0</w:t>
      </w:r>
    </w:p>
    <w:p w:rsidR="005B3ED9" w:rsidRDefault="005B3ED9" w:rsidP="005B3ED9">
      <w:r>
        <w:t>126.9946</w:t>
      </w:r>
      <w:r>
        <w:tab/>
        <w:t>2.025e0</w:t>
      </w:r>
    </w:p>
    <w:p w:rsidR="005B3ED9" w:rsidRDefault="005B3ED9" w:rsidP="005B3ED9">
      <w:r>
        <w:t>127.0259</w:t>
      </w:r>
      <w:r>
        <w:tab/>
        <w:t>3.038e0</w:t>
      </w:r>
    </w:p>
    <w:p w:rsidR="005B3ED9" w:rsidRDefault="005B3ED9" w:rsidP="005B3ED9">
      <w:r>
        <w:t>127.0303</w:t>
      </w:r>
      <w:r>
        <w:tab/>
        <w:t>2.025e0</w:t>
      </w:r>
    </w:p>
    <w:p w:rsidR="005B3ED9" w:rsidRDefault="005B3ED9" w:rsidP="005B3ED9">
      <w:r>
        <w:t>127.0317</w:t>
      </w:r>
      <w:r>
        <w:tab/>
        <w:t>6.407e0</w:t>
      </w:r>
    </w:p>
    <w:p w:rsidR="005B3ED9" w:rsidRDefault="005B3ED9" w:rsidP="005B3ED9">
      <w:r>
        <w:t>127.0402</w:t>
      </w:r>
      <w:r>
        <w:tab/>
        <w:t>3.038e0</w:t>
      </w:r>
    </w:p>
    <w:p w:rsidR="005B3ED9" w:rsidRDefault="005B3ED9" w:rsidP="005B3ED9">
      <w:r>
        <w:t>127.0427</w:t>
      </w:r>
      <w:r>
        <w:tab/>
        <w:t>2.025e0</w:t>
      </w:r>
    </w:p>
    <w:p w:rsidR="005B3ED9" w:rsidRDefault="005B3ED9" w:rsidP="005B3ED9">
      <w:r>
        <w:t>127.0462</w:t>
      </w:r>
      <w:r>
        <w:tab/>
        <w:t>5.063e0</w:t>
      </w:r>
    </w:p>
    <w:p w:rsidR="005B3ED9" w:rsidRDefault="005B3ED9" w:rsidP="005B3ED9">
      <w:r>
        <w:t>127.0598</w:t>
      </w:r>
      <w:r>
        <w:tab/>
        <w:t>3.038e0</w:t>
      </w:r>
    </w:p>
    <w:p w:rsidR="005B3ED9" w:rsidRDefault="005B3ED9" w:rsidP="005B3ED9">
      <w:r>
        <w:t>127.0736</w:t>
      </w:r>
      <w:r>
        <w:tab/>
        <w:t>2.025e0</w:t>
      </w:r>
    </w:p>
    <w:p w:rsidR="005B3ED9" w:rsidRDefault="005B3ED9" w:rsidP="005B3ED9">
      <w:r>
        <w:t>127.0829</w:t>
      </w:r>
      <w:r>
        <w:tab/>
        <w:t>1.013e0</w:t>
      </w:r>
    </w:p>
    <w:p w:rsidR="005B3ED9" w:rsidRDefault="005B3ED9" w:rsidP="005B3ED9">
      <w:r>
        <w:t>127.0845</w:t>
      </w:r>
      <w:r>
        <w:tab/>
        <w:t>5.056e0</w:t>
      </w:r>
    </w:p>
    <w:p w:rsidR="005B3ED9" w:rsidRDefault="005B3ED9" w:rsidP="005B3ED9">
      <w:r>
        <w:t>127.0891</w:t>
      </w:r>
      <w:r>
        <w:tab/>
        <w:t>1.013e0</w:t>
      </w:r>
    </w:p>
    <w:p w:rsidR="005B3ED9" w:rsidRDefault="005B3ED9" w:rsidP="005B3ED9">
      <w:r>
        <w:t>127.0953</w:t>
      </w:r>
      <w:r>
        <w:tab/>
        <w:t>4.583e0</w:t>
      </w:r>
    </w:p>
    <w:p w:rsidR="005B3ED9" w:rsidRDefault="005B3ED9" w:rsidP="005B3ED9">
      <w:r>
        <w:lastRenderedPageBreak/>
        <w:t>127.1158</w:t>
      </w:r>
      <w:r>
        <w:tab/>
        <w:t>1.013e0</w:t>
      </w:r>
    </w:p>
    <w:p w:rsidR="005B3ED9" w:rsidRDefault="005B3ED9" w:rsidP="005B3ED9">
      <w:r>
        <w:t>127.1309</w:t>
      </w:r>
      <w:r>
        <w:tab/>
        <w:t>1.013e0</w:t>
      </w:r>
    </w:p>
    <w:p w:rsidR="005B3ED9" w:rsidRDefault="005B3ED9" w:rsidP="005B3ED9">
      <w:r>
        <w:t>127.1426</w:t>
      </w:r>
      <w:r>
        <w:tab/>
        <w:t>1.013e0</w:t>
      </w:r>
    </w:p>
    <w:p w:rsidR="005B3ED9" w:rsidRDefault="005B3ED9" w:rsidP="005B3ED9">
      <w:r>
        <w:t>127.1488</w:t>
      </w:r>
      <w:r>
        <w:tab/>
        <w:t>1.013e0</w:t>
      </w:r>
    </w:p>
    <w:p w:rsidR="005B3ED9" w:rsidRDefault="005B3ED9" w:rsidP="005B3ED9">
      <w:r>
        <w:t>127.1635</w:t>
      </w:r>
      <w:r>
        <w:tab/>
        <w:t>1.013e0</w:t>
      </w:r>
    </w:p>
    <w:p w:rsidR="005B3ED9" w:rsidRDefault="005B3ED9" w:rsidP="005B3ED9">
      <w:r>
        <w:t>127.2208</w:t>
      </w:r>
      <w:r>
        <w:tab/>
        <w:t>1.013e0</w:t>
      </w:r>
    </w:p>
    <w:p w:rsidR="005B3ED9" w:rsidRDefault="005B3ED9" w:rsidP="005B3ED9">
      <w:r>
        <w:t>127.2509</w:t>
      </w:r>
      <w:r>
        <w:tab/>
        <w:t>1.013e0</w:t>
      </w:r>
    </w:p>
    <w:p w:rsidR="005B3ED9" w:rsidRDefault="005B3ED9" w:rsidP="005B3ED9">
      <w:r>
        <w:t>127.2642</w:t>
      </w:r>
      <w:r>
        <w:tab/>
        <w:t>2.025e0</w:t>
      </w:r>
    </w:p>
    <w:p w:rsidR="005B3ED9" w:rsidRDefault="005B3ED9" w:rsidP="005B3ED9">
      <w:r>
        <w:t>127.2967</w:t>
      </w:r>
      <w:r>
        <w:tab/>
        <w:t>3.038e0</w:t>
      </w:r>
    </w:p>
    <w:p w:rsidR="005B3ED9" w:rsidRDefault="005B3ED9" w:rsidP="005B3ED9">
      <w:r>
        <w:t>127.3107</w:t>
      </w:r>
      <w:r>
        <w:tab/>
        <w:t>1.013e0</w:t>
      </w:r>
    </w:p>
    <w:p w:rsidR="005B3ED9" w:rsidRDefault="005B3ED9" w:rsidP="005B3ED9">
      <w:r>
        <w:t>127.3914</w:t>
      </w:r>
      <w:r>
        <w:tab/>
        <w:t>1.013e0</w:t>
      </w:r>
    </w:p>
    <w:p w:rsidR="005B3ED9" w:rsidRDefault="005B3ED9" w:rsidP="005B3ED9">
      <w:r>
        <w:t>127.4169</w:t>
      </w:r>
      <w:r>
        <w:tab/>
        <w:t>2.025e0</w:t>
      </w:r>
    </w:p>
    <w:p w:rsidR="005B3ED9" w:rsidRDefault="005B3ED9" w:rsidP="005B3ED9">
      <w:r>
        <w:t>127.4487</w:t>
      </w:r>
      <w:r>
        <w:tab/>
        <w:t>1.013e0</w:t>
      </w:r>
    </w:p>
    <w:p w:rsidR="005B3ED9" w:rsidRDefault="005B3ED9" w:rsidP="005B3ED9">
      <w:r>
        <w:t>127.4604</w:t>
      </w:r>
      <w:r>
        <w:tab/>
        <w:t>2.025e0</w:t>
      </w:r>
    </w:p>
    <w:p w:rsidR="005B3ED9" w:rsidRDefault="005B3ED9" w:rsidP="005B3ED9">
      <w:r>
        <w:t>127.5054</w:t>
      </w:r>
      <w:r>
        <w:tab/>
        <w:t>1.013e0</w:t>
      </w:r>
    </w:p>
    <w:p w:rsidR="005B3ED9" w:rsidRDefault="005B3ED9" w:rsidP="005B3ED9">
      <w:r>
        <w:t>127.5116</w:t>
      </w:r>
      <w:r>
        <w:tab/>
        <w:t>1.013e0</w:t>
      </w:r>
    </w:p>
    <w:p w:rsidR="005B3ED9" w:rsidRDefault="005B3ED9" w:rsidP="005B3ED9">
      <w:r>
        <w:t>127.5718</w:t>
      </w:r>
      <w:r>
        <w:tab/>
        <w:t>1.013e0</w:t>
      </w:r>
    </w:p>
    <w:p w:rsidR="005B3ED9" w:rsidRDefault="005B3ED9" w:rsidP="005B3ED9">
      <w:r>
        <w:t>127.5985</w:t>
      </w:r>
      <w:r>
        <w:tab/>
        <w:t>1.013e0</w:t>
      </w:r>
    </w:p>
    <w:p w:rsidR="005B3ED9" w:rsidRDefault="005B3ED9" w:rsidP="005B3ED9">
      <w:r>
        <w:t>127.6559</w:t>
      </w:r>
      <w:r>
        <w:tab/>
        <w:t>1.013e0</w:t>
      </w:r>
    </w:p>
    <w:p w:rsidR="005B3ED9" w:rsidRDefault="005B3ED9" w:rsidP="005B3ED9">
      <w:r>
        <w:lastRenderedPageBreak/>
        <w:t>127.6675</w:t>
      </w:r>
      <w:r>
        <w:tab/>
        <w:t>1.013e0</w:t>
      </w:r>
    </w:p>
    <w:p w:rsidR="005B3ED9" w:rsidRDefault="005B3ED9" w:rsidP="005B3ED9">
      <w:r>
        <w:t>127.7009</w:t>
      </w:r>
      <w:r>
        <w:tab/>
        <w:t>1.013e0</w:t>
      </w:r>
    </w:p>
    <w:p w:rsidR="005B3ED9" w:rsidRDefault="005B3ED9" w:rsidP="005B3ED9">
      <w:r>
        <w:t>127.7638</w:t>
      </w:r>
      <w:r>
        <w:tab/>
        <w:t>1.013e0</w:t>
      </w:r>
    </w:p>
    <w:p w:rsidR="005B3ED9" w:rsidRDefault="005B3ED9" w:rsidP="005B3ED9">
      <w:r>
        <w:t>127.7879</w:t>
      </w:r>
      <w:r>
        <w:tab/>
        <w:t>1.013e0</w:t>
      </w:r>
    </w:p>
    <w:p w:rsidR="005B3ED9" w:rsidRDefault="005B3ED9" w:rsidP="005B3ED9">
      <w:r>
        <w:t>127.8029</w:t>
      </w:r>
      <w:r>
        <w:tab/>
        <w:t>1.013e0</w:t>
      </w:r>
    </w:p>
    <w:p w:rsidR="005B3ED9" w:rsidRDefault="005B3ED9" w:rsidP="005B3ED9">
      <w:r>
        <w:t>127.8057</w:t>
      </w:r>
      <w:r>
        <w:tab/>
        <w:t>1.013e0</w:t>
      </w:r>
    </w:p>
    <w:p w:rsidR="005B3ED9" w:rsidRDefault="005B3ED9" w:rsidP="005B3ED9">
      <w:r>
        <w:t>127.8780</w:t>
      </w:r>
      <w:r>
        <w:tab/>
        <w:t>1.013e0</w:t>
      </w:r>
    </w:p>
    <w:p w:rsidR="005B3ED9" w:rsidRDefault="005B3ED9" w:rsidP="005B3ED9">
      <w:r>
        <w:t>127.9173</w:t>
      </w:r>
      <w:r>
        <w:tab/>
        <w:t>1.013e0</w:t>
      </w:r>
    </w:p>
    <w:p w:rsidR="005B3ED9" w:rsidRDefault="005B3ED9" w:rsidP="005B3ED9">
      <w:r>
        <w:t>127.9322</w:t>
      </w:r>
      <w:r>
        <w:tab/>
        <w:t>1.013e0</w:t>
      </w:r>
    </w:p>
    <w:p w:rsidR="005B3ED9" w:rsidRDefault="005B3ED9" w:rsidP="005B3ED9">
      <w:r>
        <w:t>127.9804</w:t>
      </w:r>
      <w:r>
        <w:tab/>
        <w:t>1.013e0</w:t>
      </w:r>
    </w:p>
    <w:p w:rsidR="005B3ED9" w:rsidRDefault="005B3ED9" w:rsidP="005B3ED9">
      <w:r>
        <w:t>128.0061</w:t>
      </w:r>
      <w:r>
        <w:tab/>
        <w:t>2.025e0</w:t>
      </w:r>
    </w:p>
    <w:p w:rsidR="005B3ED9" w:rsidRDefault="005B3ED9" w:rsidP="005B3ED9">
      <w:r>
        <w:t>128.0131</w:t>
      </w:r>
      <w:r>
        <w:tab/>
        <w:t>1.013e0</w:t>
      </w:r>
    </w:p>
    <w:p w:rsidR="005B3ED9" w:rsidRDefault="005B3ED9" w:rsidP="005B3ED9">
      <w:r>
        <w:t>128.0317</w:t>
      </w:r>
      <w:r>
        <w:tab/>
        <w:t>1.013e0</w:t>
      </w:r>
    </w:p>
    <w:p w:rsidR="005B3ED9" w:rsidRDefault="005B3ED9" w:rsidP="005B3ED9">
      <w:r>
        <w:t>128.0372</w:t>
      </w:r>
      <w:r>
        <w:tab/>
        <w:t>2.025e0</w:t>
      </w:r>
    </w:p>
    <w:p w:rsidR="005B3ED9" w:rsidRDefault="005B3ED9" w:rsidP="005B3ED9">
      <w:r>
        <w:t>128.0434</w:t>
      </w:r>
      <w:r>
        <w:tab/>
        <w:t>1.013e0</w:t>
      </w:r>
    </w:p>
    <w:p w:rsidR="005B3ED9" w:rsidRDefault="005B3ED9" w:rsidP="005B3ED9">
      <w:r>
        <w:t>128.0513</w:t>
      </w:r>
      <w:r>
        <w:tab/>
        <w:t>2.025e0</w:t>
      </w:r>
    </w:p>
    <w:p w:rsidR="005B3ED9" w:rsidRDefault="005B3ED9" w:rsidP="005B3ED9">
      <w:r>
        <w:t>128.0721</w:t>
      </w:r>
      <w:r>
        <w:tab/>
        <w:t>2.025e0</w:t>
      </w:r>
    </w:p>
    <w:p w:rsidR="005B3ED9" w:rsidRDefault="005B3ED9" w:rsidP="005B3ED9">
      <w:r>
        <w:t>128.0737</w:t>
      </w:r>
      <w:r>
        <w:tab/>
        <w:t>1.013e0</w:t>
      </w:r>
    </w:p>
    <w:p w:rsidR="005B3ED9" w:rsidRDefault="005B3ED9" w:rsidP="005B3ED9">
      <w:r>
        <w:t>128.0782</w:t>
      </w:r>
      <w:r>
        <w:tab/>
        <w:t>4.051e0</w:t>
      </w:r>
    </w:p>
    <w:p w:rsidR="005B3ED9" w:rsidRDefault="005B3ED9" w:rsidP="005B3ED9">
      <w:r>
        <w:lastRenderedPageBreak/>
        <w:t>128.1063</w:t>
      </w:r>
      <w:r>
        <w:tab/>
        <w:t>1.013e0</w:t>
      </w:r>
    </w:p>
    <w:p w:rsidR="005B3ED9" w:rsidRDefault="005B3ED9" w:rsidP="005B3ED9">
      <w:r>
        <w:t>128.1094</w:t>
      </w:r>
      <w:r>
        <w:tab/>
        <w:t>3.038e0</w:t>
      </w:r>
    </w:p>
    <w:p w:rsidR="005B3ED9" w:rsidRDefault="005B3ED9" w:rsidP="005B3ED9">
      <w:r>
        <w:t>128.1249</w:t>
      </w:r>
      <w:r>
        <w:tab/>
        <w:t>1.013e0</w:t>
      </w:r>
    </w:p>
    <w:p w:rsidR="005B3ED9" w:rsidRDefault="005B3ED9" w:rsidP="005B3ED9">
      <w:r>
        <w:t>128.1336</w:t>
      </w:r>
      <w:r>
        <w:tab/>
        <w:t>1.013e0</w:t>
      </w:r>
    </w:p>
    <w:p w:rsidR="005B3ED9" w:rsidRDefault="005B3ED9" w:rsidP="005B3ED9">
      <w:r>
        <w:t>128.1460</w:t>
      </w:r>
      <w:r>
        <w:tab/>
        <w:t>2.025e0</w:t>
      </w:r>
    </w:p>
    <w:p w:rsidR="005B3ED9" w:rsidRDefault="005B3ED9" w:rsidP="005B3ED9">
      <w:r>
        <w:t>128.1729</w:t>
      </w:r>
      <w:r>
        <w:tab/>
        <w:t>1.013e0</w:t>
      </w:r>
    </w:p>
    <w:p w:rsidR="005B3ED9" w:rsidRDefault="005B3ED9" w:rsidP="005B3ED9">
      <w:r>
        <w:t>128.1996</w:t>
      </w:r>
      <w:r>
        <w:tab/>
        <w:t>1.013e0</w:t>
      </w:r>
    </w:p>
    <w:p w:rsidR="005B3ED9" w:rsidRDefault="005B3ED9" w:rsidP="005B3ED9">
      <w:r>
        <w:t>128.2361</w:t>
      </w:r>
      <w:r>
        <w:tab/>
        <w:t>1.013e0</w:t>
      </w:r>
    </w:p>
    <w:p w:rsidR="005B3ED9" w:rsidRDefault="005B3ED9" w:rsidP="005B3ED9">
      <w:r>
        <w:t>128.2448</w:t>
      </w:r>
      <w:r>
        <w:tab/>
        <w:t>1.013e0</w:t>
      </w:r>
    </w:p>
    <w:p w:rsidR="005B3ED9" w:rsidRDefault="005B3ED9" w:rsidP="005B3ED9">
      <w:r>
        <w:t>128.2901</w:t>
      </w:r>
      <w:r>
        <w:tab/>
        <w:t>1.013e0</w:t>
      </w:r>
    </w:p>
    <w:p w:rsidR="005B3ED9" w:rsidRDefault="005B3ED9" w:rsidP="005B3ED9">
      <w:r>
        <w:t>128.3715</w:t>
      </w:r>
      <w:r>
        <w:tab/>
        <w:t>1.013e0</w:t>
      </w:r>
    </w:p>
    <w:p w:rsidR="005B3ED9" w:rsidRDefault="005B3ED9" w:rsidP="005B3ED9">
      <w:r>
        <w:t>128.4166</w:t>
      </w:r>
      <w:r>
        <w:tab/>
        <w:t>1.013e0</w:t>
      </w:r>
    </w:p>
    <w:p w:rsidR="005B3ED9" w:rsidRDefault="005B3ED9" w:rsidP="005B3ED9">
      <w:r>
        <w:t>128.4501</w:t>
      </w:r>
      <w:r>
        <w:tab/>
        <w:t>1.013e0</w:t>
      </w:r>
    </w:p>
    <w:p w:rsidR="005B3ED9" w:rsidRDefault="005B3ED9" w:rsidP="005B3ED9">
      <w:r>
        <w:t>128.4769</w:t>
      </w:r>
      <w:r>
        <w:tab/>
        <w:t>1.013e0</w:t>
      </w:r>
    </w:p>
    <w:p w:rsidR="005B3ED9" w:rsidRDefault="005B3ED9" w:rsidP="005B3ED9">
      <w:r>
        <w:t>128.5170</w:t>
      </w:r>
      <w:r>
        <w:tab/>
        <w:t>3.038e0</w:t>
      </w:r>
    </w:p>
    <w:p w:rsidR="005B3ED9" w:rsidRDefault="005B3ED9" w:rsidP="005B3ED9">
      <w:r>
        <w:t>128.5184</w:t>
      </w:r>
      <w:r>
        <w:tab/>
        <w:t>3.038e0</w:t>
      </w:r>
    </w:p>
    <w:p w:rsidR="005B3ED9" w:rsidRDefault="005B3ED9" w:rsidP="005B3ED9">
      <w:r>
        <w:t>128.5310</w:t>
      </w:r>
      <w:r>
        <w:tab/>
        <w:t>1.013e0</w:t>
      </w:r>
    </w:p>
    <w:p w:rsidR="005B3ED9" w:rsidRDefault="005B3ED9" w:rsidP="005B3ED9">
      <w:r>
        <w:t>128.5490</w:t>
      </w:r>
      <w:r>
        <w:tab/>
        <w:t>2.025e0</w:t>
      </w:r>
    </w:p>
    <w:p w:rsidR="005B3ED9" w:rsidRDefault="005B3ED9" w:rsidP="005B3ED9">
      <w:r>
        <w:t>128.5582</w:t>
      </w:r>
      <w:r>
        <w:tab/>
        <w:t>1.013e0</w:t>
      </w:r>
    </w:p>
    <w:p w:rsidR="005B3ED9" w:rsidRDefault="005B3ED9" w:rsidP="005B3ED9">
      <w:r>
        <w:lastRenderedPageBreak/>
        <w:t>128.5613</w:t>
      </w:r>
      <w:r>
        <w:tab/>
        <w:t>1.013e0</w:t>
      </w:r>
    </w:p>
    <w:p w:rsidR="005B3ED9" w:rsidRDefault="005B3ED9" w:rsidP="005B3ED9">
      <w:r>
        <w:t>128.5730</w:t>
      </w:r>
      <w:r>
        <w:tab/>
        <w:t>1.013e0</w:t>
      </w:r>
    </w:p>
    <w:p w:rsidR="005B3ED9" w:rsidRDefault="005B3ED9" w:rsidP="005B3ED9">
      <w:r>
        <w:t>128.6398</w:t>
      </w:r>
      <w:r>
        <w:tab/>
        <w:t>2.025e0</w:t>
      </w:r>
    </w:p>
    <w:p w:rsidR="005B3ED9" w:rsidRDefault="005B3ED9" w:rsidP="005B3ED9">
      <w:r>
        <w:t>128.6788</w:t>
      </w:r>
      <w:r>
        <w:tab/>
        <w:t>1.013e0</w:t>
      </w:r>
    </w:p>
    <w:p w:rsidR="005B3ED9" w:rsidRDefault="005B3ED9" w:rsidP="005B3ED9">
      <w:r>
        <w:t>128.7147</w:t>
      </w:r>
      <w:r>
        <w:tab/>
        <w:t>2.025e0</w:t>
      </w:r>
    </w:p>
    <w:p w:rsidR="005B3ED9" w:rsidRDefault="005B3ED9" w:rsidP="005B3ED9">
      <w:r>
        <w:t>128.7403</w:t>
      </w:r>
      <w:r>
        <w:tab/>
        <w:t>2.025e0</w:t>
      </w:r>
    </w:p>
    <w:p w:rsidR="005B3ED9" w:rsidRDefault="005B3ED9" w:rsidP="005B3ED9">
      <w:r>
        <w:t>128.7420</w:t>
      </w:r>
      <w:r>
        <w:tab/>
        <w:t>1.013e0</w:t>
      </w:r>
    </w:p>
    <w:p w:rsidR="005B3ED9" w:rsidRDefault="005B3ED9" w:rsidP="005B3ED9">
      <w:r>
        <w:t>128.7885</w:t>
      </w:r>
      <w:r>
        <w:tab/>
        <w:t>2.025e0</w:t>
      </w:r>
    </w:p>
    <w:p w:rsidR="005B3ED9" w:rsidRDefault="005B3ED9" w:rsidP="005B3ED9">
      <w:r>
        <w:t>128.8269</w:t>
      </w:r>
      <w:r>
        <w:tab/>
        <w:t>1.013e0</w:t>
      </w:r>
    </w:p>
    <w:p w:rsidR="005B3ED9" w:rsidRDefault="005B3ED9" w:rsidP="005B3ED9">
      <w:r>
        <w:t>128.8752</w:t>
      </w:r>
      <w:r>
        <w:tab/>
        <w:t>1.013e0</w:t>
      </w:r>
    </w:p>
    <w:p w:rsidR="005B3ED9" w:rsidRDefault="005B3ED9" w:rsidP="005B3ED9">
      <w:r>
        <w:t>128.9382</w:t>
      </w:r>
      <w:r>
        <w:tab/>
        <w:t>1.013e0</w:t>
      </w:r>
    </w:p>
    <w:p w:rsidR="005B3ED9" w:rsidRDefault="005B3ED9" w:rsidP="005B3ED9">
      <w:r>
        <w:t>128.9413</w:t>
      </w:r>
      <w:r>
        <w:tab/>
        <w:t>1.013e0</w:t>
      </w:r>
    </w:p>
    <w:p w:rsidR="005B3ED9" w:rsidRDefault="005B3ED9" w:rsidP="005B3ED9">
      <w:r>
        <w:t>129.0014</w:t>
      </w:r>
      <w:r>
        <w:tab/>
        <w:t>1.013e0</w:t>
      </w:r>
    </w:p>
    <w:p w:rsidR="005B3ED9" w:rsidRDefault="005B3ED9" w:rsidP="005B3ED9">
      <w:r>
        <w:t>129.0045</w:t>
      </w:r>
      <w:r>
        <w:tab/>
        <w:t>1.013e0</w:t>
      </w:r>
    </w:p>
    <w:p w:rsidR="005B3ED9" w:rsidRDefault="005B3ED9" w:rsidP="005B3ED9">
      <w:r>
        <w:t>129.0138</w:t>
      </w:r>
      <w:r>
        <w:tab/>
        <w:t>2.025e0</w:t>
      </w:r>
    </w:p>
    <w:p w:rsidR="005B3ED9" w:rsidRDefault="005B3ED9" w:rsidP="005B3ED9">
      <w:r>
        <w:t>129.0380</w:t>
      </w:r>
      <w:r>
        <w:tab/>
        <w:t>1.013e0</w:t>
      </w:r>
    </w:p>
    <w:p w:rsidR="005B3ED9" w:rsidRDefault="005B3ED9" w:rsidP="005B3ED9">
      <w:r>
        <w:t>129.0637</w:t>
      </w:r>
      <w:r>
        <w:tab/>
        <w:t>2.025e0</w:t>
      </w:r>
    </w:p>
    <w:p w:rsidR="005B3ED9" w:rsidRDefault="005B3ED9" w:rsidP="005B3ED9">
      <w:r>
        <w:t>129.0679</w:t>
      </w:r>
      <w:r>
        <w:tab/>
        <w:t>1.013e0</w:t>
      </w:r>
    </w:p>
    <w:p w:rsidR="005B3ED9" w:rsidRDefault="005B3ED9" w:rsidP="005B3ED9">
      <w:r>
        <w:t>129.0750</w:t>
      </w:r>
      <w:r>
        <w:tab/>
        <w:t>6.076e0</w:t>
      </w:r>
    </w:p>
    <w:p w:rsidR="005B3ED9" w:rsidRDefault="005B3ED9" w:rsidP="005B3ED9">
      <w:r>
        <w:lastRenderedPageBreak/>
        <w:t>129.0893</w:t>
      </w:r>
      <w:r>
        <w:tab/>
        <w:t>6.076e0</w:t>
      </w:r>
    </w:p>
    <w:p w:rsidR="005B3ED9" w:rsidRDefault="005B3ED9" w:rsidP="005B3ED9">
      <w:r>
        <w:t>129.0946</w:t>
      </w:r>
      <w:r>
        <w:tab/>
        <w:t>6.076e0</w:t>
      </w:r>
    </w:p>
    <w:p w:rsidR="005B3ED9" w:rsidRDefault="005B3ED9" w:rsidP="005B3ED9">
      <w:r>
        <w:t>129.0992</w:t>
      </w:r>
      <w:r>
        <w:tab/>
        <w:t>3.038e0</w:t>
      </w:r>
    </w:p>
    <w:p w:rsidR="005B3ED9" w:rsidRDefault="005B3ED9" w:rsidP="005B3ED9">
      <w:r>
        <w:t>129.1003</w:t>
      </w:r>
      <w:r>
        <w:tab/>
        <w:t>3.038e0</w:t>
      </w:r>
    </w:p>
    <w:p w:rsidR="005B3ED9" w:rsidRDefault="005B3ED9" w:rsidP="005B3ED9">
      <w:r>
        <w:t>129.1162</w:t>
      </w:r>
      <w:r>
        <w:tab/>
        <w:t>1.013e0</w:t>
      </w:r>
    </w:p>
    <w:p w:rsidR="005B3ED9" w:rsidRDefault="005B3ED9" w:rsidP="005B3ED9">
      <w:r>
        <w:t>129.1205</w:t>
      </w:r>
      <w:r>
        <w:tab/>
        <w:t>2.025e0</w:t>
      </w:r>
    </w:p>
    <w:p w:rsidR="005B3ED9" w:rsidRDefault="005B3ED9" w:rsidP="005B3ED9">
      <w:r>
        <w:t>129.1376</w:t>
      </w:r>
      <w:r>
        <w:tab/>
        <w:t>1.013e0</w:t>
      </w:r>
    </w:p>
    <w:p w:rsidR="005B3ED9" w:rsidRDefault="005B3ED9" w:rsidP="005B3ED9">
      <w:r>
        <w:t>129.1557</w:t>
      </w:r>
      <w:r>
        <w:tab/>
        <w:t>1.013e0</w:t>
      </w:r>
    </w:p>
    <w:p w:rsidR="005B3ED9" w:rsidRDefault="005B3ED9" w:rsidP="005B3ED9">
      <w:r>
        <w:t>129.1572</w:t>
      </w:r>
      <w:r>
        <w:tab/>
        <w:t>2.025e0</w:t>
      </w:r>
    </w:p>
    <w:p w:rsidR="005B3ED9" w:rsidRDefault="005B3ED9" w:rsidP="005B3ED9">
      <w:r>
        <w:t>129.1859</w:t>
      </w:r>
      <w:r>
        <w:tab/>
        <w:t>1.013e0</w:t>
      </w:r>
    </w:p>
    <w:p w:rsidR="005B3ED9" w:rsidRDefault="005B3ED9" w:rsidP="005B3ED9">
      <w:r>
        <w:t>129.2072</w:t>
      </w:r>
      <w:r>
        <w:tab/>
        <w:t>1.013e0</w:t>
      </w:r>
    </w:p>
    <w:p w:rsidR="005B3ED9" w:rsidRDefault="005B3ED9" w:rsidP="005B3ED9">
      <w:r>
        <w:t>129.2127</w:t>
      </w:r>
      <w:r>
        <w:tab/>
        <w:t>2.025e0</w:t>
      </w:r>
    </w:p>
    <w:p w:rsidR="005B3ED9" w:rsidRDefault="005B3ED9" w:rsidP="005B3ED9">
      <w:r>
        <w:t>129.2946</w:t>
      </w:r>
      <w:r>
        <w:tab/>
        <w:t>2.025e0</w:t>
      </w:r>
    </w:p>
    <w:p w:rsidR="005B3ED9" w:rsidRDefault="005B3ED9" w:rsidP="005B3ED9">
      <w:r>
        <w:t>129.3641</w:t>
      </w:r>
      <w:r>
        <w:tab/>
        <w:t>1.013e0</w:t>
      </w:r>
    </w:p>
    <w:p w:rsidR="005B3ED9" w:rsidRDefault="005B3ED9" w:rsidP="005B3ED9">
      <w:r>
        <w:t>129.3734</w:t>
      </w:r>
      <w:r>
        <w:tab/>
        <w:t>1.013e0</w:t>
      </w:r>
    </w:p>
    <w:p w:rsidR="005B3ED9" w:rsidRDefault="005B3ED9" w:rsidP="005B3ED9">
      <w:r>
        <w:t>129.3882</w:t>
      </w:r>
      <w:r>
        <w:tab/>
        <w:t>1.013e0</w:t>
      </w:r>
    </w:p>
    <w:p w:rsidR="005B3ED9" w:rsidRDefault="005B3ED9" w:rsidP="005B3ED9">
      <w:r>
        <w:t>129.3944</w:t>
      </w:r>
      <w:r>
        <w:tab/>
        <w:t>1.013e0</w:t>
      </w:r>
    </w:p>
    <w:p w:rsidR="005B3ED9" w:rsidRDefault="005B3ED9" w:rsidP="005B3ED9">
      <w:r>
        <w:t>129.4062</w:t>
      </w:r>
      <w:r>
        <w:tab/>
        <w:t>1.013e0</w:t>
      </w:r>
    </w:p>
    <w:p w:rsidR="005B3ED9" w:rsidRDefault="005B3ED9" w:rsidP="005B3ED9">
      <w:r>
        <w:t>129.4274</w:t>
      </w:r>
      <w:r>
        <w:tab/>
        <w:t>1.013e0</w:t>
      </w:r>
    </w:p>
    <w:p w:rsidR="005B3ED9" w:rsidRDefault="005B3ED9" w:rsidP="005B3ED9">
      <w:r>
        <w:lastRenderedPageBreak/>
        <w:t>129.4397</w:t>
      </w:r>
      <w:r>
        <w:tab/>
        <w:t>1.013e0</w:t>
      </w:r>
    </w:p>
    <w:p w:rsidR="005B3ED9" w:rsidRDefault="005B3ED9" w:rsidP="005B3ED9">
      <w:r>
        <w:t>129.4577</w:t>
      </w:r>
      <w:r>
        <w:tab/>
        <w:t>1.013e0</w:t>
      </w:r>
    </w:p>
    <w:p w:rsidR="005B3ED9" w:rsidRDefault="005B3ED9" w:rsidP="005B3ED9">
      <w:r>
        <w:t>129.4730</w:t>
      </w:r>
      <w:r>
        <w:tab/>
        <w:t>1.013e0</w:t>
      </w:r>
    </w:p>
    <w:p w:rsidR="005B3ED9" w:rsidRDefault="005B3ED9" w:rsidP="005B3ED9">
      <w:r>
        <w:t>129.5350</w:t>
      </w:r>
      <w:r>
        <w:tab/>
        <w:t>9.114e0</w:t>
      </w:r>
    </w:p>
    <w:p w:rsidR="005B3ED9" w:rsidRDefault="005B3ED9" w:rsidP="005B3ED9">
      <w:r>
        <w:t>129.5392</w:t>
      </w:r>
      <w:r>
        <w:tab/>
        <w:t>4.051e0</w:t>
      </w:r>
    </w:p>
    <w:p w:rsidR="005B3ED9" w:rsidRDefault="005B3ED9" w:rsidP="005B3ED9">
      <w:r>
        <w:t>129.5514</w:t>
      </w:r>
      <w:r>
        <w:tab/>
        <w:t>1.013e0</w:t>
      </w:r>
    </w:p>
    <w:p w:rsidR="005B3ED9" w:rsidRDefault="005B3ED9" w:rsidP="005B3ED9">
      <w:r>
        <w:t>129.5638</w:t>
      </w:r>
      <w:r>
        <w:tab/>
        <w:t>1.013e0</w:t>
      </w:r>
    </w:p>
    <w:p w:rsidR="005B3ED9" w:rsidRDefault="005B3ED9" w:rsidP="005B3ED9">
      <w:r>
        <w:t>129.5741</w:t>
      </w:r>
      <w:r>
        <w:tab/>
        <w:t>2.025e0</w:t>
      </w:r>
    </w:p>
    <w:p w:rsidR="005B3ED9" w:rsidRDefault="005B3ED9" w:rsidP="005B3ED9">
      <w:r>
        <w:t>129.5818</w:t>
      </w:r>
      <w:r>
        <w:tab/>
        <w:t>1.013e0</w:t>
      </w:r>
    </w:p>
    <w:p w:rsidR="005B3ED9" w:rsidRDefault="005B3ED9" w:rsidP="005B3ED9">
      <w:r>
        <w:t>129.6060</w:t>
      </w:r>
      <w:r>
        <w:tab/>
        <w:t>1.013e0</w:t>
      </w:r>
    </w:p>
    <w:p w:rsidR="005B3ED9" w:rsidRDefault="005B3ED9" w:rsidP="005B3ED9">
      <w:r>
        <w:t>129.6224</w:t>
      </w:r>
      <w:r>
        <w:tab/>
        <w:t>2.025e0</w:t>
      </w:r>
    </w:p>
    <w:p w:rsidR="005B3ED9" w:rsidRDefault="005B3ED9" w:rsidP="005B3ED9">
      <w:r>
        <w:t>129.6271</w:t>
      </w:r>
      <w:r>
        <w:tab/>
        <w:t>1.013e0</w:t>
      </w:r>
    </w:p>
    <w:p w:rsidR="005B3ED9" w:rsidRDefault="005B3ED9" w:rsidP="005B3ED9">
      <w:r>
        <w:t>129.6514</w:t>
      </w:r>
      <w:r>
        <w:tab/>
        <w:t>1.013e0</w:t>
      </w:r>
    </w:p>
    <w:p w:rsidR="005B3ED9" w:rsidRDefault="005B3ED9" w:rsidP="005B3ED9">
      <w:r>
        <w:t>129.6967</w:t>
      </w:r>
      <w:r>
        <w:tab/>
        <w:t>1.013e0</w:t>
      </w:r>
    </w:p>
    <w:p w:rsidR="005B3ED9" w:rsidRDefault="005B3ED9" w:rsidP="005B3ED9">
      <w:r>
        <w:t>129.7607</w:t>
      </w:r>
      <w:r>
        <w:tab/>
        <w:t>1.013e0</w:t>
      </w:r>
    </w:p>
    <w:p w:rsidR="005B3ED9" w:rsidRDefault="005B3ED9" w:rsidP="005B3ED9">
      <w:r>
        <w:t>129.7787</w:t>
      </w:r>
      <w:r>
        <w:tab/>
        <w:t>2.025e0</w:t>
      </w:r>
    </w:p>
    <w:p w:rsidR="005B3ED9" w:rsidRDefault="005B3ED9" w:rsidP="005B3ED9">
      <w:r>
        <w:t>129.7818</w:t>
      </w:r>
      <w:r>
        <w:tab/>
        <w:t>2.025e0</w:t>
      </w:r>
    </w:p>
    <w:p w:rsidR="005B3ED9" w:rsidRDefault="005B3ED9" w:rsidP="005B3ED9">
      <w:r>
        <w:t>129.7876</w:t>
      </w:r>
      <w:r>
        <w:tab/>
        <w:t>1.013e0</w:t>
      </w:r>
    </w:p>
    <w:p w:rsidR="005B3ED9" w:rsidRDefault="005B3ED9" w:rsidP="005B3ED9">
      <w:r>
        <w:t>129.7998</w:t>
      </w:r>
      <w:r>
        <w:tab/>
        <w:t>1.013e0</w:t>
      </w:r>
    </w:p>
    <w:p w:rsidR="005B3ED9" w:rsidRDefault="005B3ED9" w:rsidP="005B3ED9">
      <w:r>
        <w:lastRenderedPageBreak/>
        <w:t>129.8028</w:t>
      </w:r>
      <w:r>
        <w:tab/>
        <w:t>1.013e0</w:t>
      </w:r>
    </w:p>
    <w:p w:rsidR="005B3ED9" w:rsidRDefault="005B3ED9" w:rsidP="005B3ED9">
      <w:r>
        <w:t>129.8420</w:t>
      </w:r>
      <w:r>
        <w:tab/>
        <w:t>1.013e0</w:t>
      </w:r>
    </w:p>
    <w:p w:rsidR="005B3ED9" w:rsidRDefault="005B3ED9" w:rsidP="005B3ED9">
      <w:r>
        <w:t>129.8513</w:t>
      </w:r>
      <w:r>
        <w:tab/>
        <w:t>1.013e0</w:t>
      </w:r>
    </w:p>
    <w:p w:rsidR="005B3ED9" w:rsidRDefault="005B3ED9" w:rsidP="005B3ED9">
      <w:r>
        <w:t>129.8998</w:t>
      </w:r>
      <w:r>
        <w:tab/>
        <w:t>1.013e0</w:t>
      </w:r>
    </w:p>
    <w:p w:rsidR="005B3ED9" w:rsidRDefault="005B3ED9" w:rsidP="005B3ED9">
      <w:r>
        <w:t>129.9115</w:t>
      </w:r>
      <w:r>
        <w:tab/>
        <w:t>1.013e0</w:t>
      </w:r>
    </w:p>
    <w:p w:rsidR="005B3ED9" w:rsidRDefault="005B3ED9" w:rsidP="005B3ED9">
      <w:r>
        <w:t>129.9209</w:t>
      </w:r>
      <w:r>
        <w:tab/>
        <w:t>1.013e0</w:t>
      </w:r>
    </w:p>
    <w:p w:rsidR="005B3ED9" w:rsidRDefault="005B3ED9" w:rsidP="005B3ED9">
      <w:r>
        <w:t>129.9694</w:t>
      </w:r>
      <w:r>
        <w:tab/>
        <w:t>1.013e0</w:t>
      </w:r>
    </w:p>
    <w:p w:rsidR="005B3ED9" w:rsidRDefault="005B3ED9" w:rsidP="005B3ED9">
      <w:r>
        <w:t>129.9842</w:t>
      </w:r>
      <w:r>
        <w:tab/>
        <w:t>2.025e0</w:t>
      </w:r>
    </w:p>
    <w:p w:rsidR="005B3ED9" w:rsidRDefault="005B3ED9" w:rsidP="005B3ED9">
      <w:r>
        <w:t>130.0116</w:t>
      </w:r>
      <w:r>
        <w:tab/>
        <w:t>1.013e0</w:t>
      </w:r>
    </w:p>
    <w:p w:rsidR="005B3ED9" w:rsidRDefault="005B3ED9" w:rsidP="005B3ED9">
      <w:r>
        <w:t>130.0330</w:t>
      </w:r>
      <w:r>
        <w:tab/>
        <w:t>5.063e0</w:t>
      </w:r>
    </w:p>
    <w:p w:rsidR="005B3ED9" w:rsidRDefault="005B3ED9" w:rsidP="005B3ED9">
      <w:r>
        <w:t>130.0351</w:t>
      </w:r>
      <w:r>
        <w:tab/>
        <w:t>7.089e0</w:t>
      </w:r>
    </w:p>
    <w:p w:rsidR="005B3ED9" w:rsidRDefault="005B3ED9" w:rsidP="005B3ED9">
      <w:r>
        <w:t>130.0483</w:t>
      </w:r>
      <w:r>
        <w:tab/>
        <w:t>1.013e0</w:t>
      </w:r>
    </w:p>
    <w:p w:rsidR="005B3ED9" w:rsidRDefault="005B3ED9" w:rsidP="005B3ED9">
      <w:r>
        <w:t>130.0543</w:t>
      </w:r>
      <w:r>
        <w:tab/>
        <w:t>1.013e0</w:t>
      </w:r>
    </w:p>
    <w:p w:rsidR="005B3ED9" w:rsidRDefault="005B3ED9" w:rsidP="005B3ED9">
      <w:r>
        <w:t>130.0600</w:t>
      </w:r>
      <w:r>
        <w:tab/>
        <w:t>2.025e0</w:t>
      </w:r>
    </w:p>
    <w:p w:rsidR="005B3ED9" w:rsidRDefault="005B3ED9" w:rsidP="005B3ED9">
      <w:r>
        <w:t>130.0632</w:t>
      </w:r>
      <w:r>
        <w:tab/>
        <w:t>1.013e0</w:t>
      </w:r>
    </w:p>
    <w:p w:rsidR="005B3ED9" w:rsidRDefault="005B3ED9" w:rsidP="005B3ED9">
      <w:r>
        <w:t>130.0973</w:t>
      </w:r>
      <w:r>
        <w:tab/>
        <w:t>2.835e1</w:t>
      </w:r>
    </w:p>
    <w:p w:rsidR="005B3ED9" w:rsidRDefault="005B3ED9" w:rsidP="005B3ED9">
      <w:r>
        <w:t>130.0995</w:t>
      </w:r>
      <w:r>
        <w:tab/>
        <w:t>2.127e1</w:t>
      </w:r>
    </w:p>
    <w:p w:rsidR="005B3ED9" w:rsidRDefault="005B3ED9" w:rsidP="005B3ED9">
      <w:r>
        <w:t>130.1242</w:t>
      </w:r>
      <w:r>
        <w:tab/>
        <w:t>1.013e0</w:t>
      </w:r>
    </w:p>
    <w:p w:rsidR="005B3ED9" w:rsidRDefault="005B3ED9" w:rsidP="005B3ED9">
      <w:r>
        <w:t>130.1298</w:t>
      </w:r>
      <w:r>
        <w:tab/>
        <w:t>2.025e0</w:t>
      </w:r>
    </w:p>
    <w:p w:rsidR="005B3ED9" w:rsidRDefault="005B3ED9" w:rsidP="005B3ED9">
      <w:r>
        <w:lastRenderedPageBreak/>
        <w:t>130.1542</w:t>
      </w:r>
      <w:r>
        <w:tab/>
        <w:t>3.038e0</w:t>
      </w:r>
    </w:p>
    <w:p w:rsidR="005B3ED9" w:rsidRDefault="005B3ED9" w:rsidP="005B3ED9">
      <w:r>
        <w:t>130.1584</w:t>
      </w:r>
      <w:r>
        <w:tab/>
        <w:t>3.038e0</w:t>
      </w:r>
    </w:p>
    <w:p w:rsidR="005B3ED9" w:rsidRDefault="005B3ED9" w:rsidP="005B3ED9">
      <w:r>
        <w:t>130.1602</w:t>
      </w:r>
      <w:r>
        <w:tab/>
        <w:t>2.025e0</w:t>
      </w:r>
    </w:p>
    <w:p w:rsidR="005B3ED9" w:rsidRDefault="005B3ED9" w:rsidP="005B3ED9">
      <w:r>
        <w:t>130.1618</w:t>
      </w:r>
      <w:r>
        <w:tab/>
        <w:t>2.025e0</w:t>
      </w:r>
    </w:p>
    <w:p w:rsidR="005B3ED9" w:rsidRDefault="005B3ED9" w:rsidP="005B3ED9">
      <w:r>
        <w:t>130.1680</w:t>
      </w:r>
      <w:r>
        <w:tab/>
        <w:t>3.038e0</w:t>
      </w:r>
    </w:p>
    <w:p w:rsidR="005B3ED9" w:rsidRDefault="005B3ED9" w:rsidP="005B3ED9">
      <w:r>
        <w:t>130.1756</w:t>
      </w:r>
      <w:r>
        <w:tab/>
        <w:t>1.013e0</w:t>
      </w:r>
    </w:p>
    <w:p w:rsidR="005B3ED9" w:rsidRDefault="005B3ED9" w:rsidP="005B3ED9">
      <w:r>
        <w:t>130.1796</w:t>
      </w:r>
      <w:r>
        <w:tab/>
        <w:t>3.038e0</w:t>
      </w:r>
    </w:p>
    <w:p w:rsidR="005B3ED9" w:rsidRDefault="005B3ED9" w:rsidP="005B3ED9">
      <w:r>
        <w:t>130.1907</w:t>
      </w:r>
      <w:r>
        <w:tab/>
        <w:t>1.013e0</w:t>
      </w:r>
    </w:p>
    <w:p w:rsidR="005B3ED9" w:rsidRDefault="005B3ED9" w:rsidP="005B3ED9">
      <w:r>
        <w:t>130.1970</w:t>
      </w:r>
      <w:r>
        <w:tab/>
        <w:t>1.013e0</w:t>
      </w:r>
    </w:p>
    <w:p w:rsidR="005B3ED9" w:rsidRDefault="005B3ED9" w:rsidP="005B3ED9">
      <w:r>
        <w:t>130.2056</w:t>
      </w:r>
      <w:r>
        <w:tab/>
        <w:t>1.013e0</w:t>
      </w:r>
    </w:p>
    <w:p w:rsidR="005B3ED9" w:rsidRDefault="005B3ED9" w:rsidP="005B3ED9">
      <w:r>
        <w:t>130.2557</w:t>
      </w:r>
      <w:r>
        <w:tab/>
        <w:t>2.025e0</w:t>
      </w:r>
    </w:p>
    <w:p w:rsidR="005B3ED9" w:rsidRDefault="005B3ED9" w:rsidP="005B3ED9">
      <w:r>
        <w:t>130.2573</w:t>
      </w:r>
      <w:r>
        <w:tab/>
        <w:t>1.013e0</w:t>
      </w:r>
    </w:p>
    <w:p w:rsidR="005B3ED9" w:rsidRDefault="005B3ED9" w:rsidP="005B3ED9">
      <w:r>
        <w:t>130.2666</w:t>
      </w:r>
      <w:r>
        <w:tab/>
        <w:t>1.013e0</w:t>
      </w:r>
    </w:p>
    <w:p w:rsidR="005B3ED9" w:rsidRDefault="005B3ED9" w:rsidP="005B3ED9">
      <w:r>
        <w:t>130.2877</w:t>
      </w:r>
      <w:r>
        <w:tab/>
        <w:t>1.013e0</w:t>
      </w:r>
    </w:p>
    <w:p w:rsidR="005B3ED9" w:rsidRDefault="005B3ED9" w:rsidP="005B3ED9">
      <w:r>
        <w:t>130.2998</w:t>
      </w:r>
      <w:r>
        <w:tab/>
        <w:t>1.013e0</w:t>
      </w:r>
    </w:p>
    <w:p w:rsidR="005B3ED9" w:rsidRDefault="005B3ED9" w:rsidP="005B3ED9">
      <w:r>
        <w:t>130.3151</w:t>
      </w:r>
      <w:r>
        <w:tab/>
        <w:t>3.038e0</w:t>
      </w:r>
    </w:p>
    <w:p w:rsidR="005B3ED9" w:rsidRDefault="005B3ED9" w:rsidP="005B3ED9">
      <w:r>
        <w:t>130.3182</w:t>
      </w:r>
      <w:r>
        <w:tab/>
        <w:t>1.013e0</w:t>
      </w:r>
    </w:p>
    <w:p w:rsidR="005B3ED9" w:rsidRDefault="005B3ED9" w:rsidP="005B3ED9">
      <w:r>
        <w:t>130.3543</w:t>
      </w:r>
      <w:r>
        <w:tab/>
        <w:t>1.013e0</w:t>
      </w:r>
    </w:p>
    <w:p w:rsidR="005B3ED9" w:rsidRDefault="005B3ED9" w:rsidP="005B3ED9">
      <w:r>
        <w:t>130.3605</w:t>
      </w:r>
      <w:r>
        <w:tab/>
        <w:t>1.013e0</w:t>
      </w:r>
    </w:p>
    <w:p w:rsidR="005B3ED9" w:rsidRDefault="005B3ED9" w:rsidP="005B3ED9">
      <w:r>
        <w:lastRenderedPageBreak/>
        <w:t>130.3700</w:t>
      </w:r>
      <w:r>
        <w:tab/>
        <w:t>1.013e0</w:t>
      </w:r>
    </w:p>
    <w:p w:rsidR="005B3ED9" w:rsidRDefault="005B3ED9" w:rsidP="005B3ED9">
      <w:r>
        <w:t>130.3848</w:t>
      </w:r>
      <w:r>
        <w:tab/>
        <w:t>2.025e0</w:t>
      </w:r>
    </w:p>
    <w:p w:rsidR="005B3ED9" w:rsidRDefault="005B3ED9" w:rsidP="005B3ED9">
      <w:r>
        <w:t>130.3864</w:t>
      </w:r>
      <w:r>
        <w:tab/>
        <w:t>2.025e0</w:t>
      </w:r>
    </w:p>
    <w:p w:rsidR="005B3ED9" w:rsidRDefault="005B3ED9" w:rsidP="005B3ED9">
      <w:r>
        <w:t>130.4091</w:t>
      </w:r>
      <w:r>
        <w:tab/>
        <w:t>1.013e0</w:t>
      </w:r>
    </w:p>
    <w:p w:rsidR="005B3ED9" w:rsidRDefault="005B3ED9" w:rsidP="005B3ED9">
      <w:r>
        <w:t>130.4185</w:t>
      </w:r>
      <w:r>
        <w:tab/>
        <w:t>2.025e0</w:t>
      </w:r>
    </w:p>
    <w:p w:rsidR="005B3ED9" w:rsidRDefault="005B3ED9" w:rsidP="005B3ED9">
      <w:r>
        <w:t>130.4256</w:t>
      </w:r>
      <w:r>
        <w:tab/>
        <w:t>2.025e0</w:t>
      </w:r>
    </w:p>
    <w:p w:rsidR="005B3ED9" w:rsidRDefault="005B3ED9" w:rsidP="005B3ED9">
      <w:r>
        <w:t>130.4483</w:t>
      </w:r>
      <w:r>
        <w:tab/>
        <w:t>1.013e0</w:t>
      </w:r>
    </w:p>
    <w:p w:rsidR="005B3ED9" w:rsidRDefault="005B3ED9" w:rsidP="005B3ED9">
      <w:r>
        <w:t>130.4607</w:t>
      </w:r>
      <w:r>
        <w:tab/>
        <w:t>1.013e0</w:t>
      </w:r>
    </w:p>
    <w:p w:rsidR="005B3ED9" w:rsidRDefault="005B3ED9" w:rsidP="005B3ED9">
      <w:r>
        <w:t>130.4670</w:t>
      </w:r>
      <w:r>
        <w:tab/>
        <w:t>1.013e0</w:t>
      </w:r>
    </w:p>
    <w:p w:rsidR="005B3ED9" w:rsidRDefault="005B3ED9" w:rsidP="005B3ED9">
      <w:r>
        <w:t>130.4756</w:t>
      </w:r>
      <w:r>
        <w:tab/>
        <w:t>1.013e0</w:t>
      </w:r>
    </w:p>
    <w:p w:rsidR="005B3ED9" w:rsidRDefault="005B3ED9" w:rsidP="005B3ED9">
      <w:r>
        <w:t>130.4819</w:t>
      </w:r>
      <w:r>
        <w:tab/>
        <w:t>1.013e0</w:t>
      </w:r>
    </w:p>
    <w:p w:rsidR="005B3ED9" w:rsidRDefault="005B3ED9" w:rsidP="005B3ED9">
      <w:r>
        <w:t>130.5031</w:t>
      </w:r>
      <w:r>
        <w:tab/>
        <w:t>1.013e0</w:t>
      </w:r>
    </w:p>
    <w:p w:rsidR="005B3ED9" w:rsidRDefault="005B3ED9" w:rsidP="005B3ED9">
      <w:r>
        <w:t>130.5331</w:t>
      </w:r>
      <w:r>
        <w:tab/>
        <w:t>2.231e2</w:t>
      </w:r>
    </w:p>
    <w:p w:rsidR="005B3ED9" w:rsidRDefault="005B3ED9" w:rsidP="005B3ED9">
      <w:r>
        <w:t>130.5656</w:t>
      </w:r>
      <w:r>
        <w:tab/>
        <w:t>2.025e0</w:t>
      </w:r>
    </w:p>
    <w:p w:rsidR="005B3ED9" w:rsidRDefault="005B3ED9" w:rsidP="005B3ED9">
      <w:r>
        <w:t>130.5673</w:t>
      </w:r>
      <w:r>
        <w:tab/>
        <w:t>2.025e0</w:t>
      </w:r>
    </w:p>
    <w:p w:rsidR="005B3ED9" w:rsidRDefault="005B3ED9" w:rsidP="005B3ED9">
      <w:r>
        <w:t>130.6033</w:t>
      </w:r>
      <w:r>
        <w:tab/>
        <w:t>3.038e0</w:t>
      </w:r>
    </w:p>
    <w:p w:rsidR="005B3ED9" w:rsidRDefault="005B3ED9" w:rsidP="005B3ED9">
      <w:r>
        <w:t>130.6143</w:t>
      </w:r>
      <w:r>
        <w:tab/>
        <w:t>4.051e0</w:t>
      </w:r>
    </w:p>
    <w:p w:rsidR="005B3ED9" w:rsidRDefault="005B3ED9" w:rsidP="005B3ED9">
      <w:r>
        <w:t>130.6369</w:t>
      </w:r>
      <w:r>
        <w:tab/>
        <w:t>1.013e0</w:t>
      </w:r>
    </w:p>
    <w:p w:rsidR="005B3ED9" w:rsidRDefault="005B3ED9" w:rsidP="005B3ED9">
      <w:r>
        <w:t>130.6487</w:t>
      </w:r>
      <w:r>
        <w:tab/>
        <w:t>1.013e0</w:t>
      </w:r>
    </w:p>
    <w:p w:rsidR="005B3ED9" w:rsidRDefault="005B3ED9" w:rsidP="005B3ED9">
      <w:r>
        <w:lastRenderedPageBreak/>
        <w:t>130.6644</w:t>
      </w:r>
      <w:r>
        <w:tab/>
        <w:t>1.013e0</w:t>
      </w:r>
    </w:p>
    <w:p w:rsidR="005B3ED9" w:rsidRDefault="005B3ED9" w:rsidP="005B3ED9">
      <w:r>
        <w:t>130.6793</w:t>
      </w:r>
      <w:r>
        <w:tab/>
        <w:t>1.013e0</w:t>
      </w:r>
    </w:p>
    <w:p w:rsidR="005B3ED9" w:rsidRDefault="005B3ED9" w:rsidP="005B3ED9">
      <w:r>
        <w:t>130.7067</w:t>
      </w:r>
      <w:r>
        <w:tab/>
        <w:t>1.013e0</w:t>
      </w:r>
    </w:p>
    <w:p w:rsidR="005B3ED9" w:rsidRDefault="005B3ED9" w:rsidP="005B3ED9">
      <w:r>
        <w:t>130.7160</w:t>
      </w:r>
      <w:r>
        <w:tab/>
        <w:t>1.013e0</w:t>
      </w:r>
    </w:p>
    <w:p w:rsidR="005B3ED9" w:rsidRDefault="005B3ED9" w:rsidP="005B3ED9">
      <w:r>
        <w:t>130.7373</w:t>
      </w:r>
      <w:r>
        <w:tab/>
        <w:t>1.013e0</w:t>
      </w:r>
    </w:p>
    <w:p w:rsidR="005B3ED9" w:rsidRDefault="005B3ED9" w:rsidP="005B3ED9">
      <w:r>
        <w:t>130.7522</w:t>
      </w:r>
      <w:r>
        <w:tab/>
        <w:t>1.013e0</w:t>
      </w:r>
    </w:p>
    <w:p w:rsidR="005B3ED9" w:rsidRDefault="005B3ED9" w:rsidP="005B3ED9">
      <w:r>
        <w:t>130.7796</w:t>
      </w:r>
      <w:r>
        <w:tab/>
        <w:t>1.013e0</w:t>
      </w:r>
    </w:p>
    <w:p w:rsidR="005B3ED9" w:rsidRDefault="005B3ED9" w:rsidP="005B3ED9">
      <w:r>
        <w:t>130.7918</w:t>
      </w:r>
      <w:r>
        <w:tab/>
        <w:t>1.013e0</w:t>
      </w:r>
    </w:p>
    <w:p w:rsidR="005B3ED9" w:rsidRDefault="005B3ED9" w:rsidP="005B3ED9">
      <w:r>
        <w:t>130.8219</w:t>
      </w:r>
      <w:r>
        <w:tab/>
        <w:t>1.013e0</w:t>
      </w:r>
    </w:p>
    <w:p w:rsidR="005B3ED9" w:rsidRDefault="005B3ED9" w:rsidP="005B3ED9">
      <w:r>
        <w:t>130.8462</w:t>
      </w:r>
      <w:r>
        <w:tab/>
        <w:t>1.013e0</w:t>
      </w:r>
    </w:p>
    <w:p w:rsidR="005B3ED9" w:rsidRDefault="005B3ED9" w:rsidP="005B3ED9">
      <w:r>
        <w:t>130.8588</w:t>
      </w:r>
      <w:r>
        <w:tab/>
        <w:t>1.013e0</w:t>
      </w:r>
    </w:p>
    <w:p w:rsidR="005B3ED9" w:rsidRDefault="005B3ED9" w:rsidP="005B3ED9">
      <w:r>
        <w:t>130.8705</w:t>
      </w:r>
      <w:r>
        <w:tab/>
        <w:t>1.013e0</w:t>
      </w:r>
    </w:p>
    <w:p w:rsidR="005B3ED9" w:rsidRDefault="005B3ED9" w:rsidP="005B3ED9">
      <w:r>
        <w:t>130.8737</w:t>
      </w:r>
      <w:r>
        <w:tab/>
        <w:t>1.013e0</w:t>
      </w:r>
    </w:p>
    <w:p w:rsidR="005B3ED9" w:rsidRDefault="005B3ED9" w:rsidP="005B3ED9">
      <w:r>
        <w:t>130.8862</w:t>
      </w:r>
      <w:r>
        <w:tab/>
        <w:t>1.013e0</w:t>
      </w:r>
    </w:p>
    <w:p w:rsidR="005B3ED9" w:rsidRDefault="005B3ED9" w:rsidP="005B3ED9">
      <w:r>
        <w:t>130.8894</w:t>
      </w:r>
      <w:r>
        <w:tab/>
        <w:t>1.013e0</w:t>
      </w:r>
    </w:p>
    <w:p w:rsidR="005B3ED9" w:rsidRDefault="005B3ED9" w:rsidP="005B3ED9">
      <w:r>
        <w:t>130.9043</w:t>
      </w:r>
      <w:r>
        <w:tab/>
        <w:t>1.013e0</w:t>
      </w:r>
    </w:p>
    <w:p w:rsidR="005B3ED9" w:rsidRDefault="005B3ED9" w:rsidP="005B3ED9">
      <w:r>
        <w:t>130.9223</w:t>
      </w:r>
      <w:r>
        <w:tab/>
        <w:t>2.025e0</w:t>
      </w:r>
    </w:p>
    <w:p w:rsidR="005B3ED9" w:rsidRDefault="005B3ED9" w:rsidP="005B3ED9">
      <w:r>
        <w:t>130.9286</w:t>
      </w:r>
      <w:r>
        <w:tab/>
        <w:t>1.013e0</w:t>
      </w:r>
    </w:p>
    <w:p w:rsidR="005B3ED9" w:rsidRDefault="005B3ED9" w:rsidP="005B3ED9">
      <w:r>
        <w:t>130.9529</w:t>
      </w:r>
      <w:r>
        <w:tab/>
        <w:t>1.013e0</w:t>
      </w:r>
    </w:p>
    <w:p w:rsidR="005B3ED9" w:rsidRDefault="005B3ED9" w:rsidP="005B3ED9">
      <w:r>
        <w:lastRenderedPageBreak/>
        <w:t>130.9653</w:t>
      </w:r>
      <w:r>
        <w:tab/>
        <w:t>1.013e0</w:t>
      </w:r>
    </w:p>
    <w:p w:rsidR="005B3ED9" w:rsidRDefault="005B3ED9" w:rsidP="005B3ED9">
      <w:r>
        <w:t>130.9803</w:t>
      </w:r>
      <w:r>
        <w:tab/>
        <w:t>1.013e0</w:t>
      </w:r>
    </w:p>
    <w:p w:rsidR="005B3ED9" w:rsidRDefault="005B3ED9" w:rsidP="005B3ED9">
      <w:r>
        <w:t>130.9952</w:t>
      </w:r>
      <w:r>
        <w:tab/>
        <w:t>1.013e0</w:t>
      </w:r>
    </w:p>
    <w:p w:rsidR="005B3ED9" w:rsidRDefault="005B3ED9" w:rsidP="005B3ED9">
      <w:r>
        <w:t>131.0109</w:t>
      </w:r>
      <w:r>
        <w:tab/>
        <w:t>1.013e0</w:t>
      </w:r>
    </w:p>
    <w:p w:rsidR="005B3ED9" w:rsidRDefault="005B3ED9" w:rsidP="005B3ED9">
      <w:r>
        <w:t>131.0141</w:t>
      </w:r>
      <w:r>
        <w:tab/>
        <w:t>2.025e0</w:t>
      </w:r>
    </w:p>
    <w:p w:rsidR="005B3ED9" w:rsidRDefault="005B3ED9" w:rsidP="005B3ED9">
      <w:r>
        <w:t>131.0342</w:t>
      </w:r>
      <w:r>
        <w:tab/>
        <w:t>8.101e0</w:t>
      </w:r>
    </w:p>
    <w:p w:rsidR="005B3ED9" w:rsidRDefault="005B3ED9" w:rsidP="005B3ED9">
      <w:r>
        <w:t>131.0357</w:t>
      </w:r>
      <w:r>
        <w:tab/>
        <w:t>1.620e1</w:t>
      </w:r>
    </w:p>
    <w:p w:rsidR="005B3ED9" w:rsidRDefault="005B3ED9" w:rsidP="005B3ED9">
      <w:r>
        <w:t>131.0380</w:t>
      </w:r>
      <w:r>
        <w:tab/>
        <w:t>1.076e1</w:t>
      </w:r>
    </w:p>
    <w:p w:rsidR="005B3ED9" w:rsidRDefault="005B3ED9" w:rsidP="005B3ED9">
      <w:r>
        <w:t>131.0842</w:t>
      </w:r>
      <w:r>
        <w:tab/>
        <w:t>1.746e1</w:t>
      </w:r>
    </w:p>
    <w:p w:rsidR="005B3ED9" w:rsidRDefault="005B3ED9" w:rsidP="005B3ED9">
      <w:r>
        <w:t>131.0870</w:t>
      </w:r>
      <w:r>
        <w:tab/>
        <w:t>1.418e1</w:t>
      </w:r>
    </w:p>
    <w:p w:rsidR="005B3ED9" w:rsidRDefault="005B3ED9" w:rsidP="005B3ED9">
      <w:r>
        <w:t>131.1009</w:t>
      </w:r>
      <w:r>
        <w:tab/>
        <w:t>4.051e0</w:t>
      </w:r>
    </w:p>
    <w:p w:rsidR="005B3ED9" w:rsidRDefault="005B3ED9" w:rsidP="005B3ED9">
      <w:r>
        <w:t>131.1082</w:t>
      </w:r>
      <w:r>
        <w:tab/>
        <w:t>1.013e0</w:t>
      </w:r>
    </w:p>
    <w:p w:rsidR="005B3ED9" w:rsidRDefault="005B3ED9" w:rsidP="005B3ED9">
      <w:r>
        <w:t>131.1232</w:t>
      </w:r>
      <w:r>
        <w:tab/>
        <w:t>1.013e0</w:t>
      </w:r>
    </w:p>
    <w:p w:rsidR="005B3ED9" w:rsidRDefault="005B3ED9" w:rsidP="005B3ED9">
      <w:r>
        <w:t>131.1263</w:t>
      </w:r>
      <w:r>
        <w:tab/>
        <w:t>1.013e0</w:t>
      </w:r>
    </w:p>
    <w:p w:rsidR="005B3ED9" w:rsidRDefault="005B3ED9" w:rsidP="005B3ED9">
      <w:r>
        <w:t>131.1294</w:t>
      </w:r>
      <w:r>
        <w:tab/>
        <w:t>1.013e0</w:t>
      </w:r>
    </w:p>
    <w:p w:rsidR="005B3ED9" w:rsidRDefault="005B3ED9" w:rsidP="005B3ED9">
      <w:r>
        <w:t>131.1632</w:t>
      </w:r>
      <w:r>
        <w:tab/>
        <w:t>2.025e0</w:t>
      </w:r>
    </w:p>
    <w:p w:rsidR="005B3ED9" w:rsidRDefault="005B3ED9" w:rsidP="005B3ED9">
      <w:r>
        <w:t>131.1702</w:t>
      </w:r>
      <w:r>
        <w:tab/>
        <w:t>2.025e0</w:t>
      </w:r>
    </w:p>
    <w:p w:rsidR="005B3ED9" w:rsidRDefault="005B3ED9" w:rsidP="005B3ED9">
      <w:r>
        <w:t>131.1843</w:t>
      </w:r>
      <w:r>
        <w:tab/>
        <w:t>1.013e0</w:t>
      </w:r>
    </w:p>
    <w:p w:rsidR="005B3ED9" w:rsidRDefault="005B3ED9" w:rsidP="005B3ED9">
      <w:r>
        <w:t>131.1961</w:t>
      </w:r>
      <w:r>
        <w:tab/>
        <w:t>1.013e0</w:t>
      </w:r>
    </w:p>
    <w:p w:rsidR="005B3ED9" w:rsidRDefault="005B3ED9" w:rsidP="005B3ED9">
      <w:r>
        <w:lastRenderedPageBreak/>
        <w:t>131.2204</w:t>
      </w:r>
      <w:r>
        <w:tab/>
        <w:t>1.013e0</w:t>
      </w:r>
    </w:p>
    <w:p w:rsidR="005B3ED9" w:rsidRDefault="005B3ED9" w:rsidP="005B3ED9">
      <w:r>
        <w:t>131.2567</w:t>
      </w:r>
      <w:r>
        <w:tab/>
        <w:t>4.051e0</w:t>
      </w:r>
    </w:p>
    <w:p w:rsidR="005B3ED9" w:rsidRDefault="005B3ED9" w:rsidP="005B3ED9">
      <w:r>
        <w:t>131.2637</w:t>
      </w:r>
      <w:r>
        <w:tab/>
        <w:t>1.013e0</w:t>
      </w:r>
    </w:p>
    <w:p w:rsidR="005B3ED9" w:rsidRDefault="005B3ED9" w:rsidP="005B3ED9">
      <w:r>
        <w:t>131.2754</w:t>
      </w:r>
      <w:r>
        <w:tab/>
        <w:t>1.013e0</w:t>
      </w:r>
    </w:p>
    <w:p w:rsidR="005B3ED9" w:rsidRDefault="005B3ED9" w:rsidP="005B3ED9">
      <w:r>
        <w:t>131.2909</w:t>
      </w:r>
      <w:r>
        <w:tab/>
        <w:t>1.013e0</w:t>
      </w:r>
    </w:p>
    <w:p w:rsidR="005B3ED9" w:rsidRDefault="005B3ED9" w:rsidP="005B3ED9">
      <w:r>
        <w:t>131.3060</w:t>
      </w:r>
      <w:r>
        <w:tab/>
        <w:t>1.013e0</w:t>
      </w:r>
    </w:p>
    <w:p w:rsidR="005B3ED9" w:rsidRDefault="005B3ED9" w:rsidP="005B3ED9">
      <w:r>
        <w:t>131.3425</w:t>
      </w:r>
      <w:r>
        <w:tab/>
        <w:t>1.013e0</w:t>
      </w:r>
    </w:p>
    <w:p w:rsidR="005B3ED9" w:rsidRDefault="005B3ED9" w:rsidP="005B3ED9">
      <w:r>
        <w:t>131.3452</w:t>
      </w:r>
      <w:r>
        <w:tab/>
        <w:t>1.013e0</w:t>
      </w:r>
    </w:p>
    <w:p w:rsidR="005B3ED9" w:rsidRDefault="005B3ED9" w:rsidP="005B3ED9">
      <w:r>
        <w:t>131.3484</w:t>
      </w:r>
      <w:r>
        <w:tab/>
        <w:t>1.013e0</w:t>
      </w:r>
    </w:p>
    <w:p w:rsidR="005B3ED9" w:rsidRDefault="005B3ED9" w:rsidP="005B3ED9">
      <w:r>
        <w:t>131.3669</w:t>
      </w:r>
      <w:r>
        <w:tab/>
        <w:t>1.013e0</w:t>
      </w:r>
    </w:p>
    <w:p w:rsidR="005B3ED9" w:rsidRDefault="005B3ED9" w:rsidP="005B3ED9">
      <w:r>
        <w:t>131.3728</w:t>
      </w:r>
      <w:r>
        <w:tab/>
        <w:t>1.013e0</w:t>
      </w:r>
    </w:p>
    <w:p w:rsidR="005B3ED9" w:rsidRDefault="005B3ED9" w:rsidP="005B3ED9">
      <w:r>
        <w:t>131.3759</w:t>
      </w:r>
      <w:r>
        <w:tab/>
        <w:t>1.013e0</w:t>
      </w:r>
    </w:p>
    <w:p w:rsidR="005B3ED9" w:rsidRDefault="005B3ED9" w:rsidP="005B3ED9">
      <w:r>
        <w:t>131.4128</w:t>
      </w:r>
      <w:r>
        <w:tab/>
        <w:t>1.013e0</w:t>
      </w:r>
    </w:p>
    <w:p w:rsidR="005B3ED9" w:rsidRDefault="005B3ED9" w:rsidP="005B3ED9">
      <w:r>
        <w:t>131.4340</w:t>
      </w:r>
      <w:r>
        <w:tab/>
        <w:t>1.013e0</w:t>
      </w:r>
    </w:p>
    <w:p w:rsidR="005B3ED9" w:rsidRDefault="005B3ED9" w:rsidP="005B3ED9">
      <w:r>
        <w:t>131.4458</w:t>
      </w:r>
      <w:r>
        <w:tab/>
        <w:t>1.013e0</w:t>
      </w:r>
    </w:p>
    <w:p w:rsidR="005B3ED9" w:rsidRDefault="005B3ED9" w:rsidP="005B3ED9">
      <w:r>
        <w:t>131.4991</w:t>
      </w:r>
      <w:r>
        <w:tab/>
        <w:t>2.025e0</w:t>
      </w:r>
    </w:p>
    <w:p w:rsidR="005B3ED9" w:rsidRDefault="005B3ED9" w:rsidP="005B3ED9">
      <w:r>
        <w:t>131.5071</w:t>
      </w:r>
      <w:r>
        <w:tab/>
        <w:t>1.013e0</w:t>
      </w:r>
    </w:p>
    <w:p w:rsidR="005B3ED9" w:rsidRDefault="005B3ED9" w:rsidP="005B3ED9">
      <w:r>
        <w:t>131.5134</w:t>
      </w:r>
      <w:r>
        <w:tab/>
        <w:t>1.013e0</w:t>
      </w:r>
    </w:p>
    <w:p w:rsidR="005B3ED9" w:rsidRDefault="005B3ED9" w:rsidP="005B3ED9">
      <w:r>
        <w:t>131.5314</w:t>
      </w:r>
      <w:r>
        <w:tab/>
        <w:t>1.013e0</w:t>
      </w:r>
    </w:p>
    <w:p w:rsidR="005B3ED9" w:rsidRDefault="005B3ED9" w:rsidP="005B3ED9">
      <w:r>
        <w:lastRenderedPageBreak/>
        <w:t>131.5345</w:t>
      </w:r>
      <w:r>
        <w:tab/>
        <w:t>2.025e0</w:t>
      </w:r>
    </w:p>
    <w:p w:rsidR="005B3ED9" w:rsidRDefault="005B3ED9" w:rsidP="005B3ED9">
      <w:r>
        <w:t>131.5495</w:t>
      </w:r>
      <w:r>
        <w:tab/>
        <w:t>1.013e0</w:t>
      </w:r>
    </w:p>
    <w:p w:rsidR="005B3ED9" w:rsidRDefault="005B3ED9" w:rsidP="005B3ED9">
      <w:r>
        <w:t>131.5527</w:t>
      </w:r>
      <w:r>
        <w:tab/>
        <w:t>1.013e0</w:t>
      </w:r>
    </w:p>
    <w:p w:rsidR="005B3ED9" w:rsidRDefault="005B3ED9" w:rsidP="005B3ED9">
      <w:r>
        <w:t>131.5605</w:t>
      </w:r>
      <w:r>
        <w:tab/>
        <w:t>2.025e0</w:t>
      </w:r>
    </w:p>
    <w:p w:rsidR="005B3ED9" w:rsidRDefault="005B3ED9" w:rsidP="005B3ED9">
      <w:r>
        <w:t>131.5770</w:t>
      </w:r>
      <w:r>
        <w:tab/>
        <w:t>1.013e0</w:t>
      </w:r>
    </w:p>
    <w:p w:rsidR="005B3ED9" w:rsidRDefault="005B3ED9" w:rsidP="005B3ED9">
      <w:r>
        <w:t>131.5982</w:t>
      </w:r>
      <w:r>
        <w:tab/>
        <w:t>1.013e0</w:t>
      </w:r>
    </w:p>
    <w:p w:rsidR="005B3ED9" w:rsidRDefault="005B3ED9" w:rsidP="005B3ED9">
      <w:r>
        <w:t>131.6171</w:t>
      </w:r>
      <w:r>
        <w:tab/>
        <w:t>1.013e0</w:t>
      </w:r>
    </w:p>
    <w:p w:rsidR="005B3ED9" w:rsidRDefault="005B3ED9" w:rsidP="005B3ED9">
      <w:r>
        <w:t>131.6336</w:t>
      </w:r>
      <w:r>
        <w:tab/>
        <w:t>2.025e0</w:t>
      </w:r>
    </w:p>
    <w:p w:rsidR="005B3ED9" w:rsidRDefault="005B3ED9" w:rsidP="005B3ED9">
      <w:r>
        <w:t>131.6745</w:t>
      </w:r>
      <w:r>
        <w:tab/>
        <w:t>1.013e0</w:t>
      </w:r>
    </w:p>
    <w:p w:rsidR="005B3ED9" w:rsidRDefault="005B3ED9" w:rsidP="005B3ED9">
      <w:r>
        <w:t>131.6974</w:t>
      </w:r>
      <w:r>
        <w:tab/>
        <w:t>2.025e0</w:t>
      </w:r>
    </w:p>
    <w:p w:rsidR="005B3ED9" w:rsidRDefault="005B3ED9" w:rsidP="005B3ED9">
      <w:r>
        <w:t>131.7083</w:t>
      </w:r>
      <w:r>
        <w:tab/>
        <w:t>2.025e0</w:t>
      </w:r>
    </w:p>
    <w:p w:rsidR="005B3ED9" w:rsidRDefault="005B3ED9" w:rsidP="005B3ED9">
      <w:r>
        <w:t>131.7295</w:t>
      </w:r>
      <w:r>
        <w:tab/>
        <w:t>1.013e0</w:t>
      </w:r>
    </w:p>
    <w:p w:rsidR="005B3ED9" w:rsidRDefault="005B3ED9" w:rsidP="005B3ED9">
      <w:r>
        <w:t>131.7633</w:t>
      </w:r>
      <w:r>
        <w:tab/>
        <w:t>1.013e0</w:t>
      </w:r>
    </w:p>
    <w:p w:rsidR="005B3ED9" w:rsidRDefault="005B3ED9" w:rsidP="005B3ED9">
      <w:r>
        <w:t>131.7814</w:t>
      </w:r>
      <w:r>
        <w:tab/>
        <w:t>1.013e0</w:t>
      </w:r>
    </w:p>
    <w:p w:rsidR="005B3ED9" w:rsidRDefault="005B3ED9" w:rsidP="005B3ED9">
      <w:r>
        <w:t>131.8026</w:t>
      </w:r>
      <w:r>
        <w:tab/>
        <w:t>1.013e0</w:t>
      </w:r>
    </w:p>
    <w:p w:rsidR="005B3ED9" w:rsidRDefault="005B3ED9" w:rsidP="005B3ED9">
      <w:r>
        <w:t>131.8120</w:t>
      </w:r>
      <w:r>
        <w:tab/>
        <w:t>1.013e0</w:t>
      </w:r>
    </w:p>
    <w:p w:rsidR="005B3ED9" w:rsidRDefault="005B3ED9" w:rsidP="005B3ED9">
      <w:r>
        <w:t>131.8396</w:t>
      </w:r>
      <w:r>
        <w:tab/>
        <w:t>1.013e0</w:t>
      </w:r>
    </w:p>
    <w:p w:rsidR="005B3ED9" w:rsidRDefault="005B3ED9" w:rsidP="005B3ED9">
      <w:r>
        <w:t>131.8915</w:t>
      </w:r>
      <w:r>
        <w:tab/>
        <w:t>1.013e0</w:t>
      </w:r>
    </w:p>
    <w:p w:rsidR="005B3ED9" w:rsidRDefault="005B3ED9" w:rsidP="005B3ED9">
      <w:r>
        <w:t>131.9190</w:t>
      </w:r>
      <w:r>
        <w:tab/>
        <w:t>1.013e0</w:t>
      </w:r>
    </w:p>
    <w:p w:rsidR="005B3ED9" w:rsidRDefault="005B3ED9" w:rsidP="005B3ED9">
      <w:r>
        <w:lastRenderedPageBreak/>
        <w:t>131.9340</w:t>
      </w:r>
      <w:r>
        <w:tab/>
        <w:t>2.025e0</w:t>
      </w:r>
    </w:p>
    <w:p w:rsidR="005B3ED9" w:rsidRDefault="005B3ED9" w:rsidP="005B3ED9">
      <w:r>
        <w:t>131.9522</w:t>
      </w:r>
      <w:r>
        <w:tab/>
        <w:t>1.013e0</w:t>
      </w:r>
    </w:p>
    <w:p w:rsidR="005B3ED9" w:rsidRDefault="005B3ED9" w:rsidP="005B3ED9">
      <w:r>
        <w:t>131.9709</w:t>
      </w:r>
      <w:r>
        <w:tab/>
        <w:t>1.013e0</w:t>
      </w:r>
    </w:p>
    <w:p w:rsidR="005B3ED9" w:rsidRDefault="005B3ED9" w:rsidP="005B3ED9">
      <w:r>
        <w:t>131.9740</w:t>
      </w:r>
      <w:r>
        <w:tab/>
        <w:t>1.013e0</w:t>
      </w:r>
    </w:p>
    <w:p w:rsidR="005B3ED9" w:rsidRDefault="005B3ED9" w:rsidP="005B3ED9">
      <w:r>
        <w:t>132.0013</w:t>
      </w:r>
      <w:r>
        <w:tab/>
        <w:t>1.013e0</w:t>
      </w:r>
    </w:p>
    <w:p w:rsidR="005B3ED9" w:rsidRDefault="005B3ED9" w:rsidP="005B3ED9">
      <w:r>
        <w:t>132.0103</w:t>
      </w:r>
      <w:r>
        <w:tab/>
        <w:t>2.025e0</w:t>
      </w:r>
    </w:p>
    <w:p w:rsidR="005B3ED9" w:rsidRDefault="005B3ED9" w:rsidP="005B3ED9">
      <w:r>
        <w:t>132.0347</w:t>
      </w:r>
      <w:r>
        <w:tab/>
        <w:t>1.013e0</w:t>
      </w:r>
    </w:p>
    <w:p w:rsidR="005B3ED9" w:rsidRDefault="005B3ED9" w:rsidP="005B3ED9">
      <w:r>
        <w:t>132.0379</w:t>
      </w:r>
      <w:r>
        <w:tab/>
        <w:t>1.013e0</w:t>
      </w:r>
    </w:p>
    <w:p w:rsidR="005B3ED9" w:rsidRDefault="005B3ED9" w:rsidP="005B3ED9">
      <w:r>
        <w:t>132.0622</w:t>
      </w:r>
      <w:r>
        <w:tab/>
        <w:t>2.025e0</w:t>
      </w:r>
    </w:p>
    <w:p w:rsidR="005B3ED9" w:rsidRDefault="005B3ED9" w:rsidP="005B3ED9">
      <w:r>
        <w:t>132.0676</w:t>
      </w:r>
      <w:r>
        <w:tab/>
        <w:t>3.038e0</w:t>
      </w:r>
    </w:p>
    <w:p w:rsidR="005B3ED9" w:rsidRDefault="005B3ED9" w:rsidP="005B3ED9">
      <w:r>
        <w:t>132.0697</w:t>
      </w:r>
      <w:r>
        <w:tab/>
        <w:t>4.051e0</w:t>
      </w:r>
    </w:p>
    <w:p w:rsidR="005B3ED9" w:rsidRDefault="005B3ED9" w:rsidP="005B3ED9">
      <w:r>
        <w:t>132.0777</w:t>
      </w:r>
      <w:r>
        <w:tab/>
        <w:t>2.025e0</w:t>
      </w:r>
    </w:p>
    <w:p w:rsidR="005B3ED9" w:rsidRDefault="005B3ED9" w:rsidP="005B3ED9">
      <w:r>
        <w:t>132.0791</w:t>
      </w:r>
      <w:r>
        <w:tab/>
        <w:t>2.691e0</w:t>
      </w:r>
    </w:p>
    <w:p w:rsidR="005B3ED9" w:rsidRDefault="005B3ED9" w:rsidP="005B3ED9">
      <w:r>
        <w:t>132.1014</w:t>
      </w:r>
      <w:r>
        <w:tab/>
        <w:t>6.076e0</w:t>
      </w:r>
    </w:p>
    <w:p w:rsidR="005B3ED9" w:rsidRDefault="005B3ED9" w:rsidP="005B3ED9">
      <w:r>
        <w:t>132.1050</w:t>
      </w:r>
      <w:r>
        <w:tab/>
        <w:t>1.013e0</w:t>
      </w:r>
    </w:p>
    <w:p w:rsidR="005B3ED9" w:rsidRDefault="005B3ED9" w:rsidP="005B3ED9">
      <w:r>
        <w:t>132.1078</w:t>
      </w:r>
      <w:r>
        <w:tab/>
        <w:t>2.025e0</w:t>
      </w:r>
    </w:p>
    <w:p w:rsidR="005B3ED9" w:rsidRDefault="005B3ED9" w:rsidP="005B3ED9">
      <w:r>
        <w:t>132.1204</w:t>
      </w:r>
      <w:r>
        <w:tab/>
        <w:t>1.013e0</w:t>
      </w:r>
    </w:p>
    <w:p w:rsidR="005B3ED9" w:rsidRDefault="005B3ED9" w:rsidP="005B3ED9">
      <w:r>
        <w:t>132.1480</w:t>
      </w:r>
      <w:r>
        <w:tab/>
        <w:t>1.013e0</w:t>
      </w:r>
    </w:p>
    <w:p w:rsidR="005B3ED9" w:rsidRDefault="005B3ED9" w:rsidP="005B3ED9">
      <w:r>
        <w:t>132.1724</w:t>
      </w:r>
      <w:r>
        <w:tab/>
        <w:t>1.013e0</w:t>
      </w:r>
    </w:p>
    <w:p w:rsidR="005B3ED9" w:rsidRDefault="005B3ED9" w:rsidP="005B3ED9">
      <w:r>
        <w:lastRenderedPageBreak/>
        <w:t>132.2060</w:t>
      </w:r>
      <w:r>
        <w:tab/>
        <w:t>2.025e0</w:t>
      </w:r>
    </w:p>
    <w:p w:rsidR="005B3ED9" w:rsidRDefault="005B3ED9" w:rsidP="005B3ED9">
      <w:r>
        <w:t>132.2333</w:t>
      </w:r>
      <w:r>
        <w:tab/>
        <w:t>1.013e0</w:t>
      </w:r>
    </w:p>
    <w:p w:rsidR="005B3ED9" w:rsidRDefault="005B3ED9" w:rsidP="005B3ED9">
      <w:r>
        <w:t>132.2472</w:t>
      </w:r>
      <w:r>
        <w:tab/>
        <w:t>2.025e0</w:t>
      </w:r>
    </w:p>
    <w:p w:rsidR="005B3ED9" w:rsidRDefault="005B3ED9" w:rsidP="005B3ED9">
      <w:r>
        <w:t>132.2701</w:t>
      </w:r>
      <w:r>
        <w:tab/>
        <w:t>1.013e0</w:t>
      </w:r>
    </w:p>
    <w:p w:rsidR="005B3ED9" w:rsidRDefault="005B3ED9" w:rsidP="005B3ED9">
      <w:r>
        <w:t>132.2945</w:t>
      </w:r>
      <w:r>
        <w:tab/>
        <w:t>1.013e0</w:t>
      </w:r>
    </w:p>
    <w:p w:rsidR="005B3ED9" w:rsidRDefault="005B3ED9" w:rsidP="005B3ED9">
      <w:r>
        <w:t>132.3402</w:t>
      </w:r>
      <w:r>
        <w:tab/>
        <w:t>1.013e0</w:t>
      </w:r>
    </w:p>
    <w:p w:rsidR="005B3ED9" w:rsidRDefault="005B3ED9" w:rsidP="005B3ED9">
      <w:r>
        <w:t>132.3527</w:t>
      </w:r>
      <w:r>
        <w:tab/>
        <w:t>1.013e0</w:t>
      </w:r>
    </w:p>
    <w:p w:rsidR="005B3ED9" w:rsidRDefault="005B3ED9" w:rsidP="005B3ED9">
      <w:r>
        <w:t>132.3645</w:t>
      </w:r>
      <w:r>
        <w:tab/>
        <w:t>1.013e0</w:t>
      </w:r>
    </w:p>
    <w:p w:rsidR="005B3ED9" w:rsidRDefault="005B3ED9" w:rsidP="005B3ED9">
      <w:r>
        <w:t>132.3740</w:t>
      </w:r>
      <w:r>
        <w:tab/>
        <w:t>1.013e0</w:t>
      </w:r>
    </w:p>
    <w:p w:rsidR="005B3ED9" w:rsidRDefault="005B3ED9" w:rsidP="005B3ED9">
      <w:r>
        <w:t>132.4110</w:t>
      </w:r>
      <w:r>
        <w:tab/>
        <w:t>1.013e0</w:t>
      </w:r>
    </w:p>
    <w:p w:rsidR="005B3ED9" w:rsidRDefault="005B3ED9" w:rsidP="005B3ED9">
      <w:r>
        <w:t>132.4198</w:t>
      </w:r>
      <w:r>
        <w:tab/>
        <w:t>1.013e0</w:t>
      </w:r>
    </w:p>
    <w:p w:rsidR="005B3ED9" w:rsidRDefault="005B3ED9" w:rsidP="005B3ED9">
      <w:r>
        <w:t>132.4718</w:t>
      </w:r>
      <w:r>
        <w:tab/>
        <w:t>1.013e0</w:t>
      </w:r>
    </w:p>
    <w:p w:rsidR="005B3ED9" w:rsidRDefault="005B3ED9" w:rsidP="005B3ED9">
      <w:r>
        <w:t>132.4749</w:t>
      </w:r>
      <w:r>
        <w:tab/>
        <w:t>1.013e0</w:t>
      </w:r>
    </w:p>
    <w:p w:rsidR="005B3ED9" w:rsidRDefault="005B3ED9" w:rsidP="005B3ED9">
      <w:r>
        <w:t>132.5119</w:t>
      </w:r>
      <w:r>
        <w:tab/>
        <w:t>1.013e0</w:t>
      </w:r>
    </w:p>
    <w:p w:rsidR="005B3ED9" w:rsidRDefault="005B3ED9" w:rsidP="005B3ED9">
      <w:r>
        <w:t>132.5149</w:t>
      </w:r>
      <w:r>
        <w:tab/>
        <w:t>1.013e0</w:t>
      </w:r>
    </w:p>
    <w:p w:rsidR="005B3ED9" w:rsidRDefault="005B3ED9" w:rsidP="005B3ED9">
      <w:r>
        <w:t>132.5300</w:t>
      </w:r>
      <w:r>
        <w:tab/>
        <w:t>1.013e0</w:t>
      </w:r>
    </w:p>
    <w:p w:rsidR="005B3ED9" w:rsidRDefault="005B3ED9" w:rsidP="005B3ED9">
      <w:r>
        <w:t>132.5364</w:t>
      </w:r>
      <w:r>
        <w:tab/>
        <w:t>1.013e0</w:t>
      </w:r>
    </w:p>
    <w:p w:rsidR="005B3ED9" w:rsidRDefault="005B3ED9" w:rsidP="005B3ED9">
      <w:r>
        <w:t>132.5482</w:t>
      </w:r>
      <w:r>
        <w:tab/>
        <w:t>1.013e0</w:t>
      </w:r>
    </w:p>
    <w:p w:rsidR="005B3ED9" w:rsidRDefault="005B3ED9" w:rsidP="005B3ED9">
      <w:r>
        <w:t>132.5640</w:t>
      </w:r>
      <w:r>
        <w:tab/>
        <w:t>1.013e0</w:t>
      </w:r>
    </w:p>
    <w:p w:rsidR="005B3ED9" w:rsidRDefault="005B3ED9" w:rsidP="005B3ED9">
      <w:r>
        <w:lastRenderedPageBreak/>
        <w:t>132.5852</w:t>
      </w:r>
      <w:r>
        <w:tab/>
        <w:t>1.013e0</w:t>
      </w:r>
    </w:p>
    <w:p w:rsidR="005B3ED9" w:rsidRDefault="005B3ED9" w:rsidP="005B3ED9">
      <w:r>
        <w:t>132.6002</w:t>
      </w:r>
      <w:r>
        <w:tab/>
        <w:t>1.013e0</w:t>
      </w:r>
    </w:p>
    <w:p w:rsidR="005B3ED9" w:rsidRDefault="005B3ED9" w:rsidP="005B3ED9">
      <w:r>
        <w:t>132.6065</w:t>
      </w:r>
      <w:r>
        <w:tab/>
        <w:t>1.013e0</w:t>
      </w:r>
    </w:p>
    <w:p w:rsidR="005B3ED9" w:rsidRDefault="005B3ED9" w:rsidP="005B3ED9">
      <w:r>
        <w:t>132.6190</w:t>
      </w:r>
      <w:r>
        <w:tab/>
        <w:t>1.013e0</w:t>
      </w:r>
    </w:p>
    <w:p w:rsidR="005B3ED9" w:rsidRDefault="005B3ED9" w:rsidP="005B3ED9">
      <w:r>
        <w:t>132.6463</w:t>
      </w:r>
      <w:r>
        <w:tab/>
        <w:t>1.013e0</w:t>
      </w:r>
    </w:p>
    <w:p w:rsidR="005B3ED9" w:rsidRDefault="005B3ED9" w:rsidP="005B3ED9">
      <w:r>
        <w:t>132.6925</w:t>
      </w:r>
      <w:r>
        <w:tab/>
        <w:t>1.013e0</w:t>
      </w:r>
    </w:p>
    <w:p w:rsidR="005B3ED9" w:rsidRDefault="005B3ED9" w:rsidP="005B3ED9">
      <w:r>
        <w:t>132.7595</w:t>
      </w:r>
      <w:r>
        <w:tab/>
        <w:t>1.013e0</w:t>
      </w:r>
    </w:p>
    <w:p w:rsidR="005B3ED9" w:rsidRDefault="005B3ED9" w:rsidP="005B3ED9">
      <w:r>
        <w:t>132.7887</w:t>
      </w:r>
      <w:r>
        <w:tab/>
        <w:t>2.025e0</w:t>
      </w:r>
    </w:p>
    <w:p w:rsidR="005B3ED9" w:rsidRDefault="005B3ED9" w:rsidP="005B3ED9">
      <w:r>
        <w:t>132.8272</w:t>
      </w:r>
      <w:r>
        <w:tab/>
        <w:t>1.013e0</w:t>
      </w:r>
    </w:p>
    <w:p w:rsidR="005B3ED9" w:rsidRDefault="005B3ED9" w:rsidP="005B3ED9">
      <w:r>
        <w:t>132.8763</w:t>
      </w:r>
      <w:r>
        <w:tab/>
        <w:t>1.013e0</w:t>
      </w:r>
    </w:p>
    <w:p w:rsidR="005B3ED9" w:rsidRDefault="005B3ED9" w:rsidP="005B3ED9">
      <w:r>
        <w:t>132.8820</w:t>
      </w:r>
      <w:r>
        <w:tab/>
        <w:t>1.013e0</w:t>
      </w:r>
    </w:p>
    <w:p w:rsidR="005B3ED9" w:rsidRDefault="005B3ED9" w:rsidP="005B3ED9">
      <w:r>
        <w:t>132.8975</w:t>
      </w:r>
      <w:r>
        <w:tab/>
        <w:t>1.013e0</w:t>
      </w:r>
    </w:p>
    <w:p w:rsidR="005B3ED9" w:rsidRDefault="005B3ED9" w:rsidP="005B3ED9">
      <w:r>
        <w:t>132.9528</w:t>
      </w:r>
      <w:r>
        <w:tab/>
        <w:t>1.013e0</w:t>
      </w:r>
    </w:p>
    <w:p w:rsidR="005B3ED9" w:rsidRDefault="005B3ED9" w:rsidP="005B3ED9">
      <w:r>
        <w:t>132.9588</w:t>
      </w:r>
      <w:r>
        <w:tab/>
        <w:t>1.013e0</w:t>
      </w:r>
    </w:p>
    <w:p w:rsidR="005B3ED9" w:rsidRDefault="005B3ED9" w:rsidP="005B3ED9">
      <w:r>
        <w:t>132.9678</w:t>
      </w:r>
      <w:r>
        <w:tab/>
        <w:t>1.013e0</w:t>
      </w:r>
    </w:p>
    <w:p w:rsidR="005B3ED9" w:rsidRDefault="005B3ED9" w:rsidP="005B3ED9">
      <w:r>
        <w:t>132.9772</w:t>
      </w:r>
      <w:r>
        <w:tab/>
        <w:t>1.013e0</w:t>
      </w:r>
    </w:p>
    <w:p w:rsidR="005B3ED9" w:rsidRDefault="005B3ED9" w:rsidP="005B3ED9">
      <w:r>
        <w:t>133.0293</w:t>
      </w:r>
      <w:r>
        <w:tab/>
        <w:t>1.013e0</w:t>
      </w:r>
    </w:p>
    <w:p w:rsidR="005B3ED9" w:rsidRDefault="005B3ED9" w:rsidP="005B3ED9">
      <w:r>
        <w:t>133.0310</w:t>
      </w:r>
      <w:r>
        <w:tab/>
        <w:t>2.025e0</w:t>
      </w:r>
    </w:p>
    <w:p w:rsidR="005B3ED9" w:rsidRDefault="005B3ED9" w:rsidP="005B3ED9">
      <w:r>
        <w:t>133.0476</w:t>
      </w:r>
      <w:r>
        <w:tab/>
        <w:t>1.013e0</w:t>
      </w:r>
    </w:p>
    <w:p w:rsidR="005B3ED9" w:rsidRDefault="005B3ED9" w:rsidP="005B3ED9">
      <w:r>
        <w:lastRenderedPageBreak/>
        <w:t>133.0487</w:t>
      </w:r>
      <w:r>
        <w:tab/>
        <w:t>5.063e0</w:t>
      </w:r>
    </w:p>
    <w:p w:rsidR="005B3ED9" w:rsidRDefault="005B3ED9" w:rsidP="005B3ED9">
      <w:r>
        <w:t>133.0554</w:t>
      </w:r>
      <w:r>
        <w:tab/>
        <w:t>2.025e0</w:t>
      </w:r>
    </w:p>
    <w:p w:rsidR="005B3ED9" w:rsidRDefault="005B3ED9" w:rsidP="005B3ED9">
      <w:r>
        <w:t>133.0694</w:t>
      </w:r>
      <w:r>
        <w:tab/>
        <w:t>4.051e0</w:t>
      </w:r>
    </w:p>
    <w:p w:rsidR="005B3ED9" w:rsidRDefault="005B3ED9" w:rsidP="005B3ED9">
      <w:r>
        <w:t>133.0878</w:t>
      </w:r>
      <w:r>
        <w:tab/>
        <w:t>2.025e0</w:t>
      </w:r>
    </w:p>
    <w:p w:rsidR="005B3ED9" w:rsidRDefault="005B3ED9" w:rsidP="005B3ED9">
      <w:r>
        <w:t>133.0919</w:t>
      </w:r>
      <w:r>
        <w:tab/>
        <w:t>2.025e0</w:t>
      </w:r>
    </w:p>
    <w:p w:rsidR="005B3ED9" w:rsidRDefault="005B3ED9" w:rsidP="005B3ED9">
      <w:r>
        <w:t>133.0950</w:t>
      </w:r>
      <w:r>
        <w:tab/>
        <w:t>8.101e0</w:t>
      </w:r>
    </w:p>
    <w:p w:rsidR="005B3ED9" w:rsidRDefault="005B3ED9" w:rsidP="005B3ED9">
      <w:r>
        <w:t>133.1152</w:t>
      </w:r>
      <w:r>
        <w:tab/>
        <w:t>5.063e0</w:t>
      </w:r>
    </w:p>
    <w:p w:rsidR="005B3ED9" w:rsidRDefault="005B3ED9" w:rsidP="005B3ED9">
      <w:r>
        <w:t>133.1180</w:t>
      </w:r>
      <w:r>
        <w:tab/>
        <w:t>1.013e0</w:t>
      </w:r>
    </w:p>
    <w:p w:rsidR="005B3ED9" w:rsidRDefault="005B3ED9" w:rsidP="005B3ED9">
      <w:r>
        <w:t>133.1223</w:t>
      </w:r>
      <w:r>
        <w:tab/>
        <w:t>3.038e0</w:t>
      </w:r>
    </w:p>
    <w:p w:rsidR="005B3ED9" w:rsidRDefault="005B3ED9" w:rsidP="005B3ED9">
      <w:r>
        <w:t>133.1771</w:t>
      </w:r>
      <w:r>
        <w:tab/>
        <w:t>3.038e0</w:t>
      </w:r>
    </w:p>
    <w:p w:rsidR="005B3ED9" w:rsidRDefault="005B3ED9" w:rsidP="005B3ED9">
      <w:r>
        <w:t>133.2378</w:t>
      </w:r>
      <w:r>
        <w:tab/>
        <w:t>1.013e0</w:t>
      </w:r>
    </w:p>
    <w:p w:rsidR="005B3ED9" w:rsidRDefault="005B3ED9" w:rsidP="005B3ED9">
      <w:r>
        <w:t>133.2528</w:t>
      </w:r>
      <w:r>
        <w:tab/>
        <w:t>1.013e0</w:t>
      </w:r>
    </w:p>
    <w:p w:rsidR="005B3ED9" w:rsidRDefault="005B3ED9" w:rsidP="005B3ED9">
      <w:r>
        <w:t>133.2686</w:t>
      </w:r>
      <w:r>
        <w:tab/>
        <w:t>1.013e0</w:t>
      </w:r>
    </w:p>
    <w:p w:rsidR="005B3ED9" w:rsidRDefault="005B3ED9" w:rsidP="005B3ED9">
      <w:r>
        <w:t>133.2899</w:t>
      </w:r>
      <w:r>
        <w:tab/>
        <w:t>1.013e0</w:t>
      </w:r>
    </w:p>
    <w:p w:rsidR="005B3ED9" w:rsidRDefault="005B3ED9" w:rsidP="005B3ED9">
      <w:r>
        <w:t>133.2931</w:t>
      </w:r>
      <w:r>
        <w:tab/>
        <w:t>1.013e0</w:t>
      </w:r>
    </w:p>
    <w:p w:rsidR="005B3ED9" w:rsidRDefault="005B3ED9" w:rsidP="005B3ED9">
      <w:r>
        <w:t>133.3208</w:t>
      </w:r>
      <w:r>
        <w:tab/>
        <w:t>1.013e0</w:t>
      </w:r>
    </w:p>
    <w:p w:rsidR="005B3ED9" w:rsidRDefault="005B3ED9" w:rsidP="005B3ED9">
      <w:r>
        <w:t>133.3269</w:t>
      </w:r>
      <w:r>
        <w:tab/>
        <w:t>1.013e0</w:t>
      </w:r>
    </w:p>
    <w:p w:rsidR="005B3ED9" w:rsidRDefault="005B3ED9" w:rsidP="005B3ED9">
      <w:r>
        <w:t>133.3666</w:t>
      </w:r>
      <w:r>
        <w:tab/>
        <w:t>1.013e0</w:t>
      </w:r>
    </w:p>
    <w:p w:rsidR="005B3ED9" w:rsidRDefault="005B3ED9" w:rsidP="005B3ED9">
      <w:r>
        <w:t>133.4094</w:t>
      </w:r>
      <w:r>
        <w:tab/>
        <w:t>1.013e0</w:t>
      </w:r>
    </w:p>
    <w:p w:rsidR="005B3ED9" w:rsidRDefault="005B3ED9" w:rsidP="005B3ED9">
      <w:r>
        <w:lastRenderedPageBreak/>
        <w:t>133.4341</w:t>
      </w:r>
      <w:r>
        <w:tab/>
        <w:t>1.013e0</w:t>
      </w:r>
    </w:p>
    <w:p w:rsidR="005B3ED9" w:rsidRDefault="005B3ED9" w:rsidP="005B3ED9">
      <w:r>
        <w:t>133.4617</w:t>
      </w:r>
      <w:r>
        <w:tab/>
        <w:t>1.013e0</w:t>
      </w:r>
    </w:p>
    <w:p w:rsidR="005B3ED9" w:rsidRDefault="005B3ED9" w:rsidP="005B3ED9">
      <w:r>
        <w:t>133.4836</w:t>
      </w:r>
      <w:r>
        <w:tab/>
        <w:t>1.013e0</w:t>
      </w:r>
    </w:p>
    <w:p w:rsidR="005B3ED9" w:rsidRDefault="005B3ED9" w:rsidP="005B3ED9">
      <w:r>
        <w:t>133.4865</w:t>
      </w:r>
      <w:r>
        <w:tab/>
        <w:t>1.013e0</w:t>
      </w:r>
    </w:p>
    <w:p w:rsidR="005B3ED9" w:rsidRDefault="005B3ED9" w:rsidP="005B3ED9">
      <w:r>
        <w:t>133.5018</w:t>
      </w:r>
      <w:r>
        <w:tab/>
        <w:t>1.013e0</w:t>
      </w:r>
    </w:p>
    <w:p w:rsidR="005B3ED9" w:rsidRDefault="005B3ED9" w:rsidP="005B3ED9">
      <w:r>
        <w:t>133.5081</w:t>
      </w:r>
      <w:r>
        <w:tab/>
        <w:t>1.013e0</w:t>
      </w:r>
    </w:p>
    <w:p w:rsidR="005B3ED9" w:rsidRDefault="005B3ED9" w:rsidP="005B3ED9">
      <w:r>
        <w:t>133.5263</w:t>
      </w:r>
      <w:r>
        <w:tab/>
        <w:t>1.013e0</w:t>
      </w:r>
    </w:p>
    <w:p w:rsidR="005B3ED9" w:rsidRDefault="005B3ED9" w:rsidP="005B3ED9">
      <w:r>
        <w:t>133.5388</w:t>
      </w:r>
      <w:r>
        <w:tab/>
        <w:t>1.013e0</w:t>
      </w:r>
    </w:p>
    <w:p w:rsidR="005B3ED9" w:rsidRDefault="005B3ED9" w:rsidP="005B3ED9">
      <w:r>
        <w:t>133.5508</w:t>
      </w:r>
      <w:r>
        <w:tab/>
        <w:t>1.013e0</w:t>
      </w:r>
    </w:p>
    <w:p w:rsidR="005B3ED9" w:rsidRDefault="005B3ED9" w:rsidP="005B3ED9">
      <w:r>
        <w:t>133.5603</w:t>
      </w:r>
      <w:r>
        <w:tab/>
        <w:t>1.013e0</w:t>
      </w:r>
    </w:p>
    <w:p w:rsidR="005B3ED9" w:rsidRDefault="005B3ED9" w:rsidP="005B3ED9">
      <w:r>
        <w:t>133.5721</w:t>
      </w:r>
      <w:r>
        <w:tab/>
        <w:t>1.013e0</w:t>
      </w:r>
    </w:p>
    <w:p w:rsidR="005B3ED9" w:rsidRDefault="005B3ED9" w:rsidP="005B3ED9">
      <w:r>
        <w:t>133.6124</w:t>
      </w:r>
      <w:r>
        <w:tab/>
        <w:t>1.013e0</w:t>
      </w:r>
    </w:p>
    <w:p w:rsidR="005B3ED9" w:rsidRDefault="005B3ED9" w:rsidP="005B3ED9">
      <w:r>
        <w:t>133.6243</w:t>
      </w:r>
      <w:r>
        <w:tab/>
        <w:t>1.013e0</w:t>
      </w:r>
    </w:p>
    <w:p w:rsidR="005B3ED9" w:rsidRDefault="005B3ED9" w:rsidP="005B3ED9">
      <w:r>
        <w:t>133.6678</w:t>
      </w:r>
      <w:r>
        <w:tab/>
        <w:t>1.013e0</w:t>
      </w:r>
    </w:p>
    <w:p w:rsidR="005B3ED9" w:rsidRDefault="005B3ED9" w:rsidP="005B3ED9">
      <w:r>
        <w:t>133.6797</w:t>
      </w:r>
      <w:r>
        <w:tab/>
        <w:t>1.013e0</w:t>
      </w:r>
    </w:p>
    <w:p w:rsidR="005B3ED9" w:rsidRDefault="005B3ED9" w:rsidP="005B3ED9">
      <w:r>
        <w:t>133.6833</w:t>
      </w:r>
      <w:r>
        <w:tab/>
        <w:t>3.038e0</w:t>
      </w:r>
    </w:p>
    <w:p w:rsidR="005B3ED9" w:rsidRDefault="005B3ED9" w:rsidP="005B3ED9">
      <w:r>
        <w:t>133.7090</w:t>
      </w:r>
      <w:r>
        <w:tab/>
        <w:t>2.025e0</w:t>
      </w:r>
    </w:p>
    <w:p w:rsidR="005B3ED9" w:rsidRDefault="005B3ED9" w:rsidP="005B3ED9">
      <w:r>
        <w:t>133.7367</w:t>
      </w:r>
      <w:r>
        <w:tab/>
        <w:t>2.025e0</w:t>
      </w:r>
    </w:p>
    <w:p w:rsidR="005B3ED9" w:rsidRDefault="005B3ED9" w:rsidP="005B3ED9">
      <w:r>
        <w:t>133.8060</w:t>
      </w:r>
      <w:r>
        <w:tab/>
        <w:t>1.013e0</w:t>
      </w:r>
    </w:p>
    <w:p w:rsidR="005B3ED9" w:rsidRDefault="005B3ED9" w:rsidP="005B3ED9">
      <w:r>
        <w:lastRenderedPageBreak/>
        <w:t>133.8244</w:t>
      </w:r>
      <w:r>
        <w:tab/>
        <w:t>1.013e0</w:t>
      </w:r>
    </w:p>
    <w:p w:rsidR="005B3ED9" w:rsidRDefault="005B3ED9" w:rsidP="005B3ED9">
      <w:r>
        <w:t>133.8521</w:t>
      </w:r>
      <w:r>
        <w:tab/>
        <w:t>1.013e0</w:t>
      </w:r>
    </w:p>
    <w:p w:rsidR="005B3ED9" w:rsidRDefault="005B3ED9" w:rsidP="005B3ED9">
      <w:r>
        <w:t>133.8949</w:t>
      </w:r>
      <w:r>
        <w:tab/>
        <w:t>1.013e0</w:t>
      </w:r>
    </w:p>
    <w:p w:rsidR="005B3ED9" w:rsidRDefault="005B3ED9" w:rsidP="005B3ED9">
      <w:r>
        <w:t>133.9242</w:t>
      </w:r>
      <w:r>
        <w:tab/>
        <w:t>2.025e0</w:t>
      </w:r>
    </w:p>
    <w:p w:rsidR="005B3ED9" w:rsidRDefault="005B3ED9" w:rsidP="005B3ED9">
      <w:r>
        <w:t>133.9598</w:t>
      </w:r>
      <w:r>
        <w:tab/>
        <w:t>1.013e0</w:t>
      </w:r>
    </w:p>
    <w:p w:rsidR="005B3ED9" w:rsidRDefault="005B3ED9" w:rsidP="005B3ED9">
      <w:r>
        <w:t>133.9661</w:t>
      </w:r>
      <w:r>
        <w:tab/>
        <w:t>2.025e0</w:t>
      </w:r>
    </w:p>
    <w:p w:rsidR="005B3ED9" w:rsidRDefault="005B3ED9" w:rsidP="005B3ED9">
      <w:r>
        <w:t>133.9812</w:t>
      </w:r>
      <w:r>
        <w:tab/>
        <w:t>1.013e0</w:t>
      </w:r>
    </w:p>
    <w:p w:rsidR="005B3ED9" w:rsidRDefault="005B3ED9" w:rsidP="005B3ED9">
      <w:r>
        <w:t>133.9922</w:t>
      </w:r>
      <w:r>
        <w:tab/>
        <w:t>2.025e0</w:t>
      </w:r>
    </w:p>
    <w:p w:rsidR="005B3ED9" w:rsidRDefault="005B3ED9" w:rsidP="005B3ED9">
      <w:r>
        <w:t>133.9994</w:t>
      </w:r>
      <w:r>
        <w:tab/>
        <w:t>2.025e0</w:t>
      </w:r>
    </w:p>
    <w:p w:rsidR="005B3ED9" w:rsidRDefault="005B3ED9" w:rsidP="005B3ED9">
      <w:r>
        <w:t>134.0026</w:t>
      </w:r>
      <w:r>
        <w:tab/>
        <w:t>1.013e0</w:t>
      </w:r>
    </w:p>
    <w:p w:rsidR="005B3ED9" w:rsidRDefault="005B3ED9" w:rsidP="005B3ED9">
      <w:r>
        <w:t>134.0240</w:t>
      </w:r>
      <w:r>
        <w:tab/>
        <w:t>1.013e0</w:t>
      </w:r>
    </w:p>
    <w:p w:rsidR="005B3ED9" w:rsidRDefault="005B3ED9" w:rsidP="005B3ED9">
      <w:r>
        <w:t>134.0271</w:t>
      </w:r>
      <w:r>
        <w:tab/>
        <w:t>1.013e0</w:t>
      </w:r>
    </w:p>
    <w:p w:rsidR="005B3ED9" w:rsidRDefault="005B3ED9" w:rsidP="005B3ED9">
      <w:r>
        <w:t>134.0415</w:t>
      </w:r>
      <w:r>
        <w:tab/>
        <w:t>2.025e0</w:t>
      </w:r>
    </w:p>
    <w:p w:rsidR="005B3ED9" w:rsidRDefault="005B3ED9" w:rsidP="005B3ED9">
      <w:r>
        <w:t>134.0489</w:t>
      </w:r>
      <w:r>
        <w:tab/>
        <w:t>2.025e0</w:t>
      </w:r>
    </w:p>
    <w:p w:rsidR="005B3ED9" w:rsidRDefault="005B3ED9" w:rsidP="005B3ED9">
      <w:r>
        <w:t>134.0829</w:t>
      </w:r>
      <w:r>
        <w:tab/>
        <w:t>8.691e1</w:t>
      </w:r>
    </w:p>
    <w:p w:rsidR="005B3ED9" w:rsidRDefault="005B3ED9" w:rsidP="005B3ED9">
      <w:r>
        <w:t>134.0842</w:t>
      </w:r>
      <w:r>
        <w:tab/>
        <w:t>8.032e1</w:t>
      </w:r>
    </w:p>
    <w:p w:rsidR="005B3ED9" w:rsidRDefault="005B3ED9" w:rsidP="005B3ED9">
      <w:r>
        <w:t>134.1135</w:t>
      </w:r>
      <w:r>
        <w:tab/>
        <w:t>3.038e0</w:t>
      </w:r>
    </w:p>
    <w:p w:rsidR="005B3ED9" w:rsidRDefault="005B3ED9" w:rsidP="005B3ED9">
      <w:r>
        <w:t>134.1229</w:t>
      </w:r>
      <w:r>
        <w:tab/>
        <w:t>2.025e0</w:t>
      </w:r>
    </w:p>
    <w:p w:rsidR="005B3ED9" w:rsidRDefault="005B3ED9" w:rsidP="005B3ED9">
      <w:r>
        <w:t>134.1380</w:t>
      </w:r>
      <w:r>
        <w:tab/>
        <w:t>1.013e0</w:t>
      </w:r>
    </w:p>
    <w:p w:rsidR="005B3ED9" w:rsidRDefault="005B3ED9" w:rsidP="005B3ED9">
      <w:r>
        <w:lastRenderedPageBreak/>
        <w:t>134.1626</w:t>
      </w:r>
      <w:r>
        <w:tab/>
        <w:t>1.013e0</w:t>
      </w:r>
    </w:p>
    <w:p w:rsidR="005B3ED9" w:rsidRDefault="005B3ED9" w:rsidP="005B3ED9">
      <w:r>
        <w:t>134.1658</w:t>
      </w:r>
      <w:r>
        <w:tab/>
        <w:t>1.013e0</w:t>
      </w:r>
    </w:p>
    <w:p w:rsidR="005B3ED9" w:rsidRDefault="005B3ED9" w:rsidP="005B3ED9">
      <w:r>
        <w:t>134.1815</w:t>
      </w:r>
      <w:r>
        <w:tab/>
        <w:t>1.013e0</w:t>
      </w:r>
    </w:p>
    <w:p w:rsidR="005B3ED9" w:rsidRDefault="005B3ED9" w:rsidP="005B3ED9">
      <w:r>
        <w:t>134.1856</w:t>
      </w:r>
      <w:r>
        <w:tab/>
        <w:t>2.025e0</w:t>
      </w:r>
    </w:p>
    <w:p w:rsidR="005B3ED9" w:rsidRDefault="005B3ED9" w:rsidP="005B3ED9">
      <w:r>
        <w:t>134.1966</w:t>
      </w:r>
      <w:r>
        <w:tab/>
        <w:t>1.013e0</w:t>
      </w:r>
    </w:p>
    <w:p w:rsidR="005B3ED9" w:rsidRDefault="005B3ED9" w:rsidP="005B3ED9">
      <w:r>
        <w:t>134.2180</w:t>
      </w:r>
      <w:r>
        <w:tab/>
        <w:t>2.025e0</w:t>
      </w:r>
    </w:p>
    <w:p w:rsidR="005B3ED9" w:rsidRDefault="005B3ED9" w:rsidP="005B3ED9">
      <w:r>
        <w:t>134.2489</w:t>
      </w:r>
      <w:r>
        <w:tab/>
        <w:t>1.013e0</w:t>
      </w:r>
    </w:p>
    <w:p w:rsidR="005B3ED9" w:rsidRDefault="005B3ED9" w:rsidP="005B3ED9">
      <w:r>
        <w:t>134.2584</w:t>
      </w:r>
      <w:r>
        <w:tab/>
        <w:t>1.013e0</w:t>
      </w:r>
    </w:p>
    <w:p w:rsidR="005B3ED9" w:rsidRDefault="005B3ED9" w:rsidP="005B3ED9">
      <w:r>
        <w:t>134.2862</w:t>
      </w:r>
      <w:r>
        <w:tab/>
        <w:t>2.025e0</w:t>
      </w:r>
    </w:p>
    <w:p w:rsidR="005B3ED9" w:rsidRDefault="005B3ED9" w:rsidP="005B3ED9">
      <w:r>
        <w:t>134.2893</w:t>
      </w:r>
      <w:r>
        <w:tab/>
        <w:t>1.013e0</w:t>
      </w:r>
    </w:p>
    <w:p w:rsidR="005B3ED9" w:rsidRDefault="005B3ED9" w:rsidP="005B3ED9">
      <w:r>
        <w:t>134.3012</w:t>
      </w:r>
      <w:r>
        <w:tab/>
        <w:t>2.025e0</w:t>
      </w:r>
    </w:p>
    <w:p w:rsidR="005B3ED9" w:rsidRDefault="005B3ED9" w:rsidP="005B3ED9">
      <w:r>
        <w:t>134.3258</w:t>
      </w:r>
      <w:r>
        <w:tab/>
        <w:t>2.025e0</w:t>
      </w:r>
    </w:p>
    <w:p w:rsidR="005B3ED9" w:rsidRDefault="005B3ED9" w:rsidP="005B3ED9">
      <w:r>
        <w:t>134.3417</w:t>
      </w:r>
      <w:r>
        <w:tab/>
        <w:t>3.038e0</w:t>
      </w:r>
    </w:p>
    <w:p w:rsidR="005B3ED9" w:rsidRDefault="005B3ED9" w:rsidP="005B3ED9">
      <w:r>
        <w:t>134.3908</w:t>
      </w:r>
      <w:r>
        <w:tab/>
        <w:t>2.025e0</w:t>
      </w:r>
    </w:p>
    <w:p w:rsidR="005B3ED9" w:rsidRDefault="005B3ED9" w:rsidP="005B3ED9">
      <w:r>
        <w:t>134.4027</w:t>
      </w:r>
      <w:r>
        <w:tab/>
        <w:t>1.013e0</w:t>
      </w:r>
    </w:p>
    <w:p w:rsidR="005B3ED9" w:rsidRDefault="005B3ED9" w:rsidP="005B3ED9">
      <w:r>
        <w:t>134.4859</w:t>
      </w:r>
      <w:r>
        <w:tab/>
        <w:t>1.013e0</w:t>
      </w:r>
    </w:p>
    <w:p w:rsidR="005B3ED9" w:rsidRDefault="005B3ED9" w:rsidP="005B3ED9">
      <w:r>
        <w:t>134.4986</w:t>
      </w:r>
      <w:r>
        <w:tab/>
        <w:t>1.013e0</w:t>
      </w:r>
    </w:p>
    <w:p w:rsidR="005B3ED9" w:rsidRDefault="005B3ED9" w:rsidP="005B3ED9">
      <w:r>
        <w:t>134.5050</w:t>
      </w:r>
      <w:r>
        <w:tab/>
        <w:t>1.013e0</w:t>
      </w:r>
    </w:p>
    <w:p w:rsidR="005B3ED9" w:rsidRDefault="005B3ED9" w:rsidP="005B3ED9">
      <w:r>
        <w:t>134.5169</w:t>
      </w:r>
      <w:r>
        <w:tab/>
        <w:t>1.013e0</w:t>
      </w:r>
    </w:p>
    <w:p w:rsidR="005B3ED9" w:rsidRDefault="005B3ED9" w:rsidP="005B3ED9">
      <w:r>
        <w:lastRenderedPageBreak/>
        <w:t>134.5295</w:t>
      </w:r>
      <w:r>
        <w:tab/>
        <w:t>2.025e0</w:t>
      </w:r>
    </w:p>
    <w:p w:rsidR="005B3ED9" w:rsidRDefault="005B3ED9" w:rsidP="005B3ED9">
      <w:r>
        <w:t>134.5311</w:t>
      </w:r>
      <w:r>
        <w:tab/>
        <w:t>2.025e0</w:t>
      </w:r>
    </w:p>
    <w:p w:rsidR="005B3ED9" w:rsidRDefault="005B3ED9" w:rsidP="005B3ED9">
      <w:r>
        <w:t>134.5605</w:t>
      </w:r>
      <w:r>
        <w:tab/>
        <w:t>1.013e0</w:t>
      </w:r>
    </w:p>
    <w:p w:rsidR="005B3ED9" w:rsidRDefault="005B3ED9" w:rsidP="005B3ED9">
      <w:r>
        <w:t>134.5724</w:t>
      </w:r>
      <w:r>
        <w:tab/>
        <w:t>1.013e0</w:t>
      </w:r>
    </w:p>
    <w:p w:rsidR="005B3ED9" w:rsidRDefault="005B3ED9" w:rsidP="005B3ED9">
      <w:r>
        <w:t>134.5756</w:t>
      </w:r>
      <w:r>
        <w:tab/>
        <w:t>1.013e0</w:t>
      </w:r>
    </w:p>
    <w:p w:rsidR="005B3ED9" w:rsidRDefault="005B3ED9" w:rsidP="005B3ED9">
      <w:r>
        <w:t>134.5818</w:t>
      </w:r>
      <w:r>
        <w:tab/>
        <w:t>1.013e0</w:t>
      </w:r>
    </w:p>
    <w:p w:rsidR="005B3ED9" w:rsidRDefault="005B3ED9" w:rsidP="005B3ED9">
      <w:r>
        <w:t>134.6096</w:t>
      </w:r>
      <w:r>
        <w:tab/>
        <w:t>1.013e0</w:t>
      </w:r>
    </w:p>
    <w:p w:rsidR="005B3ED9" w:rsidRDefault="005B3ED9" w:rsidP="005B3ED9">
      <w:r>
        <w:t>134.6406</w:t>
      </w:r>
      <w:r>
        <w:tab/>
        <w:t>1.013e0</w:t>
      </w:r>
    </w:p>
    <w:p w:rsidR="005B3ED9" w:rsidRDefault="005B3ED9" w:rsidP="005B3ED9">
      <w:r>
        <w:t>134.6465</w:t>
      </w:r>
      <w:r>
        <w:tab/>
        <w:t>1.013e0</w:t>
      </w:r>
    </w:p>
    <w:p w:rsidR="005B3ED9" w:rsidRDefault="005B3ED9" w:rsidP="005B3ED9">
      <w:r>
        <w:t>134.7175</w:t>
      </w:r>
      <w:r>
        <w:tab/>
        <w:t>1.013e0</w:t>
      </w:r>
    </w:p>
    <w:p w:rsidR="005B3ED9" w:rsidRDefault="005B3ED9" w:rsidP="005B3ED9">
      <w:r>
        <w:t>134.7269</w:t>
      </w:r>
      <w:r>
        <w:tab/>
        <w:t>1.013e0</w:t>
      </w:r>
    </w:p>
    <w:p w:rsidR="005B3ED9" w:rsidRDefault="005B3ED9" w:rsidP="005B3ED9">
      <w:r>
        <w:t>134.7517</w:t>
      </w:r>
      <w:r>
        <w:tab/>
        <w:t>1.013e0</w:t>
      </w:r>
    </w:p>
    <w:p w:rsidR="005B3ED9" w:rsidRDefault="005B3ED9" w:rsidP="005B3ED9">
      <w:r>
        <w:t>134.7795</w:t>
      </w:r>
      <w:r>
        <w:tab/>
        <w:t>1.013e0</w:t>
      </w:r>
    </w:p>
    <w:p w:rsidR="005B3ED9" w:rsidRDefault="005B3ED9" w:rsidP="005B3ED9">
      <w:r>
        <w:t>134.7851</w:t>
      </w:r>
      <w:r>
        <w:tab/>
        <w:t>1.013e0</w:t>
      </w:r>
    </w:p>
    <w:p w:rsidR="005B3ED9" w:rsidRDefault="005B3ED9" w:rsidP="005B3ED9">
      <w:r>
        <w:t>134.8041</w:t>
      </w:r>
      <w:r>
        <w:tab/>
        <w:t>1.013e0</w:t>
      </w:r>
    </w:p>
    <w:p w:rsidR="005B3ED9" w:rsidRDefault="005B3ED9" w:rsidP="005B3ED9">
      <w:r>
        <w:t>134.8255</w:t>
      </w:r>
      <w:r>
        <w:tab/>
        <w:t>1.013e0</w:t>
      </w:r>
    </w:p>
    <w:p w:rsidR="005B3ED9" w:rsidRDefault="005B3ED9" w:rsidP="005B3ED9">
      <w:r>
        <w:t>134.8628</w:t>
      </w:r>
      <w:r>
        <w:tab/>
        <w:t>1.013e0</w:t>
      </w:r>
    </w:p>
    <w:p w:rsidR="005B3ED9" w:rsidRDefault="005B3ED9" w:rsidP="005B3ED9">
      <w:r>
        <w:t>134.8683</w:t>
      </w:r>
      <w:r>
        <w:tab/>
        <w:t>1.013e0</w:t>
      </w:r>
    </w:p>
    <w:p w:rsidR="005B3ED9" w:rsidRDefault="005B3ED9" w:rsidP="005B3ED9">
      <w:r>
        <w:t>134.8715</w:t>
      </w:r>
      <w:r>
        <w:tab/>
        <w:t>1.013e0</w:t>
      </w:r>
    </w:p>
    <w:p w:rsidR="005B3ED9" w:rsidRDefault="005B3ED9" w:rsidP="005B3ED9">
      <w:r>
        <w:lastRenderedPageBreak/>
        <w:t>134.9120</w:t>
      </w:r>
      <w:r>
        <w:tab/>
        <w:t>1.013e0</w:t>
      </w:r>
    </w:p>
    <w:p w:rsidR="005B3ED9" w:rsidRDefault="005B3ED9" w:rsidP="005B3ED9">
      <w:r>
        <w:t>134.9795</w:t>
      </w:r>
      <w:r>
        <w:tab/>
        <w:t>1.013e0</w:t>
      </w:r>
    </w:p>
    <w:p w:rsidR="005B3ED9" w:rsidRDefault="005B3ED9" w:rsidP="005B3ED9">
      <w:r>
        <w:t>134.9954</w:t>
      </w:r>
      <w:r>
        <w:tab/>
        <w:t>1.013e0</w:t>
      </w:r>
    </w:p>
    <w:p w:rsidR="005B3ED9" w:rsidRDefault="005B3ED9" w:rsidP="005B3ED9">
      <w:r>
        <w:t>135.0322</w:t>
      </w:r>
      <w:r>
        <w:tab/>
        <w:t>1.013e0</w:t>
      </w:r>
    </w:p>
    <w:p w:rsidR="005B3ED9" w:rsidRDefault="005B3ED9" w:rsidP="005B3ED9">
      <w:r>
        <w:t>135.0478</w:t>
      </w:r>
      <w:r>
        <w:tab/>
        <w:t>1.013e0</w:t>
      </w:r>
    </w:p>
    <w:p w:rsidR="005B3ED9" w:rsidRDefault="005B3ED9" w:rsidP="005B3ED9">
      <w:r>
        <w:t>135.0528</w:t>
      </w:r>
      <w:r>
        <w:tab/>
        <w:t>3.038e0</w:t>
      </w:r>
    </w:p>
    <w:p w:rsidR="005B3ED9" w:rsidRDefault="005B3ED9" w:rsidP="005B3ED9">
      <w:r>
        <w:t>135.0623</w:t>
      </w:r>
      <w:r>
        <w:tab/>
        <w:t>4.051e0</w:t>
      </w:r>
    </w:p>
    <w:p w:rsidR="005B3ED9" w:rsidRDefault="005B3ED9" w:rsidP="005B3ED9">
      <w:r>
        <w:t>135.0693</w:t>
      </w:r>
      <w:r>
        <w:tab/>
        <w:t>3.038e0</w:t>
      </w:r>
    </w:p>
    <w:p w:rsidR="005B3ED9" w:rsidRDefault="005B3ED9" w:rsidP="005B3ED9">
      <w:r>
        <w:t>135.0709</w:t>
      </w:r>
      <w:r>
        <w:tab/>
        <w:t>2.025e0</w:t>
      </w:r>
    </w:p>
    <w:p w:rsidR="005B3ED9" w:rsidRDefault="005B3ED9" w:rsidP="005B3ED9">
      <w:r>
        <w:t>135.0781</w:t>
      </w:r>
      <w:r>
        <w:tab/>
        <w:t>8.101e0</w:t>
      </w:r>
    </w:p>
    <w:p w:rsidR="005B3ED9" w:rsidRDefault="005B3ED9" w:rsidP="005B3ED9">
      <w:r>
        <w:t>135.0813</w:t>
      </w:r>
      <w:r>
        <w:tab/>
        <w:t>5.063e0</w:t>
      </w:r>
    </w:p>
    <w:p w:rsidR="005B3ED9" w:rsidRDefault="005B3ED9" w:rsidP="005B3ED9">
      <w:r>
        <w:t>135.0848</w:t>
      </w:r>
      <w:r>
        <w:tab/>
        <w:t>5.063e0</w:t>
      </w:r>
    </w:p>
    <w:p w:rsidR="005B3ED9" w:rsidRDefault="005B3ED9" w:rsidP="005B3ED9">
      <w:r>
        <w:t>135.0896</w:t>
      </w:r>
      <w:r>
        <w:tab/>
        <w:t>5.063e0</w:t>
      </w:r>
    </w:p>
    <w:p w:rsidR="005B3ED9" w:rsidRDefault="005B3ED9" w:rsidP="005B3ED9">
      <w:r>
        <w:t>135.1034</w:t>
      </w:r>
      <w:r>
        <w:tab/>
        <w:t>2.025e0</w:t>
      </w:r>
    </w:p>
    <w:p w:rsidR="005B3ED9" w:rsidRDefault="005B3ED9" w:rsidP="005B3ED9">
      <w:r>
        <w:t>135.1152</w:t>
      </w:r>
      <w:r>
        <w:tab/>
        <w:t>4.051e0</w:t>
      </w:r>
    </w:p>
    <w:p w:rsidR="005B3ED9" w:rsidRDefault="005B3ED9" w:rsidP="005B3ED9">
      <w:r>
        <w:t>135.1218</w:t>
      </w:r>
      <w:r>
        <w:tab/>
        <w:t>3.038e0</w:t>
      </w:r>
    </w:p>
    <w:p w:rsidR="005B3ED9" w:rsidRDefault="005B3ED9" w:rsidP="005B3ED9">
      <w:r>
        <w:t>135.1607</w:t>
      </w:r>
      <w:r>
        <w:tab/>
        <w:t>2.025e0</w:t>
      </w:r>
    </w:p>
    <w:p w:rsidR="005B3ED9" w:rsidRDefault="005B3ED9" w:rsidP="005B3ED9">
      <w:r>
        <w:t>135.1756</w:t>
      </w:r>
      <w:r>
        <w:tab/>
        <w:t>2.025e0</w:t>
      </w:r>
    </w:p>
    <w:p w:rsidR="005B3ED9" w:rsidRDefault="005B3ED9" w:rsidP="005B3ED9">
      <w:r>
        <w:t>135.1805</w:t>
      </w:r>
      <w:r>
        <w:tab/>
        <w:t>2.025e0</w:t>
      </w:r>
    </w:p>
    <w:p w:rsidR="005B3ED9" w:rsidRDefault="005B3ED9" w:rsidP="005B3ED9">
      <w:r>
        <w:lastRenderedPageBreak/>
        <w:t>135.1900</w:t>
      </w:r>
      <w:r>
        <w:tab/>
        <w:t>1.013e0</w:t>
      </w:r>
    </w:p>
    <w:p w:rsidR="005B3ED9" w:rsidRDefault="005B3ED9" w:rsidP="005B3ED9">
      <w:r>
        <w:t>135.2362</w:t>
      </w:r>
      <w:r>
        <w:tab/>
        <w:t>1.013e0</w:t>
      </w:r>
    </w:p>
    <w:p w:rsidR="005B3ED9" w:rsidRDefault="005B3ED9" w:rsidP="005B3ED9">
      <w:r>
        <w:t>135.2489</w:t>
      </w:r>
      <w:r>
        <w:tab/>
        <w:t>1.013e0</w:t>
      </w:r>
    </w:p>
    <w:p w:rsidR="005B3ED9" w:rsidRDefault="005B3ED9" w:rsidP="005B3ED9">
      <w:r>
        <w:t>135.2576</w:t>
      </w:r>
      <w:r>
        <w:tab/>
        <w:t>1.013e0</w:t>
      </w:r>
    </w:p>
    <w:p w:rsidR="005B3ED9" w:rsidRDefault="005B3ED9" w:rsidP="005B3ED9">
      <w:r>
        <w:t>135.2796</w:t>
      </w:r>
      <w:r>
        <w:tab/>
        <w:t>1.013e0</w:t>
      </w:r>
    </w:p>
    <w:p w:rsidR="005B3ED9" w:rsidRDefault="005B3ED9" w:rsidP="005B3ED9">
      <w:r>
        <w:t>135.2950</w:t>
      </w:r>
      <w:r>
        <w:tab/>
        <w:t>2.025e0</w:t>
      </w:r>
    </w:p>
    <w:p w:rsidR="005B3ED9" w:rsidRDefault="005B3ED9" w:rsidP="005B3ED9">
      <w:r>
        <w:t>135.3538</w:t>
      </w:r>
      <w:r>
        <w:tab/>
        <w:t>3.038e0</w:t>
      </w:r>
    </w:p>
    <w:p w:rsidR="005B3ED9" w:rsidRDefault="005B3ED9" w:rsidP="005B3ED9">
      <w:r>
        <w:t>135.3937</w:t>
      </w:r>
      <w:r>
        <w:tab/>
        <w:t>1.013e0</w:t>
      </w:r>
    </w:p>
    <w:p w:rsidR="005B3ED9" w:rsidRDefault="005B3ED9" w:rsidP="005B3ED9">
      <w:r>
        <w:t>135.4187</w:t>
      </w:r>
      <w:r>
        <w:tab/>
        <w:t>1.013e0</w:t>
      </w:r>
    </w:p>
    <w:p w:rsidR="005B3ED9" w:rsidRDefault="005B3ED9" w:rsidP="005B3ED9">
      <w:r>
        <w:t>135.4683</w:t>
      </w:r>
      <w:r>
        <w:tab/>
        <w:t>1.013e0</w:t>
      </w:r>
    </w:p>
    <w:p w:rsidR="005B3ED9" w:rsidRDefault="005B3ED9" w:rsidP="005B3ED9">
      <w:r>
        <w:t>135.4786</w:t>
      </w:r>
      <w:r>
        <w:tab/>
        <w:t>2.025e0</w:t>
      </w:r>
    </w:p>
    <w:p w:rsidR="005B3ED9" w:rsidRDefault="005B3ED9" w:rsidP="005B3ED9">
      <w:r>
        <w:t>135.5009</w:t>
      </w:r>
      <w:r>
        <w:tab/>
        <w:t>2.025e0</w:t>
      </w:r>
    </w:p>
    <w:p w:rsidR="005B3ED9" w:rsidRDefault="005B3ED9" w:rsidP="005B3ED9">
      <w:r>
        <w:t>135.5079</w:t>
      </w:r>
      <w:r>
        <w:tab/>
        <w:t>2.025e0</w:t>
      </w:r>
    </w:p>
    <w:p w:rsidR="005B3ED9" w:rsidRDefault="005B3ED9" w:rsidP="005B3ED9">
      <w:r>
        <w:t>135.5240</w:t>
      </w:r>
      <w:r>
        <w:tab/>
        <w:t>1.013e0</w:t>
      </w:r>
    </w:p>
    <w:p w:rsidR="005B3ED9" w:rsidRDefault="005B3ED9" w:rsidP="005B3ED9">
      <w:r>
        <w:t>135.5329</w:t>
      </w:r>
      <w:r>
        <w:tab/>
        <w:t>2.025e0</w:t>
      </w:r>
    </w:p>
    <w:p w:rsidR="005B3ED9" w:rsidRDefault="005B3ED9" w:rsidP="005B3ED9">
      <w:r>
        <w:t>135.5423</w:t>
      </w:r>
      <w:r>
        <w:tab/>
        <w:t>2.025e0</w:t>
      </w:r>
    </w:p>
    <w:p w:rsidR="005B3ED9" w:rsidRDefault="005B3ED9" w:rsidP="005B3ED9">
      <w:r>
        <w:t>135.5518</w:t>
      </w:r>
      <w:r>
        <w:tab/>
        <w:t>1.013e0</w:t>
      </w:r>
    </w:p>
    <w:p w:rsidR="005B3ED9" w:rsidRDefault="005B3ED9" w:rsidP="005B3ED9">
      <w:r>
        <w:t>135.5702</w:t>
      </w:r>
      <w:r>
        <w:tab/>
        <w:t>1.013e0</w:t>
      </w:r>
    </w:p>
    <w:p w:rsidR="005B3ED9" w:rsidRDefault="005B3ED9" w:rsidP="005B3ED9">
      <w:r>
        <w:t>135.5717</w:t>
      </w:r>
      <w:r>
        <w:tab/>
        <w:t>2.025e0</w:t>
      </w:r>
    </w:p>
    <w:p w:rsidR="005B3ED9" w:rsidRDefault="005B3ED9" w:rsidP="005B3ED9">
      <w:r>
        <w:lastRenderedPageBreak/>
        <w:t>135.5764</w:t>
      </w:r>
      <w:r>
        <w:tab/>
        <w:t>4.051e0</w:t>
      </w:r>
    </w:p>
    <w:p w:rsidR="005B3ED9" w:rsidRDefault="005B3ED9" w:rsidP="005B3ED9">
      <w:r>
        <w:t>135.5887</w:t>
      </w:r>
      <w:r>
        <w:tab/>
        <w:t>1.013e0</w:t>
      </w:r>
    </w:p>
    <w:p w:rsidR="005B3ED9" w:rsidRDefault="005B3ED9" w:rsidP="005B3ED9">
      <w:r>
        <w:t>135.6043</w:t>
      </w:r>
      <w:r>
        <w:tab/>
        <w:t>2.025e0</w:t>
      </w:r>
    </w:p>
    <w:p w:rsidR="005B3ED9" w:rsidRDefault="005B3ED9" w:rsidP="005B3ED9">
      <w:r>
        <w:t>135.6194</w:t>
      </w:r>
      <w:r>
        <w:tab/>
        <w:t>1.013e0</w:t>
      </w:r>
    </w:p>
    <w:p w:rsidR="005B3ED9" w:rsidRDefault="005B3ED9" w:rsidP="005B3ED9">
      <w:r>
        <w:t>135.6472</w:t>
      </w:r>
      <w:r>
        <w:tab/>
        <w:t>1.013e0</w:t>
      </w:r>
    </w:p>
    <w:p w:rsidR="005B3ED9" w:rsidRDefault="005B3ED9" w:rsidP="005B3ED9">
      <w:r>
        <w:t>135.6569</w:t>
      </w:r>
      <w:r>
        <w:tab/>
        <w:t>1.013e0</w:t>
      </w:r>
    </w:p>
    <w:p w:rsidR="005B3ED9" w:rsidRDefault="005B3ED9" w:rsidP="005B3ED9">
      <w:r>
        <w:t>135.6723</w:t>
      </w:r>
      <w:r>
        <w:tab/>
        <w:t>1.013e0</w:t>
      </w:r>
    </w:p>
    <w:p w:rsidR="005B3ED9" w:rsidRDefault="005B3ED9" w:rsidP="005B3ED9">
      <w:r>
        <w:t>135.6910</w:t>
      </w:r>
      <w:r>
        <w:tab/>
        <w:t>1.013e0</w:t>
      </w:r>
    </w:p>
    <w:p w:rsidR="005B3ED9" w:rsidRDefault="005B3ED9" w:rsidP="005B3ED9">
      <w:r>
        <w:t>135.7373</w:t>
      </w:r>
      <w:r>
        <w:tab/>
        <w:t>1.013e0</w:t>
      </w:r>
    </w:p>
    <w:p w:rsidR="005B3ED9" w:rsidRDefault="005B3ED9" w:rsidP="005B3ED9">
      <w:r>
        <w:t>135.7500</w:t>
      </w:r>
      <w:r>
        <w:tab/>
        <w:t>1.013e0</w:t>
      </w:r>
    </w:p>
    <w:p w:rsidR="005B3ED9" w:rsidRDefault="005B3ED9" w:rsidP="005B3ED9">
      <w:r>
        <w:t>135.7651</w:t>
      </w:r>
      <w:r>
        <w:tab/>
        <w:t>1.013e0</w:t>
      </w:r>
    </w:p>
    <w:p w:rsidR="005B3ED9" w:rsidRDefault="005B3ED9" w:rsidP="005B3ED9">
      <w:r>
        <w:t>135.7839</w:t>
      </w:r>
      <w:r>
        <w:tab/>
        <w:t>1.013e0</w:t>
      </w:r>
    </w:p>
    <w:p w:rsidR="005B3ED9" w:rsidRDefault="005B3ED9" w:rsidP="005B3ED9">
      <w:r>
        <w:t>135.8057</w:t>
      </w:r>
      <w:r>
        <w:tab/>
        <w:t>1.013e0</w:t>
      </w:r>
    </w:p>
    <w:p w:rsidR="005B3ED9" w:rsidRDefault="005B3ED9" w:rsidP="005B3ED9">
      <w:r>
        <w:t>135.8336</w:t>
      </w:r>
      <w:r>
        <w:tab/>
        <w:t>1.013e0</w:t>
      </w:r>
    </w:p>
    <w:p w:rsidR="005B3ED9" w:rsidRDefault="005B3ED9" w:rsidP="005B3ED9">
      <w:r>
        <w:t>135.8582</w:t>
      </w:r>
      <w:r>
        <w:tab/>
        <w:t>1.013e0</w:t>
      </w:r>
    </w:p>
    <w:p w:rsidR="005B3ED9" w:rsidRDefault="005B3ED9" w:rsidP="005B3ED9">
      <w:r>
        <w:t>135.8861</w:t>
      </w:r>
      <w:r>
        <w:tab/>
        <w:t>1.013e0</w:t>
      </w:r>
    </w:p>
    <w:p w:rsidR="005B3ED9" w:rsidRDefault="005B3ED9" w:rsidP="005B3ED9">
      <w:r>
        <w:t>135.8983</w:t>
      </w:r>
      <w:r>
        <w:tab/>
        <w:t>1.013e0</w:t>
      </w:r>
    </w:p>
    <w:p w:rsidR="005B3ED9" w:rsidRDefault="005B3ED9" w:rsidP="005B3ED9">
      <w:r>
        <w:t>135.9387</w:t>
      </w:r>
      <w:r>
        <w:tab/>
        <w:t>1.013e0</w:t>
      </w:r>
    </w:p>
    <w:p w:rsidR="005B3ED9" w:rsidRDefault="005B3ED9" w:rsidP="005B3ED9">
      <w:r>
        <w:t>135.9483</w:t>
      </w:r>
      <w:r>
        <w:tab/>
        <w:t>1.013e0</w:t>
      </w:r>
    </w:p>
    <w:p w:rsidR="005B3ED9" w:rsidRDefault="005B3ED9" w:rsidP="005B3ED9">
      <w:r>
        <w:lastRenderedPageBreak/>
        <w:t>136.0008</w:t>
      </w:r>
      <w:r>
        <w:tab/>
        <w:t>1.013e0</w:t>
      </w:r>
    </w:p>
    <w:p w:rsidR="005B3ED9" w:rsidRDefault="005B3ED9" w:rsidP="005B3ED9">
      <w:r>
        <w:t>136.0223</w:t>
      </w:r>
      <w:r>
        <w:tab/>
        <w:t>2.025e0</w:t>
      </w:r>
    </w:p>
    <w:p w:rsidR="005B3ED9" w:rsidRDefault="005B3ED9" w:rsidP="005B3ED9">
      <w:r>
        <w:t>136.0264</w:t>
      </w:r>
      <w:r>
        <w:tab/>
        <w:t>3.038e0</w:t>
      </w:r>
    </w:p>
    <w:p w:rsidR="005B3ED9" w:rsidRDefault="005B3ED9" w:rsidP="005B3ED9">
      <w:r>
        <w:t>136.0287</w:t>
      </w:r>
      <w:r>
        <w:tab/>
        <w:t>1.013e0</w:t>
      </w:r>
    </w:p>
    <w:p w:rsidR="005B3ED9" w:rsidRDefault="005B3ED9" w:rsidP="005B3ED9">
      <w:r>
        <w:t>136.0319</w:t>
      </w:r>
      <w:r>
        <w:tab/>
        <w:t>1.013e0</w:t>
      </w:r>
    </w:p>
    <w:p w:rsidR="005B3ED9" w:rsidRDefault="005B3ED9" w:rsidP="005B3ED9">
      <w:r>
        <w:t>136.0459</w:t>
      </w:r>
      <w:r>
        <w:tab/>
        <w:t>4.051e0</w:t>
      </w:r>
    </w:p>
    <w:p w:rsidR="005B3ED9" w:rsidRDefault="005B3ED9" w:rsidP="005B3ED9">
      <w:r>
        <w:t>136.0705</w:t>
      </w:r>
      <w:r>
        <w:tab/>
        <w:t>4.051e0</w:t>
      </w:r>
    </w:p>
    <w:p w:rsidR="005B3ED9" w:rsidRDefault="005B3ED9" w:rsidP="005B3ED9">
      <w:r>
        <w:t>136.0764</w:t>
      </w:r>
      <w:r>
        <w:tab/>
        <w:t>3.038e0</w:t>
      </w:r>
    </w:p>
    <w:p w:rsidR="005B3ED9" w:rsidRDefault="005B3ED9" w:rsidP="005B3ED9">
      <w:r>
        <w:t>136.0845</w:t>
      </w:r>
      <w:r>
        <w:tab/>
        <w:t>1.013e0</w:t>
      </w:r>
    </w:p>
    <w:p w:rsidR="005B3ED9" w:rsidRDefault="005B3ED9" w:rsidP="005B3ED9">
      <w:r>
        <w:t>136.0876</w:t>
      </w:r>
      <w:r>
        <w:tab/>
        <w:t>1.013e0</w:t>
      </w:r>
    </w:p>
    <w:p w:rsidR="005B3ED9" w:rsidRDefault="005B3ED9" w:rsidP="005B3ED9">
      <w:r>
        <w:t>136.1122</w:t>
      </w:r>
      <w:r>
        <w:tab/>
        <w:t>2.113e1</w:t>
      </w:r>
    </w:p>
    <w:p w:rsidR="005B3ED9" w:rsidRDefault="005B3ED9" w:rsidP="005B3ED9">
      <w:r>
        <w:t>136.1151</w:t>
      </w:r>
      <w:r>
        <w:tab/>
        <w:t>1.041e1</w:t>
      </w:r>
    </w:p>
    <w:p w:rsidR="005B3ED9" w:rsidRDefault="005B3ED9" w:rsidP="005B3ED9">
      <w:r>
        <w:t>136.1162</w:t>
      </w:r>
      <w:r>
        <w:tab/>
        <w:t>1.097e1</w:t>
      </w:r>
    </w:p>
    <w:p w:rsidR="005B3ED9" w:rsidRDefault="005B3ED9" w:rsidP="005B3ED9">
      <w:r>
        <w:t>136.1569</w:t>
      </w:r>
      <w:r>
        <w:tab/>
        <w:t>2.025e0</w:t>
      </w:r>
    </w:p>
    <w:p w:rsidR="005B3ED9" w:rsidRDefault="005B3ED9" w:rsidP="005B3ED9">
      <w:r>
        <w:t>136.1713</w:t>
      </w:r>
      <w:r>
        <w:tab/>
        <w:t>3.038e0</w:t>
      </w:r>
    </w:p>
    <w:p w:rsidR="005B3ED9" w:rsidRDefault="005B3ED9" w:rsidP="005B3ED9">
      <w:r>
        <w:t>136.1778</w:t>
      </w:r>
      <w:r>
        <w:tab/>
        <w:t>1.013e0</w:t>
      </w:r>
    </w:p>
    <w:p w:rsidR="005B3ED9" w:rsidRDefault="005B3ED9" w:rsidP="005B3ED9">
      <w:r>
        <w:t>136.2144</w:t>
      </w:r>
      <w:r>
        <w:tab/>
        <w:t>1.013e0</w:t>
      </w:r>
    </w:p>
    <w:p w:rsidR="005B3ED9" w:rsidRDefault="005B3ED9" w:rsidP="005B3ED9">
      <w:r>
        <w:t>136.2455</w:t>
      </w:r>
      <w:r>
        <w:tab/>
        <w:t>1.013e0</w:t>
      </w:r>
    </w:p>
    <w:p w:rsidR="005B3ED9" w:rsidRDefault="005B3ED9" w:rsidP="005B3ED9">
      <w:r>
        <w:t>136.2550</w:t>
      </w:r>
      <w:r>
        <w:tab/>
        <w:t>1.013e0</w:t>
      </w:r>
    </w:p>
    <w:p w:rsidR="005B3ED9" w:rsidRDefault="005B3ED9" w:rsidP="005B3ED9">
      <w:r>
        <w:lastRenderedPageBreak/>
        <w:t>136.2673</w:t>
      </w:r>
      <w:r>
        <w:tab/>
        <w:t>1.013e0</w:t>
      </w:r>
    </w:p>
    <w:p w:rsidR="005B3ED9" w:rsidRDefault="005B3ED9" w:rsidP="005B3ED9">
      <w:r>
        <w:t>136.3324</w:t>
      </w:r>
      <w:r>
        <w:tab/>
        <w:t>1.013e0</w:t>
      </w:r>
    </w:p>
    <w:p w:rsidR="005B3ED9" w:rsidRDefault="005B3ED9" w:rsidP="005B3ED9">
      <w:r>
        <w:t>136.3698</w:t>
      </w:r>
      <w:r>
        <w:tab/>
        <w:t>1.013e0</w:t>
      </w:r>
    </w:p>
    <w:p w:rsidR="005B3ED9" w:rsidRDefault="005B3ED9" w:rsidP="005B3ED9">
      <w:r>
        <w:t>136.3821</w:t>
      </w:r>
      <w:r>
        <w:tab/>
        <w:t>1.013e0</w:t>
      </w:r>
    </w:p>
    <w:p w:rsidR="005B3ED9" w:rsidRDefault="005B3ED9" w:rsidP="005B3ED9">
      <w:r>
        <w:t>136.4010</w:t>
      </w:r>
      <w:r>
        <w:tab/>
        <w:t>1.013e0</w:t>
      </w:r>
    </w:p>
    <w:p w:rsidR="005B3ED9" w:rsidRDefault="005B3ED9" w:rsidP="005B3ED9">
      <w:r>
        <w:t>136.4353</w:t>
      </w:r>
      <w:r>
        <w:tab/>
        <w:t>1.013e0</w:t>
      </w:r>
    </w:p>
    <w:p w:rsidR="005B3ED9" w:rsidRDefault="005B3ED9" w:rsidP="005B3ED9">
      <w:r>
        <w:t>136.4752</w:t>
      </w:r>
      <w:r>
        <w:tab/>
        <w:t>1.013e0</w:t>
      </w:r>
    </w:p>
    <w:p w:rsidR="005B3ED9" w:rsidRDefault="005B3ED9" w:rsidP="005B3ED9">
      <w:r>
        <w:t>136.4784</w:t>
      </w:r>
      <w:r>
        <w:tab/>
        <w:t>1.013e0</w:t>
      </w:r>
    </w:p>
    <w:p w:rsidR="005B3ED9" w:rsidRDefault="005B3ED9" w:rsidP="005B3ED9">
      <w:r>
        <w:t>136.5249</w:t>
      </w:r>
      <w:r>
        <w:tab/>
        <w:t>1.013e0</w:t>
      </w:r>
    </w:p>
    <w:p w:rsidR="005B3ED9" w:rsidRDefault="005B3ED9" w:rsidP="005B3ED9">
      <w:r>
        <w:t>136.5310</w:t>
      </w:r>
      <w:r>
        <w:tab/>
        <w:t>2.025e0</w:t>
      </w:r>
    </w:p>
    <w:p w:rsidR="005B3ED9" w:rsidRDefault="005B3ED9" w:rsidP="005B3ED9">
      <w:r>
        <w:t>136.5374</w:t>
      </w:r>
      <w:r>
        <w:tab/>
        <w:t>2.025e0</w:t>
      </w:r>
    </w:p>
    <w:p w:rsidR="005B3ED9" w:rsidRDefault="005B3ED9" w:rsidP="005B3ED9">
      <w:r>
        <w:t>136.5622</w:t>
      </w:r>
      <w:r>
        <w:tab/>
        <w:t>1.013e0</w:t>
      </w:r>
    </w:p>
    <w:p w:rsidR="005B3ED9" w:rsidRDefault="005B3ED9" w:rsidP="005B3ED9">
      <w:r>
        <w:t>136.5838</w:t>
      </w:r>
      <w:r>
        <w:tab/>
        <w:t>1.013e0</w:t>
      </w:r>
    </w:p>
    <w:p w:rsidR="005B3ED9" w:rsidRDefault="005B3ED9" w:rsidP="005B3ED9">
      <w:r>
        <w:t>136.5868</w:t>
      </w:r>
      <w:r>
        <w:tab/>
        <w:t>1.013e0</w:t>
      </w:r>
    </w:p>
    <w:p w:rsidR="005B3ED9" w:rsidRDefault="005B3ED9" w:rsidP="005B3ED9">
      <w:r>
        <w:t>136.5996</w:t>
      </w:r>
      <w:r>
        <w:tab/>
        <w:t>1.013e0</w:t>
      </w:r>
    </w:p>
    <w:p w:rsidR="005B3ED9" w:rsidRDefault="005B3ED9" w:rsidP="005B3ED9">
      <w:r>
        <w:t>136.6132</w:t>
      </w:r>
      <w:r>
        <w:tab/>
        <w:t>2.025e0</w:t>
      </w:r>
    </w:p>
    <w:p w:rsidR="005B3ED9" w:rsidRDefault="005B3ED9" w:rsidP="005B3ED9">
      <w:r>
        <w:t>136.6276</w:t>
      </w:r>
      <w:r>
        <w:tab/>
        <w:t>1.013e0</w:t>
      </w:r>
    </w:p>
    <w:p w:rsidR="005B3ED9" w:rsidRDefault="005B3ED9" w:rsidP="005B3ED9">
      <w:r>
        <w:t>136.6307</w:t>
      </w:r>
      <w:r>
        <w:tab/>
        <w:t>1.013e0</w:t>
      </w:r>
    </w:p>
    <w:p w:rsidR="005B3ED9" w:rsidRDefault="005B3ED9" w:rsidP="005B3ED9">
      <w:r>
        <w:t>136.6427</w:t>
      </w:r>
      <w:r>
        <w:tab/>
        <w:t>1.013e0</w:t>
      </w:r>
    </w:p>
    <w:p w:rsidR="005B3ED9" w:rsidRDefault="005B3ED9" w:rsidP="005B3ED9">
      <w:r>
        <w:lastRenderedPageBreak/>
        <w:t>136.6555</w:t>
      </w:r>
      <w:r>
        <w:tab/>
        <w:t>1.013e0</w:t>
      </w:r>
    </w:p>
    <w:p w:rsidR="005B3ED9" w:rsidRDefault="005B3ED9" w:rsidP="005B3ED9">
      <w:r>
        <w:t>136.6771</w:t>
      </w:r>
      <w:r>
        <w:tab/>
        <w:t>1.013e0</w:t>
      </w:r>
    </w:p>
    <w:p w:rsidR="005B3ED9" w:rsidRDefault="005B3ED9" w:rsidP="005B3ED9">
      <w:r>
        <w:t>136.7082</w:t>
      </w:r>
      <w:r>
        <w:tab/>
        <w:t>1.013e0</w:t>
      </w:r>
    </w:p>
    <w:p w:rsidR="005B3ED9" w:rsidRDefault="005B3ED9" w:rsidP="005B3ED9">
      <w:r>
        <w:t>136.7114</w:t>
      </w:r>
      <w:r>
        <w:tab/>
        <w:t>1.013e0</w:t>
      </w:r>
    </w:p>
    <w:p w:rsidR="005B3ED9" w:rsidRDefault="005B3ED9" w:rsidP="005B3ED9">
      <w:r>
        <w:t>136.7146</w:t>
      </w:r>
      <w:r>
        <w:tab/>
        <w:t>1.013e0</w:t>
      </w:r>
    </w:p>
    <w:p w:rsidR="005B3ED9" w:rsidRDefault="005B3ED9" w:rsidP="005B3ED9">
      <w:r>
        <w:t>136.7521</w:t>
      </w:r>
      <w:r>
        <w:tab/>
        <w:t>1.013e0</w:t>
      </w:r>
    </w:p>
    <w:p w:rsidR="005B3ED9" w:rsidRDefault="005B3ED9" w:rsidP="005B3ED9">
      <w:r>
        <w:t>136.8200</w:t>
      </w:r>
      <w:r>
        <w:tab/>
        <w:t>1.013e0</w:t>
      </w:r>
    </w:p>
    <w:p w:rsidR="005B3ED9" w:rsidRDefault="005B3ED9" w:rsidP="005B3ED9">
      <w:r>
        <w:t>136.8232</w:t>
      </w:r>
      <w:r>
        <w:tab/>
        <w:t>1.013e0</w:t>
      </w:r>
    </w:p>
    <w:p w:rsidR="005B3ED9" w:rsidRDefault="005B3ED9" w:rsidP="005B3ED9">
      <w:r>
        <w:t>136.8447</w:t>
      </w:r>
      <w:r>
        <w:tab/>
        <w:t>1.013e0</w:t>
      </w:r>
    </w:p>
    <w:p w:rsidR="005B3ED9" w:rsidRDefault="005B3ED9" w:rsidP="005B3ED9">
      <w:r>
        <w:t>136.8512</w:t>
      </w:r>
      <w:r>
        <w:tab/>
        <w:t>1.013e0</w:t>
      </w:r>
    </w:p>
    <w:p w:rsidR="005B3ED9" w:rsidRDefault="005B3ED9" w:rsidP="005B3ED9">
      <w:r>
        <w:t>136.8728</w:t>
      </w:r>
      <w:r>
        <w:tab/>
        <w:t>1.013e0</w:t>
      </w:r>
    </w:p>
    <w:p w:rsidR="005B3ED9" w:rsidRDefault="005B3ED9" w:rsidP="005B3ED9">
      <w:r>
        <w:t>136.9009</w:t>
      </w:r>
      <w:r>
        <w:tab/>
        <w:t>1.013e0</w:t>
      </w:r>
    </w:p>
    <w:p w:rsidR="005B3ED9" w:rsidRDefault="005B3ED9" w:rsidP="005B3ED9">
      <w:r>
        <w:t>137.0253</w:t>
      </w:r>
      <w:r>
        <w:tab/>
        <w:t>2.025e0</w:t>
      </w:r>
    </w:p>
    <w:p w:rsidR="005B3ED9" w:rsidRDefault="005B3ED9" w:rsidP="005B3ED9">
      <w:r>
        <w:t>137.0285</w:t>
      </w:r>
      <w:r>
        <w:tab/>
        <w:t>2.025e0</w:t>
      </w:r>
    </w:p>
    <w:p w:rsidR="005B3ED9" w:rsidRDefault="005B3ED9" w:rsidP="005B3ED9">
      <w:r>
        <w:t>137.0393</w:t>
      </w:r>
      <w:r>
        <w:tab/>
        <w:t>1.013e1</w:t>
      </w:r>
    </w:p>
    <w:p w:rsidR="005B3ED9" w:rsidRDefault="005B3ED9" w:rsidP="005B3ED9">
      <w:r>
        <w:t>137.0450</w:t>
      </w:r>
      <w:r>
        <w:tab/>
        <w:t>3.038e0</w:t>
      </w:r>
    </w:p>
    <w:p w:rsidR="005B3ED9" w:rsidRDefault="005B3ED9" w:rsidP="005B3ED9">
      <w:r>
        <w:t>137.0588</w:t>
      </w:r>
      <w:r>
        <w:tab/>
        <w:t>3.038e0</w:t>
      </w:r>
    </w:p>
    <w:p w:rsidR="005B3ED9" w:rsidRDefault="005B3ED9" w:rsidP="005B3ED9">
      <w:r>
        <w:t>137.0724</w:t>
      </w:r>
      <w:r>
        <w:tab/>
        <w:t>2.025e0</w:t>
      </w:r>
    </w:p>
    <w:p w:rsidR="005B3ED9" w:rsidRDefault="005B3ED9" w:rsidP="005B3ED9">
      <w:r>
        <w:t>137.0751</w:t>
      </w:r>
      <w:r>
        <w:tab/>
        <w:t>1.013e0</w:t>
      </w:r>
    </w:p>
    <w:p w:rsidR="005B3ED9" w:rsidRDefault="005B3ED9" w:rsidP="005B3ED9">
      <w:r>
        <w:lastRenderedPageBreak/>
        <w:t>137.0845</w:t>
      </w:r>
      <w:r>
        <w:tab/>
        <w:t>1.013e0</w:t>
      </w:r>
    </w:p>
    <w:p w:rsidR="005B3ED9" w:rsidRDefault="005B3ED9" w:rsidP="005B3ED9">
      <w:r>
        <w:t>137.1032</w:t>
      </w:r>
      <w:r>
        <w:tab/>
        <w:t>3.038e0</w:t>
      </w:r>
    </w:p>
    <w:p w:rsidR="005B3ED9" w:rsidRDefault="005B3ED9" w:rsidP="005B3ED9">
      <w:r>
        <w:t>137.1115</w:t>
      </w:r>
      <w:r>
        <w:tab/>
        <w:t>3.038e0</w:t>
      </w:r>
    </w:p>
    <w:p w:rsidR="005B3ED9" w:rsidRDefault="005B3ED9" w:rsidP="005B3ED9">
      <w:r>
        <w:t>137.1156</w:t>
      </w:r>
      <w:r>
        <w:tab/>
        <w:t>2.025e0</w:t>
      </w:r>
    </w:p>
    <w:p w:rsidR="005B3ED9" w:rsidRDefault="005B3ED9" w:rsidP="005B3ED9">
      <w:r>
        <w:t>137.1236</w:t>
      </w:r>
      <w:r>
        <w:tab/>
        <w:t>2.025e0</w:t>
      </w:r>
    </w:p>
    <w:p w:rsidR="005B3ED9" w:rsidRDefault="005B3ED9" w:rsidP="005B3ED9">
      <w:r>
        <w:t>137.1284</w:t>
      </w:r>
      <w:r>
        <w:tab/>
        <w:t>3.038e0</w:t>
      </w:r>
    </w:p>
    <w:p w:rsidR="005B3ED9" w:rsidRDefault="005B3ED9" w:rsidP="005B3ED9">
      <w:r>
        <w:t>137.1436</w:t>
      </w:r>
      <w:r>
        <w:tab/>
        <w:t>1.013e0</w:t>
      </w:r>
    </w:p>
    <w:p w:rsidR="005B3ED9" w:rsidRDefault="005B3ED9" w:rsidP="005B3ED9">
      <w:r>
        <w:t>137.1684</w:t>
      </w:r>
      <w:r>
        <w:tab/>
        <w:t>1.013e0</w:t>
      </w:r>
    </w:p>
    <w:p w:rsidR="005B3ED9" w:rsidRDefault="005B3ED9" w:rsidP="005B3ED9">
      <w:r>
        <w:t>137.1876</w:t>
      </w:r>
      <w:r>
        <w:tab/>
        <w:t>1.013e0</w:t>
      </w:r>
    </w:p>
    <w:p w:rsidR="005B3ED9" w:rsidRDefault="005B3ED9" w:rsidP="005B3ED9">
      <w:r>
        <w:t>137.2075</w:t>
      </w:r>
      <w:r>
        <w:tab/>
        <w:t>2.025e0</w:t>
      </w:r>
    </w:p>
    <w:p w:rsidR="005B3ED9" w:rsidRDefault="005B3ED9" w:rsidP="005B3ED9">
      <w:r>
        <w:t>137.2683</w:t>
      </w:r>
      <w:r>
        <w:tab/>
        <w:t>1.013e0</w:t>
      </w:r>
    </w:p>
    <w:p w:rsidR="005B3ED9" w:rsidRDefault="005B3ED9" w:rsidP="005B3ED9">
      <w:r>
        <w:t>137.2777</w:t>
      </w:r>
      <w:r>
        <w:tab/>
        <w:t>2.025e0</w:t>
      </w:r>
    </w:p>
    <w:p w:rsidR="005B3ED9" w:rsidRDefault="005B3ED9" w:rsidP="005B3ED9">
      <w:r>
        <w:t>137.3179</w:t>
      </w:r>
      <w:r>
        <w:tab/>
        <w:t>1.013e0</w:t>
      </w:r>
    </w:p>
    <w:p w:rsidR="005B3ED9" w:rsidRDefault="005B3ED9" w:rsidP="005B3ED9">
      <w:r>
        <w:t>137.3211</w:t>
      </w:r>
      <w:r>
        <w:tab/>
        <w:t>1.013e0</w:t>
      </w:r>
    </w:p>
    <w:p w:rsidR="005B3ED9" w:rsidRDefault="005B3ED9" w:rsidP="005B3ED9">
      <w:r>
        <w:t>137.3555</w:t>
      </w:r>
      <w:r>
        <w:tab/>
        <w:t>1.013e0</w:t>
      </w:r>
    </w:p>
    <w:p w:rsidR="005B3ED9" w:rsidRDefault="005B3ED9" w:rsidP="005B3ED9">
      <w:r>
        <w:t>137.4491</w:t>
      </w:r>
      <w:r>
        <w:tab/>
        <w:t>1.013e0</w:t>
      </w:r>
    </w:p>
    <w:p w:rsidR="005B3ED9" w:rsidRDefault="005B3ED9" w:rsidP="005B3ED9">
      <w:r>
        <w:t>137.5171</w:t>
      </w:r>
      <w:r>
        <w:tab/>
        <w:t>1.013e0</w:t>
      </w:r>
    </w:p>
    <w:p w:rsidR="005B3ED9" w:rsidRDefault="005B3ED9" w:rsidP="005B3ED9">
      <w:r>
        <w:t>137.5396</w:t>
      </w:r>
      <w:r>
        <w:tab/>
        <w:t>1.013e0</w:t>
      </w:r>
    </w:p>
    <w:p w:rsidR="005B3ED9" w:rsidRDefault="005B3ED9" w:rsidP="005B3ED9">
      <w:r>
        <w:t>137.5411</w:t>
      </w:r>
      <w:r>
        <w:tab/>
        <w:t>2.025e0</w:t>
      </w:r>
    </w:p>
    <w:p w:rsidR="005B3ED9" w:rsidRDefault="005B3ED9" w:rsidP="005B3ED9">
      <w:r>
        <w:lastRenderedPageBreak/>
        <w:t>137.5453</w:t>
      </w:r>
      <w:r>
        <w:tab/>
        <w:t>1.013e0</w:t>
      </w:r>
    </w:p>
    <w:p w:rsidR="005B3ED9" w:rsidRDefault="005B3ED9" w:rsidP="005B3ED9">
      <w:r>
        <w:t>137.5515</w:t>
      </w:r>
      <w:r>
        <w:tab/>
        <w:t>1.013e0</w:t>
      </w:r>
    </w:p>
    <w:p w:rsidR="005B3ED9" w:rsidRDefault="005B3ED9" w:rsidP="005B3ED9">
      <w:r>
        <w:t>137.5676</w:t>
      </w:r>
      <w:r>
        <w:tab/>
        <w:t>1.013e0</w:t>
      </w:r>
    </w:p>
    <w:p w:rsidR="005B3ED9" w:rsidRDefault="005B3ED9" w:rsidP="005B3ED9">
      <w:r>
        <w:t>137.5795</w:t>
      </w:r>
      <w:r>
        <w:tab/>
        <w:t>1.013e0</w:t>
      </w:r>
    </w:p>
    <w:p w:rsidR="005B3ED9" w:rsidRDefault="005B3ED9" w:rsidP="005B3ED9">
      <w:r>
        <w:t>137.5923</w:t>
      </w:r>
      <w:r>
        <w:tab/>
        <w:t>1.013e0</w:t>
      </w:r>
    </w:p>
    <w:p w:rsidR="005B3ED9" w:rsidRDefault="005B3ED9" w:rsidP="005B3ED9">
      <w:r>
        <w:t>137.6893</w:t>
      </w:r>
      <w:r>
        <w:tab/>
        <w:t>2.025e0</w:t>
      </w:r>
    </w:p>
    <w:p w:rsidR="005B3ED9" w:rsidRDefault="005B3ED9" w:rsidP="005B3ED9">
      <w:r>
        <w:t>137.7045</w:t>
      </w:r>
      <w:r>
        <w:tab/>
        <w:t>1.013e0</w:t>
      </w:r>
    </w:p>
    <w:p w:rsidR="005B3ED9" w:rsidRDefault="005B3ED9" w:rsidP="005B3ED9">
      <w:r>
        <w:t>137.7076</w:t>
      </w:r>
      <w:r>
        <w:tab/>
        <w:t>1.013e0</w:t>
      </w:r>
    </w:p>
    <w:p w:rsidR="005B3ED9" w:rsidRDefault="005B3ED9" w:rsidP="005B3ED9">
      <w:r>
        <w:t>137.7293</w:t>
      </w:r>
      <w:r>
        <w:tab/>
        <w:t>1.013e0</w:t>
      </w:r>
    </w:p>
    <w:p w:rsidR="005B3ED9" w:rsidRDefault="005B3ED9" w:rsidP="005B3ED9">
      <w:r>
        <w:t>137.7389</w:t>
      </w:r>
      <w:r>
        <w:tab/>
        <w:t>1.013e0</w:t>
      </w:r>
    </w:p>
    <w:p w:rsidR="005B3ED9" w:rsidRDefault="005B3ED9" w:rsidP="005B3ED9">
      <w:r>
        <w:t>137.7637</w:t>
      </w:r>
      <w:r>
        <w:tab/>
        <w:t>2.025e0</w:t>
      </w:r>
    </w:p>
    <w:p w:rsidR="005B3ED9" w:rsidRDefault="005B3ED9" w:rsidP="005B3ED9">
      <w:r>
        <w:t>137.7853</w:t>
      </w:r>
      <w:r>
        <w:tab/>
        <w:t>1.013e0</w:t>
      </w:r>
    </w:p>
    <w:p w:rsidR="005B3ED9" w:rsidRDefault="005B3ED9" w:rsidP="005B3ED9">
      <w:r>
        <w:t>137.7981</w:t>
      </w:r>
      <w:r>
        <w:tab/>
        <w:t>1.013e0</w:t>
      </w:r>
    </w:p>
    <w:p w:rsidR="005B3ED9" w:rsidRDefault="005B3ED9" w:rsidP="005B3ED9">
      <w:r>
        <w:t>137.8699</w:t>
      </w:r>
      <w:r>
        <w:tab/>
        <w:t>1.013e0</w:t>
      </w:r>
    </w:p>
    <w:p w:rsidR="005B3ED9" w:rsidRDefault="005B3ED9" w:rsidP="005B3ED9">
      <w:r>
        <w:t>137.8886</w:t>
      </w:r>
      <w:r>
        <w:tab/>
        <w:t>1.013e0</w:t>
      </w:r>
    </w:p>
    <w:p w:rsidR="005B3ED9" w:rsidRDefault="005B3ED9" w:rsidP="005B3ED9">
      <w:r>
        <w:t>137.8951</w:t>
      </w:r>
      <w:r>
        <w:tab/>
        <w:t>1.013e0</w:t>
      </w:r>
    </w:p>
    <w:p w:rsidR="005B3ED9" w:rsidRDefault="005B3ED9" w:rsidP="005B3ED9">
      <w:r>
        <w:t>137.9351</w:t>
      </w:r>
      <w:r>
        <w:tab/>
        <w:t>1.013e0</w:t>
      </w:r>
    </w:p>
    <w:p w:rsidR="005B3ED9" w:rsidRDefault="005B3ED9" w:rsidP="005B3ED9">
      <w:r>
        <w:t>137.9544</w:t>
      </w:r>
      <w:r>
        <w:tab/>
        <w:t>1.013e0</w:t>
      </w:r>
    </w:p>
    <w:p w:rsidR="005B3ED9" w:rsidRDefault="005B3ED9" w:rsidP="005B3ED9">
      <w:r>
        <w:t>137.9603</w:t>
      </w:r>
      <w:r>
        <w:tab/>
        <w:t>1.013e0</w:t>
      </w:r>
    </w:p>
    <w:p w:rsidR="005B3ED9" w:rsidRDefault="005B3ED9" w:rsidP="005B3ED9">
      <w:r>
        <w:lastRenderedPageBreak/>
        <w:t>137.9891</w:t>
      </w:r>
      <w:r>
        <w:tab/>
        <w:t>4.051e0</w:t>
      </w:r>
    </w:p>
    <w:p w:rsidR="005B3ED9" w:rsidRDefault="005B3ED9" w:rsidP="005B3ED9">
      <w:r>
        <w:t>137.9977</w:t>
      </w:r>
      <w:r>
        <w:tab/>
        <w:t>1.013e0</w:t>
      </w:r>
    </w:p>
    <w:p w:rsidR="005B3ED9" w:rsidRDefault="005B3ED9" w:rsidP="005B3ED9">
      <w:r>
        <w:t>138.0137</w:t>
      </w:r>
      <w:r>
        <w:tab/>
        <w:t>1.013e0</w:t>
      </w:r>
    </w:p>
    <w:p w:rsidR="005B3ED9" w:rsidRDefault="005B3ED9" w:rsidP="005B3ED9">
      <w:r>
        <w:t>138.0168</w:t>
      </w:r>
      <w:r>
        <w:tab/>
        <w:t>1.013e0</w:t>
      </w:r>
    </w:p>
    <w:p w:rsidR="005B3ED9" w:rsidRDefault="005B3ED9" w:rsidP="005B3ED9">
      <w:r>
        <w:t>138.0337</w:t>
      </w:r>
      <w:r>
        <w:tab/>
        <w:t>2.025e0</w:t>
      </w:r>
    </w:p>
    <w:p w:rsidR="005B3ED9" w:rsidRDefault="005B3ED9" w:rsidP="005B3ED9">
      <w:r>
        <w:t>138.0385</w:t>
      </w:r>
      <w:r>
        <w:tab/>
        <w:t>1.013e0</w:t>
      </w:r>
    </w:p>
    <w:p w:rsidR="005B3ED9" w:rsidRDefault="005B3ED9" w:rsidP="005B3ED9">
      <w:r>
        <w:t>138.0586</w:t>
      </w:r>
      <w:r>
        <w:tab/>
        <w:t>7.089e0</w:t>
      </w:r>
    </w:p>
    <w:p w:rsidR="005B3ED9" w:rsidRDefault="005B3ED9" w:rsidP="005B3ED9">
      <w:r>
        <w:t>138.0612</w:t>
      </w:r>
      <w:r>
        <w:tab/>
        <w:t>2.329e1</w:t>
      </w:r>
    </w:p>
    <w:p w:rsidR="005B3ED9" w:rsidRDefault="005B3ED9" w:rsidP="005B3ED9">
      <w:r>
        <w:t>138.0639</w:t>
      </w:r>
      <w:r>
        <w:tab/>
        <w:t>9.114e0</w:t>
      </w:r>
    </w:p>
    <w:p w:rsidR="005B3ED9" w:rsidRDefault="005B3ED9" w:rsidP="005B3ED9">
      <w:r>
        <w:t>138.0914</w:t>
      </w:r>
      <w:r>
        <w:tab/>
        <w:t>2.025e0</w:t>
      </w:r>
    </w:p>
    <w:p w:rsidR="005B3ED9" w:rsidRDefault="005B3ED9" w:rsidP="005B3ED9">
      <w:r>
        <w:t>138.1026</w:t>
      </w:r>
      <w:r>
        <w:tab/>
        <w:t>2.025e0</w:t>
      </w:r>
    </w:p>
    <w:p w:rsidR="005B3ED9" w:rsidRDefault="005B3ED9" w:rsidP="005B3ED9">
      <w:r>
        <w:t>138.1087</w:t>
      </w:r>
      <w:r>
        <w:tab/>
        <w:t>2.025e0</w:t>
      </w:r>
    </w:p>
    <w:p w:rsidR="005B3ED9" w:rsidRDefault="005B3ED9" w:rsidP="005B3ED9">
      <w:r>
        <w:t>138.1163</w:t>
      </w:r>
      <w:r>
        <w:tab/>
        <w:t>1.013e0</w:t>
      </w:r>
    </w:p>
    <w:p w:rsidR="005B3ED9" w:rsidRDefault="005B3ED9" w:rsidP="005B3ED9">
      <w:r>
        <w:t>138.1443</w:t>
      </w:r>
      <w:r>
        <w:tab/>
        <w:t>1.013e0</w:t>
      </w:r>
    </w:p>
    <w:p w:rsidR="005B3ED9" w:rsidRDefault="005B3ED9" w:rsidP="005B3ED9">
      <w:r>
        <w:t>138.1604</w:t>
      </w:r>
      <w:r>
        <w:tab/>
        <w:t>1.013e0</w:t>
      </w:r>
    </w:p>
    <w:p w:rsidR="005B3ED9" w:rsidRDefault="005B3ED9" w:rsidP="005B3ED9">
      <w:r>
        <w:t>138.2036</w:t>
      </w:r>
      <w:r>
        <w:tab/>
        <w:t>1.013e0</w:t>
      </w:r>
    </w:p>
    <w:p w:rsidR="005B3ED9" w:rsidRDefault="005B3ED9" w:rsidP="005B3ED9">
      <w:r>
        <w:t>138.2197</w:t>
      </w:r>
      <w:r>
        <w:tab/>
        <w:t>1.013e0</w:t>
      </w:r>
    </w:p>
    <w:p w:rsidR="005B3ED9" w:rsidRDefault="005B3ED9" w:rsidP="005B3ED9">
      <w:r>
        <w:t>138.2213</w:t>
      </w:r>
      <w:r>
        <w:tab/>
        <w:t>2.025e0</w:t>
      </w:r>
    </w:p>
    <w:p w:rsidR="005B3ED9" w:rsidRDefault="005B3ED9" w:rsidP="005B3ED9">
      <w:r>
        <w:t>138.3914</w:t>
      </w:r>
      <w:r>
        <w:tab/>
        <w:t>1.013e0</w:t>
      </w:r>
    </w:p>
    <w:p w:rsidR="005B3ED9" w:rsidRDefault="005B3ED9" w:rsidP="005B3ED9">
      <w:r>
        <w:lastRenderedPageBreak/>
        <w:t>138.4636</w:t>
      </w:r>
      <w:r>
        <w:tab/>
        <w:t>1.013e0</w:t>
      </w:r>
    </w:p>
    <w:p w:rsidR="005B3ED9" w:rsidRDefault="005B3ED9" w:rsidP="005B3ED9">
      <w:r>
        <w:t>138.4853</w:t>
      </w:r>
      <w:r>
        <w:tab/>
        <w:t>1.013e0</w:t>
      </w:r>
    </w:p>
    <w:p w:rsidR="005B3ED9" w:rsidRDefault="005B3ED9" w:rsidP="005B3ED9">
      <w:r>
        <w:t>138.5198</w:t>
      </w:r>
      <w:r>
        <w:tab/>
        <w:t>2.025e0</w:t>
      </w:r>
    </w:p>
    <w:p w:rsidR="005B3ED9" w:rsidRDefault="005B3ED9" w:rsidP="005B3ED9">
      <w:r>
        <w:t>138.5350</w:t>
      </w:r>
      <w:r>
        <w:tab/>
        <w:t>1.013e0</w:t>
      </w:r>
    </w:p>
    <w:p w:rsidR="005B3ED9" w:rsidRDefault="005B3ED9" w:rsidP="005B3ED9">
      <w:r>
        <w:t>138.5696</w:t>
      </w:r>
      <w:r>
        <w:tab/>
        <w:t>1.013e0</w:t>
      </w:r>
    </w:p>
    <w:p w:rsidR="005B3ED9" w:rsidRDefault="005B3ED9" w:rsidP="005B3ED9">
      <w:r>
        <w:t>138.5760</w:t>
      </w:r>
      <w:r>
        <w:tab/>
        <w:t>1.013e0</w:t>
      </w:r>
    </w:p>
    <w:p w:rsidR="005B3ED9" w:rsidRDefault="005B3ED9" w:rsidP="005B3ED9">
      <w:r>
        <w:t>138.6041</w:t>
      </w:r>
      <w:r>
        <w:tab/>
        <w:t>1.013e0</w:t>
      </w:r>
    </w:p>
    <w:p w:rsidR="005B3ED9" w:rsidRDefault="005B3ED9" w:rsidP="005B3ED9">
      <w:r>
        <w:t>138.6229</w:t>
      </w:r>
      <w:r>
        <w:tab/>
        <w:t>1.013e0</w:t>
      </w:r>
    </w:p>
    <w:p w:rsidR="005B3ED9" w:rsidRDefault="005B3ED9" w:rsidP="005B3ED9">
      <w:r>
        <w:t>138.6603</w:t>
      </w:r>
      <w:r>
        <w:tab/>
        <w:t>1.013e0</w:t>
      </w:r>
    </w:p>
    <w:p w:rsidR="005B3ED9" w:rsidRDefault="005B3ED9" w:rsidP="005B3ED9">
      <w:r>
        <w:t>138.6668</w:t>
      </w:r>
      <w:r>
        <w:tab/>
        <w:t>1.013e0</w:t>
      </w:r>
    </w:p>
    <w:p w:rsidR="005B3ED9" w:rsidRDefault="005B3ED9" w:rsidP="005B3ED9">
      <w:r>
        <w:t>138.7326</w:t>
      </w:r>
      <w:r>
        <w:tab/>
        <w:t>1.013e0</w:t>
      </w:r>
    </w:p>
    <w:p w:rsidR="005B3ED9" w:rsidRDefault="005B3ED9" w:rsidP="005B3ED9">
      <w:r>
        <w:t>138.7421</w:t>
      </w:r>
      <w:r>
        <w:tab/>
        <w:t>1.013e0</w:t>
      </w:r>
    </w:p>
    <w:p w:rsidR="005B3ED9" w:rsidRDefault="005B3ED9" w:rsidP="005B3ED9">
      <w:r>
        <w:t>138.7543</w:t>
      </w:r>
      <w:r>
        <w:tab/>
        <w:t>1.013e0</w:t>
      </w:r>
    </w:p>
    <w:p w:rsidR="005B3ED9" w:rsidRDefault="005B3ED9" w:rsidP="005B3ED9">
      <w:r>
        <w:t>138.7607</w:t>
      </w:r>
      <w:r>
        <w:tab/>
        <w:t>1.013e0</w:t>
      </w:r>
    </w:p>
    <w:p w:rsidR="005B3ED9" w:rsidRDefault="005B3ED9" w:rsidP="005B3ED9">
      <w:r>
        <w:t>138.7671</w:t>
      </w:r>
      <w:r>
        <w:tab/>
        <w:t>1.013e0</w:t>
      </w:r>
    </w:p>
    <w:p w:rsidR="005B3ED9" w:rsidRDefault="005B3ED9" w:rsidP="005B3ED9">
      <w:r>
        <w:t>138.7952</w:t>
      </w:r>
      <w:r>
        <w:tab/>
        <w:t>1.013e0</w:t>
      </w:r>
    </w:p>
    <w:p w:rsidR="005B3ED9" w:rsidRDefault="005B3ED9" w:rsidP="005B3ED9">
      <w:r>
        <w:t>138.8046</w:t>
      </w:r>
      <w:r>
        <w:tab/>
        <w:t>1.013e0</w:t>
      </w:r>
    </w:p>
    <w:p w:rsidR="005B3ED9" w:rsidRDefault="005B3ED9" w:rsidP="005B3ED9">
      <w:r>
        <w:t>138.8251</w:t>
      </w:r>
      <w:r>
        <w:tab/>
        <w:t>3.038e0</w:t>
      </w:r>
    </w:p>
    <w:p w:rsidR="005B3ED9" w:rsidRDefault="005B3ED9" w:rsidP="005B3ED9">
      <w:r>
        <w:t>138.8547</w:t>
      </w:r>
      <w:r>
        <w:tab/>
        <w:t>1.013e0</w:t>
      </w:r>
    </w:p>
    <w:p w:rsidR="005B3ED9" w:rsidRDefault="005B3ED9" w:rsidP="005B3ED9">
      <w:r>
        <w:lastRenderedPageBreak/>
        <w:t>138.8732</w:t>
      </w:r>
      <w:r>
        <w:tab/>
        <w:t>1.013e0</w:t>
      </w:r>
    </w:p>
    <w:p w:rsidR="005B3ED9" w:rsidRDefault="005B3ED9" w:rsidP="005B3ED9">
      <w:r>
        <w:t>138.9027</w:t>
      </w:r>
      <w:r>
        <w:tab/>
        <w:t>2.025e0</w:t>
      </w:r>
    </w:p>
    <w:p w:rsidR="005B3ED9" w:rsidRDefault="005B3ED9" w:rsidP="005B3ED9">
      <w:r>
        <w:t>138.9296</w:t>
      </w:r>
      <w:r>
        <w:tab/>
        <w:t>1.013e0</w:t>
      </w:r>
    </w:p>
    <w:p w:rsidR="005B3ED9" w:rsidRDefault="005B3ED9" w:rsidP="005B3ED9">
      <w:r>
        <w:t>138.9595</w:t>
      </w:r>
      <w:r>
        <w:tab/>
        <w:t>2.025e0</w:t>
      </w:r>
    </w:p>
    <w:p w:rsidR="005B3ED9" w:rsidRDefault="005B3ED9" w:rsidP="005B3ED9">
      <w:r>
        <w:t>138.9672</w:t>
      </w:r>
      <w:r>
        <w:tab/>
        <w:t>1.013e0</w:t>
      </w:r>
    </w:p>
    <w:p w:rsidR="005B3ED9" w:rsidRDefault="005B3ED9" w:rsidP="005B3ED9">
      <w:r>
        <w:t>138.9705</w:t>
      </w:r>
      <w:r>
        <w:tab/>
        <w:t>1.013e0</w:t>
      </w:r>
    </w:p>
    <w:p w:rsidR="005B3ED9" w:rsidRDefault="005B3ED9" w:rsidP="005B3ED9">
      <w:r>
        <w:t>139.0219</w:t>
      </w:r>
      <w:r>
        <w:tab/>
        <w:t>2.025e0</w:t>
      </w:r>
    </w:p>
    <w:p w:rsidR="005B3ED9" w:rsidRDefault="005B3ED9" w:rsidP="005B3ED9">
      <w:r>
        <w:t>139.0461</w:t>
      </w:r>
      <w:r>
        <w:tab/>
        <w:t>2.025e0</w:t>
      </w:r>
    </w:p>
    <w:p w:rsidR="005B3ED9" w:rsidRDefault="005B3ED9" w:rsidP="005B3ED9">
      <w:r>
        <w:t>139.0580</w:t>
      </w:r>
      <w:r>
        <w:tab/>
        <w:t>2.025e0</w:t>
      </w:r>
    </w:p>
    <w:p w:rsidR="005B3ED9" w:rsidRDefault="005B3ED9" w:rsidP="005B3ED9">
      <w:r>
        <w:t>139.0606</w:t>
      </w:r>
      <w:r>
        <w:tab/>
        <w:t>4.051e0</w:t>
      </w:r>
    </w:p>
    <w:p w:rsidR="005B3ED9" w:rsidRDefault="005B3ED9" w:rsidP="005B3ED9">
      <w:r>
        <w:t>139.0645</w:t>
      </w:r>
      <w:r>
        <w:tab/>
        <w:t>1.013e0</w:t>
      </w:r>
    </w:p>
    <w:p w:rsidR="005B3ED9" w:rsidRDefault="005B3ED9" w:rsidP="005B3ED9">
      <w:r>
        <w:t>139.0990</w:t>
      </w:r>
      <w:r>
        <w:tab/>
        <w:t>1.013e0</w:t>
      </w:r>
    </w:p>
    <w:p w:rsidR="005B3ED9" w:rsidRDefault="005B3ED9" w:rsidP="005B3ED9">
      <w:r>
        <w:t>139.1018</w:t>
      </w:r>
      <w:r>
        <w:tab/>
        <w:t>3.038e0</w:t>
      </w:r>
    </w:p>
    <w:p w:rsidR="005B3ED9" w:rsidRDefault="005B3ED9" w:rsidP="005B3ED9">
      <w:r>
        <w:t>139.1035</w:t>
      </w:r>
      <w:r>
        <w:tab/>
        <w:t>5.063e0</w:t>
      </w:r>
    </w:p>
    <w:p w:rsidR="005B3ED9" w:rsidRDefault="005B3ED9" w:rsidP="005B3ED9">
      <w:r>
        <w:t>139.1060</w:t>
      </w:r>
      <w:r>
        <w:tab/>
        <w:t>1.030e1</w:t>
      </w:r>
    </w:p>
    <w:p w:rsidR="005B3ED9" w:rsidRDefault="005B3ED9" w:rsidP="005B3ED9">
      <w:r>
        <w:t>139.1251</w:t>
      </w:r>
      <w:r>
        <w:tab/>
        <w:t>3.178e1</w:t>
      </w:r>
    </w:p>
    <w:p w:rsidR="005B3ED9" w:rsidRDefault="005B3ED9" w:rsidP="005B3ED9">
      <w:r>
        <w:t>139.1586</w:t>
      </w:r>
      <w:r>
        <w:tab/>
        <w:t>1.013e0</w:t>
      </w:r>
    </w:p>
    <w:p w:rsidR="005B3ED9" w:rsidRDefault="005B3ED9" w:rsidP="005B3ED9">
      <w:r>
        <w:t>139.1714</w:t>
      </w:r>
      <w:r>
        <w:tab/>
        <w:t>1.013e0</w:t>
      </w:r>
    </w:p>
    <w:p w:rsidR="005B3ED9" w:rsidRDefault="005B3ED9" w:rsidP="005B3ED9">
      <w:r>
        <w:t>139.1867</w:t>
      </w:r>
      <w:r>
        <w:tab/>
        <w:t>2.025e0</w:t>
      </w:r>
    </w:p>
    <w:p w:rsidR="005B3ED9" w:rsidRDefault="005B3ED9" w:rsidP="005B3ED9">
      <w:r>
        <w:lastRenderedPageBreak/>
        <w:t>139.2055</w:t>
      </w:r>
      <w:r>
        <w:tab/>
        <w:t>1.013e0</w:t>
      </w:r>
    </w:p>
    <w:p w:rsidR="005B3ED9" w:rsidRDefault="005B3ED9" w:rsidP="005B3ED9">
      <w:r>
        <w:t>139.2181</w:t>
      </w:r>
      <w:r>
        <w:tab/>
        <w:t>1.013e0</w:t>
      </w:r>
    </w:p>
    <w:p w:rsidR="005B3ED9" w:rsidRDefault="005B3ED9" w:rsidP="005B3ED9">
      <w:r>
        <w:t>139.2340</w:t>
      </w:r>
      <w:r>
        <w:tab/>
        <w:t>1.013e0</w:t>
      </w:r>
    </w:p>
    <w:p w:rsidR="005B3ED9" w:rsidRDefault="005B3ED9" w:rsidP="005B3ED9">
      <w:r>
        <w:t>139.2463</w:t>
      </w:r>
      <w:r>
        <w:tab/>
        <w:t>1.013e0</w:t>
      </w:r>
    </w:p>
    <w:p w:rsidR="005B3ED9" w:rsidRDefault="005B3ED9" w:rsidP="005B3ED9">
      <w:r>
        <w:t>139.2511</w:t>
      </w:r>
      <w:r>
        <w:tab/>
        <w:t>2.025e0</w:t>
      </w:r>
    </w:p>
    <w:p w:rsidR="005B3ED9" w:rsidRDefault="005B3ED9" w:rsidP="005B3ED9">
      <w:r>
        <w:t>139.2744</w:t>
      </w:r>
      <w:r>
        <w:tab/>
        <w:t>1.013e0</w:t>
      </w:r>
    </w:p>
    <w:p w:rsidR="005B3ED9" w:rsidRDefault="005B3ED9" w:rsidP="005B3ED9">
      <w:r>
        <w:t>139.3339</w:t>
      </w:r>
      <w:r>
        <w:tab/>
        <w:t>1.013e0</w:t>
      </w:r>
    </w:p>
    <w:p w:rsidR="005B3ED9" w:rsidRDefault="005B3ED9" w:rsidP="005B3ED9">
      <w:r>
        <w:t>139.3564</w:t>
      </w:r>
      <w:r>
        <w:tab/>
        <w:t>1.013e0</w:t>
      </w:r>
    </w:p>
    <w:p w:rsidR="005B3ED9" w:rsidRDefault="005B3ED9" w:rsidP="005B3ED9">
      <w:r>
        <w:t>139.3593</w:t>
      </w:r>
      <w:r>
        <w:tab/>
        <w:t>2.025e0</w:t>
      </w:r>
    </w:p>
    <w:p w:rsidR="005B3ED9" w:rsidRDefault="005B3ED9" w:rsidP="005B3ED9">
      <w:r>
        <w:t>139.3814</w:t>
      </w:r>
      <w:r>
        <w:tab/>
        <w:t>1.013e0</w:t>
      </w:r>
    </w:p>
    <w:p w:rsidR="005B3ED9" w:rsidRDefault="005B3ED9" w:rsidP="005B3ED9">
      <w:r>
        <w:t>139.4505</w:t>
      </w:r>
      <w:r>
        <w:tab/>
        <w:t>1.013e0</w:t>
      </w:r>
    </w:p>
    <w:p w:rsidR="005B3ED9" w:rsidRDefault="005B3ED9" w:rsidP="005B3ED9">
      <w:r>
        <w:t>139.4534</w:t>
      </w:r>
      <w:r>
        <w:tab/>
        <w:t>1.013e0</w:t>
      </w:r>
    </w:p>
    <w:p w:rsidR="005B3ED9" w:rsidRDefault="005B3ED9" w:rsidP="005B3ED9">
      <w:r>
        <w:t>139.4909</w:t>
      </w:r>
      <w:r>
        <w:tab/>
        <w:t>2.025e0</w:t>
      </w:r>
    </w:p>
    <w:p w:rsidR="005B3ED9" w:rsidRDefault="005B3ED9" w:rsidP="005B3ED9">
      <w:r>
        <w:t>139.5070</w:t>
      </w:r>
      <w:r>
        <w:tab/>
        <w:t>1.013e0</w:t>
      </w:r>
    </w:p>
    <w:p w:rsidR="005B3ED9" w:rsidRDefault="005B3ED9" w:rsidP="005B3ED9">
      <w:r>
        <w:t>139.5147</w:t>
      </w:r>
      <w:r>
        <w:tab/>
        <w:t>2.025e0</w:t>
      </w:r>
    </w:p>
    <w:p w:rsidR="005B3ED9" w:rsidRDefault="005B3ED9" w:rsidP="005B3ED9">
      <w:r>
        <w:t>139.5158</w:t>
      </w:r>
      <w:r>
        <w:tab/>
        <w:t>2.767e0</w:t>
      </w:r>
    </w:p>
    <w:p w:rsidR="005B3ED9" w:rsidRDefault="005B3ED9" w:rsidP="005B3ED9">
      <w:r>
        <w:t>139.5405</w:t>
      </w:r>
      <w:r>
        <w:tab/>
        <w:t>6.533e0</w:t>
      </w:r>
    </w:p>
    <w:p w:rsidR="005B3ED9" w:rsidRDefault="005B3ED9" w:rsidP="005B3ED9">
      <w:r>
        <w:t>139.5448</w:t>
      </w:r>
      <w:r>
        <w:tab/>
        <w:t>4.051e0</w:t>
      </w:r>
    </w:p>
    <w:p w:rsidR="005B3ED9" w:rsidRDefault="005B3ED9" w:rsidP="005B3ED9">
      <w:r>
        <w:t>139.5471</w:t>
      </w:r>
      <w:r>
        <w:tab/>
        <w:t>4.051e0</w:t>
      </w:r>
    </w:p>
    <w:p w:rsidR="005B3ED9" w:rsidRDefault="005B3ED9" w:rsidP="005B3ED9">
      <w:r>
        <w:lastRenderedPageBreak/>
        <w:t>139.5489</w:t>
      </w:r>
      <w:r>
        <w:tab/>
        <w:t>2.025e0</w:t>
      </w:r>
    </w:p>
    <w:p w:rsidR="005B3ED9" w:rsidRDefault="005B3ED9" w:rsidP="005B3ED9">
      <w:r>
        <w:t>139.6102</w:t>
      </w:r>
      <w:r>
        <w:tab/>
        <w:t>1.013e0</w:t>
      </w:r>
    </w:p>
    <w:p w:rsidR="005B3ED9" w:rsidRDefault="005B3ED9" w:rsidP="005B3ED9">
      <w:r>
        <w:t>139.6890</w:t>
      </w:r>
      <w:r>
        <w:tab/>
        <w:t>1.013e0</w:t>
      </w:r>
    </w:p>
    <w:p w:rsidR="005B3ED9" w:rsidRDefault="005B3ED9" w:rsidP="005B3ED9">
      <w:r>
        <w:t>139.7172</w:t>
      </w:r>
      <w:r>
        <w:tab/>
        <w:t>1.013e0</w:t>
      </w:r>
    </w:p>
    <w:p w:rsidR="005B3ED9" w:rsidRDefault="005B3ED9" w:rsidP="005B3ED9">
      <w:r>
        <w:t>139.7204</w:t>
      </w:r>
      <w:r>
        <w:tab/>
        <w:t>1.013e0</w:t>
      </w:r>
    </w:p>
    <w:p w:rsidR="005B3ED9" w:rsidRDefault="005B3ED9" w:rsidP="005B3ED9">
      <w:r>
        <w:t>139.7389</w:t>
      </w:r>
      <w:r>
        <w:tab/>
        <w:t>1.013e0</w:t>
      </w:r>
    </w:p>
    <w:p w:rsidR="005B3ED9" w:rsidRDefault="005B3ED9" w:rsidP="005B3ED9">
      <w:r>
        <w:t>139.7583</w:t>
      </w:r>
      <w:r>
        <w:tab/>
        <w:t>1.013e0</w:t>
      </w:r>
    </w:p>
    <w:p w:rsidR="005B3ED9" w:rsidRDefault="005B3ED9" w:rsidP="005B3ED9">
      <w:r>
        <w:t>139.7736</w:t>
      </w:r>
      <w:r>
        <w:tab/>
        <w:t>1.013e0</w:t>
      </w:r>
    </w:p>
    <w:p w:rsidR="005B3ED9" w:rsidRDefault="005B3ED9" w:rsidP="005B3ED9">
      <w:r>
        <w:t>139.7986</w:t>
      </w:r>
      <w:r>
        <w:tab/>
        <w:t>2.025e0</w:t>
      </w:r>
    </w:p>
    <w:p w:rsidR="005B3ED9" w:rsidRDefault="005B3ED9" w:rsidP="005B3ED9">
      <w:r>
        <w:t>139.8461</w:t>
      </w:r>
      <w:r>
        <w:tab/>
        <w:t>1.013e0</w:t>
      </w:r>
    </w:p>
    <w:p w:rsidR="005B3ED9" w:rsidRDefault="005B3ED9" w:rsidP="005B3ED9">
      <w:r>
        <w:t>139.9903</w:t>
      </w:r>
      <w:r>
        <w:tab/>
        <w:t>2.025e0</w:t>
      </w:r>
    </w:p>
    <w:p w:rsidR="005B3ED9" w:rsidRDefault="005B3ED9" w:rsidP="005B3ED9">
      <w:r>
        <w:t>140.0130</w:t>
      </w:r>
      <w:r>
        <w:tab/>
        <w:t>2.025e0</w:t>
      </w:r>
    </w:p>
    <w:p w:rsidR="005B3ED9" w:rsidRDefault="005B3ED9" w:rsidP="005B3ED9">
      <w:r>
        <w:t>140.0445</w:t>
      </w:r>
      <w:r>
        <w:tab/>
        <w:t>1.013e0</w:t>
      </w:r>
    </w:p>
    <w:p w:rsidR="005B3ED9" w:rsidRDefault="005B3ED9" w:rsidP="005B3ED9">
      <w:r>
        <w:t>140.0581</w:t>
      </w:r>
      <w:r>
        <w:tab/>
        <w:t>2.025e0</w:t>
      </w:r>
    </w:p>
    <w:p w:rsidR="005B3ED9" w:rsidRDefault="005B3ED9" w:rsidP="005B3ED9">
      <w:r>
        <w:t>140.0630</w:t>
      </w:r>
      <w:r>
        <w:tab/>
        <w:t>1.013e0</w:t>
      </w:r>
    </w:p>
    <w:p w:rsidR="005B3ED9" w:rsidRDefault="005B3ED9" w:rsidP="005B3ED9">
      <w:r>
        <w:t>140.0803</w:t>
      </w:r>
      <w:r>
        <w:tab/>
        <w:t>6.076e0</w:t>
      </w:r>
    </w:p>
    <w:p w:rsidR="005B3ED9" w:rsidRDefault="005B3ED9" w:rsidP="005B3ED9">
      <w:r>
        <w:t>140.0833</w:t>
      </w:r>
      <w:r>
        <w:tab/>
        <w:t>4.051e0</w:t>
      </w:r>
    </w:p>
    <w:p w:rsidR="005B3ED9" w:rsidRDefault="005B3ED9" w:rsidP="005B3ED9">
      <w:r>
        <w:t>140.0912</w:t>
      </w:r>
      <w:r>
        <w:tab/>
        <w:t>2.025e0</w:t>
      </w:r>
    </w:p>
    <w:p w:rsidR="005B3ED9" w:rsidRDefault="005B3ED9" w:rsidP="005B3ED9">
      <w:r>
        <w:t>140.0953</w:t>
      </w:r>
      <w:r>
        <w:tab/>
        <w:t>3.038e0</w:t>
      </w:r>
    </w:p>
    <w:p w:rsidR="005B3ED9" w:rsidRDefault="005B3ED9" w:rsidP="005B3ED9">
      <w:r>
        <w:lastRenderedPageBreak/>
        <w:t>140.1025</w:t>
      </w:r>
      <w:r>
        <w:tab/>
        <w:t>2.025e0</w:t>
      </w:r>
    </w:p>
    <w:p w:rsidR="005B3ED9" w:rsidRDefault="005B3ED9" w:rsidP="005B3ED9">
      <w:r>
        <w:t>140.1103</w:t>
      </w:r>
      <w:r>
        <w:tab/>
        <w:t>1.013e0</w:t>
      </w:r>
    </w:p>
    <w:p w:rsidR="005B3ED9" w:rsidRDefault="005B3ED9" w:rsidP="005B3ED9">
      <w:r>
        <w:t>140.1194</w:t>
      </w:r>
      <w:r>
        <w:tab/>
        <w:t>1.013e0</w:t>
      </w:r>
    </w:p>
    <w:p w:rsidR="005B3ED9" w:rsidRDefault="005B3ED9" w:rsidP="005B3ED9">
      <w:r>
        <w:t>140.1291</w:t>
      </w:r>
      <w:r>
        <w:tab/>
        <w:t>4.051e0</w:t>
      </w:r>
    </w:p>
    <w:p w:rsidR="005B3ED9" w:rsidRDefault="005B3ED9" w:rsidP="005B3ED9">
      <w:r>
        <w:t>140.1355</w:t>
      </w:r>
      <w:r>
        <w:tab/>
        <w:t>1.013e0</w:t>
      </w:r>
    </w:p>
    <w:p w:rsidR="005B3ED9" w:rsidRDefault="005B3ED9" w:rsidP="005B3ED9">
      <w:r>
        <w:t>140.1605</w:t>
      </w:r>
      <w:r>
        <w:tab/>
        <w:t>1.013e0</w:t>
      </w:r>
    </w:p>
    <w:p w:rsidR="005B3ED9" w:rsidRDefault="005B3ED9" w:rsidP="005B3ED9">
      <w:r>
        <w:t>140.2203</w:t>
      </w:r>
      <w:r>
        <w:tab/>
        <w:t>1.013e0</w:t>
      </w:r>
    </w:p>
    <w:p w:rsidR="005B3ED9" w:rsidRDefault="005B3ED9" w:rsidP="005B3ED9">
      <w:r>
        <w:t>140.2267</w:t>
      </w:r>
      <w:r>
        <w:tab/>
        <w:t>1.013e0</w:t>
      </w:r>
    </w:p>
    <w:p w:rsidR="005B3ED9" w:rsidRDefault="005B3ED9" w:rsidP="005B3ED9">
      <w:r>
        <w:t>140.2452</w:t>
      </w:r>
      <w:r>
        <w:tab/>
        <w:t>1.013e0</w:t>
      </w:r>
    </w:p>
    <w:p w:rsidR="005B3ED9" w:rsidRDefault="005B3ED9" w:rsidP="005B3ED9">
      <w:r>
        <w:t>140.2928</w:t>
      </w:r>
      <w:r>
        <w:tab/>
        <w:t>1.013e0</w:t>
      </w:r>
    </w:p>
    <w:p w:rsidR="005B3ED9" w:rsidRDefault="005B3ED9" w:rsidP="005B3ED9">
      <w:r>
        <w:t>140.2993</w:t>
      </w:r>
      <w:r>
        <w:tab/>
        <w:t>1.013e0</w:t>
      </w:r>
    </w:p>
    <w:p w:rsidR="005B3ED9" w:rsidRDefault="005B3ED9" w:rsidP="005B3ED9">
      <w:r>
        <w:t>140.3114</w:t>
      </w:r>
      <w:r>
        <w:tab/>
        <w:t>1.013e0</w:t>
      </w:r>
    </w:p>
    <w:p w:rsidR="005B3ED9" w:rsidRDefault="005B3ED9" w:rsidP="005B3ED9">
      <w:r>
        <w:t>140.3711</w:t>
      </w:r>
      <w:r>
        <w:tab/>
        <w:t>1.013e0</w:t>
      </w:r>
    </w:p>
    <w:p w:rsidR="005B3ED9" w:rsidRDefault="005B3ED9" w:rsidP="005B3ED9">
      <w:r>
        <w:t>140.3996</w:t>
      </w:r>
      <w:r>
        <w:tab/>
        <w:t>1.013e0</w:t>
      </w:r>
    </w:p>
    <w:p w:rsidR="005B3ED9" w:rsidRDefault="005B3ED9" w:rsidP="005B3ED9">
      <w:r>
        <w:t>140.4817</w:t>
      </w:r>
      <w:r>
        <w:tab/>
        <w:t>1.013e0</w:t>
      </w:r>
    </w:p>
    <w:p w:rsidR="005B3ED9" w:rsidRDefault="005B3ED9" w:rsidP="005B3ED9">
      <w:r>
        <w:t>140.5350</w:t>
      </w:r>
      <w:r>
        <w:tab/>
        <w:t>1.013e0</w:t>
      </w:r>
    </w:p>
    <w:p w:rsidR="005B3ED9" w:rsidRDefault="005B3ED9" w:rsidP="005B3ED9">
      <w:r>
        <w:t>140.5632</w:t>
      </w:r>
      <w:r>
        <w:tab/>
        <w:t>1.013e0</w:t>
      </w:r>
    </w:p>
    <w:p w:rsidR="005B3ED9" w:rsidRDefault="005B3ED9" w:rsidP="005B3ED9">
      <w:r>
        <w:t>140.5698</w:t>
      </w:r>
      <w:r>
        <w:tab/>
        <w:t>1.013e0</w:t>
      </w:r>
    </w:p>
    <w:p w:rsidR="005B3ED9" w:rsidRDefault="005B3ED9" w:rsidP="005B3ED9">
      <w:r>
        <w:t>140.5947</w:t>
      </w:r>
      <w:r>
        <w:tab/>
        <w:t>1.013e0</w:t>
      </w:r>
    </w:p>
    <w:p w:rsidR="005B3ED9" w:rsidRDefault="005B3ED9" w:rsidP="005B3ED9">
      <w:r>
        <w:lastRenderedPageBreak/>
        <w:t>140.6142</w:t>
      </w:r>
      <w:r>
        <w:tab/>
        <w:t>1.013e0</w:t>
      </w:r>
    </w:p>
    <w:p w:rsidR="005B3ED9" w:rsidRDefault="005B3ED9" w:rsidP="005B3ED9">
      <w:r>
        <w:t>140.6233</w:t>
      </w:r>
      <w:r>
        <w:tab/>
        <w:t>1.013e0</w:t>
      </w:r>
    </w:p>
    <w:p w:rsidR="005B3ED9" w:rsidRDefault="005B3ED9" w:rsidP="005B3ED9">
      <w:r>
        <w:t>140.6836</w:t>
      </w:r>
      <w:r>
        <w:tab/>
        <w:t>1.013e0</w:t>
      </w:r>
    </w:p>
    <w:p w:rsidR="005B3ED9" w:rsidRDefault="005B3ED9" w:rsidP="005B3ED9">
      <w:r>
        <w:t>140.6893</w:t>
      </w:r>
      <w:r>
        <w:tab/>
        <w:t>1.013e0</w:t>
      </w:r>
    </w:p>
    <w:p w:rsidR="005B3ED9" w:rsidRDefault="005B3ED9" w:rsidP="005B3ED9">
      <w:r>
        <w:t>140.7240</w:t>
      </w:r>
      <w:r>
        <w:tab/>
        <w:t>1.013e0</w:t>
      </w:r>
    </w:p>
    <w:p w:rsidR="005B3ED9" w:rsidRDefault="005B3ED9" w:rsidP="005B3ED9">
      <w:r>
        <w:t>140.8032</w:t>
      </w:r>
      <w:r>
        <w:tab/>
        <w:t>1.013e0</w:t>
      </w:r>
    </w:p>
    <w:p w:rsidR="005B3ED9" w:rsidRDefault="005B3ED9" w:rsidP="005B3ED9">
      <w:r>
        <w:t>140.8157</w:t>
      </w:r>
      <w:r>
        <w:tab/>
        <w:t>1.013e0</w:t>
      </w:r>
    </w:p>
    <w:p w:rsidR="005B3ED9" w:rsidRDefault="005B3ED9" w:rsidP="005B3ED9">
      <w:r>
        <w:t>140.8250</w:t>
      </w:r>
      <w:r>
        <w:tab/>
        <w:t>1.013e0</w:t>
      </w:r>
    </w:p>
    <w:p w:rsidR="005B3ED9" w:rsidRDefault="005B3ED9" w:rsidP="005B3ED9">
      <w:r>
        <w:t>140.8818</w:t>
      </w:r>
      <w:r>
        <w:tab/>
        <w:t>1.013e0</w:t>
      </w:r>
    </w:p>
    <w:p w:rsidR="005B3ED9" w:rsidRDefault="005B3ED9" w:rsidP="005B3ED9">
      <w:r>
        <w:t>140.8913</w:t>
      </w:r>
      <w:r>
        <w:tab/>
        <w:t>1.013e0</w:t>
      </w:r>
    </w:p>
    <w:p w:rsidR="005B3ED9" w:rsidRDefault="005B3ED9" w:rsidP="005B3ED9">
      <w:r>
        <w:t>140.9010</w:t>
      </w:r>
      <w:r>
        <w:tab/>
        <w:t>1.013e0</w:t>
      </w:r>
    </w:p>
    <w:p w:rsidR="005B3ED9" w:rsidRDefault="005B3ED9" w:rsidP="005B3ED9">
      <w:r>
        <w:t>140.9390</w:t>
      </w:r>
      <w:r>
        <w:tab/>
        <w:t>1.013e0</w:t>
      </w:r>
    </w:p>
    <w:p w:rsidR="005B3ED9" w:rsidRDefault="005B3ED9" w:rsidP="005B3ED9">
      <w:r>
        <w:t>141.0174</w:t>
      </w:r>
      <w:r>
        <w:tab/>
        <w:t>1.013e0</w:t>
      </w:r>
    </w:p>
    <w:p w:rsidR="005B3ED9" w:rsidRDefault="005B3ED9" w:rsidP="005B3ED9">
      <w:r>
        <w:t>141.0352</w:t>
      </w:r>
      <w:r>
        <w:tab/>
        <w:t>2.025e0</w:t>
      </w:r>
    </w:p>
    <w:p w:rsidR="005B3ED9" w:rsidRDefault="005B3ED9" w:rsidP="005B3ED9">
      <w:r>
        <w:t>141.0432</w:t>
      </w:r>
      <w:r>
        <w:tab/>
        <w:t>7.089e0</w:t>
      </w:r>
    </w:p>
    <w:p w:rsidR="005B3ED9" w:rsidRDefault="005B3ED9" w:rsidP="005B3ED9">
      <w:r>
        <w:t>141.0490</w:t>
      </w:r>
      <w:r>
        <w:tab/>
        <w:t>2.025e0</w:t>
      </w:r>
    </w:p>
    <w:p w:rsidR="005B3ED9" w:rsidRDefault="005B3ED9" w:rsidP="005B3ED9">
      <w:r>
        <w:t>141.0724</w:t>
      </w:r>
      <w:r>
        <w:tab/>
        <w:t>3.038e0</w:t>
      </w:r>
    </w:p>
    <w:p w:rsidR="005B3ED9" w:rsidRDefault="005B3ED9" w:rsidP="005B3ED9">
      <w:r>
        <w:t>141.0789</w:t>
      </w:r>
      <w:r>
        <w:tab/>
        <w:t>2.025e0</w:t>
      </w:r>
    </w:p>
    <w:p w:rsidR="005B3ED9" w:rsidRDefault="005B3ED9" w:rsidP="005B3ED9">
      <w:r>
        <w:t>141.1007</w:t>
      </w:r>
      <w:r>
        <w:tab/>
        <w:t>4.051e0</w:t>
      </w:r>
    </w:p>
    <w:p w:rsidR="005B3ED9" w:rsidRDefault="005B3ED9" w:rsidP="005B3ED9">
      <w:r>
        <w:lastRenderedPageBreak/>
        <w:t>141.1033</w:t>
      </w:r>
      <w:r>
        <w:tab/>
        <w:t>1.013e0</w:t>
      </w:r>
    </w:p>
    <w:p w:rsidR="005B3ED9" w:rsidRDefault="005B3ED9" w:rsidP="005B3ED9">
      <w:r>
        <w:t>141.1062</w:t>
      </w:r>
      <w:r>
        <w:tab/>
        <w:t>1.013e0</w:t>
      </w:r>
    </w:p>
    <w:p w:rsidR="005B3ED9" w:rsidRDefault="005B3ED9" w:rsidP="005B3ED9">
      <w:r>
        <w:t>141.1218</w:t>
      </w:r>
      <w:r>
        <w:tab/>
        <w:t>1.013e0</w:t>
      </w:r>
    </w:p>
    <w:p w:rsidR="005B3ED9" w:rsidRDefault="005B3ED9" w:rsidP="005B3ED9">
      <w:r>
        <w:t>141.1250</w:t>
      </w:r>
      <w:r>
        <w:tab/>
        <w:t>1.013e0</w:t>
      </w:r>
    </w:p>
    <w:p w:rsidR="005B3ED9" w:rsidRDefault="005B3ED9" w:rsidP="005B3ED9">
      <w:r>
        <w:t>141.1282</w:t>
      </w:r>
      <w:r>
        <w:tab/>
        <w:t>1.013e0</w:t>
      </w:r>
    </w:p>
    <w:p w:rsidR="005B3ED9" w:rsidRDefault="005B3ED9" w:rsidP="005B3ED9">
      <w:r>
        <w:t>141.1348</w:t>
      </w:r>
      <w:r>
        <w:tab/>
        <w:t>1.013e0</w:t>
      </w:r>
    </w:p>
    <w:p w:rsidR="005B3ED9" w:rsidRDefault="005B3ED9" w:rsidP="005B3ED9">
      <w:r>
        <w:t>141.1436</w:t>
      </w:r>
      <w:r>
        <w:tab/>
        <w:t>1.013e0</w:t>
      </w:r>
    </w:p>
    <w:p w:rsidR="005B3ED9" w:rsidRDefault="005B3ED9" w:rsidP="005B3ED9">
      <w:r>
        <w:t>141.1784</w:t>
      </w:r>
      <w:r>
        <w:tab/>
        <w:t>1.013e0</w:t>
      </w:r>
    </w:p>
    <w:p w:rsidR="005B3ED9" w:rsidRDefault="005B3ED9" w:rsidP="005B3ED9">
      <w:r>
        <w:t>141.2011</w:t>
      </w:r>
      <w:r>
        <w:tab/>
        <w:t>1.013e0</w:t>
      </w:r>
    </w:p>
    <w:p w:rsidR="005B3ED9" w:rsidRDefault="005B3ED9" w:rsidP="005B3ED9">
      <w:r>
        <w:t>141.2040</w:t>
      </w:r>
      <w:r>
        <w:tab/>
        <w:t>1.013e0</w:t>
      </w:r>
    </w:p>
    <w:p w:rsidR="005B3ED9" w:rsidRDefault="005B3ED9" w:rsidP="005B3ED9">
      <w:r>
        <w:t>141.2099</w:t>
      </w:r>
      <w:r>
        <w:tab/>
        <w:t>1.013e0</w:t>
      </w:r>
    </w:p>
    <w:p w:rsidR="005B3ED9" w:rsidRDefault="005B3ED9" w:rsidP="005B3ED9">
      <w:r>
        <w:t>141.2357</w:t>
      </w:r>
      <w:r>
        <w:tab/>
        <w:t>1.013e0</w:t>
      </w:r>
    </w:p>
    <w:p w:rsidR="005B3ED9" w:rsidRDefault="005B3ED9" w:rsidP="005B3ED9">
      <w:r>
        <w:t>141.2480</w:t>
      </w:r>
      <w:r>
        <w:tab/>
        <w:t>1.013e0</w:t>
      </w:r>
    </w:p>
    <w:p w:rsidR="005B3ED9" w:rsidRDefault="005B3ED9" w:rsidP="005B3ED9">
      <w:r>
        <w:t>141.2577</w:t>
      </w:r>
      <w:r>
        <w:tab/>
        <w:t>1.013e0</w:t>
      </w:r>
    </w:p>
    <w:p w:rsidR="005B3ED9" w:rsidRDefault="005B3ED9" w:rsidP="005B3ED9">
      <w:r>
        <w:t>141.2732</w:t>
      </w:r>
      <w:r>
        <w:tab/>
        <w:t>1.013e0</w:t>
      </w:r>
    </w:p>
    <w:p w:rsidR="005B3ED9" w:rsidRDefault="005B3ED9" w:rsidP="005B3ED9">
      <w:r>
        <w:t>141.3049</w:t>
      </w:r>
      <w:r>
        <w:tab/>
        <w:t>1.013e0</w:t>
      </w:r>
    </w:p>
    <w:p w:rsidR="005B3ED9" w:rsidRDefault="005B3ED9" w:rsidP="005B3ED9">
      <w:r>
        <w:t>141.3492</w:t>
      </w:r>
      <w:r>
        <w:tab/>
        <w:t>1.013e0</w:t>
      </w:r>
    </w:p>
    <w:p w:rsidR="005B3ED9" w:rsidRDefault="005B3ED9" w:rsidP="005B3ED9">
      <w:r>
        <w:t>141.3775</w:t>
      </w:r>
      <w:r>
        <w:tab/>
        <w:t>1.013e0</w:t>
      </w:r>
    </w:p>
    <w:p w:rsidR="005B3ED9" w:rsidRDefault="005B3ED9" w:rsidP="005B3ED9">
      <w:r>
        <w:t>141.3856</w:t>
      </w:r>
      <w:r>
        <w:tab/>
        <w:t>2.025e0</w:t>
      </w:r>
    </w:p>
    <w:p w:rsidR="005B3ED9" w:rsidRDefault="005B3ED9" w:rsidP="005B3ED9">
      <w:r>
        <w:lastRenderedPageBreak/>
        <w:t>141.4028</w:t>
      </w:r>
      <w:r>
        <w:tab/>
        <w:t>1.013e0</w:t>
      </w:r>
    </w:p>
    <w:p w:rsidR="005B3ED9" w:rsidRDefault="005B3ED9" w:rsidP="005B3ED9">
      <w:r>
        <w:t>141.4568</w:t>
      </w:r>
      <w:r>
        <w:tab/>
        <w:t>1.013e0</w:t>
      </w:r>
    </w:p>
    <w:p w:rsidR="005B3ED9" w:rsidRDefault="005B3ED9" w:rsidP="005B3ED9">
      <w:r>
        <w:t>141.4601</w:t>
      </w:r>
      <w:r>
        <w:tab/>
        <w:t>1.013e0</w:t>
      </w:r>
    </w:p>
    <w:p w:rsidR="005B3ED9" w:rsidRDefault="005B3ED9" w:rsidP="005B3ED9">
      <w:r>
        <w:t>141.4722</w:t>
      </w:r>
      <w:r>
        <w:tab/>
        <w:t>1.013e0</w:t>
      </w:r>
    </w:p>
    <w:p w:rsidR="005B3ED9" w:rsidRDefault="005B3ED9" w:rsidP="005B3ED9">
      <w:r>
        <w:t>141.4852</w:t>
      </w:r>
      <w:r>
        <w:tab/>
        <w:t>1.013e0</w:t>
      </w:r>
    </w:p>
    <w:p w:rsidR="005B3ED9" w:rsidRDefault="005B3ED9" w:rsidP="005B3ED9">
      <w:r>
        <w:t>141.4980</w:t>
      </w:r>
      <w:r>
        <w:tab/>
        <w:t>1.013e0</w:t>
      </w:r>
    </w:p>
    <w:p w:rsidR="005B3ED9" w:rsidRDefault="005B3ED9" w:rsidP="005B3ED9">
      <w:r>
        <w:t>141.5326</w:t>
      </w:r>
      <w:r>
        <w:tab/>
        <w:t>1.013e0</w:t>
      </w:r>
    </w:p>
    <w:p w:rsidR="005B3ED9" w:rsidRDefault="005B3ED9" w:rsidP="005B3ED9">
      <w:r>
        <w:t>141.5341</w:t>
      </w:r>
      <w:r>
        <w:tab/>
        <w:t>2.025e0</w:t>
      </w:r>
    </w:p>
    <w:p w:rsidR="005B3ED9" w:rsidRDefault="005B3ED9" w:rsidP="005B3ED9">
      <w:r>
        <w:t>141.5532</w:t>
      </w:r>
      <w:r>
        <w:tab/>
        <w:t>2.025e0</w:t>
      </w:r>
    </w:p>
    <w:p w:rsidR="005B3ED9" w:rsidRDefault="005B3ED9" w:rsidP="005B3ED9">
      <w:r>
        <w:t>141.5644</w:t>
      </w:r>
      <w:r>
        <w:tab/>
        <w:t>1.013e0</w:t>
      </w:r>
    </w:p>
    <w:p w:rsidR="005B3ED9" w:rsidRDefault="005B3ED9" w:rsidP="005B3ED9">
      <w:r>
        <w:t>141.6212</w:t>
      </w:r>
      <w:r>
        <w:tab/>
        <w:t>1.013e0</w:t>
      </w:r>
    </w:p>
    <w:p w:rsidR="005B3ED9" w:rsidRDefault="005B3ED9" w:rsidP="005B3ED9">
      <w:r>
        <w:t>141.6714</w:t>
      </w:r>
      <w:r>
        <w:tab/>
        <w:t>1.013e0</w:t>
      </w:r>
    </w:p>
    <w:p w:rsidR="005B3ED9" w:rsidRDefault="005B3ED9" w:rsidP="005B3ED9">
      <w:r>
        <w:t>141.6747</w:t>
      </w:r>
      <w:r>
        <w:tab/>
        <w:t>1.013e0</w:t>
      </w:r>
    </w:p>
    <w:p w:rsidR="005B3ED9" w:rsidRDefault="005B3ED9" w:rsidP="005B3ED9">
      <w:r>
        <w:t>141.6972</w:t>
      </w:r>
      <w:r>
        <w:tab/>
        <w:t>1.013e0</w:t>
      </w:r>
    </w:p>
    <w:p w:rsidR="005B3ED9" w:rsidRDefault="005B3ED9" w:rsidP="005B3ED9">
      <w:r>
        <w:t>141.7396</w:t>
      </w:r>
      <w:r>
        <w:tab/>
        <w:t>2.025e0</w:t>
      </w:r>
    </w:p>
    <w:p w:rsidR="005B3ED9" w:rsidRDefault="005B3ED9" w:rsidP="005B3ED9">
      <w:r>
        <w:t>141.7476</w:t>
      </w:r>
      <w:r>
        <w:tab/>
        <w:t>2.025e0</w:t>
      </w:r>
    </w:p>
    <w:p w:rsidR="005B3ED9" w:rsidRDefault="005B3ED9" w:rsidP="005B3ED9">
      <w:r>
        <w:t>141.7665</w:t>
      </w:r>
      <w:r>
        <w:tab/>
        <w:t>1.013e0</w:t>
      </w:r>
    </w:p>
    <w:p w:rsidR="005B3ED9" w:rsidRDefault="005B3ED9" w:rsidP="005B3ED9">
      <w:r>
        <w:t>141.7760</w:t>
      </w:r>
      <w:r>
        <w:tab/>
        <w:t>1.013e0</w:t>
      </w:r>
    </w:p>
    <w:p w:rsidR="005B3ED9" w:rsidRDefault="005B3ED9" w:rsidP="005B3ED9">
      <w:r>
        <w:t>141.8109</w:t>
      </w:r>
      <w:r>
        <w:tab/>
        <w:t>2.025e0</w:t>
      </w:r>
    </w:p>
    <w:p w:rsidR="005B3ED9" w:rsidRDefault="005B3ED9" w:rsidP="005B3ED9">
      <w:r>
        <w:lastRenderedPageBreak/>
        <w:t>141.8206</w:t>
      </w:r>
      <w:r>
        <w:tab/>
        <w:t>1.013e0</w:t>
      </w:r>
    </w:p>
    <w:p w:rsidR="005B3ED9" w:rsidRDefault="005B3ED9" w:rsidP="005B3ED9">
      <w:r>
        <w:t>141.8618</w:t>
      </w:r>
      <w:r>
        <w:tab/>
        <w:t>1.013e0</w:t>
      </w:r>
    </w:p>
    <w:p w:rsidR="005B3ED9" w:rsidRDefault="005B3ED9" w:rsidP="005B3ED9">
      <w:r>
        <w:t>141.8708</w:t>
      </w:r>
      <w:r>
        <w:tab/>
        <w:t>1.013e0</w:t>
      </w:r>
    </w:p>
    <w:p w:rsidR="005B3ED9" w:rsidRDefault="005B3ED9" w:rsidP="005B3ED9">
      <w:r>
        <w:t>141.8870</w:t>
      </w:r>
      <w:r>
        <w:tab/>
        <w:t>1.013e0</w:t>
      </w:r>
    </w:p>
    <w:p w:rsidR="005B3ED9" w:rsidRDefault="005B3ED9" w:rsidP="005B3ED9">
      <w:r>
        <w:t>141.8936</w:t>
      </w:r>
      <w:r>
        <w:tab/>
        <w:t>1.013e0</w:t>
      </w:r>
    </w:p>
    <w:p w:rsidR="005B3ED9" w:rsidRDefault="005B3ED9" w:rsidP="005B3ED9">
      <w:r>
        <w:t>141.9438</w:t>
      </w:r>
      <w:r>
        <w:tab/>
        <w:t>1.013e0</w:t>
      </w:r>
    </w:p>
    <w:p w:rsidR="005B3ED9" w:rsidRDefault="005B3ED9" w:rsidP="005B3ED9">
      <w:r>
        <w:t>141.9568</w:t>
      </w:r>
      <w:r>
        <w:tab/>
        <w:t>1.013e0</w:t>
      </w:r>
    </w:p>
    <w:p w:rsidR="005B3ED9" w:rsidRDefault="005B3ED9" w:rsidP="005B3ED9">
      <w:r>
        <w:t>141.9778</w:t>
      </w:r>
      <w:r>
        <w:tab/>
        <w:t>3.038e0</w:t>
      </w:r>
    </w:p>
    <w:p w:rsidR="005B3ED9" w:rsidRDefault="005B3ED9" w:rsidP="005B3ED9">
      <w:r>
        <w:t>141.9819</w:t>
      </w:r>
      <w:r>
        <w:tab/>
        <w:t>1.013e0</w:t>
      </w:r>
    </w:p>
    <w:p w:rsidR="005B3ED9" w:rsidRDefault="005B3ED9" w:rsidP="005B3ED9">
      <w:r>
        <w:t>141.9900</w:t>
      </w:r>
      <w:r>
        <w:tab/>
        <w:t>2.025e0</w:t>
      </w:r>
    </w:p>
    <w:p w:rsidR="005B3ED9" w:rsidRDefault="005B3ED9" w:rsidP="005B3ED9">
      <w:r>
        <w:t>142.0184</w:t>
      </w:r>
      <w:r>
        <w:tab/>
        <w:t>2.025e0</w:t>
      </w:r>
    </w:p>
    <w:p w:rsidR="005B3ED9" w:rsidRDefault="005B3ED9" w:rsidP="005B3ED9">
      <w:r>
        <w:t>142.0301</w:t>
      </w:r>
      <w:r>
        <w:tab/>
        <w:t>2.025e1</w:t>
      </w:r>
    </w:p>
    <w:p w:rsidR="005B3ED9" w:rsidRDefault="005B3ED9" w:rsidP="005B3ED9">
      <w:r>
        <w:t>142.0327</w:t>
      </w:r>
      <w:r>
        <w:tab/>
        <w:t>3.388e1</w:t>
      </w:r>
    </w:p>
    <w:p w:rsidR="005B3ED9" w:rsidRDefault="005B3ED9" w:rsidP="005B3ED9">
      <w:r>
        <w:t>142.0493</w:t>
      </w:r>
      <w:r>
        <w:tab/>
        <w:t>3.038e0</w:t>
      </w:r>
    </w:p>
    <w:p w:rsidR="005B3ED9" w:rsidRDefault="005B3ED9" w:rsidP="005B3ED9">
      <w:r>
        <w:t>142.0768</w:t>
      </w:r>
      <w:r>
        <w:tab/>
        <w:t>1.013e0</w:t>
      </w:r>
    </w:p>
    <w:p w:rsidR="005B3ED9" w:rsidRDefault="005B3ED9" w:rsidP="005B3ED9">
      <w:r>
        <w:t>142.0960</w:t>
      </w:r>
      <w:r>
        <w:tab/>
        <w:t>6.076e0</w:t>
      </w:r>
    </w:p>
    <w:p w:rsidR="005B3ED9" w:rsidRDefault="005B3ED9" w:rsidP="005B3ED9">
      <w:r>
        <w:t>142.0977</w:t>
      </w:r>
      <w:r>
        <w:tab/>
        <w:t>8.101e0</w:t>
      </w:r>
    </w:p>
    <w:p w:rsidR="005B3ED9" w:rsidRDefault="005B3ED9" w:rsidP="005B3ED9">
      <w:r>
        <w:t>142.0993</w:t>
      </w:r>
      <w:r>
        <w:tab/>
        <w:t>7.089e0</w:t>
      </w:r>
    </w:p>
    <w:p w:rsidR="005B3ED9" w:rsidRDefault="005B3ED9" w:rsidP="005B3ED9">
      <w:r>
        <w:t>142.1018</w:t>
      </w:r>
      <w:r>
        <w:tab/>
        <w:t>1.215e1</w:t>
      </w:r>
    </w:p>
    <w:p w:rsidR="005B3ED9" w:rsidRDefault="005B3ED9" w:rsidP="005B3ED9">
      <w:r>
        <w:lastRenderedPageBreak/>
        <w:t>142.1233</w:t>
      </w:r>
      <w:r>
        <w:tab/>
        <w:t>3.038e0</w:t>
      </w:r>
    </w:p>
    <w:p w:rsidR="005B3ED9" w:rsidRDefault="005B3ED9" w:rsidP="005B3ED9">
      <w:r>
        <w:t>142.1734</w:t>
      </w:r>
      <w:r>
        <w:tab/>
        <w:t>2.025e0</w:t>
      </w:r>
    </w:p>
    <w:p w:rsidR="005B3ED9" w:rsidRDefault="005B3ED9" w:rsidP="005B3ED9">
      <w:r>
        <w:t>142.1815</w:t>
      </w:r>
      <w:r>
        <w:tab/>
        <w:t>1.013e0</w:t>
      </w:r>
    </w:p>
    <w:p w:rsidR="005B3ED9" w:rsidRDefault="005B3ED9" w:rsidP="005B3ED9">
      <w:r>
        <w:t>142.1880</w:t>
      </w:r>
      <w:r>
        <w:tab/>
        <w:t>2.025e0</w:t>
      </w:r>
    </w:p>
    <w:p w:rsidR="005B3ED9" w:rsidRDefault="005B3ED9" w:rsidP="005B3ED9">
      <w:r>
        <w:t>142.2196</w:t>
      </w:r>
      <w:r>
        <w:tab/>
        <w:t>1.013e0</w:t>
      </w:r>
    </w:p>
    <w:p w:rsidR="005B3ED9" w:rsidRDefault="005B3ED9" w:rsidP="005B3ED9">
      <w:r>
        <w:t>142.2415</w:t>
      </w:r>
      <w:r>
        <w:tab/>
        <w:t>1.013e0</w:t>
      </w:r>
    </w:p>
    <w:p w:rsidR="005B3ED9" w:rsidRDefault="005B3ED9" w:rsidP="005B3ED9">
      <w:r>
        <w:t>142.2611</w:t>
      </w:r>
      <w:r>
        <w:tab/>
        <w:t>1.013e0</w:t>
      </w:r>
    </w:p>
    <w:p w:rsidR="005B3ED9" w:rsidRDefault="005B3ED9" w:rsidP="005B3ED9">
      <w:r>
        <w:t>142.2764</w:t>
      </w:r>
      <w:r>
        <w:tab/>
        <w:t>2.025e0</w:t>
      </w:r>
    </w:p>
    <w:p w:rsidR="005B3ED9" w:rsidRDefault="005B3ED9" w:rsidP="005B3ED9">
      <w:r>
        <w:t>142.3081</w:t>
      </w:r>
      <w:r>
        <w:tab/>
        <w:t>1.013e0</w:t>
      </w:r>
    </w:p>
    <w:p w:rsidR="005B3ED9" w:rsidRDefault="005B3ED9" w:rsidP="005B3ED9">
      <w:r>
        <w:t>142.4095</w:t>
      </w:r>
      <w:r>
        <w:tab/>
        <w:t>1.013e0</w:t>
      </w:r>
    </w:p>
    <w:p w:rsidR="005B3ED9" w:rsidRDefault="005B3ED9" w:rsidP="005B3ED9">
      <w:r>
        <w:t>142.4258</w:t>
      </w:r>
      <w:r>
        <w:tab/>
        <w:t>1.013e0</w:t>
      </w:r>
    </w:p>
    <w:p w:rsidR="005B3ED9" w:rsidRDefault="005B3ED9" w:rsidP="005B3ED9">
      <w:r>
        <w:t>142.4351</w:t>
      </w:r>
      <w:r>
        <w:tab/>
        <w:t>1.013e0</w:t>
      </w:r>
    </w:p>
    <w:p w:rsidR="005B3ED9" w:rsidRDefault="005B3ED9" w:rsidP="005B3ED9">
      <w:r>
        <w:t>142.4575</w:t>
      </w:r>
      <w:r>
        <w:tab/>
        <w:t>1.013e0</w:t>
      </w:r>
    </w:p>
    <w:p w:rsidR="005B3ED9" w:rsidRDefault="005B3ED9" w:rsidP="005B3ED9">
      <w:r>
        <w:t>142.4891</w:t>
      </w:r>
      <w:r>
        <w:tab/>
        <w:t>1.013e0</w:t>
      </w:r>
    </w:p>
    <w:p w:rsidR="005B3ED9" w:rsidRDefault="005B3ED9" w:rsidP="005B3ED9">
      <w:r>
        <w:t>142.5111</w:t>
      </w:r>
      <w:r>
        <w:tab/>
        <w:t>1.013e0</w:t>
      </w:r>
    </w:p>
    <w:p w:rsidR="005B3ED9" w:rsidRDefault="005B3ED9" w:rsidP="005B3ED9">
      <w:r>
        <w:t>142.5557</w:t>
      </w:r>
      <w:r>
        <w:tab/>
        <w:t>1.013e0</w:t>
      </w:r>
    </w:p>
    <w:p w:rsidR="005B3ED9" w:rsidRDefault="005B3ED9" w:rsidP="005B3ED9">
      <w:r>
        <w:t>142.5622</w:t>
      </w:r>
      <w:r>
        <w:tab/>
        <w:t>1.013e0</w:t>
      </w:r>
    </w:p>
    <w:p w:rsidR="005B3ED9" w:rsidRDefault="005B3ED9" w:rsidP="005B3ED9">
      <w:r>
        <w:t>142.5793</w:t>
      </w:r>
      <w:r>
        <w:tab/>
        <w:t>2.025e0</w:t>
      </w:r>
    </w:p>
    <w:p w:rsidR="005B3ED9" w:rsidRDefault="005B3ED9" w:rsidP="005B3ED9">
      <w:r>
        <w:t>142.5858</w:t>
      </w:r>
      <w:r>
        <w:tab/>
        <w:t>2.025e0</w:t>
      </w:r>
    </w:p>
    <w:p w:rsidR="005B3ED9" w:rsidRDefault="005B3ED9" w:rsidP="005B3ED9">
      <w:r>
        <w:lastRenderedPageBreak/>
        <w:t>142.6159</w:t>
      </w:r>
      <w:r>
        <w:tab/>
        <w:t>1.013e0</w:t>
      </w:r>
    </w:p>
    <w:p w:rsidR="005B3ED9" w:rsidRDefault="005B3ED9" w:rsidP="005B3ED9">
      <w:r>
        <w:t>142.6702</w:t>
      </w:r>
      <w:r>
        <w:tab/>
        <w:t>1.013e0</w:t>
      </w:r>
    </w:p>
    <w:p w:rsidR="005B3ED9" w:rsidRDefault="005B3ED9" w:rsidP="005B3ED9">
      <w:r>
        <w:t>142.7304</w:t>
      </w:r>
      <w:r>
        <w:tab/>
        <w:t>1.013e0</w:t>
      </w:r>
    </w:p>
    <w:p w:rsidR="005B3ED9" w:rsidRDefault="005B3ED9" w:rsidP="005B3ED9">
      <w:r>
        <w:t>142.7370</w:t>
      </w:r>
      <w:r>
        <w:tab/>
        <w:t>1.013e0</w:t>
      </w:r>
    </w:p>
    <w:p w:rsidR="005B3ED9" w:rsidRDefault="005B3ED9" w:rsidP="005B3ED9">
      <w:r>
        <w:t>142.8134</w:t>
      </w:r>
      <w:r>
        <w:tab/>
        <w:t>3.038e0</w:t>
      </w:r>
    </w:p>
    <w:p w:rsidR="005B3ED9" w:rsidRDefault="005B3ED9" w:rsidP="005B3ED9">
      <w:r>
        <w:t>142.8148</w:t>
      </w:r>
      <w:r>
        <w:tab/>
        <w:t>3.038e0</w:t>
      </w:r>
    </w:p>
    <w:p w:rsidR="005B3ED9" w:rsidRDefault="005B3ED9" w:rsidP="005B3ED9">
      <w:r>
        <w:t>142.8386</w:t>
      </w:r>
      <w:r>
        <w:tab/>
        <w:t>1.013e0</w:t>
      </w:r>
    </w:p>
    <w:p w:rsidR="005B3ED9" w:rsidRDefault="005B3ED9" w:rsidP="005B3ED9">
      <w:r>
        <w:t>142.8474</w:t>
      </w:r>
      <w:r>
        <w:tab/>
        <w:t>1.013e0</w:t>
      </w:r>
    </w:p>
    <w:p w:rsidR="005B3ED9" w:rsidRDefault="005B3ED9" w:rsidP="005B3ED9">
      <w:r>
        <w:t>142.8573</w:t>
      </w:r>
      <w:r>
        <w:tab/>
        <w:t>1.013e0</w:t>
      </w:r>
    </w:p>
    <w:p w:rsidR="005B3ED9" w:rsidRDefault="005B3ED9" w:rsidP="005B3ED9">
      <w:r>
        <w:t>142.8794</w:t>
      </w:r>
      <w:r>
        <w:tab/>
        <w:t>1.013e0</w:t>
      </w:r>
    </w:p>
    <w:p w:rsidR="005B3ED9" w:rsidRDefault="005B3ED9" w:rsidP="005B3ED9">
      <w:r>
        <w:t>142.8954</w:t>
      </w:r>
      <w:r>
        <w:tab/>
        <w:t>1.013e0</w:t>
      </w:r>
    </w:p>
    <w:p w:rsidR="005B3ED9" w:rsidRDefault="005B3ED9" w:rsidP="005B3ED9">
      <w:r>
        <w:t>142.8987</w:t>
      </w:r>
      <w:r>
        <w:tab/>
        <w:t>1.013e0</w:t>
      </w:r>
    </w:p>
    <w:p w:rsidR="005B3ED9" w:rsidRDefault="005B3ED9" w:rsidP="005B3ED9">
      <w:r>
        <w:t>142.9020</w:t>
      </w:r>
      <w:r>
        <w:tab/>
        <w:t>1.013e0</w:t>
      </w:r>
    </w:p>
    <w:p w:rsidR="005B3ED9" w:rsidRDefault="005B3ED9" w:rsidP="005B3ED9">
      <w:r>
        <w:t>142.9188</w:t>
      </w:r>
      <w:r>
        <w:tab/>
        <w:t>2.025e0</w:t>
      </w:r>
    </w:p>
    <w:p w:rsidR="005B3ED9" w:rsidRDefault="005B3ED9" w:rsidP="005B3ED9">
      <w:r>
        <w:t>142.9272</w:t>
      </w:r>
      <w:r>
        <w:tab/>
        <w:t>1.013e0</w:t>
      </w:r>
    </w:p>
    <w:p w:rsidR="005B3ED9" w:rsidRDefault="005B3ED9" w:rsidP="005B3ED9">
      <w:r>
        <w:t>142.9402</w:t>
      </w:r>
      <w:r>
        <w:tab/>
        <w:t>1.013e0</w:t>
      </w:r>
    </w:p>
    <w:p w:rsidR="005B3ED9" w:rsidRDefault="005B3ED9" w:rsidP="005B3ED9">
      <w:r>
        <w:t>142.9589</w:t>
      </w:r>
      <w:r>
        <w:tab/>
        <w:t>1.013e0</w:t>
      </w:r>
    </w:p>
    <w:p w:rsidR="005B3ED9" w:rsidRDefault="005B3ED9" w:rsidP="005B3ED9">
      <w:r>
        <w:t>142.9670</w:t>
      </w:r>
      <w:r>
        <w:tab/>
        <w:t>2.025e0</w:t>
      </w:r>
    </w:p>
    <w:p w:rsidR="005B3ED9" w:rsidRDefault="005B3ED9" w:rsidP="005B3ED9">
      <w:r>
        <w:t>142.9906</w:t>
      </w:r>
      <w:r>
        <w:tab/>
        <w:t>1.013e0</w:t>
      </w:r>
    </w:p>
    <w:p w:rsidR="005B3ED9" w:rsidRDefault="005B3ED9" w:rsidP="005B3ED9">
      <w:r>
        <w:lastRenderedPageBreak/>
        <w:t>142.9939</w:t>
      </w:r>
      <w:r>
        <w:tab/>
        <w:t>1.013e0</w:t>
      </w:r>
    </w:p>
    <w:p w:rsidR="005B3ED9" w:rsidRDefault="005B3ED9" w:rsidP="005B3ED9">
      <w:r>
        <w:t>143.0020</w:t>
      </w:r>
      <w:r>
        <w:tab/>
        <w:t>2.025e0</w:t>
      </w:r>
    </w:p>
    <w:p w:rsidR="005B3ED9" w:rsidRDefault="005B3ED9" w:rsidP="005B3ED9">
      <w:r>
        <w:t>143.0036</w:t>
      </w:r>
      <w:r>
        <w:tab/>
        <w:t>1.013e0</w:t>
      </w:r>
    </w:p>
    <w:p w:rsidR="005B3ED9" w:rsidRDefault="005B3ED9" w:rsidP="005B3ED9">
      <w:r>
        <w:t>143.0069</w:t>
      </w:r>
      <w:r>
        <w:tab/>
        <w:t>1.013e0</w:t>
      </w:r>
    </w:p>
    <w:p w:rsidR="005B3ED9" w:rsidRDefault="005B3ED9" w:rsidP="005B3ED9">
      <w:r>
        <w:t>143.0204</w:t>
      </w:r>
      <w:r>
        <w:tab/>
        <w:t>2.025e0</w:t>
      </w:r>
    </w:p>
    <w:p w:rsidR="005B3ED9" w:rsidRDefault="005B3ED9" w:rsidP="005B3ED9">
      <w:r>
        <w:t>143.0294</w:t>
      </w:r>
      <w:r>
        <w:tab/>
        <w:t>4.385e0</w:t>
      </w:r>
    </w:p>
    <w:p w:rsidR="005B3ED9" w:rsidRDefault="005B3ED9" w:rsidP="005B3ED9">
      <w:r>
        <w:t>143.0613</w:t>
      </w:r>
      <w:r>
        <w:tab/>
        <w:t>4.381e2</w:t>
      </w:r>
    </w:p>
    <w:p w:rsidR="005B3ED9" w:rsidRDefault="005B3ED9" w:rsidP="005B3ED9">
      <w:r>
        <w:t>143.0934</w:t>
      </w:r>
      <w:r>
        <w:tab/>
        <w:t>5.063e0</w:t>
      </w:r>
    </w:p>
    <w:p w:rsidR="005B3ED9" w:rsidRDefault="005B3ED9" w:rsidP="005B3ED9">
      <w:r>
        <w:t>143.1053</w:t>
      </w:r>
      <w:r>
        <w:tab/>
        <w:t>2.025e0</w:t>
      </w:r>
    </w:p>
    <w:p w:rsidR="005B3ED9" w:rsidRDefault="005B3ED9" w:rsidP="005B3ED9">
      <w:r>
        <w:t>143.1085</w:t>
      </w:r>
      <w:r>
        <w:tab/>
        <w:t>1.013e0</w:t>
      </w:r>
    </w:p>
    <w:p w:rsidR="005B3ED9" w:rsidRDefault="005B3ED9" w:rsidP="005B3ED9">
      <w:r>
        <w:t>143.1155</w:t>
      </w:r>
      <w:r>
        <w:tab/>
        <w:t>5.870e0</w:t>
      </w:r>
    </w:p>
    <w:p w:rsidR="005B3ED9" w:rsidRDefault="005B3ED9" w:rsidP="005B3ED9">
      <w:r>
        <w:t>143.1208</w:t>
      </w:r>
      <w:r>
        <w:tab/>
        <w:t>2.025e0</w:t>
      </w:r>
    </w:p>
    <w:p w:rsidR="005B3ED9" w:rsidRDefault="005B3ED9" w:rsidP="005B3ED9">
      <w:r>
        <w:t>143.1445</w:t>
      </w:r>
      <w:r>
        <w:tab/>
        <w:t>3.038e0</w:t>
      </w:r>
    </w:p>
    <w:p w:rsidR="005B3ED9" w:rsidRDefault="005B3ED9" w:rsidP="005B3ED9">
      <w:r>
        <w:t>143.1558</w:t>
      </w:r>
      <w:r>
        <w:tab/>
        <w:t>1.013e0</w:t>
      </w:r>
    </w:p>
    <w:p w:rsidR="005B3ED9" w:rsidRDefault="005B3ED9" w:rsidP="005B3ED9">
      <w:r>
        <w:t>143.1625</w:t>
      </w:r>
      <w:r>
        <w:tab/>
        <w:t>5.063e0</w:t>
      </w:r>
    </w:p>
    <w:p w:rsidR="005B3ED9" w:rsidRDefault="005B3ED9" w:rsidP="005B3ED9">
      <w:r>
        <w:t>143.1785</w:t>
      </w:r>
      <w:r>
        <w:tab/>
        <w:t>1.013e0</w:t>
      </w:r>
    </w:p>
    <w:p w:rsidR="005B3ED9" w:rsidRDefault="005B3ED9" w:rsidP="005B3ED9">
      <w:r>
        <w:t>143.1864</w:t>
      </w:r>
      <w:r>
        <w:tab/>
        <w:t>2.025e0</w:t>
      </w:r>
    </w:p>
    <w:p w:rsidR="005B3ED9" w:rsidRDefault="005B3ED9" w:rsidP="005B3ED9">
      <w:r>
        <w:t>143.1927</w:t>
      </w:r>
      <w:r>
        <w:tab/>
        <w:t>5.063e0</w:t>
      </w:r>
    </w:p>
    <w:p w:rsidR="005B3ED9" w:rsidRDefault="005B3ED9" w:rsidP="005B3ED9">
      <w:r>
        <w:t>143.1973</w:t>
      </w:r>
      <w:r>
        <w:tab/>
        <w:t>2.025e0</w:t>
      </w:r>
    </w:p>
    <w:p w:rsidR="005B3ED9" w:rsidRDefault="005B3ED9" w:rsidP="005B3ED9">
      <w:r>
        <w:lastRenderedPageBreak/>
        <w:t>143.2086</w:t>
      </w:r>
      <w:r>
        <w:tab/>
        <w:t>3.038e0</w:t>
      </w:r>
    </w:p>
    <w:p w:rsidR="005B3ED9" w:rsidRDefault="005B3ED9" w:rsidP="005B3ED9">
      <w:r>
        <w:t>143.2135</w:t>
      </w:r>
      <w:r>
        <w:tab/>
        <w:t>1.013e0</w:t>
      </w:r>
    </w:p>
    <w:p w:rsidR="005B3ED9" w:rsidRDefault="005B3ED9" w:rsidP="005B3ED9">
      <w:r>
        <w:t>143.2199</w:t>
      </w:r>
      <w:r>
        <w:tab/>
        <w:t>1.013e0</w:t>
      </w:r>
    </w:p>
    <w:p w:rsidR="005B3ED9" w:rsidRDefault="005B3ED9" w:rsidP="005B3ED9">
      <w:r>
        <w:t>143.2257</w:t>
      </w:r>
      <w:r>
        <w:tab/>
        <w:t>1.013e0</w:t>
      </w:r>
    </w:p>
    <w:p w:rsidR="005B3ED9" w:rsidRDefault="005B3ED9" w:rsidP="005B3ED9">
      <w:r>
        <w:t>143.2355</w:t>
      </w:r>
      <w:r>
        <w:tab/>
        <w:t>2.025e0</w:t>
      </w:r>
    </w:p>
    <w:p w:rsidR="005B3ED9" w:rsidRDefault="005B3ED9" w:rsidP="005B3ED9">
      <w:r>
        <w:t>143.2519</w:t>
      </w:r>
      <w:r>
        <w:tab/>
        <w:t>1.013e0</w:t>
      </w:r>
    </w:p>
    <w:p w:rsidR="005B3ED9" w:rsidRDefault="005B3ED9" w:rsidP="005B3ED9">
      <w:r>
        <w:t>143.2548</w:t>
      </w:r>
      <w:r>
        <w:tab/>
        <w:t>1.013e0</w:t>
      </w:r>
    </w:p>
    <w:p w:rsidR="005B3ED9" w:rsidRDefault="005B3ED9" w:rsidP="005B3ED9">
      <w:r>
        <w:t>143.2607</w:t>
      </w:r>
      <w:r>
        <w:tab/>
        <w:t>1.013e0</w:t>
      </w:r>
    </w:p>
    <w:p w:rsidR="005B3ED9" w:rsidRDefault="005B3ED9" w:rsidP="005B3ED9">
      <w:r>
        <w:t>143.2737</w:t>
      </w:r>
      <w:r>
        <w:tab/>
        <w:t>3.038e0</w:t>
      </w:r>
    </w:p>
    <w:p w:rsidR="005B3ED9" w:rsidRDefault="005B3ED9" w:rsidP="005B3ED9">
      <w:r>
        <w:t>143.2770</w:t>
      </w:r>
      <w:r>
        <w:tab/>
        <w:t>2.025e0</w:t>
      </w:r>
    </w:p>
    <w:p w:rsidR="005B3ED9" w:rsidRDefault="005B3ED9" w:rsidP="005B3ED9">
      <w:r>
        <w:t>143.2898</w:t>
      </w:r>
      <w:r>
        <w:tab/>
        <w:t>2.025e0</w:t>
      </w:r>
    </w:p>
    <w:p w:rsidR="005B3ED9" w:rsidRDefault="005B3ED9" w:rsidP="005B3ED9">
      <w:r>
        <w:t>143.2956</w:t>
      </w:r>
      <w:r>
        <w:tab/>
        <w:t>1.013e0</w:t>
      </w:r>
    </w:p>
    <w:p w:rsidR="005B3ED9" w:rsidRDefault="005B3ED9" w:rsidP="005B3ED9">
      <w:r>
        <w:t>143.3153</w:t>
      </w:r>
      <w:r>
        <w:tab/>
        <w:t>2.025e0</w:t>
      </w:r>
    </w:p>
    <w:p w:rsidR="005B3ED9" w:rsidRDefault="005B3ED9" w:rsidP="005B3ED9">
      <w:r>
        <w:t>143.3204</w:t>
      </w:r>
      <w:r>
        <w:tab/>
        <w:t>2.025e0</w:t>
      </w:r>
    </w:p>
    <w:p w:rsidR="005B3ED9" w:rsidRDefault="005B3ED9" w:rsidP="005B3ED9">
      <w:r>
        <w:t>143.3291</w:t>
      </w:r>
      <w:r>
        <w:tab/>
        <w:t>2.025e0</w:t>
      </w:r>
    </w:p>
    <w:p w:rsidR="005B3ED9" w:rsidRDefault="005B3ED9" w:rsidP="005B3ED9">
      <w:r>
        <w:t>143.3340</w:t>
      </w:r>
      <w:r>
        <w:tab/>
        <w:t>1.013e0</w:t>
      </w:r>
    </w:p>
    <w:p w:rsidR="005B3ED9" w:rsidRDefault="005B3ED9" w:rsidP="005B3ED9">
      <w:r>
        <w:t>143.3454</w:t>
      </w:r>
      <w:r>
        <w:tab/>
        <w:t>2.025e0</w:t>
      </w:r>
    </w:p>
    <w:p w:rsidR="005B3ED9" w:rsidRDefault="005B3ED9" w:rsidP="005B3ED9">
      <w:r>
        <w:t>143.3487</w:t>
      </w:r>
      <w:r>
        <w:tab/>
        <w:t>2.025e0</w:t>
      </w:r>
    </w:p>
    <w:p w:rsidR="005B3ED9" w:rsidRDefault="005B3ED9" w:rsidP="005B3ED9">
      <w:r>
        <w:t>143.3503</w:t>
      </w:r>
      <w:r>
        <w:tab/>
        <w:t>1.013e0</w:t>
      </w:r>
    </w:p>
    <w:p w:rsidR="005B3ED9" w:rsidRDefault="005B3ED9" w:rsidP="005B3ED9">
      <w:r>
        <w:lastRenderedPageBreak/>
        <w:t>143.3597</w:t>
      </w:r>
      <w:r>
        <w:tab/>
        <w:t>2.025e0</w:t>
      </w:r>
    </w:p>
    <w:p w:rsidR="005B3ED9" w:rsidRDefault="005B3ED9" w:rsidP="005B3ED9">
      <w:r>
        <w:t>143.3755</w:t>
      </w:r>
      <w:r>
        <w:tab/>
        <w:t>5.063e0</w:t>
      </w:r>
    </w:p>
    <w:p w:rsidR="005B3ED9" w:rsidRDefault="005B3ED9" w:rsidP="005B3ED9">
      <w:r>
        <w:t>143.3886</w:t>
      </w:r>
      <w:r>
        <w:tab/>
        <w:t>1.013e0</w:t>
      </w:r>
    </w:p>
    <w:p w:rsidR="005B3ED9" w:rsidRDefault="005B3ED9" w:rsidP="005B3ED9">
      <w:r>
        <w:t>143.3947</w:t>
      </w:r>
      <w:r>
        <w:tab/>
        <w:t>2.025e0</w:t>
      </w:r>
    </w:p>
    <w:p w:rsidR="005B3ED9" w:rsidRDefault="005B3ED9" w:rsidP="005B3ED9">
      <w:r>
        <w:t>143.4022</w:t>
      </w:r>
      <w:r>
        <w:tab/>
        <w:t>2.025e0</w:t>
      </w:r>
    </w:p>
    <w:p w:rsidR="005B3ED9" w:rsidRDefault="005B3ED9" w:rsidP="005B3ED9">
      <w:r>
        <w:t>143.4203</w:t>
      </w:r>
      <w:r>
        <w:tab/>
        <w:t>2.025e0</w:t>
      </w:r>
    </w:p>
    <w:p w:rsidR="005B3ED9" w:rsidRDefault="005B3ED9" w:rsidP="005B3ED9">
      <w:r>
        <w:t>143.4326</w:t>
      </w:r>
      <w:r>
        <w:tab/>
        <w:t>1.013e0</w:t>
      </w:r>
    </w:p>
    <w:p w:rsidR="005B3ED9" w:rsidRDefault="005B3ED9" w:rsidP="005B3ED9">
      <w:r>
        <w:t>143.4357</w:t>
      </w:r>
      <w:r>
        <w:tab/>
        <w:t>1.013e0</w:t>
      </w:r>
    </w:p>
    <w:p w:rsidR="005B3ED9" w:rsidRDefault="005B3ED9" w:rsidP="005B3ED9">
      <w:r>
        <w:t>143.4553</w:t>
      </w:r>
      <w:r>
        <w:tab/>
        <w:t>2.025e0</w:t>
      </w:r>
    </w:p>
    <w:p w:rsidR="005B3ED9" w:rsidRDefault="005B3ED9" w:rsidP="005B3ED9">
      <w:r>
        <w:t>143.4586</w:t>
      </w:r>
      <w:r>
        <w:tab/>
        <w:t>1.013e0</w:t>
      </w:r>
    </w:p>
    <w:p w:rsidR="005B3ED9" w:rsidRDefault="005B3ED9" w:rsidP="005B3ED9">
      <w:r>
        <w:t>143.4602</w:t>
      </w:r>
      <w:r>
        <w:tab/>
        <w:t>2.025e0</w:t>
      </w:r>
    </w:p>
    <w:p w:rsidR="005B3ED9" w:rsidRDefault="005B3ED9" w:rsidP="005B3ED9">
      <w:r>
        <w:t>143.4741</w:t>
      </w:r>
      <w:r>
        <w:tab/>
        <w:t>1.013e0</w:t>
      </w:r>
    </w:p>
    <w:p w:rsidR="005B3ED9" w:rsidRDefault="005B3ED9" w:rsidP="005B3ED9">
      <w:r>
        <w:t>143.4773</w:t>
      </w:r>
      <w:r>
        <w:tab/>
        <w:t>1.013e0</w:t>
      </w:r>
    </w:p>
    <w:p w:rsidR="005B3ED9" w:rsidRDefault="005B3ED9" w:rsidP="005B3ED9">
      <w:r>
        <w:t>143.4870</w:t>
      </w:r>
      <w:r>
        <w:tab/>
        <w:t>1.013e0</w:t>
      </w:r>
    </w:p>
    <w:p w:rsidR="005B3ED9" w:rsidRDefault="005B3ED9" w:rsidP="005B3ED9">
      <w:r>
        <w:t>143.4936</w:t>
      </w:r>
      <w:r>
        <w:tab/>
        <w:t>1.013e0</w:t>
      </w:r>
    </w:p>
    <w:p w:rsidR="005B3ED9" w:rsidRDefault="005B3ED9" w:rsidP="005B3ED9">
      <w:r>
        <w:t>143.4968</w:t>
      </w:r>
      <w:r>
        <w:tab/>
        <w:t>1.013e0</w:t>
      </w:r>
    </w:p>
    <w:p w:rsidR="005B3ED9" w:rsidRDefault="005B3ED9" w:rsidP="005B3ED9">
      <w:r>
        <w:t>143.4997</w:t>
      </w:r>
      <w:r>
        <w:tab/>
        <w:t>1.013e0</w:t>
      </w:r>
    </w:p>
    <w:p w:rsidR="005B3ED9" w:rsidRDefault="005B3ED9" w:rsidP="005B3ED9">
      <w:r>
        <w:t>143.5221</w:t>
      </w:r>
      <w:r>
        <w:tab/>
        <w:t>1.013e0</w:t>
      </w:r>
    </w:p>
    <w:p w:rsidR="005B3ED9" w:rsidRDefault="005B3ED9" w:rsidP="005B3ED9">
      <w:r>
        <w:t>143.5304</w:t>
      </w:r>
      <w:r>
        <w:tab/>
        <w:t>2.025e0</w:t>
      </w:r>
    </w:p>
    <w:p w:rsidR="005B3ED9" w:rsidRDefault="005B3ED9" w:rsidP="005B3ED9">
      <w:r>
        <w:lastRenderedPageBreak/>
        <w:t>143.5318</w:t>
      </w:r>
      <w:r>
        <w:tab/>
        <w:t>2.025e0</w:t>
      </w:r>
    </w:p>
    <w:p w:rsidR="005B3ED9" w:rsidRDefault="005B3ED9" w:rsidP="005B3ED9">
      <w:r>
        <w:t>143.5347</w:t>
      </w:r>
      <w:r>
        <w:tab/>
        <w:t>1.013e0</w:t>
      </w:r>
    </w:p>
    <w:p w:rsidR="005B3ED9" w:rsidRDefault="005B3ED9" w:rsidP="005B3ED9">
      <w:r>
        <w:t>143.5604</w:t>
      </w:r>
      <w:r>
        <w:tab/>
        <w:t>1.316e1</w:t>
      </w:r>
    </w:p>
    <w:p w:rsidR="005B3ED9" w:rsidRDefault="005B3ED9" w:rsidP="005B3ED9">
      <w:r>
        <w:t>143.5626</w:t>
      </w:r>
      <w:r>
        <w:tab/>
        <w:t>4.354e1</w:t>
      </w:r>
    </w:p>
    <w:p w:rsidR="005B3ED9" w:rsidRDefault="005B3ED9" w:rsidP="005B3ED9">
      <w:r>
        <w:t>143.5667</w:t>
      </w:r>
      <w:r>
        <w:tab/>
        <w:t>1.013e1</w:t>
      </w:r>
    </w:p>
    <w:p w:rsidR="005B3ED9" w:rsidRDefault="005B3ED9" w:rsidP="005B3ED9">
      <w:r>
        <w:t>143.5824</w:t>
      </w:r>
      <w:r>
        <w:tab/>
        <w:t>2.025e0</w:t>
      </w:r>
    </w:p>
    <w:p w:rsidR="005B3ED9" w:rsidRDefault="005B3ED9" w:rsidP="005B3ED9">
      <w:r>
        <w:t>143.5848</w:t>
      </w:r>
      <w:r>
        <w:tab/>
        <w:t>2.323e0</w:t>
      </w:r>
    </w:p>
    <w:p w:rsidR="005B3ED9" w:rsidRDefault="005B3ED9" w:rsidP="005B3ED9">
      <w:r>
        <w:t>143.6019</w:t>
      </w:r>
      <w:r>
        <w:tab/>
        <w:t>1.013e0</w:t>
      </w:r>
    </w:p>
    <w:p w:rsidR="005B3ED9" w:rsidRDefault="005B3ED9" w:rsidP="005B3ED9">
      <w:r>
        <w:t>143.6108</w:t>
      </w:r>
      <w:r>
        <w:tab/>
        <w:t>1.013e0</w:t>
      </w:r>
    </w:p>
    <w:p w:rsidR="005B3ED9" w:rsidRDefault="005B3ED9" w:rsidP="005B3ED9">
      <w:r>
        <w:t>143.6174</w:t>
      </w:r>
      <w:r>
        <w:tab/>
        <w:t>1.013e0</w:t>
      </w:r>
    </w:p>
    <w:p w:rsidR="005B3ED9" w:rsidRDefault="005B3ED9" w:rsidP="005B3ED9">
      <w:r>
        <w:t>143.6266</w:t>
      </w:r>
      <w:r>
        <w:tab/>
        <w:t>3.038e0</w:t>
      </w:r>
    </w:p>
    <w:p w:rsidR="005B3ED9" w:rsidRDefault="005B3ED9" w:rsidP="005B3ED9">
      <w:r>
        <w:t>143.6305</w:t>
      </w:r>
      <w:r>
        <w:tab/>
        <w:t>1.013e0</w:t>
      </w:r>
    </w:p>
    <w:p w:rsidR="005B3ED9" w:rsidRDefault="005B3ED9" w:rsidP="005B3ED9">
      <w:r>
        <w:t>143.6338</w:t>
      </w:r>
      <w:r>
        <w:tab/>
        <w:t>1.013e0</w:t>
      </w:r>
    </w:p>
    <w:p w:rsidR="005B3ED9" w:rsidRDefault="005B3ED9" w:rsidP="005B3ED9">
      <w:r>
        <w:t>143.6492</w:t>
      </w:r>
      <w:r>
        <w:tab/>
        <w:t>1.013e0</w:t>
      </w:r>
    </w:p>
    <w:p w:rsidR="005B3ED9" w:rsidRDefault="005B3ED9" w:rsidP="005B3ED9">
      <w:r>
        <w:t>143.6525</w:t>
      </w:r>
      <w:r>
        <w:tab/>
        <w:t>1.013e0</w:t>
      </w:r>
    </w:p>
    <w:p w:rsidR="005B3ED9" w:rsidRDefault="005B3ED9" w:rsidP="005B3ED9">
      <w:r>
        <w:t>143.6734</w:t>
      </w:r>
      <w:r>
        <w:tab/>
        <w:t>2.025e0</w:t>
      </w:r>
    </w:p>
    <w:p w:rsidR="005B3ED9" w:rsidRDefault="005B3ED9" w:rsidP="005B3ED9">
      <w:r>
        <w:t>143.6809</w:t>
      </w:r>
      <w:r>
        <w:tab/>
        <w:t>1.013e0</w:t>
      </w:r>
    </w:p>
    <w:p w:rsidR="005B3ED9" w:rsidRDefault="005B3ED9" w:rsidP="005B3ED9">
      <w:r>
        <w:t>143.6839</w:t>
      </w:r>
      <w:r>
        <w:tab/>
        <w:t>3.038e0</w:t>
      </w:r>
    </w:p>
    <w:p w:rsidR="005B3ED9" w:rsidRDefault="005B3ED9" w:rsidP="005B3ED9">
      <w:r>
        <w:t>143.6940</w:t>
      </w:r>
      <w:r>
        <w:tab/>
        <w:t>1.013e0</w:t>
      </w:r>
    </w:p>
    <w:p w:rsidR="005B3ED9" w:rsidRDefault="005B3ED9" w:rsidP="005B3ED9">
      <w:r>
        <w:lastRenderedPageBreak/>
        <w:t>143.7099</w:t>
      </w:r>
      <w:r>
        <w:tab/>
        <w:t>1.013e0</w:t>
      </w:r>
    </w:p>
    <w:p w:rsidR="005B3ED9" w:rsidRDefault="005B3ED9" w:rsidP="005B3ED9">
      <w:r>
        <w:t>143.7114</w:t>
      </w:r>
      <w:r>
        <w:tab/>
        <w:t>2.025e0</w:t>
      </w:r>
    </w:p>
    <w:p w:rsidR="005B3ED9" w:rsidRDefault="005B3ED9" w:rsidP="005B3ED9">
      <w:r>
        <w:t>143.7144</w:t>
      </w:r>
      <w:r>
        <w:tab/>
        <w:t>2.025e0</w:t>
      </w:r>
    </w:p>
    <w:p w:rsidR="005B3ED9" w:rsidRDefault="005B3ED9" w:rsidP="005B3ED9">
      <w:r>
        <w:t>143.7290</w:t>
      </w:r>
      <w:r>
        <w:tab/>
        <w:t>1.013e0</w:t>
      </w:r>
    </w:p>
    <w:p w:rsidR="005B3ED9" w:rsidRDefault="005B3ED9" w:rsidP="005B3ED9">
      <w:r>
        <w:t>143.7420</w:t>
      </w:r>
      <w:r>
        <w:tab/>
        <w:t>1.013e0</w:t>
      </w:r>
    </w:p>
    <w:p w:rsidR="005B3ED9" w:rsidRDefault="005B3ED9" w:rsidP="005B3ED9">
      <w:r>
        <w:t>143.7495</w:t>
      </w:r>
      <w:r>
        <w:tab/>
        <w:t>2.025e0</w:t>
      </w:r>
    </w:p>
    <w:p w:rsidR="005B3ED9" w:rsidRDefault="005B3ED9" w:rsidP="005B3ED9">
      <w:r>
        <w:t>143.7757</w:t>
      </w:r>
      <w:r>
        <w:tab/>
        <w:t>2.025e0</w:t>
      </w:r>
    </w:p>
    <w:p w:rsidR="005B3ED9" w:rsidRDefault="005B3ED9" w:rsidP="005B3ED9">
      <w:r>
        <w:t>143.7830</w:t>
      </w:r>
      <w:r>
        <w:tab/>
        <w:t>1.013e0</w:t>
      </w:r>
    </w:p>
    <w:p w:rsidR="005B3ED9" w:rsidRDefault="005B3ED9" w:rsidP="005B3ED9">
      <w:r>
        <w:t>143.7959</w:t>
      </w:r>
      <w:r>
        <w:tab/>
        <w:t>2.025e0</w:t>
      </w:r>
    </w:p>
    <w:p w:rsidR="005B3ED9" w:rsidRDefault="005B3ED9" w:rsidP="005B3ED9">
      <w:r>
        <w:t>143.8277</w:t>
      </w:r>
      <w:r>
        <w:tab/>
        <w:t>2.025e0</w:t>
      </w:r>
    </w:p>
    <w:p w:rsidR="005B3ED9" w:rsidRDefault="005B3ED9" w:rsidP="005B3ED9">
      <w:r>
        <w:t>143.8342</w:t>
      </w:r>
      <w:r>
        <w:tab/>
        <w:t>2.025e0</w:t>
      </w:r>
    </w:p>
    <w:p w:rsidR="005B3ED9" w:rsidRDefault="005B3ED9" w:rsidP="005B3ED9">
      <w:r>
        <w:t>143.8473</w:t>
      </w:r>
      <w:r>
        <w:tab/>
        <w:t>1.013e0</w:t>
      </w:r>
    </w:p>
    <w:p w:rsidR="005B3ED9" w:rsidRDefault="005B3ED9" w:rsidP="005B3ED9">
      <w:r>
        <w:t>143.8502</w:t>
      </w:r>
      <w:r>
        <w:tab/>
        <w:t>1.013e0</w:t>
      </w:r>
    </w:p>
    <w:p w:rsidR="005B3ED9" w:rsidRDefault="005B3ED9" w:rsidP="005B3ED9">
      <w:r>
        <w:t>143.8693</w:t>
      </w:r>
      <w:r>
        <w:tab/>
        <w:t>2.025e0</w:t>
      </w:r>
    </w:p>
    <w:p w:rsidR="005B3ED9" w:rsidRDefault="005B3ED9" w:rsidP="005B3ED9">
      <w:r>
        <w:t>143.8725</w:t>
      </w:r>
      <w:r>
        <w:tab/>
        <w:t>1.013e0</w:t>
      </w:r>
    </w:p>
    <w:p w:rsidR="005B3ED9" w:rsidRDefault="005B3ED9" w:rsidP="005B3ED9">
      <w:r>
        <w:t>143.8791</w:t>
      </w:r>
      <w:r>
        <w:tab/>
        <w:t>1.013e0</w:t>
      </w:r>
    </w:p>
    <w:p w:rsidR="005B3ED9" w:rsidRDefault="005B3ED9" w:rsidP="005B3ED9">
      <w:r>
        <w:t>143.8979</w:t>
      </w:r>
      <w:r>
        <w:tab/>
        <w:t>1.013e0</w:t>
      </w:r>
    </w:p>
    <w:p w:rsidR="005B3ED9" w:rsidRDefault="005B3ED9" w:rsidP="005B3ED9">
      <w:r>
        <w:t>143.9043</w:t>
      </w:r>
      <w:r>
        <w:tab/>
        <w:t>1.013e0</w:t>
      </w:r>
    </w:p>
    <w:p w:rsidR="005B3ED9" w:rsidRDefault="005B3ED9" w:rsidP="005B3ED9">
      <w:r>
        <w:t>143.9109</w:t>
      </w:r>
      <w:r>
        <w:tab/>
        <w:t>1.013e0</w:t>
      </w:r>
    </w:p>
    <w:p w:rsidR="005B3ED9" w:rsidRDefault="005B3ED9" w:rsidP="005B3ED9">
      <w:r>
        <w:lastRenderedPageBreak/>
        <w:t>143.9362</w:t>
      </w:r>
      <w:r>
        <w:tab/>
        <w:t>1.013e0</w:t>
      </w:r>
    </w:p>
    <w:p w:rsidR="005B3ED9" w:rsidRDefault="005B3ED9" w:rsidP="005B3ED9">
      <w:r>
        <w:t>143.9584</w:t>
      </w:r>
      <w:r>
        <w:tab/>
        <w:t>1.013e0</w:t>
      </w:r>
    </w:p>
    <w:p w:rsidR="005B3ED9" w:rsidRDefault="005B3ED9" w:rsidP="005B3ED9">
      <w:r>
        <w:t>143.9712</w:t>
      </w:r>
      <w:r>
        <w:tab/>
        <w:t>1.013e0</w:t>
      </w:r>
    </w:p>
    <w:p w:rsidR="005B3ED9" w:rsidRDefault="005B3ED9" w:rsidP="005B3ED9">
      <w:r>
        <w:t>143.9745</w:t>
      </w:r>
      <w:r>
        <w:tab/>
        <w:t>1.013e0</w:t>
      </w:r>
    </w:p>
    <w:p w:rsidR="005B3ED9" w:rsidRDefault="005B3ED9" w:rsidP="005B3ED9">
      <w:r>
        <w:t>144.0208</w:t>
      </w:r>
      <w:r>
        <w:tab/>
        <w:t>5.063e0</w:t>
      </w:r>
    </w:p>
    <w:p w:rsidR="005B3ED9" w:rsidRDefault="005B3ED9" w:rsidP="005B3ED9">
      <w:r>
        <w:t>144.0414</w:t>
      </w:r>
      <w:r>
        <w:tab/>
        <w:t>1.013e0</w:t>
      </w:r>
    </w:p>
    <w:p w:rsidR="005B3ED9" w:rsidRDefault="005B3ED9" w:rsidP="005B3ED9">
      <w:r>
        <w:t>144.0446</w:t>
      </w:r>
      <w:r>
        <w:tab/>
        <w:t>1.013e0</w:t>
      </w:r>
    </w:p>
    <w:p w:rsidR="005B3ED9" w:rsidRDefault="005B3ED9" w:rsidP="005B3ED9">
      <w:r>
        <w:t>144.0495</w:t>
      </w:r>
      <w:r>
        <w:tab/>
        <w:t>2.025e0</w:t>
      </w:r>
    </w:p>
    <w:p w:rsidR="005B3ED9" w:rsidRDefault="005B3ED9" w:rsidP="005B3ED9">
      <w:r>
        <w:t>144.0578</w:t>
      </w:r>
      <w:r>
        <w:tab/>
        <w:t>1.013e0</w:t>
      </w:r>
    </w:p>
    <w:p w:rsidR="005B3ED9" w:rsidRDefault="005B3ED9" w:rsidP="005B3ED9">
      <w:r>
        <w:t>144.0616</w:t>
      </w:r>
      <w:r>
        <w:tab/>
        <w:t>3.038e0</w:t>
      </w:r>
    </w:p>
    <w:p w:rsidR="005B3ED9" w:rsidRDefault="005B3ED9" w:rsidP="005B3ED9">
      <w:r>
        <w:t>144.0651</w:t>
      </w:r>
      <w:r>
        <w:tab/>
        <w:t>1.065e1</w:t>
      </w:r>
    </w:p>
    <w:p w:rsidR="005B3ED9" w:rsidRDefault="005B3ED9" w:rsidP="005B3ED9">
      <w:r>
        <w:t>144.0797</w:t>
      </w:r>
      <w:r>
        <w:tab/>
        <w:t>1.013e0</w:t>
      </w:r>
    </w:p>
    <w:p w:rsidR="005B3ED9" w:rsidRDefault="005B3ED9" w:rsidP="005B3ED9">
      <w:r>
        <w:t>144.0909</w:t>
      </w:r>
      <w:r>
        <w:tab/>
        <w:t>3.038e0</w:t>
      </w:r>
    </w:p>
    <w:p w:rsidR="005B3ED9" w:rsidRDefault="005B3ED9" w:rsidP="005B3ED9">
      <w:r>
        <w:t>144.1003</w:t>
      </w:r>
      <w:r>
        <w:tab/>
        <w:t>2.025e0</w:t>
      </w:r>
    </w:p>
    <w:p w:rsidR="005B3ED9" w:rsidRDefault="005B3ED9" w:rsidP="005B3ED9">
      <w:r>
        <w:t>144.1050</w:t>
      </w:r>
      <w:r>
        <w:tab/>
        <w:t>1.013e0</w:t>
      </w:r>
    </w:p>
    <w:p w:rsidR="005B3ED9" w:rsidRDefault="005B3ED9" w:rsidP="005B3ED9">
      <w:r>
        <w:t>144.1213</w:t>
      </w:r>
      <w:r>
        <w:tab/>
        <w:t>1.013e0</w:t>
      </w:r>
    </w:p>
    <w:p w:rsidR="005B3ED9" w:rsidRDefault="005B3ED9" w:rsidP="005B3ED9">
      <w:r>
        <w:t>144.1246</w:t>
      </w:r>
      <w:r>
        <w:tab/>
        <w:t>1.013e0</w:t>
      </w:r>
    </w:p>
    <w:p w:rsidR="005B3ED9" w:rsidRDefault="005B3ED9" w:rsidP="005B3ED9">
      <w:r>
        <w:t>144.1597</w:t>
      </w:r>
      <w:r>
        <w:tab/>
        <w:t>1.013e0</w:t>
      </w:r>
    </w:p>
    <w:p w:rsidR="005B3ED9" w:rsidRDefault="005B3ED9" w:rsidP="005B3ED9">
      <w:r>
        <w:t>144.1691</w:t>
      </w:r>
      <w:r>
        <w:tab/>
        <w:t>2.025e0</w:t>
      </w:r>
    </w:p>
    <w:p w:rsidR="005B3ED9" w:rsidRDefault="005B3ED9" w:rsidP="005B3ED9">
      <w:r>
        <w:lastRenderedPageBreak/>
        <w:t>144.1751</w:t>
      </w:r>
      <w:r>
        <w:tab/>
        <w:t>1.013e0</w:t>
      </w:r>
    </w:p>
    <w:p w:rsidR="005B3ED9" w:rsidRDefault="005B3ED9" w:rsidP="005B3ED9">
      <w:r>
        <w:t>144.1948</w:t>
      </w:r>
      <w:r>
        <w:tab/>
        <w:t>1.013e0</w:t>
      </w:r>
    </w:p>
    <w:p w:rsidR="005B3ED9" w:rsidRDefault="005B3ED9" w:rsidP="005B3ED9">
      <w:r>
        <w:t>144.2201</w:t>
      </w:r>
      <w:r>
        <w:tab/>
        <w:t>1.013e0</w:t>
      </w:r>
    </w:p>
    <w:p w:rsidR="005B3ED9" w:rsidRDefault="005B3ED9" w:rsidP="005B3ED9">
      <w:r>
        <w:t>144.2486</w:t>
      </w:r>
      <w:r>
        <w:tab/>
        <w:t>1.013e0</w:t>
      </w:r>
    </w:p>
    <w:p w:rsidR="005B3ED9" w:rsidRDefault="005B3ED9" w:rsidP="005B3ED9">
      <w:r>
        <w:t>144.2519</w:t>
      </w:r>
      <w:r>
        <w:tab/>
        <w:t>1.013e0</w:t>
      </w:r>
    </w:p>
    <w:p w:rsidR="005B3ED9" w:rsidRDefault="005B3ED9" w:rsidP="005B3ED9">
      <w:r>
        <w:t>144.2837</w:t>
      </w:r>
      <w:r>
        <w:tab/>
        <w:t>1.013e0</w:t>
      </w:r>
    </w:p>
    <w:p w:rsidR="005B3ED9" w:rsidRDefault="005B3ED9" w:rsidP="005B3ED9">
      <w:r>
        <w:t>144.3033</w:t>
      </w:r>
      <w:r>
        <w:tab/>
        <w:t>1.013e0</w:t>
      </w:r>
    </w:p>
    <w:p w:rsidR="005B3ED9" w:rsidRDefault="005B3ED9" w:rsidP="005B3ED9">
      <w:r>
        <w:t>144.3097</w:t>
      </w:r>
      <w:r>
        <w:tab/>
        <w:t>1.013e0</w:t>
      </w:r>
    </w:p>
    <w:p w:rsidR="005B3ED9" w:rsidRDefault="005B3ED9" w:rsidP="005B3ED9">
      <w:r>
        <w:t>144.3254</w:t>
      </w:r>
      <w:r>
        <w:tab/>
        <w:t>1.013e0</w:t>
      </w:r>
    </w:p>
    <w:p w:rsidR="005B3ED9" w:rsidRDefault="005B3ED9" w:rsidP="005B3ED9">
      <w:r>
        <w:t>144.3418</w:t>
      </w:r>
      <w:r>
        <w:tab/>
        <w:t>1.013e0</w:t>
      </w:r>
    </w:p>
    <w:p w:rsidR="005B3ED9" w:rsidRDefault="005B3ED9" w:rsidP="005B3ED9">
      <w:r>
        <w:t>144.3703</w:t>
      </w:r>
      <w:r>
        <w:tab/>
        <w:t>1.013e0</w:t>
      </w:r>
    </w:p>
    <w:p w:rsidR="005B3ED9" w:rsidRDefault="005B3ED9" w:rsidP="005B3ED9">
      <w:r>
        <w:t>144.3736</w:t>
      </w:r>
      <w:r>
        <w:tab/>
        <w:t>1.013e0</w:t>
      </w:r>
    </w:p>
    <w:p w:rsidR="005B3ED9" w:rsidRDefault="005B3ED9" w:rsidP="005B3ED9">
      <w:r>
        <w:t>144.3830</w:t>
      </w:r>
      <w:r>
        <w:tab/>
        <w:t>1.013e0</w:t>
      </w:r>
    </w:p>
    <w:p w:rsidR="005B3ED9" w:rsidRDefault="005B3ED9" w:rsidP="005B3ED9">
      <w:r>
        <w:t>144.4054</w:t>
      </w:r>
      <w:r>
        <w:tab/>
        <w:t>1.013e0</w:t>
      </w:r>
    </w:p>
    <w:p w:rsidR="005B3ED9" w:rsidRDefault="005B3ED9" w:rsidP="005B3ED9">
      <w:r>
        <w:t>144.4087</w:t>
      </w:r>
      <w:r>
        <w:tab/>
        <w:t>2.025e0</w:t>
      </w:r>
    </w:p>
    <w:p w:rsidR="005B3ED9" w:rsidRDefault="005B3ED9" w:rsidP="005B3ED9">
      <w:r>
        <w:t>144.4471</w:t>
      </w:r>
      <w:r>
        <w:tab/>
        <w:t>1.013e0</w:t>
      </w:r>
    </w:p>
    <w:p w:rsidR="005B3ED9" w:rsidRDefault="005B3ED9" w:rsidP="005B3ED9">
      <w:r>
        <w:t>144.4691</w:t>
      </w:r>
      <w:r>
        <w:tab/>
        <w:t>1.013e0</w:t>
      </w:r>
    </w:p>
    <w:p w:rsidR="005B3ED9" w:rsidRDefault="005B3ED9" w:rsidP="005B3ED9">
      <w:r>
        <w:t>144.4822</w:t>
      </w:r>
      <w:r>
        <w:tab/>
        <w:t>1.013e0</w:t>
      </w:r>
    </w:p>
    <w:p w:rsidR="005B3ED9" w:rsidRDefault="005B3ED9" w:rsidP="005B3ED9">
      <w:r>
        <w:t>144.5075</w:t>
      </w:r>
      <w:r>
        <w:tab/>
        <w:t>1.013e0</w:t>
      </w:r>
    </w:p>
    <w:p w:rsidR="005B3ED9" w:rsidRDefault="005B3ED9" w:rsidP="005B3ED9">
      <w:r>
        <w:lastRenderedPageBreak/>
        <w:t>144.5427</w:t>
      </w:r>
      <w:r>
        <w:tab/>
        <w:t>1.013e0</w:t>
      </w:r>
    </w:p>
    <w:p w:rsidR="005B3ED9" w:rsidRDefault="005B3ED9" w:rsidP="005B3ED9">
      <w:r>
        <w:t>144.5590</w:t>
      </w:r>
      <w:r>
        <w:tab/>
        <w:t>1.013e0</w:t>
      </w:r>
    </w:p>
    <w:p w:rsidR="005B3ED9" w:rsidRDefault="005B3ED9" w:rsidP="005B3ED9">
      <w:r>
        <w:t>144.5712</w:t>
      </w:r>
      <w:r>
        <w:tab/>
        <w:t>1.013e0</w:t>
      </w:r>
    </w:p>
    <w:p w:rsidR="005B3ED9" w:rsidRDefault="005B3ED9" w:rsidP="005B3ED9">
      <w:r>
        <w:t>144.5909</w:t>
      </w:r>
      <w:r>
        <w:tab/>
        <w:t>1.013e0</w:t>
      </w:r>
    </w:p>
    <w:p w:rsidR="005B3ED9" w:rsidRDefault="005B3ED9" w:rsidP="005B3ED9">
      <w:r>
        <w:t>144.5942</w:t>
      </w:r>
      <w:r>
        <w:tab/>
        <w:t>1.013e0</w:t>
      </w:r>
    </w:p>
    <w:p w:rsidR="005B3ED9" w:rsidRDefault="005B3ED9" w:rsidP="005B3ED9">
      <w:r>
        <w:t>144.6030</w:t>
      </w:r>
      <w:r>
        <w:tab/>
        <w:t>1.013e0</w:t>
      </w:r>
    </w:p>
    <w:p w:rsidR="005B3ED9" w:rsidRDefault="005B3ED9" w:rsidP="005B3ED9">
      <w:r>
        <w:t>144.7058</w:t>
      </w:r>
      <w:r>
        <w:tab/>
        <w:t>1.013e0</w:t>
      </w:r>
    </w:p>
    <w:p w:rsidR="005B3ED9" w:rsidRDefault="005B3ED9" w:rsidP="005B3ED9">
      <w:r>
        <w:t>144.7183</w:t>
      </w:r>
      <w:r>
        <w:tab/>
        <w:t>1.013e0</w:t>
      </w:r>
    </w:p>
    <w:p w:rsidR="005B3ED9" w:rsidRDefault="005B3ED9" w:rsidP="005B3ED9">
      <w:r>
        <w:t>144.7380</w:t>
      </w:r>
      <w:r>
        <w:tab/>
        <w:t>1.013e0</w:t>
      </w:r>
    </w:p>
    <w:p w:rsidR="005B3ED9" w:rsidRDefault="005B3ED9" w:rsidP="005B3ED9">
      <w:r>
        <w:t>144.7440</w:t>
      </w:r>
      <w:r>
        <w:tab/>
        <w:t>1.013e0</w:t>
      </w:r>
    </w:p>
    <w:p w:rsidR="005B3ED9" w:rsidRDefault="005B3ED9" w:rsidP="005B3ED9">
      <w:r>
        <w:t>144.8145</w:t>
      </w:r>
      <w:r>
        <w:tab/>
        <w:t>1.013e0</w:t>
      </w:r>
    </w:p>
    <w:p w:rsidR="005B3ED9" w:rsidRDefault="005B3ED9" w:rsidP="005B3ED9">
      <w:r>
        <w:t>144.8557</w:t>
      </w:r>
      <w:r>
        <w:tab/>
        <w:t>1.013e0</w:t>
      </w:r>
    </w:p>
    <w:p w:rsidR="005B3ED9" w:rsidRDefault="005B3ED9" w:rsidP="005B3ED9">
      <w:r>
        <w:t>144.8786</w:t>
      </w:r>
      <w:r>
        <w:tab/>
        <w:t>1.013e0</w:t>
      </w:r>
    </w:p>
    <w:p w:rsidR="005B3ED9" w:rsidRDefault="005B3ED9" w:rsidP="005B3ED9">
      <w:r>
        <w:t>144.9424</w:t>
      </w:r>
      <w:r>
        <w:tab/>
        <w:t>1.013e0</w:t>
      </w:r>
    </w:p>
    <w:p w:rsidR="005B3ED9" w:rsidRDefault="005B3ED9" w:rsidP="005B3ED9">
      <w:r>
        <w:t>144.9824</w:t>
      </w:r>
      <w:r>
        <w:tab/>
        <w:t>8.101e0</w:t>
      </w:r>
    </w:p>
    <w:p w:rsidR="005B3ED9" w:rsidRDefault="005B3ED9" w:rsidP="005B3ED9">
      <w:r>
        <w:t>144.9851</w:t>
      </w:r>
      <w:r>
        <w:tab/>
        <w:t>5.435e0</w:t>
      </w:r>
    </w:p>
    <w:p w:rsidR="005B3ED9" w:rsidRDefault="005B3ED9" w:rsidP="005B3ED9">
      <w:r>
        <w:t>145.0351</w:t>
      </w:r>
      <w:r>
        <w:tab/>
        <w:t>1.013e0</w:t>
      </w:r>
    </w:p>
    <w:p w:rsidR="005B3ED9" w:rsidRDefault="005B3ED9" w:rsidP="005B3ED9">
      <w:r>
        <w:t>145.0535</w:t>
      </w:r>
      <w:r>
        <w:tab/>
        <w:t>3.038e0</w:t>
      </w:r>
    </w:p>
    <w:p w:rsidR="005B3ED9" w:rsidRDefault="005B3ED9" w:rsidP="005B3ED9">
      <w:r>
        <w:t>145.0619</w:t>
      </w:r>
      <w:r>
        <w:tab/>
        <w:t>1.722e1</w:t>
      </w:r>
    </w:p>
    <w:p w:rsidR="005B3ED9" w:rsidRDefault="005B3ED9" w:rsidP="005B3ED9">
      <w:r>
        <w:lastRenderedPageBreak/>
        <w:t>145.0929</w:t>
      </w:r>
      <w:r>
        <w:tab/>
        <w:t>1.013e0</w:t>
      </w:r>
    </w:p>
    <w:p w:rsidR="005B3ED9" w:rsidRDefault="005B3ED9" w:rsidP="005B3ED9">
      <w:r>
        <w:t>145.0995</w:t>
      </w:r>
      <w:r>
        <w:tab/>
        <w:t>1.013e0</w:t>
      </w:r>
    </w:p>
    <w:p w:rsidR="005B3ED9" w:rsidRDefault="005B3ED9" w:rsidP="005B3ED9">
      <w:r>
        <w:t>145.1028</w:t>
      </w:r>
      <w:r>
        <w:tab/>
        <w:t>1.013e0</w:t>
      </w:r>
    </w:p>
    <w:p w:rsidR="005B3ED9" w:rsidRDefault="005B3ED9" w:rsidP="005B3ED9">
      <w:r>
        <w:t>145.1380</w:t>
      </w:r>
      <w:r>
        <w:tab/>
        <w:t>1.013e0</w:t>
      </w:r>
    </w:p>
    <w:p w:rsidR="005B3ED9" w:rsidRDefault="005B3ED9" w:rsidP="005B3ED9">
      <w:r>
        <w:t>145.1665</w:t>
      </w:r>
      <w:r>
        <w:tab/>
        <w:t>1.013e0</w:t>
      </w:r>
    </w:p>
    <w:p w:rsidR="005B3ED9" w:rsidRDefault="005B3ED9" w:rsidP="005B3ED9">
      <w:r>
        <w:t>145.1919</w:t>
      </w:r>
      <w:r>
        <w:tab/>
        <w:t>1.013e0</w:t>
      </w:r>
    </w:p>
    <w:p w:rsidR="005B3ED9" w:rsidRDefault="005B3ED9" w:rsidP="005B3ED9">
      <w:r>
        <w:t>145.2147</w:t>
      </w:r>
      <w:r>
        <w:tab/>
        <w:t>1.013e0</w:t>
      </w:r>
    </w:p>
    <w:p w:rsidR="005B3ED9" w:rsidRDefault="005B3ED9" w:rsidP="005B3ED9">
      <w:r>
        <w:t>145.3041</w:t>
      </w:r>
      <w:r>
        <w:tab/>
        <w:t>1.013e0</w:t>
      </w:r>
    </w:p>
    <w:p w:rsidR="005B3ED9" w:rsidRDefault="005B3ED9" w:rsidP="005B3ED9">
      <w:r>
        <w:t>145.3106</w:t>
      </w:r>
      <w:r>
        <w:tab/>
        <w:t>1.013e0</w:t>
      </w:r>
    </w:p>
    <w:p w:rsidR="005B3ED9" w:rsidRDefault="005B3ED9" w:rsidP="005B3ED9">
      <w:r>
        <w:t>145.3524</w:t>
      </w:r>
      <w:r>
        <w:tab/>
        <w:t>1.013e0</w:t>
      </w:r>
    </w:p>
    <w:p w:rsidR="005B3ED9" w:rsidRDefault="005B3ED9" w:rsidP="005B3ED9">
      <w:r>
        <w:t>145.3680</w:t>
      </w:r>
      <w:r>
        <w:tab/>
        <w:t>1.013e0</w:t>
      </w:r>
    </w:p>
    <w:p w:rsidR="005B3ED9" w:rsidRDefault="005B3ED9" w:rsidP="005B3ED9">
      <w:r>
        <w:t>145.4251</w:t>
      </w:r>
      <w:r>
        <w:tab/>
        <w:t>3.038e0</w:t>
      </w:r>
    </w:p>
    <w:p w:rsidR="005B3ED9" w:rsidRDefault="005B3ED9" w:rsidP="005B3ED9">
      <w:r>
        <w:t>145.4387</w:t>
      </w:r>
      <w:r>
        <w:tab/>
        <w:t>1.013e0</w:t>
      </w:r>
    </w:p>
    <w:p w:rsidR="005B3ED9" w:rsidRDefault="005B3ED9" w:rsidP="005B3ED9">
      <w:r>
        <w:t>145.4867</w:t>
      </w:r>
      <w:r>
        <w:tab/>
        <w:t>1.013e0</w:t>
      </w:r>
    </w:p>
    <w:p w:rsidR="005B3ED9" w:rsidRDefault="005B3ED9" w:rsidP="005B3ED9">
      <w:r>
        <w:t>145.4900</w:t>
      </w:r>
      <w:r>
        <w:tab/>
        <w:t>1.013e0</w:t>
      </w:r>
    </w:p>
    <w:p w:rsidR="005B3ED9" w:rsidRDefault="005B3ED9" w:rsidP="005B3ED9">
      <w:r>
        <w:t>145.5064</w:t>
      </w:r>
      <w:r>
        <w:tab/>
        <w:t>2.025e0</w:t>
      </w:r>
    </w:p>
    <w:p w:rsidR="005B3ED9" w:rsidRDefault="005B3ED9" w:rsidP="005B3ED9">
      <w:r>
        <w:t>145.5154</w:t>
      </w:r>
      <w:r>
        <w:tab/>
        <w:t>1.013e0</w:t>
      </w:r>
    </w:p>
    <w:p w:rsidR="005B3ED9" w:rsidRDefault="005B3ED9" w:rsidP="005B3ED9">
      <w:r>
        <w:t>145.5552</w:t>
      </w:r>
      <w:r>
        <w:tab/>
        <w:t>2.025e0</w:t>
      </w:r>
    </w:p>
    <w:p w:rsidR="005B3ED9" w:rsidRDefault="005B3ED9" w:rsidP="005B3ED9">
      <w:r>
        <w:t>145.5637</w:t>
      </w:r>
      <w:r>
        <w:tab/>
        <w:t>1.013e0</w:t>
      </w:r>
    </w:p>
    <w:p w:rsidR="005B3ED9" w:rsidRDefault="005B3ED9" w:rsidP="005B3ED9">
      <w:r>
        <w:lastRenderedPageBreak/>
        <w:t>145.5802</w:t>
      </w:r>
      <w:r>
        <w:tab/>
        <w:t>1.013e0</w:t>
      </w:r>
    </w:p>
    <w:p w:rsidR="005B3ED9" w:rsidRDefault="005B3ED9" w:rsidP="005B3ED9">
      <w:r>
        <w:t>145.5890</w:t>
      </w:r>
      <w:r>
        <w:tab/>
        <w:t>2.025e0</w:t>
      </w:r>
    </w:p>
    <w:p w:rsidR="005B3ED9" w:rsidRDefault="005B3ED9" w:rsidP="005B3ED9">
      <w:r>
        <w:t>145.6660</w:t>
      </w:r>
      <w:r>
        <w:tab/>
        <w:t>1.013e0</w:t>
      </w:r>
    </w:p>
    <w:p w:rsidR="005B3ED9" w:rsidRDefault="005B3ED9" w:rsidP="005B3ED9">
      <w:r>
        <w:t>145.7046</w:t>
      </w:r>
      <w:r>
        <w:tab/>
        <w:t>1.013e0</w:t>
      </w:r>
    </w:p>
    <w:p w:rsidR="005B3ED9" w:rsidRDefault="005B3ED9" w:rsidP="005B3ED9">
      <w:r>
        <w:t>145.7178</w:t>
      </w:r>
      <w:r>
        <w:tab/>
        <w:t>3.038e0</w:t>
      </w:r>
    </w:p>
    <w:p w:rsidR="005B3ED9" w:rsidRDefault="005B3ED9" w:rsidP="005B3ED9">
      <w:r>
        <w:t>145.7464</w:t>
      </w:r>
      <w:r>
        <w:tab/>
        <w:t>1.013e0</w:t>
      </w:r>
    </w:p>
    <w:p w:rsidR="005B3ED9" w:rsidRDefault="005B3ED9" w:rsidP="005B3ED9">
      <w:r>
        <w:t>145.7723</w:t>
      </w:r>
      <w:r>
        <w:tab/>
        <w:t>1.013e0</w:t>
      </w:r>
    </w:p>
    <w:p w:rsidR="005B3ED9" w:rsidRDefault="005B3ED9" w:rsidP="005B3ED9">
      <w:r>
        <w:t>145.7753</w:t>
      </w:r>
      <w:r>
        <w:tab/>
        <w:t>1.013e0</w:t>
      </w:r>
    </w:p>
    <w:p w:rsidR="005B3ED9" w:rsidRDefault="005B3ED9" w:rsidP="005B3ED9">
      <w:r>
        <w:t>145.7915</w:t>
      </w:r>
      <w:r>
        <w:tab/>
        <w:t>1.013e0</w:t>
      </w:r>
    </w:p>
    <w:p w:rsidR="005B3ED9" w:rsidRDefault="005B3ED9" w:rsidP="005B3ED9">
      <w:r>
        <w:t>145.8653</w:t>
      </w:r>
      <w:r>
        <w:tab/>
        <w:t>2.025e0</w:t>
      </w:r>
    </w:p>
    <w:p w:rsidR="005B3ED9" w:rsidRDefault="005B3ED9" w:rsidP="005B3ED9">
      <w:r>
        <w:t>145.8719</w:t>
      </w:r>
      <w:r>
        <w:tab/>
        <w:t>1.013e0</w:t>
      </w:r>
    </w:p>
    <w:p w:rsidR="005B3ED9" w:rsidRDefault="005B3ED9" w:rsidP="005B3ED9">
      <w:r>
        <w:t>145.8817</w:t>
      </w:r>
      <w:r>
        <w:tab/>
        <w:t>1.013e0</w:t>
      </w:r>
    </w:p>
    <w:p w:rsidR="005B3ED9" w:rsidRDefault="005B3ED9" w:rsidP="005B3ED9">
      <w:r>
        <w:t>145.9201</w:t>
      </w:r>
      <w:r>
        <w:tab/>
        <w:t>2.025e0</w:t>
      </w:r>
    </w:p>
    <w:p w:rsidR="005B3ED9" w:rsidRDefault="005B3ED9" w:rsidP="005B3ED9">
      <w:r>
        <w:t>145.9556</w:t>
      </w:r>
      <w:r>
        <w:tab/>
        <w:t>1.013e0</w:t>
      </w:r>
    </w:p>
    <w:p w:rsidR="005B3ED9" w:rsidRDefault="005B3ED9" w:rsidP="005B3ED9">
      <w:r>
        <w:t>145.9777</w:t>
      </w:r>
      <w:r>
        <w:tab/>
        <w:t>1.013e0</w:t>
      </w:r>
    </w:p>
    <w:p w:rsidR="005B3ED9" w:rsidRDefault="005B3ED9" w:rsidP="005B3ED9">
      <w:r>
        <w:t>146.0195</w:t>
      </w:r>
      <w:r>
        <w:tab/>
        <w:t>1.013e0</w:t>
      </w:r>
    </w:p>
    <w:p w:rsidR="005B3ED9" w:rsidRDefault="005B3ED9" w:rsidP="005B3ED9">
      <w:r>
        <w:t>146.0434</w:t>
      </w:r>
      <w:r>
        <w:tab/>
        <w:t>2.025e0</w:t>
      </w:r>
    </w:p>
    <w:p w:rsidR="005B3ED9" w:rsidRDefault="005B3ED9" w:rsidP="005B3ED9">
      <w:r>
        <w:t>146.0701</w:t>
      </w:r>
      <w:r>
        <w:tab/>
        <w:t>2.205e1</w:t>
      </w:r>
    </w:p>
    <w:p w:rsidR="005B3ED9" w:rsidRDefault="005B3ED9" w:rsidP="005B3ED9">
      <w:r>
        <w:t>146.0719</w:t>
      </w:r>
      <w:r>
        <w:tab/>
        <w:t>2.329e1</w:t>
      </w:r>
    </w:p>
    <w:p w:rsidR="005B3ED9" w:rsidRDefault="005B3ED9" w:rsidP="005B3ED9">
      <w:r>
        <w:lastRenderedPageBreak/>
        <w:t>146.0934</w:t>
      </w:r>
      <w:r>
        <w:tab/>
        <w:t>1.013e0</w:t>
      </w:r>
    </w:p>
    <w:p w:rsidR="005B3ED9" w:rsidRDefault="005B3ED9" w:rsidP="005B3ED9">
      <w:r>
        <w:t>146.0966</w:t>
      </w:r>
      <w:r>
        <w:tab/>
        <w:t>1.013e0</w:t>
      </w:r>
    </w:p>
    <w:p w:rsidR="005B3ED9" w:rsidRDefault="005B3ED9" w:rsidP="005B3ED9">
      <w:r>
        <w:t>146.1188</w:t>
      </w:r>
      <w:r>
        <w:tab/>
        <w:t>1.013e0</w:t>
      </w:r>
    </w:p>
    <w:p w:rsidR="005B3ED9" w:rsidRDefault="005B3ED9" w:rsidP="005B3ED9">
      <w:r>
        <w:t>146.1254</w:t>
      </w:r>
      <w:r>
        <w:tab/>
        <w:t>1.013e0</w:t>
      </w:r>
    </w:p>
    <w:p w:rsidR="005B3ED9" w:rsidRDefault="005B3ED9" w:rsidP="005B3ED9">
      <w:r>
        <w:t>146.1287</w:t>
      </w:r>
      <w:r>
        <w:tab/>
        <w:t>1.013e0</w:t>
      </w:r>
    </w:p>
    <w:p w:rsidR="005B3ED9" w:rsidRDefault="005B3ED9" w:rsidP="005B3ED9">
      <w:r>
        <w:t>146.1319</w:t>
      </w:r>
      <w:r>
        <w:tab/>
        <w:t>1.013e0</w:t>
      </w:r>
    </w:p>
    <w:p w:rsidR="005B3ED9" w:rsidRDefault="005B3ED9" w:rsidP="005B3ED9">
      <w:r>
        <w:t>146.1865</w:t>
      </w:r>
      <w:r>
        <w:tab/>
        <w:t>1.013e0</w:t>
      </w:r>
    </w:p>
    <w:p w:rsidR="005B3ED9" w:rsidRDefault="005B3ED9" w:rsidP="005B3ED9">
      <w:r>
        <w:t>146.2026</w:t>
      </w:r>
      <w:r>
        <w:tab/>
        <w:t>1.013e0</w:t>
      </w:r>
    </w:p>
    <w:p w:rsidR="005B3ED9" w:rsidRDefault="005B3ED9" w:rsidP="005B3ED9">
      <w:r>
        <w:t>146.2058</w:t>
      </w:r>
      <w:r>
        <w:tab/>
        <w:t>1.013e0</w:t>
      </w:r>
    </w:p>
    <w:p w:rsidR="005B3ED9" w:rsidRDefault="005B3ED9" w:rsidP="005B3ED9">
      <w:r>
        <w:t>146.2731</w:t>
      </w:r>
      <w:r>
        <w:tab/>
        <w:t>1.013e0</w:t>
      </w:r>
    </w:p>
    <w:p w:rsidR="005B3ED9" w:rsidRDefault="005B3ED9" w:rsidP="005B3ED9">
      <w:r>
        <w:t>146.3406</w:t>
      </w:r>
      <w:r>
        <w:tab/>
        <w:t>1.013e0</w:t>
      </w:r>
    </w:p>
    <w:p w:rsidR="005B3ED9" w:rsidRDefault="005B3ED9" w:rsidP="005B3ED9">
      <w:r>
        <w:t>146.3791</w:t>
      </w:r>
      <w:r>
        <w:tab/>
        <w:t>1.013e0</w:t>
      </w:r>
    </w:p>
    <w:p w:rsidR="005B3ED9" w:rsidRDefault="005B3ED9" w:rsidP="005B3ED9">
      <w:r>
        <w:t>146.4004</w:t>
      </w:r>
      <w:r>
        <w:tab/>
        <w:t>2.025e0</w:t>
      </w:r>
    </w:p>
    <w:p w:rsidR="005B3ED9" w:rsidRDefault="005B3ED9" w:rsidP="005B3ED9">
      <w:r>
        <w:t>146.4087</w:t>
      </w:r>
      <w:r>
        <w:tab/>
        <w:t>1.013e0</w:t>
      </w:r>
    </w:p>
    <w:p w:rsidR="005B3ED9" w:rsidRDefault="005B3ED9" w:rsidP="005B3ED9">
      <w:r>
        <w:t>146.4275</w:t>
      </w:r>
      <w:r>
        <w:tab/>
        <w:t>1.013e0</w:t>
      </w:r>
    </w:p>
    <w:p w:rsidR="005B3ED9" w:rsidRDefault="005B3ED9" w:rsidP="005B3ED9">
      <w:r>
        <w:t>146.4374</w:t>
      </w:r>
      <w:r>
        <w:tab/>
        <w:t>1.013e0</w:t>
      </w:r>
    </w:p>
    <w:p w:rsidR="005B3ED9" w:rsidRDefault="005B3ED9" w:rsidP="005B3ED9">
      <w:r>
        <w:t>146.4503</w:t>
      </w:r>
      <w:r>
        <w:tab/>
        <w:t>1.013e0</w:t>
      </w:r>
    </w:p>
    <w:p w:rsidR="005B3ED9" w:rsidRDefault="005B3ED9" w:rsidP="005B3ED9">
      <w:r>
        <w:t>146.4628</w:t>
      </w:r>
      <w:r>
        <w:tab/>
        <w:t>1.013e0</w:t>
      </w:r>
    </w:p>
    <w:p w:rsidR="005B3ED9" w:rsidRDefault="005B3ED9" w:rsidP="005B3ED9">
      <w:r>
        <w:t>146.4694</w:t>
      </w:r>
      <w:r>
        <w:tab/>
        <w:t>1.013e0</w:t>
      </w:r>
    </w:p>
    <w:p w:rsidR="005B3ED9" w:rsidRDefault="005B3ED9" w:rsidP="005B3ED9">
      <w:r>
        <w:lastRenderedPageBreak/>
        <w:t>146.4889</w:t>
      </w:r>
      <w:r>
        <w:tab/>
        <w:t>1.013e0</w:t>
      </w:r>
    </w:p>
    <w:p w:rsidR="005B3ED9" w:rsidRDefault="005B3ED9" w:rsidP="005B3ED9">
      <w:r>
        <w:t>146.4918</w:t>
      </w:r>
      <w:r>
        <w:tab/>
        <w:t>1.013e0</w:t>
      </w:r>
    </w:p>
    <w:p w:rsidR="005B3ED9" w:rsidRDefault="005B3ED9" w:rsidP="005B3ED9">
      <w:r>
        <w:t>146.4948</w:t>
      </w:r>
      <w:r>
        <w:tab/>
        <w:t>1.013e0</w:t>
      </w:r>
    </w:p>
    <w:p w:rsidR="005B3ED9" w:rsidRDefault="005B3ED9" w:rsidP="005B3ED9">
      <w:r>
        <w:t>146.5048</w:t>
      </w:r>
      <w:r>
        <w:tab/>
        <w:t>1.013e0</w:t>
      </w:r>
    </w:p>
    <w:p w:rsidR="005B3ED9" w:rsidRDefault="005B3ED9" w:rsidP="005B3ED9">
      <w:r>
        <w:t>146.5401</w:t>
      </w:r>
      <w:r>
        <w:tab/>
        <w:t>1.013e0</w:t>
      </w:r>
    </w:p>
    <w:p w:rsidR="005B3ED9" w:rsidRDefault="005B3ED9" w:rsidP="005B3ED9">
      <w:r>
        <w:t>146.5516</w:t>
      </w:r>
      <w:r>
        <w:tab/>
        <w:t>2.025e0</w:t>
      </w:r>
    </w:p>
    <w:p w:rsidR="005B3ED9" w:rsidRDefault="005B3ED9" w:rsidP="005B3ED9">
      <w:r>
        <w:t>146.5565</w:t>
      </w:r>
      <w:r>
        <w:tab/>
        <w:t>1.013e0</w:t>
      </w:r>
    </w:p>
    <w:p w:rsidR="005B3ED9" w:rsidRDefault="005B3ED9" w:rsidP="005B3ED9">
      <w:r>
        <w:t>146.5754</w:t>
      </w:r>
      <w:r>
        <w:tab/>
        <w:t>2.025e0</w:t>
      </w:r>
    </w:p>
    <w:p w:rsidR="005B3ED9" w:rsidRDefault="005B3ED9" w:rsidP="005B3ED9">
      <w:r>
        <w:t>146.5770</w:t>
      </w:r>
      <w:r>
        <w:tab/>
        <w:t>2.025e0</w:t>
      </w:r>
    </w:p>
    <w:p w:rsidR="005B3ED9" w:rsidRDefault="005B3ED9" w:rsidP="005B3ED9">
      <w:r>
        <w:t>146.5820</w:t>
      </w:r>
      <w:r>
        <w:tab/>
        <w:t>1.013e0</w:t>
      </w:r>
    </w:p>
    <w:p w:rsidR="005B3ED9" w:rsidRDefault="005B3ED9" w:rsidP="005B3ED9">
      <w:r>
        <w:t>146.6106</w:t>
      </w:r>
      <w:r>
        <w:tab/>
        <w:t>1.013e0</w:t>
      </w:r>
    </w:p>
    <w:p w:rsidR="005B3ED9" w:rsidRDefault="005B3ED9" w:rsidP="005B3ED9">
      <w:r>
        <w:t>146.6140</w:t>
      </w:r>
      <w:r>
        <w:tab/>
        <w:t>1.013e0</w:t>
      </w:r>
    </w:p>
    <w:p w:rsidR="005B3ED9" w:rsidRDefault="005B3ED9" w:rsidP="005B3ED9">
      <w:r>
        <w:t>146.6848</w:t>
      </w:r>
      <w:r>
        <w:tab/>
        <w:t>2.025e0</w:t>
      </w:r>
    </w:p>
    <w:p w:rsidR="005B3ED9" w:rsidRDefault="005B3ED9" w:rsidP="005B3ED9">
      <w:r>
        <w:t>146.7110</w:t>
      </w:r>
      <w:r>
        <w:tab/>
        <w:t>1.013e0</w:t>
      </w:r>
    </w:p>
    <w:p w:rsidR="005B3ED9" w:rsidRDefault="005B3ED9" w:rsidP="005B3ED9">
      <w:r>
        <w:t>146.7332</w:t>
      </w:r>
      <w:r>
        <w:tab/>
        <w:t>1.013e0</w:t>
      </w:r>
    </w:p>
    <w:p w:rsidR="005B3ED9" w:rsidRDefault="005B3ED9" w:rsidP="005B3ED9">
      <w:r>
        <w:t>146.7398</w:t>
      </w:r>
      <w:r>
        <w:tab/>
        <w:t>1.013e0</w:t>
      </w:r>
    </w:p>
    <w:p w:rsidR="005B3ED9" w:rsidRDefault="005B3ED9" w:rsidP="005B3ED9">
      <w:r>
        <w:t>146.7685</w:t>
      </w:r>
      <w:r>
        <w:tab/>
        <w:t>1.013e0</w:t>
      </w:r>
    </w:p>
    <w:p w:rsidR="005B3ED9" w:rsidRDefault="005B3ED9" w:rsidP="005B3ED9">
      <w:r>
        <w:t>146.7977</w:t>
      </w:r>
      <w:r>
        <w:tab/>
        <w:t>1.013e0</w:t>
      </w:r>
    </w:p>
    <w:p w:rsidR="005B3ED9" w:rsidRDefault="005B3ED9" w:rsidP="005B3ED9">
      <w:r>
        <w:t>146.8393</w:t>
      </w:r>
      <w:r>
        <w:tab/>
        <w:t>1.013e0</w:t>
      </w:r>
    </w:p>
    <w:p w:rsidR="005B3ED9" w:rsidRDefault="005B3ED9" w:rsidP="005B3ED9">
      <w:r>
        <w:lastRenderedPageBreak/>
        <w:t>146.8623</w:t>
      </w:r>
      <w:r>
        <w:tab/>
        <w:t>1.013e0</w:t>
      </w:r>
    </w:p>
    <w:p w:rsidR="005B3ED9" w:rsidRDefault="005B3ED9" w:rsidP="005B3ED9">
      <w:r>
        <w:t>146.8749</w:t>
      </w:r>
      <w:r>
        <w:tab/>
        <w:t>1.013e0</w:t>
      </w:r>
    </w:p>
    <w:p w:rsidR="005B3ED9" w:rsidRDefault="005B3ED9" w:rsidP="005B3ED9">
      <w:r>
        <w:t>146.9076</w:t>
      </w:r>
      <w:r>
        <w:tab/>
        <w:t>1.013e0</w:t>
      </w:r>
    </w:p>
    <w:p w:rsidR="005B3ED9" w:rsidRDefault="005B3ED9" w:rsidP="005B3ED9">
      <w:r>
        <w:t>146.9231</w:t>
      </w:r>
      <w:r>
        <w:tab/>
        <w:t>1.013e0</w:t>
      </w:r>
    </w:p>
    <w:p w:rsidR="005B3ED9" w:rsidRDefault="005B3ED9" w:rsidP="005B3ED9">
      <w:r>
        <w:t>146.9297</w:t>
      </w:r>
      <w:r>
        <w:tab/>
        <w:t>1.013e0</w:t>
      </w:r>
    </w:p>
    <w:p w:rsidR="005B3ED9" w:rsidRDefault="005B3ED9" w:rsidP="005B3ED9">
      <w:r>
        <w:t>146.9330</w:t>
      </w:r>
      <w:r>
        <w:tab/>
        <w:t>1.013e0</w:t>
      </w:r>
    </w:p>
    <w:p w:rsidR="005B3ED9" w:rsidRDefault="005B3ED9" w:rsidP="005B3ED9">
      <w:r>
        <w:t>146.9716</w:t>
      </w:r>
      <w:r>
        <w:tab/>
        <w:t>1.013e0</w:t>
      </w:r>
    </w:p>
    <w:p w:rsidR="005B3ED9" w:rsidRDefault="005B3ED9" w:rsidP="005B3ED9">
      <w:r>
        <w:t>146.9800</w:t>
      </w:r>
      <w:r>
        <w:tab/>
        <w:t>2.025e0</w:t>
      </w:r>
    </w:p>
    <w:p w:rsidR="005B3ED9" w:rsidRDefault="005B3ED9" w:rsidP="005B3ED9">
      <w:r>
        <w:t>146.9880</w:t>
      </w:r>
      <w:r>
        <w:tab/>
        <w:t>1.013e0</w:t>
      </w:r>
    </w:p>
    <w:p w:rsidR="005B3ED9" w:rsidRDefault="005B3ED9" w:rsidP="005B3ED9">
      <w:r>
        <w:t>146.9909</w:t>
      </w:r>
      <w:r>
        <w:tab/>
        <w:t>5.063e0</w:t>
      </w:r>
    </w:p>
    <w:p w:rsidR="005B3ED9" w:rsidRDefault="005B3ED9" w:rsidP="005B3ED9">
      <w:r>
        <w:t>147.0038</w:t>
      </w:r>
      <w:r>
        <w:tab/>
        <w:t>1.013e0</w:t>
      </w:r>
    </w:p>
    <w:p w:rsidR="005B3ED9" w:rsidRDefault="005B3ED9" w:rsidP="005B3ED9">
      <w:r>
        <w:t>147.0071</w:t>
      </w:r>
      <w:r>
        <w:tab/>
        <w:t>1.013e0</w:t>
      </w:r>
    </w:p>
    <w:p w:rsidR="005B3ED9" w:rsidRDefault="005B3ED9" w:rsidP="005B3ED9">
      <w:r>
        <w:t>147.0087</w:t>
      </w:r>
      <w:r>
        <w:tab/>
        <w:t>4.051e0</w:t>
      </w:r>
    </w:p>
    <w:p w:rsidR="005B3ED9" w:rsidRDefault="005B3ED9" w:rsidP="005B3ED9">
      <w:r>
        <w:t>147.0391</w:t>
      </w:r>
      <w:r>
        <w:tab/>
        <w:t>1.013e0</w:t>
      </w:r>
    </w:p>
    <w:p w:rsidR="005B3ED9" w:rsidRDefault="005B3ED9" w:rsidP="005B3ED9">
      <w:r>
        <w:t>147.0457</w:t>
      </w:r>
      <w:r>
        <w:tab/>
        <w:t>1.013e0</w:t>
      </w:r>
    </w:p>
    <w:p w:rsidR="005B3ED9" w:rsidRDefault="005B3ED9" w:rsidP="005B3ED9">
      <w:r>
        <w:t>147.0523</w:t>
      </w:r>
      <w:r>
        <w:tab/>
        <w:t>1.013e0</w:t>
      </w:r>
    </w:p>
    <w:p w:rsidR="005B3ED9" w:rsidRDefault="005B3ED9" w:rsidP="005B3ED9">
      <w:r>
        <w:t>147.0653</w:t>
      </w:r>
      <w:r>
        <w:tab/>
        <w:t>1.013e0</w:t>
      </w:r>
    </w:p>
    <w:p w:rsidR="005B3ED9" w:rsidRDefault="005B3ED9" w:rsidP="005B3ED9">
      <w:r>
        <w:t>147.0683</w:t>
      </w:r>
      <w:r>
        <w:tab/>
        <w:t>1.013e0</w:t>
      </w:r>
    </w:p>
    <w:p w:rsidR="005B3ED9" w:rsidRDefault="005B3ED9" w:rsidP="005B3ED9">
      <w:r>
        <w:t>147.0811</w:t>
      </w:r>
      <w:r>
        <w:tab/>
        <w:t>1.013e0</w:t>
      </w:r>
    </w:p>
    <w:p w:rsidR="005B3ED9" w:rsidRDefault="005B3ED9" w:rsidP="005B3ED9">
      <w:r>
        <w:lastRenderedPageBreak/>
        <w:t>147.0863</w:t>
      </w:r>
      <w:r>
        <w:tab/>
        <w:t>4.314e0</w:t>
      </w:r>
    </w:p>
    <w:p w:rsidR="005B3ED9" w:rsidRDefault="005B3ED9" w:rsidP="005B3ED9">
      <w:r>
        <w:t>147.0950</w:t>
      </w:r>
      <w:r>
        <w:tab/>
        <w:t>1.142e1</w:t>
      </w:r>
    </w:p>
    <w:p w:rsidR="005B3ED9" w:rsidRDefault="005B3ED9" w:rsidP="005B3ED9">
      <w:r>
        <w:t>147.0967</w:t>
      </w:r>
      <w:r>
        <w:tab/>
        <w:t>3.038e0</w:t>
      </w:r>
    </w:p>
    <w:p w:rsidR="005B3ED9" w:rsidRDefault="005B3ED9" w:rsidP="005B3ED9">
      <w:r>
        <w:t>147.1142</w:t>
      </w:r>
      <w:r>
        <w:tab/>
        <w:t>5.063e0</w:t>
      </w:r>
    </w:p>
    <w:p w:rsidR="005B3ED9" w:rsidRDefault="005B3ED9" w:rsidP="005B3ED9">
      <w:r>
        <w:t>147.1160</w:t>
      </w:r>
      <w:r>
        <w:tab/>
        <w:t>1.620e1</w:t>
      </w:r>
    </w:p>
    <w:p w:rsidR="005B3ED9" w:rsidRDefault="005B3ED9" w:rsidP="005B3ED9">
      <w:r>
        <w:t>147.1189</w:t>
      </w:r>
      <w:r>
        <w:tab/>
        <w:t>3.038e0</w:t>
      </w:r>
    </w:p>
    <w:p w:rsidR="005B3ED9" w:rsidRDefault="005B3ED9" w:rsidP="005B3ED9">
      <w:r>
        <w:t>147.1363</w:t>
      </w:r>
      <w:r>
        <w:tab/>
        <w:t>2.025e0</w:t>
      </w:r>
    </w:p>
    <w:p w:rsidR="005B3ED9" w:rsidRDefault="005B3ED9" w:rsidP="005B3ED9">
      <w:r>
        <w:t>147.1379</w:t>
      </w:r>
      <w:r>
        <w:tab/>
        <w:t>2.025e0</w:t>
      </w:r>
    </w:p>
    <w:p w:rsidR="005B3ED9" w:rsidRDefault="005B3ED9" w:rsidP="005B3ED9">
      <w:r>
        <w:t>147.1650</w:t>
      </w:r>
      <w:r>
        <w:tab/>
        <w:t>1.013e0</w:t>
      </w:r>
    </w:p>
    <w:p w:rsidR="005B3ED9" w:rsidRDefault="005B3ED9" w:rsidP="005B3ED9">
      <w:r>
        <w:t>147.1814</w:t>
      </w:r>
      <w:r>
        <w:tab/>
        <w:t>1.013e0</w:t>
      </w:r>
    </w:p>
    <w:p w:rsidR="005B3ED9" w:rsidRDefault="005B3ED9" w:rsidP="005B3ED9">
      <w:r>
        <w:t>147.1871</w:t>
      </w:r>
      <w:r>
        <w:tab/>
        <w:t>2.025e0</w:t>
      </w:r>
    </w:p>
    <w:p w:rsidR="005B3ED9" w:rsidRDefault="005B3ED9" w:rsidP="005B3ED9">
      <w:r>
        <w:t>147.2004</w:t>
      </w:r>
      <w:r>
        <w:tab/>
        <w:t>2.025e0</w:t>
      </w:r>
    </w:p>
    <w:p w:rsidR="005B3ED9" w:rsidRDefault="005B3ED9" w:rsidP="005B3ED9">
      <w:r>
        <w:t>147.2170</w:t>
      </w:r>
      <w:r>
        <w:tab/>
        <w:t>1.013e0</w:t>
      </w:r>
    </w:p>
    <w:p w:rsidR="005B3ED9" w:rsidRDefault="005B3ED9" w:rsidP="005B3ED9">
      <w:r>
        <w:t>147.2231</w:t>
      </w:r>
      <w:r>
        <w:tab/>
        <w:t>1.013e0</w:t>
      </w:r>
    </w:p>
    <w:p w:rsidR="005B3ED9" w:rsidRDefault="005B3ED9" w:rsidP="005B3ED9">
      <w:r>
        <w:t>147.2291</w:t>
      </w:r>
      <w:r>
        <w:tab/>
        <w:t>1.013e0</w:t>
      </w:r>
    </w:p>
    <w:p w:rsidR="005B3ED9" w:rsidRDefault="005B3ED9" w:rsidP="005B3ED9">
      <w:r>
        <w:t>147.2490</w:t>
      </w:r>
      <w:r>
        <w:tab/>
        <w:t>1.013e0</w:t>
      </w:r>
    </w:p>
    <w:p w:rsidR="005B3ED9" w:rsidRDefault="005B3ED9" w:rsidP="005B3ED9">
      <w:r>
        <w:t>147.2712</w:t>
      </w:r>
      <w:r>
        <w:tab/>
        <w:t>1.013e0</w:t>
      </w:r>
    </w:p>
    <w:p w:rsidR="005B3ED9" w:rsidRDefault="005B3ED9" w:rsidP="005B3ED9">
      <w:r>
        <w:t>147.3065</w:t>
      </w:r>
      <w:r>
        <w:tab/>
        <w:t>1.013e0</w:t>
      </w:r>
    </w:p>
    <w:p w:rsidR="005B3ED9" w:rsidRDefault="005B3ED9" w:rsidP="005B3ED9">
      <w:r>
        <w:t>147.3363</w:t>
      </w:r>
      <w:r>
        <w:tab/>
        <w:t>1.013e0</w:t>
      </w:r>
    </w:p>
    <w:p w:rsidR="005B3ED9" w:rsidRDefault="005B3ED9" w:rsidP="005B3ED9">
      <w:r>
        <w:lastRenderedPageBreak/>
        <w:t>147.3651</w:t>
      </w:r>
      <w:r>
        <w:tab/>
        <w:t>1.013e0</w:t>
      </w:r>
    </w:p>
    <w:p w:rsidR="005B3ED9" w:rsidRDefault="005B3ED9" w:rsidP="005B3ED9">
      <w:r>
        <w:t>147.3751</w:t>
      </w:r>
      <w:r>
        <w:tab/>
        <w:t>1.013e0</w:t>
      </w:r>
    </w:p>
    <w:p w:rsidR="005B3ED9" w:rsidRDefault="005B3ED9" w:rsidP="005B3ED9">
      <w:r>
        <w:t>147.4005</w:t>
      </w:r>
      <w:r>
        <w:tab/>
        <w:t>1.013e0</w:t>
      </w:r>
    </w:p>
    <w:p w:rsidR="005B3ED9" w:rsidRDefault="005B3ED9" w:rsidP="005B3ED9">
      <w:r>
        <w:t>147.4556</w:t>
      </w:r>
      <w:r>
        <w:tab/>
        <w:t>2.025e0</w:t>
      </w:r>
    </w:p>
    <w:p w:rsidR="005B3ED9" w:rsidRDefault="005B3ED9" w:rsidP="005B3ED9">
      <w:r>
        <w:t>147.4812</w:t>
      </w:r>
      <w:r>
        <w:tab/>
        <w:t>2.025e0</w:t>
      </w:r>
    </w:p>
    <w:p w:rsidR="005B3ED9" w:rsidRDefault="005B3ED9" w:rsidP="005B3ED9">
      <w:r>
        <w:t>147.4845</w:t>
      </w:r>
      <w:r>
        <w:tab/>
        <w:t>1.013e0</w:t>
      </w:r>
    </w:p>
    <w:p w:rsidR="005B3ED9" w:rsidRDefault="005B3ED9" w:rsidP="005B3ED9">
      <w:r>
        <w:t>147.4974</w:t>
      </w:r>
      <w:r>
        <w:tab/>
        <w:t>1.013e0</w:t>
      </w:r>
    </w:p>
    <w:p w:rsidR="005B3ED9" w:rsidRDefault="005B3ED9" w:rsidP="005B3ED9">
      <w:r>
        <w:t>147.5033</w:t>
      </w:r>
      <w:r>
        <w:tab/>
        <w:t>2.025e0</w:t>
      </w:r>
    </w:p>
    <w:p w:rsidR="005B3ED9" w:rsidRDefault="005B3ED9" w:rsidP="005B3ED9">
      <w:r>
        <w:t>147.5067</w:t>
      </w:r>
      <w:r>
        <w:tab/>
        <w:t>1.013e0</w:t>
      </w:r>
    </w:p>
    <w:p w:rsidR="005B3ED9" w:rsidRDefault="005B3ED9" w:rsidP="005B3ED9">
      <w:r>
        <w:t>147.5199</w:t>
      </w:r>
      <w:r>
        <w:tab/>
        <w:t>1.013e0</w:t>
      </w:r>
    </w:p>
    <w:p w:rsidR="005B3ED9" w:rsidRDefault="005B3ED9" w:rsidP="005B3ED9">
      <w:r>
        <w:t>147.5216</w:t>
      </w:r>
      <w:r>
        <w:tab/>
        <w:t>2.025e0</w:t>
      </w:r>
    </w:p>
    <w:p w:rsidR="005B3ED9" w:rsidRDefault="005B3ED9" w:rsidP="005B3ED9">
      <w:r>
        <w:t>147.5266</w:t>
      </w:r>
      <w:r>
        <w:tab/>
        <w:t>2.025e0</w:t>
      </w:r>
    </w:p>
    <w:p w:rsidR="005B3ED9" w:rsidRDefault="005B3ED9" w:rsidP="005B3ED9">
      <w:r>
        <w:t>147.5421</w:t>
      </w:r>
      <w:r>
        <w:tab/>
        <w:t>1.013e0</w:t>
      </w:r>
    </w:p>
    <w:p w:rsidR="005B3ED9" w:rsidRDefault="005B3ED9" w:rsidP="005B3ED9">
      <w:r>
        <w:t>147.5521</w:t>
      </w:r>
      <w:r>
        <w:tab/>
        <w:t>1.013e0</w:t>
      </w:r>
    </w:p>
    <w:p w:rsidR="005B3ED9" w:rsidRDefault="005B3ED9" w:rsidP="005B3ED9">
      <w:r>
        <w:t>147.5720</w:t>
      </w:r>
      <w:r>
        <w:tab/>
        <w:t>1.013e0</w:t>
      </w:r>
    </w:p>
    <w:p w:rsidR="005B3ED9" w:rsidRDefault="005B3ED9" w:rsidP="005B3ED9">
      <w:r>
        <w:t>147.6007</w:t>
      </w:r>
      <w:r>
        <w:tab/>
        <w:t>1.013e0</w:t>
      </w:r>
    </w:p>
    <w:p w:rsidR="005B3ED9" w:rsidRDefault="005B3ED9" w:rsidP="005B3ED9">
      <w:r>
        <w:t>147.7003</w:t>
      </w:r>
      <w:r>
        <w:tab/>
        <w:t>1.013e0</w:t>
      </w:r>
    </w:p>
    <w:p w:rsidR="005B3ED9" w:rsidRDefault="005B3ED9" w:rsidP="005B3ED9">
      <w:r>
        <w:t>147.7070</w:t>
      </w:r>
      <w:r>
        <w:tab/>
        <w:t>1.013e0</w:t>
      </w:r>
    </w:p>
    <w:p w:rsidR="005B3ED9" w:rsidRDefault="005B3ED9" w:rsidP="005B3ED9">
      <w:r>
        <w:t>147.7202</w:t>
      </w:r>
      <w:r>
        <w:tab/>
        <w:t>1.013e0</w:t>
      </w:r>
    </w:p>
    <w:p w:rsidR="005B3ED9" w:rsidRDefault="005B3ED9" w:rsidP="005B3ED9">
      <w:r>
        <w:lastRenderedPageBreak/>
        <w:t>147.7235</w:t>
      </w:r>
      <w:r>
        <w:tab/>
        <w:t>1.013e0</w:t>
      </w:r>
    </w:p>
    <w:p w:rsidR="005B3ED9" w:rsidRDefault="005B3ED9" w:rsidP="005B3ED9">
      <w:r>
        <w:t>147.7720</w:t>
      </w:r>
      <w:r>
        <w:tab/>
        <w:t>1.013e0</w:t>
      </w:r>
    </w:p>
    <w:p w:rsidR="005B3ED9" w:rsidRDefault="005B3ED9" w:rsidP="005B3ED9">
      <w:r>
        <w:t>147.7944</w:t>
      </w:r>
      <w:r>
        <w:tab/>
        <w:t>1.013e0</w:t>
      </w:r>
    </w:p>
    <w:p w:rsidR="005B3ED9" w:rsidRDefault="005B3ED9" w:rsidP="005B3ED9">
      <w:r>
        <w:t>147.8139</w:t>
      </w:r>
      <w:r>
        <w:tab/>
        <w:t>1.013e0</w:t>
      </w:r>
    </w:p>
    <w:p w:rsidR="005B3ED9" w:rsidRDefault="005B3ED9" w:rsidP="005B3ED9">
      <w:r>
        <w:t>147.9462</w:t>
      </w:r>
      <w:r>
        <w:tab/>
        <w:t>1.013e0</w:t>
      </w:r>
    </w:p>
    <w:p w:rsidR="005B3ED9" w:rsidRDefault="005B3ED9" w:rsidP="005B3ED9">
      <w:r>
        <w:t>147.9849</w:t>
      </w:r>
      <w:r>
        <w:tab/>
        <w:t>1.013e0</w:t>
      </w:r>
    </w:p>
    <w:p w:rsidR="005B3ED9" w:rsidRDefault="005B3ED9" w:rsidP="005B3ED9">
      <w:r>
        <w:t>148.0047</w:t>
      </w:r>
      <w:r>
        <w:tab/>
        <w:t>1.013e0</w:t>
      </w:r>
    </w:p>
    <w:p w:rsidR="005B3ED9" w:rsidRDefault="005B3ED9" w:rsidP="005B3ED9">
      <w:r>
        <w:t>148.0112</w:t>
      </w:r>
      <w:r>
        <w:tab/>
        <w:t>1.013e0</w:t>
      </w:r>
    </w:p>
    <w:p w:rsidR="005B3ED9" w:rsidRDefault="005B3ED9" w:rsidP="005B3ED9">
      <w:r>
        <w:t>148.0282</w:t>
      </w:r>
      <w:r>
        <w:tab/>
        <w:t>1.328e1</w:t>
      </w:r>
    </w:p>
    <w:p w:rsidR="005B3ED9" w:rsidRDefault="005B3ED9" w:rsidP="005B3ED9">
      <w:r>
        <w:t>148.0318</w:t>
      </w:r>
      <w:r>
        <w:tab/>
        <w:t>3.038e0</w:t>
      </w:r>
    </w:p>
    <w:p w:rsidR="005B3ED9" w:rsidRDefault="005B3ED9" w:rsidP="005B3ED9">
      <w:r>
        <w:t>148.0561</w:t>
      </w:r>
      <w:r>
        <w:tab/>
        <w:t>1.013e0</w:t>
      </w:r>
    </w:p>
    <w:p w:rsidR="005B3ED9" w:rsidRDefault="005B3ED9" w:rsidP="005B3ED9">
      <w:r>
        <w:t>148.0591</w:t>
      </w:r>
      <w:r>
        <w:tab/>
        <w:t>2.025e0</w:t>
      </w:r>
    </w:p>
    <w:p w:rsidR="005B3ED9" w:rsidRDefault="005B3ED9" w:rsidP="005B3ED9">
      <w:r>
        <w:t>148.0872</w:t>
      </w:r>
      <w:r>
        <w:tab/>
        <w:t>2.025e0</w:t>
      </w:r>
    </w:p>
    <w:p w:rsidR="005B3ED9" w:rsidRDefault="005B3ED9" w:rsidP="005B3ED9">
      <w:r>
        <w:t>148.0971</w:t>
      </w:r>
      <w:r>
        <w:tab/>
        <w:t>4.051e0</w:t>
      </w:r>
    </w:p>
    <w:p w:rsidR="005B3ED9" w:rsidRDefault="005B3ED9" w:rsidP="005B3ED9">
      <w:r>
        <w:t>148.1012</w:t>
      </w:r>
      <w:r>
        <w:tab/>
        <w:t>2.025e0</w:t>
      </w:r>
    </w:p>
    <w:p w:rsidR="005B3ED9" w:rsidRDefault="005B3ED9" w:rsidP="005B3ED9">
      <w:r>
        <w:t>148.1088</w:t>
      </w:r>
      <w:r>
        <w:tab/>
        <w:t>3.038e0</w:t>
      </w:r>
    </w:p>
    <w:p w:rsidR="005B3ED9" w:rsidRDefault="005B3ED9" w:rsidP="005B3ED9">
      <w:r>
        <w:t>148.1177</w:t>
      </w:r>
      <w:r>
        <w:tab/>
        <w:t>1.013e0</w:t>
      </w:r>
    </w:p>
    <w:p w:rsidR="005B3ED9" w:rsidRDefault="005B3ED9" w:rsidP="005B3ED9">
      <w:r>
        <w:t>148.1369</w:t>
      </w:r>
      <w:r>
        <w:tab/>
        <w:t>1.013e0</w:t>
      </w:r>
    </w:p>
    <w:p w:rsidR="005B3ED9" w:rsidRDefault="005B3ED9" w:rsidP="005B3ED9">
      <w:r>
        <w:t>148.1433</w:t>
      </w:r>
      <w:r>
        <w:tab/>
        <w:t>1.013e0</w:t>
      </w:r>
    </w:p>
    <w:p w:rsidR="005B3ED9" w:rsidRDefault="005B3ED9" w:rsidP="005B3ED9">
      <w:r>
        <w:lastRenderedPageBreak/>
        <w:t>148.1665</w:t>
      </w:r>
      <w:r>
        <w:tab/>
        <w:t>1.013e0</w:t>
      </w:r>
    </w:p>
    <w:p w:rsidR="005B3ED9" w:rsidRDefault="005B3ED9" w:rsidP="005B3ED9">
      <w:r>
        <w:t>148.1836</w:t>
      </w:r>
      <w:r>
        <w:tab/>
        <w:t>2.025e0</w:t>
      </w:r>
    </w:p>
    <w:p w:rsidR="005B3ED9" w:rsidRDefault="005B3ED9" w:rsidP="005B3ED9">
      <w:r>
        <w:t>148.2053</w:t>
      </w:r>
      <w:r>
        <w:tab/>
        <w:t>1.013e0</w:t>
      </w:r>
    </w:p>
    <w:p w:rsidR="005B3ED9" w:rsidRDefault="005B3ED9" w:rsidP="005B3ED9">
      <w:r>
        <w:t>148.2178</w:t>
      </w:r>
      <w:r>
        <w:tab/>
        <w:t>1.013e0</w:t>
      </w:r>
    </w:p>
    <w:p w:rsidR="005B3ED9" w:rsidRDefault="005B3ED9" w:rsidP="005B3ED9">
      <w:r>
        <w:t>148.2242</w:t>
      </w:r>
      <w:r>
        <w:tab/>
        <w:t>1.013e0</w:t>
      </w:r>
    </w:p>
    <w:p w:rsidR="005B3ED9" w:rsidRDefault="005B3ED9" w:rsidP="005B3ED9">
      <w:r>
        <w:t>148.2730</w:t>
      </w:r>
      <w:r>
        <w:tab/>
        <w:t>1.013e0</w:t>
      </w:r>
    </w:p>
    <w:p w:rsidR="005B3ED9" w:rsidRDefault="005B3ED9" w:rsidP="005B3ED9">
      <w:r>
        <w:t>148.2779</w:t>
      </w:r>
      <w:r>
        <w:tab/>
        <w:t>2.025e0</w:t>
      </w:r>
    </w:p>
    <w:p w:rsidR="005B3ED9" w:rsidRDefault="005B3ED9" w:rsidP="005B3ED9">
      <w:r>
        <w:t>148.3118</w:t>
      </w:r>
      <w:r>
        <w:tab/>
        <w:t>1.013e0</w:t>
      </w:r>
    </w:p>
    <w:p w:rsidR="005B3ED9" w:rsidRDefault="005B3ED9" w:rsidP="005B3ED9">
      <w:r>
        <w:t>148.3283</w:t>
      </w:r>
      <w:r>
        <w:tab/>
        <w:t>1.013e0</w:t>
      </w:r>
    </w:p>
    <w:p w:rsidR="005B3ED9" w:rsidRDefault="005B3ED9" w:rsidP="005B3ED9">
      <w:r>
        <w:t>148.3472</w:t>
      </w:r>
      <w:r>
        <w:tab/>
        <w:t>2.025e0</w:t>
      </w:r>
    </w:p>
    <w:p w:rsidR="005B3ED9" w:rsidRDefault="005B3ED9" w:rsidP="005B3ED9">
      <w:r>
        <w:t>148.3506</w:t>
      </w:r>
      <w:r>
        <w:tab/>
        <w:t>1.013e0</w:t>
      </w:r>
    </w:p>
    <w:p w:rsidR="005B3ED9" w:rsidRDefault="005B3ED9" w:rsidP="005B3ED9">
      <w:r>
        <w:t>148.3993</w:t>
      </w:r>
      <w:r>
        <w:tab/>
        <w:t>1.013e0</w:t>
      </w:r>
    </w:p>
    <w:p w:rsidR="005B3ED9" w:rsidRDefault="005B3ED9" w:rsidP="005B3ED9">
      <w:r>
        <w:t>148.4315</w:t>
      </w:r>
      <w:r>
        <w:tab/>
        <w:t>1.013e0</w:t>
      </w:r>
    </w:p>
    <w:p w:rsidR="005B3ED9" w:rsidRDefault="005B3ED9" w:rsidP="005B3ED9">
      <w:r>
        <w:t>148.4670</w:t>
      </w:r>
      <w:r>
        <w:tab/>
        <w:t>1.013e0</w:t>
      </w:r>
    </w:p>
    <w:p w:rsidR="005B3ED9" w:rsidRDefault="005B3ED9" w:rsidP="005B3ED9">
      <w:r>
        <w:t>148.4995</w:t>
      </w:r>
      <w:r>
        <w:tab/>
        <w:t>1.013e0</w:t>
      </w:r>
    </w:p>
    <w:p w:rsidR="005B3ED9" w:rsidRDefault="005B3ED9" w:rsidP="005B3ED9">
      <w:r>
        <w:t>148.5025</w:t>
      </w:r>
      <w:r>
        <w:tab/>
        <w:t>1.013e0</w:t>
      </w:r>
    </w:p>
    <w:p w:rsidR="005B3ED9" w:rsidRDefault="005B3ED9" w:rsidP="005B3ED9">
      <w:r>
        <w:t>148.5310</w:t>
      </w:r>
      <w:r>
        <w:tab/>
        <w:t>4.051e0</w:t>
      </w:r>
    </w:p>
    <w:p w:rsidR="005B3ED9" w:rsidRDefault="005B3ED9" w:rsidP="005B3ED9">
      <w:r>
        <w:t>148.5340</w:t>
      </w:r>
      <w:r>
        <w:tab/>
        <w:t>3.700e0</w:t>
      </w:r>
    </w:p>
    <w:p w:rsidR="005B3ED9" w:rsidRDefault="005B3ED9" w:rsidP="005B3ED9">
      <w:r>
        <w:t>148.5358</w:t>
      </w:r>
      <w:r>
        <w:tab/>
        <w:t>2.025e0</w:t>
      </w:r>
    </w:p>
    <w:p w:rsidR="005B3ED9" w:rsidRDefault="005B3ED9" w:rsidP="005B3ED9">
      <w:r>
        <w:lastRenderedPageBreak/>
        <w:t>148.5431</w:t>
      </w:r>
      <w:r>
        <w:tab/>
        <w:t>2.025e0</w:t>
      </w:r>
    </w:p>
    <w:p w:rsidR="005B3ED9" w:rsidRDefault="005B3ED9" w:rsidP="005B3ED9">
      <w:r>
        <w:t>148.5645</w:t>
      </w:r>
      <w:r>
        <w:tab/>
        <w:t>1.013e0</w:t>
      </w:r>
    </w:p>
    <w:p w:rsidR="005B3ED9" w:rsidRDefault="005B3ED9" w:rsidP="005B3ED9">
      <w:r>
        <w:t>148.5712</w:t>
      </w:r>
      <w:r>
        <w:tab/>
        <w:t>2.025e0</w:t>
      </w:r>
    </w:p>
    <w:p w:rsidR="005B3ED9" w:rsidRDefault="005B3ED9" w:rsidP="005B3ED9">
      <w:r>
        <w:t>148.5746</w:t>
      </w:r>
      <w:r>
        <w:tab/>
        <w:t>1.013e0</w:t>
      </w:r>
    </w:p>
    <w:p w:rsidR="005B3ED9" w:rsidRDefault="005B3ED9" w:rsidP="005B3ED9">
      <w:r>
        <w:t>148.6289</w:t>
      </w:r>
      <w:r>
        <w:tab/>
        <w:t>1.013e0</w:t>
      </w:r>
    </w:p>
    <w:p w:rsidR="005B3ED9" w:rsidRDefault="005B3ED9" w:rsidP="005B3ED9">
      <w:r>
        <w:t>148.6356</w:t>
      </w:r>
      <w:r>
        <w:tab/>
        <w:t>1.013e0</w:t>
      </w:r>
    </w:p>
    <w:p w:rsidR="005B3ED9" w:rsidRDefault="005B3ED9" w:rsidP="005B3ED9">
      <w:r>
        <w:t>148.6744</w:t>
      </w:r>
      <w:r>
        <w:tab/>
        <w:t>1.013e0</w:t>
      </w:r>
    </w:p>
    <w:p w:rsidR="005B3ED9" w:rsidRDefault="005B3ED9" w:rsidP="005B3ED9">
      <w:r>
        <w:t>148.6962</w:t>
      </w:r>
      <w:r>
        <w:tab/>
        <w:t>2.025e0</w:t>
      </w:r>
    </w:p>
    <w:p w:rsidR="005B3ED9" w:rsidRDefault="005B3ED9" w:rsidP="005B3ED9">
      <w:r>
        <w:t>148.7133</w:t>
      </w:r>
      <w:r>
        <w:tab/>
        <w:t>1.013e0</w:t>
      </w:r>
    </w:p>
    <w:p w:rsidR="005B3ED9" w:rsidRDefault="005B3ED9" w:rsidP="005B3ED9">
      <w:r>
        <w:t>148.7621</w:t>
      </w:r>
      <w:r>
        <w:tab/>
        <w:t>1.013e0</w:t>
      </w:r>
    </w:p>
    <w:p w:rsidR="005B3ED9" w:rsidRDefault="005B3ED9" w:rsidP="005B3ED9">
      <w:r>
        <w:t>148.7653</w:t>
      </w:r>
      <w:r>
        <w:tab/>
        <w:t>2.025e0</w:t>
      </w:r>
    </w:p>
    <w:p w:rsidR="005B3ED9" w:rsidRDefault="005B3ED9" w:rsidP="005B3ED9">
      <w:r>
        <w:t>148.7787</w:t>
      </w:r>
      <w:r>
        <w:tab/>
        <w:t>1.013e0</w:t>
      </w:r>
    </w:p>
    <w:p w:rsidR="005B3ED9" w:rsidRDefault="005B3ED9" w:rsidP="005B3ED9">
      <w:r>
        <w:t>148.7909</w:t>
      </w:r>
      <w:r>
        <w:tab/>
        <w:t>1.013e0</w:t>
      </w:r>
    </w:p>
    <w:p w:rsidR="005B3ED9" w:rsidRDefault="005B3ED9" w:rsidP="005B3ED9">
      <w:r>
        <w:t>148.7976</w:t>
      </w:r>
      <w:r>
        <w:tab/>
        <w:t>1.013e0</w:t>
      </w:r>
    </w:p>
    <w:p w:rsidR="005B3ED9" w:rsidRDefault="005B3ED9" w:rsidP="005B3ED9">
      <w:r>
        <w:t>148.8009</w:t>
      </w:r>
      <w:r>
        <w:tab/>
        <w:t>1.013e0</w:t>
      </w:r>
    </w:p>
    <w:p w:rsidR="005B3ED9" w:rsidRDefault="005B3ED9" w:rsidP="005B3ED9">
      <w:r>
        <w:t>148.8092</w:t>
      </w:r>
      <w:r>
        <w:tab/>
        <w:t>2.025e0</w:t>
      </w:r>
    </w:p>
    <w:p w:rsidR="005B3ED9" w:rsidRDefault="005B3ED9" w:rsidP="005B3ED9">
      <w:r>
        <w:t>148.8464</w:t>
      </w:r>
      <w:r>
        <w:tab/>
        <w:t>1.013e0</w:t>
      </w:r>
    </w:p>
    <w:p w:rsidR="005B3ED9" w:rsidRDefault="005B3ED9" w:rsidP="005B3ED9">
      <w:r>
        <w:t>148.8530</w:t>
      </w:r>
      <w:r>
        <w:tab/>
        <w:t>1.013e0</w:t>
      </w:r>
    </w:p>
    <w:p w:rsidR="005B3ED9" w:rsidRDefault="005B3ED9" w:rsidP="005B3ED9">
      <w:r>
        <w:t>148.8689</w:t>
      </w:r>
      <w:r>
        <w:tab/>
        <w:t>2.025e0</w:t>
      </w:r>
    </w:p>
    <w:p w:rsidR="005B3ED9" w:rsidRDefault="005B3ED9" w:rsidP="005B3ED9">
      <w:r>
        <w:lastRenderedPageBreak/>
        <w:t>148.8985</w:t>
      </w:r>
      <w:r>
        <w:tab/>
        <w:t>1.013e0</w:t>
      </w:r>
    </w:p>
    <w:p w:rsidR="005B3ED9" w:rsidRDefault="005B3ED9" w:rsidP="005B3ED9">
      <w:r>
        <w:t>148.9175</w:t>
      </w:r>
      <w:r>
        <w:tab/>
        <w:t>1.013e0</w:t>
      </w:r>
    </w:p>
    <w:p w:rsidR="005B3ED9" w:rsidRDefault="005B3ED9" w:rsidP="005B3ED9">
      <w:r>
        <w:t>148.9291</w:t>
      </w:r>
      <w:r>
        <w:tab/>
        <w:t>2.025e0</w:t>
      </w:r>
    </w:p>
    <w:p w:rsidR="005B3ED9" w:rsidRDefault="005B3ED9" w:rsidP="005B3ED9">
      <w:r>
        <w:t>148.9407</w:t>
      </w:r>
      <w:r>
        <w:tab/>
        <w:t>1.013e0</w:t>
      </w:r>
    </w:p>
    <w:p w:rsidR="005B3ED9" w:rsidRDefault="005B3ED9" w:rsidP="005B3ED9">
      <w:r>
        <w:t>148.9531</w:t>
      </w:r>
      <w:r>
        <w:tab/>
        <w:t>1.013e0</w:t>
      </w:r>
    </w:p>
    <w:p w:rsidR="005B3ED9" w:rsidRDefault="005B3ED9" w:rsidP="005B3ED9">
      <w:r>
        <w:t>148.9663</w:t>
      </w:r>
      <w:r>
        <w:tab/>
        <w:t>1.013e0</w:t>
      </w:r>
    </w:p>
    <w:p w:rsidR="005B3ED9" w:rsidRDefault="005B3ED9" w:rsidP="005B3ED9">
      <w:r>
        <w:t>148.9892</w:t>
      </w:r>
      <w:r>
        <w:tab/>
        <w:t>2.025e0</w:t>
      </w:r>
    </w:p>
    <w:p w:rsidR="005B3ED9" w:rsidRDefault="005B3ED9" w:rsidP="005B3ED9">
      <w:r>
        <w:t>149.0258</w:t>
      </w:r>
      <w:r>
        <w:tab/>
        <w:t>8.370e1</w:t>
      </w:r>
    </w:p>
    <w:p w:rsidR="005B3ED9" w:rsidRDefault="005B3ED9" w:rsidP="005B3ED9">
      <w:r>
        <w:t>149.0280</w:t>
      </w:r>
      <w:r>
        <w:tab/>
        <w:t>1.761e2</w:t>
      </w:r>
    </w:p>
    <w:p w:rsidR="005B3ED9" w:rsidRDefault="005B3ED9" w:rsidP="005B3ED9">
      <w:r>
        <w:t>149.0725</w:t>
      </w:r>
      <w:r>
        <w:tab/>
        <w:t>3.038e0</w:t>
      </w:r>
    </w:p>
    <w:p w:rsidR="005B3ED9" w:rsidRDefault="005B3ED9" w:rsidP="005B3ED9">
      <w:r>
        <w:t>149.0764</w:t>
      </w:r>
      <w:r>
        <w:tab/>
        <w:t>1.013e0</w:t>
      </w:r>
    </w:p>
    <w:p w:rsidR="005B3ED9" w:rsidRDefault="005B3ED9" w:rsidP="005B3ED9">
      <w:r>
        <w:t>149.0829</w:t>
      </w:r>
      <w:r>
        <w:tab/>
        <w:t>2.025e0</w:t>
      </w:r>
    </w:p>
    <w:p w:rsidR="005B3ED9" w:rsidRDefault="005B3ED9" w:rsidP="005B3ED9">
      <w:r>
        <w:t>149.0863</w:t>
      </w:r>
      <w:r>
        <w:tab/>
        <w:t>1.013e0</w:t>
      </w:r>
    </w:p>
    <w:p w:rsidR="005B3ED9" w:rsidRDefault="005B3ED9" w:rsidP="005B3ED9">
      <w:r>
        <w:t>149.0979</w:t>
      </w:r>
      <w:r>
        <w:tab/>
        <w:t>2.025e0</w:t>
      </w:r>
    </w:p>
    <w:p w:rsidR="005B3ED9" w:rsidRDefault="005B3ED9" w:rsidP="005B3ED9">
      <w:r>
        <w:t>149.1046</w:t>
      </w:r>
      <w:r>
        <w:tab/>
        <w:t>2.025e0</w:t>
      </w:r>
    </w:p>
    <w:p w:rsidR="005B3ED9" w:rsidRDefault="005B3ED9" w:rsidP="005B3ED9">
      <w:r>
        <w:t>149.1125</w:t>
      </w:r>
      <w:r>
        <w:tab/>
        <w:t>1.013e0</w:t>
      </w:r>
    </w:p>
    <w:p w:rsidR="005B3ED9" w:rsidRDefault="005B3ED9" w:rsidP="005B3ED9">
      <w:r>
        <w:t>149.1154</w:t>
      </w:r>
      <w:r>
        <w:tab/>
        <w:t>2.025e0</w:t>
      </w:r>
    </w:p>
    <w:p w:rsidR="005B3ED9" w:rsidRDefault="005B3ED9" w:rsidP="005B3ED9">
      <w:r>
        <w:t>149.1235</w:t>
      </w:r>
      <w:r>
        <w:tab/>
        <w:t>2.025e0</w:t>
      </w:r>
    </w:p>
    <w:p w:rsidR="005B3ED9" w:rsidRDefault="005B3ED9" w:rsidP="005B3ED9">
      <w:r>
        <w:t>149.1318</w:t>
      </w:r>
      <w:r>
        <w:tab/>
        <w:t>2.025e0</w:t>
      </w:r>
    </w:p>
    <w:p w:rsidR="005B3ED9" w:rsidRDefault="005B3ED9" w:rsidP="005B3ED9">
      <w:r>
        <w:lastRenderedPageBreak/>
        <w:t>149.1356</w:t>
      </w:r>
      <w:r>
        <w:tab/>
        <w:t>5.063e0</w:t>
      </w:r>
    </w:p>
    <w:p w:rsidR="005B3ED9" w:rsidRDefault="005B3ED9" w:rsidP="005B3ED9">
      <w:r>
        <w:t>149.1417</w:t>
      </w:r>
      <w:r>
        <w:tab/>
        <w:t>1.013e0</w:t>
      </w:r>
    </w:p>
    <w:p w:rsidR="005B3ED9" w:rsidRDefault="005B3ED9" w:rsidP="005B3ED9">
      <w:r>
        <w:t>149.1640</w:t>
      </w:r>
      <w:r>
        <w:tab/>
        <w:t>1.013e0</w:t>
      </w:r>
    </w:p>
    <w:p w:rsidR="005B3ED9" w:rsidRDefault="005B3ED9" w:rsidP="005B3ED9">
      <w:r>
        <w:t>149.1806</w:t>
      </w:r>
      <w:r>
        <w:tab/>
        <w:t>1.013e0</w:t>
      </w:r>
    </w:p>
    <w:p w:rsidR="005B3ED9" w:rsidRDefault="005B3ED9" w:rsidP="005B3ED9">
      <w:r>
        <w:t>149.1907</w:t>
      </w:r>
      <w:r>
        <w:tab/>
        <w:t>1.013e0</w:t>
      </w:r>
    </w:p>
    <w:p w:rsidR="005B3ED9" w:rsidRDefault="005B3ED9" w:rsidP="005B3ED9">
      <w:r>
        <w:t>149.1998</w:t>
      </w:r>
      <w:r>
        <w:tab/>
        <w:t>1.013e0</w:t>
      </w:r>
    </w:p>
    <w:p w:rsidR="005B3ED9" w:rsidRDefault="005B3ED9" w:rsidP="005B3ED9">
      <w:r>
        <w:t>149.2020</w:t>
      </w:r>
      <w:r>
        <w:tab/>
        <w:t>3.038e0</w:t>
      </w:r>
    </w:p>
    <w:p w:rsidR="005B3ED9" w:rsidRDefault="005B3ED9" w:rsidP="005B3ED9">
      <w:r>
        <w:t>149.2096</w:t>
      </w:r>
      <w:r>
        <w:tab/>
        <w:t>1.013e0</w:t>
      </w:r>
    </w:p>
    <w:p w:rsidR="005B3ED9" w:rsidRDefault="005B3ED9" w:rsidP="005B3ED9">
      <w:r>
        <w:t>149.2129</w:t>
      </w:r>
      <w:r>
        <w:tab/>
        <w:t>1.013e0</w:t>
      </w:r>
    </w:p>
    <w:p w:rsidR="005B3ED9" w:rsidRDefault="005B3ED9" w:rsidP="005B3ED9">
      <w:r>
        <w:t>149.2261</w:t>
      </w:r>
      <w:r>
        <w:tab/>
        <w:t>1.013e0</w:t>
      </w:r>
    </w:p>
    <w:p w:rsidR="005B3ED9" w:rsidRDefault="005B3ED9" w:rsidP="005B3ED9">
      <w:r>
        <w:t>149.2295</w:t>
      </w:r>
      <w:r>
        <w:tab/>
        <w:t>1.013e0</w:t>
      </w:r>
    </w:p>
    <w:p w:rsidR="005B3ED9" w:rsidRDefault="005B3ED9" w:rsidP="005B3ED9">
      <w:r>
        <w:t>149.2796</w:t>
      </w:r>
      <w:r>
        <w:tab/>
        <w:t>2.025e0</w:t>
      </w:r>
    </w:p>
    <w:p w:rsidR="005B3ED9" w:rsidRDefault="005B3ED9" w:rsidP="005B3ED9">
      <w:r>
        <w:t>149.2873</w:t>
      </w:r>
      <w:r>
        <w:tab/>
        <w:t>1.013e0</w:t>
      </w:r>
    </w:p>
    <w:p w:rsidR="005B3ED9" w:rsidRDefault="005B3ED9" w:rsidP="005B3ED9">
      <w:r>
        <w:t>149.2974</w:t>
      </w:r>
      <w:r>
        <w:tab/>
        <w:t>1.013e0</w:t>
      </w:r>
    </w:p>
    <w:p w:rsidR="005B3ED9" w:rsidRDefault="005B3ED9" w:rsidP="005B3ED9">
      <w:r>
        <w:t>149.3329</w:t>
      </w:r>
      <w:r>
        <w:tab/>
        <w:t>1.013e0</w:t>
      </w:r>
    </w:p>
    <w:p w:rsidR="005B3ED9" w:rsidRDefault="005B3ED9" w:rsidP="005B3ED9">
      <w:r>
        <w:t>149.3363</w:t>
      </w:r>
      <w:r>
        <w:tab/>
        <w:t>2.025e0</w:t>
      </w:r>
    </w:p>
    <w:p w:rsidR="005B3ED9" w:rsidRDefault="005B3ED9" w:rsidP="005B3ED9">
      <w:r>
        <w:t>149.3379</w:t>
      </w:r>
      <w:r>
        <w:tab/>
        <w:t>2.025e0</w:t>
      </w:r>
    </w:p>
    <w:p w:rsidR="005B3ED9" w:rsidRDefault="005B3ED9" w:rsidP="005B3ED9">
      <w:r>
        <w:t>149.3752</w:t>
      </w:r>
      <w:r>
        <w:tab/>
        <w:t>1.013e0</w:t>
      </w:r>
    </w:p>
    <w:p w:rsidR="005B3ED9" w:rsidRDefault="005B3ED9" w:rsidP="005B3ED9">
      <w:r>
        <w:t>149.3884</w:t>
      </w:r>
      <w:r>
        <w:tab/>
        <w:t>1.013e0</w:t>
      </w:r>
    </w:p>
    <w:p w:rsidR="005B3ED9" w:rsidRDefault="005B3ED9" w:rsidP="005B3ED9">
      <w:r>
        <w:lastRenderedPageBreak/>
        <w:t>149.4241</w:t>
      </w:r>
      <w:r>
        <w:tab/>
        <w:t>1.013e0</w:t>
      </w:r>
    </w:p>
    <w:p w:rsidR="005B3ED9" w:rsidRDefault="005B3ED9" w:rsidP="005B3ED9">
      <w:r>
        <w:t>149.4274</w:t>
      </w:r>
      <w:r>
        <w:tab/>
        <w:t>4.051e0</w:t>
      </w:r>
    </w:p>
    <w:p w:rsidR="005B3ED9" w:rsidRDefault="005B3ED9" w:rsidP="005B3ED9">
      <w:r>
        <w:t>149.4439</w:t>
      </w:r>
      <w:r>
        <w:tab/>
        <w:t>2.025e0</w:t>
      </w:r>
    </w:p>
    <w:p w:rsidR="005B3ED9" w:rsidRDefault="005B3ED9" w:rsidP="005B3ED9">
      <w:r>
        <w:t>149.4630</w:t>
      </w:r>
      <w:r>
        <w:tab/>
        <w:t>1.013e0</w:t>
      </w:r>
    </w:p>
    <w:p w:rsidR="005B3ED9" w:rsidRDefault="005B3ED9" w:rsidP="005B3ED9">
      <w:r>
        <w:t>149.4762</w:t>
      </w:r>
      <w:r>
        <w:tab/>
        <w:t>2.025e0</w:t>
      </w:r>
    </w:p>
    <w:p w:rsidR="005B3ED9" w:rsidRDefault="005B3ED9" w:rsidP="005B3ED9">
      <w:r>
        <w:t>149.5019</w:t>
      </w:r>
      <w:r>
        <w:tab/>
        <w:t>2.025e0</w:t>
      </w:r>
    </w:p>
    <w:p w:rsidR="005B3ED9" w:rsidRDefault="005B3ED9" w:rsidP="005B3ED9">
      <w:r>
        <w:t>149.5279</w:t>
      </w:r>
      <w:r>
        <w:tab/>
        <w:t>9.883e0</w:t>
      </w:r>
    </w:p>
    <w:p w:rsidR="005B3ED9" w:rsidRDefault="005B3ED9" w:rsidP="005B3ED9">
      <w:r>
        <w:t>149.5290</w:t>
      </w:r>
      <w:r>
        <w:tab/>
        <w:t>4.051e0</w:t>
      </w:r>
    </w:p>
    <w:p w:rsidR="005B3ED9" w:rsidRDefault="005B3ED9" w:rsidP="005B3ED9">
      <w:r>
        <w:t>149.5307</w:t>
      </w:r>
      <w:r>
        <w:tab/>
        <w:t>8.101e0</w:t>
      </w:r>
    </w:p>
    <w:p w:rsidR="005B3ED9" w:rsidRDefault="005B3ED9" w:rsidP="005B3ED9">
      <w:r>
        <w:t>149.5327</w:t>
      </w:r>
      <w:r>
        <w:tab/>
        <w:t>1.924e1</w:t>
      </w:r>
    </w:p>
    <w:p w:rsidR="005B3ED9" w:rsidRDefault="005B3ED9" w:rsidP="005B3ED9">
      <w:r>
        <w:t>149.5736</w:t>
      </w:r>
      <w:r>
        <w:tab/>
        <w:t>1.013e0</w:t>
      </w:r>
    </w:p>
    <w:p w:rsidR="005B3ED9" w:rsidRDefault="005B3ED9" w:rsidP="005B3ED9">
      <w:r>
        <w:t>149.5997</w:t>
      </w:r>
      <w:r>
        <w:tab/>
        <w:t>1.013e0</w:t>
      </w:r>
    </w:p>
    <w:p w:rsidR="005B3ED9" w:rsidRDefault="005B3ED9" w:rsidP="005B3ED9">
      <w:r>
        <w:t>149.6219</w:t>
      </w:r>
      <w:r>
        <w:tab/>
        <w:t>1.013e0</w:t>
      </w:r>
    </w:p>
    <w:p w:rsidR="005B3ED9" w:rsidRDefault="005B3ED9" w:rsidP="005B3ED9">
      <w:r>
        <w:t>149.6320</w:t>
      </w:r>
      <w:r>
        <w:tab/>
        <w:t>2.025e0</w:t>
      </w:r>
    </w:p>
    <w:p w:rsidR="005B3ED9" w:rsidRDefault="005B3ED9" w:rsidP="005B3ED9">
      <w:r>
        <w:t>149.6520</w:t>
      </w:r>
      <w:r>
        <w:tab/>
        <w:t>1.013e0</w:t>
      </w:r>
    </w:p>
    <w:p w:rsidR="005B3ED9" w:rsidRDefault="005B3ED9" w:rsidP="005B3ED9">
      <w:r>
        <w:t>149.6776</w:t>
      </w:r>
      <w:r>
        <w:tab/>
        <w:t>1.013e0</w:t>
      </w:r>
    </w:p>
    <w:p w:rsidR="005B3ED9" w:rsidRDefault="005B3ED9" w:rsidP="005B3ED9">
      <w:r>
        <w:t>149.6809</w:t>
      </w:r>
      <w:r>
        <w:tab/>
        <w:t>1.013e0</w:t>
      </w:r>
    </w:p>
    <w:p w:rsidR="005B3ED9" w:rsidRDefault="005B3ED9" w:rsidP="005B3ED9">
      <w:r>
        <w:t>149.6909</w:t>
      </w:r>
      <w:r>
        <w:tab/>
        <w:t>1.013e0</w:t>
      </w:r>
    </w:p>
    <w:p w:rsidR="005B3ED9" w:rsidRDefault="005B3ED9" w:rsidP="005B3ED9">
      <w:r>
        <w:t>149.6943</w:t>
      </w:r>
      <w:r>
        <w:tab/>
        <w:t>1.013e0</w:t>
      </w:r>
    </w:p>
    <w:p w:rsidR="005B3ED9" w:rsidRDefault="005B3ED9" w:rsidP="005B3ED9">
      <w:r>
        <w:lastRenderedPageBreak/>
        <w:t>149.7099</w:t>
      </w:r>
      <w:r>
        <w:tab/>
        <w:t>1.013e0</w:t>
      </w:r>
    </w:p>
    <w:p w:rsidR="005B3ED9" w:rsidRDefault="005B3ED9" w:rsidP="005B3ED9">
      <w:r>
        <w:t>149.7132</w:t>
      </w:r>
      <w:r>
        <w:tab/>
        <w:t>1.013e0</w:t>
      </w:r>
    </w:p>
    <w:p w:rsidR="005B3ED9" w:rsidRDefault="005B3ED9" w:rsidP="005B3ED9">
      <w:r>
        <w:t>149.7366</w:t>
      </w:r>
      <w:r>
        <w:tab/>
        <w:t>1.013e0</w:t>
      </w:r>
    </w:p>
    <w:p w:rsidR="005B3ED9" w:rsidRDefault="005B3ED9" w:rsidP="005B3ED9">
      <w:r>
        <w:t>149.7754</w:t>
      </w:r>
      <w:r>
        <w:tab/>
        <w:t>1.013e0</w:t>
      </w:r>
    </w:p>
    <w:p w:rsidR="005B3ED9" w:rsidRDefault="005B3ED9" w:rsidP="005B3ED9">
      <w:r>
        <w:t>149.7978</w:t>
      </w:r>
      <w:r>
        <w:tab/>
        <w:t>1.013e0</w:t>
      </w:r>
    </w:p>
    <w:p w:rsidR="005B3ED9" w:rsidRDefault="005B3ED9" w:rsidP="005B3ED9">
      <w:r>
        <w:t>149.8077</w:t>
      </w:r>
      <w:r>
        <w:tab/>
        <w:t>1.013e0</w:t>
      </w:r>
    </w:p>
    <w:p w:rsidR="005B3ED9" w:rsidRDefault="005B3ED9" w:rsidP="005B3ED9">
      <w:r>
        <w:t>149.8144</w:t>
      </w:r>
      <w:r>
        <w:tab/>
        <w:t>1.013e0</w:t>
      </w:r>
    </w:p>
    <w:p w:rsidR="005B3ED9" w:rsidRDefault="005B3ED9" w:rsidP="005B3ED9">
      <w:r>
        <w:t>149.8251</w:t>
      </w:r>
      <w:r>
        <w:tab/>
        <w:t>3.038e0</w:t>
      </w:r>
    </w:p>
    <w:p w:rsidR="005B3ED9" w:rsidRDefault="005B3ED9" w:rsidP="005B3ED9">
      <w:r>
        <w:t>149.8401</w:t>
      </w:r>
      <w:r>
        <w:tab/>
        <w:t>2.025e0</w:t>
      </w:r>
    </w:p>
    <w:p w:rsidR="005B3ED9" w:rsidRDefault="005B3ED9" w:rsidP="005B3ED9">
      <w:r>
        <w:t>149.8567</w:t>
      </w:r>
      <w:r>
        <w:tab/>
        <w:t>1.013e0</w:t>
      </w:r>
    </w:p>
    <w:p w:rsidR="005B3ED9" w:rsidRDefault="005B3ED9" w:rsidP="005B3ED9">
      <w:r>
        <w:t>149.9006</w:t>
      </w:r>
      <w:r>
        <w:tab/>
        <w:t>2.025e0</w:t>
      </w:r>
    </w:p>
    <w:p w:rsidR="005B3ED9" w:rsidRDefault="005B3ED9" w:rsidP="005B3ED9">
      <w:r>
        <w:t>149.9149</w:t>
      </w:r>
      <w:r>
        <w:tab/>
        <w:t>1.013e0</w:t>
      </w:r>
    </w:p>
    <w:p w:rsidR="005B3ED9" w:rsidRDefault="005B3ED9" w:rsidP="005B3ED9">
      <w:r>
        <w:t>149.9161</w:t>
      </w:r>
      <w:r>
        <w:tab/>
        <w:t>2.025e0</w:t>
      </w:r>
    </w:p>
    <w:p w:rsidR="005B3ED9" w:rsidRDefault="005B3ED9" w:rsidP="005B3ED9">
      <w:r>
        <w:t>149.9198</w:t>
      </w:r>
      <w:r>
        <w:tab/>
        <w:t>3.038e0</w:t>
      </w:r>
    </w:p>
    <w:p w:rsidR="005B3ED9" w:rsidRDefault="005B3ED9" w:rsidP="005B3ED9">
      <w:r>
        <w:t>149.9313</w:t>
      </w:r>
      <w:r>
        <w:tab/>
        <w:t>3.038e0</w:t>
      </w:r>
    </w:p>
    <w:p w:rsidR="005B3ED9" w:rsidRDefault="005B3ED9" w:rsidP="005B3ED9">
      <w:r>
        <w:t>149.9379</w:t>
      </w:r>
      <w:r>
        <w:tab/>
        <w:t>1.013e0</w:t>
      </w:r>
    </w:p>
    <w:p w:rsidR="005B3ED9" w:rsidRDefault="005B3ED9" w:rsidP="005B3ED9">
      <w:r>
        <w:t>149.9572</w:t>
      </w:r>
      <w:r>
        <w:tab/>
        <w:t>1.013e0</w:t>
      </w:r>
    </w:p>
    <w:p w:rsidR="005B3ED9" w:rsidRDefault="005B3ED9" w:rsidP="005B3ED9">
      <w:r>
        <w:t>149.9802</w:t>
      </w:r>
      <w:r>
        <w:tab/>
        <w:t>1.013e0</w:t>
      </w:r>
    </w:p>
    <w:p w:rsidR="005B3ED9" w:rsidRDefault="005B3ED9" w:rsidP="005B3ED9">
      <w:r>
        <w:t>149.9994</w:t>
      </w:r>
      <w:r>
        <w:tab/>
        <w:t>2.025e0</w:t>
      </w:r>
    </w:p>
    <w:p w:rsidR="005B3ED9" w:rsidRDefault="005B3ED9" w:rsidP="005B3ED9">
      <w:r>
        <w:lastRenderedPageBreak/>
        <w:t>150.0184</w:t>
      </w:r>
      <w:r>
        <w:tab/>
        <w:t>3.038e0</w:t>
      </w:r>
    </w:p>
    <w:p w:rsidR="005B3ED9" w:rsidRDefault="005B3ED9" w:rsidP="005B3ED9">
      <w:r>
        <w:t>150.0243</w:t>
      </w:r>
      <w:r>
        <w:tab/>
        <w:t>3.038e0</w:t>
      </w:r>
    </w:p>
    <w:p w:rsidR="005B3ED9" w:rsidRDefault="005B3ED9" w:rsidP="005B3ED9">
      <w:r>
        <w:t>150.0267</w:t>
      </w:r>
      <w:r>
        <w:tab/>
        <w:t>1.071e1</w:t>
      </w:r>
    </w:p>
    <w:p w:rsidR="005B3ED9" w:rsidRDefault="005B3ED9" w:rsidP="005B3ED9">
      <w:r>
        <w:t>150.0492</w:t>
      </w:r>
      <w:r>
        <w:tab/>
        <w:t>3.574e1</w:t>
      </w:r>
    </w:p>
    <w:p w:rsidR="005B3ED9" w:rsidRDefault="005B3ED9" w:rsidP="005B3ED9">
      <w:r>
        <w:t>150.0507</w:t>
      </w:r>
      <w:r>
        <w:tab/>
        <w:t>1.114e1</w:t>
      </w:r>
    </w:p>
    <w:p w:rsidR="005B3ED9" w:rsidRDefault="005B3ED9" w:rsidP="005B3ED9">
      <w:r>
        <w:t>150.0523</w:t>
      </w:r>
      <w:r>
        <w:tab/>
        <w:t>2.329e1</w:t>
      </w:r>
    </w:p>
    <w:p w:rsidR="005B3ED9" w:rsidRDefault="005B3ED9" w:rsidP="005B3ED9">
      <w:r>
        <w:t>150.0715</w:t>
      </w:r>
      <w:r>
        <w:tab/>
        <w:t>3.038e0</w:t>
      </w:r>
    </w:p>
    <w:p w:rsidR="005B3ED9" w:rsidRDefault="005B3ED9" w:rsidP="005B3ED9">
      <w:r>
        <w:t>150.0749</w:t>
      </w:r>
      <w:r>
        <w:tab/>
        <w:t>3.681e0</w:t>
      </w:r>
    </w:p>
    <w:p w:rsidR="005B3ED9" w:rsidRDefault="005B3ED9" w:rsidP="005B3ED9">
      <w:r>
        <w:t>150.1158</w:t>
      </w:r>
      <w:r>
        <w:tab/>
        <w:t>3.481e1</w:t>
      </w:r>
    </w:p>
    <w:p w:rsidR="005B3ED9" w:rsidRDefault="005B3ED9" w:rsidP="005B3ED9">
      <w:r>
        <w:t>150.1174</w:t>
      </w:r>
      <w:r>
        <w:tab/>
        <w:t>1.316e1</w:t>
      </w:r>
    </w:p>
    <w:p w:rsidR="005B3ED9" w:rsidRDefault="005B3ED9" w:rsidP="005B3ED9">
      <w:r>
        <w:t>150.1208</w:t>
      </w:r>
      <w:r>
        <w:tab/>
        <w:t>2.161e1</w:t>
      </w:r>
    </w:p>
    <w:p w:rsidR="005B3ED9" w:rsidRDefault="005B3ED9" w:rsidP="005B3ED9">
      <w:r>
        <w:t>150.1614</w:t>
      </w:r>
      <w:r>
        <w:tab/>
        <w:t>2.025e0</w:t>
      </w:r>
    </w:p>
    <w:p w:rsidR="005B3ED9" w:rsidRDefault="005B3ED9" w:rsidP="005B3ED9">
      <w:r>
        <w:t>150.1644</w:t>
      </w:r>
      <w:r>
        <w:tab/>
        <w:t>2.025e0</w:t>
      </w:r>
    </w:p>
    <w:p w:rsidR="005B3ED9" w:rsidRDefault="005B3ED9" w:rsidP="005B3ED9">
      <w:r>
        <w:t>150.1885</w:t>
      </w:r>
      <w:r>
        <w:tab/>
        <w:t>1.013e0</w:t>
      </w:r>
    </w:p>
    <w:p w:rsidR="005B3ED9" w:rsidRDefault="005B3ED9" w:rsidP="005B3ED9">
      <w:r>
        <w:t>150.2018</w:t>
      </w:r>
      <w:r>
        <w:tab/>
        <w:t>1.013e0</w:t>
      </w:r>
    </w:p>
    <w:p w:rsidR="005B3ED9" w:rsidRDefault="005B3ED9" w:rsidP="005B3ED9">
      <w:r>
        <w:t>150.2114</w:t>
      </w:r>
      <w:r>
        <w:tab/>
        <w:t>1.013e0</w:t>
      </w:r>
    </w:p>
    <w:p w:rsidR="005B3ED9" w:rsidRDefault="005B3ED9" w:rsidP="005B3ED9">
      <w:r>
        <w:t>150.2375</w:t>
      </w:r>
      <w:r>
        <w:tab/>
        <w:t>1.013e0</w:t>
      </w:r>
    </w:p>
    <w:p w:rsidR="005B3ED9" w:rsidRDefault="005B3ED9" w:rsidP="005B3ED9">
      <w:r>
        <w:t>150.2494</w:t>
      </w:r>
      <w:r>
        <w:tab/>
        <w:t>2.025e0</w:t>
      </w:r>
    </w:p>
    <w:p w:rsidR="005B3ED9" w:rsidRDefault="005B3ED9" w:rsidP="005B3ED9">
      <w:r>
        <w:t>150.2632</w:t>
      </w:r>
      <w:r>
        <w:tab/>
        <w:t>1.013e0</w:t>
      </w:r>
    </w:p>
    <w:p w:rsidR="005B3ED9" w:rsidRDefault="005B3ED9" w:rsidP="005B3ED9">
      <w:r>
        <w:lastRenderedPageBreak/>
        <w:t>150.2665</w:t>
      </w:r>
      <w:r>
        <w:tab/>
        <w:t>1.013e0</w:t>
      </w:r>
    </w:p>
    <w:p w:rsidR="005B3ED9" w:rsidRDefault="005B3ED9" w:rsidP="005B3ED9">
      <w:r>
        <w:t>150.2798</w:t>
      </w:r>
      <w:r>
        <w:tab/>
        <w:t>1.013e0</w:t>
      </w:r>
    </w:p>
    <w:p w:rsidR="005B3ED9" w:rsidRDefault="005B3ED9" w:rsidP="005B3ED9">
      <w:r>
        <w:t>150.2865</w:t>
      </w:r>
      <w:r>
        <w:tab/>
        <w:t>1.013e0</w:t>
      </w:r>
    </w:p>
    <w:p w:rsidR="005B3ED9" w:rsidRDefault="005B3ED9" w:rsidP="005B3ED9">
      <w:r>
        <w:t>150.2932</w:t>
      </w:r>
      <w:r>
        <w:tab/>
        <w:t>1.013e0</w:t>
      </w:r>
    </w:p>
    <w:p w:rsidR="005B3ED9" w:rsidRDefault="005B3ED9" w:rsidP="005B3ED9">
      <w:r>
        <w:t>150.3122</w:t>
      </w:r>
      <w:r>
        <w:tab/>
        <w:t>2.025e0</w:t>
      </w:r>
    </w:p>
    <w:p w:rsidR="005B3ED9" w:rsidRDefault="005B3ED9" w:rsidP="005B3ED9">
      <w:r>
        <w:t>150.3322</w:t>
      </w:r>
      <w:r>
        <w:tab/>
        <w:t>2.025e0</w:t>
      </w:r>
    </w:p>
    <w:p w:rsidR="005B3ED9" w:rsidRDefault="005B3ED9" w:rsidP="005B3ED9">
      <w:r>
        <w:t>150.3478</w:t>
      </w:r>
      <w:r>
        <w:tab/>
        <w:t>1.013e0</w:t>
      </w:r>
    </w:p>
    <w:p w:rsidR="005B3ED9" w:rsidRDefault="005B3ED9" w:rsidP="005B3ED9">
      <w:r>
        <w:t>150.3512</w:t>
      </w:r>
      <w:r>
        <w:tab/>
        <w:t>1.013e0</w:t>
      </w:r>
    </w:p>
    <w:p w:rsidR="005B3ED9" w:rsidRDefault="005B3ED9" w:rsidP="005B3ED9">
      <w:r>
        <w:t>150.3612</w:t>
      </w:r>
      <w:r>
        <w:tab/>
        <w:t>1.013e0</w:t>
      </w:r>
    </w:p>
    <w:p w:rsidR="005B3ED9" w:rsidRDefault="005B3ED9" w:rsidP="005B3ED9">
      <w:r>
        <w:t>150.3678</w:t>
      </w:r>
      <w:r>
        <w:tab/>
        <w:t>1.013e0</w:t>
      </w:r>
    </w:p>
    <w:p w:rsidR="005B3ED9" w:rsidRDefault="005B3ED9" w:rsidP="005B3ED9">
      <w:r>
        <w:t>150.3901</w:t>
      </w:r>
      <w:r>
        <w:tab/>
        <w:t>2.025e0</w:t>
      </w:r>
    </w:p>
    <w:p w:rsidR="005B3ED9" w:rsidRDefault="005B3ED9" w:rsidP="005B3ED9">
      <w:r>
        <w:t>150.4069</w:t>
      </w:r>
      <w:r>
        <w:tab/>
        <w:t>1.013e0</w:t>
      </w:r>
    </w:p>
    <w:p w:rsidR="005B3ED9" w:rsidRDefault="005B3ED9" w:rsidP="005B3ED9">
      <w:r>
        <w:t>150.4326</w:t>
      </w:r>
      <w:r>
        <w:tab/>
        <w:t>1.013e0</w:t>
      </w:r>
    </w:p>
    <w:p w:rsidR="005B3ED9" w:rsidRDefault="005B3ED9" w:rsidP="005B3ED9">
      <w:r>
        <w:t>150.4359</w:t>
      </w:r>
      <w:r>
        <w:tab/>
        <w:t>1.013e0</w:t>
      </w:r>
    </w:p>
    <w:p w:rsidR="005B3ED9" w:rsidRDefault="005B3ED9" w:rsidP="005B3ED9">
      <w:r>
        <w:t>150.4426</w:t>
      </w:r>
      <w:r>
        <w:tab/>
        <w:t>1.013e0</w:t>
      </w:r>
    </w:p>
    <w:p w:rsidR="005B3ED9" w:rsidRDefault="005B3ED9" w:rsidP="005B3ED9">
      <w:r>
        <w:t>150.4492</w:t>
      </w:r>
      <w:r>
        <w:tab/>
        <w:t>1.013e0</w:t>
      </w:r>
    </w:p>
    <w:p w:rsidR="005B3ED9" w:rsidRDefault="005B3ED9" w:rsidP="005B3ED9">
      <w:r>
        <w:t>150.4526</w:t>
      </w:r>
      <w:r>
        <w:tab/>
        <w:t>2.025e0</w:t>
      </w:r>
    </w:p>
    <w:p w:rsidR="005B3ED9" w:rsidRDefault="005B3ED9" w:rsidP="005B3ED9">
      <w:r>
        <w:t>150.4782</w:t>
      </w:r>
      <w:r>
        <w:tab/>
        <w:t>1.013e0</w:t>
      </w:r>
    </w:p>
    <w:p w:rsidR="005B3ED9" w:rsidRDefault="005B3ED9" w:rsidP="005B3ED9">
      <w:r>
        <w:t>150.4883</w:t>
      </w:r>
      <w:r>
        <w:tab/>
        <w:t>1.013e0</w:t>
      </w:r>
    </w:p>
    <w:p w:rsidR="005B3ED9" w:rsidRDefault="005B3ED9" w:rsidP="005B3ED9">
      <w:r>
        <w:lastRenderedPageBreak/>
        <w:t>150.5050</w:t>
      </w:r>
      <w:r>
        <w:tab/>
        <w:t>3.038e0</w:t>
      </w:r>
    </w:p>
    <w:p w:rsidR="005B3ED9" w:rsidRDefault="005B3ED9" w:rsidP="005B3ED9">
      <w:r>
        <w:t>150.5175</w:t>
      </w:r>
      <w:r>
        <w:tab/>
        <w:t>1.013e0</w:t>
      </w:r>
    </w:p>
    <w:p w:rsidR="005B3ED9" w:rsidRDefault="005B3ED9" w:rsidP="005B3ED9">
      <w:r>
        <w:t>150.5239</w:t>
      </w:r>
      <w:r>
        <w:tab/>
        <w:t>2.025e0</w:t>
      </w:r>
    </w:p>
    <w:p w:rsidR="005B3ED9" w:rsidRDefault="005B3ED9" w:rsidP="005B3ED9">
      <w:r>
        <w:t>150.5307</w:t>
      </w:r>
      <w:r>
        <w:tab/>
        <w:t>1.013e0</w:t>
      </w:r>
    </w:p>
    <w:p w:rsidR="005B3ED9" w:rsidRDefault="005B3ED9" w:rsidP="005B3ED9">
      <w:r>
        <w:t>150.5439</w:t>
      </w:r>
      <w:r>
        <w:tab/>
        <w:t>3.038e0</w:t>
      </w:r>
    </w:p>
    <w:p w:rsidR="005B3ED9" w:rsidRDefault="005B3ED9" w:rsidP="005B3ED9">
      <w:r>
        <w:t>150.5522</w:t>
      </w:r>
      <w:r>
        <w:tab/>
        <w:t>6.679e0</w:t>
      </w:r>
    </w:p>
    <w:p w:rsidR="005B3ED9" w:rsidRDefault="005B3ED9" w:rsidP="005B3ED9">
      <w:r>
        <w:t>150.5553</w:t>
      </w:r>
      <w:r>
        <w:tab/>
        <w:t>5.737e0</w:t>
      </w:r>
    </w:p>
    <w:p w:rsidR="005B3ED9" w:rsidRDefault="005B3ED9" w:rsidP="005B3ED9">
      <w:r>
        <w:t>150.5569</w:t>
      </w:r>
      <w:r>
        <w:tab/>
        <w:t>1.013e0</w:t>
      </w:r>
    </w:p>
    <w:p w:rsidR="005B3ED9" w:rsidRDefault="005B3ED9" w:rsidP="005B3ED9">
      <w:r>
        <w:t>150.5584</w:t>
      </w:r>
      <w:r>
        <w:tab/>
        <w:t>3.038e0</w:t>
      </w:r>
    </w:p>
    <w:p w:rsidR="005B3ED9" w:rsidRDefault="005B3ED9" w:rsidP="005B3ED9">
      <w:r>
        <w:t>150.5863</w:t>
      </w:r>
      <w:r>
        <w:tab/>
        <w:t>1.013e0</w:t>
      </w:r>
    </w:p>
    <w:p w:rsidR="005B3ED9" w:rsidRDefault="005B3ED9" w:rsidP="005B3ED9">
      <w:r>
        <w:t>150.5963</w:t>
      </w:r>
      <w:r>
        <w:tab/>
        <w:t>1.013e0</w:t>
      </w:r>
    </w:p>
    <w:p w:rsidR="005B3ED9" w:rsidRDefault="005B3ED9" w:rsidP="005B3ED9">
      <w:r>
        <w:t>150.6320</w:t>
      </w:r>
      <w:r>
        <w:tab/>
        <w:t>1.013e0</w:t>
      </w:r>
    </w:p>
    <w:p w:rsidR="005B3ED9" w:rsidRDefault="005B3ED9" w:rsidP="005B3ED9">
      <w:r>
        <w:t>150.6418</w:t>
      </w:r>
      <w:r>
        <w:tab/>
        <w:t>1.013e0</w:t>
      </w:r>
    </w:p>
    <w:p w:rsidR="005B3ED9" w:rsidRDefault="005B3ED9" w:rsidP="005B3ED9">
      <w:r>
        <w:t>150.6778</w:t>
      </w:r>
      <w:r>
        <w:tab/>
        <w:t>1.013e0</w:t>
      </w:r>
    </w:p>
    <w:p w:rsidR="005B3ED9" w:rsidRDefault="005B3ED9" w:rsidP="005B3ED9">
      <w:r>
        <w:t>150.6843</w:t>
      </w:r>
      <w:r>
        <w:tab/>
        <w:t>1.013e0</w:t>
      </w:r>
    </w:p>
    <w:p w:rsidR="005B3ED9" w:rsidRDefault="005B3ED9" w:rsidP="005B3ED9">
      <w:r>
        <w:t>150.7068</w:t>
      </w:r>
      <w:r>
        <w:tab/>
        <w:t>2.025e0</w:t>
      </w:r>
    </w:p>
    <w:p w:rsidR="005B3ED9" w:rsidRDefault="005B3ED9" w:rsidP="005B3ED9">
      <w:r>
        <w:t>150.7299</w:t>
      </w:r>
      <w:r>
        <w:tab/>
        <w:t>1.013e0</w:t>
      </w:r>
    </w:p>
    <w:p w:rsidR="005B3ED9" w:rsidRDefault="005B3ED9" w:rsidP="005B3ED9">
      <w:r>
        <w:t>150.7360</w:t>
      </w:r>
      <w:r>
        <w:tab/>
        <w:t>1.013e0</w:t>
      </w:r>
    </w:p>
    <w:p w:rsidR="005B3ED9" w:rsidRDefault="005B3ED9" w:rsidP="005B3ED9">
      <w:r>
        <w:t>150.7785</w:t>
      </w:r>
      <w:r>
        <w:tab/>
        <w:t>1.013e0</w:t>
      </w:r>
    </w:p>
    <w:p w:rsidR="005B3ED9" w:rsidRDefault="005B3ED9" w:rsidP="005B3ED9">
      <w:r>
        <w:lastRenderedPageBreak/>
        <w:t>150.7916</w:t>
      </w:r>
      <w:r>
        <w:tab/>
        <w:t>1.013e0</w:t>
      </w:r>
    </w:p>
    <w:p w:rsidR="005B3ED9" w:rsidRDefault="005B3ED9" w:rsidP="005B3ED9">
      <w:r>
        <w:t>150.7950</w:t>
      </w:r>
      <w:r>
        <w:tab/>
        <w:t>1.013e0</w:t>
      </w:r>
    </w:p>
    <w:p w:rsidR="005B3ED9" w:rsidRDefault="005B3ED9" w:rsidP="005B3ED9">
      <w:r>
        <w:t>150.8116</w:t>
      </w:r>
      <w:r>
        <w:tab/>
        <w:t>1.013e0</w:t>
      </w:r>
    </w:p>
    <w:p w:rsidR="005B3ED9" w:rsidRDefault="005B3ED9" w:rsidP="005B3ED9">
      <w:r>
        <w:t>150.8273</w:t>
      </w:r>
      <w:r>
        <w:tab/>
        <w:t>1.013e0</w:t>
      </w:r>
    </w:p>
    <w:p w:rsidR="005B3ED9" w:rsidRDefault="005B3ED9" w:rsidP="005B3ED9">
      <w:r>
        <w:t>150.8407</w:t>
      </w:r>
      <w:r>
        <w:tab/>
        <w:t>1.013e0</w:t>
      </w:r>
    </w:p>
    <w:p w:rsidR="005B3ED9" w:rsidRDefault="005B3ED9" w:rsidP="005B3ED9">
      <w:r>
        <w:t>150.8506</w:t>
      </w:r>
      <w:r>
        <w:tab/>
        <w:t>1.013e0</w:t>
      </w:r>
    </w:p>
    <w:p w:rsidR="005B3ED9" w:rsidRDefault="005B3ED9" w:rsidP="005B3ED9">
      <w:r>
        <w:t>150.8540</w:t>
      </w:r>
      <w:r>
        <w:tab/>
        <w:t>1.013e0</w:t>
      </w:r>
    </w:p>
    <w:p w:rsidR="005B3ED9" w:rsidRDefault="005B3ED9" w:rsidP="005B3ED9">
      <w:r>
        <w:t>150.8589</w:t>
      </w:r>
      <w:r>
        <w:tab/>
        <w:t>2.025e0</w:t>
      </w:r>
    </w:p>
    <w:p w:rsidR="005B3ED9" w:rsidRDefault="005B3ED9" w:rsidP="005B3ED9">
      <w:r>
        <w:t>150.8743</w:t>
      </w:r>
      <w:r>
        <w:tab/>
        <w:t>3.038e0</w:t>
      </w:r>
    </w:p>
    <w:p w:rsidR="005B3ED9" w:rsidRDefault="005B3ED9" w:rsidP="005B3ED9">
      <w:r>
        <w:t>150.8897</w:t>
      </w:r>
      <w:r>
        <w:tab/>
        <w:t>1.013e0</w:t>
      </w:r>
    </w:p>
    <w:p w:rsidR="005B3ED9" w:rsidRDefault="005B3ED9" w:rsidP="005B3ED9">
      <w:r>
        <w:t>150.9014</w:t>
      </w:r>
      <w:r>
        <w:tab/>
        <w:t>2.025e0</w:t>
      </w:r>
    </w:p>
    <w:p w:rsidR="005B3ED9" w:rsidRDefault="005B3ED9" w:rsidP="005B3ED9">
      <w:r>
        <w:t>150.9255</w:t>
      </w:r>
      <w:r>
        <w:tab/>
        <w:t>1.013e0</w:t>
      </w:r>
    </w:p>
    <w:p w:rsidR="005B3ED9" w:rsidRDefault="005B3ED9" w:rsidP="005B3ED9">
      <w:r>
        <w:t>150.9355</w:t>
      </w:r>
      <w:r>
        <w:tab/>
        <w:t>1.013e0</w:t>
      </w:r>
    </w:p>
    <w:p w:rsidR="005B3ED9" w:rsidRDefault="005B3ED9" w:rsidP="005B3ED9">
      <w:r>
        <w:t>150.9679</w:t>
      </w:r>
      <w:r>
        <w:tab/>
        <w:t>1.013e0</w:t>
      </w:r>
    </w:p>
    <w:p w:rsidR="005B3ED9" w:rsidRDefault="005B3ED9" w:rsidP="005B3ED9">
      <w:r>
        <w:t>150.9746</w:t>
      </w:r>
      <w:r>
        <w:tab/>
        <w:t>1.013e0</w:t>
      </w:r>
    </w:p>
    <w:p w:rsidR="005B3ED9" w:rsidRDefault="005B3ED9" w:rsidP="005B3ED9">
      <w:r>
        <w:t>150.9770</w:t>
      </w:r>
      <w:r>
        <w:tab/>
        <w:t>5.063e0</w:t>
      </w:r>
    </w:p>
    <w:p w:rsidR="005B3ED9" w:rsidRDefault="005B3ED9" w:rsidP="005B3ED9">
      <w:r>
        <w:t>150.9798</w:t>
      </w:r>
      <w:r>
        <w:tab/>
        <w:t>3.038e0</w:t>
      </w:r>
    </w:p>
    <w:p w:rsidR="005B3ED9" w:rsidRDefault="005B3ED9" w:rsidP="005B3ED9">
      <w:r>
        <w:t>150.9912</w:t>
      </w:r>
      <w:r>
        <w:tab/>
        <w:t>1.013e0</w:t>
      </w:r>
    </w:p>
    <w:p w:rsidR="005B3ED9" w:rsidRDefault="005B3ED9" w:rsidP="005B3ED9">
      <w:r>
        <w:t>150.9971</w:t>
      </w:r>
      <w:r>
        <w:tab/>
        <w:t>2.025e0</w:t>
      </w:r>
    </w:p>
    <w:p w:rsidR="005B3ED9" w:rsidRDefault="005B3ED9" w:rsidP="005B3ED9">
      <w:r>
        <w:lastRenderedPageBreak/>
        <w:t>151.0036</w:t>
      </w:r>
      <w:r>
        <w:tab/>
        <w:t>1.013e0</w:t>
      </w:r>
    </w:p>
    <w:p w:rsidR="005B3ED9" w:rsidRDefault="005B3ED9" w:rsidP="005B3ED9">
      <w:r>
        <w:t>151.0468</w:t>
      </w:r>
      <w:r>
        <w:tab/>
        <w:t>5.851e2</w:t>
      </w:r>
    </w:p>
    <w:p w:rsidR="005B3ED9" w:rsidRDefault="005B3ED9" w:rsidP="005B3ED9">
      <w:r>
        <w:t>151.0480</w:t>
      </w:r>
      <w:r>
        <w:tab/>
        <w:t>1.704e2</w:t>
      </w:r>
    </w:p>
    <w:p w:rsidR="005B3ED9" w:rsidRDefault="005B3ED9" w:rsidP="005B3ED9">
      <w:r>
        <w:t>151.0773</w:t>
      </w:r>
      <w:r>
        <w:tab/>
        <w:t>3.767e0</w:t>
      </w:r>
    </w:p>
    <w:p w:rsidR="005B3ED9" w:rsidRDefault="005B3ED9" w:rsidP="005B3ED9">
      <w:r>
        <w:t>151.0815</w:t>
      </w:r>
      <w:r>
        <w:tab/>
        <w:t>3.038e0</w:t>
      </w:r>
    </w:p>
    <w:p w:rsidR="005B3ED9" w:rsidRDefault="005B3ED9" w:rsidP="005B3ED9">
      <w:r>
        <w:t>151.0885</w:t>
      </w:r>
      <w:r>
        <w:tab/>
        <w:t>1.013e0</w:t>
      </w:r>
    </w:p>
    <w:p w:rsidR="005B3ED9" w:rsidRDefault="005B3ED9" w:rsidP="005B3ED9">
      <w:r>
        <w:t>151.1052</w:t>
      </w:r>
      <w:r>
        <w:tab/>
        <w:t>3.038e0</w:t>
      </w:r>
    </w:p>
    <w:p w:rsidR="005B3ED9" w:rsidRDefault="005B3ED9" w:rsidP="005B3ED9">
      <w:r>
        <w:t>151.1113</w:t>
      </w:r>
      <w:r>
        <w:tab/>
        <w:t>6.076e0</w:t>
      </w:r>
    </w:p>
    <w:p w:rsidR="005B3ED9" w:rsidRDefault="005B3ED9" w:rsidP="005B3ED9">
      <w:r>
        <w:t>151.1186</w:t>
      </w:r>
      <w:r>
        <w:tab/>
        <w:t>2.025e0</w:t>
      </w:r>
    </w:p>
    <w:p w:rsidR="005B3ED9" w:rsidRDefault="005B3ED9" w:rsidP="005B3ED9">
      <w:r>
        <w:t>151.1220</w:t>
      </w:r>
      <w:r>
        <w:tab/>
        <w:t>2.025e0</w:t>
      </w:r>
    </w:p>
    <w:p w:rsidR="005B3ED9" w:rsidRDefault="005B3ED9" w:rsidP="005B3ED9">
      <w:r>
        <w:t>151.1266</w:t>
      </w:r>
      <w:r>
        <w:tab/>
        <w:t>2.025e0</w:t>
      </w:r>
    </w:p>
    <w:p w:rsidR="005B3ED9" w:rsidRDefault="005B3ED9" w:rsidP="005B3ED9">
      <w:r>
        <w:t>151.1446</w:t>
      </w:r>
      <w:r>
        <w:tab/>
        <w:t>4.051e0</w:t>
      </w:r>
    </w:p>
    <w:p w:rsidR="005B3ED9" w:rsidRDefault="005B3ED9" w:rsidP="005B3ED9">
      <w:r>
        <w:t>151.1471</w:t>
      </w:r>
      <w:r>
        <w:tab/>
        <w:t>5.228e0</w:t>
      </w:r>
    </w:p>
    <w:p w:rsidR="005B3ED9" w:rsidRDefault="005B3ED9" w:rsidP="005B3ED9">
      <w:r>
        <w:t>151.1707</w:t>
      </w:r>
      <w:r>
        <w:tab/>
        <w:t>3.038e0</w:t>
      </w:r>
    </w:p>
    <w:p w:rsidR="005B3ED9" w:rsidRDefault="005B3ED9" w:rsidP="005B3ED9">
      <w:r>
        <w:t>151.1732</w:t>
      </w:r>
      <w:r>
        <w:tab/>
        <w:t>5.063e0</w:t>
      </w:r>
    </w:p>
    <w:p w:rsidR="005B3ED9" w:rsidRDefault="005B3ED9" w:rsidP="005B3ED9">
      <w:r>
        <w:t>151.1892</w:t>
      </w:r>
      <w:r>
        <w:tab/>
        <w:t>4.051e0</w:t>
      </w:r>
    </w:p>
    <w:p w:rsidR="005B3ED9" w:rsidRDefault="005B3ED9" w:rsidP="005B3ED9">
      <w:r>
        <w:t>151.2067</w:t>
      </w:r>
      <w:r>
        <w:tab/>
        <w:t>1.013e0</w:t>
      </w:r>
    </w:p>
    <w:p w:rsidR="005B3ED9" w:rsidRDefault="005B3ED9" w:rsidP="005B3ED9">
      <w:r>
        <w:t>151.2117</w:t>
      </w:r>
      <w:r>
        <w:tab/>
        <w:t>2.025e0</w:t>
      </w:r>
    </w:p>
    <w:p w:rsidR="005B3ED9" w:rsidRDefault="005B3ED9" w:rsidP="005B3ED9">
      <w:r>
        <w:t>151.2179</w:t>
      </w:r>
      <w:r>
        <w:tab/>
        <w:t>2.025e0</w:t>
      </w:r>
    </w:p>
    <w:p w:rsidR="005B3ED9" w:rsidRDefault="005B3ED9" w:rsidP="005B3ED9">
      <w:r>
        <w:lastRenderedPageBreak/>
        <w:t>151.2224</w:t>
      </w:r>
      <w:r>
        <w:tab/>
        <w:t>1.013e0</w:t>
      </w:r>
    </w:p>
    <w:p w:rsidR="005B3ED9" w:rsidRDefault="005B3ED9" w:rsidP="005B3ED9">
      <w:r>
        <w:t>151.2258</w:t>
      </w:r>
      <w:r>
        <w:tab/>
        <w:t>1.013e0</w:t>
      </w:r>
    </w:p>
    <w:p w:rsidR="005B3ED9" w:rsidRDefault="005B3ED9" w:rsidP="005B3ED9">
      <w:r>
        <w:t>151.2392</w:t>
      </w:r>
      <w:r>
        <w:tab/>
        <w:t>5.285e0</w:t>
      </w:r>
    </w:p>
    <w:p w:rsidR="005B3ED9" w:rsidRDefault="005B3ED9" w:rsidP="005B3ED9">
      <w:r>
        <w:t>151.2458</w:t>
      </w:r>
      <w:r>
        <w:tab/>
        <w:t>1.013e0</w:t>
      </w:r>
    </w:p>
    <w:p w:rsidR="005B3ED9" w:rsidRDefault="005B3ED9" w:rsidP="005B3ED9">
      <w:r>
        <w:t>151.2559</w:t>
      </w:r>
      <w:r>
        <w:tab/>
        <w:t>1.013e0</w:t>
      </w:r>
    </w:p>
    <w:p w:rsidR="005B3ED9" w:rsidRDefault="005B3ED9" w:rsidP="005B3ED9">
      <w:r>
        <w:t>151.2652</w:t>
      </w:r>
      <w:r>
        <w:tab/>
        <w:t>4.051e0</w:t>
      </w:r>
    </w:p>
    <w:p w:rsidR="005B3ED9" w:rsidRDefault="005B3ED9" w:rsidP="005B3ED9">
      <w:r>
        <w:t>151.2666</w:t>
      </w:r>
      <w:r>
        <w:tab/>
        <w:t>2.025e0</w:t>
      </w:r>
    </w:p>
    <w:p w:rsidR="005B3ED9" w:rsidRDefault="005B3ED9" w:rsidP="005B3ED9">
      <w:r>
        <w:t>151.2733</w:t>
      </w:r>
      <w:r>
        <w:tab/>
        <w:t>2.025e0</w:t>
      </w:r>
    </w:p>
    <w:p w:rsidR="005B3ED9" w:rsidRDefault="005B3ED9" w:rsidP="005B3ED9">
      <w:r>
        <w:t>151.2807</w:t>
      </w:r>
      <w:r>
        <w:tab/>
        <w:t>3.217e0</w:t>
      </w:r>
    </w:p>
    <w:p w:rsidR="005B3ED9" w:rsidRDefault="005B3ED9" w:rsidP="005B3ED9">
      <w:r>
        <w:t>151.2911</w:t>
      </w:r>
      <w:r>
        <w:tab/>
        <w:t>4.051e0</w:t>
      </w:r>
    </w:p>
    <w:p w:rsidR="005B3ED9" w:rsidRDefault="005B3ED9" w:rsidP="005B3ED9">
      <w:r>
        <w:t>151.3047</w:t>
      </w:r>
      <w:r>
        <w:tab/>
        <w:t>1.013e0</w:t>
      </w:r>
    </w:p>
    <w:p w:rsidR="005B3ED9" w:rsidRDefault="005B3ED9" w:rsidP="005B3ED9">
      <w:r>
        <w:t>151.3062</w:t>
      </w:r>
      <w:r>
        <w:tab/>
        <w:t>2.025e0</w:t>
      </w:r>
    </w:p>
    <w:p w:rsidR="005B3ED9" w:rsidRDefault="005B3ED9" w:rsidP="005B3ED9">
      <w:r>
        <w:t>151.3274</w:t>
      </w:r>
      <w:r>
        <w:tab/>
        <w:t>3.038e0</w:t>
      </w:r>
    </w:p>
    <w:p w:rsidR="005B3ED9" w:rsidRDefault="005B3ED9" w:rsidP="005B3ED9">
      <w:r>
        <w:t>151.3332</w:t>
      </w:r>
      <w:r>
        <w:tab/>
        <w:t>3.038e0</w:t>
      </w:r>
    </w:p>
    <w:p w:rsidR="005B3ED9" w:rsidRDefault="005B3ED9" w:rsidP="005B3ED9">
      <w:r>
        <w:t>151.3534</w:t>
      </w:r>
      <w:r>
        <w:tab/>
        <w:t>1.013e0</w:t>
      </w:r>
    </w:p>
    <w:p w:rsidR="005B3ED9" w:rsidRDefault="005B3ED9" w:rsidP="005B3ED9">
      <w:r>
        <w:t>151.3564</w:t>
      </w:r>
      <w:r>
        <w:tab/>
        <w:t>3.038e0</w:t>
      </w:r>
    </w:p>
    <w:p w:rsidR="005B3ED9" w:rsidRDefault="005B3ED9" w:rsidP="005B3ED9">
      <w:r>
        <w:t>151.3749</w:t>
      </w:r>
      <w:r>
        <w:tab/>
        <w:t>2.025e0</w:t>
      </w:r>
    </w:p>
    <w:p w:rsidR="005B3ED9" w:rsidRDefault="005B3ED9" w:rsidP="005B3ED9">
      <w:r>
        <w:t>151.3782</w:t>
      </w:r>
      <w:r>
        <w:tab/>
        <w:t>4.051e0</w:t>
      </w:r>
    </w:p>
    <w:p w:rsidR="005B3ED9" w:rsidRDefault="005B3ED9" w:rsidP="005B3ED9">
      <w:r>
        <w:t>151.3799</w:t>
      </w:r>
      <w:r>
        <w:tab/>
        <w:t>1.013e0</w:t>
      </w:r>
    </w:p>
    <w:p w:rsidR="005B3ED9" w:rsidRDefault="005B3ED9" w:rsidP="005B3ED9">
      <w:r>
        <w:lastRenderedPageBreak/>
        <w:t>151.3866</w:t>
      </w:r>
      <w:r>
        <w:tab/>
        <w:t>1.013e0</w:t>
      </w:r>
    </w:p>
    <w:p w:rsidR="005B3ED9" w:rsidRDefault="005B3ED9" w:rsidP="005B3ED9">
      <w:r>
        <w:t>151.3930</w:t>
      </w:r>
      <w:r>
        <w:tab/>
        <w:t>1.013e0</w:t>
      </w:r>
    </w:p>
    <w:p w:rsidR="005B3ED9" w:rsidRDefault="005B3ED9" w:rsidP="005B3ED9">
      <w:r>
        <w:t>151.4140</w:t>
      </w:r>
      <w:r>
        <w:tab/>
        <w:t>2.025e0</w:t>
      </w:r>
    </w:p>
    <w:p w:rsidR="005B3ED9" w:rsidRDefault="005B3ED9" w:rsidP="005B3ED9">
      <w:r>
        <w:t>151.4223</w:t>
      </w:r>
      <w:r>
        <w:tab/>
        <w:t>1.013e0</w:t>
      </w:r>
    </w:p>
    <w:p w:rsidR="005B3ED9" w:rsidRDefault="005B3ED9" w:rsidP="005B3ED9">
      <w:r>
        <w:t>151.4388</w:t>
      </w:r>
      <w:r>
        <w:tab/>
        <w:t>1.013e0</w:t>
      </w:r>
    </w:p>
    <w:p w:rsidR="005B3ED9" w:rsidRDefault="005B3ED9" w:rsidP="005B3ED9">
      <w:r>
        <w:t>151.4418</w:t>
      </w:r>
      <w:r>
        <w:tab/>
        <w:t>1.013e0</w:t>
      </w:r>
    </w:p>
    <w:p w:rsidR="005B3ED9" w:rsidRDefault="005B3ED9" w:rsidP="005B3ED9">
      <w:r>
        <w:t>151.4565</w:t>
      </w:r>
      <w:r>
        <w:tab/>
        <w:t>2.025e0</w:t>
      </w:r>
    </w:p>
    <w:p w:rsidR="005B3ED9" w:rsidRDefault="005B3ED9" w:rsidP="005B3ED9">
      <w:r>
        <w:t>151.4588</w:t>
      </w:r>
      <w:r>
        <w:tab/>
        <w:t>4.051e0</w:t>
      </w:r>
    </w:p>
    <w:p w:rsidR="005B3ED9" w:rsidRDefault="005B3ED9" w:rsidP="005B3ED9">
      <w:r>
        <w:t>151.4906</w:t>
      </w:r>
      <w:r>
        <w:tab/>
        <w:t>1.013e0</w:t>
      </w:r>
    </w:p>
    <w:p w:rsidR="005B3ED9" w:rsidRDefault="005B3ED9" w:rsidP="005B3ED9">
      <w:r>
        <w:t>151.4992</w:t>
      </w:r>
      <w:r>
        <w:tab/>
        <w:t>4.513e0</w:t>
      </w:r>
    </w:p>
    <w:p w:rsidR="005B3ED9" w:rsidRDefault="005B3ED9" w:rsidP="005B3ED9">
      <w:r>
        <w:t>151.5015</w:t>
      </w:r>
      <w:r>
        <w:tab/>
        <w:t>3.038e0</w:t>
      </w:r>
    </w:p>
    <w:p w:rsidR="005B3ED9" w:rsidRDefault="005B3ED9" w:rsidP="005B3ED9">
      <w:r>
        <w:t>151.5173</w:t>
      </w:r>
      <w:r>
        <w:tab/>
        <w:t>1.013e0</w:t>
      </w:r>
    </w:p>
    <w:p w:rsidR="005B3ED9" w:rsidRDefault="005B3ED9" w:rsidP="005B3ED9">
      <w:r>
        <w:t>151.5207</w:t>
      </w:r>
      <w:r>
        <w:tab/>
        <w:t>1.013e0</w:t>
      </w:r>
    </w:p>
    <w:p w:rsidR="005B3ED9" w:rsidRDefault="005B3ED9" w:rsidP="005B3ED9">
      <w:r>
        <w:t>151.5473</w:t>
      </w:r>
      <w:r>
        <w:tab/>
        <w:t>3.443e1</w:t>
      </w:r>
    </w:p>
    <w:p w:rsidR="005B3ED9" w:rsidRDefault="005B3ED9" w:rsidP="005B3ED9">
      <w:r>
        <w:t>151.5486</w:t>
      </w:r>
      <w:r>
        <w:tab/>
        <w:t>1.249e2</w:t>
      </w:r>
    </w:p>
    <w:p w:rsidR="005B3ED9" w:rsidRDefault="005B3ED9" w:rsidP="005B3ED9">
      <w:r>
        <w:t>151.5790</w:t>
      </w:r>
      <w:r>
        <w:tab/>
        <w:t>2.025e0</w:t>
      </w:r>
    </w:p>
    <w:p w:rsidR="005B3ED9" w:rsidRDefault="005B3ED9" w:rsidP="005B3ED9">
      <w:r>
        <w:t>151.5923</w:t>
      </w:r>
      <w:r>
        <w:tab/>
        <w:t>3.038e0</w:t>
      </w:r>
    </w:p>
    <w:p w:rsidR="005B3ED9" w:rsidRDefault="005B3ED9" w:rsidP="005B3ED9">
      <w:r>
        <w:t>151.5973</w:t>
      </w:r>
      <w:r>
        <w:tab/>
        <w:t>2.025e0</w:t>
      </w:r>
    </w:p>
    <w:p w:rsidR="005B3ED9" w:rsidRDefault="005B3ED9" w:rsidP="005B3ED9">
      <w:r>
        <w:t>151.5989</w:t>
      </w:r>
      <w:r>
        <w:tab/>
        <w:t>1.013e0</w:t>
      </w:r>
    </w:p>
    <w:p w:rsidR="005B3ED9" w:rsidRDefault="005B3ED9" w:rsidP="005B3ED9">
      <w:r>
        <w:lastRenderedPageBreak/>
        <w:t>151.6014</w:t>
      </w:r>
      <w:r>
        <w:tab/>
        <w:t>3.038e0</w:t>
      </w:r>
    </w:p>
    <w:p w:rsidR="005B3ED9" w:rsidRDefault="005B3ED9" w:rsidP="005B3ED9">
      <w:r>
        <w:t>151.6124</w:t>
      </w:r>
      <w:r>
        <w:tab/>
        <w:t>2.025e0</w:t>
      </w:r>
    </w:p>
    <w:p w:rsidR="005B3ED9" w:rsidRDefault="005B3ED9" w:rsidP="005B3ED9">
      <w:r>
        <w:t>151.6217</w:t>
      </w:r>
      <w:r>
        <w:tab/>
        <w:t>1.013e0</w:t>
      </w:r>
    </w:p>
    <w:p w:rsidR="005B3ED9" w:rsidRDefault="005B3ED9" w:rsidP="005B3ED9">
      <w:r>
        <w:t>151.6248</w:t>
      </w:r>
      <w:r>
        <w:tab/>
        <w:t>1.013e0</w:t>
      </w:r>
    </w:p>
    <w:p w:rsidR="005B3ED9" w:rsidRDefault="005B3ED9" w:rsidP="005B3ED9">
      <w:r>
        <w:t>151.6314</w:t>
      </w:r>
      <w:r>
        <w:tab/>
        <w:t>1.013e0</w:t>
      </w:r>
    </w:p>
    <w:p w:rsidR="005B3ED9" w:rsidRDefault="005B3ED9" w:rsidP="005B3ED9">
      <w:r>
        <w:t>151.6414</w:t>
      </w:r>
      <w:r>
        <w:tab/>
        <w:t>1.013e0</w:t>
      </w:r>
    </w:p>
    <w:p w:rsidR="005B3ED9" w:rsidRDefault="005B3ED9" w:rsidP="005B3ED9">
      <w:r>
        <w:t>151.6481</w:t>
      </w:r>
      <w:r>
        <w:tab/>
        <w:t>2.025e0</w:t>
      </w:r>
    </w:p>
    <w:p w:rsidR="005B3ED9" w:rsidRDefault="005B3ED9" w:rsidP="005B3ED9">
      <w:r>
        <w:t>151.6548</w:t>
      </w:r>
      <w:r>
        <w:tab/>
        <w:t>1.013e0</w:t>
      </w:r>
    </w:p>
    <w:p w:rsidR="005B3ED9" w:rsidRDefault="005B3ED9" w:rsidP="005B3ED9">
      <w:r>
        <w:t>151.6614</w:t>
      </w:r>
      <w:r>
        <w:tab/>
        <w:t>1.013e0</w:t>
      </w:r>
    </w:p>
    <w:p w:rsidR="005B3ED9" w:rsidRDefault="005B3ED9" w:rsidP="005B3ED9">
      <w:r>
        <w:t>151.6704</w:t>
      </w:r>
      <w:r>
        <w:tab/>
        <w:t>2.025e0</w:t>
      </w:r>
    </w:p>
    <w:p w:rsidR="005B3ED9" w:rsidRDefault="005B3ED9" w:rsidP="005B3ED9">
      <w:r>
        <w:t>151.6751</w:t>
      </w:r>
      <w:r>
        <w:tab/>
        <w:t>3.038e0</w:t>
      </w:r>
    </w:p>
    <w:p w:rsidR="005B3ED9" w:rsidRDefault="005B3ED9" w:rsidP="005B3ED9">
      <w:r>
        <w:t>151.6773</w:t>
      </w:r>
      <w:r>
        <w:tab/>
        <w:t>1.013e0</w:t>
      </w:r>
    </w:p>
    <w:p w:rsidR="005B3ED9" w:rsidRDefault="005B3ED9" w:rsidP="005B3ED9">
      <w:r>
        <w:t>151.7163</w:t>
      </w:r>
      <w:r>
        <w:tab/>
        <w:t>1.013e0</w:t>
      </w:r>
    </w:p>
    <w:p w:rsidR="005B3ED9" w:rsidRDefault="005B3ED9" w:rsidP="005B3ED9">
      <w:r>
        <w:t>151.7365</w:t>
      </w:r>
      <w:r>
        <w:tab/>
        <w:t>2.025e0</w:t>
      </w:r>
    </w:p>
    <w:p w:rsidR="005B3ED9" w:rsidRDefault="005B3ED9" w:rsidP="005B3ED9">
      <w:r>
        <w:t>151.7465</w:t>
      </w:r>
      <w:r>
        <w:tab/>
        <w:t>1.013e0</w:t>
      </w:r>
    </w:p>
    <w:p w:rsidR="005B3ED9" w:rsidRDefault="005B3ED9" w:rsidP="005B3ED9">
      <w:r>
        <w:t>151.7564</w:t>
      </w:r>
      <w:r>
        <w:tab/>
        <w:t>4.051e0</w:t>
      </w:r>
    </w:p>
    <w:p w:rsidR="005B3ED9" w:rsidRDefault="005B3ED9" w:rsidP="005B3ED9">
      <w:r>
        <w:t>151.7637</w:t>
      </w:r>
      <w:r>
        <w:tab/>
        <w:t>2.025e0</w:t>
      </w:r>
    </w:p>
    <w:p w:rsidR="005B3ED9" w:rsidRDefault="005B3ED9" w:rsidP="005B3ED9">
      <w:r>
        <w:t>151.7672</w:t>
      </w:r>
      <w:r>
        <w:tab/>
        <w:t>2.025e0</w:t>
      </w:r>
    </w:p>
    <w:p w:rsidR="005B3ED9" w:rsidRDefault="005B3ED9" w:rsidP="005B3ED9">
      <w:r>
        <w:t>151.7823</w:t>
      </w:r>
      <w:r>
        <w:tab/>
        <w:t>1.013e0</w:t>
      </w:r>
    </w:p>
    <w:p w:rsidR="005B3ED9" w:rsidRDefault="005B3ED9" w:rsidP="005B3ED9">
      <w:r>
        <w:lastRenderedPageBreak/>
        <w:t>151.7988</w:t>
      </w:r>
      <w:r>
        <w:tab/>
        <w:t>2.025e0</w:t>
      </w:r>
    </w:p>
    <w:p w:rsidR="005B3ED9" w:rsidRDefault="005B3ED9" w:rsidP="005B3ED9">
      <w:r>
        <w:t>151.8018</w:t>
      </w:r>
      <w:r>
        <w:tab/>
        <w:t>1.013e0</w:t>
      </w:r>
    </w:p>
    <w:p w:rsidR="005B3ED9" w:rsidRDefault="005B3ED9" w:rsidP="005B3ED9">
      <w:r>
        <w:t>151.8148</w:t>
      </w:r>
      <w:r>
        <w:tab/>
        <w:t>3.038e0</w:t>
      </w:r>
    </w:p>
    <w:p w:rsidR="005B3ED9" w:rsidRDefault="005B3ED9" w:rsidP="005B3ED9">
      <w:r>
        <w:t>151.8254</w:t>
      </w:r>
      <w:r>
        <w:tab/>
        <w:t>4.051e0</w:t>
      </w:r>
    </w:p>
    <w:p w:rsidR="005B3ED9" w:rsidRDefault="005B3ED9" w:rsidP="005B3ED9">
      <w:r>
        <w:t>151.8281</w:t>
      </w:r>
      <w:r>
        <w:tab/>
        <w:t>1.013e0</w:t>
      </w:r>
    </w:p>
    <w:p w:rsidR="005B3ED9" w:rsidRDefault="005B3ED9" w:rsidP="005B3ED9">
      <w:r>
        <w:t>151.8332</w:t>
      </w:r>
      <w:r>
        <w:tab/>
        <w:t>2.025e0</w:t>
      </w:r>
    </w:p>
    <w:p w:rsidR="005B3ED9" w:rsidRDefault="005B3ED9" w:rsidP="005B3ED9">
      <w:r>
        <w:t>151.8446</w:t>
      </w:r>
      <w:r>
        <w:tab/>
        <w:t>1.013e0</w:t>
      </w:r>
    </w:p>
    <w:p w:rsidR="005B3ED9" w:rsidRDefault="005B3ED9" w:rsidP="005B3ED9">
      <w:r>
        <w:t>151.8476</w:t>
      </w:r>
      <w:r>
        <w:tab/>
        <w:t>1.013e0</w:t>
      </w:r>
    </w:p>
    <w:p w:rsidR="005B3ED9" w:rsidRDefault="005B3ED9" w:rsidP="005B3ED9">
      <w:r>
        <w:t>151.8507</w:t>
      </w:r>
      <w:r>
        <w:tab/>
        <w:t>2.025e0</w:t>
      </w:r>
    </w:p>
    <w:p w:rsidR="005B3ED9" w:rsidRDefault="005B3ED9" w:rsidP="005B3ED9">
      <w:r>
        <w:t>151.8674</w:t>
      </w:r>
      <w:r>
        <w:tab/>
        <w:t>1.013e0</w:t>
      </w:r>
    </w:p>
    <w:p w:rsidR="005B3ED9" w:rsidRDefault="005B3ED9" w:rsidP="005B3ED9">
      <w:r>
        <w:t>151.8822</w:t>
      </w:r>
      <w:r>
        <w:tab/>
        <w:t>3.038e0</w:t>
      </w:r>
    </w:p>
    <w:p w:rsidR="005B3ED9" w:rsidRDefault="005B3ED9" w:rsidP="005B3ED9">
      <w:r>
        <w:t>151.8965</w:t>
      </w:r>
      <w:r>
        <w:tab/>
        <w:t>2.025e0</w:t>
      </w:r>
    </w:p>
    <w:p w:rsidR="005B3ED9" w:rsidRDefault="005B3ED9" w:rsidP="005B3ED9">
      <w:r>
        <w:t>151.8982</w:t>
      </w:r>
      <w:r>
        <w:tab/>
        <w:t>2.025e0</w:t>
      </w:r>
    </w:p>
    <w:p w:rsidR="005B3ED9" w:rsidRDefault="005B3ED9" w:rsidP="005B3ED9">
      <w:r>
        <w:t>151.9132</w:t>
      </w:r>
      <w:r>
        <w:tab/>
        <w:t>1.013e0</w:t>
      </w:r>
    </w:p>
    <w:p w:rsidR="005B3ED9" w:rsidRDefault="005B3ED9" w:rsidP="005B3ED9">
      <w:r>
        <w:t>151.9216</w:t>
      </w:r>
      <w:r>
        <w:tab/>
        <w:t>2.151e0</w:t>
      </w:r>
    </w:p>
    <w:p w:rsidR="005B3ED9" w:rsidRDefault="005B3ED9" w:rsidP="005B3ED9">
      <w:r>
        <w:t>151.9266</w:t>
      </w:r>
      <w:r>
        <w:tab/>
        <w:t>2.025e0</w:t>
      </w:r>
    </w:p>
    <w:p w:rsidR="005B3ED9" w:rsidRDefault="005B3ED9" w:rsidP="005B3ED9">
      <w:r>
        <w:t>151.9393</w:t>
      </w:r>
      <w:r>
        <w:tab/>
        <w:t>1.013e0</w:t>
      </w:r>
    </w:p>
    <w:p w:rsidR="005B3ED9" w:rsidRDefault="005B3ED9" w:rsidP="005B3ED9">
      <w:r>
        <w:t>151.9440</w:t>
      </w:r>
      <w:r>
        <w:tab/>
        <w:t>2.025e0</w:t>
      </w:r>
    </w:p>
    <w:p w:rsidR="005B3ED9" w:rsidRDefault="005B3ED9" w:rsidP="005B3ED9">
      <w:r>
        <w:t>151.9490</w:t>
      </w:r>
      <w:r>
        <w:tab/>
        <w:t>1.013e0</w:t>
      </w:r>
    </w:p>
    <w:p w:rsidR="005B3ED9" w:rsidRDefault="005B3ED9" w:rsidP="005B3ED9">
      <w:r>
        <w:lastRenderedPageBreak/>
        <w:t>151.9790</w:t>
      </w:r>
      <w:r>
        <w:tab/>
        <w:t>2.025e0</w:t>
      </w:r>
    </w:p>
    <w:p w:rsidR="005B3ED9" w:rsidRDefault="005B3ED9" w:rsidP="005B3ED9">
      <w:r>
        <w:t>151.9821</w:t>
      </w:r>
      <w:r>
        <w:tab/>
        <w:t>1.013e0</w:t>
      </w:r>
    </w:p>
    <w:p w:rsidR="005B3ED9" w:rsidRDefault="005B3ED9" w:rsidP="005B3ED9">
      <w:r>
        <w:t>152.0083</w:t>
      </w:r>
      <w:r>
        <w:tab/>
        <w:t>3.038e0</w:t>
      </w:r>
    </w:p>
    <w:p w:rsidR="005B3ED9" w:rsidRDefault="005B3ED9" w:rsidP="005B3ED9">
      <w:r>
        <w:t>152.0133</w:t>
      </w:r>
      <w:r>
        <w:tab/>
        <w:t>2.025e0</w:t>
      </w:r>
    </w:p>
    <w:p w:rsidR="005B3ED9" w:rsidRDefault="005B3ED9" w:rsidP="005B3ED9">
      <w:r>
        <w:t>152.0150</w:t>
      </w:r>
      <w:r>
        <w:tab/>
        <w:t>3.154e0</w:t>
      </w:r>
    </w:p>
    <w:p w:rsidR="005B3ED9" w:rsidRDefault="005B3ED9" w:rsidP="005B3ED9">
      <w:r>
        <w:t>152.0449</w:t>
      </w:r>
      <w:r>
        <w:tab/>
        <w:t>1.857e1</w:t>
      </w:r>
    </w:p>
    <w:p w:rsidR="005B3ED9" w:rsidRDefault="005B3ED9" w:rsidP="005B3ED9">
      <w:r>
        <w:t>152.0483</w:t>
      </w:r>
      <w:r>
        <w:tab/>
        <w:t>5.456e1</w:t>
      </w:r>
    </w:p>
    <w:p w:rsidR="005B3ED9" w:rsidRDefault="005B3ED9" w:rsidP="005B3ED9">
      <w:r>
        <w:t>152.0496</w:t>
      </w:r>
      <w:r>
        <w:tab/>
        <w:t>2.853e1</w:t>
      </w:r>
    </w:p>
    <w:p w:rsidR="005B3ED9" w:rsidRDefault="005B3ED9" w:rsidP="005B3ED9">
      <w:r>
        <w:t>152.0631</w:t>
      </w:r>
      <w:r>
        <w:tab/>
        <w:t>1.678e1</w:t>
      </w:r>
    </w:p>
    <w:p w:rsidR="005B3ED9" w:rsidRDefault="005B3ED9" w:rsidP="005B3ED9">
      <w:r>
        <w:t>152.0746</w:t>
      </w:r>
      <w:r>
        <w:tab/>
        <w:t>2.621e1</w:t>
      </w:r>
    </w:p>
    <w:p w:rsidR="005B3ED9" w:rsidRDefault="005B3ED9" w:rsidP="005B3ED9">
      <w:r>
        <w:t>152.0909</w:t>
      </w:r>
      <w:r>
        <w:tab/>
        <w:t>3.487e0</w:t>
      </w:r>
    </w:p>
    <w:p w:rsidR="005B3ED9" w:rsidRDefault="005B3ED9" w:rsidP="005B3ED9">
      <w:r>
        <w:t>152.1001</w:t>
      </w:r>
      <w:r>
        <w:tab/>
        <w:t>2.025e0</w:t>
      </w:r>
    </w:p>
    <w:p w:rsidR="005B3ED9" w:rsidRDefault="005B3ED9" w:rsidP="005B3ED9">
      <w:r>
        <w:t>152.1141</w:t>
      </w:r>
      <w:r>
        <w:tab/>
        <w:t>3.737e0</w:t>
      </w:r>
    </w:p>
    <w:p w:rsidR="005B3ED9" w:rsidRDefault="005B3ED9" w:rsidP="005B3ED9">
      <w:r>
        <w:t>152.1202</w:t>
      </w:r>
      <w:r>
        <w:tab/>
        <w:t>3.824e0</w:t>
      </w:r>
    </w:p>
    <w:p w:rsidR="005B3ED9" w:rsidRDefault="005B3ED9" w:rsidP="005B3ED9">
      <w:r>
        <w:t>152.1325</w:t>
      </w:r>
      <w:r>
        <w:tab/>
        <w:t>2.025e0</w:t>
      </w:r>
    </w:p>
    <w:p w:rsidR="005B3ED9" w:rsidRDefault="005B3ED9" w:rsidP="005B3ED9">
      <w:r>
        <w:t>152.1426</w:t>
      </w:r>
      <w:r>
        <w:tab/>
        <w:t>2.025e0</w:t>
      </w:r>
    </w:p>
    <w:p w:rsidR="005B3ED9" w:rsidRDefault="005B3ED9" w:rsidP="005B3ED9">
      <w:r>
        <w:t>152.1560</w:t>
      </w:r>
      <w:r>
        <w:tab/>
        <w:t>1.013e0</w:t>
      </w:r>
    </w:p>
    <w:p w:rsidR="005B3ED9" w:rsidRDefault="005B3ED9" w:rsidP="005B3ED9">
      <w:r>
        <w:t>152.1626</w:t>
      </w:r>
      <w:r>
        <w:tab/>
        <w:t>2.025e0</w:t>
      </w:r>
    </w:p>
    <w:p w:rsidR="005B3ED9" w:rsidRDefault="005B3ED9" w:rsidP="005B3ED9">
      <w:r>
        <w:t>152.1687</w:t>
      </w:r>
      <w:r>
        <w:tab/>
        <w:t>2.025e0</w:t>
      </w:r>
    </w:p>
    <w:p w:rsidR="005B3ED9" w:rsidRDefault="005B3ED9" w:rsidP="005B3ED9">
      <w:r>
        <w:lastRenderedPageBreak/>
        <w:t>152.1918</w:t>
      </w:r>
      <w:r>
        <w:tab/>
        <w:t>1.013e0</w:t>
      </w:r>
    </w:p>
    <w:p w:rsidR="005B3ED9" w:rsidRDefault="005B3ED9" w:rsidP="005B3ED9">
      <w:r>
        <w:t>152.2002</w:t>
      </w:r>
      <w:r>
        <w:tab/>
        <w:t>2.025e0</w:t>
      </w:r>
    </w:p>
    <w:p w:rsidR="005B3ED9" w:rsidRDefault="005B3ED9" w:rsidP="005B3ED9">
      <w:r>
        <w:t>152.2053</w:t>
      </w:r>
      <w:r>
        <w:tab/>
        <w:t>1.013e0</w:t>
      </w:r>
    </w:p>
    <w:p w:rsidR="005B3ED9" w:rsidRDefault="005B3ED9" w:rsidP="005B3ED9">
      <w:r>
        <w:t>152.2146</w:t>
      </w:r>
      <w:r>
        <w:tab/>
        <w:t>1.013e0</w:t>
      </w:r>
    </w:p>
    <w:p w:rsidR="005B3ED9" w:rsidRDefault="005B3ED9" w:rsidP="005B3ED9">
      <w:r>
        <w:t>152.2176</w:t>
      </w:r>
      <w:r>
        <w:tab/>
        <w:t>2.025e0</w:t>
      </w:r>
    </w:p>
    <w:p w:rsidR="005B3ED9" w:rsidRDefault="005B3ED9" w:rsidP="005B3ED9">
      <w:r>
        <w:t>152.2244</w:t>
      </w:r>
      <w:r>
        <w:tab/>
        <w:t>1.013e0</w:t>
      </w:r>
    </w:p>
    <w:p w:rsidR="005B3ED9" w:rsidRDefault="005B3ED9" w:rsidP="005B3ED9">
      <w:r>
        <w:t>152.2277</w:t>
      </w:r>
      <w:r>
        <w:tab/>
        <w:t>1.013e0</w:t>
      </w:r>
    </w:p>
    <w:p w:rsidR="005B3ED9" w:rsidRDefault="005B3ED9" w:rsidP="005B3ED9">
      <w:r>
        <w:t>152.2544</w:t>
      </w:r>
      <w:r>
        <w:tab/>
        <w:t>1.013e0</w:t>
      </w:r>
    </w:p>
    <w:p w:rsidR="005B3ED9" w:rsidRDefault="005B3ED9" w:rsidP="005B3ED9">
      <w:r>
        <w:t>152.2617</w:t>
      </w:r>
      <w:r>
        <w:tab/>
        <w:t>2.025e0</w:t>
      </w:r>
    </w:p>
    <w:p w:rsidR="005B3ED9" w:rsidRDefault="005B3ED9" w:rsidP="005B3ED9">
      <w:r>
        <w:t>152.2708</w:t>
      </w:r>
      <w:r>
        <w:tab/>
        <w:t>5.063e0</w:t>
      </w:r>
    </w:p>
    <w:p w:rsidR="005B3ED9" w:rsidRDefault="005B3ED9" w:rsidP="005B3ED9">
      <w:r>
        <w:t>152.3018</w:t>
      </w:r>
      <w:r>
        <w:tab/>
        <w:t>2.025e0</w:t>
      </w:r>
    </w:p>
    <w:p w:rsidR="005B3ED9" w:rsidRDefault="005B3ED9" w:rsidP="005B3ED9">
      <w:r>
        <w:t>152.3064</w:t>
      </w:r>
      <w:r>
        <w:tab/>
        <w:t>1.013e0</w:t>
      </w:r>
    </w:p>
    <w:p w:rsidR="005B3ED9" w:rsidRDefault="005B3ED9" w:rsidP="005B3ED9">
      <w:r>
        <w:t>152.3195</w:t>
      </w:r>
      <w:r>
        <w:tab/>
        <w:t>2.025e0</w:t>
      </w:r>
    </w:p>
    <w:p w:rsidR="005B3ED9" w:rsidRDefault="005B3ED9" w:rsidP="005B3ED9">
      <w:r>
        <w:t>152.3363</w:t>
      </w:r>
      <w:r>
        <w:tab/>
        <w:t>2.025e0</w:t>
      </w:r>
    </w:p>
    <w:p w:rsidR="005B3ED9" w:rsidRDefault="005B3ED9" w:rsidP="005B3ED9">
      <w:r>
        <w:t>152.3508</w:t>
      </w:r>
      <w:r>
        <w:tab/>
        <w:t>4.051e0</w:t>
      </w:r>
    </w:p>
    <w:p w:rsidR="005B3ED9" w:rsidRDefault="005B3ED9" w:rsidP="005B3ED9">
      <w:r>
        <w:t>152.3523</w:t>
      </w:r>
      <w:r>
        <w:tab/>
        <w:t>1.013e0</w:t>
      </w:r>
    </w:p>
    <w:p w:rsidR="005B3ED9" w:rsidRDefault="005B3ED9" w:rsidP="005B3ED9">
      <w:r>
        <w:t>152.3638</w:t>
      </w:r>
      <w:r>
        <w:tab/>
        <w:t>2.025e0</w:t>
      </w:r>
    </w:p>
    <w:p w:rsidR="005B3ED9" w:rsidRDefault="005B3ED9" w:rsidP="005B3ED9">
      <w:r>
        <w:t>152.3788</w:t>
      </w:r>
      <w:r>
        <w:tab/>
        <w:t>1.013e0</w:t>
      </w:r>
    </w:p>
    <w:p w:rsidR="005B3ED9" w:rsidRDefault="005B3ED9" w:rsidP="005B3ED9">
      <w:r>
        <w:t>152.3922</w:t>
      </w:r>
      <w:r>
        <w:tab/>
        <w:t>1.013e0</w:t>
      </w:r>
    </w:p>
    <w:p w:rsidR="005B3ED9" w:rsidRDefault="005B3ED9" w:rsidP="005B3ED9">
      <w:r>
        <w:lastRenderedPageBreak/>
        <w:t>152.4147</w:t>
      </w:r>
      <w:r>
        <w:tab/>
        <w:t>1.013e0</w:t>
      </w:r>
    </w:p>
    <w:p w:rsidR="005B3ED9" w:rsidRDefault="005B3ED9" w:rsidP="005B3ED9">
      <w:r>
        <w:t>152.4181</w:t>
      </w:r>
      <w:r>
        <w:tab/>
        <w:t>4.051e0</w:t>
      </w:r>
    </w:p>
    <w:p w:rsidR="005B3ED9" w:rsidRDefault="005B3ED9" w:rsidP="005B3ED9">
      <w:r>
        <w:t>152.4294</w:t>
      </w:r>
      <w:r>
        <w:tab/>
        <w:t>3.038e0</w:t>
      </w:r>
    </w:p>
    <w:p w:rsidR="005B3ED9" w:rsidRDefault="005B3ED9" w:rsidP="005B3ED9">
      <w:r>
        <w:t>152.4412</w:t>
      </w:r>
      <w:r>
        <w:tab/>
        <w:t>1.013e0</w:t>
      </w:r>
    </w:p>
    <w:p w:rsidR="005B3ED9" w:rsidRDefault="005B3ED9" w:rsidP="005B3ED9">
      <w:r>
        <w:t>152.4717</w:t>
      </w:r>
      <w:r>
        <w:tab/>
        <w:t>4.051e0</w:t>
      </w:r>
    </w:p>
    <w:p w:rsidR="005B3ED9" w:rsidRDefault="005B3ED9" w:rsidP="005B3ED9">
      <w:r>
        <w:t>152.4808</w:t>
      </w:r>
      <w:r>
        <w:tab/>
        <w:t>1.013e0</w:t>
      </w:r>
    </w:p>
    <w:p w:rsidR="005B3ED9" w:rsidRDefault="005B3ED9" w:rsidP="005B3ED9">
      <w:r>
        <w:t>152.4933</w:t>
      </w:r>
      <w:r>
        <w:tab/>
        <w:t>1.013e0</w:t>
      </w:r>
    </w:p>
    <w:p w:rsidR="005B3ED9" w:rsidRDefault="005B3ED9" w:rsidP="005B3ED9">
      <w:r>
        <w:t>152.4999</w:t>
      </w:r>
      <w:r>
        <w:tab/>
        <w:t>1.013e0</w:t>
      </w:r>
    </w:p>
    <w:p w:rsidR="005B3ED9" w:rsidRDefault="005B3ED9" w:rsidP="005B3ED9">
      <w:r>
        <w:t>152.5200</w:t>
      </w:r>
      <w:r>
        <w:tab/>
        <w:t>1.013e0</w:t>
      </w:r>
    </w:p>
    <w:p w:rsidR="005B3ED9" w:rsidRDefault="005B3ED9" w:rsidP="005B3ED9">
      <w:r>
        <w:t>152.5267</w:t>
      </w:r>
      <w:r>
        <w:tab/>
        <w:t>1.013e0</w:t>
      </w:r>
    </w:p>
    <w:p w:rsidR="005B3ED9" w:rsidRDefault="005B3ED9" w:rsidP="005B3ED9">
      <w:r>
        <w:t>152.5301</w:t>
      </w:r>
      <w:r>
        <w:tab/>
        <w:t>2.025e0</w:t>
      </w:r>
    </w:p>
    <w:p w:rsidR="005B3ED9" w:rsidRDefault="005B3ED9" w:rsidP="005B3ED9">
      <w:r>
        <w:t>152.5433</w:t>
      </w:r>
      <w:r>
        <w:tab/>
        <w:t>1.206e1</w:t>
      </w:r>
    </w:p>
    <w:p w:rsidR="005B3ED9" w:rsidRDefault="005B3ED9" w:rsidP="005B3ED9">
      <w:r>
        <w:t>152.5450</w:t>
      </w:r>
      <w:r>
        <w:tab/>
        <w:t>3.606e0</w:t>
      </w:r>
    </w:p>
    <w:p w:rsidR="005B3ED9" w:rsidRDefault="005B3ED9" w:rsidP="005B3ED9">
      <w:r>
        <w:t>152.5509</w:t>
      </w:r>
      <w:r>
        <w:tab/>
        <w:t>2.025e0</w:t>
      </w:r>
    </w:p>
    <w:p w:rsidR="005B3ED9" w:rsidRDefault="005B3ED9" w:rsidP="005B3ED9">
      <w:r>
        <w:t>152.5606</w:t>
      </w:r>
      <w:r>
        <w:tab/>
        <w:t>6.076e0</w:t>
      </w:r>
    </w:p>
    <w:p w:rsidR="005B3ED9" w:rsidRDefault="005B3ED9" w:rsidP="005B3ED9">
      <w:r>
        <w:t>152.5659</w:t>
      </w:r>
      <w:r>
        <w:tab/>
        <w:t>2.025e0</w:t>
      </w:r>
    </w:p>
    <w:p w:rsidR="005B3ED9" w:rsidRDefault="005B3ED9" w:rsidP="005B3ED9">
      <w:r>
        <w:t>152.5761</w:t>
      </w:r>
      <w:r>
        <w:tab/>
        <w:t>1.013e0</w:t>
      </w:r>
    </w:p>
    <w:p w:rsidR="005B3ED9" w:rsidRDefault="005B3ED9" w:rsidP="005B3ED9">
      <w:r>
        <w:t>152.5822</w:t>
      </w:r>
      <w:r>
        <w:tab/>
        <w:t>1.013e0</w:t>
      </w:r>
    </w:p>
    <w:p w:rsidR="005B3ED9" w:rsidRDefault="005B3ED9" w:rsidP="005B3ED9">
      <w:r>
        <w:t>152.6019</w:t>
      </w:r>
      <w:r>
        <w:tab/>
        <w:t>1.013e0</w:t>
      </w:r>
    </w:p>
    <w:p w:rsidR="005B3ED9" w:rsidRDefault="005B3ED9" w:rsidP="005B3ED9">
      <w:r>
        <w:lastRenderedPageBreak/>
        <w:t>152.6052</w:t>
      </w:r>
      <w:r>
        <w:tab/>
        <w:t>1.013e0</w:t>
      </w:r>
    </w:p>
    <w:p w:rsidR="005B3ED9" w:rsidRDefault="005B3ED9" w:rsidP="005B3ED9">
      <w:r>
        <w:t>152.6085</w:t>
      </w:r>
      <w:r>
        <w:tab/>
        <w:t>1.013e0</w:t>
      </w:r>
    </w:p>
    <w:p w:rsidR="005B3ED9" w:rsidRDefault="005B3ED9" w:rsidP="005B3ED9">
      <w:r>
        <w:t>152.6119</w:t>
      </w:r>
      <w:r>
        <w:tab/>
        <w:t>1.013e0</w:t>
      </w:r>
    </w:p>
    <w:p w:rsidR="005B3ED9" w:rsidRDefault="005B3ED9" w:rsidP="005B3ED9">
      <w:r>
        <w:t>152.6252</w:t>
      </w:r>
      <w:r>
        <w:tab/>
        <w:t>1.013e0</w:t>
      </w:r>
    </w:p>
    <w:p w:rsidR="005B3ED9" w:rsidRDefault="005B3ED9" w:rsidP="005B3ED9">
      <w:r>
        <w:t>152.6545</w:t>
      </w:r>
      <w:r>
        <w:tab/>
        <w:t>1.013e0</w:t>
      </w:r>
    </w:p>
    <w:p w:rsidR="005B3ED9" w:rsidRDefault="005B3ED9" w:rsidP="005B3ED9">
      <w:r>
        <w:t>152.6742</w:t>
      </w:r>
      <w:r>
        <w:tab/>
        <w:t>1.013e0</w:t>
      </w:r>
    </w:p>
    <w:p w:rsidR="005B3ED9" w:rsidRDefault="005B3ED9" w:rsidP="005B3ED9">
      <w:r>
        <w:t>152.6804</w:t>
      </w:r>
      <w:r>
        <w:tab/>
        <w:t>1.013e0</w:t>
      </w:r>
    </w:p>
    <w:p w:rsidR="005B3ED9" w:rsidRDefault="005B3ED9" w:rsidP="005B3ED9">
      <w:r>
        <w:t>152.6837</w:t>
      </w:r>
      <w:r>
        <w:tab/>
        <w:t>1.013e0</w:t>
      </w:r>
    </w:p>
    <w:p w:rsidR="005B3ED9" w:rsidRDefault="005B3ED9" w:rsidP="005B3ED9">
      <w:r>
        <w:t>152.6971</w:t>
      </w:r>
      <w:r>
        <w:tab/>
        <w:t>1.013e0</w:t>
      </w:r>
    </w:p>
    <w:p w:rsidR="005B3ED9" w:rsidRDefault="005B3ED9" w:rsidP="005B3ED9">
      <w:r>
        <w:t>152.7005</w:t>
      </w:r>
      <w:r>
        <w:tab/>
        <w:t>1.013e0</w:t>
      </w:r>
    </w:p>
    <w:p w:rsidR="005B3ED9" w:rsidRDefault="005B3ED9" w:rsidP="005B3ED9">
      <w:r>
        <w:t>152.7296</w:t>
      </w:r>
      <w:r>
        <w:tab/>
        <w:t>1.013e0</w:t>
      </w:r>
    </w:p>
    <w:p w:rsidR="005B3ED9" w:rsidRDefault="005B3ED9" w:rsidP="005B3ED9">
      <w:r>
        <w:t>152.7307</w:t>
      </w:r>
      <w:r>
        <w:tab/>
        <w:t>3.038e0</w:t>
      </w:r>
    </w:p>
    <w:p w:rsidR="005B3ED9" w:rsidRDefault="005B3ED9" w:rsidP="005B3ED9">
      <w:r>
        <w:t>152.7481</w:t>
      </w:r>
      <w:r>
        <w:tab/>
        <w:t>2.025e0</w:t>
      </w:r>
    </w:p>
    <w:p w:rsidR="005B3ED9" w:rsidRDefault="005B3ED9" w:rsidP="005B3ED9">
      <w:r>
        <w:t>152.7755</w:t>
      </w:r>
      <w:r>
        <w:tab/>
        <w:t>1.013e0</w:t>
      </w:r>
    </w:p>
    <w:p w:rsidR="005B3ED9" w:rsidRDefault="005B3ED9" w:rsidP="005B3ED9">
      <w:r>
        <w:t>152.7823</w:t>
      </w:r>
      <w:r>
        <w:tab/>
        <w:t>1.013e0</w:t>
      </w:r>
    </w:p>
    <w:p w:rsidR="005B3ED9" w:rsidRDefault="005B3ED9" w:rsidP="005B3ED9">
      <w:r>
        <w:t>152.7857</w:t>
      </w:r>
      <w:r>
        <w:tab/>
        <w:t>1.013e0</w:t>
      </w:r>
    </w:p>
    <w:p w:rsidR="005B3ED9" w:rsidRDefault="005B3ED9" w:rsidP="005B3ED9">
      <w:r>
        <w:t>152.8092</w:t>
      </w:r>
      <w:r>
        <w:tab/>
        <w:t>1.013e0</w:t>
      </w:r>
    </w:p>
    <w:p w:rsidR="005B3ED9" w:rsidRDefault="005B3ED9" w:rsidP="005B3ED9">
      <w:r>
        <w:t>152.8185</w:t>
      </w:r>
      <w:r>
        <w:tab/>
        <w:t>1.013e0</w:t>
      </w:r>
    </w:p>
    <w:p w:rsidR="005B3ED9" w:rsidRDefault="005B3ED9" w:rsidP="005B3ED9">
      <w:r>
        <w:t>152.8216</w:t>
      </w:r>
      <w:r>
        <w:tab/>
        <w:t>1.013e0</w:t>
      </w:r>
    </w:p>
    <w:p w:rsidR="005B3ED9" w:rsidRDefault="005B3ED9" w:rsidP="005B3ED9">
      <w:r>
        <w:lastRenderedPageBreak/>
        <w:t>152.8351</w:t>
      </w:r>
      <w:r>
        <w:tab/>
        <w:t>1.013e0</w:t>
      </w:r>
    </w:p>
    <w:p w:rsidR="005B3ED9" w:rsidRDefault="005B3ED9" w:rsidP="005B3ED9">
      <w:r>
        <w:t>152.8484</w:t>
      </w:r>
      <w:r>
        <w:tab/>
        <w:t>1.013e0</w:t>
      </w:r>
    </w:p>
    <w:p w:rsidR="005B3ED9" w:rsidRDefault="005B3ED9" w:rsidP="005B3ED9">
      <w:r>
        <w:t>152.8709</w:t>
      </w:r>
      <w:r>
        <w:tab/>
        <w:t>1.013e0</w:t>
      </w:r>
    </w:p>
    <w:p w:rsidR="005B3ED9" w:rsidRDefault="005B3ED9" w:rsidP="005B3ED9">
      <w:r>
        <w:t>152.8944</w:t>
      </w:r>
      <w:r>
        <w:tab/>
        <w:t>1.013e0</w:t>
      </w:r>
    </w:p>
    <w:p w:rsidR="005B3ED9" w:rsidRDefault="005B3ED9" w:rsidP="005B3ED9">
      <w:r>
        <w:t>152.8978</w:t>
      </w:r>
      <w:r>
        <w:tab/>
        <w:t>2.025e0</w:t>
      </w:r>
    </w:p>
    <w:p w:rsidR="005B3ED9" w:rsidRDefault="005B3ED9" w:rsidP="005B3ED9">
      <w:r>
        <w:t>152.9168</w:t>
      </w:r>
      <w:r>
        <w:tab/>
        <w:t>1.013e0</w:t>
      </w:r>
    </w:p>
    <w:p w:rsidR="005B3ED9" w:rsidRDefault="005B3ED9" w:rsidP="005B3ED9">
      <w:r>
        <w:t>152.9203</w:t>
      </w:r>
      <w:r>
        <w:tab/>
        <w:t>4.051e0</w:t>
      </w:r>
    </w:p>
    <w:p w:rsidR="005B3ED9" w:rsidRDefault="005B3ED9" w:rsidP="005B3ED9">
      <w:r>
        <w:t>152.9472</w:t>
      </w:r>
      <w:r>
        <w:tab/>
        <w:t>2.025e0</w:t>
      </w:r>
    </w:p>
    <w:p w:rsidR="005B3ED9" w:rsidRDefault="005B3ED9" w:rsidP="005B3ED9">
      <w:r>
        <w:t>152.9490</w:t>
      </w:r>
      <w:r>
        <w:tab/>
        <w:t>2.025e0</w:t>
      </w:r>
    </w:p>
    <w:p w:rsidR="005B3ED9" w:rsidRDefault="005B3ED9" w:rsidP="005B3ED9">
      <w:r>
        <w:t>152.9537</w:t>
      </w:r>
      <w:r>
        <w:tab/>
        <w:t>1.013e0</w:t>
      </w:r>
    </w:p>
    <w:p w:rsidR="005B3ED9" w:rsidRDefault="005B3ED9" w:rsidP="005B3ED9">
      <w:r>
        <w:t>152.9696</w:t>
      </w:r>
      <w:r>
        <w:tab/>
        <w:t>1.013e0</w:t>
      </w:r>
    </w:p>
    <w:p w:rsidR="005B3ED9" w:rsidRDefault="005B3ED9" w:rsidP="005B3ED9">
      <w:r>
        <w:t>152.9763</w:t>
      </w:r>
      <w:r>
        <w:tab/>
        <w:t>1.013e0</w:t>
      </w:r>
    </w:p>
    <w:p w:rsidR="005B3ED9" w:rsidRDefault="005B3ED9" w:rsidP="005B3ED9">
      <w:r>
        <w:t>152.9830</w:t>
      </w:r>
      <w:r>
        <w:tab/>
        <w:t>1.013e0</w:t>
      </w:r>
    </w:p>
    <w:p w:rsidR="005B3ED9" w:rsidRDefault="005B3ED9" w:rsidP="005B3ED9">
      <w:r>
        <w:t>152.9898</w:t>
      </w:r>
      <w:r>
        <w:tab/>
        <w:t>2.025e0</w:t>
      </w:r>
    </w:p>
    <w:p w:rsidR="005B3ED9" w:rsidRDefault="005B3ED9" w:rsidP="005B3ED9">
      <w:r>
        <w:t>153.0151</w:t>
      </w:r>
      <w:r>
        <w:tab/>
        <w:t>4.051e0</w:t>
      </w:r>
    </w:p>
    <w:p w:rsidR="005B3ED9" w:rsidRDefault="005B3ED9" w:rsidP="005B3ED9">
      <w:r>
        <w:t>153.0291</w:t>
      </w:r>
      <w:r>
        <w:tab/>
        <w:t>1.964e0</w:t>
      </w:r>
    </w:p>
    <w:p w:rsidR="005B3ED9" w:rsidRDefault="005B3ED9" w:rsidP="005B3ED9">
      <w:r>
        <w:t>153.0457</w:t>
      </w:r>
      <w:r>
        <w:tab/>
        <w:t>7.089e0</w:t>
      </w:r>
    </w:p>
    <w:p w:rsidR="005B3ED9" w:rsidRDefault="005B3ED9" w:rsidP="005B3ED9">
      <w:r>
        <w:t>153.0486</w:t>
      </w:r>
      <w:r>
        <w:tab/>
        <w:t>1.620e1</w:t>
      </w:r>
    </w:p>
    <w:p w:rsidR="005B3ED9" w:rsidRDefault="005B3ED9" w:rsidP="005B3ED9">
      <w:r>
        <w:t>153.0606</w:t>
      </w:r>
      <w:r>
        <w:tab/>
        <w:t>2.729e0</w:t>
      </w:r>
    </w:p>
    <w:p w:rsidR="005B3ED9" w:rsidRDefault="005B3ED9" w:rsidP="005B3ED9">
      <w:r>
        <w:lastRenderedPageBreak/>
        <w:t>153.0774</w:t>
      </w:r>
      <w:r>
        <w:tab/>
        <w:t>3.680e0</w:t>
      </w:r>
    </w:p>
    <w:p w:rsidR="005B3ED9" w:rsidRDefault="005B3ED9" w:rsidP="005B3ED9">
      <w:r>
        <w:t>153.0791</w:t>
      </w:r>
      <w:r>
        <w:tab/>
        <w:t>4.051e0</w:t>
      </w:r>
    </w:p>
    <w:p w:rsidR="005B3ED9" w:rsidRDefault="005B3ED9" w:rsidP="005B3ED9">
      <w:r>
        <w:t>153.0817</w:t>
      </w:r>
      <w:r>
        <w:tab/>
        <w:t>1.013e0</w:t>
      </w:r>
    </w:p>
    <w:p w:rsidR="005B3ED9" w:rsidRDefault="005B3ED9" w:rsidP="005B3ED9">
      <w:r>
        <w:t>153.0951</w:t>
      </w:r>
      <w:r>
        <w:tab/>
        <w:t>1.013e0</w:t>
      </w:r>
    </w:p>
    <w:p w:rsidR="005B3ED9" w:rsidRDefault="005B3ED9" w:rsidP="005B3ED9">
      <w:r>
        <w:t>153.0982</w:t>
      </w:r>
      <w:r>
        <w:tab/>
        <w:t>1.013e0</w:t>
      </w:r>
    </w:p>
    <w:p w:rsidR="005B3ED9" w:rsidRDefault="005B3ED9" w:rsidP="005B3ED9">
      <w:r>
        <w:t>153.1277</w:t>
      </w:r>
      <w:r>
        <w:tab/>
        <w:t>2.025e0</w:t>
      </w:r>
    </w:p>
    <w:p w:rsidR="005B3ED9" w:rsidRDefault="005B3ED9" w:rsidP="005B3ED9">
      <w:r>
        <w:t>153.1460</w:t>
      </w:r>
      <w:r>
        <w:tab/>
        <w:t>2.025e0</w:t>
      </w:r>
    </w:p>
    <w:p w:rsidR="005B3ED9" w:rsidRDefault="005B3ED9" w:rsidP="005B3ED9">
      <w:r>
        <w:t>153.1579</w:t>
      </w:r>
      <w:r>
        <w:tab/>
        <w:t>3.038e0</w:t>
      </w:r>
    </w:p>
    <w:p w:rsidR="005B3ED9" w:rsidRDefault="005B3ED9" w:rsidP="005B3ED9">
      <w:r>
        <w:t>153.1671</w:t>
      </w:r>
      <w:r>
        <w:tab/>
        <w:t>3.038e0</w:t>
      </w:r>
    </w:p>
    <w:p w:rsidR="005B3ED9" w:rsidRDefault="005B3ED9" w:rsidP="005B3ED9">
      <w:r>
        <w:t>153.1805</w:t>
      </w:r>
      <w:r>
        <w:tab/>
        <w:t>2.025e0</w:t>
      </w:r>
    </w:p>
    <w:p w:rsidR="005B3ED9" w:rsidRDefault="005B3ED9" w:rsidP="005B3ED9">
      <w:r>
        <w:t>153.1995</w:t>
      </w:r>
      <w:r>
        <w:tab/>
        <w:t>2.025e0</w:t>
      </w:r>
    </w:p>
    <w:p w:rsidR="005B3ED9" w:rsidRDefault="005B3ED9" w:rsidP="005B3ED9">
      <w:r>
        <w:t>153.2047</w:t>
      </w:r>
      <w:r>
        <w:tab/>
        <w:t>2.025e0</w:t>
      </w:r>
    </w:p>
    <w:p w:rsidR="005B3ED9" w:rsidRDefault="005B3ED9" w:rsidP="005B3ED9">
      <w:r>
        <w:t>153.2131</w:t>
      </w:r>
      <w:r>
        <w:tab/>
        <w:t>1.013e0</w:t>
      </w:r>
    </w:p>
    <w:p w:rsidR="005B3ED9" w:rsidRDefault="005B3ED9" w:rsidP="005B3ED9">
      <w:r>
        <w:t>153.2625</w:t>
      </w:r>
      <w:r>
        <w:tab/>
        <w:t>1.013e0</w:t>
      </w:r>
    </w:p>
    <w:p w:rsidR="005B3ED9" w:rsidRDefault="005B3ED9" w:rsidP="005B3ED9">
      <w:r>
        <w:t>153.2889</w:t>
      </w:r>
      <w:r>
        <w:tab/>
        <w:t>1.013e0</w:t>
      </w:r>
    </w:p>
    <w:p w:rsidR="005B3ED9" w:rsidRDefault="005B3ED9" w:rsidP="005B3ED9">
      <w:r>
        <w:t>153.3152</w:t>
      </w:r>
      <w:r>
        <w:tab/>
        <w:t>1.013e0</w:t>
      </w:r>
    </w:p>
    <w:p w:rsidR="005B3ED9" w:rsidRDefault="005B3ED9" w:rsidP="005B3ED9">
      <w:r>
        <w:t>153.3322</w:t>
      </w:r>
      <w:r>
        <w:tab/>
        <w:t>2.025e0</w:t>
      </w:r>
    </w:p>
    <w:p w:rsidR="005B3ED9" w:rsidRDefault="005B3ED9" w:rsidP="005B3ED9">
      <w:r>
        <w:t>153.3613</w:t>
      </w:r>
      <w:r>
        <w:tab/>
        <w:t>1.013e0</w:t>
      </w:r>
    </w:p>
    <w:p w:rsidR="005B3ED9" w:rsidRDefault="005B3ED9" w:rsidP="005B3ED9">
      <w:r>
        <w:t>153.3875</w:t>
      </w:r>
      <w:r>
        <w:tab/>
        <w:t>1.013e0</w:t>
      </w:r>
    </w:p>
    <w:p w:rsidR="005B3ED9" w:rsidRDefault="005B3ED9" w:rsidP="005B3ED9">
      <w:r>
        <w:lastRenderedPageBreak/>
        <w:t>153.4174</w:t>
      </w:r>
      <w:r>
        <w:tab/>
        <w:t>1.013e0</w:t>
      </w:r>
    </w:p>
    <w:p w:rsidR="005B3ED9" w:rsidRDefault="005B3ED9" w:rsidP="005B3ED9">
      <w:r>
        <w:t>153.4368</w:t>
      </w:r>
      <w:r>
        <w:tab/>
        <w:t>1.013e0</w:t>
      </w:r>
    </w:p>
    <w:p w:rsidR="005B3ED9" w:rsidRDefault="005B3ED9" w:rsidP="005B3ED9">
      <w:r>
        <w:t>153.4433</w:t>
      </w:r>
      <w:r>
        <w:tab/>
        <w:t>1.013e0</w:t>
      </w:r>
    </w:p>
    <w:p w:rsidR="005B3ED9" w:rsidRDefault="005B3ED9" w:rsidP="005B3ED9">
      <w:r>
        <w:t>153.4961</w:t>
      </w:r>
      <w:r>
        <w:tab/>
        <w:t>2.025e0</w:t>
      </w:r>
    </w:p>
    <w:p w:rsidR="005B3ED9" w:rsidRDefault="005B3ED9" w:rsidP="005B3ED9">
      <w:r>
        <w:t>153.5162</w:t>
      </w:r>
      <w:r>
        <w:tab/>
        <w:t>1.013e0</w:t>
      </w:r>
    </w:p>
    <w:p w:rsidR="005B3ED9" w:rsidRDefault="005B3ED9" w:rsidP="005B3ED9">
      <w:r>
        <w:t>153.5230</w:t>
      </w:r>
      <w:r>
        <w:tab/>
        <w:t>1.013e0</w:t>
      </w:r>
    </w:p>
    <w:p w:rsidR="005B3ED9" w:rsidRDefault="005B3ED9" w:rsidP="005B3ED9">
      <w:r>
        <w:t>153.5387</w:t>
      </w:r>
      <w:r>
        <w:tab/>
        <w:t>1.013e0</w:t>
      </w:r>
    </w:p>
    <w:p w:rsidR="005B3ED9" w:rsidRDefault="005B3ED9" w:rsidP="005B3ED9">
      <w:r>
        <w:t>153.5407</w:t>
      </w:r>
      <w:r>
        <w:tab/>
        <w:t>6.076e0</w:t>
      </w:r>
    </w:p>
    <w:p w:rsidR="005B3ED9" w:rsidRDefault="005B3ED9" w:rsidP="005B3ED9">
      <w:r>
        <w:t>153.5479</w:t>
      </w:r>
      <w:r>
        <w:tab/>
        <w:t>3.038e0</w:t>
      </w:r>
    </w:p>
    <w:p w:rsidR="005B3ED9" w:rsidRDefault="005B3ED9" w:rsidP="005B3ED9">
      <w:r>
        <w:t>153.5497</w:t>
      </w:r>
      <w:r>
        <w:tab/>
        <w:t>3.038e0</w:t>
      </w:r>
    </w:p>
    <w:p w:rsidR="005B3ED9" w:rsidRDefault="005B3ED9" w:rsidP="005B3ED9">
      <w:r>
        <w:t>153.5643</w:t>
      </w:r>
      <w:r>
        <w:tab/>
        <w:t>3.038e0</w:t>
      </w:r>
    </w:p>
    <w:p w:rsidR="005B3ED9" w:rsidRDefault="005B3ED9" w:rsidP="005B3ED9">
      <w:r>
        <w:t>153.5710</w:t>
      </w:r>
      <w:r>
        <w:tab/>
        <w:t>2.025e0</w:t>
      </w:r>
    </w:p>
    <w:p w:rsidR="005B3ED9" w:rsidRDefault="005B3ED9" w:rsidP="005B3ED9">
      <w:r>
        <w:t>153.5724</w:t>
      </w:r>
      <w:r>
        <w:tab/>
        <w:t>1.013e0</w:t>
      </w:r>
    </w:p>
    <w:p w:rsidR="005B3ED9" w:rsidRDefault="005B3ED9" w:rsidP="005B3ED9">
      <w:r>
        <w:t>153.5754</w:t>
      </w:r>
      <w:r>
        <w:tab/>
        <w:t>1.013e0</w:t>
      </w:r>
    </w:p>
    <w:p w:rsidR="005B3ED9" w:rsidRDefault="005B3ED9" w:rsidP="005B3ED9">
      <w:r>
        <w:t>153.6204</w:t>
      </w:r>
      <w:r>
        <w:tab/>
        <w:t>2.025e0</w:t>
      </w:r>
    </w:p>
    <w:p w:rsidR="005B3ED9" w:rsidRDefault="005B3ED9" w:rsidP="005B3ED9">
      <w:r>
        <w:t>153.6341</w:t>
      </w:r>
      <w:r>
        <w:tab/>
        <w:t>2.025e0</w:t>
      </w:r>
    </w:p>
    <w:p w:rsidR="005B3ED9" w:rsidRDefault="005B3ED9" w:rsidP="005B3ED9">
      <w:r>
        <w:t>153.6410</w:t>
      </w:r>
      <w:r>
        <w:tab/>
        <w:t>1.013e0</w:t>
      </w:r>
    </w:p>
    <w:p w:rsidR="005B3ED9" w:rsidRDefault="005B3ED9" w:rsidP="005B3ED9">
      <w:r>
        <w:t>153.6611</w:t>
      </w:r>
      <w:r>
        <w:tab/>
        <w:t>1.013e0</w:t>
      </w:r>
    </w:p>
    <w:p w:rsidR="005B3ED9" w:rsidRDefault="005B3ED9" w:rsidP="005B3ED9">
      <w:r>
        <w:t>153.6803</w:t>
      </w:r>
      <w:r>
        <w:tab/>
        <w:t>1.013e0</w:t>
      </w:r>
    </w:p>
    <w:p w:rsidR="005B3ED9" w:rsidRDefault="005B3ED9" w:rsidP="005B3ED9">
      <w:r>
        <w:lastRenderedPageBreak/>
        <w:t>153.6938</w:t>
      </w:r>
      <w:r>
        <w:tab/>
        <w:t>2.025e0</w:t>
      </w:r>
    </w:p>
    <w:p w:rsidR="005B3ED9" w:rsidRDefault="005B3ED9" w:rsidP="005B3ED9">
      <w:r>
        <w:t>153.7600</w:t>
      </w:r>
      <w:r>
        <w:tab/>
        <w:t>1.013e0</w:t>
      </w:r>
    </w:p>
    <w:p w:rsidR="005B3ED9" w:rsidRDefault="005B3ED9" w:rsidP="005B3ED9">
      <w:r>
        <w:t>153.7729</w:t>
      </w:r>
      <w:r>
        <w:tab/>
        <w:t>1.013e0</w:t>
      </w:r>
    </w:p>
    <w:p w:rsidR="005B3ED9" w:rsidRDefault="005B3ED9" w:rsidP="005B3ED9">
      <w:r>
        <w:t>153.7970</w:t>
      </w:r>
      <w:r>
        <w:tab/>
        <w:t>3.038e0</w:t>
      </w:r>
    </w:p>
    <w:p w:rsidR="005B3ED9" w:rsidRDefault="005B3ED9" w:rsidP="005B3ED9">
      <w:r>
        <w:t>153.8161</w:t>
      </w:r>
      <w:r>
        <w:tab/>
        <w:t>1.013e0</w:t>
      </w:r>
    </w:p>
    <w:p w:rsidR="005B3ED9" w:rsidRDefault="005B3ED9" w:rsidP="005B3ED9">
      <w:r>
        <w:t>153.8590</w:t>
      </w:r>
      <w:r>
        <w:tab/>
        <w:t>1.013e0</w:t>
      </w:r>
    </w:p>
    <w:p w:rsidR="005B3ED9" w:rsidRDefault="005B3ED9" w:rsidP="005B3ED9">
      <w:r>
        <w:t>153.8883</w:t>
      </w:r>
      <w:r>
        <w:tab/>
        <w:t>1.013e0</w:t>
      </w:r>
    </w:p>
    <w:p w:rsidR="005B3ED9" w:rsidRDefault="005B3ED9" w:rsidP="005B3ED9">
      <w:r>
        <w:t>153.9276</w:t>
      </w:r>
      <w:r>
        <w:tab/>
        <w:t>1.013e0</w:t>
      </w:r>
    </w:p>
    <w:p w:rsidR="005B3ED9" w:rsidRDefault="005B3ED9" w:rsidP="005B3ED9">
      <w:r>
        <w:t>153.9377</w:t>
      </w:r>
      <w:r>
        <w:tab/>
        <w:t>1.013e0</w:t>
      </w:r>
    </w:p>
    <w:p w:rsidR="005B3ED9" w:rsidRDefault="005B3ED9" w:rsidP="005B3ED9">
      <w:r>
        <w:t>153.9643</w:t>
      </w:r>
      <w:r>
        <w:tab/>
        <w:t>1.013e0</w:t>
      </w:r>
    </w:p>
    <w:p w:rsidR="005B3ED9" w:rsidRDefault="005B3ED9" w:rsidP="005B3ED9">
      <w:r>
        <w:t>153.9737</w:t>
      </w:r>
      <w:r>
        <w:tab/>
        <w:t>1.013e0</w:t>
      </w:r>
    </w:p>
    <w:p w:rsidR="005B3ED9" w:rsidRDefault="005B3ED9" w:rsidP="005B3ED9">
      <w:r>
        <w:t>153.9771</w:t>
      </w:r>
      <w:r>
        <w:tab/>
        <w:t>1.013e0</w:t>
      </w:r>
    </w:p>
    <w:p w:rsidR="005B3ED9" w:rsidRDefault="005B3ED9" w:rsidP="005B3ED9">
      <w:r>
        <w:t>153.9838</w:t>
      </w:r>
      <w:r>
        <w:tab/>
        <w:t>1.013e0</w:t>
      </w:r>
    </w:p>
    <w:p w:rsidR="005B3ED9" w:rsidRDefault="005B3ED9" w:rsidP="005B3ED9">
      <w:r>
        <w:t>154.0041</w:t>
      </w:r>
      <w:r>
        <w:tab/>
        <w:t>2.025e0</w:t>
      </w:r>
    </w:p>
    <w:p w:rsidR="005B3ED9" w:rsidRDefault="005B3ED9" w:rsidP="005B3ED9">
      <w:r>
        <w:t>154.0199</w:t>
      </w:r>
      <w:r>
        <w:tab/>
        <w:t>3.038e0</w:t>
      </w:r>
    </w:p>
    <w:p w:rsidR="005B3ED9" w:rsidRDefault="005B3ED9" w:rsidP="005B3ED9">
      <w:r>
        <w:t>154.0231</w:t>
      </w:r>
      <w:r>
        <w:tab/>
        <w:t>1.013e0</w:t>
      </w:r>
    </w:p>
    <w:p w:rsidR="005B3ED9" w:rsidRDefault="005B3ED9" w:rsidP="005B3ED9">
      <w:r>
        <w:t>154.0300</w:t>
      </w:r>
      <w:r>
        <w:tab/>
        <w:t>1.013e0</w:t>
      </w:r>
    </w:p>
    <w:p w:rsidR="005B3ED9" w:rsidRDefault="005B3ED9" w:rsidP="005B3ED9">
      <w:r>
        <w:t>154.0516</w:t>
      </w:r>
      <w:r>
        <w:tab/>
        <w:t>3.038e0</w:t>
      </w:r>
    </w:p>
    <w:p w:rsidR="005B3ED9" w:rsidRDefault="005B3ED9" w:rsidP="005B3ED9">
      <w:r>
        <w:t>154.0569</w:t>
      </w:r>
      <w:r>
        <w:tab/>
        <w:t>1.013e0</w:t>
      </w:r>
    </w:p>
    <w:p w:rsidR="005B3ED9" w:rsidRDefault="005B3ED9" w:rsidP="005B3ED9">
      <w:r>
        <w:lastRenderedPageBreak/>
        <w:t>154.0632</w:t>
      </w:r>
      <w:r>
        <w:tab/>
        <w:t>1.013e0</w:t>
      </w:r>
    </w:p>
    <w:p w:rsidR="005B3ED9" w:rsidRDefault="005B3ED9" w:rsidP="005B3ED9">
      <w:r>
        <w:t>154.0728</w:t>
      </w:r>
      <w:r>
        <w:tab/>
        <w:t>3.038e0</w:t>
      </w:r>
    </w:p>
    <w:p w:rsidR="005B3ED9" w:rsidRDefault="005B3ED9" w:rsidP="005B3ED9">
      <w:r>
        <w:t>154.0946</w:t>
      </w:r>
      <w:r>
        <w:tab/>
        <w:t>3.927e0</w:t>
      </w:r>
    </w:p>
    <w:p w:rsidR="005B3ED9" w:rsidRDefault="005B3ED9" w:rsidP="005B3ED9">
      <w:r>
        <w:t>154.0979</w:t>
      </w:r>
      <w:r>
        <w:tab/>
        <w:t>2.025e0</w:t>
      </w:r>
    </w:p>
    <w:p w:rsidR="005B3ED9" w:rsidRDefault="005B3ED9" w:rsidP="005B3ED9">
      <w:r>
        <w:t>154.0996</w:t>
      </w:r>
      <w:r>
        <w:tab/>
        <w:t>2.025e0</w:t>
      </w:r>
    </w:p>
    <w:p w:rsidR="005B3ED9" w:rsidRDefault="005B3ED9" w:rsidP="005B3ED9">
      <w:r>
        <w:t>154.1256</w:t>
      </w:r>
      <w:r>
        <w:tab/>
        <w:t>1.013e0</w:t>
      </w:r>
    </w:p>
    <w:p w:rsidR="005B3ED9" w:rsidRDefault="005B3ED9" w:rsidP="005B3ED9">
      <w:r>
        <w:t>154.1289</w:t>
      </w:r>
      <w:r>
        <w:tab/>
        <w:t>1.013e0</w:t>
      </w:r>
    </w:p>
    <w:p w:rsidR="005B3ED9" w:rsidRDefault="005B3ED9" w:rsidP="005B3ED9">
      <w:r>
        <w:t>154.1374</w:t>
      </w:r>
      <w:r>
        <w:tab/>
        <w:t>2.025e0</w:t>
      </w:r>
    </w:p>
    <w:p w:rsidR="005B3ED9" w:rsidRDefault="005B3ED9" w:rsidP="005B3ED9">
      <w:r>
        <w:t>154.1474</w:t>
      </w:r>
      <w:r>
        <w:tab/>
        <w:t>2.025e0</w:t>
      </w:r>
    </w:p>
    <w:p w:rsidR="005B3ED9" w:rsidRDefault="005B3ED9" w:rsidP="005B3ED9">
      <w:r>
        <w:t>154.1952</w:t>
      </w:r>
      <w:r>
        <w:tab/>
        <w:t>1.013e0</w:t>
      </w:r>
    </w:p>
    <w:p w:rsidR="005B3ED9" w:rsidRDefault="005B3ED9" w:rsidP="005B3ED9">
      <w:r>
        <w:t>154.2086</w:t>
      </w:r>
      <w:r>
        <w:tab/>
        <w:t>1.013e0</w:t>
      </w:r>
    </w:p>
    <w:p w:rsidR="005B3ED9" w:rsidRDefault="005B3ED9" w:rsidP="005B3ED9">
      <w:r>
        <w:t>154.2178</w:t>
      </w:r>
      <w:r>
        <w:tab/>
        <w:t>1.013e0</w:t>
      </w:r>
    </w:p>
    <w:p w:rsidR="005B3ED9" w:rsidRDefault="005B3ED9" w:rsidP="005B3ED9">
      <w:r>
        <w:t>154.2211</w:t>
      </w:r>
      <w:r>
        <w:tab/>
        <w:t>1.013e0</w:t>
      </w:r>
    </w:p>
    <w:p w:rsidR="005B3ED9" w:rsidRDefault="005B3ED9" w:rsidP="005B3ED9">
      <w:r>
        <w:t>154.2313</w:t>
      </w:r>
      <w:r>
        <w:tab/>
        <w:t>1.013e0</w:t>
      </w:r>
    </w:p>
    <w:p w:rsidR="005B3ED9" w:rsidRDefault="005B3ED9" w:rsidP="005B3ED9">
      <w:r>
        <w:t>154.2447</w:t>
      </w:r>
      <w:r>
        <w:tab/>
        <w:t>1.013e0</w:t>
      </w:r>
    </w:p>
    <w:p w:rsidR="005B3ED9" w:rsidRDefault="005B3ED9" w:rsidP="005B3ED9">
      <w:r>
        <w:t>154.2550</w:t>
      </w:r>
      <w:r>
        <w:tab/>
        <w:t>1.013e0</w:t>
      </w:r>
    </w:p>
    <w:p w:rsidR="005B3ED9" w:rsidRDefault="005B3ED9" w:rsidP="005B3ED9">
      <w:r>
        <w:t>154.2943</w:t>
      </w:r>
      <w:r>
        <w:tab/>
        <w:t>1.013e0</w:t>
      </w:r>
    </w:p>
    <w:p w:rsidR="005B3ED9" w:rsidRDefault="005B3ED9" w:rsidP="005B3ED9">
      <w:r>
        <w:t>154.3045</w:t>
      </w:r>
      <w:r>
        <w:tab/>
        <w:t>1.013e0</w:t>
      </w:r>
    </w:p>
    <w:p w:rsidR="005B3ED9" w:rsidRDefault="005B3ED9" w:rsidP="005B3ED9">
      <w:r>
        <w:t>154.3076</w:t>
      </w:r>
      <w:r>
        <w:tab/>
        <w:t>1.013e0</w:t>
      </w:r>
    </w:p>
    <w:p w:rsidR="005B3ED9" w:rsidRDefault="005B3ED9" w:rsidP="005B3ED9">
      <w:r>
        <w:lastRenderedPageBreak/>
        <w:t>154.3138</w:t>
      </w:r>
      <w:r>
        <w:tab/>
        <w:t>1.013e0</w:t>
      </w:r>
    </w:p>
    <w:p w:rsidR="005B3ED9" w:rsidRDefault="005B3ED9" w:rsidP="005B3ED9">
      <w:r>
        <w:t>154.3202</w:t>
      </w:r>
      <w:r>
        <w:tab/>
        <w:t>1.013e0</w:t>
      </w:r>
    </w:p>
    <w:p w:rsidR="005B3ED9" w:rsidRDefault="005B3ED9" w:rsidP="005B3ED9">
      <w:r>
        <w:t>154.3354</w:t>
      </w:r>
      <w:r>
        <w:tab/>
        <w:t>2.025e0</w:t>
      </w:r>
    </w:p>
    <w:p w:rsidR="005B3ED9" w:rsidRDefault="005B3ED9" w:rsidP="005B3ED9">
      <w:r>
        <w:t>154.3633</w:t>
      </w:r>
      <w:r>
        <w:tab/>
        <w:t>1.013e0</w:t>
      </w:r>
    </w:p>
    <w:p w:rsidR="005B3ED9" w:rsidRDefault="005B3ED9" w:rsidP="005B3ED9">
      <w:r>
        <w:t>154.3782</w:t>
      </w:r>
      <w:r>
        <w:tab/>
        <w:t>2.025e0</w:t>
      </w:r>
    </w:p>
    <w:p w:rsidR="005B3ED9" w:rsidRDefault="005B3ED9" w:rsidP="005B3ED9">
      <w:r>
        <w:t>154.4462</w:t>
      </w:r>
      <w:r>
        <w:tab/>
        <w:t>1.013e0</w:t>
      </w:r>
    </w:p>
    <w:p w:rsidR="005B3ED9" w:rsidRDefault="005B3ED9" w:rsidP="005B3ED9">
      <w:r>
        <w:t>154.4624</w:t>
      </w:r>
      <w:r>
        <w:tab/>
        <w:t>1.013e0</w:t>
      </w:r>
    </w:p>
    <w:p w:rsidR="005B3ED9" w:rsidRDefault="005B3ED9" w:rsidP="005B3ED9">
      <w:r>
        <w:t>154.4722</w:t>
      </w:r>
      <w:r>
        <w:tab/>
        <w:t>1.013e0</w:t>
      </w:r>
    </w:p>
    <w:p w:rsidR="005B3ED9" w:rsidRDefault="005B3ED9" w:rsidP="005B3ED9">
      <w:r>
        <w:t>154.4992</w:t>
      </w:r>
      <w:r>
        <w:tab/>
        <w:t>1.013e0</w:t>
      </w:r>
    </w:p>
    <w:p w:rsidR="005B3ED9" w:rsidRDefault="005B3ED9" w:rsidP="005B3ED9">
      <w:r>
        <w:t>154.5386</w:t>
      </w:r>
      <w:r>
        <w:tab/>
        <w:t>1.013e0</w:t>
      </w:r>
    </w:p>
    <w:p w:rsidR="005B3ED9" w:rsidRDefault="005B3ED9" w:rsidP="005B3ED9">
      <w:r>
        <w:t>154.5647</w:t>
      </w:r>
      <w:r>
        <w:tab/>
        <w:t>1.013e0</w:t>
      </w:r>
    </w:p>
    <w:p w:rsidR="005B3ED9" w:rsidRDefault="005B3ED9" w:rsidP="005B3ED9">
      <w:r>
        <w:t>154.5781</w:t>
      </w:r>
      <w:r>
        <w:tab/>
        <w:t>1.013e0</w:t>
      </w:r>
    </w:p>
    <w:p w:rsidR="005B3ED9" w:rsidRDefault="005B3ED9" w:rsidP="005B3ED9">
      <w:r>
        <w:t>154.5983</w:t>
      </w:r>
      <w:r>
        <w:tab/>
        <w:t>1.013e0</w:t>
      </w:r>
    </w:p>
    <w:p w:rsidR="005B3ED9" w:rsidRDefault="005B3ED9" w:rsidP="005B3ED9">
      <w:r>
        <w:t>154.6017</w:t>
      </w:r>
      <w:r>
        <w:tab/>
        <w:t>1.013e0</w:t>
      </w:r>
    </w:p>
    <w:p w:rsidR="005B3ED9" w:rsidRDefault="005B3ED9" w:rsidP="005B3ED9">
      <w:r>
        <w:t>154.6174</w:t>
      </w:r>
      <w:r>
        <w:tab/>
        <w:t>1.013e0</w:t>
      </w:r>
    </w:p>
    <w:p w:rsidR="005B3ED9" w:rsidRDefault="005B3ED9" w:rsidP="005B3ED9">
      <w:r>
        <w:t>154.6704</w:t>
      </w:r>
      <w:r>
        <w:tab/>
        <w:t>1.013e0</w:t>
      </w:r>
    </w:p>
    <w:p w:rsidR="005B3ED9" w:rsidRDefault="005B3ED9" w:rsidP="005B3ED9">
      <w:r>
        <w:t>154.6738</w:t>
      </w:r>
      <w:r>
        <w:tab/>
        <w:t>1.013e0</w:t>
      </w:r>
    </w:p>
    <w:p w:rsidR="005B3ED9" w:rsidRDefault="005B3ED9" w:rsidP="005B3ED9">
      <w:r>
        <w:t>154.6772</w:t>
      </w:r>
      <w:r>
        <w:tab/>
        <w:t>1.013e0</w:t>
      </w:r>
    </w:p>
    <w:p w:rsidR="005B3ED9" w:rsidRDefault="005B3ED9" w:rsidP="005B3ED9">
      <w:r>
        <w:t>154.6873</w:t>
      </w:r>
      <w:r>
        <w:tab/>
        <w:t>1.013e0</w:t>
      </w:r>
    </w:p>
    <w:p w:rsidR="005B3ED9" w:rsidRDefault="005B3ED9" w:rsidP="005B3ED9">
      <w:r>
        <w:lastRenderedPageBreak/>
        <w:t>154.7729</w:t>
      </w:r>
      <w:r>
        <w:tab/>
        <w:t>1.013e0</w:t>
      </w:r>
    </w:p>
    <w:p w:rsidR="005B3ED9" w:rsidRDefault="005B3ED9" w:rsidP="005B3ED9">
      <w:r>
        <w:t>154.8097</w:t>
      </w:r>
      <w:r>
        <w:tab/>
        <w:t>1.013e0</w:t>
      </w:r>
    </w:p>
    <w:p w:rsidR="005B3ED9" w:rsidRDefault="005B3ED9" w:rsidP="005B3ED9">
      <w:r>
        <w:t>154.8327</w:t>
      </w:r>
      <w:r>
        <w:tab/>
        <w:t>1.013e0</w:t>
      </w:r>
    </w:p>
    <w:p w:rsidR="005B3ED9" w:rsidRDefault="005B3ED9" w:rsidP="005B3ED9">
      <w:r>
        <w:t>154.8394</w:t>
      </w:r>
      <w:r>
        <w:tab/>
        <w:t>1.013e0</w:t>
      </w:r>
    </w:p>
    <w:p w:rsidR="005B3ED9" w:rsidRDefault="005B3ED9" w:rsidP="005B3ED9">
      <w:r>
        <w:t>154.8593</w:t>
      </w:r>
      <w:r>
        <w:tab/>
        <w:t>1.013e0</w:t>
      </w:r>
    </w:p>
    <w:p w:rsidR="005B3ED9" w:rsidRDefault="005B3ED9" w:rsidP="005B3ED9">
      <w:r>
        <w:t>154.8755</w:t>
      </w:r>
      <w:r>
        <w:tab/>
        <w:t>1.013e0</w:t>
      </w:r>
    </w:p>
    <w:p w:rsidR="005B3ED9" w:rsidRDefault="005B3ED9" w:rsidP="005B3ED9">
      <w:r>
        <w:t>154.8991</w:t>
      </w:r>
      <w:r>
        <w:tab/>
        <w:t>2.025e0</w:t>
      </w:r>
    </w:p>
    <w:p w:rsidR="005B3ED9" w:rsidRDefault="005B3ED9" w:rsidP="005B3ED9">
      <w:r>
        <w:t>154.9121</w:t>
      </w:r>
      <w:r>
        <w:tab/>
        <w:t>1.013e0</w:t>
      </w:r>
    </w:p>
    <w:p w:rsidR="005B3ED9" w:rsidRDefault="005B3ED9" w:rsidP="005B3ED9">
      <w:r>
        <w:t>154.9319</w:t>
      </w:r>
      <w:r>
        <w:tab/>
        <w:t>1.013e0</w:t>
      </w:r>
    </w:p>
    <w:p w:rsidR="005B3ED9" w:rsidRDefault="005B3ED9" w:rsidP="005B3ED9">
      <w:r>
        <w:t>154.9648</w:t>
      </w:r>
      <w:r>
        <w:tab/>
        <w:t>2.025e0</w:t>
      </w:r>
    </w:p>
    <w:p w:rsidR="005B3ED9" w:rsidRDefault="005B3ED9" w:rsidP="005B3ED9">
      <w:r>
        <w:t>154.9680</w:t>
      </w:r>
      <w:r>
        <w:tab/>
        <w:t>1.013e0</w:t>
      </w:r>
    </w:p>
    <w:p w:rsidR="005B3ED9" w:rsidRDefault="005B3ED9" w:rsidP="005B3ED9">
      <w:r>
        <w:t>154.9834</w:t>
      </w:r>
      <w:r>
        <w:tab/>
        <w:t>3.038e0</w:t>
      </w:r>
    </w:p>
    <w:p w:rsidR="005B3ED9" w:rsidRDefault="005B3ED9" w:rsidP="005B3ED9">
      <w:r>
        <w:t>154.9899</w:t>
      </w:r>
      <w:r>
        <w:tab/>
        <w:t>2.025e0</w:t>
      </w:r>
    </w:p>
    <w:p w:rsidR="005B3ED9" w:rsidRDefault="005B3ED9" w:rsidP="005B3ED9">
      <w:r>
        <w:t>154.9953</w:t>
      </w:r>
      <w:r>
        <w:tab/>
        <w:t>5.063e0</w:t>
      </w:r>
    </w:p>
    <w:p w:rsidR="005B3ED9" w:rsidRDefault="005B3ED9" w:rsidP="005B3ED9">
      <w:r>
        <w:t>154.9983</w:t>
      </w:r>
      <w:r>
        <w:tab/>
        <w:t>1.013e0</w:t>
      </w:r>
    </w:p>
    <w:p w:rsidR="005B3ED9" w:rsidRDefault="005B3ED9" w:rsidP="005B3ED9">
      <w:r>
        <w:t>155.0115</w:t>
      </w:r>
      <w:r>
        <w:tab/>
        <w:t>1.013e0</w:t>
      </w:r>
    </w:p>
    <w:p w:rsidR="005B3ED9" w:rsidRDefault="005B3ED9" w:rsidP="005B3ED9">
      <w:r>
        <w:t>155.0317</w:t>
      </w:r>
      <w:r>
        <w:tab/>
        <w:t>4.051e0</w:t>
      </w:r>
    </w:p>
    <w:p w:rsidR="005B3ED9" w:rsidRDefault="005B3ED9" w:rsidP="005B3ED9">
      <w:r>
        <w:t>155.0345</w:t>
      </w:r>
      <w:r>
        <w:tab/>
        <w:t>1.013e0</w:t>
      </w:r>
    </w:p>
    <w:p w:rsidR="005B3ED9" w:rsidRDefault="005B3ED9" w:rsidP="005B3ED9">
      <w:r>
        <w:t>155.0498</w:t>
      </w:r>
      <w:r>
        <w:tab/>
        <w:t>1.655e0</w:t>
      </w:r>
    </w:p>
    <w:p w:rsidR="005B3ED9" w:rsidRDefault="005B3ED9" w:rsidP="005B3ED9">
      <w:r>
        <w:lastRenderedPageBreak/>
        <w:t>155.0547</w:t>
      </w:r>
      <w:r>
        <w:tab/>
        <w:t>1.013e0</w:t>
      </w:r>
    </w:p>
    <w:p w:rsidR="005B3ED9" w:rsidRDefault="005B3ED9" w:rsidP="005B3ED9">
      <w:r>
        <w:t>155.0674</w:t>
      </w:r>
      <w:r>
        <w:tab/>
        <w:t>1.013e0</w:t>
      </w:r>
    </w:p>
    <w:p w:rsidR="005B3ED9" w:rsidRDefault="005B3ED9" w:rsidP="005B3ED9">
      <w:r>
        <w:t>155.0739</w:t>
      </w:r>
      <w:r>
        <w:tab/>
        <w:t>1.013e0</w:t>
      </w:r>
    </w:p>
    <w:p w:rsidR="005B3ED9" w:rsidRDefault="005B3ED9" w:rsidP="005B3ED9">
      <w:r>
        <w:t>155.0908</w:t>
      </w:r>
      <w:r>
        <w:tab/>
        <w:t>1.013e0</w:t>
      </w:r>
    </w:p>
    <w:p w:rsidR="005B3ED9" w:rsidRDefault="005B3ED9" w:rsidP="005B3ED9">
      <w:r>
        <w:t>155.0975</w:t>
      </w:r>
      <w:r>
        <w:tab/>
        <w:t>1.013e0</w:t>
      </w:r>
    </w:p>
    <w:p w:rsidR="005B3ED9" w:rsidRDefault="005B3ED9" w:rsidP="005B3ED9">
      <w:r>
        <w:t>155.1078</w:t>
      </w:r>
      <w:r>
        <w:tab/>
        <w:t>1.013e0</w:t>
      </w:r>
    </w:p>
    <w:p w:rsidR="005B3ED9" w:rsidRDefault="005B3ED9" w:rsidP="005B3ED9">
      <w:r>
        <w:t>155.1171</w:t>
      </w:r>
      <w:r>
        <w:tab/>
        <w:t>1.013e0</w:t>
      </w:r>
    </w:p>
    <w:p w:rsidR="005B3ED9" w:rsidRDefault="005B3ED9" w:rsidP="005B3ED9">
      <w:r>
        <w:t>155.1205</w:t>
      </w:r>
      <w:r>
        <w:tab/>
        <w:t>5.063e0</w:t>
      </w:r>
    </w:p>
    <w:p w:rsidR="005B3ED9" w:rsidRDefault="005B3ED9" w:rsidP="005B3ED9">
      <w:r>
        <w:t>155.1669</w:t>
      </w:r>
      <w:r>
        <w:tab/>
        <w:t>1.013e0</w:t>
      </w:r>
    </w:p>
    <w:p w:rsidR="005B3ED9" w:rsidRDefault="005B3ED9" w:rsidP="005B3ED9">
      <w:r>
        <w:t>155.1731</w:t>
      </w:r>
      <w:r>
        <w:tab/>
        <w:t>1.013e0</w:t>
      </w:r>
    </w:p>
    <w:p w:rsidR="005B3ED9" w:rsidRDefault="005B3ED9" w:rsidP="005B3ED9">
      <w:r>
        <w:t>155.1799</w:t>
      </w:r>
      <w:r>
        <w:tab/>
        <w:t>1.013e0</w:t>
      </w:r>
    </w:p>
    <w:p w:rsidR="005B3ED9" w:rsidRDefault="005B3ED9" w:rsidP="005B3ED9">
      <w:r>
        <w:t>155.2135</w:t>
      </w:r>
      <w:r>
        <w:tab/>
        <w:t>1.013e0</w:t>
      </w:r>
    </w:p>
    <w:p w:rsidR="005B3ED9" w:rsidRDefault="005B3ED9" w:rsidP="005B3ED9">
      <w:r>
        <w:t>155.2431</w:t>
      </w:r>
      <w:r>
        <w:tab/>
        <w:t>1.013e0</w:t>
      </w:r>
    </w:p>
    <w:p w:rsidR="005B3ED9" w:rsidRDefault="005B3ED9" w:rsidP="005B3ED9">
      <w:r>
        <w:t>155.2464</w:t>
      </w:r>
      <w:r>
        <w:tab/>
        <w:t>1.013e0</w:t>
      </w:r>
    </w:p>
    <w:p w:rsidR="005B3ED9" w:rsidRDefault="005B3ED9" w:rsidP="005B3ED9">
      <w:r>
        <w:t>155.3542</w:t>
      </w:r>
      <w:r>
        <w:tab/>
        <w:t>2.025e0</w:t>
      </w:r>
    </w:p>
    <w:p w:rsidR="005B3ED9" w:rsidRDefault="005B3ED9" w:rsidP="005B3ED9">
      <w:r>
        <w:t>155.3954</w:t>
      </w:r>
      <w:r>
        <w:tab/>
        <w:t>1.013e0</w:t>
      </w:r>
    </w:p>
    <w:p w:rsidR="005B3ED9" w:rsidRDefault="005B3ED9" w:rsidP="005B3ED9">
      <w:r>
        <w:t>155.4123</w:t>
      </w:r>
      <w:r>
        <w:tab/>
        <w:t>1.013e0</w:t>
      </w:r>
    </w:p>
    <w:p w:rsidR="005B3ED9" w:rsidRDefault="005B3ED9" w:rsidP="005B3ED9">
      <w:r>
        <w:t>155.4173</w:t>
      </w:r>
      <w:r>
        <w:tab/>
        <w:t>2.025e0</w:t>
      </w:r>
    </w:p>
    <w:p w:rsidR="005B3ED9" w:rsidRDefault="005B3ED9" w:rsidP="005B3ED9">
      <w:r>
        <w:t>155.4670</w:t>
      </w:r>
      <w:r>
        <w:tab/>
        <w:t>2.025e0</w:t>
      </w:r>
    </w:p>
    <w:p w:rsidR="005B3ED9" w:rsidRDefault="005B3ED9" w:rsidP="005B3ED9">
      <w:r>
        <w:lastRenderedPageBreak/>
        <w:t>155.5137</w:t>
      </w:r>
      <w:r>
        <w:tab/>
        <w:t>3.038e0</w:t>
      </w:r>
    </w:p>
    <w:p w:rsidR="005B3ED9" w:rsidRDefault="005B3ED9" w:rsidP="005B3ED9">
      <w:r>
        <w:t>155.5351</w:t>
      </w:r>
      <w:r>
        <w:tab/>
        <w:t>3.038e0</w:t>
      </w:r>
    </w:p>
    <w:p w:rsidR="005B3ED9" w:rsidRDefault="005B3ED9" w:rsidP="005B3ED9">
      <w:r>
        <w:t>155.5376</w:t>
      </w:r>
      <w:r>
        <w:tab/>
        <w:t>1.013e0</w:t>
      </w:r>
    </w:p>
    <w:p w:rsidR="005B3ED9" w:rsidRDefault="005B3ED9" w:rsidP="005B3ED9">
      <w:r>
        <w:t>155.5647</w:t>
      </w:r>
      <w:r>
        <w:tab/>
        <w:t>1.013e0</w:t>
      </w:r>
    </w:p>
    <w:p w:rsidR="005B3ED9" w:rsidRDefault="005B3ED9" w:rsidP="005B3ED9">
      <w:r>
        <w:t>155.5739</w:t>
      </w:r>
      <w:r>
        <w:tab/>
        <w:t>3.038e0</w:t>
      </w:r>
    </w:p>
    <w:p w:rsidR="005B3ED9" w:rsidRDefault="005B3ED9" w:rsidP="005B3ED9">
      <w:r>
        <w:t>155.5872</w:t>
      </w:r>
      <w:r>
        <w:tab/>
        <w:t>1.013e0</w:t>
      </w:r>
    </w:p>
    <w:p w:rsidR="005B3ED9" w:rsidRDefault="005B3ED9" w:rsidP="005B3ED9">
      <w:r>
        <w:t>155.6076</w:t>
      </w:r>
      <w:r>
        <w:tab/>
        <w:t>2.025e0</w:t>
      </w:r>
    </w:p>
    <w:p w:rsidR="005B3ED9" w:rsidRDefault="005B3ED9" w:rsidP="005B3ED9">
      <w:r>
        <w:t>155.6438</w:t>
      </w:r>
      <w:r>
        <w:tab/>
        <w:t>2.025e0</w:t>
      </w:r>
    </w:p>
    <w:p w:rsidR="005B3ED9" w:rsidRDefault="005B3ED9" w:rsidP="005B3ED9">
      <w:r>
        <w:t>155.6472</w:t>
      </w:r>
      <w:r>
        <w:tab/>
        <w:t>1.013e0</w:t>
      </w:r>
    </w:p>
    <w:p w:rsidR="005B3ED9" w:rsidRDefault="005B3ED9" w:rsidP="005B3ED9">
      <w:r>
        <w:t>155.7036</w:t>
      </w:r>
      <w:r>
        <w:tab/>
        <w:t>1.013e0</w:t>
      </w:r>
    </w:p>
    <w:p w:rsidR="005B3ED9" w:rsidRDefault="005B3ED9" w:rsidP="005B3ED9">
      <w:r>
        <w:t>155.7634</w:t>
      </w:r>
      <w:r>
        <w:tab/>
        <w:t>3.038e0</w:t>
      </w:r>
    </w:p>
    <w:p w:rsidR="005B3ED9" w:rsidRDefault="005B3ED9" w:rsidP="005B3ED9">
      <w:r>
        <w:t>155.7719</w:t>
      </w:r>
      <w:r>
        <w:tab/>
        <w:t>2.025e0</w:t>
      </w:r>
    </w:p>
    <w:p w:rsidR="005B3ED9" w:rsidRDefault="005B3ED9" w:rsidP="005B3ED9">
      <w:r>
        <w:t>155.7962</w:t>
      </w:r>
      <w:r>
        <w:tab/>
        <w:t>1.013e0</w:t>
      </w:r>
    </w:p>
    <w:p w:rsidR="005B3ED9" w:rsidRDefault="005B3ED9" w:rsidP="005B3ED9">
      <w:r>
        <w:t>155.8165</w:t>
      </w:r>
      <w:r>
        <w:tab/>
        <w:t>1.013e0</w:t>
      </w:r>
    </w:p>
    <w:p w:rsidR="005B3ED9" w:rsidRDefault="005B3ED9" w:rsidP="005B3ED9">
      <w:r>
        <w:t>155.8233</w:t>
      </w:r>
      <w:r>
        <w:tab/>
        <w:t>1.013e0</w:t>
      </w:r>
    </w:p>
    <w:p w:rsidR="005B3ED9" w:rsidRDefault="005B3ED9" w:rsidP="005B3ED9">
      <w:r>
        <w:t>155.8366</w:t>
      </w:r>
      <w:r>
        <w:tab/>
        <w:t>1.013e0</w:t>
      </w:r>
    </w:p>
    <w:p w:rsidR="005B3ED9" w:rsidRDefault="005B3ED9" w:rsidP="005B3ED9">
      <w:r>
        <w:t>155.8428</w:t>
      </w:r>
      <w:r>
        <w:tab/>
        <w:t>2.025e0</w:t>
      </w:r>
    </w:p>
    <w:p w:rsidR="005B3ED9" w:rsidRDefault="005B3ED9" w:rsidP="005B3ED9">
      <w:r>
        <w:t>155.8629</w:t>
      </w:r>
      <w:r>
        <w:tab/>
        <w:t>1.013e0</w:t>
      </w:r>
    </w:p>
    <w:p w:rsidR="005B3ED9" w:rsidRDefault="005B3ED9" w:rsidP="005B3ED9">
      <w:r>
        <w:t>155.8764</w:t>
      </w:r>
      <w:r>
        <w:tab/>
        <w:t>1.013e0</w:t>
      </w:r>
    </w:p>
    <w:p w:rsidR="005B3ED9" w:rsidRDefault="005B3ED9" w:rsidP="005B3ED9">
      <w:r>
        <w:lastRenderedPageBreak/>
        <w:t>155.9427</w:t>
      </w:r>
      <w:r>
        <w:tab/>
        <w:t>2.025e0</w:t>
      </w:r>
    </w:p>
    <w:p w:rsidR="005B3ED9" w:rsidRDefault="005B3ED9" w:rsidP="005B3ED9">
      <w:r>
        <w:t>155.9792</w:t>
      </w:r>
      <w:r>
        <w:tab/>
        <w:t>1.013e0</w:t>
      </w:r>
    </w:p>
    <w:p w:rsidR="005B3ED9" w:rsidRDefault="005B3ED9" w:rsidP="005B3ED9">
      <w:r>
        <w:t>155.9895</w:t>
      </w:r>
      <w:r>
        <w:tab/>
        <w:t>1.013e0</w:t>
      </w:r>
    </w:p>
    <w:p w:rsidR="005B3ED9" w:rsidRDefault="005B3ED9" w:rsidP="005B3ED9">
      <w:r>
        <w:t>156.0087</w:t>
      </w:r>
      <w:r>
        <w:tab/>
        <w:t>2.025e0</w:t>
      </w:r>
    </w:p>
    <w:p w:rsidR="005B3ED9" w:rsidRDefault="005B3ED9" w:rsidP="005B3ED9">
      <w:r>
        <w:t>156.0256</w:t>
      </w:r>
      <w:r>
        <w:tab/>
        <w:t>1.013e0</w:t>
      </w:r>
    </w:p>
    <w:p w:rsidR="005B3ED9" w:rsidRDefault="005B3ED9" w:rsidP="005B3ED9">
      <w:r>
        <w:t>156.0290</w:t>
      </w:r>
      <w:r>
        <w:tab/>
        <w:t>2.025e0</w:t>
      </w:r>
    </w:p>
    <w:p w:rsidR="005B3ED9" w:rsidRDefault="005B3ED9" w:rsidP="005B3ED9">
      <w:r>
        <w:t>156.0457</w:t>
      </w:r>
      <w:r>
        <w:tab/>
        <w:t>1.013e0</w:t>
      </w:r>
    </w:p>
    <w:p w:rsidR="005B3ED9" w:rsidRDefault="005B3ED9" w:rsidP="005B3ED9">
      <w:r>
        <w:t>156.0489</w:t>
      </w:r>
      <w:r>
        <w:tab/>
        <w:t>1.013e0</w:t>
      </w:r>
    </w:p>
    <w:p w:rsidR="005B3ED9" w:rsidRDefault="005B3ED9" w:rsidP="005B3ED9">
      <w:r>
        <w:t>156.0537</w:t>
      </w:r>
      <w:r>
        <w:tab/>
        <w:t>6.076e0</w:t>
      </w:r>
    </w:p>
    <w:p w:rsidR="005B3ED9" w:rsidRDefault="005B3ED9" w:rsidP="005B3ED9">
      <w:r>
        <w:t>156.0720</w:t>
      </w:r>
      <w:r>
        <w:tab/>
        <w:t>1.013e0</w:t>
      </w:r>
    </w:p>
    <w:p w:rsidR="005B3ED9" w:rsidRDefault="005B3ED9" w:rsidP="005B3ED9">
      <w:r>
        <w:t>156.0737</w:t>
      </w:r>
      <w:r>
        <w:tab/>
        <w:t>4.051e0</w:t>
      </w:r>
    </w:p>
    <w:p w:rsidR="005B3ED9" w:rsidRDefault="005B3ED9" w:rsidP="005B3ED9">
      <w:r>
        <w:t>156.0801</w:t>
      </w:r>
      <w:r>
        <w:tab/>
        <w:t>6.882e0</w:t>
      </w:r>
    </w:p>
    <w:p w:rsidR="005B3ED9" w:rsidRDefault="005B3ED9" w:rsidP="005B3ED9">
      <w:r>
        <w:t>156.0988</w:t>
      </w:r>
      <w:r>
        <w:tab/>
        <w:t>1.013e0</w:t>
      </w:r>
    </w:p>
    <w:p w:rsidR="005B3ED9" w:rsidRDefault="005B3ED9" w:rsidP="005B3ED9">
      <w:r>
        <w:t>156.1067</w:t>
      </w:r>
      <w:r>
        <w:tab/>
        <w:t>2.025e0</w:t>
      </w:r>
    </w:p>
    <w:p w:rsidR="005B3ED9" w:rsidRDefault="005B3ED9" w:rsidP="005B3ED9">
      <w:r>
        <w:t>156.1454</w:t>
      </w:r>
      <w:r>
        <w:tab/>
        <w:t>1.013e0</w:t>
      </w:r>
    </w:p>
    <w:p w:rsidR="005B3ED9" w:rsidRDefault="005B3ED9" w:rsidP="005B3ED9">
      <w:r>
        <w:t>156.1489</w:t>
      </w:r>
      <w:r>
        <w:tab/>
        <w:t>1.013e0</w:t>
      </w:r>
    </w:p>
    <w:p w:rsidR="005B3ED9" w:rsidRDefault="005B3ED9" w:rsidP="005B3ED9">
      <w:r>
        <w:t>156.1551</w:t>
      </w:r>
      <w:r>
        <w:tab/>
        <w:t>1.013e0</w:t>
      </w:r>
    </w:p>
    <w:p w:rsidR="005B3ED9" w:rsidRDefault="005B3ED9" w:rsidP="005B3ED9">
      <w:r>
        <w:t>156.1664</w:t>
      </w:r>
      <w:r>
        <w:tab/>
        <w:t>2.025e0</w:t>
      </w:r>
    </w:p>
    <w:p w:rsidR="005B3ED9" w:rsidRDefault="005B3ED9" w:rsidP="005B3ED9">
      <w:r>
        <w:t>156.1749</w:t>
      </w:r>
      <w:r>
        <w:tab/>
        <w:t>2.025e0</w:t>
      </w:r>
    </w:p>
    <w:p w:rsidR="005B3ED9" w:rsidRDefault="005B3ED9" w:rsidP="005B3ED9">
      <w:r>
        <w:lastRenderedPageBreak/>
        <w:t>156.2114</w:t>
      </w:r>
      <w:r>
        <w:tab/>
        <w:t>1.013e0</w:t>
      </w:r>
    </w:p>
    <w:p w:rsidR="005B3ED9" w:rsidRDefault="005B3ED9" w:rsidP="005B3ED9">
      <w:r>
        <w:t>156.2179</w:t>
      </w:r>
      <w:r>
        <w:tab/>
        <w:t>3.038e0</w:t>
      </w:r>
    </w:p>
    <w:p w:rsidR="005B3ED9" w:rsidRDefault="005B3ED9" w:rsidP="005B3ED9">
      <w:r>
        <w:t>156.2677</w:t>
      </w:r>
      <w:r>
        <w:tab/>
        <w:t>2.025e0</w:t>
      </w:r>
    </w:p>
    <w:p w:rsidR="005B3ED9" w:rsidRDefault="005B3ED9" w:rsidP="005B3ED9">
      <w:r>
        <w:t>156.2879</w:t>
      </w:r>
      <w:r>
        <w:tab/>
        <w:t>1.013e0</w:t>
      </w:r>
    </w:p>
    <w:p w:rsidR="005B3ED9" w:rsidRDefault="005B3ED9" w:rsidP="005B3ED9">
      <w:r>
        <w:t>156.3146</w:t>
      </w:r>
      <w:r>
        <w:tab/>
        <w:t>1.013e0</w:t>
      </w:r>
    </w:p>
    <w:p w:rsidR="005B3ED9" w:rsidRDefault="005B3ED9" w:rsidP="005B3ED9">
      <w:r>
        <w:t>156.3177</w:t>
      </w:r>
      <w:r>
        <w:tab/>
        <w:t>1.013e0</w:t>
      </w:r>
    </w:p>
    <w:p w:rsidR="005B3ED9" w:rsidRDefault="005B3ED9" w:rsidP="005B3ED9">
      <w:r>
        <w:t>156.3546</w:t>
      </w:r>
      <w:r>
        <w:tab/>
        <w:t>1.013e0</w:t>
      </w:r>
    </w:p>
    <w:p w:rsidR="005B3ED9" w:rsidRDefault="005B3ED9" w:rsidP="005B3ED9">
      <w:r>
        <w:t>156.3615</w:t>
      </w:r>
      <w:r>
        <w:tab/>
        <w:t>2.025e0</w:t>
      </w:r>
    </w:p>
    <w:p w:rsidR="005B3ED9" w:rsidRDefault="005B3ED9" w:rsidP="005B3ED9">
      <w:r>
        <w:t>156.3709</w:t>
      </w:r>
      <w:r>
        <w:tab/>
        <w:t>2.025e0</w:t>
      </w:r>
    </w:p>
    <w:p w:rsidR="005B3ED9" w:rsidRDefault="005B3ED9" w:rsidP="005B3ED9">
      <w:r>
        <w:t>156.4010</w:t>
      </w:r>
      <w:r>
        <w:tab/>
        <w:t>1.013e0</w:t>
      </w:r>
    </w:p>
    <w:p w:rsidR="005B3ED9" w:rsidRDefault="005B3ED9" w:rsidP="005B3ED9">
      <w:r>
        <w:t>156.4112</w:t>
      </w:r>
      <w:r>
        <w:tab/>
        <w:t>1.013e0</w:t>
      </w:r>
    </w:p>
    <w:p w:rsidR="005B3ED9" w:rsidRDefault="005B3ED9" w:rsidP="005B3ED9">
      <w:r>
        <w:t>156.4241</w:t>
      </w:r>
      <w:r>
        <w:tab/>
        <w:t>1.013e0</w:t>
      </w:r>
    </w:p>
    <w:p w:rsidR="005B3ED9" w:rsidRDefault="005B3ED9" w:rsidP="005B3ED9">
      <w:r>
        <w:t>156.4272</w:t>
      </w:r>
      <w:r>
        <w:tab/>
        <w:t>1.013e0</w:t>
      </w:r>
    </w:p>
    <w:p w:rsidR="005B3ED9" w:rsidRDefault="005B3ED9" w:rsidP="005B3ED9">
      <w:r>
        <w:t>156.4773</w:t>
      </w:r>
      <w:r>
        <w:tab/>
        <w:t>1.013e0</w:t>
      </w:r>
    </w:p>
    <w:p w:rsidR="005B3ED9" w:rsidRDefault="005B3ED9" w:rsidP="005B3ED9">
      <w:r>
        <w:t>156.4973</w:t>
      </w:r>
      <w:r>
        <w:tab/>
        <w:t>1.013e0</w:t>
      </w:r>
    </w:p>
    <w:p w:rsidR="005B3ED9" w:rsidRDefault="005B3ED9" w:rsidP="005B3ED9">
      <w:r>
        <w:t>156.5006</w:t>
      </w:r>
      <w:r>
        <w:tab/>
        <w:t>1.013e0</w:t>
      </w:r>
    </w:p>
    <w:p w:rsidR="005B3ED9" w:rsidRDefault="005B3ED9" w:rsidP="005B3ED9">
      <w:r>
        <w:t>156.5305</w:t>
      </w:r>
      <w:r>
        <w:tab/>
        <w:t>3.038e0</w:t>
      </w:r>
    </w:p>
    <w:p w:rsidR="005B3ED9" w:rsidRDefault="005B3ED9" w:rsidP="005B3ED9">
      <w:r>
        <w:t>156.5368</w:t>
      </w:r>
      <w:r>
        <w:tab/>
        <w:t>1.013e0</w:t>
      </w:r>
    </w:p>
    <w:p w:rsidR="005B3ED9" w:rsidRDefault="005B3ED9" w:rsidP="005B3ED9">
      <w:r>
        <w:t>156.5504</w:t>
      </w:r>
      <w:r>
        <w:tab/>
        <w:t>1.013e0</w:t>
      </w:r>
    </w:p>
    <w:p w:rsidR="005B3ED9" w:rsidRDefault="005B3ED9" w:rsidP="005B3ED9">
      <w:r>
        <w:lastRenderedPageBreak/>
        <w:t>156.5708</w:t>
      </w:r>
      <w:r>
        <w:tab/>
        <w:t>1.013e0</w:t>
      </w:r>
    </w:p>
    <w:p w:rsidR="005B3ED9" w:rsidRDefault="005B3ED9" w:rsidP="005B3ED9">
      <w:r>
        <w:t>156.5885</w:t>
      </w:r>
      <w:r>
        <w:tab/>
        <w:t>2.025e0</w:t>
      </w:r>
    </w:p>
    <w:p w:rsidR="005B3ED9" w:rsidRDefault="005B3ED9" w:rsidP="005B3ED9">
      <w:r>
        <w:t>156.5934</w:t>
      </w:r>
      <w:r>
        <w:tab/>
        <w:t>1.013e0</w:t>
      </w:r>
    </w:p>
    <w:p w:rsidR="005B3ED9" w:rsidRDefault="005B3ED9" w:rsidP="005B3ED9">
      <w:r>
        <w:t>156.5968</w:t>
      </w:r>
      <w:r>
        <w:tab/>
        <w:t>1.013e0</w:t>
      </w:r>
    </w:p>
    <w:p w:rsidR="005B3ED9" w:rsidRDefault="005B3ED9" w:rsidP="005B3ED9">
      <w:r>
        <w:t>156.6171</w:t>
      </w:r>
      <w:r>
        <w:tab/>
        <w:t>1.013e0</w:t>
      </w:r>
    </w:p>
    <w:p w:rsidR="005B3ED9" w:rsidRDefault="005B3ED9" w:rsidP="005B3ED9">
      <w:r>
        <w:t>156.6311</w:t>
      </w:r>
      <w:r>
        <w:tab/>
        <w:t>3.038e0</w:t>
      </w:r>
    </w:p>
    <w:p w:rsidR="005B3ED9" w:rsidRDefault="005B3ED9" w:rsidP="005B3ED9">
      <w:r>
        <w:t>156.6433</w:t>
      </w:r>
      <w:r>
        <w:tab/>
        <w:t>1.013e0</w:t>
      </w:r>
    </w:p>
    <w:p w:rsidR="005B3ED9" w:rsidRDefault="005B3ED9" w:rsidP="005B3ED9">
      <w:r>
        <w:t>156.6872</w:t>
      </w:r>
      <w:r>
        <w:tab/>
        <w:t>1.013e0</w:t>
      </w:r>
    </w:p>
    <w:p w:rsidR="005B3ED9" w:rsidRDefault="005B3ED9" w:rsidP="005B3ED9">
      <w:r>
        <w:t>156.7032</w:t>
      </w:r>
      <w:r>
        <w:tab/>
        <w:t>2.025e0</w:t>
      </w:r>
    </w:p>
    <w:p w:rsidR="005B3ED9" w:rsidRDefault="005B3ED9" w:rsidP="005B3ED9">
      <w:r>
        <w:t>156.7168</w:t>
      </w:r>
      <w:r>
        <w:tab/>
        <w:t>1.013e0</w:t>
      </w:r>
    </w:p>
    <w:p w:rsidR="005B3ED9" w:rsidRDefault="005B3ED9" w:rsidP="005B3ED9">
      <w:r>
        <w:t>156.7338</w:t>
      </w:r>
      <w:r>
        <w:tab/>
        <w:t>1.013e0</w:t>
      </w:r>
    </w:p>
    <w:p w:rsidR="005B3ED9" w:rsidRDefault="005B3ED9" w:rsidP="005B3ED9">
      <w:r>
        <w:t>156.7633</w:t>
      </w:r>
      <w:r>
        <w:tab/>
        <w:t>1.013e0</w:t>
      </w:r>
    </w:p>
    <w:p w:rsidR="005B3ED9" w:rsidRDefault="005B3ED9" w:rsidP="005B3ED9">
      <w:r>
        <w:t>156.7734</w:t>
      </w:r>
      <w:r>
        <w:tab/>
        <w:t>1.013e0</w:t>
      </w:r>
    </w:p>
    <w:p w:rsidR="005B3ED9" w:rsidRDefault="005B3ED9" w:rsidP="005B3ED9">
      <w:r>
        <w:t>156.7768</w:t>
      </w:r>
      <w:r>
        <w:tab/>
        <w:t>1.013e0</w:t>
      </w:r>
    </w:p>
    <w:p w:rsidR="005B3ED9" w:rsidRDefault="005B3ED9" w:rsidP="005B3ED9">
      <w:r>
        <w:t>156.7938</w:t>
      </w:r>
      <w:r>
        <w:tab/>
        <w:t>1.013e0</w:t>
      </w:r>
    </w:p>
    <w:p w:rsidR="005B3ED9" w:rsidRDefault="005B3ED9" w:rsidP="005B3ED9">
      <w:r>
        <w:t>156.8165</w:t>
      </w:r>
      <w:r>
        <w:tab/>
        <w:t>1.013e0</w:t>
      </w:r>
    </w:p>
    <w:p w:rsidR="005B3ED9" w:rsidRDefault="005B3ED9" w:rsidP="005B3ED9">
      <w:r>
        <w:t>156.8368</w:t>
      </w:r>
      <w:r>
        <w:tab/>
        <w:t>1.013e0</w:t>
      </w:r>
    </w:p>
    <w:p w:rsidR="005B3ED9" w:rsidRDefault="005B3ED9" w:rsidP="005B3ED9">
      <w:r>
        <w:t>156.8628</w:t>
      </w:r>
      <w:r>
        <w:tab/>
        <w:t>2.025e0</w:t>
      </w:r>
    </w:p>
    <w:p w:rsidR="005B3ED9" w:rsidRDefault="005B3ED9" w:rsidP="005B3ED9">
      <w:r>
        <w:t>156.8833</w:t>
      </w:r>
      <w:r>
        <w:tab/>
        <w:t>1.013e0</w:t>
      </w:r>
    </w:p>
    <w:p w:rsidR="005B3ED9" w:rsidRDefault="005B3ED9" w:rsidP="005B3ED9">
      <w:r>
        <w:lastRenderedPageBreak/>
        <w:t>156.8934</w:t>
      </w:r>
      <w:r>
        <w:tab/>
        <w:t>1.013e0</w:t>
      </w:r>
    </w:p>
    <w:p w:rsidR="005B3ED9" w:rsidRDefault="005B3ED9" w:rsidP="005B3ED9">
      <w:r>
        <w:t>156.9003</w:t>
      </w:r>
      <w:r>
        <w:tab/>
        <w:t>1.013e0</w:t>
      </w:r>
    </w:p>
    <w:p w:rsidR="005B3ED9" w:rsidRDefault="005B3ED9" w:rsidP="005B3ED9">
      <w:r>
        <w:t>156.9036</w:t>
      </w:r>
      <w:r>
        <w:tab/>
        <w:t>1.013e0</w:t>
      </w:r>
    </w:p>
    <w:p w:rsidR="005B3ED9" w:rsidRDefault="005B3ED9" w:rsidP="005B3ED9">
      <w:r>
        <w:t>156.9365</w:t>
      </w:r>
      <w:r>
        <w:tab/>
        <w:t>1.013e0</w:t>
      </w:r>
    </w:p>
    <w:p w:rsidR="005B3ED9" w:rsidRDefault="005B3ED9" w:rsidP="005B3ED9">
      <w:r>
        <w:t>156.9601</w:t>
      </w:r>
      <w:r>
        <w:tab/>
        <w:t>1.013e0</w:t>
      </w:r>
    </w:p>
    <w:p w:rsidR="005B3ED9" w:rsidRDefault="005B3ED9" w:rsidP="005B3ED9">
      <w:r>
        <w:t>156.9770</w:t>
      </w:r>
      <w:r>
        <w:tab/>
        <w:t>3.038e0</w:t>
      </w:r>
    </w:p>
    <w:p w:rsidR="005B3ED9" w:rsidRDefault="005B3ED9" w:rsidP="005B3ED9">
      <w:r>
        <w:t>156.9796</w:t>
      </w:r>
      <w:r>
        <w:tab/>
        <w:t>2.025e0</w:t>
      </w:r>
    </w:p>
    <w:p w:rsidR="005B3ED9" w:rsidRDefault="005B3ED9" w:rsidP="005B3ED9">
      <w:r>
        <w:t>157.0349</w:t>
      </w:r>
      <w:r>
        <w:tab/>
        <w:t>1.931e2</w:t>
      </w:r>
    </w:p>
    <w:p w:rsidR="005B3ED9" w:rsidRDefault="005B3ED9" w:rsidP="005B3ED9">
      <w:r>
        <w:t>157.0363</w:t>
      </w:r>
      <w:r>
        <w:tab/>
        <w:t>1.549e2</w:t>
      </w:r>
    </w:p>
    <w:p w:rsidR="005B3ED9" w:rsidRDefault="005B3ED9" w:rsidP="005B3ED9">
      <w:r>
        <w:t>157.0378</w:t>
      </w:r>
      <w:r>
        <w:tab/>
        <w:t>3.301e2</w:t>
      </w:r>
    </w:p>
    <w:p w:rsidR="005B3ED9" w:rsidRDefault="005B3ED9" w:rsidP="005B3ED9">
      <w:r>
        <w:t>157.0827</w:t>
      </w:r>
      <w:r>
        <w:tab/>
        <w:t>1.013e0</w:t>
      </w:r>
    </w:p>
    <w:p w:rsidR="005B3ED9" w:rsidRDefault="005B3ED9" w:rsidP="005B3ED9">
      <w:r>
        <w:t>157.0959</w:t>
      </w:r>
      <w:r>
        <w:tab/>
        <w:t>8.101e0</w:t>
      </w:r>
    </w:p>
    <w:p w:rsidR="005B3ED9" w:rsidRDefault="005B3ED9" w:rsidP="005B3ED9">
      <w:r>
        <w:t>157.1167</w:t>
      </w:r>
      <w:r>
        <w:tab/>
        <w:t>1.013e0</w:t>
      </w:r>
    </w:p>
    <w:p w:rsidR="005B3ED9" w:rsidRDefault="005B3ED9" w:rsidP="005B3ED9">
      <w:r>
        <w:t>157.1265</w:t>
      </w:r>
      <w:r>
        <w:tab/>
        <w:t>1.013e0</w:t>
      </w:r>
    </w:p>
    <w:p w:rsidR="005B3ED9" w:rsidRDefault="005B3ED9" w:rsidP="005B3ED9">
      <w:r>
        <w:t>157.1296</w:t>
      </w:r>
      <w:r>
        <w:tab/>
        <w:t>1.013e0</w:t>
      </w:r>
    </w:p>
    <w:p w:rsidR="005B3ED9" w:rsidRDefault="005B3ED9" w:rsidP="005B3ED9">
      <w:r>
        <w:t>157.1378</w:t>
      </w:r>
      <w:r>
        <w:tab/>
        <w:t>4.051e0</w:t>
      </w:r>
    </w:p>
    <w:p w:rsidR="005B3ED9" w:rsidRDefault="005B3ED9" w:rsidP="005B3ED9">
      <w:r>
        <w:t>157.1411</w:t>
      </w:r>
      <w:r>
        <w:tab/>
        <w:t>2.025e0</w:t>
      </w:r>
    </w:p>
    <w:p w:rsidR="005B3ED9" w:rsidRDefault="005B3ED9" w:rsidP="005B3ED9">
      <w:r>
        <w:t>157.1516</w:t>
      </w:r>
      <w:r>
        <w:tab/>
        <w:t>5.063e0</w:t>
      </w:r>
    </w:p>
    <w:p w:rsidR="005B3ED9" w:rsidRDefault="005B3ED9" w:rsidP="005B3ED9">
      <w:r>
        <w:t>157.1563</w:t>
      </w:r>
      <w:r>
        <w:tab/>
        <w:t>1.013e0</w:t>
      </w:r>
    </w:p>
    <w:p w:rsidR="005B3ED9" w:rsidRDefault="005B3ED9" w:rsidP="005B3ED9">
      <w:r>
        <w:lastRenderedPageBreak/>
        <w:t>157.1769</w:t>
      </w:r>
      <w:r>
        <w:tab/>
        <w:t>2.025e0</w:t>
      </w:r>
    </w:p>
    <w:p w:rsidR="005B3ED9" w:rsidRDefault="005B3ED9" w:rsidP="005B3ED9">
      <w:r>
        <w:t>157.1862</w:t>
      </w:r>
      <w:r>
        <w:tab/>
        <w:t>2.025e0</w:t>
      </w:r>
    </w:p>
    <w:p w:rsidR="005B3ED9" w:rsidRDefault="005B3ED9" w:rsidP="005B3ED9">
      <w:r>
        <w:t>157.1995</w:t>
      </w:r>
      <w:r>
        <w:tab/>
        <w:t>2.025e0</w:t>
      </w:r>
    </w:p>
    <w:p w:rsidR="005B3ED9" w:rsidRDefault="005B3ED9" w:rsidP="005B3ED9">
      <w:r>
        <w:t>157.2130</w:t>
      </w:r>
      <w:r>
        <w:tab/>
        <w:t>3.038e0</w:t>
      </w:r>
    </w:p>
    <w:p w:rsidR="005B3ED9" w:rsidRDefault="005B3ED9" w:rsidP="005B3ED9">
      <w:r>
        <w:t>157.2301</w:t>
      </w:r>
      <w:r>
        <w:tab/>
        <w:t>1.013e0</w:t>
      </w:r>
    </w:p>
    <w:p w:rsidR="005B3ED9" w:rsidRDefault="005B3ED9" w:rsidP="005B3ED9">
      <w:r>
        <w:t>157.2439</w:t>
      </w:r>
      <w:r>
        <w:tab/>
        <w:t>3.038e0</w:t>
      </w:r>
    </w:p>
    <w:p w:rsidR="005B3ED9" w:rsidRDefault="005B3ED9" w:rsidP="005B3ED9">
      <w:r>
        <w:t>157.2799</w:t>
      </w:r>
      <w:r>
        <w:tab/>
        <w:t>1.013e0</w:t>
      </w:r>
    </w:p>
    <w:p w:rsidR="005B3ED9" w:rsidRDefault="005B3ED9" w:rsidP="005B3ED9">
      <w:r>
        <w:t>157.2924</w:t>
      </w:r>
      <w:r>
        <w:tab/>
        <w:t>3.038e0</w:t>
      </w:r>
    </w:p>
    <w:p w:rsidR="005B3ED9" w:rsidRDefault="005B3ED9" w:rsidP="005B3ED9">
      <w:r>
        <w:t>157.3128</w:t>
      </w:r>
      <w:r>
        <w:tab/>
        <w:t>1.013e0</w:t>
      </w:r>
    </w:p>
    <w:p w:rsidR="005B3ED9" w:rsidRDefault="005B3ED9" w:rsidP="005B3ED9">
      <w:r>
        <w:t>157.3230</w:t>
      </w:r>
      <w:r>
        <w:tab/>
        <w:t>2.025e0</w:t>
      </w:r>
    </w:p>
    <w:p w:rsidR="005B3ED9" w:rsidRDefault="005B3ED9" w:rsidP="005B3ED9">
      <w:r>
        <w:t>157.3264</w:t>
      </w:r>
      <w:r>
        <w:tab/>
        <w:t>1.013e0</w:t>
      </w:r>
    </w:p>
    <w:p w:rsidR="005B3ED9" w:rsidRDefault="005B3ED9" w:rsidP="005B3ED9">
      <w:r>
        <w:t>157.3331</w:t>
      </w:r>
      <w:r>
        <w:tab/>
        <w:t>1.013e0</w:t>
      </w:r>
    </w:p>
    <w:p w:rsidR="005B3ED9" w:rsidRDefault="005B3ED9" w:rsidP="005B3ED9">
      <w:r>
        <w:t>157.3496</w:t>
      </w:r>
      <w:r>
        <w:tab/>
        <w:t>2.025e0</w:t>
      </w:r>
    </w:p>
    <w:p w:rsidR="005B3ED9" w:rsidRDefault="005B3ED9" w:rsidP="005B3ED9">
      <w:r>
        <w:t>157.3849</w:t>
      </w:r>
      <w:r>
        <w:tab/>
        <w:t>3.038e0</w:t>
      </w:r>
    </w:p>
    <w:p w:rsidR="005B3ED9" w:rsidRDefault="005B3ED9" w:rsidP="005B3ED9">
      <w:r>
        <w:t>157.3865</w:t>
      </w:r>
      <w:r>
        <w:tab/>
        <w:t>2.025e0</w:t>
      </w:r>
    </w:p>
    <w:p w:rsidR="005B3ED9" w:rsidRDefault="005B3ED9" w:rsidP="005B3ED9">
      <w:r>
        <w:t>157.3899</w:t>
      </w:r>
      <w:r>
        <w:tab/>
        <w:t>2.025e0</w:t>
      </w:r>
    </w:p>
    <w:p w:rsidR="005B3ED9" w:rsidRDefault="005B3ED9" w:rsidP="005B3ED9">
      <w:r>
        <w:t>157.4093</w:t>
      </w:r>
      <w:r>
        <w:tab/>
        <w:t>3.038e0</w:t>
      </w:r>
    </w:p>
    <w:p w:rsidR="005B3ED9" w:rsidRDefault="005B3ED9" w:rsidP="005B3ED9">
      <w:r>
        <w:t>157.4245</w:t>
      </w:r>
      <w:r>
        <w:tab/>
        <w:t>2.025e0</w:t>
      </w:r>
    </w:p>
    <w:p w:rsidR="005B3ED9" w:rsidRDefault="005B3ED9" w:rsidP="005B3ED9">
      <w:r>
        <w:t>157.4397</w:t>
      </w:r>
      <w:r>
        <w:tab/>
        <w:t>1.013e0</w:t>
      </w:r>
    </w:p>
    <w:p w:rsidR="005B3ED9" w:rsidRDefault="005B3ED9" w:rsidP="005B3ED9">
      <w:r>
        <w:lastRenderedPageBreak/>
        <w:t>157.4415</w:t>
      </w:r>
      <w:r>
        <w:tab/>
        <w:t>2.025e0</w:t>
      </w:r>
    </w:p>
    <w:p w:rsidR="005B3ED9" w:rsidRDefault="005B3ED9" w:rsidP="005B3ED9">
      <w:r>
        <w:t>157.4432</w:t>
      </w:r>
      <w:r>
        <w:tab/>
        <w:t>1.013e0</w:t>
      </w:r>
    </w:p>
    <w:p w:rsidR="005B3ED9" w:rsidRDefault="005B3ED9" w:rsidP="005B3ED9">
      <w:r>
        <w:t>157.4566</w:t>
      </w:r>
      <w:r>
        <w:tab/>
        <w:t>1.013e0</w:t>
      </w:r>
    </w:p>
    <w:p w:rsidR="005B3ED9" w:rsidRDefault="005B3ED9" w:rsidP="005B3ED9">
      <w:r>
        <w:t>157.4692</w:t>
      </w:r>
      <w:r>
        <w:tab/>
        <w:t>1.013e0</w:t>
      </w:r>
    </w:p>
    <w:p w:rsidR="005B3ED9" w:rsidRDefault="005B3ED9" w:rsidP="005B3ED9">
      <w:r>
        <w:t>157.4727</w:t>
      </w:r>
      <w:r>
        <w:tab/>
        <w:t>1.013e0</w:t>
      </w:r>
    </w:p>
    <w:p w:rsidR="005B3ED9" w:rsidRDefault="005B3ED9" w:rsidP="005B3ED9">
      <w:r>
        <w:t>157.5033</w:t>
      </w:r>
      <w:r>
        <w:tab/>
        <w:t>2.025e0</w:t>
      </w:r>
    </w:p>
    <w:p w:rsidR="005B3ED9" w:rsidRDefault="005B3ED9" w:rsidP="005B3ED9">
      <w:r>
        <w:t>157.5101</w:t>
      </w:r>
      <w:r>
        <w:tab/>
        <w:t>1.013e0</w:t>
      </w:r>
    </w:p>
    <w:p w:rsidR="005B3ED9" w:rsidRDefault="005B3ED9" w:rsidP="005B3ED9">
      <w:r>
        <w:t>157.5121</w:t>
      </w:r>
      <w:r>
        <w:tab/>
        <w:t>2.025e0</w:t>
      </w:r>
    </w:p>
    <w:p w:rsidR="005B3ED9" w:rsidRDefault="005B3ED9" w:rsidP="005B3ED9">
      <w:r>
        <w:t>157.5260</w:t>
      </w:r>
      <w:r>
        <w:tab/>
        <w:t>1.032e0</w:t>
      </w:r>
    </w:p>
    <w:p w:rsidR="005B3ED9" w:rsidRDefault="005B3ED9" w:rsidP="005B3ED9">
      <w:r>
        <w:t>157.5278</w:t>
      </w:r>
      <w:r>
        <w:tab/>
        <w:t>2.025e0</w:t>
      </w:r>
    </w:p>
    <w:p w:rsidR="005B3ED9" w:rsidRDefault="005B3ED9" w:rsidP="005B3ED9">
      <w:r>
        <w:t>157.5762</w:t>
      </w:r>
      <w:r>
        <w:tab/>
        <w:t>1.013e0</w:t>
      </w:r>
    </w:p>
    <w:p w:rsidR="005B3ED9" w:rsidRDefault="005B3ED9" w:rsidP="005B3ED9">
      <w:r>
        <w:t>157.6065</w:t>
      </w:r>
      <w:r>
        <w:tab/>
        <w:t>1.013e0</w:t>
      </w:r>
    </w:p>
    <w:p w:rsidR="005B3ED9" w:rsidRDefault="005B3ED9" w:rsidP="005B3ED9">
      <w:r>
        <w:t>157.6082</w:t>
      </w:r>
      <w:r>
        <w:tab/>
        <w:t>2.025e0</w:t>
      </w:r>
    </w:p>
    <w:p w:rsidR="005B3ED9" w:rsidRDefault="005B3ED9" w:rsidP="005B3ED9">
      <w:r>
        <w:t>157.6168</w:t>
      </w:r>
      <w:r>
        <w:tab/>
        <w:t>1.013e0</w:t>
      </w:r>
    </w:p>
    <w:p w:rsidR="005B3ED9" w:rsidRDefault="005B3ED9" w:rsidP="005B3ED9">
      <w:r>
        <w:t>157.6235</w:t>
      </w:r>
      <w:r>
        <w:tab/>
        <w:t>1.013e0</w:t>
      </w:r>
    </w:p>
    <w:p w:rsidR="005B3ED9" w:rsidRDefault="005B3ED9" w:rsidP="005B3ED9">
      <w:r>
        <w:t>157.6463</w:t>
      </w:r>
      <w:r>
        <w:tab/>
        <w:t>1.013e0</w:t>
      </w:r>
    </w:p>
    <w:p w:rsidR="005B3ED9" w:rsidRDefault="005B3ED9" w:rsidP="005B3ED9">
      <w:r>
        <w:t>157.6599</w:t>
      </w:r>
      <w:r>
        <w:tab/>
        <w:t>1.013e0</w:t>
      </w:r>
    </w:p>
    <w:p w:rsidR="005B3ED9" w:rsidRDefault="005B3ED9" w:rsidP="005B3ED9">
      <w:r>
        <w:t>157.6701</w:t>
      </w:r>
      <w:r>
        <w:tab/>
        <w:t>1.013e0</w:t>
      </w:r>
    </w:p>
    <w:p w:rsidR="005B3ED9" w:rsidRDefault="005B3ED9" w:rsidP="005B3ED9">
      <w:r>
        <w:t>157.6770</w:t>
      </w:r>
      <w:r>
        <w:tab/>
        <w:t>1.013e0</w:t>
      </w:r>
    </w:p>
    <w:p w:rsidR="005B3ED9" w:rsidRDefault="005B3ED9" w:rsidP="005B3ED9">
      <w:r>
        <w:lastRenderedPageBreak/>
        <w:t>157.6833</w:t>
      </w:r>
      <w:r>
        <w:tab/>
        <w:t>1.013e0</w:t>
      </w:r>
    </w:p>
    <w:p w:rsidR="005B3ED9" w:rsidRDefault="005B3ED9" w:rsidP="005B3ED9">
      <w:r>
        <w:t>157.6896</w:t>
      </w:r>
      <w:r>
        <w:tab/>
        <w:t>1.013e0</w:t>
      </w:r>
    </w:p>
    <w:p w:rsidR="005B3ED9" w:rsidRDefault="005B3ED9" w:rsidP="005B3ED9">
      <w:r>
        <w:t>157.7166</w:t>
      </w:r>
      <w:r>
        <w:tab/>
        <w:t>1.013e0</w:t>
      </w:r>
    </w:p>
    <w:p w:rsidR="005B3ED9" w:rsidRDefault="005B3ED9" w:rsidP="005B3ED9">
      <w:r>
        <w:t>157.7303</w:t>
      </w:r>
      <w:r>
        <w:tab/>
        <w:t>1.013e0</w:t>
      </w:r>
    </w:p>
    <w:p w:rsidR="005B3ED9" w:rsidRDefault="005B3ED9" w:rsidP="005B3ED9">
      <w:r>
        <w:t>157.7495</w:t>
      </w:r>
      <w:r>
        <w:tab/>
        <w:t>1.013e0</w:t>
      </w:r>
    </w:p>
    <w:p w:rsidR="005B3ED9" w:rsidRDefault="005B3ED9" w:rsidP="005B3ED9">
      <w:r>
        <w:t>157.7734</w:t>
      </w:r>
      <w:r>
        <w:tab/>
        <w:t>1.013e0</w:t>
      </w:r>
    </w:p>
    <w:p w:rsidR="005B3ED9" w:rsidRDefault="005B3ED9" w:rsidP="005B3ED9">
      <w:r>
        <w:t>157.7936</w:t>
      </w:r>
      <w:r>
        <w:tab/>
        <w:t>1.013e0</w:t>
      </w:r>
    </w:p>
    <w:p w:rsidR="005B3ED9" w:rsidRDefault="005B3ED9" w:rsidP="005B3ED9">
      <w:r>
        <w:t>157.7955</w:t>
      </w:r>
      <w:r>
        <w:tab/>
        <w:t>2.025e0</w:t>
      </w:r>
    </w:p>
    <w:p w:rsidR="005B3ED9" w:rsidRDefault="005B3ED9" w:rsidP="005B3ED9">
      <w:r>
        <w:t>157.8243</w:t>
      </w:r>
      <w:r>
        <w:tab/>
        <w:t>5.063e0</w:t>
      </w:r>
    </w:p>
    <w:p w:rsidR="005B3ED9" w:rsidRDefault="005B3ED9" w:rsidP="005B3ED9">
      <w:r>
        <w:t>157.8301</w:t>
      </w:r>
      <w:r>
        <w:tab/>
        <w:t>1.013e0</w:t>
      </w:r>
    </w:p>
    <w:p w:rsidR="005B3ED9" w:rsidRDefault="005B3ED9" w:rsidP="005B3ED9">
      <w:r>
        <w:t>157.8335</w:t>
      </w:r>
      <w:r>
        <w:tab/>
        <w:t>1.013e0</w:t>
      </w:r>
    </w:p>
    <w:p w:rsidR="005B3ED9" w:rsidRDefault="005B3ED9" w:rsidP="005B3ED9">
      <w:r>
        <w:t>157.8567</w:t>
      </w:r>
      <w:r>
        <w:tab/>
        <w:t>1.013e0</w:t>
      </w:r>
    </w:p>
    <w:p w:rsidR="005B3ED9" w:rsidRDefault="005B3ED9" w:rsidP="005B3ED9">
      <w:r>
        <w:t>157.8886</w:t>
      </w:r>
      <w:r>
        <w:tab/>
        <w:t>2.025e0</w:t>
      </w:r>
    </w:p>
    <w:p w:rsidR="005B3ED9" w:rsidRDefault="005B3ED9" w:rsidP="005B3ED9">
      <w:r>
        <w:t>157.8971</w:t>
      </w:r>
      <w:r>
        <w:tab/>
        <w:t>1.013e0</w:t>
      </w:r>
    </w:p>
    <w:p w:rsidR="005B3ED9" w:rsidRDefault="005B3ED9" w:rsidP="005B3ED9">
      <w:r>
        <w:t>157.9103</w:t>
      </w:r>
      <w:r>
        <w:tab/>
        <w:t>1.013e0</w:t>
      </w:r>
    </w:p>
    <w:p w:rsidR="005B3ED9" w:rsidRDefault="005B3ED9" w:rsidP="005B3ED9">
      <w:r>
        <w:t>157.9135</w:t>
      </w:r>
      <w:r>
        <w:tab/>
        <w:t>1.013e0</w:t>
      </w:r>
    </w:p>
    <w:p w:rsidR="005B3ED9" w:rsidRDefault="005B3ED9" w:rsidP="005B3ED9">
      <w:r>
        <w:t>157.9369</w:t>
      </w:r>
      <w:r>
        <w:tab/>
        <w:t>1.013e0</w:t>
      </w:r>
    </w:p>
    <w:p w:rsidR="005B3ED9" w:rsidRDefault="005B3ED9" w:rsidP="005B3ED9">
      <w:r>
        <w:t>157.9437</w:t>
      </w:r>
      <w:r>
        <w:tab/>
        <w:t>3.038e0</w:t>
      </w:r>
    </w:p>
    <w:p w:rsidR="005B3ED9" w:rsidRDefault="005B3ED9" w:rsidP="005B3ED9">
      <w:r>
        <w:t>157.9869</w:t>
      </w:r>
      <w:r>
        <w:tab/>
        <w:t>1.013e0</w:t>
      </w:r>
    </w:p>
    <w:p w:rsidR="005B3ED9" w:rsidRDefault="005B3ED9" w:rsidP="005B3ED9">
      <w:r>
        <w:lastRenderedPageBreak/>
        <w:t>158.0039</w:t>
      </w:r>
      <w:r>
        <w:tab/>
        <w:t>3.038e0</w:t>
      </w:r>
    </w:p>
    <w:p w:rsidR="005B3ED9" w:rsidRDefault="005B3ED9" w:rsidP="005B3ED9">
      <w:r>
        <w:t>158.0398</w:t>
      </w:r>
      <w:r>
        <w:tab/>
        <w:t>1.620e1</w:t>
      </w:r>
    </w:p>
    <w:p w:rsidR="005B3ED9" w:rsidRDefault="005B3ED9" w:rsidP="005B3ED9">
      <w:r>
        <w:t>158.0434</w:t>
      </w:r>
      <w:r>
        <w:tab/>
        <w:t>1.851e1</w:t>
      </w:r>
    </w:p>
    <w:p w:rsidR="005B3ED9" w:rsidRDefault="005B3ED9" w:rsidP="005B3ED9">
      <w:r>
        <w:t>158.0448</w:t>
      </w:r>
      <w:r>
        <w:tab/>
        <w:t>5.063e0</w:t>
      </w:r>
    </w:p>
    <w:p w:rsidR="005B3ED9" w:rsidRDefault="005B3ED9" w:rsidP="005B3ED9">
      <w:r>
        <w:t>158.0675</w:t>
      </w:r>
      <w:r>
        <w:tab/>
        <w:t>2.025e0</w:t>
      </w:r>
    </w:p>
    <w:p w:rsidR="005B3ED9" w:rsidRDefault="005B3ED9" w:rsidP="005B3ED9">
      <w:r>
        <w:t>158.0709</w:t>
      </w:r>
      <w:r>
        <w:tab/>
        <w:t>1.013e0</w:t>
      </w:r>
    </w:p>
    <w:p w:rsidR="005B3ED9" w:rsidRDefault="005B3ED9" w:rsidP="005B3ED9">
      <w:r>
        <w:t>158.0775</w:t>
      </w:r>
      <w:r>
        <w:tab/>
        <w:t>1.013e0</w:t>
      </w:r>
    </w:p>
    <w:p w:rsidR="005B3ED9" w:rsidRDefault="005B3ED9" w:rsidP="005B3ED9">
      <w:r>
        <w:t>158.0870</w:t>
      </w:r>
      <w:r>
        <w:tab/>
        <w:t>2.025e0</w:t>
      </w:r>
    </w:p>
    <w:p w:rsidR="005B3ED9" w:rsidRDefault="005B3ED9" w:rsidP="005B3ED9">
      <w:r>
        <w:t>158.0902</w:t>
      </w:r>
      <w:r>
        <w:tab/>
        <w:t>2.025e0</w:t>
      </w:r>
    </w:p>
    <w:p w:rsidR="005B3ED9" w:rsidRDefault="005B3ED9" w:rsidP="005B3ED9">
      <w:r>
        <w:t>158.1047</w:t>
      </w:r>
      <w:r>
        <w:tab/>
        <w:t>4.051e0</w:t>
      </w:r>
    </w:p>
    <w:p w:rsidR="005B3ED9" w:rsidRDefault="005B3ED9" w:rsidP="005B3ED9">
      <w:r>
        <w:t>158.1140</w:t>
      </w:r>
      <w:r>
        <w:tab/>
        <w:t>1.013e0</w:t>
      </w:r>
    </w:p>
    <w:p w:rsidR="005B3ED9" w:rsidRDefault="005B3ED9" w:rsidP="005B3ED9">
      <w:r>
        <w:t>158.1175</w:t>
      </w:r>
      <w:r>
        <w:tab/>
        <w:t>2.025e0</w:t>
      </w:r>
    </w:p>
    <w:p w:rsidR="005B3ED9" w:rsidRDefault="005B3ED9" w:rsidP="005B3ED9">
      <w:r>
        <w:t>158.1375</w:t>
      </w:r>
      <w:r>
        <w:tab/>
        <w:t>1.013e0</w:t>
      </w:r>
    </w:p>
    <w:p w:rsidR="005B3ED9" w:rsidRDefault="005B3ED9" w:rsidP="005B3ED9">
      <w:r>
        <w:t>158.1406</w:t>
      </w:r>
      <w:r>
        <w:tab/>
        <w:t>2.025e0</w:t>
      </w:r>
    </w:p>
    <w:p w:rsidR="005B3ED9" w:rsidRDefault="005B3ED9" w:rsidP="005B3ED9">
      <w:r>
        <w:t>158.1641</w:t>
      </w:r>
      <w:r>
        <w:tab/>
        <w:t>2.025e0</w:t>
      </w:r>
    </w:p>
    <w:p w:rsidR="005B3ED9" w:rsidRDefault="005B3ED9" w:rsidP="005B3ED9">
      <w:r>
        <w:t>158.1944</w:t>
      </w:r>
      <w:r>
        <w:tab/>
        <w:t>1.013e0</w:t>
      </w:r>
    </w:p>
    <w:p w:rsidR="005B3ED9" w:rsidRDefault="005B3ED9" w:rsidP="005B3ED9">
      <w:r>
        <w:t>158.1975</w:t>
      </w:r>
      <w:r>
        <w:tab/>
        <w:t>1.013e0</w:t>
      </w:r>
    </w:p>
    <w:p w:rsidR="005B3ED9" w:rsidRDefault="005B3ED9" w:rsidP="005B3ED9">
      <w:r>
        <w:t>158.2345</w:t>
      </w:r>
      <w:r>
        <w:tab/>
        <w:t>1.013e0</w:t>
      </w:r>
    </w:p>
    <w:p w:rsidR="005B3ED9" w:rsidRDefault="005B3ED9" w:rsidP="005B3ED9">
      <w:r>
        <w:t>158.2576</w:t>
      </w:r>
      <w:r>
        <w:tab/>
        <w:t>1.013e0</w:t>
      </w:r>
    </w:p>
    <w:p w:rsidR="005B3ED9" w:rsidRDefault="005B3ED9" w:rsidP="005B3ED9">
      <w:r>
        <w:lastRenderedPageBreak/>
        <w:t>158.2640</w:t>
      </w:r>
      <w:r>
        <w:tab/>
        <w:t>1.013e0</w:t>
      </w:r>
    </w:p>
    <w:p w:rsidR="005B3ED9" w:rsidRDefault="005B3ED9" w:rsidP="005B3ED9">
      <w:r>
        <w:t>158.2811</w:t>
      </w:r>
      <w:r>
        <w:tab/>
        <w:t>1.013e0</w:t>
      </w:r>
    </w:p>
    <w:p w:rsidR="005B3ED9" w:rsidRDefault="005B3ED9" w:rsidP="005B3ED9">
      <w:r>
        <w:t>158.3016</w:t>
      </w:r>
      <w:r>
        <w:tab/>
        <w:t>1.013e0</w:t>
      </w:r>
    </w:p>
    <w:p w:rsidR="005B3ED9" w:rsidRDefault="005B3ED9" w:rsidP="005B3ED9">
      <w:r>
        <w:t>158.3145</w:t>
      </w:r>
      <w:r>
        <w:tab/>
        <w:t>1.013e0</w:t>
      </w:r>
    </w:p>
    <w:p w:rsidR="005B3ED9" w:rsidRDefault="005B3ED9" w:rsidP="005B3ED9">
      <w:r>
        <w:t>158.3380</w:t>
      </w:r>
      <w:r>
        <w:tab/>
        <w:t>1.013e0</w:t>
      </w:r>
    </w:p>
    <w:p w:rsidR="005B3ED9" w:rsidRDefault="005B3ED9" w:rsidP="005B3ED9">
      <w:r>
        <w:t>158.3603</w:t>
      </w:r>
      <w:r>
        <w:tab/>
        <w:t>2.025e0</w:t>
      </w:r>
    </w:p>
    <w:p w:rsidR="005B3ED9" w:rsidRDefault="005B3ED9" w:rsidP="005B3ED9">
      <w:r>
        <w:t>158.3619</w:t>
      </w:r>
      <w:r>
        <w:tab/>
        <w:t>1.013e0</w:t>
      </w:r>
    </w:p>
    <w:p w:rsidR="005B3ED9" w:rsidRDefault="005B3ED9" w:rsidP="005B3ED9">
      <w:r>
        <w:t>158.3650</w:t>
      </w:r>
      <w:r>
        <w:tab/>
        <w:t>1.013e0</w:t>
      </w:r>
    </w:p>
    <w:p w:rsidR="005B3ED9" w:rsidRDefault="005B3ED9" w:rsidP="005B3ED9">
      <w:r>
        <w:t>158.3897</w:t>
      </w:r>
      <w:r>
        <w:tab/>
        <w:t>2.025e0</w:t>
      </w:r>
    </w:p>
    <w:p w:rsidR="005B3ED9" w:rsidRDefault="005B3ED9" w:rsidP="005B3ED9">
      <w:r>
        <w:t>158.4084</w:t>
      </w:r>
      <w:r>
        <w:tab/>
        <w:t>1.013e0</w:t>
      </w:r>
    </w:p>
    <w:p w:rsidR="005B3ED9" w:rsidRDefault="005B3ED9" w:rsidP="005B3ED9">
      <w:r>
        <w:t>158.4380</w:t>
      </w:r>
      <w:r>
        <w:tab/>
        <w:t>1.013e0</w:t>
      </w:r>
    </w:p>
    <w:p w:rsidR="005B3ED9" w:rsidRDefault="005B3ED9" w:rsidP="005B3ED9">
      <w:r>
        <w:t>158.4449</w:t>
      </w:r>
      <w:r>
        <w:tab/>
        <w:t>1.013e0</w:t>
      </w:r>
    </w:p>
    <w:p w:rsidR="005B3ED9" w:rsidRDefault="005B3ED9" w:rsidP="005B3ED9">
      <w:r>
        <w:t>158.4653</w:t>
      </w:r>
      <w:r>
        <w:tab/>
        <w:t>2.025e0</w:t>
      </w:r>
    </w:p>
    <w:p w:rsidR="005B3ED9" w:rsidRDefault="005B3ED9" w:rsidP="005B3ED9">
      <w:r>
        <w:t>158.4738</w:t>
      </w:r>
      <w:r>
        <w:tab/>
        <w:t>2.025e0</w:t>
      </w:r>
    </w:p>
    <w:p w:rsidR="005B3ED9" w:rsidRDefault="005B3ED9" w:rsidP="005B3ED9">
      <w:r>
        <w:t>158.4852</w:t>
      </w:r>
      <w:r>
        <w:tab/>
        <w:t>1.013e0</w:t>
      </w:r>
    </w:p>
    <w:p w:rsidR="005B3ED9" w:rsidRDefault="005B3ED9" w:rsidP="005B3ED9">
      <w:r>
        <w:t>158.4999</w:t>
      </w:r>
      <w:r>
        <w:tab/>
        <w:t>2.025e0</w:t>
      </w:r>
    </w:p>
    <w:p w:rsidR="005B3ED9" w:rsidRDefault="005B3ED9" w:rsidP="005B3ED9">
      <w:r>
        <w:t>158.5085</w:t>
      </w:r>
      <w:r>
        <w:tab/>
        <w:t>1.013e0</w:t>
      </w:r>
    </w:p>
    <w:p w:rsidR="005B3ED9" w:rsidRDefault="005B3ED9" w:rsidP="005B3ED9">
      <w:r>
        <w:t>158.5273</w:t>
      </w:r>
      <w:r>
        <w:tab/>
        <w:t>2.025e0</w:t>
      </w:r>
    </w:p>
    <w:p w:rsidR="005B3ED9" w:rsidRDefault="005B3ED9" w:rsidP="005B3ED9">
      <w:r>
        <w:t>158.5453</w:t>
      </w:r>
      <w:r>
        <w:tab/>
        <w:t>1.013e0</w:t>
      </w:r>
    </w:p>
    <w:p w:rsidR="005B3ED9" w:rsidRDefault="005B3ED9" w:rsidP="005B3ED9">
      <w:r>
        <w:lastRenderedPageBreak/>
        <w:t>158.5483</w:t>
      </w:r>
      <w:r>
        <w:tab/>
        <w:t>2.025e0</w:t>
      </w:r>
    </w:p>
    <w:p w:rsidR="005B3ED9" w:rsidRDefault="005B3ED9" w:rsidP="005B3ED9">
      <w:r>
        <w:t>158.5644</w:t>
      </w:r>
      <w:r>
        <w:tab/>
        <w:t>3.038e0</w:t>
      </w:r>
    </w:p>
    <w:p w:rsidR="005B3ED9" w:rsidRDefault="005B3ED9" w:rsidP="005B3ED9">
      <w:r>
        <w:t>158.5946</w:t>
      </w:r>
      <w:r>
        <w:tab/>
        <w:t>2.025e0</w:t>
      </w:r>
    </w:p>
    <w:p w:rsidR="005B3ED9" w:rsidRDefault="005B3ED9" w:rsidP="005B3ED9">
      <w:r>
        <w:t>158.6023</w:t>
      </w:r>
      <w:r>
        <w:tab/>
        <w:t>1.013e0</w:t>
      </w:r>
    </w:p>
    <w:p w:rsidR="005B3ED9" w:rsidRDefault="005B3ED9" w:rsidP="005B3ED9">
      <w:r>
        <w:t>158.6086</w:t>
      </w:r>
      <w:r>
        <w:tab/>
        <w:t>1.013e0</w:t>
      </w:r>
    </w:p>
    <w:p w:rsidR="005B3ED9" w:rsidRDefault="005B3ED9" w:rsidP="005B3ED9">
      <w:r>
        <w:t>158.6530</w:t>
      </w:r>
      <w:r>
        <w:tab/>
        <w:t>1.013e0</w:t>
      </w:r>
    </w:p>
    <w:p w:rsidR="005B3ED9" w:rsidRDefault="005B3ED9" w:rsidP="005B3ED9">
      <w:r>
        <w:t>158.6609</w:t>
      </w:r>
      <w:r>
        <w:tab/>
        <w:t>2.025e0</w:t>
      </w:r>
    </w:p>
    <w:p w:rsidR="005B3ED9" w:rsidRDefault="005B3ED9" w:rsidP="005B3ED9">
      <w:r>
        <w:t>158.7030</w:t>
      </w:r>
      <w:r>
        <w:tab/>
        <w:t>1.013e0</w:t>
      </w:r>
    </w:p>
    <w:p w:rsidR="005B3ED9" w:rsidRDefault="005B3ED9" w:rsidP="005B3ED9">
      <w:r>
        <w:t>158.7132</w:t>
      </w:r>
      <w:r>
        <w:tab/>
        <w:t>1.013e0</w:t>
      </w:r>
    </w:p>
    <w:p w:rsidR="005B3ED9" w:rsidRDefault="005B3ED9" w:rsidP="005B3ED9">
      <w:r>
        <w:t>158.7258</w:t>
      </w:r>
      <w:r>
        <w:tab/>
        <w:t>1.013e0</w:t>
      </w:r>
    </w:p>
    <w:p w:rsidR="005B3ED9" w:rsidRDefault="005B3ED9" w:rsidP="005B3ED9">
      <w:r>
        <w:t>158.7667</w:t>
      </w:r>
      <w:r>
        <w:tab/>
        <w:t>1.013e0</w:t>
      </w:r>
    </w:p>
    <w:p w:rsidR="005B3ED9" w:rsidRDefault="005B3ED9" w:rsidP="005B3ED9">
      <w:r>
        <w:t>158.8202</w:t>
      </w:r>
      <w:r>
        <w:tab/>
        <w:t>1.013e0</w:t>
      </w:r>
    </w:p>
    <w:p w:rsidR="005B3ED9" w:rsidRDefault="005B3ED9" w:rsidP="005B3ED9">
      <w:r>
        <w:t>158.8771</w:t>
      </w:r>
      <w:r>
        <w:tab/>
        <w:t>1.013e0</w:t>
      </w:r>
    </w:p>
    <w:p w:rsidR="005B3ED9" w:rsidRDefault="005B3ED9" w:rsidP="005B3ED9">
      <w:r>
        <w:t>158.9187</w:t>
      </w:r>
      <w:r>
        <w:tab/>
        <w:t>2.025e0</w:t>
      </w:r>
    </w:p>
    <w:p w:rsidR="005B3ED9" w:rsidRDefault="005B3ED9" w:rsidP="005B3ED9">
      <w:r>
        <w:t>158.9705</w:t>
      </w:r>
      <w:r>
        <w:tab/>
        <w:t>1.013e0</w:t>
      </w:r>
    </w:p>
    <w:p w:rsidR="005B3ED9" w:rsidRDefault="005B3ED9" w:rsidP="005B3ED9">
      <w:r>
        <w:t>158.9739</w:t>
      </w:r>
      <w:r>
        <w:tab/>
        <w:t>1.013e0</w:t>
      </w:r>
    </w:p>
    <w:p w:rsidR="005B3ED9" w:rsidRDefault="005B3ED9" w:rsidP="005B3ED9">
      <w:r>
        <w:t>159.0079</w:t>
      </w:r>
      <w:r>
        <w:tab/>
        <w:t>1.013e0</w:t>
      </w:r>
    </w:p>
    <w:p w:rsidR="005B3ED9" w:rsidRDefault="005B3ED9" w:rsidP="005B3ED9">
      <w:r>
        <w:t>159.0309</w:t>
      </w:r>
      <w:r>
        <w:tab/>
        <w:t>1.065e1</w:t>
      </w:r>
    </w:p>
    <w:p w:rsidR="005B3ED9" w:rsidRDefault="005B3ED9" w:rsidP="005B3ED9">
      <w:r>
        <w:t>159.0325</w:t>
      </w:r>
      <w:r>
        <w:tab/>
        <w:t>2.025e1</w:t>
      </w:r>
    </w:p>
    <w:p w:rsidR="005B3ED9" w:rsidRDefault="005B3ED9" w:rsidP="005B3ED9">
      <w:r>
        <w:lastRenderedPageBreak/>
        <w:t>159.0344</w:t>
      </w:r>
      <w:r>
        <w:tab/>
        <w:t>3.747e1</w:t>
      </w:r>
    </w:p>
    <w:p w:rsidR="005B3ED9" w:rsidRDefault="005B3ED9" w:rsidP="005B3ED9">
      <w:r>
        <w:t>159.0528</w:t>
      </w:r>
      <w:r>
        <w:tab/>
        <w:t>5.576e0</w:t>
      </w:r>
    </w:p>
    <w:p w:rsidR="005B3ED9" w:rsidRDefault="005B3ED9" w:rsidP="005B3ED9">
      <w:r>
        <w:t>159.0702</w:t>
      </w:r>
      <w:r>
        <w:tab/>
        <w:t>2.025e0</w:t>
      </w:r>
    </w:p>
    <w:p w:rsidR="005B3ED9" w:rsidRDefault="005B3ED9" w:rsidP="005B3ED9">
      <w:r>
        <w:t>159.0731</w:t>
      </w:r>
      <w:r>
        <w:tab/>
        <w:t>3.038e0</w:t>
      </w:r>
    </w:p>
    <w:p w:rsidR="005B3ED9" w:rsidRDefault="005B3ED9" w:rsidP="005B3ED9">
      <w:r>
        <w:t>159.0809</w:t>
      </w:r>
      <w:r>
        <w:tab/>
        <w:t>1.013e0</w:t>
      </w:r>
    </w:p>
    <w:p w:rsidR="005B3ED9" w:rsidRDefault="005B3ED9" w:rsidP="005B3ED9">
      <w:r>
        <w:t>159.0912</w:t>
      </w:r>
      <w:r>
        <w:tab/>
        <w:t>1.013e0</w:t>
      </w:r>
    </w:p>
    <w:p w:rsidR="005B3ED9" w:rsidRDefault="005B3ED9" w:rsidP="005B3ED9">
      <w:r>
        <w:t>159.1116</w:t>
      </w:r>
      <w:r>
        <w:tab/>
        <w:t>2.025e0</w:t>
      </w:r>
    </w:p>
    <w:p w:rsidR="005B3ED9" w:rsidRDefault="005B3ED9" w:rsidP="005B3ED9">
      <w:r>
        <w:t>159.1147</w:t>
      </w:r>
      <w:r>
        <w:tab/>
        <w:t>5.063e0</w:t>
      </w:r>
    </w:p>
    <w:p w:rsidR="005B3ED9" w:rsidRDefault="005B3ED9" w:rsidP="005B3ED9">
      <w:r>
        <w:t>159.1202</w:t>
      </w:r>
      <w:r>
        <w:tab/>
        <w:t>2.025e0</w:t>
      </w:r>
    </w:p>
    <w:p w:rsidR="005B3ED9" w:rsidRDefault="005B3ED9" w:rsidP="005B3ED9">
      <w:r>
        <w:t>159.1349</w:t>
      </w:r>
      <w:r>
        <w:tab/>
        <w:t>1.013e0</w:t>
      </w:r>
    </w:p>
    <w:p w:rsidR="005B3ED9" w:rsidRDefault="005B3ED9" w:rsidP="005B3ED9">
      <w:r>
        <w:t>159.1515</w:t>
      </w:r>
      <w:r>
        <w:tab/>
        <w:t>1.013e0</w:t>
      </w:r>
    </w:p>
    <w:p w:rsidR="005B3ED9" w:rsidRDefault="005B3ED9" w:rsidP="005B3ED9">
      <w:r>
        <w:t>159.1550</w:t>
      </w:r>
      <w:r>
        <w:tab/>
        <w:t>1.013e0</w:t>
      </w:r>
    </w:p>
    <w:p w:rsidR="005B3ED9" w:rsidRDefault="005B3ED9" w:rsidP="005B3ED9">
      <w:r>
        <w:t>159.1788</w:t>
      </w:r>
      <w:r>
        <w:tab/>
        <w:t>1.013e0</w:t>
      </w:r>
    </w:p>
    <w:p w:rsidR="005B3ED9" w:rsidRDefault="005B3ED9" w:rsidP="005B3ED9">
      <w:r>
        <w:t>159.1823</w:t>
      </w:r>
      <w:r>
        <w:tab/>
        <w:t>1.013e0</w:t>
      </w:r>
    </w:p>
    <w:p w:rsidR="005B3ED9" w:rsidRDefault="005B3ED9" w:rsidP="005B3ED9">
      <w:r>
        <w:t>159.1952</w:t>
      </w:r>
      <w:r>
        <w:tab/>
        <w:t>1.013e0</w:t>
      </w:r>
    </w:p>
    <w:p w:rsidR="005B3ED9" w:rsidRDefault="005B3ED9" w:rsidP="005B3ED9">
      <w:r>
        <w:t>159.2050</w:t>
      </w:r>
      <w:r>
        <w:tab/>
        <w:t>1.013e0</w:t>
      </w:r>
    </w:p>
    <w:p w:rsidR="005B3ED9" w:rsidRDefault="005B3ED9" w:rsidP="005B3ED9">
      <w:r>
        <w:t>159.2524</w:t>
      </w:r>
      <w:r>
        <w:tab/>
        <w:t>1.013e0</w:t>
      </w:r>
    </w:p>
    <w:p w:rsidR="005B3ED9" w:rsidRDefault="005B3ED9" w:rsidP="005B3ED9">
      <w:r>
        <w:t>159.3030</w:t>
      </w:r>
      <w:r>
        <w:tab/>
        <w:t>1.013e0</w:t>
      </w:r>
    </w:p>
    <w:p w:rsidR="005B3ED9" w:rsidRDefault="005B3ED9" w:rsidP="005B3ED9">
      <w:r>
        <w:t>159.3159</w:t>
      </w:r>
      <w:r>
        <w:tab/>
        <w:t>1.013e0</w:t>
      </w:r>
    </w:p>
    <w:p w:rsidR="005B3ED9" w:rsidRDefault="005B3ED9" w:rsidP="005B3ED9">
      <w:r>
        <w:lastRenderedPageBreak/>
        <w:t>159.3463</w:t>
      </w:r>
      <w:r>
        <w:tab/>
        <w:t>1.013e0</w:t>
      </w:r>
    </w:p>
    <w:p w:rsidR="005B3ED9" w:rsidRDefault="005B3ED9" w:rsidP="005B3ED9">
      <w:r>
        <w:t>159.3480</w:t>
      </w:r>
      <w:r>
        <w:tab/>
        <w:t>2.025e0</w:t>
      </w:r>
    </w:p>
    <w:p w:rsidR="005B3ED9" w:rsidRDefault="005B3ED9" w:rsidP="005B3ED9">
      <w:r>
        <w:t>159.3667</w:t>
      </w:r>
      <w:r>
        <w:tab/>
        <w:t>1.013e0</w:t>
      </w:r>
    </w:p>
    <w:p w:rsidR="005B3ED9" w:rsidRDefault="005B3ED9" w:rsidP="005B3ED9">
      <w:r>
        <w:t>159.3699</w:t>
      </w:r>
      <w:r>
        <w:tab/>
        <w:t>1.013e0</w:t>
      </w:r>
    </w:p>
    <w:p w:rsidR="005B3ED9" w:rsidRDefault="005B3ED9" w:rsidP="005B3ED9">
      <w:r>
        <w:t>159.3715</w:t>
      </w:r>
      <w:r>
        <w:tab/>
        <w:t>2.025e0</w:t>
      </w:r>
    </w:p>
    <w:p w:rsidR="005B3ED9" w:rsidRDefault="005B3ED9" w:rsidP="005B3ED9">
      <w:r>
        <w:t>159.4135</w:t>
      </w:r>
      <w:r>
        <w:tab/>
        <w:t>1.013e0</w:t>
      </w:r>
    </w:p>
    <w:p w:rsidR="005B3ED9" w:rsidRDefault="005B3ED9" w:rsidP="005B3ED9">
      <w:r>
        <w:t>159.4569</w:t>
      </w:r>
      <w:r>
        <w:tab/>
        <w:t>1.013e0</w:t>
      </w:r>
    </w:p>
    <w:p w:rsidR="005B3ED9" w:rsidRDefault="005B3ED9" w:rsidP="005B3ED9">
      <w:r>
        <w:t>159.4808</w:t>
      </w:r>
      <w:r>
        <w:tab/>
        <w:t>1.013e0</w:t>
      </w:r>
    </w:p>
    <w:p w:rsidR="005B3ED9" w:rsidRDefault="005B3ED9" w:rsidP="005B3ED9">
      <w:r>
        <w:t>159.4875</w:t>
      </w:r>
      <w:r>
        <w:tab/>
        <w:t>1.013e0</w:t>
      </w:r>
    </w:p>
    <w:p w:rsidR="005B3ED9" w:rsidRDefault="005B3ED9" w:rsidP="005B3ED9">
      <w:r>
        <w:t>159.5139</w:t>
      </w:r>
      <w:r>
        <w:tab/>
        <w:t>1.013e0</w:t>
      </w:r>
    </w:p>
    <w:p w:rsidR="005B3ED9" w:rsidRDefault="005B3ED9" w:rsidP="005B3ED9">
      <w:r>
        <w:t>159.5275</w:t>
      </w:r>
      <w:r>
        <w:tab/>
        <w:t>2.025e0</w:t>
      </w:r>
    </w:p>
    <w:p w:rsidR="005B3ED9" w:rsidRDefault="005B3ED9" w:rsidP="005B3ED9">
      <w:r>
        <w:t>159.5438</w:t>
      </w:r>
      <w:r>
        <w:tab/>
        <w:t>7.089e0</w:t>
      </w:r>
    </w:p>
    <w:p w:rsidR="005B3ED9" w:rsidRDefault="005B3ED9" w:rsidP="005B3ED9">
      <w:r>
        <w:t>159.5457</w:t>
      </w:r>
      <w:r>
        <w:tab/>
        <w:t>4.051e0</w:t>
      </w:r>
    </w:p>
    <w:p w:rsidR="005B3ED9" w:rsidRDefault="005B3ED9" w:rsidP="005B3ED9">
      <w:r>
        <w:t>159.5471</w:t>
      </w:r>
      <w:r>
        <w:tab/>
        <w:t>3.038e0</w:t>
      </w:r>
    </w:p>
    <w:p w:rsidR="005B3ED9" w:rsidRDefault="005B3ED9" w:rsidP="005B3ED9">
      <w:r>
        <w:t>159.5512</w:t>
      </w:r>
      <w:r>
        <w:tab/>
        <w:t>1.013e0</w:t>
      </w:r>
    </w:p>
    <w:p w:rsidR="005B3ED9" w:rsidRDefault="005B3ED9" w:rsidP="005B3ED9">
      <w:r>
        <w:t>159.6301</w:t>
      </w:r>
      <w:r>
        <w:tab/>
        <w:t>4.051e0</w:t>
      </w:r>
    </w:p>
    <w:p w:rsidR="005B3ED9" w:rsidRDefault="005B3ED9" w:rsidP="005B3ED9">
      <w:r>
        <w:t>159.6347</w:t>
      </w:r>
      <w:r>
        <w:tab/>
        <w:t>1.013e0</w:t>
      </w:r>
    </w:p>
    <w:p w:rsidR="005B3ED9" w:rsidRDefault="005B3ED9" w:rsidP="005B3ED9">
      <w:r>
        <w:t>159.6518</w:t>
      </w:r>
      <w:r>
        <w:tab/>
        <w:t>1.013e0</w:t>
      </w:r>
    </w:p>
    <w:p w:rsidR="005B3ED9" w:rsidRDefault="005B3ED9" w:rsidP="005B3ED9">
      <w:r>
        <w:t>159.6620</w:t>
      </w:r>
      <w:r>
        <w:tab/>
        <w:t>1.013e0</w:t>
      </w:r>
    </w:p>
    <w:p w:rsidR="005B3ED9" w:rsidRDefault="005B3ED9" w:rsidP="005B3ED9">
      <w:r>
        <w:lastRenderedPageBreak/>
        <w:t>159.6705</w:t>
      </w:r>
      <w:r>
        <w:tab/>
        <w:t>2.025e0</w:t>
      </w:r>
    </w:p>
    <w:p w:rsidR="005B3ED9" w:rsidRDefault="005B3ED9" w:rsidP="005B3ED9">
      <w:r>
        <w:t>159.6917</w:t>
      </w:r>
      <w:r>
        <w:tab/>
        <w:t>2.025e0</w:t>
      </w:r>
    </w:p>
    <w:p w:rsidR="005B3ED9" w:rsidRDefault="005B3ED9" w:rsidP="005B3ED9">
      <w:r>
        <w:t>159.7358</w:t>
      </w:r>
      <w:r>
        <w:tab/>
        <w:t>1.013e0</w:t>
      </w:r>
    </w:p>
    <w:p w:rsidR="005B3ED9" w:rsidRDefault="005B3ED9" w:rsidP="005B3ED9">
      <w:r>
        <w:t>159.7795</w:t>
      </w:r>
      <w:r>
        <w:tab/>
        <w:t>1.013e0</w:t>
      </w:r>
    </w:p>
    <w:p w:rsidR="005B3ED9" w:rsidRDefault="005B3ED9" w:rsidP="005B3ED9">
      <w:r>
        <w:t>159.8091</w:t>
      </w:r>
      <w:r>
        <w:tab/>
        <w:t>2.025e0</w:t>
      </w:r>
    </w:p>
    <w:p w:rsidR="005B3ED9" w:rsidRDefault="005B3ED9" w:rsidP="005B3ED9">
      <w:r>
        <w:t>159.8229</w:t>
      </w:r>
      <w:r>
        <w:tab/>
        <w:t>1.013e0</w:t>
      </w:r>
    </w:p>
    <w:p w:rsidR="005B3ED9" w:rsidRDefault="005B3ED9" w:rsidP="005B3ED9">
      <w:r>
        <w:t>159.8263</w:t>
      </w:r>
      <w:r>
        <w:tab/>
        <w:t>2.025e0</w:t>
      </w:r>
    </w:p>
    <w:p w:rsidR="005B3ED9" w:rsidRDefault="005B3ED9" w:rsidP="005B3ED9">
      <w:r>
        <w:t>159.8936</w:t>
      </w:r>
      <w:r>
        <w:tab/>
        <w:t>1.013e0</w:t>
      </w:r>
    </w:p>
    <w:p w:rsidR="005B3ED9" w:rsidRDefault="005B3ED9" w:rsidP="005B3ED9">
      <w:r>
        <w:t>159.9039</w:t>
      </w:r>
      <w:r>
        <w:tab/>
        <w:t>1.013e0</w:t>
      </w:r>
    </w:p>
    <w:p w:rsidR="005B3ED9" w:rsidRDefault="005B3ED9" w:rsidP="005B3ED9">
      <w:r>
        <w:t>159.9404</w:t>
      </w:r>
      <w:r>
        <w:tab/>
        <w:t>1.013e0</w:t>
      </w:r>
    </w:p>
    <w:p w:rsidR="005B3ED9" w:rsidRDefault="005B3ED9" w:rsidP="005B3ED9">
      <w:r>
        <w:t>159.9575</w:t>
      </w:r>
      <w:r>
        <w:tab/>
        <w:t>1.013e0</w:t>
      </w:r>
    </w:p>
    <w:p w:rsidR="005B3ED9" w:rsidRDefault="005B3ED9" w:rsidP="005B3ED9">
      <w:r>
        <w:t>159.9779</w:t>
      </w:r>
      <w:r>
        <w:tab/>
        <w:t>1.013e0</w:t>
      </w:r>
    </w:p>
    <w:p w:rsidR="005B3ED9" w:rsidRDefault="005B3ED9" w:rsidP="005B3ED9">
      <w:r>
        <w:t>159.9940</w:t>
      </w:r>
      <w:r>
        <w:tab/>
        <w:t>1.013e0</w:t>
      </w:r>
    </w:p>
    <w:p w:rsidR="005B3ED9" w:rsidRDefault="005B3ED9" w:rsidP="005B3ED9">
      <w:r>
        <w:t>160.0078</w:t>
      </w:r>
      <w:r>
        <w:tab/>
        <w:t>1.013e0</w:t>
      </w:r>
    </w:p>
    <w:p w:rsidR="005B3ED9" w:rsidRDefault="005B3ED9" w:rsidP="005B3ED9">
      <w:r>
        <w:t>160.0248</w:t>
      </w:r>
      <w:r>
        <w:tab/>
        <w:t>2.025e0</w:t>
      </w:r>
    </w:p>
    <w:p w:rsidR="005B3ED9" w:rsidRDefault="005B3ED9" w:rsidP="005B3ED9">
      <w:r>
        <w:t>160.0324</w:t>
      </w:r>
      <w:r>
        <w:tab/>
        <w:t>4.051e0</w:t>
      </w:r>
    </w:p>
    <w:p w:rsidR="005B3ED9" w:rsidRDefault="005B3ED9" w:rsidP="005B3ED9">
      <w:r>
        <w:t>160.0334</w:t>
      </w:r>
      <w:r>
        <w:tab/>
        <w:t>2.025e0</w:t>
      </w:r>
    </w:p>
    <w:p w:rsidR="005B3ED9" w:rsidRDefault="005B3ED9" w:rsidP="005B3ED9">
      <w:r>
        <w:t>160.0416</w:t>
      </w:r>
      <w:r>
        <w:tab/>
        <w:t>6.076e0</w:t>
      </w:r>
    </w:p>
    <w:p w:rsidR="005B3ED9" w:rsidRDefault="005B3ED9" w:rsidP="005B3ED9">
      <w:r>
        <w:t>160.0511</w:t>
      </w:r>
      <w:r>
        <w:tab/>
        <w:t>5.063e0</w:t>
      </w:r>
    </w:p>
    <w:p w:rsidR="005B3ED9" w:rsidRDefault="005B3ED9" w:rsidP="005B3ED9">
      <w:r>
        <w:lastRenderedPageBreak/>
        <w:t>160.0560</w:t>
      </w:r>
      <w:r>
        <w:tab/>
        <w:t>4.051e0</w:t>
      </w:r>
    </w:p>
    <w:p w:rsidR="005B3ED9" w:rsidRDefault="005B3ED9" w:rsidP="005B3ED9">
      <w:r>
        <w:t>160.0578</w:t>
      </w:r>
      <w:r>
        <w:tab/>
        <w:t>4.682e0</w:t>
      </w:r>
    </w:p>
    <w:p w:rsidR="005B3ED9" w:rsidRDefault="005B3ED9" w:rsidP="005B3ED9">
      <w:r>
        <w:t>160.0683</w:t>
      </w:r>
      <w:r>
        <w:tab/>
        <w:t>2.025e0</w:t>
      </w:r>
    </w:p>
    <w:p w:rsidR="005B3ED9" w:rsidRDefault="005B3ED9" w:rsidP="005B3ED9">
      <w:r>
        <w:t>160.0871</w:t>
      </w:r>
      <w:r>
        <w:tab/>
        <w:t>2.025e0</w:t>
      </w:r>
    </w:p>
    <w:p w:rsidR="005B3ED9" w:rsidRDefault="005B3ED9" w:rsidP="005B3ED9">
      <w:r>
        <w:t>160.0887</w:t>
      </w:r>
      <w:r>
        <w:tab/>
        <w:t>1.013e0</w:t>
      </w:r>
    </w:p>
    <w:p w:rsidR="005B3ED9" w:rsidRDefault="005B3ED9" w:rsidP="005B3ED9">
      <w:r>
        <w:t>160.0922</w:t>
      </w:r>
      <w:r>
        <w:tab/>
        <w:t>1.013e0</w:t>
      </w:r>
    </w:p>
    <w:p w:rsidR="005B3ED9" w:rsidRDefault="005B3ED9" w:rsidP="005B3ED9">
      <w:r>
        <w:t>160.1023</w:t>
      </w:r>
      <w:r>
        <w:tab/>
        <w:t>1.013e0</w:t>
      </w:r>
    </w:p>
    <w:p w:rsidR="005B3ED9" w:rsidRDefault="005B3ED9" w:rsidP="005B3ED9">
      <w:r>
        <w:t>160.1130</w:t>
      </w:r>
      <w:r>
        <w:tab/>
        <w:t>2.025e0</w:t>
      </w:r>
    </w:p>
    <w:p w:rsidR="005B3ED9" w:rsidRDefault="005B3ED9" w:rsidP="005B3ED9">
      <w:r>
        <w:t>160.1151</w:t>
      </w:r>
      <w:r>
        <w:tab/>
        <w:t>1.013e0</w:t>
      </w:r>
    </w:p>
    <w:p w:rsidR="005B3ED9" w:rsidRDefault="005B3ED9" w:rsidP="005B3ED9">
      <w:r>
        <w:t>160.1339</w:t>
      </w:r>
      <w:r>
        <w:tab/>
        <w:t>2.025e0</w:t>
      </w:r>
    </w:p>
    <w:p w:rsidR="005B3ED9" w:rsidRDefault="005B3ED9" w:rsidP="005B3ED9">
      <w:r>
        <w:t>160.1356</w:t>
      </w:r>
      <w:r>
        <w:tab/>
        <w:t>1.013e0</w:t>
      </w:r>
    </w:p>
    <w:p w:rsidR="005B3ED9" w:rsidRDefault="005B3ED9" w:rsidP="005B3ED9">
      <w:r>
        <w:t>160.1629</w:t>
      </w:r>
      <w:r>
        <w:tab/>
        <w:t>1.013e0</w:t>
      </w:r>
    </w:p>
    <w:p w:rsidR="005B3ED9" w:rsidRDefault="005B3ED9" w:rsidP="005B3ED9">
      <w:r>
        <w:t>160.1858</w:t>
      </w:r>
      <w:r>
        <w:tab/>
        <w:t>1.013e0</w:t>
      </w:r>
    </w:p>
    <w:p w:rsidR="005B3ED9" w:rsidRDefault="005B3ED9" w:rsidP="005B3ED9">
      <w:r>
        <w:t>160.2063</w:t>
      </w:r>
      <w:r>
        <w:tab/>
        <w:t>1.013e0</w:t>
      </w:r>
    </w:p>
    <w:p w:rsidR="005B3ED9" w:rsidRDefault="005B3ED9" w:rsidP="005B3ED9">
      <w:r>
        <w:t>160.2498</w:t>
      </w:r>
      <w:r>
        <w:tab/>
        <w:t>1.013e0</w:t>
      </w:r>
    </w:p>
    <w:p w:rsidR="005B3ED9" w:rsidRDefault="005B3ED9" w:rsidP="005B3ED9">
      <w:r>
        <w:t>160.2567</w:t>
      </w:r>
      <w:r>
        <w:tab/>
        <w:t>2.025e0</w:t>
      </w:r>
    </w:p>
    <w:p w:rsidR="005B3ED9" w:rsidRDefault="005B3ED9" w:rsidP="005B3ED9">
      <w:r>
        <w:t>160.2906</w:t>
      </w:r>
      <w:r>
        <w:tab/>
        <w:t>1.013e0</w:t>
      </w:r>
    </w:p>
    <w:p w:rsidR="005B3ED9" w:rsidRDefault="005B3ED9" w:rsidP="005B3ED9">
      <w:r>
        <w:t>160.3034</w:t>
      </w:r>
      <w:r>
        <w:tab/>
        <w:t>1.013e0</w:t>
      </w:r>
    </w:p>
    <w:p w:rsidR="005B3ED9" w:rsidRDefault="005B3ED9" w:rsidP="005B3ED9">
      <w:r>
        <w:t>160.3069</w:t>
      </w:r>
      <w:r>
        <w:tab/>
        <w:t>1.013e0</w:t>
      </w:r>
    </w:p>
    <w:p w:rsidR="005B3ED9" w:rsidRDefault="005B3ED9" w:rsidP="005B3ED9">
      <w:r>
        <w:lastRenderedPageBreak/>
        <w:t>160.3240</w:t>
      </w:r>
      <w:r>
        <w:tab/>
        <w:t>2.025e0</w:t>
      </w:r>
    </w:p>
    <w:p w:rsidR="005B3ED9" w:rsidRDefault="005B3ED9" w:rsidP="005B3ED9">
      <w:r>
        <w:t>160.3577</w:t>
      </w:r>
      <w:r>
        <w:tab/>
        <w:t>1.013e0</w:t>
      </w:r>
    </w:p>
    <w:p w:rsidR="005B3ED9" w:rsidRDefault="005B3ED9" w:rsidP="005B3ED9">
      <w:r>
        <w:t>160.4485</w:t>
      </w:r>
      <w:r>
        <w:tab/>
        <w:t>2.025e0</w:t>
      </w:r>
    </w:p>
    <w:p w:rsidR="005B3ED9" w:rsidRDefault="005B3ED9" w:rsidP="005B3ED9">
      <w:r>
        <w:t>160.4656</w:t>
      </w:r>
      <w:r>
        <w:tab/>
        <w:t>1.013e0</w:t>
      </w:r>
    </w:p>
    <w:p w:rsidR="005B3ED9" w:rsidRDefault="005B3ED9" w:rsidP="005B3ED9">
      <w:r>
        <w:t>160.4823</w:t>
      </w:r>
      <w:r>
        <w:tab/>
        <w:t>1.013e0</w:t>
      </w:r>
    </w:p>
    <w:p w:rsidR="005B3ED9" w:rsidRDefault="005B3ED9" w:rsidP="005B3ED9">
      <w:r>
        <w:t>160.5365</w:t>
      </w:r>
      <w:r>
        <w:tab/>
        <w:t>1.013e0</w:t>
      </w:r>
    </w:p>
    <w:p w:rsidR="005B3ED9" w:rsidRDefault="005B3ED9" w:rsidP="005B3ED9">
      <w:r>
        <w:t>160.5385</w:t>
      </w:r>
      <w:r>
        <w:tab/>
        <w:t>2.025e0</w:t>
      </w:r>
    </w:p>
    <w:p w:rsidR="005B3ED9" w:rsidRDefault="005B3ED9" w:rsidP="005B3ED9">
      <w:r>
        <w:t>160.5432</w:t>
      </w:r>
      <w:r>
        <w:tab/>
        <w:t>2.025e0</w:t>
      </w:r>
    </w:p>
    <w:p w:rsidR="005B3ED9" w:rsidRDefault="005B3ED9" w:rsidP="005B3ED9">
      <w:r>
        <w:t>160.5471</w:t>
      </w:r>
      <w:r>
        <w:tab/>
        <w:t>3.038e0</w:t>
      </w:r>
    </w:p>
    <w:p w:rsidR="005B3ED9" w:rsidRDefault="005B3ED9" w:rsidP="005B3ED9">
      <w:r>
        <w:t>160.5833</w:t>
      </w:r>
      <w:r>
        <w:tab/>
        <w:t>2.025e0</w:t>
      </w:r>
    </w:p>
    <w:p w:rsidR="005B3ED9" w:rsidRDefault="005B3ED9" w:rsidP="005B3ED9">
      <w:r>
        <w:t>160.5902</w:t>
      </w:r>
      <w:r>
        <w:tab/>
        <w:t>1.013e0</w:t>
      </w:r>
    </w:p>
    <w:p w:rsidR="005B3ED9" w:rsidRDefault="005B3ED9" w:rsidP="005B3ED9">
      <w:r>
        <w:t>160.6038</w:t>
      </w:r>
      <w:r>
        <w:tab/>
        <w:t>1.013e0</w:t>
      </w:r>
    </w:p>
    <w:p w:rsidR="005B3ED9" w:rsidRDefault="005B3ED9" w:rsidP="005B3ED9">
      <w:r>
        <w:t>160.6302</w:t>
      </w:r>
      <w:r>
        <w:tab/>
        <w:t>1.013e0</w:t>
      </w:r>
    </w:p>
    <w:p w:rsidR="005B3ED9" w:rsidRDefault="005B3ED9" w:rsidP="005B3ED9">
      <w:r>
        <w:t>160.6508</w:t>
      </w:r>
      <w:r>
        <w:tab/>
        <w:t>1.013e0</w:t>
      </w:r>
    </w:p>
    <w:p w:rsidR="005B3ED9" w:rsidRDefault="005B3ED9" w:rsidP="005B3ED9">
      <w:r>
        <w:t>160.6772</w:t>
      </w:r>
      <w:r>
        <w:tab/>
        <w:t>2.025e0</w:t>
      </w:r>
    </w:p>
    <w:p w:rsidR="005B3ED9" w:rsidRDefault="005B3ED9" w:rsidP="005B3ED9">
      <w:r>
        <w:t>160.6977</w:t>
      </w:r>
      <w:r>
        <w:tab/>
        <w:t>1.013e0</w:t>
      </w:r>
    </w:p>
    <w:p w:rsidR="005B3ED9" w:rsidRDefault="005B3ED9" w:rsidP="005B3ED9">
      <w:r>
        <w:t>160.7251</w:t>
      </w:r>
      <w:r>
        <w:tab/>
        <w:t>1.013e0</w:t>
      </w:r>
    </w:p>
    <w:p w:rsidR="005B3ED9" w:rsidRDefault="005B3ED9" w:rsidP="005B3ED9">
      <w:r>
        <w:t>160.7582</w:t>
      </w:r>
      <w:r>
        <w:tab/>
        <w:t>2.025e0</w:t>
      </w:r>
    </w:p>
    <w:p w:rsidR="005B3ED9" w:rsidRDefault="005B3ED9" w:rsidP="005B3ED9">
      <w:r>
        <w:t>160.8119</w:t>
      </w:r>
      <w:r>
        <w:tab/>
        <w:t>1.013e0</w:t>
      </w:r>
    </w:p>
    <w:p w:rsidR="005B3ED9" w:rsidRDefault="005B3ED9" w:rsidP="005B3ED9">
      <w:r>
        <w:lastRenderedPageBreak/>
        <w:t>160.8598</w:t>
      </w:r>
      <w:r>
        <w:tab/>
        <w:t>1.013e0</w:t>
      </w:r>
    </w:p>
    <w:p w:rsidR="005B3ED9" w:rsidRDefault="005B3ED9" w:rsidP="005B3ED9">
      <w:r>
        <w:t>160.8760</w:t>
      </w:r>
      <w:r>
        <w:tab/>
        <w:t>1.013e0</w:t>
      </w:r>
    </w:p>
    <w:p w:rsidR="005B3ED9" w:rsidRDefault="005B3ED9" w:rsidP="005B3ED9">
      <w:r>
        <w:t>160.9207</w:t>
      </w:r>
      <w:r>
        <w:tab/>
        <w:t>1.013e0</w:t>
      </w:r>
    </w:p>
    <w:p w:rsidR="005B3ED9" w:rsidRDefault="005B3ED9" w:rsidP="005B3ED9">
      <w:r>
        <w:t>160.9335</w:t>
      </w:r>
      <w:r>
        <w:tab/>
        <w:t>1.013e0</w:t>
      </w:r>
    </w:p>
    <w:p w:rsidR="005B3ED9" w:rsidRDefault="005B3ED9" w:rsidP="005B3ED9">
      <w:r>
        <w:t>160.9435</w:t>
      </w:r>
      <w:r>
        <w:tab/>
        <w:t>1.013e0</w:t>
      </w:r>
    </w:p>
    <w:p w:rsidR="005B3ED9" w:rsidRDefault="005B3ED9" w:rsidP="005B3ED9">
      <w:r>
        <w:t>160.9504</w:t>
      </w:r>
      <w:r>
        <w:tab/>
        <w:t>2.025e0</w:t>
      </w:r>
    </w:p>
    <w:p w:rsidR="005B3ED9" w:rsidRDefault="005B3ED9" w:rsidP="005B3ED9">
      <w:r>
        <w:t>160.9813</w:t>
      </w:r>
      <w:r>
        <w:tab/>
        <w:t>1.013e0</w:t>
      </w:r>
    </w:p>
    <w:p w:rsidR="005B3ED9" w:rsidRDefault="005B3ED9" w:rsidP="005B3ED9">
      <w:r>
        <w:t>161.0041</w:t>
      </w:r>
      <w:r>
        <w:tab/>
        <w:t>1.013e0</w:t>
      </w:r>
    </w:p>
    <w:p w:rsidR="005B3ED9" w:rsidRDefault="005B3ED9" w:rsidP="005B3ED9">
      <w:r>
        <w:t>161.0247</w:t>
      </w:r>
      <w:r>
        <w:tab/>
        <w:t>2.025e0</w:t>
      </w:r>
    </w:p>
    <w:p w:rsidR="005B3ED9" w:rsidRDefault="005B3ED9" w:rsidP="005B3ED9">
      <w:r>
        <w:t>161.0419</w:t>
      </w:r>
      <w:r>
        <w:tab/>
        <w:t>1.013e0</w:t>
      </w:r>
    </w:p>
    <w:p w:rsidR="005B3ED9" w:rsidRDefault="005B3ED9" w:rsidP="005B3ED9">
      <w:r>
        <w:t>161.0453</w:t>
      </w:r>
      <w:r>
        <w:tab/>
        <w:t>1.013e0</w:t>
      </w:r>
    </w:p>
    <w:p w:rsidR="005B3ED9" w:rsidRDefault="005B3ED9" w:rsidP="005B3ED9">
      <w:r>
        <w:t>161.0488</w:t>
      </w:r>
      <w:r>
        <w:tab/>
        <w:t>1.013e0</w:t>
      </w:r>
    </w:p>
    <w:p w:rsidR="005B3ED9" w:rsidRDefault="005B3ED9" w:rsidP="005B3ED9">
      <w:r>
        <w:t>161.0617</w:t>
      </w:r>
      <w:r>
        <w:tab/>
        <w:t>1.013e0</w:t>
      </w:r>
    </w:p>
    <w:p w:rsidR="005B3ED9" w:rsidRDefault="005B3ED9" w:rsidP="005B3ED9">
      <w:r>
        <w:t>161.0681</w:t>
      </w:r>
      <w:r>
        <w:tab/>
        <w:t>2.025e0</w:t>
      </w:r>
    </w:p>
    <w:p w:rsidR="005B3ED9" w:rsidRDefault="005B3ED9" w:rsidP="005B3ED9">
      <w:r>
        <w:t>161.0854</w:t>
      </w:r>
      <w:r>
        <w:tab/>
        <w:t>2.025e0</w:t>
      </w:r>
    </w:p>
    <w:p w:rsidR="005B3ED9" w:rsidRDefault="005B3ED9" w:rsidP="005B3ED9">
      <w:r>
        <w:t>161.0957</w:t>
      </w:r>
      <w:r>
        <w:tab/>
        <w:t>2.025e0</w:t>
      </w:r>
    </w:p>
    <w:p w:rsidR="005B3ED9" w:rsidRDefault="005B3ED9" w:rsidP="005B3ED9">
      <w:r>
        <w:t>161.1059</w:t>
      </w:r>
      <w:r>
        <w:tab/>
        <w:t>3.038e0</w:t>
      </w:r>
    </w:p>
    <w:p w:rsidR="005B3ED9" w:rsidRDefault="005B3ED9" w:rsidP="005B3ED9">
      <w:r>
        <w:t>161.1111</w:t>
      </w:r>
      <w:r>
        <w:tab/>
        <w:t>4.051e0</w:t>
      </w:r>
    </w:p>
    <w:p w:rsidR="005B3ED9" w:rsidRDefault="005B3ED9" w:rsidP="005B3ED9">
      <w:r>
        <w:t>161.1212</w:t>
      </w:r>
      <w:r>
        <w:tab/>
        <w:t>3.038e0</w:t>
      </w:r>
    </w:p>
    <w:p w:rsidR="005B3ED9" w:rsidRDefault="005B3ED9" w:rsidP="005B3ED9">
      <w:r>
        <w:lastRenderedPageBreak/>
        <w:t>161.1563</w:t>
      </w:r>
      <w:r>
        <w:tab/>
        <w:t>2.025e0</w:t>
      </w:r>
    </w:p>
    <w:p w:rsidR="005B3ED9" w:rsidRDefault="005B3ED9" w:rsidP="005B3ED9">
      <w:r>
        <w:t>161.2039</w:t>
      </w:r>
      <w:r>
        <w:tab/>
        <w:t>4.051e0</w:t>
      </w:r>
    </w:p>
    <w:p w:rsidR="005B3ED9" w:rsidRDefault="005B3ED9" w:rsidP="005B3ED9">
      <w:r>
        <w:t>161.2272</w:t>
      </w:r>
      <w:r>
        <w:tab/>
        <w:t>1.013e0</w:t>
      </w:r>
    </w:p>
    <w:p w:rsidR="005B3ED9" w:rsidRDefault="005B3ED9" w:rsidP="005B3ED9">
      <w:r>
        <w:t>161.2542</w:t>
      </w:r>
      <w:r>
        <w:tab/>
        <w:t>1.013e0</w:t>
      </w:r>
    </w:p>
    <w:p w:rsidR="005B3ED9" w:rsidRDefault="005B3ED9" w:rsidP="005B3ED9">
      <w:r>
        <w:t>161.2606</w:t>
      </w:r>
      <w:r>
        <w:tab/>
        <w:t>1.013e0</w:t>
      </w:r>
    </w:p>
    <w:p w:rsidR="005B3ED9" w:rsidRDefault="005B3ED9" w:rsidP="005B3ED9">
      <w:r>
        <w:t>161.2639</w:t>
      </w:r>
      <w:r>
        <w:tab/>
        <w:t>1.013e0</w:t>
      </w:r>
    </w:p>
    <w:p w:rsidR="005B3ED9" w:rsidRDefault="005B3ED9" w:rsidP="005B3ED9">
      <w:r>
        <w:t>161.3184</w:t>
      </w:r>
      <w:r>
        <w:tab/>
        <w:t>1.013e0</w:t>
      </w:r>
    </w:p>
    <w:p w:rsidR="005B3ED9" w:rsidRDefault="005B3ED9" w:rsidP="005B3ED9">
      <w:r>
        <w:t>161.3487</w:t>
      </w:r>
      <w:r>
        <w:tab/>
        <w:t>1.013e0</w:t>
      </w:r>
    </w:p>
    <w:p w:rsidR="005B3ED9" w:rsidRDefault="005B3ED9" w:rsidP="005B3ED9">
      <w:r>
        <w:t>161.3566</w:t>
      </w:r>
      <w:r>
        <w:tab/>
        <w:t>5.063e0</w:t>
      </w:r>
    </w:p>
    <w:p w:rsidR="005B3ED9" w:rsidRDefault="005B3ED9" w:rsidP="005B3ED9">
      <w:r>
        <w:t>161.3623</w:t>
      </w:r>
      <w:r>
        <w:tab/>
        <w:t>1.013e0</w:t>
      </w:r>
    </w:p>
    <w:p w:rsidR="005B3ED9" w:rsidRDefault="005B3ED9" w:rsidP="005B3ED9">
      <w:r>
        <w:t>161.3955</w:t>
      </w:r>
      <w:r>
        <w:tab/>
        <w:t>1.013e0</w:t>
      </w:r>
    </w:p>
    <w:p w:rsidR="005B3ED9" w:rsidRDefault="005B3ED9" w:rsidP="005B3ED9">
      <w:r>
        <w:t>161.4093</w:t>
      </w:r>
      <w:r>
        <w:tab/>
        <w:t>1.013e0</w:t>
      </w:r>
    </w:p>
    <w:p w:rsidR="005B3ED9" w:rsidRDefault="005B3ED9" w:rsidP="005B3ED9">
      <w:r>
        <w:t>161.4162</w:t>
      </w:r>
      <w:r>
        <w:tab/>
        <w:t>1.013e0</w:t>
      </w:r>
    </w:p>
    <w:p w:rsidR="005B3ED9" w:rsidRDefault="005B3ED9" w:rsidP="005B3ED9">
      <w:r>
        <w:t>161.4265</w:t>
      </w:r>
      <w:r>
        <w:tab/>
        <w:t>1.013e0</w:t>
      </w:r>
    </w:p>
    <w:p w:rsidR="005B3ED9" w:rsidRDefault="005B3ED9" w:rsidP="005B3ED9">
      <w:r>
        <w:t>161.4436</w:t>
      </w:r>
      <w:r>
        <w:tab/>
        <w:t>1.013e0</w:t>
      </w:r>
    </w:p>
    <w:p w:rsidR="005B3ED9" w:rsidRDefault="005B3ED9" w:rsidP="005B3ED9">
      <w:r>
        <w:t>161.5110</w:t>
      </w:r>
      <w:r>
        <w:tab/>
        <w:t>1.013e0</w:t>
      </w:r>
    </w:p>
    <w:p w:rsidR="005B3ED9" w:rsidRDefault="005B3ED9" w:rsidP="005B3ED9">
      <w:r>
        <w:t>161.5143</w:t>
      </w:r>
      <w:r>
        <w:tab/>
        <w:t>1.013e0</w:t>
      </w:r>
    </w:p>
    <w:p w:rsidR="005B3ED9" w:rsidRDefault="005B3ED9" w:rsidP="005B3ED9">
      <w:r>
        <w:t>161.5531</w:t>
      </w:r>
      <w:r>
        <w:tab/>
        <w:t>6.923e1</w:t>
      </w:r>
    </w:p>
    <w:p w:rsidR="005B3ED9" w:rsidRDefault="005B3ED9" w:rsidP="005B3ED9">
      <w:r>
        <w:t>161.5555</w:t>
      </w:r>
      <w:r>
        <w:tab/>
        <w:t>4.557e1</w:t>
      </w:r>
    </w:p>
    <w:p w:rsidR="005B3ED9" w:rsidRDefault="005B3ED9" w:rsidP="005B3ED9">
      <w:r>
        <w:lastRenderedPageBreak/>
        <w:t>161.5567</w:t>
      </w:r>
      <w:r>
        <w:tab/>
        <w:t>5.485e1</w:t>
      </w:r>
    </w:p>
    <w:p w:rsidR="005B3ED9" w:rsidRDefault="005B3ED9" w:rsidP="005B3ED9">
      <w:r>
        <w:t>161.5948</w:t>
      </w:r>
      <w:r>
        <w:tab/>
        <w:t>1.013e0</w:t>
      </w:r>
    </w:p>
    <w:p w:rsidR="005B3ED9" w:rsidRDefault="005B3ED9" w:rsidP="005B3ED9">
      <w:r>
        <w:t>161.6155</w:t>
      </w:r>
      <w:r>
        <w:tab/>
        <w:t>1.013e0</w:t>
      </w:r>
    </w:p>
    <w:p w:rsidR="005B3ED9" w:rsidRDefault="005B3ED9" w:rsidP="005B3ED9">
      <w:r>
        <w:t>161.6437</w:t>
      </w:r>
      <w:r>
        <w:tab/>
        <w:t>3.038e0</w:t>
      </w:r>
    </w:p>
    <w:p w:rsidR="005B3ED9" w:rsidRDefault="005B3ED9" w:rsidP="005B3ED9">
      <w:r>
        <w:t>161.6461</w:t>
      </w:r>
      <w:r>
        <w:tab/>
        <w:t>2.025e0</w:t>
      </w:r>
    </w:p>
    <w:p w:rsidR="005B3ED9" w:rsidRDefault="005B3ED9" w:rsidP="005B3ED9">
      <w:r>
        <w:t>161.6747</w:t>
      </w:r>
      <w:r>
        <w:tab/>
        <w:t>3.038e0</w:t>
      </w:r>
    </w:p>
    <w:p w:rsidR="005B3ED9" w:rsidRDefault="005B3ED9" w:rsidP="005B3ED9">
      <w:r>
        <w:t>161.6797</w:t>
      </w:r>
      <w:r>
        <w:tab/>
        <w:t>1.013e0</w:t>
      </w:r>
    </w:p>
    <w:p w:rsidR="005B3ED9" w:rsidRDefault="005B3ED9" w:rsidP="005B3ED9">
      <w:r>
        <w:t>161.6831</w:t>
      </w:r>
      <w:r>
        <w:tab/>
        <w:t>1.013e0</w:t>
      </w:r>
    </w:p>
    <w:p w:rsidR="005B3ED9" w:rsidRDefault="005B3ED9" w:rsidP="005B3ED9">
      <w:r>
        <w:t>161.7104</w:t>
      </w:r>
      <w:r>
        <w:tab/>
        <w:t>1.013e0</w:t>
      </w:r>
    </w:p>
    <w:p w:rsidR="005B3ED9" w:rsidRDefault="005B3ED9" w:rsidP="005B3ED9">
      <w:r>
        <w:t>161.7200</w:t>
      </w:r>
      <w:r>
        <w:tab/>
        <w:t>1.013e0</w:t>
      </w:r>
    </w:p>
    <w:p w:rsidR="005B3ED9" w:rsidRDefault="005B3ED9" w:rsidP="005B3ED9">
      <w:r>
        <w:t>161.7266</w:t>
      </w:r>
      <w:r>
        <w:tab/>
        <w:t>1.013e0</w:t>
      </w:r>
    </w:p>
    <w:p w:rsidR="005B3ED9" w:rsidRDefault="005B3ED9" w:rsidP="005B3ED9">
      <w:r>
        <w:t>161.7352</w:t>
      </w:r>
      <w:r>
        <w:tab/>
        <w:t>2.025e0</w:t>
      </w:r>
    </w:p>
    <w:p w:rsidR="005B3ED9" w:rsidRDefault="005B3ED9" w:rsidP="005B3ED9">
      <w:r>
        <w:t>161.7370</w:t>
      </w:r>
      <w:r>
        <w:tab/>
        <w:t>1.013e0</w:t>
      </w:r>
    </w:p>
    <w:p w:rsidR="005B3ED9" w:rsidRDefault="005B3ED9" w:rsidP="005B3ED9">
      <w:r>
        <w:t>161.7439</w:t>
      </w:r>
      <w:r>
        <w:tab/>
        <w:t>1.013e0</w:t>
      </w:r>
    </w:p>
    <w:p w:rsidR="005B3ED9" w:rsidRDefault="005B3ED9" w:rsidP="005B3ED9">
      <w:r>
        <w:t>161.7541</w:t>
      </w:r>
      <w:r>
        <w:tab/>
        <w:t>1.013e0</w:t>
      </w:r>
    </w:p>
    <w:p w:rsidR="005B3ED9" w:rsidRDefault="005B3ED9" w:rsidP="005B3ED9">
      <w:r>
        <w:t>161.7714</w:t>
      </w:r>
      <w:r>
        <w:tab/>
        <w:t>3.038e0</w:t>
      </w:r>
    </w:p>
    <w:p w:rsidR="005B3ED9" w:rsidRDefault="005B3ED9" w:rsidP="005B3ED9">
      <w:r>
        <w:t>161.7908</w:t>
      </w:r>
      <w:r>
        <w:tab/>
        <w:t>1.013e0</w:t>
      </w:r>
    </w:p>
    <w:p w:rsidR="005B3ED9" w:rsidRDefault="005B3ED9" w:rsidP="005B3ED9">
      <w:r>
        <w:t>161.8115</w:t>
      </w:r>
      <w:r>
        <w:tab/>
        <w:t>1.013e0</w:t>
      </w:r>
    </w:p>
    <w:p w:rsidR="005B3ED9" w:rsidRDefault="005B3ED9" w:rsidP="005B3ED9">
      <w:r>
        <w:t>161.8455</w:t>
      </w:r>
      <w:r>
        <w:tab/>
        <w:t>1.013e0</w:t>
      </w:r>
    </w:p>
    <w:p w:rsidR="005B3ED9" w:rsidRDefault="005B3ED9" w:rsidP="005B3ED9">
      <w:r>
        <w:lastRenderedPageBreak/>
        <w:t>161.8520</w:t>
      </w:r>
      <w:r>
        <w:tab/>
        <w:t>1.013e0</w:t>
      </w:r>
    </w:p>
    <w:p w:rsidR="005B3ED9" w:rsidRDefault="005B3ED9" w:rsidP="005B3ED9">
      <w:r>
        <w:t>161.8653</w:t>
      </w:r>
      <w:r>
        <w:tab/>
        <w:t>1.013e0</w:t>
      </w:r>
    </w:p>
    <w:p w:rsidR="005B3ED9" w:rsidRDefault="005B3ED9" w:rsidP="005B3ED9">
      <w:r>
        <w:t>161.8688</w:t>
      </w:r>
      <w:r>
        <w:tab/>
        <w:t>2.025e0</w:t>
      </w:r>
    </w:p>
    <w:p w:rsidR="005B3ED9" w:rsidRDefault="005B3ED9" w:rsidP="005B3ED9">
      <w:r>
        <w:t>161.8928</w:t>
      </w:r>
      <w:r>
        <w:tab/>
        <w:t>1.013e0</w:t>
      </w:r>
    </w:p>
    <w:p w:rsidR="005B3ED9" w:rsidRDefault="005B3ED9" w:rsidP="005B3ED9">
      <w:r>
        <w:t>161.9032</w:t>
      </w:r>
      <w:r>
        <w:tab/>
        <w:t>1.013e0</w:t>
      </w:r>
    </w:p>
    <w:p w:rsidR="005B3ED9" w:rsidRDefault="005B3ED9" w:rsidP="005B3ED9">
      <w:r>
        <w:t>161.9067</w:t>
      </w:r>
      <w:r>
        <w:tab/>
        <w:t>1.013e0</w:t>
      </w:r>
    </w:p>
    <w:p w:rsidR="005B3ED9" w:rsidRDefault="005B3ED9" w:rsidP="005B3ED9">
      <w:r>
        <w:t>161.9228</w:t>
      </w:r>
      <w:r>
        <w:tab/>
        <w:t>1.013e0</w:t>
      </w:r>
    </w:p>
    <w:p w:rsidR="005B3ED9" w:rsidRDefault="005B3ED9" w:rsidP="005B3ED9">
      <w:r>
        <w:t>161.9364</w:t>
      </w:r>
      <w:r>
        <w:tab/>
        <w:t>4.051e0</w:t>
      </w:r>
    </w:p>
    <w:p w:rsidR="005B3ED9" w:rsidRDefault="005B3ED9" w:rsidP="005B3ED9">
      <w:r>
        <w:t>161.9570</w:t>
      </w:r>
      <w:r>
        <w:tab/>
        <w:t>1.013e0</w:t>
      </w:r>
    </w:p>
    <w:p w:rsidR="005B3ED9" w:rsidRDefault="005B3ED9" w:rsidP="005B3ED9">
      <w:r>
        <w:t>161.9709</w:t>
      </w:r>
      <w:r>
        <w:tab/>
        <w:t>1.013e0</w:t>
      </w:r>
    </w:p>
    <w:p w:rsidR="005B3ED9" w:rsidRDefault="005B3ED9" w:rsidP="005B3ED9">
      <w:r>
        <w:t>161.9872</w:t>
      </w:r>
      <w:r>
        <w:tab/>
        <w:t>1.013e0</w:t>
      </w:r>
    </w:p>
    <w:p w:rsidR="005B3ED9" w:rsidRDefault="005B3ED9" w:rsidP="005B3ED9">
      <w:r>
        <w:t>162.0006</w:t>
      </w:r>
      <w:r>
        <w:tab/>
        <w:t>1.013e0</w:t>
      </w:r>
    </w:p>
    <w:p w:rsidR="005B3ED9" w:rsidRDefault="005B3ED9" w:rsidP="005B3ED9">
      <w:r>
        <w:t>162.0144</w:t>
      </w:r>
      <w:r>
        <w:tab/>
        <w:t>1.013e0</w:t>
      </w:r>
    </w:p>
    <w:p w:rsidR="005B3ED9" w:rsidRDefault="005B3ED9" w:rsidP="005B3ED9">
      <w:r>
        <w:t>162.0178</w:t>
      </w:r>
      <w:r>
        <w:tab/>
        <w:t>1.013e0</w:t>
      </w:r>
    </w:p>
    <w:p w:rsidR="005B3ED9" w:rsidRDefault="005B3ED9" w:rsidP="005B3ED9">
      <w:r>
        <w:t>162.0445</w:t>
      </w:r>
      <w:r>
        <w:tab/>
        <w:t>4.051e0</w:t>
      </w:r>
    </w:p>
    <w:p w:rsidR="005B3ED9" w:rsidRDefault="005B3ED9" w:rsidP="005B3ED9">
      <w:r>
        <w:t>162.0524</w:t>
      </w:r>
      <w:r>
        <w:tab/>
        <w:t>9.998e0</w:t>
      </w:r>
    </w:p>
    <w:p w:rsidR="005B3ED9" w:rsidRDefault="005B3ED9" w:rsidP="005B3ED9">
      <w:r>
        <w:t>162.0760</w:t>
      </w:r>
      <w:r>
        <w:tab/>
        <w:t>4.379e1</w:t>
      </w:r>
    </w:p>
    <w:p w:rsidR="005B3ED9" w:rsidRDefault="005B3ED9" w:rsidP="005B3ED9">
      <w:r>
        <w:t>162.0772</w:t>
      </w:r>
      <w:r>
        <w:tab/>
        <w:t>6.000e1</w:t>
      </w:r>
    </w:p>
    <w:p w:rsidR="005B3ED9" w:rsidRDefault="005B3ED9" w:rsidP="005B3ED9">
      <w:r>
        <w:t>162.0784</w:t>
      </w:r>
      <w:r>
        <w:tab/>
        <w:t>2.430e1</w:t>
      </w:r>
    </w:p>
    <w:p w:rsidR="005B3ED9" w:rsidRDefault="005B3ED9" w:rsidP="005B3ED9">
      <w:r>
        <w:lastRenderedPageBreak/>
        <w:t>162.1129</w:t>
      </w:r>
      <w:r>
        <w:tab/>
        <w:t>1.013e0</w:t>
      </w:r>
    </w:p>
    <w:p w:rsidR="005B3ED9" w:rsidRDefault="005B3ED9" w:rsidP="005B3ED9">
      <w:r>
        <w:t>162.1566</w:t>
      </w:r>
      <w:r>
        <w:tab/>
        <w:t>1.013e0</w:t>
      </w:r>
    </w:p>
    <w:p w:rsidR="005B3ED9" w:rsidRDefault="005B3ED9" w:rsidP="005B3ED9">
      <w:r>
        <w:t>162.1739</w:t>
      </w:r>
      <w:r>
        <w:tab/>
        <w:t>2.025e0</w:t>
      </w:r>
    </w:p>
    <w:p w:rsidR="005B3ED9" w:rsidRDefault="005B3ED9" w:rsidP="005B3ED9">
      <w:r>
        <w:t>162.1967</w:t>
      </w:r>
      <w:r>
        <w:tab/>
        <w:t>1.013e0</w:t>
      </w:r>
    </w:p>
    <w:p w:rsidR="005B3ED9" w:rsidRDefault="005B3ED9" w:rsidP="005B3ED9">
      <w:r>
        <w:t>162.2277</w:t>
      </w:r>
      <w:r>
        <w:tab/>
        <w:t>1.013e0</w:t>
      </w:r>
    </w:p>
    <w:p w:rsidR="005B3ED9" w:rsidRDefault="005B3ED9" w:rsidP="005B3ED9">
      <w:r>
        <w:t>162.2294</w:t>
      </w:r>
      <w:r>
        <w:tab/>
        <w:t>2.025e0</w:t>
      </w:r>
    </w:p>
    <w:p w:rsidR="005B3ED9" w:rsidRDefault="005B3ED9" w:rsidP="005B3ED9">
      <w:r>
        <w:t>162.2416</w:t>
      </w:r>
      <w:r>
        <w:tab/>
        <w:t>1.013e0</w:t>
      </w:r>
    </w:p>
    <w:p w:rsidR="005B3ED9" w:rsidRDefault="005B3ED9" w:rsidP="005B3ED9">
      <w:r>
        <w:t>162.2547</w:t>
      </w:r>
      <w:r>
        <w:tab/>
        <w:t>2.025e0</w:t>
      </w:r>
    </w:p>
    <w:p w:rsidR="005B3ED9" w:rsidRDefault="005B3ED9" w:rsidP="005B3ED9">
      <w:r>
        <w:t>162.2748</w:t>
      </w:r>
      <w:r>
        <w:tab/>
        <w:t>3.038e0</w:t>
      </w:r>
    </w:p>
    <w:p w:rsidR="005B3ED9" w:rsidRDefault="005B3ED9" w:rsidP="005B3ED9">
      <w:r>
        <w:t>162.2817</w:t>
      </w:r>
      <w:r>
        <w:tab/>
        <w:t>1.013e0</w:t>
      </w:r>
    </w:p>
    <w:p w:rsidR="005B3ED9" w:rsidRDefault="005B3ED9" w:rsidP="005B3ED9">
      <w:r>
        <w:t>162.3023</w:t>
      </w:r>
      <w:r>
        <w:tab/>
        <w:t>1.013e0</w:t>
      </w:r>
    </w:p>
    <w:p w:rsidR="005B3ED9" w:rsidRDefault="005B3ED9" w:rsidP="005B3ED9">
      <w:r>
        <w:t>162.3092</w:t>
      </w:r>
      <w:r>
        <w:tab/>
        <w:t>1.013e0</w:t>
      </w:r>
    </w:p>
    <w:p w:rsidR="005B3ED9" w:rsidRDefault="005B3ED9" w:rsidP="005B3ED9">
      <w:r>
        <w:t>162.3631</w:t>
      </w:r>
      <w:r>
        <w:tab/>
        <w:t>1.013e0</w:t>
      </w:r>
    </w:p>
    <w:p w:rsidR="005B3ED9" w:rsidRDefault="005B3ED9" w:rsidP="005B3ED9">
      <w:r>
        <w:t>162.3735</w:t>
      </w:r>
      <w:r>
        <w:tab/>
        <w:t>1.013e0</w:t>
      </w:r>
    </w:p>
    <w:p w:rsidR="005B3ED9" w:rsidRDefault="005B3ED9" w:rsidP="005B3ED9">
      <w:r>
        <w:t>162.4171</w:t>
      </w:r>
      <w:r>
        <w:tab/>
        <w:t>1.013e0</w:t>
      </w:r>
    </w:p>
    <w:p w:rsidR="005B3ED9" w:rsidRDefault="005B3ED9" w:rsidP="005B3ED9">
      <w:r>
        <w:t>162.4412</w:t>
      </w:r>
      <w:r>
        <w:tab/>
        <w:t>2.025e0</w:t>
      </w:r>
    </w:p>
    <w:p w:rsidR="005B3ED9" w:rsidRDefault="005B3ED9" w:rsidP="005B3ED9">
      <w:r>
        <w:t>162.4580</w:t>
      </w:r>
      <w:r>
        <w:tab/>
        <w:t>1.013e0</w:t>
      </w:r>
    </w:p>
    <w:p w:rsidR="005B3ED9" w:rsidRDefault="005B3ED9" w:rsidP="005B3ED9">
      <w:r>
        <w:t>162.4596</w:t>
      </w:r>
      <w:r>
        <w:tab/>
        <w:t>2.025e0</w:t>
      </w:r>
    </w:p>
    <w:p w:rsidR="005B3ED9" w:rsidRDefault="005B3ED9" w:rsidP="005B3ED9">
      <w:r>
        <w:t>162.4710</w:t>
      </w:r>
      <w:r>
        <w:tab/>
        <w:t>1.013e0</w:t>
      </w:r>
    </w:p>
    <w:p w:rsidR="005B3ED9" w:rsidRDefault="005B3ED9" w:rsidP="005B3ED9">
      <w:r>
        <w:lastRenderedPageBreak/>
        <w:t>162.4780</w:t>
      </w:r>
      <w:r>
        <w:tab/>
        <w:t>1.013e0</w:t>
      </w:r>
    </w:p>
    <w:p w:rsidR="005B3ED9" w:rsidRDefault="005B3ED9" w:rsidP="005B3ED9">
      <w:r>
        <w:t>162.5089</w:t>
      </w:r>
      <w:r>
        <w:tab/>
        <w:t>2.025e0</w:t>
      </w:r>
    </w:p>
    <w:p w:rsidR="005B3ED9" w:rsidRDefault="005B3ED9" w:rsidP="005B3ED9">
      <w:r>
        <w:t>162.5226</w:t>
      </w:r>
      <w:r>
        <w:tab/>
        <w:t>1.013e0</w:t>
      </w:r>
    </w:p>
    <w:p w:rsidR="005B3ED9" w:rsidRDefault="005B3ED9" w:rsidP="005B3ED9">
      <w:r>
        <w:t>162.5259</w:t>
      </w:r>
      <w:r>
        <w:tab/>
        <w:t>1.013e0</w:t>
      </w:r>
    </w:p>
    <w:p w:rsidR="005B3ED9" w:rsidRDefault="005B3ED9" w:rsidP="005B3ED9">
      <w:r>
        <w:t>162.5291</w:t>
      </w:r>
      <w:r>
        <w:tab/>
        <w:t>1.013e0</w:t>
      </w:r>
    </w:p>
    <w:p w:rsidR="005B3ED9" w:rsidRDefault="005B3ED9" w:rsidP="005B3ED9">
      <w:r>
        <w:t>162.5421</w:t>
      </w:r>
      <w:r>
        <w:tab/>
        <w:t>2.025e0</w:t>
      </w:r>
    </w:p>
    <w:p w:rsidR="005B3ED9" w:rsidRDefault="005B3ED9" w:rsidP="005B3ED9">
      <w:r>
        <w:t>162.5506</w:t>
      </w:r>
      <w:r>
        <w:tab/>
        <w:t>6.076e0</w:t>
      </w:r>
    </w:p>
    <w:p w:rsidR="005B3ED9" w:rsidRDefault="005B3ED9" w:rsidP="005B3ED9">
      <w:r>
        <w:t>162.5526</w:t>
      </w:r>
      <w:r>
        <w:tab/>
        <w:t>2.025e0</w:t>
      </w:r>
    </w:p>
    <w:p w:rsidR="005B3ED9" w:rsidRDefault="005B3ED9" w:rsidP="005B3ED9">
      <w:r>
        <w:t>162.5629</w:t>
      </w:r>
      <w:r>
        <w:tab/>
        <w:t>2.025e0</w:t>
      </w:r>
    </w:p>
    <w:p w:rsidR="005B3ED9" w:rsidRDefault="005B3ED9" w:rsidP="005B3ED9">
      <w:r>
        <w:t>162.6134</w:t>
      </w:r>
      <w:r>
        <w:tab/>
        <w:t>2.025e0</w:t>
      </w:r>
    </w:p>
    <w:p w:rsidR="005B3ED9" w:rsidRDefault="005B3ED9" w:rsidP="005B3ED9">
      <w:r>
        <w:t>162.7327</w:t>
      </w:r>
      <w:r>
        <w:tab/>
        <w:t>1.013e0</w:t>
      </w:r>
    </w:p>
    <w:p w:rsidR="005B3ED9" w:rsidRDefault="005B3ED9" w:rsidP="005B3ED9">
      <w:r>
        <w:t>162.7697</w:t>
      </w:r>
      <w:r>
        <w:tab/>
        <w:t>1.013e0</w:t>
      </w:r>
    </w:p>
    <w:p w:rsidR="005B3ED9" w:rsidRDefault="005B3ED9" w:rsidP="005B3ED9">
      <w:r>
        <w:t>162.7869</w:t>
      </w:r>
      <w:r>
        <w:tab/>
        <w:t>1.013e0</w:t>
      </w:r>
    </w:p>
    <w:p w:rsidR="005B3ED9" w:rsidRDefault="005B3ED9" w:rsidP="005B3ED9">
      <w:r>
        <w:t>162.7938</w:t>
      </w:r>
      <w:r>
        <w:tab/>
        <w:t>1.013e0</w:t>
      </w:r>
    </w:p>
    <w:p w:rsidR="005B3ED9" w:rsidRDefault="005B3ED9" w:rsidP="005B3ED9">
      <w:r>
        <w:t>162.8071</w:t>
      </w:r>
      <w:r>
        <w:tab/>
        <w:t>1.013e0</w:t>
      </w:r>
    </w:p>
    <w:p w:rsidR="005B3ED9" w:rsidRDefault="005B3ED9" w:rsidP="005B3ED9">
      <w:r>
        <w:t>162.8392</w:t>
      </w:r>
      <w:r>
        <w:tab/>
        <w:t>2.025e0</w:t>
      </w:r>
    </w:p>
    <w:p w:rsidR="005B3ED9" w:rsidRDefault="005B3ED9" w:rsidP="005B3ED9">
      <w:r>
        <w:t>162.8409</w:t>
      </w:r>
      <w:r>
        <w:tab/>
        <w:t>1.013e0</w:t>
      </w:r>
    </w:p>
    <w:p w:rsidR="005B3ED9" w:rsidRDefault="005B3ED9" w:rsidP="005B3ED9">
      <w:r>
        <w:t>162.8815</w:t>
      </w:r>
      <w:r>
        <w:tab/>
        <w:t>1.013e0</w:t>
      </w:r>
    </w:p>
    <w:p w:rsidR="005B3ED9" w:rsidRDefault="005B3ED9" w:rsidP="005B3ED9">
      <w:r>
        <w:t>162.8879</w:t>
      </w:r>
      <w:r>
        <w:tab/>
        <w:t>1.013e0</w:t>
      </w:r>
    </w:p>
    <w:p w:rsidR="005B3ED9" w:rsidRDefault="005B3ED9" w:rsidP="005B3ED9">
      <w:r>
        <w:lastRenderedPageBreak/>
        <w:t>162.9087</w:t>
      </w:r>
      <w:r>
        <w:tab/>
        <w:t>1.013e0</w:t>
      </w:r>
    </w:p>
    <w:p w:rsidR="005B3ED9" w:rsidRDefault="005B3ED9" w:rsidP="005B3ED9">
      <w:r>
        <w:t>162.9259</w:t>
      </w:r>
      <w:r>
        <w:tab/>
        <w:t>1.013e0</w:t>
      </w:r>
    </w:p>
    <w:p w:rsidR="005B3ED9" w:rsidRDefault="005B3ED9" w:rsidP="005B3ED9">
      <w:r>
        <w:t>162.9294</w:t>
      </w:r>
      <w:r>
        <w:tab/>
        <w:t>1.013e0</w:t>
      </w:r>
    </w:p>
    <w:p w:rsidR="005B3ED9" w:rsidRDefault="005B3ED9" w:rsidP="005B3ED9">
      <w:r>
        <w:t>162.9731</w:t>
      </w:r>
      <w:r>
        <w:tab/>
        <w:t>2.025e0</w:t>
      </w:r>
    </w:p>
    <w:p w:rsidR="005B3ED9" w:rsidRDefault="005B3ED9" w:rsidP="005B3ED9">
      <w:r>
        <w:t>162.9834</w:t>
      </w:r>
      <w:r>
        <w:tab/>
        <w:t>1.013e0</w:t>
      </w:r>
    </w:p>
    <w:p w:rsidR="005B3ED9" w:rsidRDefault="005B3ED9" w:rsidP="005B3ED9">
      <w:r>
        <w:t>162.9971</w:t>
      </w:r>
      <w:r>
        <w:tab/>
        <w:t>1.013e0</w:t>
      </w:r>
    </w:p>
    <w:p w:rsidR="005B3ED9" w:rsidRDefault="005B3ED9" w:rsidP="005B3ED9">
      <w:r>
        <w:t>163.0095</w:t>
      </w:r>
      <w:r>
        <w:tab/>
        <w:t>2.025e0</w:t>
      </w:r>
    </w:p>
    <w:p w:rsidR="005B3ED9" w:rsidRDefault="005B3ED9" w:rsidP="005B3ED9">
      <w:r>
        <w:t>163.0175</w:t>
      </w:r>
      <w:r>
        <w:tab/>
        <w:t>2.025e0</w:t>
      </w:r>
    </w:p>
    <w:p w:rsidR="005B3ED9" w:rsidRDefault="005B3ED9" w:rsidP="005B3ED9">
      <w:r>
        <w:t>163.0339</w:t>
      </w:r>
      <w:r>
        <w:tab/>
        <w:t>1.013e0</w:t>
      </w:r>
    </w:p>
    <w:p w:rsidR="005B3ED9" w:rsidRDefault="005B3ED9" w:rsidP="005B3ED9">
      <w:r>
        <w:t>163.0444</w:t>
      </w:r>
      <w:r>
        <w:tab/>
        <w:t>4.051e0</w:t>
      </w:r>
    </w:p>
    <w:p w:rsidR="005B3ED9" w:rsidRDefault="005B3ED9" w:rsidP="005B3ED9">
      <w:r>
        <w:t>163.0547</w:t>
      </w:r>
      <w:r>
        <w:tab/>
        <w:t>1.013e0</w:t>
      </w:r>
    </w:p>
    <w:p w:rsidR="005B3ED9" w:rsidRDefault="005B3ED9" w:rsidP="005B3ED9">
      <w:r>
        <w:t>163.0751</w:t>
      </w:r>
      <w:r>
        <w:tab/>
        <w:t>5.063e0</w:t>
      </w:r>
    </w:p>
    <w:p w:rsidR="005B3ED9" w:rsidRDefault="005B3ED9" w:rsidP="005B3ED9">
      <w:r>
        <w:t>163.0951</w:t>
      </w:r>
      <w:r>
        <w:tab/>
        <w:t>1.013e0</w:t>
      </w:r>
    </w:p>
    <w:p w:rsidR="005B3ED9" w:rsidRDefault="005B3ED9" w:rsidP="005B3ED9">
      <w:r>
        <w:t>163.0984</w:t>
      </w:r>
      <w:r>
        <w:tab/>
        <w:t>1.013e0</w:t>
      </w:r>
    </w:p>
    <w:p w:rsidR="005B3ED9" w:rsidRDefault="005B3ED9" w:rsidP="005B3ED9">
      <w:r>
        <w:t>163.1122</w:t>
      </w:r>
      <w:r>
        <w:tab/>
        <w:t>1.013e0</w:t>
      </w:r>
    </w:p>
    <w:p w:rsidR="005B3ED9" w:rsidRDefault="005B3ED9" w:rsidP="005B3ED9">
      <w:r>
        <w:t>163.1243</w:t>
      </w:r>
      <w:r>
        <w:tab/>
        <w:t>6.076e0</w:t>
      </w:r>
    </w:p>
    <w:p w:rsidR="005B3ED9" w:rsidRDefault="005B3ED9" w:rsidP="005B3ED9">
      <w:r>
        <w:t>163.1294</w:t>
      </w:r>
      <w:r>
        <w:tab/>
        <w:t>1.013e0</w:t>
      </w:r>
    </w:p>
    <w:p w:rsidR="005B3ED9" w:rsidRDefault="005B3ED9" w:rsidP="005B3ED9">
      <w:r>
        <w:t>163.1311</w:t>
      </w:r>
      <w:r>
        <w:tab/>
        <w:t>6.253e0</w:t>
      </w:r>
    </w:p>
    <w:p w:rsidR="005B3ED9" w:rsidRDefault="005B3ED9" w:rsidP="005B3ED9">
      <w:r>
        <w:t>163.1328</w:t>
      </w:r>
      <w:r>
        <w:tab/>
        <w:t>6.299e0</w:t>
      </w:r>
    </w:p>
    <w:p w:rsidR="005B3ED9" w:rsidRDefault="005B3ED9" w:rsidP="005B3ED9">
      <w:r>
        <w:lastRenderedPageBreak/>
        <w:t>163.1521</w:t>
      </w:r>
      <w:r>
        <w:tab/>
        <w:t>2.025e0</w:t>
      </w:r>
    </w:p>
    <w:p w:rsidR="005B3ED9" w:rsidRDefault="005B3ED9" w:rsidP="005B3ED9">
      <w:r>
        <w:t>163.1615</w:t>
      </w:r>
      <w:r>
        <w:tab/>
        <w:t>2.025e0</w:t>
      </w:r>
    </w:p>
    <w:p w:rsidR="005B3ED9" w:rsidRDefault="005B3ED9" w:rsidP="005B3ED9">
      <w:r>
        <w:t>163.1664</w:t>
      </w:r>
      <w:r>
        <w:tab/>
        <w:t>1.013e0</w:t>
      </w:r>
    </w:p>
    <w:p w:rsidR="005B3ED9" w:rsidRDefault="005B3ED9" w:rsidP="005B3ED9">
      <w:r>
        <w:t>163.2007</w:t>
      </w:r>
      <w:r>
        <w:tab/>
        <w:t>1.013e0</w:t>
      </w:r>
    </w:p>
    <w:p w:rsidR="005B3ED9" w:rsidRDefault="005B3ED9" w:rsidP="005B3ED9">
      <w:r>
        <w:t>163.2513</w:t>
      </w:r>
      <w:r>
        <w:tab/>
        <w:t>1.013e0</w:t>
      </w:r>
    </w:p>
    <w:p w:rsidR="005B3ED9" w:rsidRDefault="005B3ED9" w:rsidP="005B3ED9">
      <w:r>
        <w:t>163.2651</w:t>
      </w:r>
      <w:r>
        <w:tab/>
        <w:t>2.025e0</w:t>
      </w:r>
    </w:p>
    <w:p w:rsidR="005B3ED9" w:rsidRDefault="005B3ED9" w:rsidP="005B3ED9">
      <w:r>
        <w:t>163.2893</w:t>
      </w:r>
      <w:r>
        <w:tab/>
        <w:t>1.013e0</w:t>
      </w:r>
    </w:p>
    <w:p w:rsidR="005B3ED9" w:rsidRDefault="005B3ED9" w:rsidP="005B3ED9">
      <w:r>
        <w:t>163.3502</w:t>
      </w:r>
      <w:r>
        <w:tab/>
        <w:t>1.013e0</w:t>
      </w:r>
    </w:p>
    <w:p w:rsidR="005B3ED9" w:rsidRDefault="005B3ED9" w:rsidP="005B3ED9">
      <w:r>
        <w:t>163.3571</w:t>
      </w:r>
      <w:r>
        <w:tab/>
        <w:t>1.013e0</w:t>
      </w:r>
    </w:p>
    <w:p w:rsidR="005B3ED9" w:rsidRDefault="005B3ED9" w:rsidP="005B3ED9">
      <w:r>
        <w:t>163.3739</w:t>
      </w:r>
      <w:r>
        <w:tab/>
        <w:t>1.013e0</w:t>
      </w:r>
    </w:p>
    <w:p w:rsidR="005B3ED9" w:rsidRDefault="005B3ED9" w:rsidP="005B3ED9">
      <w:r>
        <w:t>163.4146</w:t>
      </w:r>
      <w:r>
        <w:tab/>
        <w:t>1.013e0</w:t>
      </w:r>
    </w:p>
    <w:p w:rsidR="005B3ED9" w:rsidRDefault="005B3ED9" w:rsidP="005B3ED9">
      <w:r>
        <w:t>163.4181</w:t>
      </w:r>
      <w:r>
        <w:tab/>
        <w:t>2.025e0</w:t>
      </w:r>
    </w:p>
    <w:p w:rsidR="005B3ED9" w:rsidRDefault="005B3ED9" w:rsidP="005B3ED9">
      <w:r>
        <w:t>163.4518</w:t>
      </w:r>
      <w:r>
        <w:tab/>
        <w:t>1.013e0</w:t>
      </w:r>
    </w:p>
    <w:p w:rsidR="005B3ED9" w:rsidRDefault="005B3ED9" w:rsidP="005B3ED9">
      <w:r>
        <w:t>163.4825</w:t>
      </w:r>
      <w:r>
        <w:tab/>
        <w:t>1.013e0</w:t>
      </w:r>
    </w:p>
    <w:p w:rsidR="005B3ED9" w:rsidRDefault="005B3ED9" w:rsidP="005B3ED9">
      <w:r>
        <w:t>163.5033</w:t>
      </w:r>
      <w:r>
        <w:tab/>
        <w:t>1.013e0</w:t>
      </w:r>
    </w:p>
    <w:p w:rsidR="005B3ED9" w:rsidRDefault="005B3ED9" w:rsidP="005B3ED9">
      <w:r>
        <w:t>163.5470</w:t>
      </w:r>
      <w:r>
        <w:tab/>
        <w:t>1.013e0</w:t>
      </w:r>
    </w:p>
    <w:p w:rsidR="005B3ED9" w:rsidRDefault="005B3ED9" w:rsidP="005B3ED9">
      <w:r>
        <w:t>163.5505</w:t>
      </w:r>
      <w:r>
        <w:tab/>
        <w:t>2.025e0</w:t>
      </w:r>
    </w:p>
    <w:p w:rsidR="005B3ED9" w:rsidRDefault="005B3ED9" w:rsidP="005B3ED9">
      <w:r>
        <w:t>163.5539</w:t>
      </w:r>
      <w:r>
        <w:tab/>
        <w:t>2.025e0</w:t>
      </w:r>
    </w:p>
    <w:p w:rsidR="005B3ED9" w:rsidRDefault="005B3ED9" w:rsidP="005B3ED9">
      <w:r>
        <w:t>163.6080</w:t>
      </w:r>
      <w:r>
        <w:tab/>
        <w:t>1.013e0</w:t>
      </w:r>
    </w:p>
    <w:p w:rsidR="005B3ED9" w:rsidRDefault="005B3ED9" w:rsidP="005B3ED9">
      <w:r>
        <w:lastRenderedPageBreak/>
        <w:t>163.6628</w:t>
      </w:r>
      <w:r>
        <w:tab/>
        <w:t>1.013e0</w:t>
      </w:r>
    </w:p>
    <w:p w:rsidR="005B3ED9" w:rsidRDefault="005B3ED9" w:rsidP="005B3ED9">
      <w:r>
        <w:t>163.6880</w:t>
      </w:r>
      <w:r>
        <w:tab/>
        <w:t>2.025e0</w:t>
      </w:r>
    </w:p>
    <w:p w:rsidR="005B3ED9" w:rsidRDefault="005B3ED9" w:rsidP="005B3ED9">
      <w:r>
        <w:t>163.7173</w:t>
      </w:r>
      <w:r>
        <w:tab/>
        <w:t>1.013e0</w:t>
      </w:r>
    </w:p>
    <w:p w:rsidR="005B3ED9" w:rsidRDefault="005B3ED9" w:rsidP="005B3ED9">
      <w:r>
        <w:t>163.7471</w:t>
      </w:r>
      <w:r>
        <w:tab/>
        <w:t>2.025e0</w:t>
      </w:r>
    </w:p>
    <w:p w:rsidR="005B3ED9" w:rsidRDefault="005B3ED9" w:rsidP="005B3ED9">
      <w:r>
        <w:t>163.8058</w:t>
      </w:r>
      <w:r>
        <w:tab/>
        <w:t>1.013e0</w:t>
      </w:r>
    </w:p>
    <w:p w:rsidR="005B3ED9" w:rsidRDefault="005B3ED9" w:rsidP="005B3ED9">
      <w:r>
        <w:t>163.8705</w:t>
      </w:r>
      <w:r>
        <w:tab/>
        <w:t>2.025e0</w:t>
      </w:r>
    </w:p>
    <w:p w:rsidR="005B3ED9" w:rsidRDefault="005B3ED9" w:rsidP="005B3ED9">
      <w:r>
        <w:t>163.8936</w:t>
      </w:r>
      <w:r>
        <w:tab/>
        <w:t>1.013e0</w:t>
      </w:r>
    </w:p>
    <w:p w:rsidR="005B3ED9" w:rsidRDefault="005B3ED9" w:rsidP="005B3ED9">
      <w:r>
        <w:t>163.9178</w:t>
      </w:r>
      <w:r>
        <w:tab/>
        <w:t>1.013e0</w:t>
      </w:r>
    </w:p>
    <w:p w:rsidR="005B3ED9" w:rsidRDefault="005B3ED9" w:rsidP="005B3ED9">
      <w:r>
        <w:t>163.9212</w:t>
      </w:r>
      <w:r>
        <w:tab/>
        <w:t>2.025e0</w:t>
      </w:r>
    </w:p>
    <w:p w:rsidR="005B3ED9" w:rsidRDefault="005B3ED9" w:rsidP="005B3ED9">
      <w:r>
        <w:t>163.9554</w:t>
      </w:r>
      <w:r>
        <w:tab/>
        <w:t>1.013e0</w:t>
      </w:r>
    </w:p>
    <w:p w:rsidR="005B3ED9" w:rsidRDefault="005B3ED9" w:rsidP="005B3ED9">
      <w:r>
        <w:t>163.9718</w:t>
      </w:r>
      <w:r>
        <w:tab/>
        <w:t>1.013e0</w:t>
      </w:r>
    </w:p>
    <w:p w:rsidR="005B3ED9" w:rsidRDefault="005B3ED9" w:rsidP="005B3ED9">
      <w:r>
        <w:t>163.9788</w:t>
      </w:r>
      <w:r>
        <w:tab/>
        <w:t>1.013e0</w:t>
      </w:r>
    </w:p>
    <w:p w:rsidR="005B3ED9" w:rsidRDefault="005B3ED9" w:rsidP="005B3ED9">
      <w:r>
        <w:t>163.9823</w:t>
      </w:r>
      <w:r>
        <w:tab/>
        <w:t>2.025e0</w:t>
      </w:r>
    </w:p>
    <w:p w:rsidR="005B3ED9" w:rsidRDefault="005B3ED9" w:rsidP="005B3ED9">
      <w:r>
        <w:t>164.0064</w:t>
      </w:r>
      <w:r>
        <w:tab/>
        <w:t>2.025e0</w:t>
      </w:r>
    </w:p>
    <w:p w:rsidR="005B3ED9" w:rsidRDefault="005B3ED9" w:rsidP="005B3ED9">
      <w:r>
        <w:t>164.0134</w:t>
      </w:r>
      <w:r>
        <w:tab/>
        <w:t>1.013e0</w:t>
      </w:r>
    </w:p>
    <w:p w:rsidR="005B3ED9" w:rsidRDefault="005B3ED9" w:rsidP="005B3ED9">
      <w:r>
        <w:t>164.0302</w:t>
      </w:r>
      <w:r>
        <w:tab/>
        <w:t>1.013e0</w:t>
      </w:r>
    </w:p>
    <w:p w:rsidR="005B3ED9" w:rsidRDefault="005B3ED9" w:rsidP="005B3ED9">
      <w:r>
        <w:t>164.0335</w:t>
      </w:r>
      <w:r>
        <w:tab/>
        <w:t>2.025e0</w:t>
      </w:r>
    </w:p>
    <w:p w:rsidR="005B3ED9" w:rsidRDefault="005B3ED9" w:rsidP="005B3ED9">
      <w:r>
        <w:t>164.0796</w:t>
      </w:r>
      <w:r>
        <w:tab/>
        <w:t>2.025e0</w:t>
      </w:r>
    </w:p>
    <w:p w:rsidR="005B3ED9" w:rsidRDefault="005B3ED9" w:rsidP="005B3ED9">
      <w:r>
        <w:t>164.0812</w:t>
      </w:r>
      <w:r>
        <w:tab/>
        <w:t>9.114e0</w:t>
      </w:r>
    </w:p>
    <w:p w:rsidR="005B3ED9" w:rsidRDefault="005B3ED9" w:rsidP="005B3ED9">
      <w:r>
        <w:lastRenderedPageBreak/>
        <w:t>164.0865</w:t>
      </w:r>
      <w:r>
        <w:tab/>
        <w:t>2.025e0</w:t>
      </w:r>
    </w:p>
    <w:p w:rsidR="005B3ED9" w:rsidRDefault="005B3ED9" w:rsidP="005B3ED9">
      <w:r>
        <w:t>164.0900</w:t>
      </w:r>
      <w:r>
        <w:tab/>
        <w:t>2.025e0</w:t>
      </w:r>
    </w:p>
    <w:p w:rsidR="005B3ED9" w:rsidRDefault="005B3ED9" w:rsidP="005B3ED9">
      <w:r>
        <w:t>164.1051</w:t>
      </w:r>
      <w:r>
        <w:tab/>
        <w:t>1.013e0</w:t>
      </w:r>
    </w:p>
    <w:p w:rsidR="005B3ED9" w:rsidRDefault="005B3ED9" w:rsidP="005B3ED9">
      <w:r>
        <w:t>164.1068</w:t>
      </w:r>
      <w:r>
        <w:tab/>
        <w:t>2.025e0</w:t>
      </w:r>
    </w:p>
    <w:p w:rsidR="005B3ED9" w:rsidRDefault="005B3ED9" w:rsidP="005B3ED9">
      <w:r>
        <w:t>164.1149</w:t>
      </w:r>
      <w:r>
        <w:tab/>
        <w:t>1.013e0</w:t>
      </w:r>
    </w:p>
    <w:p w:rsidR="005B3ED9" w:rsidRDefault="005B3ED9" w:rsidP="005B3ED9">
      <w:r>
        <w:t>164.1234</w:t>
      </w:r>
      <w:r>
        <w:tab/>
        <w:t>2.025e0</w:t>
      </w:r>
    </w:p>
    <w:p w:rsidR="005B3ED9" w:rsidRDefault="005B3ED9" w:rsidP="005B3ED9">
      <w:r>
        <w:t>164.1251</w:t>
      </w:r>
      <w:r>
        <w:tab/>
        <w:t>1.013e0</w:t>
      </w:r>
    </w:p>
    <w:p w:rsidR="005B3ED9" w:rsidRDefault="005B3ED9" w:rsidP="005B3ED9">
      <w:r>
        <w:t>164.1425</w:t>
      </w:r>
      <w:r>
        <w:tab/>
        <w:t>3.038e0</w:t>
      </w:r>
    </w:p>
    <w:p w:rsidR="005B3ED9" w:rsidRDefault="005B3ED9" w:rsidP="005B3ED9">
      <w:r>
        <w:t>164.1442</w:t>
      </w:r>
      <w:r>
        <w:tab/>
        <w:t>2.025e0</w:t>
      </w:r>
    </w:p>
    <w:p w:rsidR="005B3ED9" w:rsidRDefault="005B3ED9" w:rsidP="005B3ED9">
      <w:r>
        <w:t>164.1562</w:t>
      </w:r>
      <w:r>
        <w:tab/>
        <w:t>1.013e0</w:t>
      </w:r>
    </w:p>
    <w:p w:rsidR="005B3ED9" w:rsidRDefault="005B3ED9" w:rsidP="005B3ED9">
      <w:r>
        <w:t>164.1597</w:t>
      </w:r>
      <w:r>
        <w:tab/>
        <w:t>1.013e0</w:t>
      </w:r>
    </w:p>
    <w:p w:rsidR="005B3ED9" w:rsidRDefault="005B3ED9" w:rsidP="005B3ED9">
      <w:r>
        <w:t>164.2277</w:t>
      </w:r>
      <w:r>
        <w:tab/>
        <w:t>1.013e0</w:t>
      </w:r>
    </w:p>
    <w:p w:rsidR="005B3ED9" w:rsidRDefault="005B3ED9" w:rsidP="005B3ED9">
      <w:r>
        <w:t>164.2582</w:t>
      </w:r>
      <w:r>
        <w:tab/>
        <w:t>1.013e0</w:t>
      </w:r>
    </w:p>
    <w:p w:rsidR="005B3ED9" w:rsidRDefault="005B3ED9" w:rsidP="005B3ED9">
      <w:r>
        <w:t>164.2680</w:t>
      </w:r>
      <w:r>
        <w:tab/>
        <w:t>1.013e0</w:t>
      </w:r>
    </w:p>
    <w:p w:rsidR="005B3ED9" w:rsidRDefault="005B3ED9" w:rsidP="005B3ED9">
      <w:r>
        <w:t>164.2785</w:t>
      </w:r>
      <w:r>
        <w:tab/>
        <w:t>1.013e0</w:t>
      </w:r>
    </w:p>
    <w:p w:rsidR="005B3ED9" w:rsidRDefault="005B3ED9" w:rsidP="005B3ED9">
      <w:r>
        <w:t>164.2992</w:t>
      </w:r>
      <w:r>
        <w:tab/>
        <w:t>1.013e0</w:t>
      </w:r>
    </w:p>
    <w:p w:rsidR="005B3ED9" w:rsidRDefault="005B3ED9" w:rsidP="005B3ED9">
      <w:r>
        <w:t>164.4049</w:t>
      </w:r>
      <w:r>
        <w:tab/>
        <w:t>1.013e0</w:t>
      </w:r>
    </w:p>
    <w:p w:rsidR="005B3ED9" w:rsidRDefault="005B3ED9" w:rsidP="005B3ED9">
      <w:r>
        <w:t>164.4214</w:t>
      </w:r>
      <w:r>
        <w:tab/>
        <w:t>2.025e0</w:t>
      </w:r>
    </w:p>
    <w:p w:rsidR="005B3ED9" w:rsidRDefault="005B3ED9" w:rsidP="005B3ED9">
      <w:r>
        <w:t>164.4422</w:t>
      </w:r>
      <w:r>
        <w:tab/>
        <w:t>1.013e0</w:t>
      </w:r>
    </w:p>
    <w:p w:rsidR="005B3ED9" w:rsidRDefault="005B3ED9" w:rsidP="005B3ED9">
      <w:r>
        <w:lastRenderedPageBreak/>
        <w:t>164.4647</w:t>
      </w:r>
      <w:r>
        <w:tab/>
        <w:t>2.025e0</w:t>
      </w:r>
    </w:p>
    <w:p w:rsidR="005B3ED9" w:rsidRDefault="005B3ED9" w:rsidP="005B3ED9">
      <w:r>
        <w:t>164.4665</w:t>
      </w:r>
      <w:r>
        <w:tab/>
        <w:t>1.013e0</w:t>
      </w:r>
    </w:p>
    <w:p w:rsidR="005B3ED9" w:rsidRDefault="005B3ED9" w:rsidP="005B3ED9">
      <w:r>
        <w:t>164.5241</w:t>
      </w:r>
      <w:r>
        <w:tab/>
        <w:t>1.013e0</w:t>
      </w:r>
    </w:p>
    <w:p w:rsidR="005B3ED9" w:rsidRDefault="005B3ED9" w:rsidP="005B3ED9">
      <w:r>
        <w:t>164.5449</w:t>
      </w:r>
      <w:r>
        <w:tab/>
        <w:t>1.013e0</w:t>
      </w:r>
    </w:p>
    <w:p w:rsidR="005B3ED9" w:rsidRDefault="005B3ED9" w:rsidP="005B3ED9">
      <w:r>
        <w:t>164.6498</w:t>
      </w:r>
      <w:r>
        <w:tab/>
        <w:t>1.013e0</w:t>
      </w:r>
    </w:p>
    <w:p w:rsidR="005B3ED9" w:rsidRDefault="005B3ED9" w:rsidP="005B3ED9">
      <w:r>
        <w:t>164.6984</w:t>
      </w:r>
      <w:r>
        <w:tab/>
        <w:t>1.013e0</w:t>
      </w:r>
    </w:p>
    <w:p w:rsidR="005B3ED9" w:rsidRDefault="005B3ED9" w:rsidP="005B3ED9">
      <w:r>
        <w:t>164.7083</w:t>
      </w:r>
      <w:r>
        <w:tab/>
        <w:t>1.013e0</w:t>
      </w:r>
    </w:p>
    <w:p w:rsidR="005B3ED9" w:rsidRDefault="005B3ED9" w:rsidP="005B3ED9">
      <w:r>
        <w:t>164.7116</w:t>
      </w:r>
      <w:r>
        <w:tab/>
        <w:t>1.013e0</w:t>
      </w:r>
    </w:p>
    <w:p w:rsidR="005B3ED9" w:rsidRDefault="005B3ED9" w:rsidP="005B3ED9">
      <w:r>
        <w:t>164.7422</w:t>
      </w:r>
      <w:r>
        <w:tab/>
        <w:t>1.013e0</w:t>
      </w:r>
    </w:p>
    <w:p w:rsidR="005B3ED9" w:rsidRDefault="005B3ED9" w:rsidP="005B3ED9">
      <w:r>
        <w:t>164.7734</w:t>
      </w:r>
      <w:r>
        <w:tab/>
        <w:t>1.013e0</w:t>
      </w:r>
    </w:p>
    <w:p w:rsidR="005B3ED9" w:rsidRDefault="005B3ED9" w:rsidP="005B3ED9">
      <w:r>
        <w:t>164.8085</w:t>
      </w:r>
      <w:r>
        <w:tab/>
        <w:t>2.025e0</w:t>
      </w:r>
    </w:p>
    <w:p w:rsidR="005B3ED9" w:rsidRDefault="005B3ED9" w:rsidP="005B3ED9">
      <w:r>
        <w:t>164.9501</w:t>
      </w:r>
      <w:r>
        <w:tab/>
        <w:t>1.013e0</w:t>
      </w:r>
    </w:p>
    <w:p w:rsidR="005B3ED9" w:rsidRDefault="005B3ED9" w:rsidP="005B3ED9">
      <w:r>
        <w:t>164.9673</w:t>
      </w:r>
      <w:r>
        <w:tab/>
        <w:t>1.013e0</w:t>
      </w:r>
    </w:p>
    <w:p w:rsidR="005B3ED9" w:rsidRDefault="005B3ED9" w:rsidP="005B3ED9">
      <w:r>
        <w:t>164.9708</w:t>
      </w:r>
      <w:r>
        <w:tab/>
        <w:t>1.013e0</w:t>
      </w:r>
    </w:p>
    <w:p w:rsidR="005B3ED9" w:rsidRDefault="005B3ED9" w:rsidP="005B3ED9">
      <w:r>
        <w:t>165.0050</w:t>
      </w:r>
      <w:r>
        <w:tab/>
        <w:t>3.038e0</w:t>
      </w:r>
    </w:p>
    <w:p w:rsidR="005B3ED9" w:rsidRDefault="005B3ED9" w:rsidP="005B3ED9">
      <w:r>
        <w:t>165.0188</w:t>
      </w:r>
      <w:r>
        <w:tab/>
        <w:t>1.013e0</w:t>
      </w:r>
    </w:p>
    <w:p w:rsidR="005B3ED9" w:rsidRDefault="005B3ED9" w:rsidP="005B3ED9">
      <w:r>
        <w:t>165.0614</w:t>
      </w:r>
      <w:r>
        <w:tab/>
        <w:t>2.025e0</w:t>
      </w:r>
    </w:p>
    <w:p w:rsidR="005B3ED9" w:rsidRDefault="005B3ED9" w:rsidP="005B3ED9">
      <w:r>
        <w:t>165.0908</w:t>
      </w:r>
      <w:r>
        <w:tab/>
        <w:t>1.013e0</w:t>
      </w:r>
    </w:p>
    <w:p w:rsidR="005B3ED9" w:rsidRDefault="005B3ED9" w:rsidP="005B3ED9">
      <w:r>
        <w:t>165.1071</w:t>
      </w:r>
      <w:r>
        <w:tab/>
        <w:t>1.013e0</w:t>
      </w:r>
    </w:p>
    <w:p w:rsidR="005B3ED9" w:rsidRDefault="005B3ED9" w:rsidP="005B3ED9">
      <w:r>
        <w:lastRenderedPageBreak/>
        <w:t>165.1123</w:t>
      </w:r>
      <w:r>
        <w:tab/>
        <w:t>4.051e0</w:t>
      </w:r>
    </w:p>
    <w:p w:rsidR="005B3ED9" w:rsidRDefault="005B3ED9" w:rsidP="005B3ED9">
      <w:r>
        <w:t>165.1133</w:t>
      </w:r>
      <w:r>
        <w:tab/>
        <w:t>5.063e0</w:t>
      </w:r>
    </w:p>
    <w:p w:rsidR="005B3ED9" w:rsidRDefault="005B3ED9" w:rsidP="005B3ED9">
      <w:r>
        <w:t>165.1313</w:t>
      </w:r>
      <w:r>
        <w:tab/>
        <w:t>2.025e0</w:t>
      </w:r>
    </w:p>
    <w:p w:rsidR="005B3ED9" w:rsidRDefault="005B3ED9" w:rsidP="005B3ED9">
      <w:r>
        <w:t>165.2545</w:t>
      </w:r>
      <w:r>
        <w:tab/>
        <w:t>1.013e0</w:t>
      </w:r>
    </w:p>
    <w:p w:rsidR="005B3ED9" w:rsidRDefault="005B3ED9" w:rsidP="005B3ED9">
      <w:r>
        <w:t>165.2816</w:t>
      </w:r>
      <w:r>
        <w:tab/>
        <w:t>1.013e0</w:t>
      </w:r>
    </w:p>
    <w:p w:rsidR="005B3ED9" w:rsidRDefault="005B3ED9" w:rsidP="005B3ED9">
      <w:r>
        <w:t>165.2850</w:t>
      </w:r>
      <w:r>
        <w:tab/>
        <w:t>1.013e0</w:t>
      </w:r>
    </w:p>
    <w:p w:rsidR="005B3ED9" w:rsidRDefault="005B3ED9" w:rsidP="005B3ED9">
      <w:r>
        <w:t>165.2954</w:t>
      </w:r>
      <w:r>
        <w:tab/>
        <w:t>1.013e0</w:t>
      </w:r>
    </w:p>
    <w:p w:rsidR="005B3ED9" w:rsidRDefault="005B3ED9" w:rsidP="005B3ED9">
      <w:r>
        <w:t>165.3216</w:t>
      </w:r>
      <w:r>
        <w:tab/>
        <w:t>2.025e0</w:t>
      </w:r>
    </w:p>
    <w:p w:rsidR="005B3ED9" w:rsidRDefault="005B3ED9" w:rsidP="005B3ED9">
      <w:r>
        <w:t>165.3462</w:t>
      </w:r>
      <w:r>
        <w:tab/>
        <w:t>1.013e0</w:t>
      </w:r>
    </w:p>
    <w:p w:rsidR="005B3ED9" w:rsidRDefault="005B3ED9" w:rsidP="005B3ED9">
      <w:r>
        <w:t>165.3653</w:t>
      </w:r>
      <w:r>
        <w:tab/>
        <w:t>2.025e0</w:t>
      </w:r>
    </w:p>
    <w:p w:rsidR="005B3ED9" w:rsidRDefault="005B3ED9" w:rsidP="005B3ED9">
      <w:r>
        <w:t>165.4937</w:t>
      </w:r>
      <w:r>
        <w:tab/>
        <w:t>1.013e0</w:t>
      </w:r>
    </w:p>
    <w:p w:rsidR="005B3ED9" w:rsidRDefault="005B3ED9" w:rsidP="005B3ED9">
      <w:r>
        <w:t>165.5001</w:t>
      </w:r>
      <w:r>
        <w:tab/>
        <w:t>3.038e0</w:t>
      </w:r>
    </w:p>
    <w:p w:rsidR="005B3ED9" w:rsidRDefault="005B3ED9" w:rsidP="005B3ED9">
      <w:r>
        <w:t>165.5035</w:t>
      </w:r>
      <w:r>
        <w:tab/>
        <w:t>1.013e0</w:t>
      </w:r>
    </w:p>
    <w:p w:rsidR="005B3ED9" w:rsidRDefault="005B3ED9" w:rsidP="005B3ED9">
      <w:r>
        <w:t>165.5416</w:t>
      </w:r>
      <w:r>
        <w:tab/>
        <w:t>1.013e0</w:t>
      </w:r>
    </w:p>
    <w:p w:rsidR="005B3ED9" w:rsidRDefault="005B3ED9" w:rsidP="005B3ED9">
      <w:r>
        <w:t>165.5590</w:t>
      </w:r>
      <w:r>
        <w:tab/>
        <w:t>2.025e0</w:t>
      </w:r>
    </w:p>
    <w:p w:rsidR="005B3ED9" w:rsidRDefault="005B3ED9" w:rsidP="005B3ED9">
      <w:r>
        <w:t>165.5789</w:t>
      </w:r>
      <w:r>
        <w:tab/>
        <w:t>1.013e0</w:t>
      </w:r>
    </w:p>
    <w:p w:rsidR="005B3ED9" w:rsidRDefault="005B3ED9" w:rsidP="005B3ED9">
      <w:r>
        <w:t>165.6377</w:t>
      </w:r>
      <w:r>
        <w:tab/>
        <w:t>1.013e0</w:t>
      </w:r>
    </w:p>
    <w:p w:rsidR="005B3ED9" w:rsidRDefault="005B3ED9" w:rsidP="005B3ED9">
      <w:r>
        <w:t>165.6393</w:t>
      </w:r>
      <w:r>
        <w:tab/>
        <w:t>2.025e0</w:t>
      </w:r>
    </w:p>
    <w:p w:rsidR="005B3ED9" w:rsidRDefault="005B3ED9" w:rsidP="005B3ED9">
      <w:r>
        <w:t>165.6920</w:t>
      </w:r>
      <w:r>
        <w:tab/>
        <w:t>1.013e0</w:t>
      </w:r>
    </w:p>
    <w:p w:rsidR="005B3ED9" w:rsidRDefault="005B3ED9" w:rsidP="005B3ED9">
      <w:r>
        <w:lastRenderedPageBreak/>
        <w:t>165.7265</w:t>
      </w:r>
      <w:r>
        <w:tab/>
        <w:t>1.013e0</w:t>
      </w:r>
    </w:p>
    <w:p w:rsidR="005B3ED9" w:rsidRDefault="005B3ED9" w:rsidP="005B3ED9">
      <w:r>
        <w:t>165.7364</w:t>
      </w:r>
      <w:r>
        <w:tab/>
        <w:t>2.025e0</w:t>
      </w:r>
    </w:p>
    <w:p w:rsidR="005B3ED9" w:rsidRDefault="005B3ED9" w:rsidP="005B3ED9">
      <w:r>
        <w:t>165.7481</w:t>
      </w:r>
      <w:r>
        <w:tab/>
        <w:t>2.025e0</w:t>
      </w:r>
    </w:p>
    <w:p w:rsidR="005B3ED9" w:rsidRDefault="005B3ED9" w:rsidP="005B3ED9">
      <w:r>
        <w:t>165.8771</w:t>
      </w:r>
      <w:r>
        <w:tab/>
        <w:t>1.013e0</w:t>
      </w:r>
    </w:p>
    <w:p w:rsidR="005B3ED9" w:rsidRDefault="005B3ED9" w:rsidP="005B3ED9">
      <w:r>
        <w:t>165.8841</w:t>
      </w:r>
      <w:r>
        <w:tab/>
        <w:t>1.013e0</w:t>
      </w:r>
    </w:p>
    <w:p w:rsidR="005B3ED9" w:rsidRDefault="005B3ED9" w:rsidP="005B3ED9">
      <w:r>
        <w:t>165.9350</w:t>
      </w:r>
      <w:r>
        <w:tab/>
        <w:t>1.013e0</w:t>
      </w:r>
    </w:p>
    <w:p w:rsidR="005B3ED9" w:rsidRDefault="005B3ED9" w:rsidP="005B3ED9">
      <w:r>
        <w:t>165.9488</w:t>
      </w:r>
      <w:r>
        <w:tab/>
        <w:t>1.013e0</w:t>
      </w:r>
    </w:p>
    <w:p w:rsidR="005B3ED9" w:rsidRDefault="005B3ED9" w:rsidP="005B3ED9">
      <w:r>
        <w:t>165.9628</w:t>
      </w:r>
      <w:r>
        <w:tab/>
        <w:t>1.013e0</w:t>
      </w:r>
    </w:p>
    <w:p w:rsidR="005B3ED9" w:rsidRDefault="005B3ED9" w:rsidP="005B3ED9">
      <w:r>
        <w:t>165.9860</w:t>
      </w:r>
      <w:r>
        <w:tab/>
        <w:t>1.013e0</w:t>
      </w:r>
    </w:p>
    <w:p w:rsidR="005B3ED9" w:rsidRDefault="005B3ED9" w:rsidP="005B3ED9">
      <w:r>
        <w:t>166.0171</w:t>
      </w:r>
      <w:r>
        <w:tab/>
        <w:t>1.013e0</w:t>
      </w:r>
    </w:p>
    <w:p w:rsidR="005B3ED9" w:rsidRDefault="005B3ED9" w:rsidP="005B3ED9">
      <w:r>
        <w:t>166.0583</w:t>
      </w:r>
      <w:r>
        <w:tab/>
        <w:t>2.025e0</w:t>
      </w:r>
    </w:p>
    <w:p w:rsidR="005B3ED9" w:rsidRDefault="005B3ED9" w:rsidP="005B3ED9">
      <w:r>
        <w:t>166.0854</w:t>
      </w:r>
      <w:r>
        <w:tab/>
        <w:t>1.013e0</w:t>
      </w:r>
    </w:p>
    <w:p w:rsidR="005B3ED9" w:rsidRDefault="005B3ED9" w:rsidP="005B3ED9">
      <w:r>
        <w:t>166.0959</w:t>
      </w:r>
      <w:r>
        <w:tab/>
        <w:t>1.013e0</w:t>
      </w:r>
    </w:p>
    <w:p w:rsidR="005B3ED9" w:rsidRDefault="005B3ED9" w:rsidP="005B3ED9">
      <w:r>
        <w:t>166.1007</w:t>
      </w:r>
      <w:r>
        <w:tab/>
        <w:t>2.432e0</w:t>
      </w:r>
    </w:p>
    <w:p w:rsidR="005B3ED9" w:rsidRDefault="005B3ED9" w:rsidP="005B3ED9">
      <w:r>
        <w:t>166.1223</w:t>
      </w:r>
      <w:r>
        <w:tab/>
        <w:t>6.076e0</w:t>
      </w:r>
    </w:p>
    <w:p w:rsidR="005B3ED9" w:rsidRDefault="005B3ED9" w:rsidP="005B3ED9">
      <w:r>
        <w:t>166.1254</w:t>
      </w:r>
      <w:r>
        <w:tab/>
        <w:t>2.025e0</w:t>
      </w:r>
    </w:p>
    <w:p w:rsidR="005B3ED9" w:rsidRDefault="005B3ED9" w:rsidP="005B3ED9">
      <w:r>
        <w:t>166.1537</w:t>
      </w:r>
      <w:r>
        <w:tab/>
        <w:t>1.013e0</w:t>
      </w:r>
    </w:p>
    <w:p w:rsidR="005B3ED9" w:rsidRDefault="005B3ED9" w:rsidP="005B3ED9">
      <w:r>
        <w:t>166.1607</w:t>
      </w:r>
      <w:r>
        <w:tab/>
        <w:t>1.013e0</w:t>
      </w:r>
    </w:p>
    <w:p w:rsidR="005B3ED9" w:rsidRDefault="005B3ED9" w:rsidP="005B3ED9">
      <w:r>
        <w:t>166.2672</w:t>
      </w:r>
      <w:r>
        <w:tab/>
        <w:t>1.013e0</w:t>
      </w:r>
    </w:p>
    <w:p w:rsidR="005B3ED9" w:rsidRDefault="005B3ED9" w:rsidP="005B3ED9">
      <w:r>
        <w:lastRenderedPageBreak/>
        <w:t>166.2777</w:t>
      </w:r>
      <w:r>
        <w:tab/>
        <w:t>1.013e0</w:t>
      </w:r>
    </w:p>
    <w:p w:rsidR="005B3ED9" w:rsidRDefault="005B3ED9" w:rsidP="005B3ED9">
      <w:r>
        <w:t>166.3051</w:t>
      </w:r>
      <w:r>
        <w:tab/>
        <w:t>1.013e0</w:t>
      </w:r>
    </w:p>
    <w:p w:rsidR="005B3ED9" w:rsidRDefault="005B3ED9" w:rsidP="005B3ED9">
      <w:r>
        <w:t>166.3083</w:t>
      </w:r>
      <w:r>
        <w:tab/>
        <w:t>1.013e0</w:t>
      </w:r>
    </w:p>
    <w:p w:rsidR="005B3ED9" w:rsidRDefault="005B3ED9" w:rsidP="005B3ED9">
      <w:r>
        <w:t>166.3117</w:t>
      </w:r>
      <w:r>
        <w:tab/>
        <w:t>1.013e0</w:t>
      </w:r>
    </w:p>
    <w:p w:rsidR="005B3ED9" w:rsidRDefault="005B3ED9" w:rsidP="005B3ED9">
      <w:r>
        <w:t>166.4109</w:t>
      </w:r>
      <w:r>
        <w:tab/>
        <w:t>1.013e0</w:t>
      </w:r>
    </w:p>
    <w:p w:rsidR="005B3ED9" w:rsidRDefault="005B3ED9" w:rsidP="005B3ED9">
      <w:r>
        <w:t>166.4561</w:t>
      </w:r>
      <w:r>
        <w:tab/>
        <w:t>1.013e0</w:t>
      </w:r>
    </w:p>
    <w:p w:rsidR="005B3ED9" w:rsidRDefault="005B3ED9" w:rsidP="005B3ED9">
      <w:r>
        <w:t>166.5166</w:t>
      </w:r>
      <w:r>
        <w:tab/>
        <w:t>3.038e0</w:t>
      </w:r>
    </w:p>
    <w:p w:rsidR="005B3ED9" w:rsidRDefault="005B3ED9" w:rsidP="005B3ED9">
      <w:r>
        <w:t>166.5314</w:t>
      </w:r>
      <w:r>
        <w:tab/>
        <w:t>1.013e0</w:t>
      </w:r>
    </w:p>
    <w:p w:rsidR="005B3ED9" w:rsidRDefault="005B3ED9" w:rsidP="005B3ED9">
      <w:r>
        <w:t>166.5385</w:t>
      </w:r>
      <w:r>
        <w:tab/>
        <w:t>2.025e0</w:t>
      </w:r>
    </w:p>
    <w:p w:rsidR="005B3ED9" w:rsidRDefault="005B3ED9" w:rsidP="005B3ED9">
      <w:r>
        <w:t>166.5437</w:t>
      </w:r>
      <w:r>
        <w:tab/>
        <w:t>2.025e0</w:t>
      </w:r>
    </w:p>
    <w:p w:rsidR="005B3ED9" w:rsidRDefault="005B3ED9" w:rsidP="005B3ED9">
      <w:r>
        <w:t>166.5587</w:t>
      </w:r>
      <w:r>
        <w:tab/>
        <w:t>1.013e0</w:t>
      </w:r>
    </w:p>
    <w:p w:rsidR="005B3ED9" w:rsidRDefault="005B3ED9" w:rsidP="005B3ED9">
      <w:r>
        <w:t>166.5963</w:t>
      </w:r>
      <w:r>
        <w:tab/>
        <w:t>2.025e0</w:t>
      </w:r>
    </w:p>
    <w:p w:rsidR="005B3ED9" w:rsidRDefault="005B3ED9" w:rsidP="005B3ED9">
      <w:r>
        <w:t>166.5998</w:t>
      </w:r>
      <w:r>
        <w:tab/>
        <w:t>1.013e0</w:t>
      </w:r>
    </w:p>
    <w:p w:rsidR="005B3ED9" w:rsidRDefault="005B3ED9" w:rsidP="005B3ED9">
      <w:r>
        <w:t>166.6411</w:t>
      </w:r>
      <w:r>
        <w:tab/>
        <w:t>1.013e0</w:t>
      </w:r>
    </w:p>
    <w:p w:rsidR="005B3ED9" w:rsidRDefault="005B3ED9" w:rsidP="005B3ED9">
      <w:r>
        <w:t>166.6856</w:t>
      </w:r>
      <w:r>
        <w:tab/>
        <w:t>1.013e0</w:t>
      </w:r>
    </w:p>
    <w:p w:rsidR="005B3ED9" w:rsidRDefault="005B3ED9" w:rsidP="005B3ED9">
      <w:r>
        <w:t>166.6960</w:t>
      </w:r>
      <w:r>
        <w:tab/>
        <w:t>1.013e0</w:t>
      </w:r>
    </w:p>
    <w:p w:rsidR="005B3ED9" w:rsidRDefault="005B3ED9" w:rsidP="005B3ED9">
      <w:r>
        <w:t>166.7203</w:t>
      </w:r>
      <w:r>
        <w:tab/>
        <w:t>1.013e0</w:t>
      </w:r>
    </w:p>
    <w:p w:rsidR="005B3ED9" w:rsidRDefault="005B3ED9" w:rsidP="005B3ED9">
      <w:r>
        <w:t>166.7335</w:t>
      </w:r>
      <w:r>
        <w:tab/>
        <w:t>1.013e0</w:t>
      </w:r>
    </w:p>
    <w:p w:rsidR="005B3ED9" w:rsidRDefault="005B3ED9" w:rsidP="005B3ED9">
      <w:r>
        <w:t>166.7505</w:t>
      </w:r>
      <w:r>
        <w:tab/>
        <w:t>1.013e0</w:t>
      </w:r>
    </w:p>
    <w:p w:rsidR="005B3ED9" w:rsidRDefault="005B3ED9" w:rsidP="005B3ED9">
      <w:r>
        <w:lastRenderedPageBreak/>
        <w:t>166.7888</w:t>
      </w:r>
      <w:r>
        <w:tab/>
        <w:t>1.013e0</w:t>
      </w:r>
    </w:p>
    <w:p w:rsidR="005B3ED9" w:rsidRDefault="005B3ED9" w:rsidP="005B3ED9">
      <w:r>
        <w:t>166.8159</w:t>
      </w:r>
      <w:r>
        <w:tab/>
        <w:t>1.013e0</w:t>
      </w:r>
    </w:p>
    <w:p w:rsidR="005B3ED9" w:rsidRDefault="005B3ED9" w:rsidP="005B3ED9">
      <w:r>
        <w:t>166.8328</w:t>
      </w:r>
      <w:r>
        <w:tab/>
        <w:t>1.013e0</w:t>
      </w:r>
    </w:p>
    <w:p w:rsidR="005B3ED9" w:rsidRDefault="005B3ED9" w:rsidP="005B3ED9">
      <w:r>
        <w:t>166.8503</w:t>
      </w:r>
      <w:r>
        <w:tab/>
        <w:t>1.013e0</w:t>
      </w:r>
    </w:p>
    <w:p w:rsidR="005B3ED9" w:rsidRDefault="005B3ED9" w:rsidP="005B3ED9">
      <w:r>
        <w:t>166.9018</w:t>
      </w:r>
      <w:r>
        <w:tab/>
        <w:t>1.013e0</w:t>
      </w:r>
    </w:p>
    <w:p w:rsidR="005B3ED9" w:rsidRDefault="005B3ED9" w:rsidP="005B3ED9">
      <w:r>
        <w:t>166.9152</w:t>
      </w:r>
      <w:r>
        <w:tab/>
        <w:t>1.013e0</w:t>
      </w:r>
    </w:p>
    <w:p w:rsidR="005B3ED9" w:rsidRDefault="005B3ED9" w:rsidP="005B3ED9">
      <w:r>
        <w:t>166.9361</w:t>
      </w:r>
      <w:r>
        <w:tab/>
        <w:t>1.013e0</w:t>
      </w:r>
    </w:p>
    <w:p w:rsidR="005B3ED9" w:rsidRDefault="005B3ED9" w:rsidP="005B3ED9">
      <w:r>
        <w:t>166.9604</w:t>
      </w:r>
      <w:r>
        <w:tab/>
        <w:t>1.013e0</w:t>
      </w:r>
    </w:p>
    <w:p w:rsidR="005B3ED9" w:rsidRDefault="005B3ED9" w:rsidP="005B3ED9">
      <w:r>
        <w:t>166.9876</w:t>
      </w:r>
      <w:r>
        <w:tab/>
        <w:t>1.013e0</w:t>
      </w:r>
    </w:p>
    <w:p w:rsidR="005B3ED9" w:rsidRDefault="005B3ED9" w:rsidP="005B3ED9">
      <w:r>
        <w:t>167.0150</w:t>
      </w:r>
      <w:r>
        <w:tab/>
        <w:t>1.013e0</w:t>
      </w:r>
    </w:p>
    <w:p w:rsidR="005B3ED9" w:rsidRDefault="005B3ED9" w:rsidP="005B3ED9">
      <w:r>
        <w:t>167.0167</w:t>
      </w:r>
      <w:r>
        <w:tab/>
        <w:t>2.025e0</w:t>
      </w:r>
    </w:p>
    <w:p w:rsidR="005B3ED9" w:rsidRDefault="005B3ED9" w:rsidP="005B3ED9">
      <w:r>
        <w:t>167.0197</w:t>
      </w:r>
      <w:r>
        <w:tab/>
        <w:t>4.051e0</w:t>
      </w:r>
    </w:p>
    <w:p w:rsidR="005B3ED9" w:rsidRDefault="005B3ED9" w:rsidP="005B3ED9">
      <w:r>
        <w:t>167.0359</w:t>
      </w:r>
      <w:r>
        <w:tab/>
        <w:t>2.025e0</w:t>
      </w:r>
    </w:p>
    <w:p w:rsidR="005B3ED9" w:rsidRDefault="005B3ED9" w:rsidP="005B3ED9">
      <w:r>
        <w:t>167.0498</w:t>
      </w:r>
      <w:r>
        <w:tab/>
        <w:t>1.013e0</w:t>
      </w:r>
    </w:p>
    <w:p w:rsidR="005B3ED9" w:rsidRDefault="005B3ED9" w:rsidP="005B3ED9">
      <w:r>
        <w:t>167.0587</w:t>
      </w:r>
      <w:r>
        <w:tab/>
        <w:t>2.025e0</w:t>
      </w:r>
    </w:p>
    <w:p w:rsidR="005B3ED9" w:rsidRDefault="005B3ED9" w:rsidP="005B3ED9">
      <w:r>
        <w:t>167.0702</w:t>
      </w:r>
      <w:r>
        <w:tab/>
        <w:t>1.013e0</w:t>
      </w:r>
    </w:p>
    <w:p w:rsidR="005B3ED9" w:rsidRDefault="005B3ED9" w:rsidP="005B3ED9">
      <w:r>
        <w:t>167.0867</w:t>
      </w:r>
      <w:r>
        <w:tab/>
        <w:t>3.038e0</w:t>
      </w:r>
    </w:p>
    <w:p w:rsidR="005B3ED9" w:rsidRDefault="005B3ED9" w:rsidP="005B3ED9">
      <w:r>
        <w:t>167.0887</w:t>
      </w:r>
      <w:r>
        <w:tab/>
        <w:t>2.025e0</w:t>
      </w:r>
    </w:p>
    <w:p w:rsidR="005B3ED9" w:rsidRDefault="005B3ED9" w:rsidP="005B3ED9">
      <w:r>
        <w:t>167.0956</w:t>
      </w:r>
      <w:r>
        <w:tab/>
        <w:t>4.051e0</w:t>
      </w:r>
    </w:p>
    <w:p w:rsidR="005B3ED9" w:rsidRDefault="005B3ED9" w:rsidP="005B3ED9">
      <w:r>
        <w:lastRenderedPageBreak/>
        <w:t>167.1044</w:t>
      </w:r>
      <w:r>
        <w:tab/>
        <w:t>1.013e0</w:t>
      </w:r>
    </w:p>
    <w:p w:rsidR="005B3ED9" w:rsidRDefault="005B3ED9" w:rsidP="005B3ED9">
      <w:r>
        <w:t>167.1374</w:t>
      </w:r>
      <w:r>
        <w:tab/>
        <w:t>2.025e0</w:t>
      </w:r>
    </w:p>
    <w:p w:rsidR="005B3ED9" w:rsidRDefault="005B3ED9" w:rsidP="005B3ED9">
      <w:r>
        <w:t>167.1833</w:t>
      </w:r>
      <w:r>
        <w:tab/>
        <w:t>1.013e0</w:t>
      </w:r>
    </w:p>
    <w:p w:rsidR="005B3ED9" w:rsidRDefault="005B3ED9" w:rsidP="005B3ED9">
      <w:r>
        <w:t>167.1868</w:t>
      </w:r>
      <w:r>
        <w:tab/>
        <w:t>1.013e0</w:t>
      </w:r>
    </w:p>
    <w:p w:rsidR="005B3ED9" w:rsidRDefault="005B3ED9" w:rsidP="005B3ED9">
      <w:r>
        <w:t>167.2355</w:t>
      </w:r>
      <w:r>
        <w:tab/>
        <w:t>1.013e0</w:t>
      </w:r>
    </w:p>
    <w:p w:rsidR="005B3ED9" w:rsidRDefault="005B3ED9" w:rsidP="005B3ED9">
      <w:r>
        <w:t>167.2620</w:t>
      </w:r>
      <w:r>
        <w:tab/>
        <w:t>4.051e0</w:t>
      </w:r>
    </w:p>
    <w:p w:rsidR="005B3ED9" w:rsidRDefault="005B3ED9" w:rsidP="005B3ED9">
      <w:r>
        <w:t>167.3075</w:t>
      </w:r>
      <w:r>
        <w:tab/>
        <w:t>1.013e0</w:t>
      </w:r>
    </w:p>
    <w:p w:rsidR="005B3ED9" w:rsidRDefault="005B3ED9" w:rsidP="005B3ED9">
      <w:r>
        <w:t>167.3145</w:t>
      </w:r>
      <w:r>
        <w:tab/>
        <w:t>1.013e0</w:t>
      </w:r>
    </w:p>
    <w:p w:rsidR="005B3ED9" w:rsidRDefault="005B3ED9" w:rsidP="005B3ED9">
      <w:r>
        <w:t>167.3829</w:t>
      </w:r>
      <w:r>
        <w:tab/>
        <w:t>1.013e0</w:t>
      </w:r>
    </w:p>
    <w:p w:rsidR="005B3ED9" w:rsidRDefault="005B3ED9" w:rsidP="005B3ED9">
      <w:r>
        <w:t>167.4004</w:t>
      </w:r>
      <w:r>
        <w:tab/>
        <w:t>1.013e0</w:t>
      </w:r>
    </w:p>
    <w:p w:rsidR="005B3ED9" w:rsidRDefault="005B3ED9" w:rsidP="005B3ED9">
      <w:r>
        <w:t>167.4108</w:t>
      </w:r>
      <w:r>
        <w:tab/>
        <w:t>1.013e0</w:t>
      </w:r>
    </w:p>
    <w:p w:rsidR="005B3ED9" w:rsidRDefault="005B3ED9" w:rsidP="005B3ED9">
      <w:r>
        <w:t>167.4274</w:t>
      </w:r>
      <w:r>
        <w:tab/>
        <w:t>1.013e0</w:t>
      </w:r>
    </w:p>
    <w:p w:rsidR="005B3ED9" w:rsidRDefault="005B3ED9" w:rsidP="005B3ED9">
      <w:r>
        <w:t>167.4550</w:t>
      </w:r>
      <w:r>
        <w:tab/>
        <w:t>2.025e0</w:t>
      </w:r>
    </w:p>
    <w:p w:rsidR="005B3ED9" w:rsidRDefault="005B3ED9" w:rsidP="005B3ED9">
      <w:r>
        <w:t>167.4793</w:t>
      </w:r>
      <w:r>
        <w:tab/>
        <w:t>1.013e0</w:t>
      </w:r>
    </w:p>
    <w:p w:rsidR="005B3ED9" w:rsidRDefault="005B3ED9" w:rsidP="005B3ED9">
      <w:r>
        <w:t>167.5184</w:t>
      </w:r>
      <w:r>
        <w:tab/>
        <w:t>3.038e0</w:t>
      </w:r>
    </w:p>
    <w:p w:rsidR="005B3ED9" w:rsidRDefault="005B3ED9" w:rsidP="005B3ED9">
      <w:r>
        <w:t>167.5201</w:t>
      </w:r>
      <w:r>
        <w:tab/>
        <w:t>3.332e1</w:t>
      </w:r>
    </w:p>
    <w:p w:rsidR="005B3ED9" w:rsidRDefault="005B3ED9" w:rsidP="005B3ED9">
      <w:r>
        <w:t>167.5234</w:t>
      </w:r>
      <w:r>
        <w:tab/>
        <w:t>1.614e1</w:t>
      </w:r>
    </w:p>
    <w:p w:rsidR="005B3ED9" w:rsidRDefault="005B3ED9" w:rsidP="005B3ED9">
      <w:r>
        <w:t>167.5375</w:t>
      </w:r>
      <w:r>
        <w:tab/>
        <w:t>3.038e0</w:t>
      </w:r>
    </w:p>
    <w:p w:rsidR="005B3ED9" w:rsidRDefault="005B3ED9" w:rsidP="005B3ED9">
      <w:r>
        <w:t>167.5549</w:t>
      </w:r>
      <w:r>
        <w:tab/>
        <w:t>1.013e0</w:t>
      </w:r>
    </w:p>
    <w:p w:rsidR="005B3ED9" w:rsidRDefault="005B3ED9" w:rsidP="005B3ED9">
      <w:r>
        <w:lastRenderedPageBreak/>
        <w:t>167.5670</w:t>
      </w:r>
      <w:r>
        <w:tab/>
        <w:t>2.025e0</w:t>
      </w:r>
    </w:p>
    <w:p w:rsidR="005B3ED9" w:rsidRDefault="005B3ED9" w:rsidP="005B3ED9">
      <w:r>
        <w:t>167.5847</w:t>
      </w:r>
      <w:r>
        <w:tab/>
        <w:t>2.025e0</w:t>
      </w:r>
    </w:p>
    <w:p w:rsidR="005B3ED9" w:rsidRDefault="005B3ED9" w:rsidP="005B3ED9">
      <w:r>
        <w:t>167.6234</w:t>
      </w:r>
      <w:r>
        <w:tab/>
        <w:t>1.013e0</w:t>
      </w:r>
    </w:p>
    <w:p w:rsidR="005B3ED9" w:rsidRDefault="005B3ED9" w:rsidP="005B3ED9">
      <w:r>
        <w:t>167.6548</w:t>
      </w:r>
      <w:r>
        <w:tab/>
        <w:t>2.025e0</w:t>
      </w:r>
    </w:p>
    <w:p w:rsidR="005B3ED9" w:rsidRDefault="005B3ED9" w:rsidP="005B3ED9">
      <w:r>
        <w:t>167.6565</w:t>
      </w:r>
      <w:r>
        <w:tab/>
        <w:t>2.025e0</w:t>
      </w:r>
    </w:p>
    <w:p w:rsidR="005B3ED9" w:rsidRDefault="005B3ED9" w:rsidP="005B3ED9">
      <w:r>
        <w:t>167.6957</w:t>
      </w:r>
      <w:r>
        <w:tab/>
        <w:t>1.013e0</w:t>
      </w:r>
    </w:p>
    <w:p w:rsidR="005B3ED9" w:rsidRDefault="005B3ED9" w:rsidP="005B3ED9">
      <w:r>
        <w:t>167.7076</w:t>
      </w:r>
      <w:r>
        <w:tab/>
        <w:t>2.025e0</w:t>
      </w:r>
    </w:p>
    <w:p w:rsidR="005B3ED9" w:rsidRDefault="005B3ED9" w:rsidP="005B3ED9">
      <w:r>
        <w:t>167.7321</w:t>
      </w:r>
      <w:r>
        <w:tab/>
        <w:t>2.025e0</w:t>
      </w:r>
    </w:p>
    <w:p w:rsidR="005B3ED9" w:rsidRDefault="005B3ED9" w:rsidP="005B3ED9">
      <w:r>
        <w:t>167.7477</w:t>
      </w:r>
      <w:r>
        <w:tab/>
        <w:t>1.013e0</w:t>
      </w:r>
    </w:p>
    <w:p w:rsidR="005B3ED9" w:rsidRDefault="005B3ED9" w:rsidP="005B3ED9">
      <w:r>
        <w:t>167.7512</w:t>
      </w:r>
      <w:r>
        <w:tab/>
        <w:t>1.013e0</w:t>
      </w:r>
    </w:p>
    <w:p w:rsidR="005B3ED9" w:rsidRDefault="005B3ED9" w:rsidP="005B3ED9">
      <w:r>
        <w:t>167.7719</w:t>
      </w:r>
      <w:r>
        <w:tab/>
        <w:t>1.013e0</w:t>
      </w:r>
    </w:p>
    <w:p w:rsidR="005B3ED9" w:rsidRDefault="005B3ED9" w:rsidP="005B3ED9">
      <w:r>
        <w:t>167.7753</w:t>
      </w:r>
      <w:r>
        <w:tab/>
        <w:t>1.013e0</w:t>
      </w:r>
    </w:p>
    <w:p w:rsidR="005B3ED9" w:rsidRDefault="005B3ED9" w:rsidP="005B3ED9">
      <w:r>
        <w:t>167.8094</w:t>
      </w:r>
      <w:r>
        <w:tab/>
        <w:t>1.013e0</w:t>
      </w:r>
    </w:p>
    <w:p w:rsidR="005B3ED9" w:rsidRDefault="005B3ED9" w:rsidP="005B3ED9">
      <w:r>
        <w:t>167.8268</w:t>
      </w:r>
      <w:r>
        <w:tab/>
        <w:t>1.013e0</w:t>
      </w:r>
    </w:p>
    <w:p w:rsidR="005B3ED9" w:rsidRDefault="005B3ED9" w:rsidP="005B3ED9">
      <w:r>
        <w:t>167.8303</w:t>
      </w:r>
      <w:r>
        <w:tab/>
        <w:t>1.013e0</w:t>
      </w:r>
    </w:p>
    <w:p w:rsidR="005B3ED9" w:rsidRDefault="005B3ED9" w:rsidP="005B3ED9">
      <w:r>
        <w:t>167.8681</w:t>
      </w:r>
      <w:r>
        <w:tab/>
        <w:t>1.013e0</w:t>
      </w:r>
    </w:p>
    <w:p w:rsidR="005B3ED9" w:rsidRDefault="005B3ED9" w:rsidP="005B3ED9">
      <w:r>
        <w:t>167.8715</w:t>
      </w:r>
      <w:r>
        <w:tab/>
        <w:t>1.013e0</w:t>
      </w:r>
    </w:p>
    <w:p w:rsidR="005B3ED9" w:rsidRDefault="005B3ED9" w:rsidP="005B3ED9">
      <w:r>
        <w:t>167.8781</w:t>
      </w:r>
      <w:r>
        <w:tab/>
        <w:t>1.013e0</w:t>
      </w:r>
    </w:p>
    <w:p w:rsidR="005B3ED9" w:rsidRDefault="005B3ED9" w:rsidP="005B3ED9">
      <w:r>
        <w:t>167.8936</w:t>
      </w:r>
      <w:r>
        <w:tab/>
        <w:t>2.025e0</w:t>
      </w:r>
    </w:p>
    <w:p w:rsidR="005B3ED9" w:rsidRDefault="005B3ED9" w:rsidP="005B3ED9">
      <w:r>
        <w:lastRenderedPageBreak/>
        <w:t>167.9267</w:t>
      </w:r>
      <w:r>
        <w:tab/>
        <w:t>1.013e0</w:t>
      </w:r>
    </w:p>
    <w:p w:rsidR="005B3ED9" w:rsidRDefault="005B3ED9" w:rsidP="005B3ED9">
      <w:r>
        <w:t>167.9443</w:t>
      </w:r>
      <w:r>
        <w:tab/>
        <w:t>1.013e0</w:t>
      </w:r>
    </w:p>
    <w:p w:rsidR="005B3ED9" w:rsidRDefault="005B3ED9" w:rsidP="005B3ED9">
      <w:r>
        <w:t>167.9511</w:t>
      </w:r>
      <w:r>
        <w:tab/>
        <w:t>1.013e0</w:t>
      </w:r>
    </w:p>
    <w:p w:rsidR="005B3ED9" w:rsidRDefault="005B3ED9" w:rsidP="005B3ED9">
      <w:r>
        <w:t>167.9814</w:t>
      </w:r>
      <w:r>
        <w:tab/>
        <w:t>1.013e0</w:t>
      </w:r>
    </w:p>
    <w:p w:rsidR="005B3ED9" w:rsidRDefault="005B3ED9" w:rsidP="005B3ED9">
      <w:r>
        <w:t>167.9989</w:t>
      </w:r>
      <w:r>
        <w:tab/>
        <w:t>1.013e0</w:t>
      </w:r>
    </w:p>
    <w:p w:rsidR="005B3ED9" w:rsidRDefault="005B3ED9" w:rsidP="005B3ED9">
      <w:r>
        <w:t>168.0058</w:t>
      </w:r>
      <w:r>
        <w:tab/>
        <w:t>1.013e0</w:t>
      </w:r>
    </w:p>
    <w:p w:rsidR="005B3ED9" w:rsidRDefault="005B3ED9" w:rsidP="005B3ED9">
      <w:r>
        <w:t>168.0244</w:t>
      </w:r>
      <w:r>
        <w:tab/>
        <w:t>8.101e0</w:t>
      </w:r>
    </w:p>
    <w:p w:rsidR="005B3ED9" w:rsidRDefault="005B3ED9" w:rsidP="005B3ED9">
      <w:r>
        <w:t>168.0338</w:t>
      </w:r>
      <w:r>
        <w:tab/>
        <w:t>2.025e0</w:t>
      </w:r>
    </w:p>
    <w:p w:rsidR="005B3ED9" w:rsidRDefault="005B3ED9" w:rsidP="005B3ED9">
      <w:r>
        <w:t>168.0540</w:t>
      </w:r>
      <w:r>
        <w:tab/>
        <w:t>1.013e0</w:t>
      </w:r>
    </w:p>
    <w:p w:rsidR="005B3ED9" w:rsidRDefault="005B3ED9" w:rsidP="005B3ED9">
      <w:r>
        <w:t>168.0779</w:t>
      </w:r>
      <w:r>
        <w:tab/>
        <w:t>1.013e0</w:t>
      </w:r>
    </w:p>
    <w:p w:rsidR="005B3ED9" w:rsidRDefault="005B3ED9" w:rsidP="005B3ED9">
      <w:r>
        <w:t>168.0919</w:t>
      </w:r>
      <w:r>
        <w:tab/>
        <w:t>2.025e0</w:t>
      </w:r>
    </w:p>
    <w:p w:rsidR="005B3ED9" w:rsidRDefault="005B3ED9" w:rsidP="005B3ED9">
      <w:r>
        <w:t>168.0937</w:t>
      </w:r>
      <w:r>
        <w:tab/>
        <w:t>4.051e0</w:t>
      </w:r>
    </w:p>
    <w:p w:rsidR="005B3ED9" w:rsidRDefault="005B3ED9" w:rsidP="005B3ED9">
      <w:r>
        <w:t>168.1181</w:t>
      </w:r>
      <w:r>
        <w:tab/>
        <w:t>2.025e0</w:t>
      </w:r>
    </w:p>
    <w:p w:rsidR="005B3ED9" w:rsidRDefault="005B3ED9" w:rsidP="005B3ED9">
      <w:r>
        <w:t>168.1304</w:t>
      </w:r>
      <w:r>
        <w:tab/>
        <w:t>3.038e0</w:t>
      </w:r>
    </w:p>
    <w:p w:rsidR="005B3ED9" w:rsidRDefault="005B3ED9" w:rsidP="005B3ED9">
      <w:r>
        <w:t>168.1469</w:t>
      </w:r>
      <w:r>
        <w:tab/>
        <w:t>2.025e0</w:t>
      </w:r>
    </w:p>
    <w:p w:rsidR="005B3ED9" w:rsidRDefault="005B3ED9" w:rsidP="005B3ED9">
      <w:r>
        <w:t>168.1536</w:t>
      </w:r>
      <w:r>
        <w:tab/>
        <w:t>2.025e0</w:t>
      </w:r>
    </w:p>
    <w:p w:rsidR="005B3ED9" w:rsidRDefault="005B3ED9" w:rsidP="005B3ED9">
      <w:r>
        <w:t>168.1675</w:t>
      </w:r>
      <w:r>
        <w:tab/>
        <w:t>1.013e0</w:t>
      </w:r>
    </w:p>
    <w:p w:rsidR="005B3ED9" w:rsidRDefault="005B3ED9" w:rsidP="005B3ED9">
      <w:r>
        <w:t>168.1745</w:t>
      </w:r>
      <w:r>
        <w:tab/>
        <w:t>1.013e0</w:t>
      </w:r>
    </w:p>
    <w:p w:rsidR="005B3ED9" w:rsidRDefault="005B3ED9" w:rsidP="005B3ED9">
      <w:r>
        <w:t>168.1780</w:t>
      </w:r>
      <w:r>
        <w:tab/>
        <w:t>2.025e0</w:t>
      </w:r>
    </w:p>
    <w:p w:rsidR="005B3ED9" w:rsidRDefault="005B3ED9" w:rsidP="005B3ED9">
      <w:r>
        <w:lastRenderedPageBreak/>
        <w:t>168.1989</w:t>
      </w:r>
      <w:r>
        <w:tab/>
        <w:t>1.013e0</w:t>
      </w:r>
    </w:p>
    <w:p w:rsidR="005B3ED9" w:rsidRDefault="005B3ED9" w:rsidP="005B3ED9">
      <w:r>
        <w:t>168.2571</w:t>
      </w:r>
      <w:r>
        <w:tab/>
        <w:t>1.013e0</w:t>
      </w:r>
    </w:p>
    <w:p w:rsidR="005B3ED9" w:rsidRDefault="005B3ED9" w:rsidP="005B3ED9">
      <w:r>
        <w:t>168.2746</w:t>
      </w:r>
      <w:r>
        <w:tab/>
        <w:t>2.025e0</w:t>
      </w:r>
    </w:p>
    <w:p w:rsidR="005B3ED9" w:rsidRDefault="005B3ED9" w:rsidP="005B3ED9">
      <w:r>
        <w:t>168.2885</w:t>
      </w:r>
      <w:r>
        <w:tab/>
        <w:t>1.013e0</w:t>
      </w:r>
    </w:p>
    <w:p w:rsidR="005B3ED9" w:rsidRDefault="005B3ED9" w:rsidP="005B3ED9">
      <w:r>
        <w:t>168.3502</w:t>
      </w:r>
      <w:r>
        <w:tab/>
        <w:t>1.013e0</w:t>
      </w:r>
    </w:p>
    <w:p w:rsidR="005B3ED9" w:rsidRDefault="005B3ED9" w:rsidP="005B3ED9">
      <w:r>
        <w:t>168.3886</w:t>
      </w:r>
      <w:r>
        <w:tab/>
        <w:t>1.013e0</w:t>
      </w:r>
    </w:p>
    <w:p w:rsidR="005B3ED9" w:rsidRDefault="005B3ED9" w:rsidP="005B3ED9">
      <w:r>
        <w:t>168.4162</w:t>
      </w:r>
      <w:r>
        <w:tab/>
        <w:t>1.013e0</w:t>
      </w:r>
    </w:p>
    <w:p w:rsidR="005B3ED9" w:rsidRDefault="005B3ED9" w:rsidP="005B3ED9">
      <w:r>
        <w:t>168.4262</w:t>
      </w:r>
      <w:r>
        <w:tab/>
        <w:t>1.013e0</w:t>
      </w:r>
    </w:p>
    <w:p w:rsidR="005B3ED9" w:rsidRDefault="005B3ED9" w:rsidP="005B3ED9">
      <w:r>
        <w:t>168.4817</w:t>
      </w:r>
      <w:r>
        <w:tab/>
        <w:t>1.013e0</w:t>
      </w:r>
    </w:p>
    <w:p w:rsidR="005B3ED9" w:rsidRDefault="005B3ED9" w:rsidP="005B3ED9">
      <w:r>
        <w:t>168.4993</w:t>
      </w:r>
      <w:r>
        <w:tab/>
        <w:t>1.013e0</w:t>
      </w:r>
    </w:p>
    <w:p w:rsidR="005B3ED9" w:rsidRDefault="005B3ED9" w:rsidP="005B3ED9">
      <w:r>
        <w:t>168.5127</w:t>
      </w:r>
      <w:r>
        <w:tab/>
        <w:t>1.013e0</w:t>
      </w:r>
    </w:p>
    <w:p w:rsidR="005B3ED9" w:rsidRDefault="005B3ED9" w:rsidP="005B3ED9">
      <w:r>
        <w:t>168.5166</w:t>
      </w:r>
      <w:r>
        <w:tab/>
        <w:t>7.089e0</w:t>
      </w:r>
    </w:p>
    <w:p w:rsidR="005B3ED9" w:rsidRDefault="005B3ED9" w:rsidP="005B3ED9">
      <w:r>
        <w:t>168.5194</w:t>
      </w:r>
      <w:r>
        <w:tab/>
        <w:t>1.013e0</w:t>
      </w:r>
    </w:p>
    <w:p w:rsidR="005B3ED9" w:rsidRDefault="005B3ED9" w:rsidP="005B3ED9">
      <w:r>
        <w:t>168.5399</w:t>
      </w:r>
      <w:r>
        <w:tab/>
        <w:t>3.038e0</w:t>
      </w:r>
    </w:p>
    <w:p w:rsidR="005B3ED9" w:rsidRDefault="005B3ED9" w:rsidP="005B3ED9">
      <w:r>
        <w:t>168.5444</w:t>
      </w:r>
      <w:r>
        <w:tab/>
        <w:t>5.063e0</w:t>
      </w:r>
    </w:p>
    <w:p w:rsidR="005B3ED9" w:rsidRDefault="005B3ED9" w:rsidP="005B3ED9">
      <w:r>
        <w:t>168.5504</w:t>
      </w:r>
      <w:r>
        <w:tab/>
        <w:t>1.013e0</w:t>
      </w:r>
    </w:p>
    <w:p w:rsidR="005B3ED9" w:rsidRDefault="005B3ED9" w:rsidP="005B3ED9">
      <w:r>
        <w:t>168.5748</w:t>
      </w:r>
      <w:r>
        <w:tab/>
        <w:t>1.013e0</w:t>
      </w:r>
    </w:p>
    <w:p w:rsidR="005B3ED9" w:rsidRDefault="005B3ED9" w:rsidP="005B3ED9">
      <w:r>
        <w:t>168.5797</w:t>
      </w:r>
      <w:r>
        <w:tab/>
        <w:t>2.624e0</w:t>
      </w:r>
    </w:p>
    <w:p w:rsidR="005B3ED9" w:rsidRDefault="005B3ED9" w:rsidP="005B3ED9">
      <w:r>
        <w:t>168.5837</w:t>
      </w:r>
      <w:r>
        <w:tab/>
        <w:t>2.025e0</w:t>
      </w:r>
    </w:p>
    <w:p w:rsidR="005B3ED9" w:rsidRDefault="005B3ED9" w:rsidP="005B3ED9">
      <w:r>
        <w:lastRenderedPageBreak/>
        <w:t>168.6331</w:t>
      </w:r>
      <w:r>
        <w:tab/>
        <w:t>1.013e0</w:t>
      </w:r>
    </w:p>
    <w:p w:rsidR="005B3ED9" w:rsidRDefault="005B3ED9" w:rsidP="005B3ED9">
      <w:r>
        <w:t>168.6401</w:t>
      </w:r>
      <w:r>
        <w:tab/>
        <w:t>1.013e0</w:t>
      </w:r>
    </w:p>
    <w:p w:rsidR="005B3ED9" w:rsidRDefault="005B3ED9" w:rsidP="005B3ED9">
      <w:r>
        <w:t>168.6750</w:t>
      </w:r>
      <w:r>
        <w:tab/>
        <w:t>1.013e0</w:t>
      </w:r>
    </w:p>
    <w:p w:rsidR="005B3ED9" w:rsidRDefault="005B3ED9" w:rsidP="005B3ED9">
      <w:r>
        <w:t>168.6785</w:t>
      </w:r>
      <w:r>
        <w:tab/>
        <w:t>1.013e0</w:t>
      </w:r>
    </w:p>
    <w:p w:rsidR="005B3ED9" w:rsidRDefault="005B3ED9" w:rsidP="005B3ED9">
      <w:r>
        <w:t>168.6821</w:t>
      </w:r>
      <w:r>
        <w:tab/>
        <w:t>1.013e0</w:t>
      </w:r>
    </w:p>
    <w:p w:rsidR="005B3ED9" w:rsidRDefault="005B3ED9" w:rsidP="005B3ED9">
      <w:r>
        <w:t>168.6958</w:t>
      </w:r>
      <w:r>
        <w:tab/>
        <w:t>1.013e0</w:t>
      </w:r>
    </w:p>
    <w:p w:rsidR="005B3ED9" w:rsidRDefault="005B3ED9" w:rsidP="005B3ED9">
      <w:r>
        <w:t>168.7368</w:t>
      </w:r>
      <w:r>
        <w:tab/>
        <w:t>1.013e0</w:t>
      </w:r>
    </w:p>
    <w:p w:rsidR="005B3ED9" w:rsidRDefault="005B3ED9" w:rsidP="005B3ED9">
      <w:r>
        <w:t>168.7577</w:t>
      </w:r>
      <w:r>
        <w:tab/>
        <w:t>1.013e0</w:t>
      </w:r>
    </w:p>
    <w:p w:rsidR="005B3ED9" w:rsidRDefault="005B3ED9" w:rsidP="005B3ED9">
      <w:r>
        <w:t>168.8335</w:t>
      </w:r>
      <w:r>
        <w:tab/>
        <w:t>1.013e0</w:t>
      </w:r>
    </w:p>
    <w:p w:rsidR="005B3ED9" w:rsidRDefault="005B3ED9" w:rsidP="005B3ED9">
      <w:r>
        <w:t>168.8370</w:t>
      </w:r>
      <w:r>
        <w:tab/>
        <w:t>1.013e0</w:t>
      </w:r>
    </w:p>
    <w:p w:rsidR="005B3ED9" w:rsidRDefault="005B3ED9" w:rsidP="005B3ED9">
      <w:r>
        <w:t>168.8649</w:t>
      </w:r>
      <w:r>
        <w:tab/>
        <w:t>1.013e0</w:t>
      </w:r>
    </w:p>
    <w:p w:rsidR="005B3ED9" w:rsidRDefault="005B3ED9" w:rsidP="005B3ED9">
      <w:r>
        <w:t>168.8858</w:t>
      </w:r>
      <w:r>
        <w:tab/>
        <w:t>1.013e0</w:t>
      </w:r>
    </w:p>
    <w:p w:rsidR="005B3ED9" w:rsidRDefault="005B3ED9" w:rsidP="005B3ED9">
      <w:r>
        <w:t>168.9302</w:t>
      </w:r>
      <w:r>
        <w:tab/>
        <w:t>1.013e0</w:t>
      </w:r>
    </w:p>
    <w:p w:rsidR="005B3ED9" w:rsidRDefault="005B3ED9" w:rsidP="005B3ED9">
      <w:r>
        <w:t>168.9442</w:t>
      </w:r>
      <w:r>
        <w:tab/>
        <w:t>2.025e0</w:t>
      </w:r>
    </w:p>
    <w:p w:rsidR="005B3ED9" w:rsidRDefault="005B3ED9" w:rsidP="005B3ED9">
      <w:r>
        <w:t>168.9722</w:t>
      </w:r>
      <w:r>
        <w:tab/>
        <w:t>1.013e0</w:t>
      </w:r>
    </w:p>
    <w:p w:rsidR="005B3ED9" w:rsidRDefault="005B3ED9" w:rsidP="005B3ED9">
      <w:r>
        <w:t>169.0164</w:t>
      </w:r>
      <w:r>
        <w:tab/>
        <w:t>1.013e0</w:t>
      </w:r>
    </w:p>
    <w:p w:rsidR="005B3ED9" w:rsidRDefault="005B3ED9" w:rsidP="005B3ED9">
      <w:r>
        <w:t>169.0316</w:t>
      </w:r>
      <w:r>
        <w:tab/>
        <w:t>3.038e0</w:t>
      </w:r>
    </w:p>
    <w:p w:rsidR="005B3ED9" w:rsidRDefault="005B3ED9" w:rsidP="005B3ED9">
      <w:r>
        <w:t>169.0409</w:t>
      </w:r>
      <w:r>
        <w:tab/>
        <w:t>1.013e0</w:t>
      </w:r>
    </w:p>
    <w:p w:rsidR="005B3ED9" w:rsidRDefault="005B3ED9" w:rsidP="005B3ED9">
      <w:r>
        <w:t>169.0549</w:t>
      </w:r>
      <w:r>
        <w:tab/>
        <w:t>2.025e0</w:t>
      </w:r>
    </w:p>
    <w:p w:rsidR="005B3ED9" w:rsidRDefault="005B3ED9" w:rsidP="005B3ED9">
      <w:r>
        <w:lastRenderedPageBreak/>
        <w:t>169.0619</w:t>
      </w:r>
      <w:r>
        <w:tab/>
        <w:t>1.013e0</w:t>
      </w:r>
    </w:p>
    <w:p w:rsidR="005B3ED9" w:rsidRDefault="005B3ED9" w:rsidP="005B3ED9">
      <w:r>
        <w:t>169.0654</w:t>
      </w:r>
      <w:r>
        <w:tab/>
        <w:t>2.025e0</w:t>
      </w:r>
    </w:p>
    <w:p w:rsidR="005B3ED9" w:rsidRDefault="005B3ED9" w:rsidP="005B3ED9">
      <w:r>
        <w:t>169.0959</w:t>
      </w:r>
      <w:r>
        <w:tab/>
        <w:t>1.013e0</w:t>
      </w:r>
    </w:p>
    <w:p w:rsidR="005B3ED9" w:rsidRDefault="005B3ED9" w:rsidP="005B3ED9">
      <w:r>
        <w:t>169.1026</w:t>
      </w:r>
      <w:r>
        <w:tab/>
        <w:t>1.013e0</w:t>
      </w:r>
    </w:p>
    <w:p w:rsidR="005B3ED9" w:rsidRDefault="005B3ED9" w:rsidP="005B3ED9">
      <w:r>
        <w:t>169.1061</w:t>
      </w:r>
      <w:r>
        <w:tab/>
        <w:t>2.025e0</w:t>
      </w:r>
    </w:p>
    <w:p w:rsidR="005B3ED9" w:rsidRDefault="005B3ED9" w:rsidP="005B3ED9">
      <w:r>
        <w:t>169.1342</w:t>
      </w:r>
      <w:r>
        <w:tab/>
        <w:t>5.063e0</w:t>
      </w:r>
    </w:p>
    <w:p w:rsidR="005B3ED9" w:rsidRDefault="005B3ED9" w:rsidP="005B3ED9">
      <w:r>
        <w:t>169.1587</w:t>
      </w:r>
      <w:r>
        <w:tab/>
        <w:t>2.025e0</w:t>
      </w:r>
    </w:p>
    <w:p w:rsidR="005B3ED9" w:rsidRDefault="005B3ED9" w:rsidP="005B3ED9">
      <w:r>
        <w:t>169.1727</w:t>
      </w:r>
      <w:r>
        <w:tab/>
        <w:t>1.013e0</w:t>
      </w:r>
    </w:p>
    <w:p w:rsidR="005B3ED9" w:rsidRDefault="005B3ED9" w:rsidP="005B3ED9">
      <w:r>
        <w:t>169.2240</w:t>
      </w:r>
      <w:r>
        <w:tab/>
        <w:t>1.013e0</w:t>
      </w:r>
    </w:p>
    <w:p w:rsidR="005B3ED9" w:rsidRDefault="005B3ED9" w:rsidP="005B3ED9">
      <w:r>
        <w:t>169.2345</w:t>
      </w:r>
      <w:r>
        <w:tab/>
        <w:t>1.013e0</w:t>
      </w:r>
    </w:p>
    <w:p w:rsidR="005B3ED9" w:rsidRDefault="005B3ED9" w:rsidP="005B3ED9">
      <w:r>
        <w:t>169.2449</w:t>
      </w:r>
      <w:r>
        <w:tab/>
        <w:t>1.013e0</w:t>
      </w:r>
    </w:p>
    <w:p w:rsidR="005B3ED9" w:rsidRDefault="005B3ED9" w:rsidP="005B3ED9">
      <w:r>
        <w:t>169.2729</w:t>
      </w:r>
      <w:r>
        <w:tab/>
        <w:t>1.013e0</w:t>
      </w:r>
    </w:p>
    <w:p w:rsidR="005B3ED9" w:rsidRDefault="005B3ED9" w:rsidP="005B3ED9">
      <w:r>
        <w:t>169.2762</w:t>
      </w:r>
      <w:r>
        <w:tab/>
        <w:t>2.025e0</w:t>
      </w:r>
    </w:p>
    <w:p w:rsidR="005B3ED9" w:rsidRDefault="005B3ED9" w:rsidP="005B3ED9">
      <w:r>
        <w:t>169.4246</w:t>
      </w:r>
      <w:r>
        <w:tab/>
        <w:t>2.025e0</w:t>
      </w:r>
    </w:p>
    <w:p w:rsidR="005B3ED9" w:rsidRDefault="005B3ED9" w:rsidP="005B3ED9">
      <w:r>
        <w:t>169.4316</w:t>
      </w:r>
      <w:r>
        <w:tab/>
        <w:t>1.013e0</w:t>
      </w:r>
    </w:p>
    <w:p w:rsidR="005B3ED9" w:rsidRDefault="005B3ED9" w:rsidP="005B3ED9">
      <w:r>
        <w:t>169.4632</w:t>
      </w:r>
      <w:r>
        <w:tab/>
        <w:t>1.013e0</w:t>
      </w:r>
    </w:p>
    <w:p w:rsidR="005B3ED9" w:rsidRDefault="005B3ED9" w:rsidP="005B3ED9">
      <w:r>
        <w:t>169.4650</w:t>
      </w:r>
      <w:r>
        <w:tab/>
        <w:t>2.025e0</w:t>
      </w:r>
    </w:p>
    <w:p w:rsidR="005B3ED9" w:rsidRDefault="005B3ED9" w:rsidP="005B3ED9">
      <w:r>
        <w:t>169.5003</w:t>
      </w:r>
      <w:r>
        <w:tab/>
        <w:t>1.013e0</w:t>
      </w:r>
    </w:p>
    <w:p w:rsidR="005B3ED9" w:rsidRDefault="005B3ED9" w:rsidP="005B3ED9">
      <w:r>
        <w:t>169.5298</w:t>
      </w:r>
      <w:r>
        <w:tab/>
        <w:t>7.089e0</w:t>
      </w:r>
    </w:p>
    <w:p w:rsidR="005B3ED9" w:rsidRDefault="005B3ED9" w:rsidP="005B3ED9">
      <w:r>
        <w:lastRenderedPageBreak/>
        <w:t>169.5430</w:t>
      </w:r>
      <w:r>
        <w:tab/>
        <w:t>6.589e1</w:t>
      </w:r>
    </w:p>
    <w:p w:rsidR="005B3ED9" w:rsidRDefault="005B3ED9" w:rsidP="005B3ED9">
      <w:r>
        <w:t>169.5493</w:t>
      </w:r>
      <w:r>
        <w:tab/>
        <w:t>1.316e1</w:t>
      </w:r>
    </w:p>
    <w:p w:rsidR="005B3ED9" w:rsidRDefault="005B3ED9" w:rsidP="005B3ED9">
      <w:r>
        <w:t>169.5821</w:t>
      </w:r>
      <w:r>
        <w:tab/>
        <w:t>2.025e0</w:t>
      </w:r>
    </w:p>
    <w:p w:rsidR="005B3ED9" w:rsidRDefault="005B3ED9" w:rsidP="005B3ED9">
      <w:r>
        <w:t>169.5987</w:t>
      </w:r>
      <w:r>
        <w:tab/>
        <w:t>3.038e0</w:t>
      </w:r>
    </w:p>
    <w:p w:rsidR="005B3ED9" w:rsidRDefault="005B3ED9" w:rsidP="005B3ED9">
      <w:r>
        <w:t>169.6007</w:t>
      </w:r>
      <w:r>
        <w:tab/>
        <w:t>1.013e0</w:t>
      </w:r>
    </w:p>
    <w:p w:rsidR="005B3ED9" w:rsidRDefault="005B3ED9" w:rsidP="005B3ED9">
      <w:r>
        <w:t>169.6808</w:t>
      </w:r>
      <w:r>
        <w:tab/>
        <w:t>1.013e0</w:t>
      </w:r>
    </w:p>
    <w:p w:rsidR="005B3ED9" w:rsidRDefault="005B3ED9" w:rsidP="005B3ED9">
      <w:r>
        <w:t>169.6842</w:t>
      </w:r>
      <w:r>
        <w:tab/>
        <w:t>1.013e0</w:t>
      </w:r>
    </w:p>
    <w:p w:rsidR="005B3ED9" w:rsidRDefault="005B3ED9" w:rsidP="005B3ED9">
      <w:r>
        <w:t>169.7187</w:t>
      </w:r>
      <w:r>
        <w:tab/>
        <w:t>1.013e0</w:t>
      </w:r>
    </w:p>
    <w:p w:rsidR="005B3ED9" w:rsidRDefault="005B3ED9" w:rsidP="005B3ED9">
      <w:r>
        <w:t>169.7327</w:t>
      </w:r>
      <w:r>
        <w:tab/>
        <w:t>1.013e0</w:t>
      </w:r>
    </w:p>
    <w:p w:rsidR="005B3ED9" w:rsidRDefault="005B3ED9" w:rsidP="005B3ED9">
      <w:r>
        <w:t>169.7746</w:t>
      </w:r>
      <w:r>
        <w:tab/>
        <w:t>1.013e0</w:t>
      </w:r>
    </w:p>
    <w:p w:rsidR="005B3ED9" w:rsidRDefault="005B3ED9" w:rsidP="005B3ED9">
      <w:r>
        <w:t>169.7813</w:t>
      </w:r>
      <w:r>
        <w:tab/>
        <w:t>1.013e0</w:t>
      </w:r>
    </w:p>
    <w:p w:rsidR="005B3ED9" w:rsidRDefault="005B3ED9" w:rsidP="005B3ED9">
      <w:r>
        <w:t>169.8050</w:t>
      </w:r>
      <w:r>
        <w:tab/>
        <w:t>1.013e0</w:t>
      </w:r>
    </w:p>
    <w:p w:rsidR="005B3ED9" w:rsidRDefault="005B3ED9" w:rsidP="005B3ED9">
      <w:r>
        <w:t>169.8086</w:t>
      </w:r>
      <w:r>
        <w:tab/>
        <w:t>1.013e0</w:t>
      </w:r>
    </w:p>
    <w:p w:rsidR="005B3ED9" w:rsidRDefault="005B3ED9" w:rsidP="005B3ED9">
      <w:r>
        <w:t>169.8226</w:t>
      </w:r>
      <w:r>
        <w:tab/>
        <w:t>1.013e0</w:t>
      </w:r>
    </w:p>
    <w:p w:rsidR="005B3ED9" w:rsidRDefault="005B3ED9" w:rsidP="005B3ED9">
      <w:r>
        <w:t>169.8297</w:t>
      </w:r>
      <w:r>
        <w:tab/>
        <w:t>1.013e0</w:t>
      </w:r>
    </w:p>
    <w:p w:rsidR="005B3ED9" w:rsidRDefault="005B3ED9" w:rsidP="005B3ED9">
      <w:r>
        <w:t>169.8436</w:t>
      </w:r>
      <w:r>
        <w:tab/>
        <w:t>1.013e0</w:t>
      </w:r>
    </w:p>
    <w:p w:rsidR="005B3ED9" w:rsidRDefault="005B3ED9" w:rsidP="005B3ED9">
      <w:r>
        <w:t>169.8471</w:t>
      </w:r>
      <w:r>
        <w:tab/>
        <w:t>1.013e0</w:t>
      </w:r>
    </w:p>
    <w:p w:rsidR="005B3ED9" w:rsidRDefault="005B3ED9" w:rsidP="005B3ED9">
      <w:r>
        <w:t>169.8506</w:t>
      </w:r>
      <w:r>
        <w:tab/>
        <w:t>2.025e0</w:t>
      </w:r>
    </w:p>
    <w:p w:rsidR="005B3ED9" w:rsidRDefault="005B3ED9" w:rsidP="005B3ED9">
      <w:r>
        <w:t>169.8918</w:t>
      </w:r>
      <w:r>
        <w:tab/>
        <w:t>1.013e0</w:t>
      </w:r>
    </w:p>
    <w:p w:rsidR="005B3ED9" w:rsidRDefault="005B3ED9" w:rsidP="005B3ED9">
      <w:r>
        <w:lastRenderedPageBreak/>
        <w:t>169.9036</w:t>
      </w:r>
      <w:r>
        <w:tab/>
        <w:t>2.025e0</w:t>
      </w:r>
    </w:p>
    <w:p w:rsidR="005B3ED9" w:rsidRDefault="005B3ED9" w:rsidP="005B3ED9">
      <w:r>
        <w:t>169.9371</w:t>
      </w:r>
      <w:r>
        <w:tab/>
        <w:t>3.038e0</w:t>
      </w:r>
    </w:p>
    <w:p w:rsidR="005B3ED9" w:rsidRDefault="005B3ED9" w:rsidP="005B3ED9">
      <w:r>
        <w:t>169.9510</w:t>
      </w:r>
      <w:r>
        <w:tab/>
        <w:t>1.013e0</w:t>
      </w:r>
    </w:p>
    <w:p w:rsidR="005B3ED9" w:rsidRDefault="005B3ED9" w:rsidP="005B3ED9">
      <w:r>
        <w:t>169.9789</w:t>
      </w:r>
      <w:r>
        <w:tab/>
        <w:t>1.013e0</w:t>
      </w:r>
    </w:p>
    <w:p w:rsidR="005B3ED9" w:rsidRDefault="005B3ED9" w:rsidP="005B3ED9">
      <w:r>
        <w:t>170.0024</w:t>
      </w:r>
      <w:r>
        <w:tab/>
        <w:t>1.013e0</w:t>
      </w:r>
    </w:p>
    <w:p w:rsidR="005B3ED9" w:rsidRDefault="005B3ED9" w:rsidP="005B3ED9">
      <w:r>
        <w:t>170.0415</w:t>
      </w:r>
      <w:r>
        <w:tab/>
        <w:t>4.051e0</w:t>
      </w:r>
    </w:p>
    <w:p w:rsidR="005B3ED9" w:rsidRDefault="005B3ED9" w:rsidP="005B3ED9">
      <w:r>
        <w:t>170.0437</w:t>
      </w:r>
      <w:r>
        <w:tab/>
        <w:t>1.519e1</w:t>
      </w:r>
    </w:p>
    <w:p w:rsidR="005B3ED9" w:rsidRDefault="005B3ED9" w:rsidP="005B3ED9">
      <w:r>
        <w:t>170.0568</w:t>
      </w:r>
      <w:r>
        <w:tab/>
        <w:t>4.051e0</w:t>
      </w:r>
    </w:p>
    <w:p w:rsidR="005B3ED9" w:rsidRDefault="005B3ED9" w:rsidP="005B3ED9">
      <w:r>
        <w:t>170.0862</w:t>
      </w:r>
      <w:r>
        <w:tab/>
        <w:t>2.025e0</w:t>
      </w:r>
    </w:p>
    <w:p w:rsidR="005B3ED9" w:rsidRDefault="005B3ED9" w:rsidP="005B3ED9">
      <w:r>
        <w:t>170.0913</w:t>
      </w:r>
      <w:r>
        <w:tab/>
        <w:t>2.025e0</w:t>
      </w:r>
    </w:p>
    <w:p w:rsidR="005B3ED9" w:rsidRDefault="005B3ED9" w:rsidP="005B3ED9">
      <w:r>
        <w:t>170.0980</w:t>
      </w:r>
      <w:r>
        <w:tab/>
        <w:t>2.025e0</w:t>
      </w:r>
    </w:p>
    <w:p w:rsidR="005B3ED9" w:rsidRDefault="005B3ED9" w:rsidP="005B3ED9">
      <w:r>
        <w:t>170.1005</w:t>
      </w:r>
      <w:r>
        <w:tab/>
        <w:t>3.038e0</w:t>
      </w:r>
    </w:p>
    <w:p w:rsidR="005B3ED9" w:rsidRDefault="005B3ED9" w:rsidP="005B3ED9">
      <w:r>
        <w:t>170.1134</w:t>
      </w:r>
      <w:r>
        <w:tab/>
        <w:t>1.013e0</w:t>
      </w:r>
    </w:p>
    <w:p w:rsidR="005B3ED9" w:rsidRDefault="005B3ED9" w:rsidP="005B3ED9">
      <w:r>
        <w:t>170.1170</w:t>
      </w:r>
      <w:r>
        <w:tab/>
        <w:t>1.013e0</w:t>
      </w:r>
    </w:p>
    <w:p w:rsidR="005B3ED9" w:rsidRDefault="005B3ED9" w:rsidP="005B3ED9">
      <w:r>
        <w:t>170.1257</w:t>
      </w:r>
      <w:r>
        <w:tab/>
        <w:t>2.025e0</w:t>
      </w:r>
    </w:p>
    <w:p w:rsidR="005B3ED9" w:rsidRDefault="005B3ED9" w:rsidP="005B3ED9">
      <w:r>
        <w:t>170.1501</w:t>
      </w:r>
      <w:r>
        <w:tab/>
        <w:t>3.038e0</w:t>
      </w:r>
    </w:p>
    <w:p w:rsidR="005B3ED9" w:rsidRDefault="005B3ED9" w:rsidP="005B3ED9">
      <w:r>
        <w:t>170.1520</w:t>
      </w:r>
      <w:r>
        <w:tab/>
        <w:t>1.013e0</w:t>
      </w:r>
    </w:p>
    <w:p w:rsidR="005B3ED9" w:rsidRDefault="005B3ED9" w:rsidP="005B3ED9">
      <w:r>
        <w:t>170.1731</w:t>
      </w:r>
      <w:r>
        <w:tab/>
        <w:t>1.013e0</w:t>
      </w:r>
    </w:p>
    <w:p w:rsidR="005B3ED9" w:rsidRDefault="005B3ED9" w:rsidP="005B3ED9">
      <w:r>
        <w:t>170.1748</w:t>
      </w:r>
      <w:r>
        <w:tab/>
        <w:t>2.025e0</w:t>
      </w:r>
    </w:p>
    <w:p w:rsidR="005B3ED9" w:rsidRDefault="005B3ED9" w:rsidP="005B3ED9">
      <w:r>
        <w:lastRenderedPageBreak/>
        <w:t>170.1969</w:t>
      </w:r>
      <w:r>
        <w:tab/>
        <w:t>2.025e0</w:t>
      </w:r>
    </w:p>
    <w:p w:rsidR="005B3ED9" w:rsidRDefault="005B3ED9" w:rsidP="005B3ED9">
      <w:r>
        <w:t>170.2421</w:t>
      </w:r>
      <w:r>
        <w:tab/>
        <w:t>1.013e0</w:t>
      </w:r>
    </w:p>
    <w:p w:rsidR="005B3ED9" w:rsidRDefault="005B3ED9" w:rsidP="005B3ED9">
      <w:r>
        <w:t>170.2772</w:t>
      </w:r>
      <w:r>
        <w:tab/>
        <w:t>1.013e0</w:t>
      </w:r>
    </w:p>
    <w:p w:rsidR="005B3ED9" w:rsidRDefault="005B3ED9" w:rsidP="005B3ED9">
      <w:r>
        <w:t>170.3009</w:t>
      </w:r>
      <w:r>
        <w:tab/>
        <w:t>1.013e0</w:t>
      </w:r>
    </w:p>
    <w:p w:rsidR="005B3ED9" w:rsidRDefault="005B3ED9" w:rsidP="005B3ED9">
      <w:r>
        <w:t>170.3179</w:t>
      </w:r>
      <w:r>
        <w:tab/>
        <w:t>1.013e0</w:t>
      </w:r>
    </w:p>
    <w:p w:rsidR="005B3ED9" w:rsidRDefault="005B3ED9" w:rsidP="005B3ED9">
      <w:r>
        <w:t>170.3215</w:t>
      </w:r>
      <w:r>
        <w:tab/>
        <w:t>1.013e0</w:t>
      </w:r>
    </w:p>
    <w:p w:rsidR="005B3ED9" w:rsidRDefault="005B3ED9" w:rsidP="005B3ED9">
      <w:r>
        <w:t>170.4203</w:t>
      </w:r>
      <w:r>
        <w:tab/>
        <w:t>2.025e0</w:t>
      </w:r>
    </w:p>
    <w:p w:rsidR="005B3ED9" w:rsidRDefault="005B3ED9" w:rsidP="005B3ED9">
      <w:r>
        <w:t>170.4361</w:t>
      </w:r>
      <w:r>
        <w:tab/>
        <w:t>1.013e0</w:t>
      </w:r>
    </w:p>
    <w:p w:rsidR="005B3ED9" w:rsidRDefault="005B3ED9" w:rsidP="005B3ED9">
      <w:r>
        <w:t>170.4641</w:t>
      </w:r>
      <w:r>
        <w:tab/>
        <w:t>1.013e0</w:t>
      </w:r>
    </w:p>
    <w:p w:rsidR="005B3ED9" w:rsidRDefault="005B3ED9" w:rsidP="005B3ED9">
      <w:r>
        <w:t>170.5059</w:t>
      </w:r>
      <w:r>
        <w:tab/>
        <w:t>1.013e0</w:t>
      </w:r>
    </w:p>
    <w:p w:rsidR="005B3ED9" w:rsidRDefault="005B3ED9" w:rsidP="005B3ED9">
      <w:r>
        <w:t>170.5126</w:t>
      </w:r>
      <w:r>
        <w:tab/>
        <w:t>1.013e0</w:t>
      </w:r>
    </w:p>
    <w:p w:rsidR="005B3ED9" w:rsidRDefault="005B3ED9" w:rsidP="005B3ED9">
      <w:r>
        <w:t>170.5379</w:t>
      </w:r>
      <w:r>
        <w:tab/>
        <w:t>6.076e0</w:t>
      </w:r>
    </w:p>
    <w:p w:rsidR="005B3ED9" w:rsidRDefault="005B3ED9" w:rsidP="005B3ED9">
      <w:r>
        <w:t>170.5509</w:t>
      </w:r>
      <w:r>
        <w:tab/>
        <w:t>1.215e1</w:t>
      </w:r>
    </w:p>
    <w:p w:rsidR="005B3ED9" w:rsidRDefault="005B3ED9" w:rsidP="005B3ED9">
      <w:r>
        <w:t>170.5561</w:t>
      </w:r>
      <w:r>
        <w:tab/>
        <w:t>9.114e0</w:t>
      </w:r>
    </w:p>
    <w:p w:rsidR="005B3ED9" w:rsidRDefault="005B3ED9" w:rsidP="005B3ED9">
      <w:r>
        <w:t>170.5633</w:t>
      </w:r>
      <w:r>
        <w:tab/>
        <w:t>2.456e0</w:t>
      </w:r>
    </w:p>
    <w:p w:rsidR="005B3ED9" w:rsidRDefault="005B3ED9" w:rsidP="005B3ED9">
      <w:r>
        <w:t>170.6269</w:t>
      </w:r>
      <w:r>
        <w:tab/>
        <w:t>1.013e0</w:t>
      </w:r>
    </w:p>
    <w:p w:rsidR="005B3ED9" w:rsidRDefault="005B3ED9" w:rsidP="005B3ED9">
      <w:r>
        <w:t>170.6548</w:t>
      </w:r>
      <w:r>
        <w:tab/>
        <w:t>1.013e0</w:t>
      </w:r>
    </w:p>
    <w:p w:rsidR="005B3ED9" w:rsidRDefault="005B3ED9" w:rsidP="005B3ED9">
      <w:r>
        <w:t>170.6724</w:t>
      </w:r>
      <w:r>
        <w:tab/>
        <w:t>1.013e0</w:t>
      </w:r>
    </w:p>
    <w:p w:rsidR="005B3ED9" w:rsidRDefault="005B3ED9" w:rsidP="005B3ED9">
      <w:r>
        <w:t>170.7278</w:t>
      </w:r>
      <w:r>
        <w:tab/>
        <w:t>1.013e0</w:t>
      </w:r>
    </w:p>
    <w:p w:rsidR="005B3ED9" w:rsidRDefault="005B3ED9" w:rsidP="005B3ED9">
      <w:r>
        <w:lastRenderedPageBreak/>
        <w:t>170.7695</w:t>
      </w:r>
      <w:r>
        <w:tab/>
        <w:t>1.013e0</w:t>
      </w:r>
    </w:p>
    <w:p w:rsidR="005B3ED9" w:rsidRDefault="005B3ED9" w:rsidP="005B3ED9">
      <w:r>
        <w:t>170.8011</w:t>
      </w:r>
      <w:r>
        <w:tab/>
        <w:t>1.013e0</w:t>
      </w:r>
    </w:p>
    <w:p w:rsidR="005B3ED9" w:rsidRDefault="005B3ED9" w:rsidP="005B3ED9">
      <w:r>
        <w:t>170.8321</w:t>
      </w:r>
      <w:r>
        <w:tab/>
        <w:t>1.013e0</w:t>
      </w:r>
    </w:p>
    <w:p w:rsidR="005B3ED9" w:rsidRDefault="005B3ED9" w:rsidP="005B3ED9">
      <w:r>
        <w:t>170.8860</w:t>
      </w:r>
      <w:r>
        <w:tab/>
        <w:t>2.025e0</w:t>
      </w:r>
    </w:p>
    <w:p w:rsidR="005B3ED9" w:rsidRDefault="005B3ED9" w:rsidP="005B3ED9">
      <w:r>
        <w:t>170.9465</w:t>
      </w:r>
      <w:r>
        <w:tab/>
        <w:t>1.013e0</w:t>
      </w:r>
    </w:p>
    <w:p w:rsidR="005B3ED9" w:rsidRDefault="005B3ED9" w:rsidP="005B3ED9">
      <w:r>
        <w:t>170.9708</w:t>
      </w:r>
      <w:r>
        <w:tab/>
        <w:t>1.013e0</w:t>
      </w:r>
    </w:p>
    <w:p w:rsidR="005B3ED9" w:rsidRDefault="005B3ED9" w:rsidP="005B3ED9">
      <w:r>
        <w:t>170.9814</w:t>
      </w:r>
      <w:r>
        <w:tab/>
        <w:t>1.013e0</w:t>
      </w:r>
    </w:p>
    <w:p w:rsidR="005B3ED9" w:rsidRDefault="005B3ED9" w:rsidP="005B3ED9">
      <w:r>
        <w:t>170.9901</w:t>
      </w:r>
      <w:r>
        <w:tab/>
        <w:t>2.025e0</w:t>
      </w:r>
    </w:p>
    <w:p w:rsidR="005B3ED9" w:rsidRDefault="005B3ED9" w:rsidP="005B3ED9">
      <w:r>
        <w:t>170.9989</w:t>
      </w:r>
      <w:r>
        <w:tab/>
        <w:t>1.013e0</w:t>
      </w:r>
    </w:p>
    <w:p w:rsidR="005B3ED9" w:rsidRDefault="005B3ED9" w:rsidP="005B3ED9">
      <w:r>
        <w:t>171.0095</w:t>
      </w:r>
      <w:r>
        <w:tab/>
        <w:t>1.013e0</w:t>
      </w:r>
    </w:p>
    <w:p w:rsidR="005B3ED9" w:rsidRDefault="005B3ED9" w:rsidP="005B3ED9">
      <w:r>
        <w:t>171.0306</w:t>
      </w:r>
      <w:r>
        <w:tab/>
        <w:t>1.013e0</w:t>
      </w:r>
    </w:p>
    <w:p w:rsidR="005B3ED9" w:rsidRDefault="005B3ED9" w:rsidP="005B3ED9">
      <w:r>
        <w:t>171.0337</w:t>
      </w:r>
      <w:r>
        <w:tab/>
        <w:t>4.051e0</w:t>
      </w:r>
    </w:p>
    <w:p w:rsidR="005B3ED9" w:rsidRDefault="005B3ED9" w:rsidP="005B3ED9">
      <w:r>
        <w:t>171.0375</w:t>
      </w:r>
      <w:r>
        <w:tab/>
        <w:t>1.013e0</w:t>
      </w:r>
    </w:p>
    <w:p w:rsidR="005B3ED9" w:rsidRDefault="005B3ED9" w:rsidP="005B3ED9">
      <w:r>
        <w:t>171.0509</w:t>
      </w:r>
      <w:r>
        <w:tab/>
        <w:t>3.038e0</w:t>
      </w:r>
    </w:p>
    <w:p w:rsidR="005B3ED9" w:rsidRDefault="005B3ED9" w:rsidP="005B3ED9">
      <w:r>
        <w:t>171.0557</w:t>
      </w:r>
      <w:r>
        <w:tab/>
        <w:t>2.025e0</w:t>
      </w:r>
    </w:p>
    <w:p w:rsidR="005B3ED9" w:rsidRDefault="005B3ED9" w:rsidP="005B3ED9">
      <w:r>
        <w:t>171.0715</w:t>
      </w:r>
      <w:r>
        <w:tab/>
        <w:t>1.013e0</w:t>
      </w:r>
    </w:p>
    <w:p w:rsidR="005B3ED9" w:rsidRDefault="005B3ED9" w:rsidP="005B3ED9">
      <w:r>
        <w:t>171.0821</w:t>
      </w:r>
      <w:r>
        <w:tab/>
        <w:t>3.038e0</w:t>
      </w:r>
    </w:p>
    <w:p w:rsidR="005B3ED9" w:rsidRDefault="005B3ED9" w:rsidP="005B3ED9">
      <w:r>
        <w:t>171.0977</w:t>
      </w:r>
      <w:r>
        <w:tab/>
        <w:t>3.038e0</w:t>
      </w:r>
    </w:p>
    <w:p w:rsidR="005B3ED9" w:rsidRDefault="005B3ED9" w:rsidP="005B3ED9">
      <w:r>
        <w:t>171.1102</w:t>
      </w:r>
      <w:r>
        <w:tab/>
        <w:t>1.013e0</w:t>
      </w:r>
    </w:p>
    <w:p w:rsidR="005B3ED9" w:rsidRDefault="005B3ED9" w:rsidP="005B3ED9">
      <w:r>
        <w:lastRenderedPageBreak/>
        <w:t>171.1434</w:t>
      </w:r>
      <w:r>
        <w:tab/>
        <w:t>3.060e0</w:t>
      </w:r>
    </w:p>
    <w:p w:rsidR="005B3ED9" w:rsidRDefault="005B3ED9" w:rsidP="005B3ED9">
      <w:r>
        <w:t>171.1464</w:t>
      </w:r>
      <w:r>
        <w:tab/>
        <w:t>7.832e0</w:t>
      </w:r>
    </w:p>
    <w:p w:rsidR="005B3ED9" w:rsidRDefault="005B3ED9" w:rsidP="005B3ED9">
      <w:r>
        <w:t>171.1527</w:t>
      </w:r>
      <w:r>
        <w:tab/>
        <w:t>1.418e1</w:t>
      </w:r>
    </w:p>
    <w:p w:rsidR="005B3ED9" w:rsidRDefault="005B3ED9" w:rsidP="005B3ED9">
      <w:r>
        <w:t>171.1723</w:t>
      </w:r>
      <w:r>
        <w:tab/>
        <w:t>1.013e0</w:t>
      </w:r>
    </w:p>
    <w:p w:rsidR="005B3ED9" w:rsidRDefault="005B3ED9" w:rsidP="005B3ED9">
      <w:r>
        <w:t>171.1898</w:t>
      </w:r>
      <w:r>
        <w:tab/>
        <w:t>1.013e0</w:t>
      </w:r>
    </w:p>
    <w:p w:rsidR="005B3ED9" w:rsidRDefault="005B3ED9" w:rsidP="005B3ED9">
      <w:r>
        <w:t>171.2179</w:t>
      </w:r>
      <w:r>
        <w:tab/>
        <w:t>1.013e0</w:t>
      </w:r>
    </w:p>
    <w:p w:rsidR="005B3ED9" w:rsidRDefault="005B3ED9" w:rsidP="005B3ED9">
      <w:r>
        <w:t>171.2940</w:t>
      </w:r>
      <w:r>
        <w:tab/>
        <w:t>1.013e0</w:t>
      </w:r>
    </w:p>
    <w:p w:rsidR="005B3ED9" w:rsidRDefault="005B3ED9" w:rsidP="005B3ED9">
      <w:r>
        <w:t>171.3029</w:t>
      </w:r>
      <w:r>
        <w:tab/>
        <w:t>2.025e0</w:t>
      </w:r>
    </w:p>
    <w:p w:rsidR="005B3ED9" w:rsidRDefault="005B3ED9" w:rsidP="005B3ED9">
      <w:r>
        <w:t>171.3082</w:t>
      </w:r>
      <w:r>
        <w:tab/>
        <w:t>1.013e0</w:t>
      </w:r>
    </w:p>
    <w:p w:rsidR="005B3ED9" w:rsidRDefault="005B3ED9" w:rsidP="005B3ED9">
      <w:r>
        <w:t>171.3293</w:t>
      </w:r>
      <w:r>
        <w:tab/>
        <w:t>3.038e0</w:t>
      </w:r>
    </w:p>
    <w:p w:rsidR="005B3ED9" w:rsidRDefault="005B3ED9" w:rsidP="005B3ED9">
      <w:r>
        <w:t>171.3398</w:t>
      </w:r>
      <w:r>
        <w:tab/>
        <w:t>1.013e0</w:t>
      </w:r>
    </w:p>
    <w:p w:rsidR="005B3ED9" w:rsidRDefault="005B3ED9" w:rsidP="005B3ED9">
      <w:r>
        <w:t>171.3747</w:t>
      </w:r>
      <w:r>
        <w:tab/>
        <w:t>1.013e0</w:t>
      </w:r>
    </w:p>
    <w:p w:rsidR="005B3ED9" w:rsidRDefault="005B3ED9" w:rsidP="005B3ED9">
      <w:r>
        <w:t>171.3882</w:t>
      </w:r>
      <w:r>
        <w:tab/>
        <w:t>1.013e0</w:t>
      </w:r>
    </w:p>
    <w:p w:rsidR="005B3ED9" w:rsidRDefault="005B3ED9" w:rsidP="005B3ED9">
      <w:r>
        <w:t>171.3916</w:t>
      </w:r>
      <w:r>
        <w:tab/>
        <w:t>1.013e0</w:t>
      </w:r>
    </w:p>
    <w:p w:rsidR="005B3ED9" w:rsidRDefault="005B3ED9" w:rsidP="005B3ED9">
      <w:r>
        <w:t>171.4089</w:t>
      </w:r>
      <w:r>
        <w:tab/>
        <w:t>1.013e0</w:t>
      </w:r>
    </w:p>
    <w:p w:rsidR="005B3ED9" w:rsidRDefault="005B3ED9" w:rsidP="005B3ED9">
      <w:r>
        <w:t>171.4406</w:t>
      </w:r>
      <w:r>
        <w:tab/>
        <w:t>2.025e0</w:t>
      </w:r>
    </w:p>
    <w:p w:rsidR="005B3ED9" w:rsidRDefault="005B3ED9" w:rsidP="005B3ED9">
      <w:r>
        <w:t>171.5291</w:t>
      </w:r>
      <w:r>
        <w:tab/>
        <w:t>2.025e0</w:t>
      </w:r>
    </w:p>
    <w:p w:rsidR="005B3ED9" w:rsidRDefault="005B3ED9" w:rsidP="005B3ED9">
      <w:r>
        <w:t>171.5404</w:t>
      </w:r>
      <w:r>
        <w:tab/>
        <w:t>3.038e0</w:t>
      </w:r>
    </w:p>
    <w:p w:rsidR="005B3ED9" w:rsidRDefault="005B3ED9" w:rsidP="005B3ED9">
      <w:r>
        <w:t>171.5449</w:t>
      </w:r>
      <w:r>
        <w:tab/>
        <w:t>1.013e0</w:t>
      </w:r>
    </w:p>
    <w:p w:rsidR="005B3ED9" w:rsidRDefault="005B3ED9" w:rsidP="005B3ED9">
      <w:r>
        <w:lastRenderedPageBreak/>
        <w:t>171.5467</w:t>
      </w:r>
      <w:r>
        <w:tab/>
        <w:t>2.025e0</w:t>
      </w:r>
    </w:p>
    <w:p w:rsidR="005B3ED9" w:rsidRDefault="005B3ED9" w:rsidP="005B3ED9">
      <w:r>
        <w:t>171.8029</w:t>
      </w:r>
      <w:r>
        <w:tab/>
        <w:t>2.025e0</w:t>
      </w:r>
    </w:p>
    <w:p w:rsidR="005B3ED9" w:rsidRDefault="005B3ED9" w:rsidP="005B3ED9">
      <w:r>
        <w:t>171.8064</w:t>
      </w:r>
      <w:r>
        <w:tab/>
        <w:t>1.013e0</w:t>
      </w:r>
    </w:p>
    <w:p w:rsidR="005B3ED9" w:rsidRDefault="005B3ED9" w:rsidP="005B3ED9">
      <w:r>
        <w:t>171.8615</w:t>
      </w:r>
      <w:r>
        <w:tab/>
        <w:t>1.013e0</w:t>
      </w:r>
    </w:p>
    <w:p w:rsidR="005B3ED9" w:rsidRDefault="005B3ED9" w:rsidP="005B3ED9">
      <w:r>
        <w:t>171.8668</w:t>
      </w:r>
      <w:r>
        <w:tab/>
        <w:t>2.025e0</w:t>
      </w:r>
    </w:p>
    <w:p w:rsidR="005B3ED9" w:rsidRDefault="005B3ED9" w:rsidP="005B3ED9">
      <w:r>
        <w:t>171.8827</w:t>
      </w:r>
      <w:r>
        <w:tab/>
        <w:t>1.013e0</w:t>
      </w:r>
    </w:p>
    <w:p w:rsidR="005B3ED9" w:rsidRDefault="005B3ED9" w:rsidP="005B3ED9">
      <w:r>
        <w:t>171.9037</w:t>
      </w:r>
      <w:r>
        <w:tab/>
        <w:t>1.013e0</w:t>
      </w:r>
    </w:p>
    <w:p w:rsidR="005B3ED9" w:rsidRDefault="005B3ED9" w:rsidP="005B3ED9">
      <w:r>
        <w:t>171.9249</w:t>
      </w:r>
      <w:r>
        <w:tab/>
        <w:t>1.013e0</w:t>
      </w:r>
    </w:p>
    <w:p w:rsidR="005B3ED9" w:rsidRDefault="005B3ED9" w:rsidP="005B3ED9">
      <w:r>
        <w:t>171.9492</w:t>
      </w:r>
      <w:r>
        <w:tab/>
        <w:t>2.025e0</w:t>
      </w:r>
    </w:p>
    <w:p w:rsidR="005B3ED9" w:rsidRDefault="005B3ED9" w:rsidP="005B3ED9">
      <w:r>
        <w:t>171.9593</w:t>
      </w:r>
      <w:r>
        <w:tab/>
        <w:t>1.013e0</w:t>
      </w:r>
    </w:p>
    <w:p w:rsidR="005B3ED9" w:rsidRDefault="005B3ED9" w:rsidP="005B3ED9">
      <w:r>
        <w:t>171.9947</w:t>
      </w:r>
      <w:r>
        <w:tab/>
        <w:t>4.051e0</w:t>
      </w:r>
    </w:p>
    <w:p w:rsidR="005B3ED9" w:rsidRDefault="005B3ED9" w:rsidP="005B3ED9">
      <w:r>
        <w:t>171.9964</w:t>
      </w:r>
      <w:r>
        <w:tab/>
        <w:t>5.063e0</w:t>
      </w:r>
    </w:p>
    <w:p w:rsidR="005B3ED9" w:rsidRDefault="005B3ED9" w:rsidP="005B3ED9">
      <w:r>
        <w:t>171.9993</w:t>
      </w:r>
      <w:r>
        <w:tab/>
        <w:t>7.372e0</w:t>
      </w:r>
    </w:p>
    <w:p w:rsidR="005B3ED9" w:rsidRDefault="005B3ED9" w:rsidP="005B3ED9">
      <w:r>
        <w:t>172.0364</w:t>
      </w:r>
      <w:r>
        <w:tab/>
        <w:t>1.013e0</w:t>
      </w:r>
    </w:p>
    <w:p w:rsidR="005B3ED9" w:rsidRDefault="005B3ED9" w:rsidP="005B3ED9">
      <w:r>
        <w:t>172.0470</w:t>
      </w:r>
      <w:r>
        <w:tab/>
        <w:t>1.013e0</w:t>
      </w:r>
    </w:p>
    <w:p w:rsidR="005B3ED9" w:rsidRDefault="005B3ED9" w:rsidP="005B3ED9">
      <w:r>
        <w:t>172.0541</w:t>
      </w:r>
      <w:r>
        <w:tab/>
        <w:t>1.013e0</w:t>
      </w:r>
    </w:p>
    <w:p w:rsidR="005B3ED9" w:rsidRDefault="005B3ED9" w:rsidP="005B3ED9">
      <w:r>
        <w:t>172.0734</w:t>
      </w:r>
      <w:r>
        <w:tab/>
        <w:t>3.038e0</w:t>
      </w:r>
    </w:p>
    <w:p w:rsidR="005B3ED9" w:rsidRDefault="005B3ED9" w:rsidP="005B3ED9">
      <w:r>
        <w:t>172.0878</w:t>
      </w:r>
      <w:r>
        <w:tab/>
        <w:t>2.025e0</w:t>
      </w:r>
    </w:p>
    <w:p w:rsidR="005B3ED9" w:rsidRDefault="005B3ED9" w:rsidP="005B3ED9">
      <w:r>
        <w:t>172.0951</w:t>
      </w:r>
      <w:r>
        <w:tab/>
        <w:t>3.038e0</w:t>
      </w:r>
    </w:p>
    <w:p w:rsidR="005B3ED9" w:rsidRDefault="005B3ED9" w:rsidP="005B3ED9">
      <w:r>
        <w:lastRenderedPageBreak/>
        <w:t>172.0972</w:t>
      </w:r>
      <w:r>
        <w:tab/>
        <w:t>5.063e0</w:t>
      </w:r>
    </w:p>
    <w:p w:rsidR="005B3ED9" w:rsidRDefault="005B3ED9" w:rsidP="005B3ED9">
      <w:r>
        <w:t>172.1285</w:t>
      </w:r>
      <w:r>
        <w:tab/>
        <w:t>2.025e0</w:t>
      </w:r>
    </w:p>
    <w:p w:rsidR="005B3ED9" w:rsidRDefault="005B3ED9" w:rsidP="005B3ED9">
      <w:r>
        <w:t>172.1322</w:t>
      </w:r>
      <w:r>
        <w:tab/>
        <w:t>3.038e0</w:t>
      </w:r>
    </w:p>
    <w:p w:rsidR="005B3ED9" w:rsidRDefault="005B3ED9" w:rsidP="005B3ED9">
      <w:r>
        <w:t>172.1443</w:t>
      </w:r>
      <w:r>
        <w:tab/>
        <w:t>2.025e0</w:t>
      </w:r>
    </w:p>
    <w:p w:rsidR="005B3ED9" w:rsidRDefault="005B3ED9" w:rsidP="005B3ED9">
      <w:r>
        <w:t>172.1514</w:t>
      </w:r>
      <w:r>
        <w:tab/>
        <w:t>1.013e0</w:t>
      </w:r>
    </w:p>
    <w:p w:rsidR="005B3ED9" w:rsidRDefault="005B3ED9" w:rsidP="005B3ED9">
      <w:r>
        <w:t>172.1541</w:t>
      </w:r>
      <w:r>
        <w:tab/>
        <w:t>3.038e0</w:t>
      </w:r>
    </w:p>
    <w:p w:rsidR="005B3ED9" w:rsidRDefault="005B3ED9" w:rsidP="005B3ED9">
      <w:r>
        <w:t>172.1794</w:t>
      </w:r>
      <w:r>
        <w:tab/>
        <w:t>1.013e0</w:t>
      </w:r>
    </w:p>
    <w:p w:rsidR="005B3ED9" w:rsidRDefault="005B3ED9" w:rsidP="005B3ED9">
      <w:r>
        <w:t>172.2045</w:t>
      </w:r>
      <w:r>
        <w:tab/>
        <w:t>2.025e0</w:t>
      </w:r>
    </w:p>
    <w:p w:rsidR="005B3ED9" w:rsidRDefault="005B3ED9" w:rsidP="005B3ED9">
      <w:r>
        <w:t>172.2418</w:t>
      </w:r>
      <w:r>
        <w:tab/>
        <w:t>1.013e0</w:t>
      </w:r>
    </w:p>
    <w:p w:rsidR="005B3ED9" w:rsidRDefault="005B3ED9" w:rsidP="005B3ED9">
      <w:r>
        <w:t>172.3116</w:t>
      </w:r>
      <w:r>
        <w:tab/>
        <w:t>1.013e0</w:t>
      </w:r>
    </w:p>
    <w:p w:rsidR="005B3ED9" w:rsidRDefault="005B3ED9" w:rsidP="005B3ED9">
      <w:r>
        <w:t>172.3639</w:t>
      </w:r>
      <w:r>
        <w:tab/>
        <w:t>2.025e0</w:t>
      </w:r>
    </w:p>
    <w:p w:rsidR="005B3ED9" w:rsidRDefault="005B3ED9" w:rsidP="005B3ED9">
      <w:r>
        <w:t>172.3850</w:t>
      </w:r>
      <w:r>
        <w:tab/>
        <w:t>1.013e0</w:t>
      </w:r>
    </w:p>
    <w:p w:rsidR="005B3ED9" w:rsidRDefault="005B3ED9" w:rsidP="005B3ED9">
      <w:r>
        <w:t>172.4133</w:t>
      </w:r>
      <w:r>
        <w:tab/>
        <w:t>1.013e0</w:t>
      </w:r>
    </w:p>
    <w:p w:rsidR="005B3ED9" w:rsidRDefault="005B3ED9" w:rsidP="005B3ED9">
      <w:r>
        <w:t>172.4790</w:t>
      </w:r>
      <w:r>
        <w:tab/>
        <w:t>1.013e0</w:t>
      </w:r>
    </w:p>
    <w:p w:rsidR="005B3ED9" w:rsidRDefault="005B3ED9" w:rsidP="005B3ED9">
      <w:r>
        <w:t>172.5213</w:t>
      </w:r>
      <w:r>
        <w:tab/>
        <w:t>1.013e0</w:t>
      </w:r>
    </w:p>
    <w:p w:rsidR="005B3ED9" w:rsidRDefault="005B3ED9" w:rsidP="005B3ED9">
      <w:r>
        <w:t>172.5232</w:t>
      </w:r>
      <w:r>
        <w:tab/>
        <w:t>2.025e0</w:t>
      </w:r>
    </w:p>
    <w:p w:rsidR="005B3ED9" w:rsidRDefault="005B3ED9" w:rsidP="005B3ED9">
      <w:r>
        <w:t>172.5286</w:t>
      </w:r>
      <w:r>
        <w:tab/>
        <w:t>2.025e0</w:t>
      </w:r>
    </w:p>
    <w:p w:rsidR="005B3ED9" w:rsidRDefault="005B3ED9" w:rsidP="005B3ED9">
      <w:r>
        <w:t>172.5468</w:t>
      </w:r>
      <w:r>
        <w:tab/>
        <w:t>3.038e0</w:t>
      </w:r>
    </w:p>
    <w:p w:rsidR="005B3ED9" w:rsidRDefault="005B3ED9" w:rsidP="005B3ED9">
      <w:r>
        <w:t>172.5592</w:t>
      </w:r>
      <w:r>
        <w:tab/>
        <w:t>1.013e0</w:t>
      </w:r>
    </w:p>
    <w:p w:rsidR="005B3ED9" w:rsidRDefault="005B3ED9" w:rsidP="005B3ED9">
      <w:r>
        <w:lastRenderedPageBreak/>
        <w:t>172.6012</w:t>
      </w:r>
      <w:r>
        <w:tab/>
        <w:t>1.013e0</w:t>
      </w:r>
    </w:p>
    <w:p w:rsidR="005B3ED9" w:rsidRDefault="005B3ED9" w:rsidP="005B3ED9">
      <w:r>
        <w:t>172.6577</w:t>
      </w:r>
      <w:r>
        <w:tab/>
        <w:t>1.013e0</w:t>
      </w:r>
    </w:p>
    <w:p w:rsidR="005B3ED9" w:rsidRDefault="005B3ED9" w:rsidP="005B3ED9">
      <w:r>
        <w:t>172.6780</w:t>
      </w:r>
      <w:r>
        <w:tab/>
        <w:t>1.013e0</w:t>
      </w:r>
    </w:p>
    <w:p w:rsidR="005B3ED9" w:rsidRDefault="005B3ED9" w:rsidP="005B3ED9">
      <w:r>
        <w:t>172.7323</w:t>
      </w:r>
      <w:r>
        <w:tab/>
        <w:t>2.025e0</w:t>
      </w:r>
    </w:p>
    <w:p w:rsidR="005B3ED9" w:rsidRDefault="005B3ED9" w:rsidP="005B3ED9">
      <w:r>
        <w:t>172.7693</w:t>
      </w:r>
      <w:r>
        <w:tab/>
        <w:t>1.013e0</w:t>
      </w:r>
    </w:p>
    <w:p w:rsidR="005B3ED9" w:rsidRDefault="005B3ED9" w:rsidP="005B3ED9">
      <w:r>
        <w:t>172.7800</w:t>
      </w:r>
      <w:r>
        <w:tab/>
        <w:t>2.025e0</w:t>
      </w:r>
    </w:p>
    <w:p w:rsidR="005B3ED9" w:rsidRDefault="005B3ED9" w:rsidP="005B3ED9">
      <w:r>
        <w:t>172.8038</w:t>
      </w:r>
      <w:r>
        <w:tab/>
        <w:t>1.013e0</w:t>
      </w:r>
    </w:p>
    <w:p w:rsidR="005B3ED9" w:rsidRDefault="005B3ED9" w:rsidP="005B3ED9">
      <w:r>
        <w:t>172.8493</w:t>
      </w:r>
      <w:r>
        <w:tab/>
        <w:t>1.013e0</w:t>
      </w:r>
    </w:p>
    <w:p w:rsidR="005B3ED9" w:rsidRDefault="005B3ED9" w:rsidP="005B3ED9">
      <w:r>
        <w:t>172.8598</w:t>
      </w:r>
      <w:r>
        <w:tab/>
        <w:t>1.013e0</w:t>
      </w:r>
    </w:p>
    <w:p w:rsidR="005B3ED9" w:rsidRDefault="005B3ED9" w:rsidP="005B3ED9">
      <w:r>
        <w:t>172.9023</w:t>
      </w:r>
      <w:r>
        <w:tab/>
        <w:t>1.013e0</w:t>
      </w:r>
    </w:p>
    <w:p w:rsidR="005B3ED9" w:rsidRDefault="005B3ED9" w:rsidP="005B3ED9">
      <w:r>
        <w:t>172.9962</w:t>
      </w:r>
      <w:r>
        <w:tab/>
        <w:t>2.025e0</w:t>
      </w:r>
    </w:p>
    <w:p w:rsidR="005B3ED9" w:rsidRDefault="005B3ED9" w:rsidP="005B3ED9">
      <w:r>
        <w:t>173.0033</w:t>
      </w:r>
      <w:r>
        <w:tab/>
        <w:t>1.013e0</w:t>
      </w:r>
    </w:p>
    <w:p w:rsidR="005B3ED9" w:rsidRDefault="005B3ED9" w:rsidP="005B3ED9">
      <w:r>
        <w:t>173.0340</w:t>
      </w:r>
      <w:r>
        <w:tab/>
        <w:t>3.038e0</w:t>
      </w:r>
    </w:p>
    <w:p w:rsidR="005B3ED9" w:rsidRDefault="005B3ED9" w:rsidP="005B3ED9">
      <w:r>
        <w:t>173.0360</w:t>
      </w:r>
      <w:r>
        <w:tab/>
        <w:t>8.101e0</w:t>
      </w:r>
    </w:p>
    <w:p w:rsidR="005B3ED9" w:rsidRDefault="005B3ED9" w:rsidP="005B3ED9">
      <w:r>
        <w:t>173.0553</w:t>
      </w:r>
      <w:r>
        <w:tab/>
        <w:t>1.013e0</w:t>
      </w:r>
    </w:p>
    <w:p w:rsidR="005B3ED9" w:rsidRDefault="005B3ED9" w:rsidP="005B3ED9">
      <w:r>
        <w:t>173.0726</w:t>
      </w:r>
      <w:r>
        <w:tab/>
        <w:t>2.025e0</w:t>
      </w:r>
    </w:p>
    <w:p w:rsidR="005B3ED9" w:rsidRDefault="005B3ED9" w:rsidP="005B3ED9">
      <w:r>
        <w:t>173.0833</w:t>
      </w:r>
      <w:r>
        <w:tab/>
        <w:t>1.013e0</w:t>
      </w:r>
    </w:p>
    <w:p w:rsidR="005B3ED9" w:rsidRDefault="005B3ED9" w:rsidP="005B3ED9">
      <w:r>
        <w:t>173.0903</w:t>
      </w:r>
      <w:r>
        <w:tab/>
        <w:t>2.025e0</w:t>
      </w:r>
    </w:p>
    <w:p w:rsidR="005B3ED9" w:rsidRDefault="005B3ED9" w:rsidP="005B3ED9">
      <w:r>
        <w:t>173.0938</w:t>
      </w:r>
      <w:r>
        <w:tab/>
        <w:t>4.051e0</w:t>
      </w:r>
    </w:p>
    <w:p w:rsidR="005B3ED9" w:rsidRDefault="005B3ED9" w:rsidP="005B3ED9">
      <w:r>
        <w:lastRenderedPageBreak/>
        <w:t>173.1009</w:t>
      </w:r>
      <w:r>
        <w:tab/>
        <w:t>1.013e0</w:t>
      </w:r>
    </w:p>
    <w:p w:rsidR="005B3ED9" w:rsidRDefault="005B3ED9" w:rsidP="005B3ED9">
      <w:r>
        <w:t>173.1072</w:t>
      </w:r>
      <w:r>
        <w:tab/>
        <w:t>1.491e0</w:t>
      </w:r>
    </w:p>
    <w:p w:rsidR="005B3ED9" w:rsidRDefault="005B3ED9" w:rsidP="005B3ED9">
      <w:r>
        <w:t>173.1221</w:t>
      </w:r>
      <w:r>
        <w:tab/>
        <w:t>2.025e0</w:t>
      </w:r>
    </w:p>
    <w:p w:rsidR="005B3ED9" w:rsidRDefault="005B3ED9" w:rsidP="005B3ED9">
      <w:r>
        <w:t>173.1291</w:t>
      </w:r>
      <w:r>
        <w:tab/>
        <w:t>3.038e0</w:t>
      </w:r>
    </w:p>
    <w:p w:rsidR="005B3ED9" w:rsidRDefault="005B3ED9" w:rsidP="005B3ED9">
      <w:r>
        <w:t>173.1327</w:t>
      </w:r>
      <w:r>
        <w:tab/>
        <w:t>1.013e0</w:t>
      </w:r>
    </w:p>
    <w:p w:rsidR="005B3ED9" w:rsidRDefault="005B3ED9" w:rsidP="005B3ED9">
      <w:r>
        <w:t>173.1540</w:t>
      </w:r>
      <w:r>
        <w:tab/>
        <w:t>1.013e0</w:t>
      </w:r>
    </w:p>
    <w:p w:rsidR="005B3ED9" w:rsidRDefault="005B3ED9" w:rsidP="005B3ED9">
      <w:r>
        <w:t>173.2020</w:t>
      </w:r>
      <w:r>
        <w:tab/>
        <w:t>1.013e0</w:t>
      </w:r>
    </w:p>
    <w:p w:rsidR="005B3ED9" w:rsidRDefault="005B3ED9" w:rsidP="005B3ED9">
      <w:r>
        <w:t>173.2056</w:t>
      </w:r>
      <w:r>
        <w:tab/>
        <w:t>1.013e0</w:t>
      </w:r>
    </w:p>
    <w:p w:rsidR="005B3ED9" w:rsidRDefault="005B3ED9" w:rsidP="005B3ED9">
      <w:r>
        <w:t>173.2233</w:t>
      </w:r>
      <w:r>
        <w:tab/>
        <w:t>1.013e0</w:t>
      </w:r>
    </w:p>
    <w:p w:rsidR="005B3ED9" w:rsidRDefault="005B3ED9" w:rsidP="005B3ED9">
      <w:r>
        <w:t>173.2268</w:t>
      </w:r>
      <w:r>
        <w:tab/>
        <w:t>2.025e0</w:t>
      </w:r>
    </w:p>
    <w:p w:rsidR="005B3ED9" w:rsidRDefault="005B3ED9" w:rsidP="005B3ED9">
      <w:r>
        <w:t>173.2656</w:t>
      </w:r>
      <w:r>
        <w:tab/>
        <w:t>1.013e0</w:t>
      </w:r>
    </w:p>
    <w:p w:rsidR="005B3ED9" w:rsidRDefault="005B3ED9" w:rsidP="005B3ED9">
      <w:r>
        <w:t>173.2834</w:t>
      </w:r>
      <w:r>
        <w:tab/>
        <w:t>1.013e0</w:t>
      </w:r>
    </w:p>
    <w:p w:rsidR="005B3ED9" w:rsidRDefault="005B3ED9" w:rsidP="005B3ED9">
      <w:r>
        <w:t>173.2902</w:t>
      </w:r>
      <w:r>
        <w:tab/>
        <w:t>1.013e0</w:t>
      </w:r>
    </w:p>
    <w:p w:rsidR="005B3ED9" w:rsidRDefault="005B3ED9" w:rsidP="005B3ED9">
      <w:r>
        <w:t>173.3244</w:t>
      </w:r>
      <w:r>
        <w:tab/>
        <w:t>1.013e0</w:t>
      </w:r>
    </w:p>
    <w:p w:rsidR="005B3ED9" w:rsidRDefault="005B3ED9" w:rsidP="005B3ED9">
      <w:r>
        <w:t>173.3633</w:t>
      </w:r>
      <w:r>
        <w:tab/>
        <w:t>1.013e0</w:t>
      </w:r>
    </w:p>
    <w:p w:rsidR="005B3ED9" w:rsidRDefault="005B3ED9" w:rsidP="005B3ED9">
      <w:r>
        <w:t>173.4022</w:t>
      </w:r>
      <w:r>
        <w:tab/>
        <w:t>1.013e0</w:t>
      </w:r>
    </w:p>
    <w:p w:rsidR="005B3ED9" w:rsidRDefault="005B3ED9" w:rsidP="005B3ED9">
      <w:r>
        <w:t>173.4787</w:t>
      </w:r>
      <w:r>
        <w:tab/>
        <w:t>1.013e0</w:t>
      </w:r>
    </w:p>
    <w:p w:rsidR="005B3ED9" w:rsidRDefault="005B3ED9" w:rsidP="005B3ED9">
      <w:r>
        <w:t>173.5440</w:t>
      </w:r>
      <w:r>
        <w:tab/>
        <w:t>2.025e0</w:t>
      </w:r>
    </w:p>
    <w:p w:rsidR="005B3ED9" w:rsidRDefault="005B3ED9" w:rsidP="005B3ED9">
      <w:r>
        <w:t>173.5458</w:t>
      </w:r>
      <w:r>
        <w:tab/>
        <w:t>2.025e0</w:t>
      </w:r>
    </w:p>
    <w:p w:rsidR="005B3ED9" w:rsidRDefault="005B3ED9" w:rsidP="005B3ED9">
      <w:r>
        <w:lastRenderedPageBreak/>
        <w:t>173.5629</w:t>
      </w:r>
      <w:r>
        <w:tab/>
        <w:t>1.013e0</w:t>
      </w:r>
    </w:p>
    <w:p w:rsidR="005B3ED9" w:rsidRDefault="005B3ED9" w:rsidP="005B3ED9">
      <w:r>
        <w:t>173.6400</w:t>
      </w:r>
      <w:r>
        <w:tab/>
        <w:t>1.013e0</w:t>
      </w:r>
    </w:p>
    <w:p w:rsidR="005B3ED9" w:rsidRDefault="005B3ED9" w:rsidP="005B3ED9">
      <w:r>
        <w:t>173.6541</w:t>
      </w:r>
      <w:r>
        <w:tab/>
        <w:t>1.013e0</w:t>
      </w:r>
    </w:p>
    <w:p w:rsidR="005B3ED9" w:rsidRDefault="005B3ED9" w:rsidP="005B3ED9">
      <w:r>
        <w:t>173.6789</w:t>
      </w:r>
      <w:r>
        <w:tab/>
        <w:t>1.013e0</w:t>
      </w:r>
    </w:p>
    <w:p w:rsidR="005B3ED9" w:rsidRDefault="005B3ED9" w:rsidP="005B3ED9">
      <w:r>
        <w:t>173.6994</w:t>
      </w:r>
      <w:r>
        <w:tab/>
        <w:t>1.013e0</w:t>
      </w:r>
    </w:p>
    <w:p w:rsidR="005B3ED9" w:rsidRDefault="005B3ED9" w:rsidP="005B3ED9">
      <w:r>
        <w:t>173.7200</w:t>
      </w:r>
      <w:r>
        <w:tab/>
        <w:t>1.013e0</w:t>
      </w:r>
    </w:p>
    <w:p w:rsidR="005B3ED9" w:rsidRDefault="005B3ED9" w:rsidP="005B3ED9">
      <w:r>
        <w:t>173.7413</w:t>
      </w:r>
      <w:r>
        <w:tab/>
        <w:t>1.013e0</w:t>
      </w:r>
    </w:p>
    <w:p w:rsidR="005B3ED9" w:rsidRDefault="005B3ED9" w:rsidP="005B3ED9">
      <w:r>
        <w:t>173.7590</w:t>
      </w:r>
      <w:r>
        <w:tab/>
        <w:t>2.025e0</w:t>
      </w:r>
    </w:p>
    <w:p w:rsidR="005B3ED9" w:rsidRDefault="005B3ED9" w:rsidP="005B3ED9">
      <w:r>
        <w:t>173.7908</w:t>
      </w:r>
      <w:r>
        <w:tab/>
        <w:t>1.013e0</w:t>
      </w:r>
    </w:p>
    <w:p w:rsidR="005B3ED9" w:rsidRDefault="005B3ED9" w:rsidP="005B3ED9">
      <w:r>
        <w:t>173.8407</w:t>
      </w:r>
      <w:r>
        <w:tab/>
        <w:t>2.025e0</w:t>
      </w:r>
    </w:p>
    <w:p w:rsidR="005B3ED9" w:rsidRDefault="005B3ED9" w:rsidP="005B3ED9">
      <w:r>
        <w:t>173.8692</w:t>
      </w:r>
      <w:r>
        <w:tab/>
        <w:t>2.025e0</w:t>
      </w:r>
    </w:p>
    <w:p w:rsidR="005B3ED9" w:rsidRDefault="005B3ED9" w:rsidP="005B3ED9">
      <w:r>
        <w:t>173.8957</w:t>
      </w:r>
      <w:r>
        <w:tab/>
        <w:t>1.013e0</w:t>
      </w:r>
    </w:p>
    <w:p w:rsidR="005B3ED9" w:rsidRDefault="005B3ED9" w:rsidP="005B3ED9">
      <w:r>
        <w:t>173.9623</w:t>
      </w:r>
      <w:r>
        <w:tab/>
        <w:t>1.013e0</w:t>
      </w:r>
    </w:p>
    <w:p w:rsidR="005B3ED9" w:rsidRDefault="005B3ED9" w:rsidP="005B3ED9">
      <w:r>
        <w:t>173.9899</w:t>
      </w:r>
      <w:r>
        <w:tab/>
        <w:t>1.013e0</w:t>
      </w:r>
    </w:p>
    <w:p w:rsidR="005B3ED9" w:rsidRDefault="005B3ED9" w:rsidP="005B3ED9">
      <w:r>
        <w:t>173.9970</w:t>
      </w:r>
      <w:r>
        <w:tab/>
        <w:t>1.013e0</w:t>
      </w:r>
    </w:p>
    <w:p w:rsidR="005B3ED9" w:rsidRDefault="005B3ED9" w:rsidP="005B3ED9">
      <w:r>
        <w:t>174.0077</w:t>
      </w:r>
      <w:r>
        <w:tab/>
        <w:t>2.025e0</w:t>
      </w:r>
    </w:p>
    <w:p w:rsidR="005B3ED9" w:rsidRDefault="005B3ED9" w:rsidP="005B3ED9">
      <w:r>
        <w:t>174.0289</w:t>
      </w:r>
      <w:r>
        <w:tab/>
        <w:t>2.025e0</w:t>
      </w:r>
    </w:p>
    <w:p w:rsidR="005B3ED9" w:rsidRDefault="005B3ED9" w:rsidP="005B3ED9">
      <w:r>
        <w:t>174.0642</w:t>
      </w:r>
      <w:r>
        <w:tab/>
        <w:t>3.038e0</w:t>
      </w:r>
    </w:p>
    <w:p w:rsidR="005B3ED9" w:rsidRDefault="005B3ED9" w:rsidP="005B3ED9">
      <w:r>
        <w:t>174.0819</w:t>
      </w:r>
      <w:r>
        <w:tab/>
        <w:t>1.013e0</w:t>
      </w:r>
    </w:p>
    <w:p w:rsidR="005B3ED9" w:rsidRDefault="005B3ED9" w:rsidP="005B3ED9">
      <w:r>
        <w:lastRenderedPageBreak/>
        <w:t>174.0855</w:t>
      </w:r>
      <w:r>
        <w:tab/>
        <w:t>2.025e0</w:t>
      </w:r>
    </w:p>
    <w:p w:rsidR="005B3ED9" w:rsidRDefault="005B3ED9" w:rsidP="005B3ED9">
      <w:r>
        <w:t>174.0922</w:t>
      </w:r>
      <w:r>
        <w:tab/>
        <w:t>2.025e0</w:t>
      </w:r>
    </w:p>
    <w:p w:rsidR="005B3ED9" w:rsidRDefault="005B3ED9" w:rsidP="005B3ED9">
      <w:r>
        <w:t>174.0980</w:t>
      </w:r>
      <w:r>
        <w:tab/>
        <w:t>3.038e0</w:t>
      </w:r>
    </w:p>
    <w:p w:rsidR="005B3ED9" w:rsidRDefault="005B3ED9" w:rsidP="005B3ED9">
      <w:r>
        <w:t>174.1231</w:t>
      </w:r>
      <w:r>
        <w:tab/>
        <w:t>1.013e0</w:t>
      </w:r>
    </w:p>
    <w:p w:rsidR="005B3ED9" w:rsidRDefault="005B3ED9" w:rsidP="005B3ED9">
      <w:r>
        <w:t>174.1264</w:t>
      </w:r>
      <w:r>
        <w:tab/>
        <w:t>6.076e0</w:t>
      </w:r>
    </w:p>
    <w:p w:rsidR="005B3ED9" w:rsidRDefault="005B3ED9" w:rsidP="005B3ED9">
      <w:r>
        <w:t>174.1388</w:t>
      </w:r>
      <w:r>
        <w:tab/>
        <w:t>3.038e0</w:t>
      </w:r>
    </w:p>
    <w:p w:rsidR="005B3ED9" w:rsidRDefault="005B3ED9" w:rsidP="005B3ED9">
      <w:r>
        <w:t>174.1939</w:t>
      </w:r>
      <w:r>
        <w:tab/>
        <w:t>1.013e0</w:t>
      </w:r>
    </w:p>
    <w:p w:rsidR="005B3ED9" w:rsidRDefault="005B3ED9" w:rsidP="005B3ED9">
      <w:r>
        <w:t>174.2256</w:t>
      </w:r>
      <w:r>
        <w:tab/>
        <w:t>1.013e0</w:t>
      </w:r>
    </w:p>
    <w:p w:rsidR="005B3ED9" w:rsidRDefault="005B3ED9" w:rsidP="005B3ED9">
      <w:r>
        <w:t>174.2529</w:t>
      </w:r>
      <w:r>
        <w:tab/>
        <w:t>1.013e0</w:t>
      </w:r>
    </w:p>
    <w:p w:rsidR="005B3ED9" w:rsidRDefault="005B3ED9" w:rsidP="005B3ED9">
      <w:r>
        <w:t>174.2705</w:t>
      </w:r>
      <w:r>
        <w:tab/>
        <w:t>1.013e0</w:t>
      </w:r>
    </w:p>
    <w:p w:rsidR="005B3ED9" w:rsidRDefault="005B3ED9" w:rsidP="005B3ED9">
      <w:r>
        <w:t>174.3430</w:t>
      </w:r>
      <w:r>
        <w:tab/>
        <w:t>3.038e0</w:t>
      </w:r>
    </w:p>
    <w:p w:rsidR="005B3ED9" w:rsidRDefault="005B3ED9" w:rsidP="005B3ED9">
      <w:r>
        <w:t>174.3450</w:t>
      </w:r>
      <w:r>
        <w:tab/>
        <w:t>1.013e0</w:t>
      </w:r>
    </w:p>
    <w:p w:rsidR="005B3ED9" w:rsidRDefault="005B3ED9" w:rsidP="005B3ED9">
      <w:r>
        <w:t>174.4109</w:t>
      </w:r>
      <w:r>
        <w:tab/>
        <w:t>1.013e0</w:t>
      </w:r>
    </w:p>
    <w:p w:rsidR="005B3ED9" w:rsidRDefault="005B3ED9" w:rsidP="005B3ED9">
      <w:r>
        <w:t>174.4162</w:t>
      </w:r>
      <w:r>
        <w:tab/>
        <w:t>2.025e0</w:t>
      </w:r>
    </w:p>
    <w:p w:rsidR="005B3ED9" w:rsidRDefault="005B3ED9" w:rsidP="005B3ED9">
      <w:r>
        <w:t>174.4995</w:t>
      </w:r>
      <w:r>
        <w:tab/>
        <w:t>3.038e0</w:t>
      </w:r>
    </w:p>
    <w:p w:rsidR="005B3ED9" w:rsidRDefault="005B3ED9" w:rsidP="005B3ED9">
      <w:r>
        <w:t>174.5269</w:t>
      </w:r>
      <w:r>
        <w:tab/>
        <w:t>1.013e0</w:t>
      </w:r>
    </w:p>
    <w:p w:rsidR="005B3ED9" w:rsidRDefault="005B3ED9" w:rsidP="005B3ED9">
      <w:r>
        <w:t>174.5441</w:t>
      </w:r>
      <w:r>
        <w:tab/>
        <w:t>6.076e0</w:t>
      </w:r>
    </w:p>
    <w:p w:rsidR="005B3ED9" w:rsidRDefault="005B3ED9" w:rsidP="005B3ED9">
      <w:r>
        <w:t>174.5833</w:t>
      </w:r>
      <w:r>
        <w:tab/>
        <w:t>1.013e0</w:t>
      </w:r>
    </w:p>
    <w:p w:rsidR="005B3ED9" w:rsidRDefault="005B3ED9" w:rsidP="005B3ED9">
      <w:r>
        <w:t>174.6468</w:t>
      </w:r>
      <w:r>
        <w:tab/>
        <w:t>1.013e0</w:t>
      </w:r>
    </w:p>
    <w:p w:rsidR="005B3ED9" w:rsidRDefault="005B3ED9" w:rsidP="005B3ED9">
      <w:r>
        <w:lastRenderedPageBreak/>
        <w:t>174.6503</w:t>
      </w:r>
      <w:r>
        <w:tab/>
        <w:t>2.025e0</w:t>
      </w:r>
    </w:p>
    <w:p w:rsidR="005B3ED9" w:rsidRDefault="005B3ED9" w:rsidP="005B3ED9">
      <w:r>
        <w:t>174.7698</w:t>
      </w:r>
      <w:r>
        <w:tab/>
        <w:t>1.013e0</w:t>
      </w:r>
    </w:p>
    <w:p w:rsidR="005B3ED9" w:rsidRDefault="005B3ED9" w:rsidP="005B3ED9">
      <w:r>
        <w:t>174.8148</w:t>
      </w:r>
      <w:r>
        <w:tab/>
        <w:t>1.013e0</w:t>
      </w:r>
    </w:p>
    <w:p w:rsidR="005B3ED9" w:rsidRDefault="005B3ED9" w:rsidP="005B3ED9">
      <w:r>
        <w:t>174.8465</w:t>
      </w:r>
      <w:r>
        <w:tab/>
        <w:t>1.013e0</w:t>
      </w:r>
    </w:p>
    <w:p w:rsidR="005B3ED9" w:rsidRDefault="005B3ED9" w:rsidP="005B3ED9">
      <w:r>
        <w:t>174.9032</w:t>
      </w:r>
      <w:r>
        <w:tab/>
        <w:t>1.013e0</w:t>
      </w:r>
    </w:p>
    <w:p w:rsidR="005B3ED9" w:rsidRDefault="005B3ED9" w:rsidP="005B3ED9">
      <w:r>
        <w:t>174.9139</w:t>
      </w:r>
      <w:r>
        <w:tab/>
        <w:t>2.025e0</w:t>
      </w:r>
    </w:p>
    <w:p w:rsidR="005B3ED9" w:rsidRDefault="005B3ED9" w:rsidP="005B3ED9">
      <w:r>
        <w:t>174.9174</w:t>
      </w:r>
      <w:r>
        <w:tab/>
        <w:t>1.013e0</w:t>
      </w:r>
    </w:p>
    <w:p w:rsidR="005B3ED9" w:rsidRDefault="005B3ED9" w:rsidP="005B3ED9">
      <w:r>
        <w:t>174.9350</w:t>
      </w:r>
      <w:r>
        <w:tab/>
        <w:t>1.013e0</w:t>
      </w:r>
    </w:p>
    <w:p w:rsidR="005B3ED9" w:rsidRDefault="005B3ED9" w:rsidP="005B3ED9">
      <w:r>
        <w:t>174.9384</w:t>
      </w:r>
      <w:r>
        <w:tab/>
        <w:t>1.013e0</w:t>
      </w:r>
    </w:p>
    <w:p w:rsidR="005B3ED9" w:rsidRDefault="005B3ED9" w:rsidP="005B3ED9">
      <w:r>
        <w:t>174.9608</w:t>
      </w:r>
      <w:r>
        <w:tab/>
        <w:t>2.025e0</w:t>
      </w:r>
    </w:p>
    <w:p w:rsidR="005B3ED9" w:rsidRDefault="005B3ED9" w:rsidP="005B3ED9">
      <w:r>
        <w:t>174.9677</w:t>
      </w:r>
      <w:r>
        <w:tab/>
        <w:t>3.038e0</w:t>
      </w:r>
    </w:p>
    <w:p w:rsidR="005B3ED9" w:rsidRDefault="005B3ED9" w:rsidP="005B3ED9">
      <w:r>
        <w:t>175.0155</w:t>
      </w:r>
      <w:r>
        <w:tab/>
        <w:t>1.013e0</w:t>
      </w:r>
    </w:p>
    <w:p w:rsidR="005B3ED9" w:rsidRDefault="005B3ED9" w:rsidP="005B3ED9">
      <w:r>
        <w:t>175.0225</w:t>
      </w:r>
      <w:r>
        <w:tab/>
        <w:t>1.013e0</w:t>
      </w:r>
    </w:p>
    <w:p w:rsidR="005B3ED9" w:rsidRDefault="005B3ED9" w:rsidP="005B3ED9">
      <w:r>
        <w:t>175.0296</w:t>
      </w:r>
      <w:r>
        <w:tab/>
        <w:t>2.025e0</w:t>
      </w:r>
    </w:p>
    <w:p w:rsidR="005B3ED9" w:rsidRDefault="005B3ED9" w:rsidP="005B3ED9">
      <w:r>
        <w:t>175.0527</w:t>
      </w:r>
      <w:r>
        <w:tab/>
        <w:t>2.025e0</w:t>
      </w:r>
    </w:p>
    <w:p w:rsidR="005B3ED9" w:rsidRDefault="005B3ED9" w:rsidP="005B3ED9">
      <w:r>
        <w:t>175.0580</w:t>
      </w:r>
      <w:r>
        <w:tab/>
        <w:t>1.013e0</w:t>
      </w:r>
    </w:p>
    <w:p w:rsidR="005B3ED9" w:rsidRDefault="005B3ED9" w:rsidP="005B3ED9">
      <w:r>
        <w:t>175.0669</w:t>
      </w:r>
      <w:r>
        <w:tab/>
        <w:t>2.025e0</w:t>
      </w:r>
    </w:p>
    <w:p w:rsidR="005B3ED9" w:rsidRDefault="005B3ED9" w:rsidP="005B3ED9">
      <w:r>
        <w:t>175.0739</w:t>
      </w:r>
      <w:r>
        <w:tab/>
        <w:t>2.025e0</w:t>
      </w:r>
    </w:p>
    <w:p w:rsidR="005B3ED9" w:rsidRDefault="005B3ED9" w:rsidP="005B3ED9">
      <w:r>
        <w:t>175.0827</w:t>
      </w:r>
      <w:r>
        <w:tab/>
        <w:t>2.025e0</w:t>
      </w:r>
    </w:p>
    <w:p w:rsidR="005B3ED9" w:rsidRDefault="005B3ED9" w:rsidP="005B3ED9">
      <w:r>
        <w:lastRenderedPageBreak/>
        <w:t>175.0880</w:t>
      </w:r>
      <w:r>
        <w:tab/>
        <w:t>2.025e0</w:t>
      </w:r>
    </w:p>
    <w:p w:rsidR="005B3ED9" w:rsidRDefault="005B3ED9" w:rsidP="005B3ED9">
      <w:r>
        <w:t>175.0929</w:t>
      </w:r>
      <w:r>
        <w:tab/>
        <w:t>1.013e0</w:t>
      </w:r>
    </w:p>
    <w:p w:rsidR="005B3ED9" w:rsidRDefault="005B3ED9" w:rsidP="005B3ED9">
      <w:r>
        <w:t>175.1050</w:t>
      </w:r>
      <w:r>
        <w:tab/>
        <w:t>2.025e0</w:t>
      </w:r>
    </w:p>
    <w:p w:rsidR="005B3ED9" w:rsidRDefault="005B3ED9" w:rsidP="005B3ED9">
      <w:r>
        <w:t>175.1120</w:t>
      </w:r>
      <w:r>
        <w:tab/>
        <w:t>2.025e0</w:t>
      </w:r>
    </w:p>
    <w:p w:rsidR="005B3ED9" w:rsidRDefault="005B3ED9" w:rsidP="005B3ED9">
      <w:r>
        <w:t>175.1141</w:t>
      </w:r>
      <w:r>
        <w:tab/>
        <w:t>3.857e0</w:t>
      </w:r>
    </w:p>
    <w:p w:rsidR="005B3ED9" w:rsidRDefault="005B3ED9" w:rsidP="005B3ED9">
      <w:r>
        <w:t>175.1240</w:t>
      </w:r>
      <w:r>
        <w:tab/>
        <w:t>1.013e0</w:t>
      </w:r>
    </w:p>
    <w:p w:rsidR="005B3ED9" w:rsidRDefault="005B3ED9" w:rsidP="005B3ED9">
      <w:r>
        <w:t>175.1281</w:t>
      </w:r>
      <w:r>
        <w:tab/>
        <w:t>6.076e0</w:t>
      </w:r>
    </w:p>
    <w:p w:rsidR="005B3ED9" w:rsidRDefault="005B3ED9" w:rsidP="005B3ED9">
      <w:r>
        <w:t>175.1347</w:t>
      </w:r>
      <w:r>
        <w:tab/>
        <w:t>2.025e0</w:t>
      </w:r>
    </w:p>
    <w:p w:rsidR="005B3ED9" w:rsidRDefault="005B3ED9" w:rsidP="005B3ED9">
      <w:r>
        <w:t>175.1844</w:t>
      </w:r>
      <w:r>
        <w:tab/>
        <w:t>1.013e0</w:t>
      </w:r>
    </w:p>
    <w:p w:rsidR="005B3ED9" w:rsidRDefault="005B3ED9" w:rsidP="005B3ED9">
      <w:r>
        <w:t>175.2236</w:t>
      </w:r>
      <w:r>
        <w:tab/>
        <w:t>1.013e0</w:t>
      </w:r>
    </w:p>
    <w:p w:rsidR="005B3ED9" w:rsidRDefault="005B3ED9" w:rsidP="005B3ED9">
      <w:r>
        <w:t>175.2390</w:t>
      </w:r>
      <w:r>
        <w:tab/>
        <w:t>2.025e0</w:t>
      </w:r>
    </w:p>
    <w:p w:rsidR="005B3ED9" w:rsidRDefault="005B3ED9" w:rsidP="005B3ED9">
      <w:r>
        <w:t>175.2545</w:t>
      </w:r>
      <w:r>
        <w:tab/>
        <w:t>1.013e0</w:t>
      </w:r>
    </w:p>
    <w:p w:rsidR="005B3ED9" w:rsidRDefault="005B3ED9" w:rsidP="005B3ED9">
      <w:r>
        <w:t>175.2611</w:t>
      </w:r>
      <w:r>
        <w:tab/>
        <w:t>3.038e0</w:t>
      </w:r>
    </w:p>
    <w:p w:rsidR="005B3ED9" w:rsidRDefault="005B3ED9" w:rsidP="005B3ED9">
      <w:r>
        <w:t>175.2824</w:t>
      </w:r>
      <w:r>
        <w:tab/>
        <w:t>1.013e0</w:t>
      </w:r>
    </w:p>
    <w:p w:rsidR="005B3ED9" w:rsidRDefault="005B3ED9" w:rsidP="005B3ED9">
      <w:r>
        <w:t>175.2860</w:t>
      </w:r>
      <w:r>
        <w:tab/>
        <w:t>1.013e0</w:t>
      </w:r>
    </w:p>
    <w:p w:rsidR="005B3ED9" w:rsidRDefault="005B3ED9" w:rsidP="005B3ED9">
      <w:r>
        <w:t>175.3286</w:t>
      </w:r>
      <w:r>
        <w:tab/>
        <w:t>1.013e0</w:t>
      </w:r>
    </w:p>
    <w:p w:rsidR="005B3ED9" w:rsidRDefault="005B3ED9" w:rsidP="005B3ED9">
      <w:r>
        <w:t>175.3570</w:t>
      </w:r>
      <w:r>
        <w:tab/>
        <w:t>1.013e0</w:t>
      </w:r>
    </w:p>
    <w:p w:rsidR="005B3ED9" w:rsidRDefault="005B3ED9" w:rsidP="005B3ED9">
      <w:r>
        <w:t>175.3886</w:t>
      </w:r>
      <w:r>
        <w:tab/>
        <w:t>1.013e0</w:t>
      </w:r>
    </w:p>
    <w:p w:rsidR="005B3ED9" w:rsidRDefault="005B3ED9" w:rsidP="005B3ED9">
      <w:r>
        <w:t>175.4409</w:t>
      </w:r>
      <w:r>
        <w:tab/>
        <w:t>1.013e0</w:t>
      </w:r>
    </w:p>
    <w:p w:rsidR="005B3ED9" w:rsidRDefault="005B3ED9" w:rsidP="005B3ED9">
      <w:r>
        <w:lastRenderedPageBreak/>
        <w:t>175.4445</w:t>
      </w:r>
      <w:r>
        <w:tab/>
        <w:t>1.013e0</w:t>
      </w:r>
    </w:p>
    <w:p w:rsidR="005B3ED9" w:rsidRDefault="005B3ED9" w:rsidP="005B3ED9">
      <w:r>
        <w:t>175.4693</w:t>
      </w:r>
      <w:r>
        <w:tab/>
        <w:t>1.013e0</w:t>
      </w:r>
    </w:p>
    <w:p w:rsidR="005B3ED9" w:rsidRDefault="005B3ED9" w:rsidP="005B3ED9">
      <w:r>
        <w:t>175.4799</w:t>
      </w:r>
      <w:r>
        <w:tab/>
        <w:t>1.013e0</w:t>
      </w:r>
    </w:p>
    <w:p w:rsidR="005B3ED9" w:rsidRDefault="005B3ED9" w:rsidP="005B3ED9">
      <w:r>
        <w:t>175.4906</w:t>
      </w:r>
      <w:r>
        <w:tab/>
        <w:t>1.013e0</w:t>
      </w:r>
    </w:p>
    <w:p w:rsidR="005B3ED9" w:rsidRDefault="005B3ED9" w:rsidP="005B3ED9">
      <w:r>
        <w:t>175.5191</w:t>
      </w:r>
      <w:r>
        <w:tab/>
        <w:t>1.013e0</w:t>
      </w:r>
    </w:p>
    <w:p w:rsidR="005B3ED9" w:rsidRDefault="005B3ED9" w:rsidP="005B3ED9">
      <w:r>
        <w:t>175.5366</w:t>
      </w:r>
      <w:r>
        <w:tab/>
        <w:t>1.013e0</w:t>
      </w:r>
    </w:p>
    <w:p w:rsidR="005B3ED9" w:rsidRDefault="005B3ED9" w:rsidP="005B3ED9">
      <w:r>
        <w:t>175.5435</w:t>
      </w:r>
      <w:r>
        <w:tab/>
        <w:t>1.013e0</w:t>
      </w:r>
    </w:p>
    <w:p w:rsidR="005B3ED9" w:rsidRDefault="005B3ED9" w:rsidP="005B3ED9">
      <w:r>
        <w:t>175.5492</w:t>
      </w:r>
      <w:r>
        <w:tab/>
        <w:t>3.038e0</w:t>
      </w:r>
    </w:p>
    <w:p w:rsidR="005B3ED9" w:rsidRDefault="005B3ED9" w:rsidP="005B3ED9">
      <w:r>
        <w:t>175.5851</w:t>
      </w:r>
      <w:r>
        <w:tab/>
        <w:t>2.025e0</w:t>
      </w:r>
    </w:p>
    <w:p w:rsidR="005B3ED9" w:rsidRDefault="005B3ED9" w:rsidP="005B3ED9">
      <w:r>
        <w:t>175.6243</w:t>
      </w:r>
      <w:r>
        <w:tab/>
        <w:t>1.013e0</w:t>
      </w:r>
    </w:p>
    <w:p w:rsidR="005B3ED9" w:rsidRDefault="005B3ED9" w:rsidP="005B3ED9">
      <w:r>
        <w:t>175.6349</w:t>
      </w:r>
      <w:r>
        <w:tab/>
        <w:t>2.025e0</w:t>
      </w:r>
    </w:p>
    <w:p w:rsidR="005B3ED9" w:rsidRDefault="005B3ED9" w:rsidP="005B3ED9">
      <w:r>
        <w:t>175.6562</w:t>
      </w:r>
      <w:r>
        <w:tab/>
        <w:t>1.013e0</w:t>
      </w:r>
    </w:p>
    <w:p w:rsidR="005B3ED9" w:rsidRDefault="005B3ED9" w:rsidP="005B3ED9">
      <w:r>
        <w:t>175.6740</w:t>
      </w:r>
      <w:r>
        <w:tab/>
        <w:t>1.013e0</w:t>
      </w:r>
    </w:p>
    <w:p w:rsidR="005B3ED9" w:rsidRDefault="005B3ED9" w:rsidP="005B3ED9">
      <w:r>
        <w:t>175.6776</w:t>
      </w:r>
      <w:r>
        <w:tab/>
        <w:t>1.013e0</w:t>
      </w:r>
    </w:p>
    <w:p w:rsidR="005B3ED9" w:rsidRDefault="005B3ED9" w:rsidP="005B3ED9">
      <w:r>
        <w:t>175.7226</w:t>
      </w:r>
      <w:r>
        <w:tab/>
        <w:t>1.013e0</w:t>
      </w:r>
    </w:p>
    <w:p w:rsidR="005B3ED9" w:rsidRDefault="005B3ED9" w:rsidP="005B3ED9">
      <w:r>
        <w:t>175.7793</w:t>
      </w:r>
      <w:r>
        <w:tab/>
        <w:t>1.013e0</w:t>
      </w:r>
    </w:p>
    <w:p w:rsidR="005B3ED9" w:rsidRDefault="005B3ED9" w:rsidP="005B3ED9">
      <w:r>
        <w:t>175.8219</w:t>
      </w:r>
      <w:r>
        <w:tab/>
        <w:t>1.013e0</w:t>
      </w:r>
    </w:p>
    <w:p w:rsidR="005B3ED9" w:rsidRDefault="005B3ED9" w:rsidP="005B3ED9">
      <w:r>
        <w:t>175.9308</w:t>
      </w:r>
      <w:r>
        <w:tab/>
        <w:t>1.013e0</w:t>
      </w:r>
    </w:p>
    <w:p w:rsidR="005B3ED9" w:rsidRDefault="005B3ED9" w:rsidP="005B3ED9">
      <w:r>
        <w:t>175.9521</w:t>
      </w:r>
      <w:r>
        <w:tab/>
        <w:t>1.013e0</w:t>
      </w:r>
    </w:p>
    <w:p w:rsidR="005B3ED9" w:rsidRDefault="005B3ED9" w:rsidP="005B3ED9">
      <w:r>
        <w:lastRenderedPageBreak/>
        <w:t>175.9734</w:t>
      </w:r>
      <w:r>
        <w:tab/>
        <w:t>1.013e0</w:t>
      </w:r>
    </w:p>
    <w:p w:rsidR="005B3ED9" w:rsidRDefault="005B3ED9" w:rsidP="005B3ED9">
      <w:r>
        <w:t>176.0053</w:t>
      </w:r>
      <w:r>
        <w:tab/>
        <w:t>1.013e0</w:t>
      </w:r>
    </w:p>
    <w:p w:rsidR="005B3ED9" w:rsidRDefault="005B3ED9" w:rsidP="005B3ED9">
      <w:r>
        <w:t>176.0295</w:t>
      </w:r>
      <w:r>
        <w:tab/>
        <w:t>2.025e0</w:t>
      </w:r>
    </w:p>
    <w:p w:rsidR="005B3ED9" w:rsidRDefault="005B3ED9" w:rsidP="005B3ED9">
      <w:r>
        <w:t>176.0329</w:t>
      </w:r>
      <w:r>
        <w:tab/>
        <w:t>1.013e0</w:t>
      </w:r>
    </w:p>
    <w:p w:rsidR="005B3ED9" w:rsidRDefault="005B3ED9" w:rsidP="005B3ED9">
      <w:r>
        <w:t>176.0364</w:t>
      </w:r>
      <w:r>
        <w:tab/>
        <w:t>1.013e0</w:t>
      </w:r>
    </w:p>
    <w:p w:rsidR="005B3ED9" w:rsidRDefault="005B3ED9" w:rsidP="005B3ED9">
      <w:r>
        <w:t>176.0573</w:t>
      </w:r>
      <w:r>
        <w:tab/>
        <w:t>1.013e0</w:t>
      </w:r>
    </w:p>
    <w:p w:rsidR="005B3ED9" w:rsidRDefault="005B3ED9" w:rsidP="005B3ED9">
      <w:r>
        <w:t>176.0681</w:t>
      </w:r>
      <w:r>
        <w:tab/>
        <w:t>1.013e0</w:t>
      </w:r>
    </w:p>
    <w:p w:rsidR="005B3ED9" w:rsidRDefault="005B3ED9" w:rsidP="005B3ED9">
      <w:r>
        <w:t>176.0752</w:t>
      </w:r>
      <w:r>
        <w:tab/>
        <w:t>2.025e0</w:t>
      </w:r>
    </w:p>
    <w:p w:rsidR="005B3ED9" w:rsidRDefault="005B3ED9" w:rsidP="005B3ED9">
      <w:r>
        <w:t>176.0823</w:t>
      </w:r>
      <w:r>
        <w:tab/>
        <w:t>1.013e0</w:t>
      </w:r>
    </w:p>
    <w:p w:rsidR="005B3ED9" w:rsidRDefault="005B3ED9" w:rsidP="005B3ED9">
      <w:r>
        <w:t>176.0840</w:t>
      </w:r>
      <w:r>
        <w:tab/>
        <w:t>3.038e0</w:t>
      </w:r>
    </w:p>
    <w:p w:rsidR="005B3ED9" w:rsidRDefault="005B3ED9" w:rsidP="005B3ED9">
      <w:r>
        <w:t>176.1036</w:t>
      </w:r>
      <w:r>
        <w:tab/>
        <w:t>1.013e0</w:t>
      </w:r>
    </w:p>
    <w:p w:rsidR="005B3ED9" w:rsidRDefault="005B3ED9" w:rsidP="005B3ED9">
      <w:r>
        <w:t>176.1232</w:t>
      </w:r>
      <w:r>
        <w:tab/>
        <w:t>2.025e0</w:t>
      </w:r>
    </w:p>
    <w:p w:rsidR="005B3ED9" w:rsidRDefault="005B3ED9" w:rsidP="005B3ED9">
      <w:r>
        <w:t>176.1320</w:t>
      </w:r>
      <w:r>
        <w:tab/>
        <w:t>1.013e0</w:t>
      </w:r>
    </w:p>
    <w:p w:rsidR="005B3ED9" w:rsidRDefault="005B3ED9" w:rsidP="005B3ED9">
      <w:r>
        <w:t>176.1463</w:t>
      </w:r>
      <w:r>
        <w:tab/>
        <w:t>2.025e0</w:t>
      </w:r>
    </w:p>
    <w:p w:rsidR="005B3ED9" w:rsidRDefault="005B3ED9" w:rsidP="005B3ED9">
      <w:r>
        <w:t>176.1499</w:t>
      </w:r>
      <w:r>
        <w:tab/>
        <w:t>1.013e0</w:t>
      </w:r>
    </w:p>
    <w:p w:rsidR="005B3ED9" w:rsidRDefault="005B3ED9" w:rsidP="005B3ED9">
      <w:r>
        <w:t>176.1952</w:t>
      </w:r>
      <w:r>
        <w:tab/>
        <w:t>1.013e0</w:t>
      </w:r>
    </w:p>
    <w:p w:rsidR="005B3ED9" w:rsidRDefault="005B3ED9" w:rsidP="005B3ED9">
      <w:r>
        <w:t>176.2055</w:t>
      </w:r>
      <w:r>
        <w:tab/>
        <w:t>1.013e0</w:t>
      </w:r>
    </w:p>
    <w:p w:rsidR="005B3ED9" w:rsidRDefault="005B3ED9" w:rsidP="005B3ED9">
      <w:r>
        <w:t>176.2588</w:t>
      </w:r>
      <w:r>
        <w:tab/>
        <w:t>2.025e0</w:t>
      </w:r>
    </w:p>
    <w:p w:rsidR="005B3ED9" w:rsidRDefault="005B3ED9" w:rsidP="005B3ED9">
      <w:r>
        <w:t>176.3576</w:t>
      </w:r>
      <w:r>
        <w:tab/>
        <w:t>1.013e0</w:t>
      </w:r>
    </w:p>
    <w:p w:rsidR="005B3ED9" w:rsidRDefault="005B3ED9" w:rsidP="005B3ED9">
      <w:r>
        <w:lastRenderedPageBreak/>
        <w:t>176.3783</w:t>
      </w:r>
      <w:r>
        <w:tab/>
        <w:t>1.013e0</w:t>
      </w:r>
    </w:p>
    <w:p w:rsidR="005B3ED9" w:rsidRDefault="005B3ED9" w:rsidP="005B3ED9">
      <w:r>
        <w:t>176.3819</w:t>
      </w:r>
      <w:r>
        <w:tab/>
        <w:t>1.013e0</w:t>
      </w:r>
    </w:p>
    <w:p w:rsidR="005B3ED9" w:rsidRDefault="005B3ED9" w:rsidP="005B3ED9">
      <w:r>
        <w:t>176.4424</w:t>
      </w:r>
      <w:r>
        <w:tab/>
        <w:t>2.025e0</w:t>
      </w:r>
    </w:p>
    <w:p w:rsidR="005B3ED9" w:rsidRDefault="005B3ED9" w:rsidP="005B3ED9">
      <w:r>
        <w:t>176.5235</w:t>
      </w:r>
      <w:r>
        <w:tab/>
        <w:t>2.025e0</w:t>
      </w:r>
    </w:p>
    <w:p w:rsidR="005B3ED9" w:rsidRDefault="005B3ED9" w:rsidP="005B3ED9">
      <w:r>
        <w:t>176.5392</w:t>
      </w:r>
      <w:r>
        <w:tab/>
        <w:t>2.025e0</w:t>
      </w:r>
    </w:p>
    <w:p w:rsidR="005B3ED9" w:rsidRDefault="005B3ED9" w:rsidP="005B3ED9">
      <w:r>
        <w:t>176.5531</w:t>
      </w:r>
      <w:r>
        <w:tab/>
        <w:t>2.025e0</w:t>
      </w:r>
    </w:p>
    <w:p w:rsidR="005B3ED9" w:rsidRDefault="005B3ED9" w:rsidP="005B3ED9">
      <w:r>
        <w:t>176.5549</w:t>
      </w:r>
      <w:r>
        <w:tab/>
        <w:t>1.013e0</w:t>
      </w:r>
    </w:p>
    <w:p w:rsidR="005B3ED9" w:rsidRDefault="005B3ED9" w:rsidP="005B3ED9">
      <w:r>
        <w:t>176.5621</w:t>
      </w:r>
      <w:r>
        <w:tab/>
        <w:t>2.025e0</w:t>
      </w:r>
    </w:p>
    <w:p w:rsidR="005B3ED9" w:rsidRDefault="005B3ED9" w:rsidP="005B3ED9">
      <w:r>
        <w:t>176.5657</w:t>
      </w:r>
      <w:r>
        <w:tab/>
        <w:t>1.013e0</w:t>
      </w:r>
    </w:p>
    <w:p w:rsidR="005B3ED9" w:rsidRDefault="005B3ED9" w:rsidP="005B3ED9">
      <w:r>
        <w:t>176.5835</w:t>
      </w:r>
      <w:r>
        <w:tab/>
        <w:t>1.013e0</w:t>
      </w:r>
    </w:p>
    <w:p w:rsidR="005B3ED9" w:rsidRDefault="005B3ED9" w:rsidP="005B3ED9">
      <w:r>
        <w:t>176.5977</w:t>
      </w:r>
      <w:r>
        <w:tab/>
        <w:t>1.013e0</w:t>
      </w:r>
    </w:p>
    <w:p w:rsidR="005B3ED9" w:rsidRDefault="005B3ED9" w:rsidP="005B3ED9">
      <w:r>
        <w:t>176.6084</w:t>
      </w:r>
      <w:r>
        <w:tab/>
        <w:t>1.013e0</w:t>
      </w:r>
    </w:p>
    <w:p w:rsidR="005B3ED9" w:rsidRDefault="005B3ED9" w:rsidP="005B3ED9">
      <w:r>
        <w:t>176.6155</w:t>
      </w:r>
      <w:r>
        <w:tab/>
        <w:t>1.013e0</w:t>
      </w:r>
    </w:p>
    <w:p w:rsidR="005B3ED9" w:rsidRDefault="005B3ED9" w:rsidP="005B3ED9">
      <w:r>
        <w:t>176.6261</w:t>
      </w:r>
      <w:r>
        <w:tab/>
        <w:t>1.013e0</w:t>
      </w:r>
    </w:p>
    <w:p w:rsidR="005B3ED9" w:rsidRDefault="005B3ED9" w:rsidP="005B3ED9">
      <w:r>
        <w:t>176.6583</w:t>
      </w:r>
      <w:r>
        <w:tab/>
        <w:t>1.013e0</w:t>
      </w:r>
    </w:p>
    <w:p w:rsidR="005B3ED9" w:rsidRDefault="005B3ED9" w:rsidP="005B3ED9">
      <w:r>
        <w:t>176.7424</w:t>
      </w:r>
      <w:r>
        <w:tab/>
        <w:t>1.013e0</w:t>
      </w:r>
    </w:p>
    <w:p w:rsidR="005B3ED9" w:rsidRDefault="005B3ED9" w:rsidP="005B3ED9">
      <w:r>
        <w:t>176.7815</w:t>
      </w:r>
      <w:r>
        <w:tab/>
        <w:t>2.025e0</w:t>
      </w:r>
    </w:p>
    <w:p w:rsidR="005B3ED9" w:rsidRDefault="005B3ED9" w:rsidP="005B3ED9">
      <w:r>
        <w:t>176.7993</w:t>
      </w:r>
      <w:r>
        <w:tab/>
        <w:t>1.013e0</w:t>
      </w:r>
    </w:p>
    <w:p w:rsidR="005B3ED9" w:rsidRDefault="005B3ED9" w:rsidP="005B3ED9">
      <w:r>
        <w:t>176.8171</w:t>
      </w:r>
      <w:r>
        <w:tab/>
        <w:t>1.013e0</w:t>
      </w:r>
    </w:p>
    <w:p w:rsidR="005B3ED9" w:rsidRDefault="005B3ED9" w:rsidP="005B3ED9">
      <w:r>
        <w:lastRenderedPageBreak/>
        <w:t>176.8314</w:t>
      </w:r>
      <w:r>
        <w:tab/>
        <w:t>1.013e0</w:t>
      </w:r>
    </w:p>
    <w:p w:rsidR="005B3ED9" w:rsidRDefault="005B3ED9" w:rsidP="005B3ED9">
      <w:r>
        <w:t>176.9012</w:t>
      </w:r>
      <w:r>
        <w:tab/>
        <w:t>1.013e0</w:t>
      </w:r>
    </w:p>
    <w:p w:rsidR="005B3ED9" w:rsidRDefault="005B3ED9" w:rsidP="005B3ED9">
      <w:r>
        <w:t>176.9440</w:t>
      </w:r>
      <w:r>
        <w:tab/>
        <w:t>1.013e0</w:t>
      </w:r>
    </w:p>
    <w:p w:rsidR="005B3ED9" w:rsidRDefault="005B3ED9" w:rsidP="005B3ED9">
      <w:r>
        <w:t>176.9689</w:t>
      </w:r>
      <w:r>
        <w:tab/>
        <w:t>1.013e0</w:t>
      </w:r>
    </w:p>
    <w:p w:rsidR="005B3ED9" w:rsidRDefault="005B3ED9" w:rsidP="005B3ED9">
      <w:r>
        <w:t>176.9867</w:t>
      </w:r>
      <w:r>
        <w:tab/>
        <w:t>1.013e0</w:t>
      </w:r>
    </w:p>
    <w:p w:rsidR="005B3ED9" w:rsidRDefault="005B3ED9" w:rsidP="005B3ED9">
      <w:r>
        <w:t>177.0153</w:t>
      </w:r>
      <w:r>
        <w:tab/>
        <w:t>1.013e0</w:t>
      </w:r>
    </w:p>
    <w:p w:rsidR="005B3ED9" w:rsidRDefault="005B3ED9" w:rsidP="005B3ED9">
      <w:r>
        <w:t>177.0203</w:t>
      </w:r>
      <w:r>
        <w:tab/>
        <w:t>2.025e0</w:t>
      </w:r>
    </w:p>
    <w:p w:rsidR="005B3ED9" w:rsidRDefault="005B3ED9" w:rsidP="005B3ED9">
      <w:r>
        <w:t>177.0291</w:t>
      </w:r>
      <w:r>
        <w:tab/>
        <w:t>2.025e0</w:t>
      </w:r>
    </w:p>
    <w:p w:rsidR="005B3ED9" w:rsidRDefault="005B3ED9" w:rsidP="005B3ED9">
      <w:r>
        <w:t>177.0326</w:t>
      </w:r>
      <w:r>
        <w:tab/>
        <w:t>1.013e0</w:t>
      </w:r>
    </w:p>
    <w:p w:rsidR="005B3ED9" w:rsidRDefault="005B3ED9" w:rsidP="005B3ED9">
      <w:r>
        <w:t>177.0464</w:t>
      </w:r>
      <w:r>
        <w:tab/>
        <w:t>1.013e0</w:t>
      </w:r>
    </w:p>
    <w:p w:rsidR="005B3ED9" w:rsidRDefault="005B3ED9" w:rsidP="005B3ED9">
      <w:r>
        <w:t>177.0597</w:t>
      </w:r>
      <w:r>
        <w:tab/>
        <w:t>4.051e0</w:t>
      </w:r>
    </w:p>
    <w:p w:rsidR="005B3ED9" w:rsidRDefault="005B3ED9" w:rsidP="005B3ED9">
      <w:r>
        <w:t>177.0959</w:t>
      </w:r>
      <w:r>
        <w:tab/>
        <w:t>1.013e0</w:t>
      </w:r>
    </w:p>
    <w:p w:rsidR="005B3ED9" w:rsidRDefault="005B3ED9" w:rsidP="005B3ED9">
      <w:r>
        <w:t>177.0995</w:t>
      </w:r>
      <w:r>
        <w:tab/>
        <w:t>1.013e0</w:t>
      </w:r>
    </w:p>
    <w:p w:rsidR="005B3ED9" w:rsidRDefault="005B3ED9" w:rsidP="005B3ED9">
      <w:r>
        <w:t>177.1173</w:t>
      </w:r>
      <w:r>
        <w:tab/>
        <w:t>1.013e0</w:t>
      </w:r>
    </w:p>
    <w:p w:rsidR="005B3ED9" w:rsidRDefault="005B3ED9" w:rsidP="005B3ED9">
      <w:r>
        <w:t>177.1208</w:t>
      </w:r>
      <w:r>
        <w:tab/>
        <w:t>2.025e0</w:t>
      </w:r>
    </w:p>
    <w:p w:rsidR="005B3ED9" w:rsidRDefault="005B3ED9" w:rsidP="005B3ED9">
      <w:r>
        <w:t>177.1546</w:t>
      </w:r>
      <w:r>
        <w:tab/>
        <w:t>2.025e0</w:t>
      </w:r>
    </w:p>
    <w:p w:rsidR="005B3ED9" w:rsidRDefault="005B3ED9" w:rsidP="005B3ED9">
      <w:r>
        <w:t>177.1582</w:t>
      </w:r>
      <w:r>
        <w:tab/>
        <w:t>2.025e0</w:t>
      </w:r>
    </w:p>
    <w:p w:rsidR="005B3ED9" w:rsidRDefault="005B3ED9" w:rsidP="005B3ED9">
      <w:r>
        <w:t>177.1671</w:t>
      </w:r>
      <w:r>
        <w:tab/>
        <w:t>1.013e0</w:t>
      </w:r>
    </w:p>
    <w:p w:rsidR="005B3ED9" w:rsidRDefault="005B3ED9" w:rsidP="005B3ED9">
      <w:r>
        <w:t>177.1743</w:t>
      </w:r>
      <w:r>
        <w:tab/>
        <w:t>1.013e0</w:t>
      </w:r>
    </w:p>
    <w:p w:rsidR="005B3ED9" w:rsidRDefault="005B3ED9" w:rsidP="005B3ED9">
      <w:r>
        <w:lastRenderedPageBreak/>
        <w:t>177.1921</w:t>
      </w:r>
      <w:r>
        <w:tab/>
        <w:t>1.013e0</w:t>
      </w:r>
    </w:p>
    <w:p w:rsidR="005B3ED9" w:rsidRDefault="005B3ED9" w:rsidP="005B3ED9">
      <w:r>
        <w:t>177.2130</w:t>
      </w:r>
      <w:r>
        <w:tab/>
        <w:t>1.013e0</w:t>
      </w:r>
    </w:p>
    <w:p w:rsidR="005B3ED9" w:rsidRDefault="005B3ED9" w:rsidP="005B3ED9">
      <w:r>
        <w:t>177.2338</w:t>
      </w:r>
      <w:r>
        <w:tab/>
        <w:t>1.013e0</w:t>
      </w:r>
    </w:p>
    <w:p w:rsidR="005B3ED9" w:rsidRDefault="005B3ED9" w:rsidP="005B3ED9">
      <w:r>
        <w:t>177.4389</w:t>
      </w:r>
      <w:r>
        <w:tab/>
        <w:t>1.013e0</w:t>
      </w:r>
    </w:p>
    <w:p w:rsidR="005B3ED9" w:rsidRDefault="005B3ED9" w:rsidP="005B3ED9">
      <w:r>
        <w:t>177.5672</w:t>
      </w:r>
      <w:r>
        <w:tab/>
        <w:t>1.013e0</w:t>
      </w:r>
    </w:p>
    <w:p w:rsidR="005B3ED9" w:rsidRDefault="005B3ED9" w:rsidP="005B3ED9">
      <w:r>
        <w:t>177.5741</w:t>
      </w:r>
      <w:r>
        <w:tab/>
        <w:t>1.013e0</w:t>
      </w:r>
    </w:p>
    <w:p w:rsidR="005B3ED9" w:rsidRDefault="005B3ED9" w:rsidP="005B3ED9">
      <w:r>
        <w:t>177.5985</w:t>
      </w:r>
      <w:r>
        <w:tab/>
        <w:t>1.013e0</w:t>
      </w:r>
    </w:p>
    <w:p w:rsidR="005B3ED9" w:rsidRDefault="005B3ED9" w:rsidP="005B3ED9">
      <w:r>
        <w:t>177.6409</w:t>
      </w:r>
      <w:r>
        <w:tab/>
        <w:t>2.025e0</w:t>
      </w:r>
    </w:p>
    <w:p w:rsidR="005B3ED9" w:rsidRDefault="005B3ED9" w:rsidP="005B3ED9">
      <w:r>
        <w:t>177.6481</w:t>
      </w:r>
      <w:r>
        <w:tab/>
        <w:t>1.013e0</w:t>
      </w:r>
    </w:p>
    <w:p w:rsidR="005B3ED9" w:rsidRDefault="005B3ED9" w:rsidP="005B3ED9">
      <w:r>
        <w:t>177.6552</w:t>
      </w:r>
      <w:r>
        <w:tab/>
        <w:t>1.013e0</w:t>
      </w:r>
    </w:p>
    <w:p w:rsidR="005B3ED9" w:rsidRDefault="005B3ED9" w:rsidP="005B3ED9">
      <w:r>
        <w:t>177.6802</w:t>
      </w:r>
      <w:r>
        <w:tab/>
        <w:t>1.013e0</w:t>
      </w:r>
    </w:p>
    <w:p w:rsidR="005B3ED9" w:rsidRDefault="005B3ED9" w:rsidP="005B3ED9">
      <w:r>
        <w:t>177.7051</w:t>
      </w:r>
      <w:r>
        <w:tab/>
        <w:t>2.025e0</w:t>
      </w:r>
    </w:p>
    <w:p w:rsidR="005B3ED9" w:rsidRDefault="005B3ED9" w:rsidP="005B3ED9">
      <w:r>
        <w:t>177.7355</w:t>
      </w:r>
      <w:r>
        <w:tab/>
        <w:t>2.025e0</w:t>
      </w:r>
    </w:p>
    <w:p w:rsidR="005B3ED9" w:rsidRDefault="005B3ED9" w:rsidP="005B3ED9">
      <w:r>
        <w:t>177.7409</w:t>
      </w:r>
      <w:r>
        <w:tab/>
        <w:t>1.013e0</w:t>
      </w:r>
    </w:p>
    <w:p w:rsidR="005B3ED9" w:rsidRDefault="005B3ED9" w:rsidP="005B3ED9">
      <w:r>
        <w:t>177.7758</w:t>
      </w:r>
      <w:r>
        <w:tab/>
        <w:t>1.013e0</w:t>
      </w:r>
    </w:p>
    <w:p w:rsidR="005B3ED9" w:rsidRDefault="005B3ED9" w:rsidP="005B3ED9">
      <w:r>
        <w:t>177.7933</w:t>
      </w:r>
      <w:r>
        <w:tab/>
        <w:t>1.013e0</w:t>
      </w:r>
    </w:p>
    <w:p w:rsidR="005B3ED9" w:rsidRDefault="005B3ED9" w:rsidP="005B3ED9">
      <w:r>
        <w:t>177.8215</w:t>
      </w:r>
      <w:r>
        <w:tab/>
        <w:t>2.025e0</w:t>
      </w:r>
    </w:p>
    <w:p w:rsidR="005B3ED9" w:rsidRDefault="005B3ED9" w:rsidP="005B3ED9">
      <w:r>
        <w:t>177.8893</w:t>
      </w:r>
      <w:r>
        <w:tab/>
        <w:t>1.013e0</w:t>
      </w:r>
    </w:p>
    <w:p w:rsidR="005B3ED9" w:rsidRDefault="005B3ED9" w:rsidP="005B3ED9">
      <w:r>
        <w:t>177.8965</w:t>
      </w:r>
      <w:r>
        <w:tab/>
        <w:t>2.025e0</w:t>
      </w:r>
    </w:p>
    <w:p w:rsidR="005B3ED9" w:rsidRDefault="005B3ED9" w:rsidP="005B3ED9">
      <w:r>
        <w:lastRenderedPageBreak/>
        <w:t>177.9900</w:t>
      </w:r>
      <w:r>
        <w:tab/>
        <w:t>2.025e0</w:t>
      </w:r>
    </w:p>
    <w:p w:rsidR="005B3ED9" w:rsidRDefault="005B3ED9" w:rsidP="005B3ED9">
      <w:r>
        <w:t>178.0201</w:t>
      </w:r>
      <w:r>
        <w:tab/>
        <w:t>1.013e0</w:t>
      </w:r>
    </w:p>
    <w:p w:rsidR="005B3ED9" w:rsidRDefault="005B3ED9" w:rsidP="005B3ED9">
      <w:r>
        <w:t>178.0254</w:t>
      </w:r>
      <w:r>
        <w:tab/>
        <w:t>2.025e0</w:t>
      </w:r>
    </w:p>
    <w:p w:rsidR="005B3ED9" w:rsidRDefault="005B3ED9" w:rsidP="005B3ED9">
      <w:r>
        <w:t>178.0380</w:t>
      </w:r>
      <w:r>
        <w:tab/>
        <w:t>3.038e0</w:t>
      </w:r>
    </w:p>
    <w:p w:rsidR="005B3ED9" w:rsidRDefault="005B3ED9" w:rsidP="005B3ED9">
      <w:r>
        <w:t>178.0558</w:t>
      </w:r>
      <w:r>
        <w:tab/>
        <w:t>1.013e0</w:t>
      </w:r>
    </w:p>
    <w:p w:rsidR="005B3ED9" w:rsidRDefault="005B3ED9" w:rsidP="005B3ED9">
      <w:r>
        <w:t>178.0665</w:t>
      </w:r>
      <w:r>
        <w:tab/>
        <w:t>1.013e0</w:t>
      </w:r>
    </w:p>
    <w:p w:rsidR="005B3ED9" w:rsidRDefault="005B3ED9" w:rsidP="005B3ED9">
      <w:r>
        <w:t>178.0736</w:t>
      </w:r>
      <w:r>
        <w:tab/>
        <w:t>1.013e0</w:t>
      </w:r>
    </w:p>
    <w:p w:rsidR="005B3ED9" w:rsidRDefault="005B3ED9" w:rsidP="005B3ED9">
      <w:r>
        <w:t>178.0843</w:t>
      </w:r>
      <w:r>
        <w:tab/>
        <w:t>1.013e0</w:t>
      </w:r>
    </w:p>
    <w:p w:rsidR="005B3ED9" w:rsidRDefault="005B3ED9" w:rsidP="005B3ED9">
      <w:r>
        <w:t>178.1022</w:t>
      </w:r>
      <w:r>
        <w:tab/>
        <w:t>3.038e0</w:t>
      </w:r>
    </w:p>
    <w:p w:rsidR="005B3ED9" w:rsidRDefault="005B3ED9" w:rsidP="005B3ED9">
      <w:r>
        <w:t>178.1167</w:t>
      </w:r>
      <w:r>
        <w:tab/>
        <w:t>5.063e0</w:t>
      </w:r>
    </w:p>
    <w:p w:rsidR="005B3ED9" w:rsidRDefault="005B3ED9" w:rsidP="005B3ED9">
      <w:r>
        <w:t>178.1201</w:t>
      </w:r>
      <w:r>
        <w:tab/>
        <w:t>1.013e0</w:t>
      </w:r>
    </w:p>
    <w:p w:rsidR="005B3ED9" w:rsidRDefault="005B3ED9" w:rsidP="005B3ED9">
      <w:r>
        <w:t>178.1236</w:t>
      </w:r>
      <w:r>
        <w:tab/>
        <w:t>3.038e0</w:t>
      </w:r>
    </w:p>
    <w:p w:rsidR="005B3ED9" w:rsidRDefault="005B3ED9" w:rsidP="005B3ED9">
      <w:r>
        <w:t>178.1361</w:t>
      </w:r>
      <w:r>
        <w:tab/>
        <w:t>2.025e0</w:t>
      </w:r>
    </w:p>
    <w:p w:rsidR="005B3ED9" w:rsidRDefault="005B3ED9" w:rsidP="005B3ED9">
      <w:r>
        <w:t>178.1413</w:t>
      </w:r>
      <w:r>
        <w:tab/>
        <w:t>3.038e0</w:t>
      </w:r>
    </w:p>
    <w:p w:rsidR="005B3ED9" w:rsidRDefault="005B3ED9" w:rsidP="005B3ED9">
      <w:r>
        <w:t>178.1450</w:t>
      </w:r>
      <w:r>
        <w:tab/>
        <w:t>1.013e0</w:t>
      </w:r>
    </w:p>
    <w:p w:rsidR="005B3ED9" w:rsidRDefault="005B3ED9" w:rsidP="005B3ED9">
      <w:r>
        <w:t>178.1485</w:t>
      </w:r>
      <w:r>
        <w:tab/>
        <w:t>1.013e0</w:t>
      </w:r>
    </w:p>
    <w:p w:rsidR="005B3ED9" w:rsidRDefault="005B3ED9" w:rsidP="005B3ED9">
      <w:r>
        <w:t>178.1833</w:t>
      </w:r>
      <w:r>
        <w:tab/>
        <w:t>1.013e0</w:t>
      </w:r>
    </w:p>
    <w:p w:rsidR="005B3ED9" w:rsidRDefault="005B3ED9" w:rsidP="005B3ED9">
      <w:r>
        <w:t>178.2473</w:t>
      </w:r>
      <w:r>
        <w:tab/>
        <w:t>1.013e0</w:t>
      </w:r>
    </w:p>
    <w:p w:rsidR="005B3ED9" w:rsidRDefault="005B3ED9" w:rsidP="005B3ED9">
      <w:r>
        <w:t>178.2687</w:t>
      </w:r>
      <w:r>
        <w:tab/>
        <w:t>1.013e0</w:t>
      </w:r>
    </w:p>
    <w:p w:rsidR="005B3ED9" w:rsidRDefault="005B3ED9" w:rsidP="005B3ED9">
      <w:r>
        <w:lastRenderedPageBreak/>
        <w:t>178.3044</w:t>
      </w:r>
      <w:r>
        <w:tab/>
        <w:t>1.013e0</w:t>
      </w:r>
    </w:p>
    <w:p w:rsidR="005B3ED9" w:rsidRDefault="005B3ED9" w:rsidP="005B3ED9">
      <w:r>
        <w:t>178.3331</w:t>
      </w:r>
      <w:r>
        <w:tab/>
        <w:t>1.013e0</w:t>
      </w:r>
    </w:p>
    <w:p w:rsidR="005B3ED9" w:rsidRDefault="005B3ED9" w:rsidP="005B3ED9">
      <w:r>
        <w:t>178.3612</w:t>
      </w:r>
      <w:r>
        <w:tab/>
        <w:t>1.013e0</w:t>
      </w:r>
    </w:p>
    <w:p w:rsidR="005B3ED9" w:rsidRDefault="005B3ED9" w:rsidP="005B3ED9">
      <w:r>
        <w:t>178.3891</w:t>
      </w:r>
      <w:r>
        <w:tab/>
        <w:t>3.038e0</w:t>
      </w:r>
    </w:p>
    <w:p w:rsidR="005B3ED9" w:rsidRDefault="005B3ED9" w:rsidP="005B3ED9">
      <w:r>
        <w:t>178.4031</w:t>
      </w:r>
      <w:r>
        <w:tab/>
        <w:t>1.013e0</w:t>
      </w:r>
    </w:p>
    <w:p w:rsidR="005B3ED9" w:rsidRDefault="005B3ED9" w:rsidP="005B3ED9">
      <w:r>
        <w:t>178.4066</w:t>
      </w:r>
      <w:r>
        <w:tab/>
        <w:t>1.013e0</w:t>
      </w:r>
    </w:p>
    <w:p w:rsidR="005B3ED9" w:rsidRDefault="005B3ED9" w:rsidP="005B3ED9">
      <w:r>
        <w:t>178.4210</w:t>
      </w:r>
      <w:r>
        <w:tab/>
        <w:t>2.025e0</w:t>
      </w:r>
    </w:p>
    <w:p w:rsidR="005B3ED9" w:rsidRDefault="005B3ED9" w:rsidP="005B3ED9">
      <w:r>
        <w:t>178.4442</w:t>
      </w:r>
      <w:r>
        <w:tab/>
        <w:t>2.025e0</w:t>
      </w:r>
    </w:p>
    <w:p w:rsidR="005B3ED9" w:rsidRDefault="005B3ED9" w:rsidP="005B3ED9">
      <w:r>
        <w:t>178.4907</w:t>
      </w:r>
      <w:r>
        <w:tab/>
        <w:t>2.025e0</w:t>
      </w:r>
    </w:p>
    <w:p w:rsidR="005B3ED9" w:rsidRDefault="005B3ED9" w:rsidP="005B3ED9">
      <w:r>
        <w:t>178.5032</w:t>
      </w:r>
      <w:r>
        <w:tab/>
        <w:t>1.013e0</w:t>
      </w:r>
    </w:p>
    <w:p w:rsidR="005B3ED9" w:rsidRDefault="005B3ED9" w:rsidP="005B3ED9">
      <w:r>
        <w:t>178.5354</w:t>
      </w:r>
      <w:r>
        <w:tab/>
        <w:t>1.013e0</w:t>
      </w:r>
    </w:p>
    <w:p w:rsidR="005B3ED9" w:rsidRDefault="005B3ED9" w:rsidP="005B3ED9">
      <w:r>
        <w:t>178.5391</w:t>
      </w:r>
      <w:r>
        <w:tab/>
        <w:t>2.025e0</w:t>
      </w:r>
    </w:p>
    <w:p w:rsidR="005B3ED9" w:rsidRDefault="005B3ED9" w:rsidP="005B3ED9">
      <w:r>
        <w:t>178.5671</w:t>
      </w:r>
      <w:r>
        <w:tab/>
        <w:t>1.013e0</w:t>
      </w:r>
    </w:p>
    <w:p w:rsidR="005B3ED9" w:rsidRDefault="005B3ED9" w:rsidP="005B3ED9">
      <w:r>
        <w:t>178.5741</w:t>
      </w:r>
      <w:r>
        <w:tab/>
        <w:t>1.013e0</w:t>
      </w:r>
    </w:p>
    <w:p w:rsidR="005B3ED9" w:rsidRDefault="005B3ED9" w:rsidP="005B3ED9">
      <w:r>
        <w:t>178.5846</w:t>
      </w:r>
      <w:r>
        <w:tab/>
        <w:t>1.013e0</w:t>
      </w:r>
    </w:p>
    <w:p w:rsidR="005B3ED9" w:rsidRDefault="005B3ED9" w:rsidP="005B3ED9">
      <w:r>
        <w:t>178.5916</w:t>
      </w:r>
      <w:r>
        <w:tab/>
        <w:t>1.013e0</w:t>
      </w:r>
    </w:p>
    <w:p w:rsidR="005B3ED9" w:rsidRDefault="005B3ED9" w:rsidP="005B3ED9">
      <w:r>
        <w:t>178.6020</w:t>
      </w:r>
      <w:r>
        <w:tab/>
        <w:t>1.013e0</w:t>
      </w:r>
    </w:p>
    <w:p w:rsidR="005B3ED9" w:rsidRDefault="005B3ED9" w:rsidP="005B3ED9">
      <w:r>
        <w:t>178.6198</w:t>
      </w:r>
      <w:r>
        <w:tab/>
        <w:t>1.013e0</w:t>
      </w:r>
    </w:p>
    <w:p w:rsidR="005B3ED9" w:rsidRDefault="005B3ED9" w:rsidP="005B3ED9">
      <w:r>
        <w:t>178.6627</w:t>
      </w:r>
      <w:r>
        <w:tab/>
        <w:t>1.013e0</w:t>
      </w:r>
    </w:p>
    <w:p w:rsidR="005B3ED9" w:rsidRDefault="005B3ED9" w:rsidP="005B3ED9">
      <w:r>
        <w:lastRenderedPageBreak/>
        <w:t>178.6735</w:t>
      </w:r>
      <w:r>
        <w:tab/>
        <w:t>1.013e0</w:t>
      </w:r>
    </w:p>
    <w:p w:rsidR="005B3ED9" w:rsidRDefault="005B3ED9" w:rsidP="005B3ED9">
      <w:r>
        <w:t>178.7907</w:t>
      </w:r>
      <w:r>
        <w:tab/>
        <w:t>1.013e0</w:t>
      </w:r>
    </w:p>
    <w:p w:rsidR="005B3ED9" w:rsidRDefault="005B3ED9" w:rsidP="005B3ED9">
      <w:r>
        <w:t>178.8047</w:t>
      </w:r>
      <w:r>
        <w:tab/>
        <w:t>1.013e0</w:t>
      </w:r>
    </w:p>
    <w:p w:rsidR="005B3ED9" w:rsidRDefault="005B3ED9" w:rsidP="005B3ED9">
      <w:r>
        <w:t>178.8365</w:t>
      </w:r>
      <w:r>
        <w:tab/>
        <w:t>1.013e0</w:t>
      </w:r>
    </w:p>
    <w:p w:rsidR="005B3ED9" w:rsidRDefault="005B3ED9" w:rsidP="005B3ED9">
      <w:r>
        <w:t>178.8867</w:t>
      </w:r>
      <w:r>
        <w:tab/>
        <w:t>1.013e0</w:t>
      </w:r>
    </w:p>
    <w:p w:rsidR="005B3ED9" w:rsidRDefault="005B3ED9" w:rsidP="005B3ED9">
      <w:r>
        <w:t>178.9153</w:t>
      </w:r>
      <w:r>
        <w:tab/>
        <w:t>1.013e0</w:t>
      </w:r>
    </w:p>
    <w:p w:rsidR="005B3ED9" w:rsidRDefault="005B3ED9" w:rsidP="005B3ED9">
      <w:r>
        <w:t>178.9367</w:t>
      </w:r>
      <w:r>
        <w:tab/>
        <w:t>1.013e0</w:t>
      </w:r>
    </w:p>
    <w:p w:rsidR="005B3ED9" w:rsidRDefault="005B3ED9" w:rsidP="005B3ED9">
      <w:r>
        <w:t>178.9636</w:t>
      </w:r>
      <w:r>
        <w:tab/>
        <w:t>2.025e0</w:t>
      </w:r>
    </w:p>
    <w:p w:rsidR="005B3ED9" w:rsidRDefault="005B3ED9" w:rsidP="005B3ED9">
      <w:r>
        <w:t>178.9690</w:t>
      </w:r>
      <w:r>
        <w:tab/>
        <w:t>1.013e0</w:t>
      </w:r>
    </w:p>
    <w:p w:rsidR="005B3ED9" w:rsidRDefault="005B3ED9" w:rsidP="005B3ED9">
      <w:r>
        <w:t>178.9866</w:t>
      </w:r>
      <w:r>
        <w:tab/>
        <w:t>2.025e0</w:t>
      </w:r>
    </w:p>
    <w:p w:rsidR="005B3ED9" w:rsidRDefault="005B3ED9" w:rsidP="005B3ED9">
      <w:r>
        <w:t>178.9926</w:t>
      </w:r>
      <w:r>
        <w:tab/>
        <w:t>3.038e0</w:t>
      </w:r>
    </w:p>
    <w:p w:rsidR="005B3ED9" w:rsidRDefault="005B3ED9" w:rsidP="005B3ED9">
      <w:r>
        <w:t>179.0013</w:t>
      </w:r>
      <w:r>
        <w:tab/>
        <w:t>4.051e0</w:t>
      </w:r>
    </w:p>
    <w:p w:rsidR="005B3ED9" w:rsidRDefault="005B3ED9" w:rsidP="005B3ED9">
      <w:r>
        <w:t>179.0164</w:t>
      </w:r>
      <w:r>
        <w:tab/>
        <w:t>1.316e1</w:t>
      </w:r>
    </w:p>
    <w:p w:rsidR="005B3ED9" w:rsidRDefault="005B3ED9" w:rsidP="005B3ED9">
      <w:r>
        <w:t>179.0205</w:t>
      </w:r>
      <w:r>
        <w:tab/>
        <w:t>9.111e0</w:t>
      </w:r>
    </w:p>
    <w:p w:rsidR="005B3ED9" w:rsidRDefault="005B3ED9" w:rsidP="005B3ED9">
      <w:r>
        <w:t>179.0233</w:t>
      </w:r>
      <w:r>
        <w:tab/>
        <w:t>1.013e1</w:t>
      </w:r>
    </w:p>
    <w:p w:rsidR="005B3ED9" w:rsidRDefault="005B3ED9" w:rsidP="005B3ED9">
      <w:r>
        <w:t>179.0498</w:t>
      </w:r>
      <w:r>
        <w:tab/>
        <w:t>1.013e0</w:t>
      </w:r>
    </w:p>
    <w:p w:rsidR="005B3ED9" w:rsidRDefault="005B3ED9" w:rsidP="005B3ED9">
      <w:r>
        <w:t>179.0570</w:t>
      </w:r>
      <w:r>
        <w:tab/>
        <w:t>1.013e0</w:t>
      </w:r>
    </w:p>
    <w:p w:rsidR="005B3ED9" w:rsidRDefault="005B3ED9" w:rsidP="005B3ED9">
      <w:r>
        <w:t>179.0713</w:t>
      </w:r>
      <w:r>
        <w:tab/>
        <w:t>1.013e0</w:t>
      </w:r>
    </w:p>
    <w:p w:rsidR="005B3ED9" w:rsidRDefault="005B3ED9" w:rsidP="005B3ED9">
      <w:r>
        <w:t>179.0913</w:t>
      </w:r>
      <w:r>
        <w:tab/>
        <w:t>4.051e0</w:t>
      </w:r>
    </w:p>
    <w:p w:rsidR="005B3ED9" w:rsidRDefault="005B3ED9" w:rsidP="005B3ED9">
      <w:r>
        <w:lastRenderedPageBreak/>
        <w:t>179.0944</w:t>
      </w:r>
      <w:r>
        <w:tab/>
        <w:t>3.038e0</w:t>
      </w:r>
    </w:p>
    <w:p w:rsidR="005B3ED9" w:rsidRDefault="005B3ED9" w:rsidP="005B3ED9">
      <w:r>
        <w:t>179.0955</w:t>
      </w:r>
      <w:r>
        <w:tab/>
        <w:t>3.038e0</w:t>
      </w:r>
    </w:p>
    <w:p w:rsidR="005B3ED9" w:rsidRDefault="005B3ED9" w:rsidP="005B3ED9">
      <w:r>
        <w:t>179.1013</w:t>
      </w:r>
      <w:r>
        <w:tab/>
        <w:t>9.114e0</w:t>
      </w:r>
    </w:p>
    <w:p w:rsidR="005B3ED9" w:rsidRDefault="005B3ED9" w:rsidP="005B3ED9">
      <w:r>
        <w:t>179.1186</w:t>
      </w:r>
      <w:r>
        <w:tab/>
        <w:t>1.489e0</w:t>
      </w:r>
    </w:p>
    <w:p w:rsidR="005B3ED9" w:rsidRDefault="005B3ED9" w:rsidP="005B3ED9">
      <w:r>
        <w:t>179.1286</w:t>
      </w:r>
      <w:r>
        <w:tab/>
        <w:t>1.013e0</w:t>
      </w:r>
    </w:p>
    <w:p w:rsidR="005B3ED9" w:rsidRDefault="005B3ED9" w:rsidP="005B3ED9">
      <w:r>
        <w:t>179.1500</w:t>
      </w:r>
      <w:r>
        <w:tab/>
        <w:t>1.013e0</w:t>
      </w:r>
    </w:p>
    <w:p w:rsidR="005B3ED9" w:rsidRDefault="005B3ED9" w:rsidP="005B3ED9">
      <w:r>
        <w:t>179.1572</w:t>
      </w:r>
      <w:r>
        <w:tab/>
        <w:t>1.013e0</w:t>
      </w:r>
    </w:p>
    <w:p w:rsidR="005B3ED9" w:rsidRDefault="005B3ED9" w:rsidP="005B3ED9">
      <w:r>
        <w:t>179.1751</w:t>
      </w:r>
      <w:r>
        <w:tab/>
        <w:t>1.013e0</w:t>
      </w:r>
    </w:p>
    <w:p w:rsidR="005B3ED9" w:rsidRDefault="005B3ED9" w:rsidP="005B3ED9">
      <w:r>
        <w:t>179.2597</w:t>
      </w:r>
      <w:r>
        <w:tab/>
        <w:t>1.013e0</w:t>
      </w:r>
    </w:p>
    <w:p w:rsidR="005B3ED9" w:rsidRDefault="005B3ED9" w:rsidP="005B3ED9">
      <w:r>
        <w:t>179.2739</w:t>
      </w:r>
      <w:r>
        <w:tab/>
        <w:t>1.013e0</w:t>
      </w:r>
    </w:p>
    <w:p w:rsidR="005B3ED9" w:rsidRDefault="005B3ED9" w:rsidP="005B3ED9">
      <w:r>
        <w:t>179.2847</w:t>
      </w:r>
      <w:r>
        <w:tab/>
        <w:t>1.013e0</w:t>
      </w:r>
    </w:p>
    <w:p w:rsidR="005B3ED9" w:rsidRDefault="005B3ED9" w:rsidP="005B3ED9">
      <w:r>
        <w:t>179.2955</w:t>
      </w:r>
      <w:r>
        <w:tab/>
        <w:t>1.013e0</w:t>
      </w:r>
    </w:p>
    <w:p w:rsidR="005B3ED9" w:rsidRDefault="005B3ED9" w:rsidP="005B3ED9">
      <w:r>
        <w:t>179.3062</w:t>
      </w:r>
      <w:r>
        <w:tab/>
        <w:t>1.013e0</w:t>
      </w:r>
    </w:p>
    <w:p w:rsidR="005B3ED9" w:rsidRDefault="005B3ED9" w:rsidP="005B3ED9">
      <w:r>
        <w:t>179.3170</w:t>
      </w:r>
      <w:r>
        <w:tab/>
        <w:t>1.013e0</w:t>
      </w:r>
    </w:p>
    <w:p w:rsidR="005B3ED9" w:rsidRDefault="005B3ED9" w:rsidP="005B3ED9">
      <w:r>
        <w:t>179.4595</w:t>
      </w:r>
      <w:r>
        <w:tab/>
        <w:t>1.013e0</w:t>
      </w:r>
    </w:p>
    <w:p w:rsidR="005B3ED9" w:rsidRDefault="005B3ED9" w:rsidP="005B3ED9">
      <w:r>
        <w:t>179.4630</w:t>
      </w:r>
      <w:r>
        <w:tab/>
        <w:t>1.013e0</w:t>
      </w:r>
    </w:p>
    <w:p w:rsidR="005B3ED9" w:rsidRDefault="005B3ED9" w:rsidP="005B3ED9">
      <w:r>
        <w:t>179.4875</w:t>
      </w:r>
      <w:r>
        <w:tab/>
        <w:t>1.013e0</w:t>
      </w:r>
    </w:p>
    <w:p w:rsidR="005B3ED9" w:rsidRDefault="005B3ED9" w:rsidP="005B3ED9">
      <w:r>
        <w:t>179.4946</w:t>
      </w:r>
      <w:r>
        <w:tab/>
        <w:t>1.013e0</w:t>
      </w:r>
    </w:p>
    <w:p w:rsidR="005B3ED9" w:rsidRDefault="005B3ED9" w:rsidP="005B3ED9">
      <w:r>
        <w:t>179.5161</w:t>
      </w:r>
      <w:r>
        <w:tab/>
        <w:t>2.025e0</w:t>
      </w:r>
    </w:p>
    <w:p w:rsidR="005B3ED9" w:rsidRDefault="005B3ED9" w:rsidP="005B3ED9">
      <w:r>
        <w:lastRenderedPageBreak/>
        <w:t>179.5233</w:t>
      </w:r>
      <w:r>
        <w:tab/>
        <w:t>2.025e0</w:t>
      </w:r>
    </w:p>
    <w:p w:rsidR="005B3ED9" w:rsidRDefault="005B3ED9" w:rsidP="005B3ED9">
      <w:r>
        <w:t>179.5376</w:t>
      </w:r>
      <w:r>
        <w:tab/>
        <w:t>1.013e0</w:t>
      </w:r>
    </w:p>
    <w:p w:rsidR="005B3ED9" w:rsidRDefault="005B3ED9" w:rsidP="005B3ED9">
      <w:r>
        <w:t>179.5698</w:t>
      </w:r>
      <w:r>
        <w:tab/>
        <w:t>2.025e0</w:t>
      </w:r>
    </w:p>
    <w:p w:rsidR="005B3ED9" w:rsidRDefault="005B3ED9" w:rsidP="005B3ED9">
      <w:r>
        <w:t>179.6200</w:t>
      </w:r>
      <w:r>
        <w:tab/>
        <w:t>1.013e0</w:t>
      </w:r>
    </w:p>
    <w:p w:rsidR="005B3ED9" w:rsidRDefault="005B3ED9" w:rsidP="005B3ED9">
      <w:r>
        <w:t>179.6379</w:t>
      </w:r>
      <w:r>
        <w:tab/>
        <w:t>1.013e0</w:t>
      </w:r>
    </w:p>
    <w:p w:rsidR="005B3ED9" w:rsidRDefault="005B3ED9" w:rsidP="005B3ED9">
      <w:r>
        <w:t>179.6523</w:t>
      </w:r>
      <w:r>
        <w:tab/>
        <w:t>1.013e0</w:t>
      </w:r>
    </w:p>
    <w:p w:rsidR="005B3ED9" w:rsidRDefault="005B3ED9" w:rsidP="005B3ED9">
      <w:r>
        <w:t>179.6700</w:t>
      </w:r>
      <w:r>
        <w:tab/>
        <w:t>1.013e0</w:t>
      </w:r>
    </w:p>
    <w:p w:rsidR="005B3ED9" w:rsidRDefault="005B3ED9" w:rsidP="005B3ED9">
      <w:r>
        <w:t>179.7016</w:t>
      </w:r>
      <w:r>
        <w:tab/>
        <w:t>1.013e0</w:t>
      </w:r>
    </w:p>
    <w:p w:rsidR="005B3ED9" w:rsidRDefault="005B3ED9" w:rsidP="005B3ED9">
      <w:r>
        <w:t>179.7227</w:t>
      </w:r>
      <w:r>
        <w:tab/>
        <w:t>1.013e0</w:t>
      </w:r>
    </w:p>
    <w:p w:rsidR="005B3ED9" w:rsidRDefault="005B3ED9" w:rsidP="005B3ED9">
      <w:r>
        <w:t>179.7619</w:t>
      </w:r>
      <w:r>
        <w:tab/>
        <w:t>1.013e0</w:t>
      </w:r>
    </w:p>
    <w:p w:rsidR="005B3ED9" w:rsidRDefault="005B3ED9" w:rsidP="005B3ED9">
      <w:r>
        <w:t>179.8372</w:t>
      </w:r>
      <w:r>
        <w:tab/>
        <w:t>1.013e0</w:t>
      </w:r>
    </w:p>
    <w:p w:rsidR="005B3ED9" w:rsidRDefault="005B3ED9" w:rsidP="005B3ED9">
      <w:r>
        <w:t>179.8623</w:t>
      </w:r>
      <w:r>
        <w:tab/>
        <w:t>1.013e0</w:t>
      </w:r>
    </w:p>
    <w:p w:rsidR="005B3ED9" w:rsidRDefault="005B3ED9" w:rsidP="005B3ED9">
      <w:r>
        <w:t>179.8802</w:t>
      </w:r>
      <w:r>
        <w:tab/>
        <w:t>1.013e0</w:t>
      </w:r>
    </w:p>
    <w:p w:rsidR="005B3ED9" w:rsidRDefault="005B3ED9" w:rsidP="005B3ED9">
      <w:r>
        <w:t>179.8982</w:t>
      </w:r>
      <w:r>
        <w:tab/>
        <w:t>1.013e0</w:t>
      </w:r>
    </w:p>
    <w:p w:rsidR="005B3ED9" w:rsidRDefault="005B3ED9" w:rsidP="005B3ED9">
      <w:r>
        <w:t>179.9299</w:t>
      </w:r>
      <w:r>
        <w:tab/>
        <w:t>1.013e0</w:t>
      </w:r>
    </w:p>
    <w:p w:rsidR="005B3ED9" w:rsidRDefault="005B3ED9" w:rsidP="005B3ED9">
      <w:r>
        <w:t>179.9475</w:t>
      </w:r>
      <w:r>
        <w:tab/>
        <w:t>1.013e0</w:t>
      </w:r>
    </w:p>
    <w:p w:rsidR="005B3ED9" w:rsidRDefault="005B3ED9" w:rsidP="005B3ED9">
      <w:r>
        <w:t>179.9580</w:t>
      </w:r>
      <w:r>
        <w:tab/>
        <w:t>1.013e0</w:t>
      </w:r>
    </w:p>
    <w:p w:rsidR="005B3ED9" w:rsidRDefault="005B3ED9" w:rsidP="005B3ED9">
      <w:r>
        <w:t>179.9989</w:t>
      </w:r>
      <w:r>
        <w:tab/>
        <w:t>2.025e0</w:t>
      </w:r>
    </w:p>
    <w:p w:rsidR="005B3ED9" w:rsidRDefault="005B3ED9" w:rsidP="005B3ED9">
      <w:r>
        <w:t>180.0069</w:t>
      </w:r>
      <w:r>
        <w:tab/>
        <w:t>3.038e0</w:t>
      </w:r>
    </w:p>
    <w:p w:rsidR="005B3ED9" w:rsidRDefault="005B3ED9" w:rsidP="005B3ED9">
      <w:r>
        <w:lastRenderedPageBreak/>
        <w:t>180.0115</w:t>
      </w:r>
      <w:r>
        <w:tab/>
        <w:t>3.038e0</w:t>
      </w:r>
    </w:p>
    <w:p w:rsidR="005B3ED9" w:rsidRDefault="005B3ED9" w:rsidP="005B3ED9">
      <w:r>
        <w:t>180.0199</w:t>
      </w:r>
      <w:r>
        <w:tab/>
        <w:t>5.063e0</w:t>
      </w:r>
    </w:p>
    <w:p w:rsidR="005B3ED9" w:rsidRDefault="005B3ED9" w:rsidP="005B3ED9">
      <w:r>
        <w:t>180.0258</w:t>
      </w:r>
      <w:r>
        <w:tab/>
        <w:t>4.978e0</w:t>
      </w:r>
    </w:p>
    <w:p w:rsidR="005B3ED9" w:rsidRDefault="005B3ED9" w:rsidP="005B3ED9">
      <w:r>
        <w:t>180.0430</w:t>
      </w:r>
      <w:r>
        <w:tab/>
        <w:t>1.755e1</w:t>
      </w:r>
    </w:p>
    <w:p w:rsidR="005B3ED9" w:rsidRDefault="005B3ED9" w:rsidP="005B3ED9">
      <w:r>
        <w:t>180.0451</w:t>
      </w:r>
      <w:r>
        <w:tab/>
        <w:t>2.007e1</w:t>
      </w:r>
    </w:p>
    <w:p w:rsidR="005B3ED9" w:rsidRDefault="005B3ED9" w:rsidP="005B3ED9">
      <w:r>
        <w:t>180.0481</w:t>
      </w:r>
      <w:r>
        <w:tab/>
        <w:t>1.672e1</w:t>
      </w:r>
    </w:p>
    <w:p w:rsidR="005B3ED9" w:rsidRDefault="005B3ED9" w:rsidP="005B3ED9">
      <w:r>
        <w:t>180.0527</w:t>
      </w:r>
      <w:r>
        <w:tab/>
        <w:t>1.503e1</w:t>
      </w:r>
    </w:p>
    <w:p w:rsidR="005B3ED9" w:rsidRDefault="005B3ED9" w:rsidP="005B3ED9">
      <w:r>
        <w:t>180.0903</w:t>
      </w:r>
      <w:r>
        <w:tab/>
        <w:t>2.025e0</w:t>
      </w:r>
    </w:p>
    <w:p w:rsidR="005B3ED9" w:rsidRDefault="005B3ED9" w:rsidP="005B3ED9">
      <w:r>
        <w:t>180.0939</w:t>
      </w:r>
      <w:r>
        <w:tab/>
        <w:t>1.013e0</w:t>
      </w:r>
    </w:p>
    <w:p w:rsidR="005B3ED9" w:rsidRDefault="005B3ED9" w:rsidP="005B3ED9">
      <w:r>
        <w:t>180.1065</w:t>
      </w:r>
      <w:r>
        <w:tab/>
        <w:t>2.025e0</w:t>
      </w:r>
    </w:p>
    <w:p w:rsidR="005B3ED9" w:rsidRDefault="005B3ED9" w:rsidP="005B3ED9">
      <w:r>
        <w:t>180.1083</w:t>
      </w:r>
      <w:r>
        <w:tab/>
        <w:t>2.025e0</w:t>
      </w:r>
    </w:p>
    <w:p w:rsidR="005B3ED9" w:rsidRDefault="005B3ED9" w:rsidP="005B3ED9">
      <w:r>
        <w:t>180.1190</w:t>
      </w:r>
      <w:r>
        <w:tab/>
        <w:t>1.013e0</w:t>
      </w:r>
    </w:p>
    <w:p w:rsidR="005B3ED9" w:rsidRDefault="005B3ED9" w:rsidP="005B3ED9">
      <w:r>
        <w:t>180.1424</w:t>
      </w:r>
      <w:r>
        <w:tab/>
        <w:t>2.025e0</w:t>
      </w:r>
    </w:p>
    <w:p w:rsidR="005B3ED9" w:rsidRDefault="005B3ED9" w:rsidP="005B3ED9">
      <w:r>
        <w:t>180.1514</w:t>
      </w:r>
      <w:r>
        <w:tab/>
        <w:t>1.013e0</w:t>
      </w:r>
    </w:p>
    <w:p w:rsidR="005B3ED9" w:rsidRDefault="005B3ED9" w:rsidP="005B3ED9">
      <w:r>
        <w:t>180.1550</w:t>
      </w:r>
      <w:r>
        <w:tab/>
        <w:t>1.013e0</w:t>
      </w:r>
    </w:p>
    <w:p w:rsidR="005B3ED9" w:rsidRDefault="005B3ED9" w:rsidP="005B3ED9">
      <w:r>
        <w:t>180.1583</w:t>
      </w:r>
      <w:r>
        <w:tab/>
        <w:t>3.038e0</w:t>
      </w:r>
    </w:p>
    <w:p w:rsidR="005B3ED9" w:rsidRDefault="005B3ED9" w:rsidP="005B3ED9">
      <w:r>
        <w:t>180.1620</w:t>
      </w:r>
      <w:r>
        <w:tab/>
        <w:t>2.025e0</w:t>
      </w:r>
    </w:p>
    <w:p w:rsidR="005B3ED9" w:rsidRDefault="005B3ED9" w:rsidP="005B3ED9">
      <w:r>
        <w:t>180.1802</w:t>
      </w:r>
      <w:r>
        <w:tab/>
        <w:t>5.063e0</w:t>
      </w:r>
    </w:p>
    <w:p w:rsidR="005B3ED9" w:rsidRDefault="005B3ED9" w:rsidP="005B3ED9">
      <w:r>
        <w:t>180.1866</w:t>
      </w:r>
      <w:r>
        <w:tab/>
        <w:t>1.013e0</w:t>
      </w:r>
    </w:p>
    <w:p w:rsidR="005B3ED9" w:rsidRDefault="005B3ED9" w:rsidP="005B3ED9">
      <w:r>
        <w:lastRenderedPageBreak/>
        <w:t>180.1936</w:t>
      </w:r>
      <w:r>
        <w:tab/>
        <w:t>2.025e0</w:t>
      </w:r>
    </w:p>
    <w:p w:rsidR="005B3ED9" w:rsidRDefault="005B3ED9" w:rsidP="005B3ED9">
      <w:r>
        <w:t>180.2183</w:t>
      </w:r>
      <w:r>
        <w:tab/>
        <w:t>1.013e0</w:t>
      </w:r>
    </w:p>
    <w:p w:rsidR="005B3ED9" w:rsidRDefault="005B3ED9" w:rsidP="005B3ED9">
      <w:r>
        <w:t>180.2593</w:t>
      </w:r>
      <w:r>
        <w:tab/>
        <w:t>2.025e0</w:t>
      </w:r>
    </w:p>
    <w:p w:rsidR="005B3ED9" w:rsidRDefault="005B3ED9" w:rsidP="005B3ED9">
      <w:r>
        <w:t>180.2683</w:t>
      </w:r>
      <w:r>
        <w:tab/>
        <w:t>1.013e0</w:t>
      </w:r>
    </w:p>
    <w:p w:rsidR="005B3ED9" w:rsidRDefault="005B3ED9" w:rsidP="005B3ED9">
      <w:r>
        <w:t>180.3150</w:t>
      </w:r>
      <w:r>
        <w:tab/>
        <w:t>2.025e0</w:t>
      </w:r>
    </w:p>
    <w:p w:rsidR="005B3ED9" w:rsidRDefault="005B3ED9" w:rsidP="005B3ED9">
      <w:r>
        <w:t>180.3186</w:t>
      </w:r>
      <w:r>
        <w:tab/>
        <w:t>1.013e0</w:t>
      </w:r>
    </w:p>
    <w:p w:rsidR="005B3ED9" w:rsidRDefault="005B3ED9" w:rsidP="005B3ED9">
      <w:r>
        <w:t>180.3867</w:t>
      </w:r>
      <w:r>
        <w:tab/>
        <w:t>1.013e0</w:t>
      </w:r>
    </w:p>
    <w:p w:rsidR="005B3ED9" w:rsidRDefault="005B3ED9" w:rsidP="005B3ED9">
      <w:r>
        <w:t>180.3939</w:t>
      </w:r>
      <w:r>
        <w:tab/>
        <w:t>2.025e0</w:t>
      </w:r>
    </w:p>
    <w:p w:rsidR="005B3ED9" w:rsidRDefault="005B3ED9" w:rsidP="005B3ED9">
      <w:r>
        <w:t>180.4206</w:t>
      </w:r>
      <w:r>
        <w:tab/>
        <w:t>2.025e0</w:t>
      </w:r>
    </w:p>
    <w:p w:rsidR="005B3ED9" w:rsidRDefault="005B3ED9" w:rsidP="005B3ED9">
      <w:r>
        <w:t>180.4295</w:t>
      </w:r>
      <w:r>
        <w:tab/>
        <w:t>1.013e0</w:t>
      </w:r>
    </w:p>
    <w:p w:rsidR="005B3ED9" w:rsidRDefault="005B3ED9" w:rsidP="005B3ED9">
      <w:r>
        <w:t>180.4330</w:t>
      </w:r>
      <w:r>
        <w:tab/>
        <w:t>1.013e0</w:t>
      </w:r>
    </w:p>
    <w:p w:rsidR="005B3ED9" w:rsidRDefault="005B3ED9" w:rsidP="005B3ED9">
      <w:r>
        <w:t>180.4472</w:t>
      </w:r>
      <w:r>
        <w:tab/>
        <w:t>2.025e0</w:t>
      </w:r>
    </w:p>
    <w:p w:rsidR="005B3ED9" w:rsidRDefault="005B3ED9" w:rsidP="005B3ED9">
      <w:r>
        <w:t>180.4648</w:t>
      </w:r>
      <w:r>
        <w:tab/>
        <w:t>1.013e0</w:t>
      </w:r>
    </w:p>
    <w:p w:rsidR="005B3ED9" w:rsidRDefault="005B3ED9" w:rsidP="005B3ED9">
      <w:r>
        <w:t>180.4788</w:t>
      </w:r>
      <w:r>
        <w:tab/>
        <w:t>1.013e0</w:t>
      </w:r>
    </w:p>
    <w:p w:rsidR="005B3ED9" w:rsidRDefault="005B3ED9" w:rsidP="005B3ED9">
      <w:r>
        <w:t>180.5109</w:t>
      </w:r>
      <w:r>
        <w:tab/>
        <w:t>2.025e0</w:t>
      </w:r>
    </w:p>
    <w:p w:rsidR="005B3ED9" w:rsidRDefault="005B3ED9" w:rsidP="005B3ED9">
      <w:r>
        <w:t>180.5325</w:t>
      </w:r>
      <w:r>
        <w:tab/>
        <w:t>1.013e0</w:t>
      </w:r>
    </w:p>
    <w:p w:rsidR="005B3ED9" w:rsidRDefault="005B3ED9" w:rsidP="005B3ED9">
      <w:r>
        <w:t>180.5405</w:t>
      </w:r>
      <w:r>
        <w:tab/>
        <w:t>3.038e0</w:t>
      </w:r>
    </w:p>
    <w:p w:rsidR="005B3ED9" w:rsidRDefault="005B3ED9" w:rsidP="005B3ED9">
      <w:r>
        <w:t>180.5540</w:t>
      </w:r>
      <w:r>
        <w:tab/>
        <w:t>1.013e0</w:t>
      </w:r>
    </w:p>
    <w:p w:rsidR="005B3ED9" w:rsidRDefault="005B3ED9" w:rsidP="005B3ED9">
      <w:r>
        <w:t>180.5636</w:t>
      </w:r>
      <w:r>
        <w:tab/>
        <w:t>3.038e0</w:t>
      </w:r>
    </w:p>
    <w:p w:rsidR="005B3ED9" w:rsidRDefault="005B3ED9" w:rsidP="005B3ED9">
      <w:r>
        <w:lastRenderedPageBreak/>
        <w:t>180.5720</w:t>
      </w:r>
      <w:r>
        <w:tab/>
        <w:t>1.013e0</w:t>
      </w:r>
    </w:p>
    <w:p w:rsidR="005B3ED9" w:rsidRDefault="005B3ED9" w:rsidP="005B3ED9">
      <w:r>
        <w:t>180.6078</w:t>
      </w:r>
      <w:r>
        <w:tab/>
        <w:t>2.025e0</w:t>
      </w:r>
    </w:p>
    <w:p w:rsidR="005B3ED9" w:rsidRDefault="005B3ED9" w:rsidP="005B3ED9">
      <w:r>
        <w:t>180.6868</w:t>
      </w:r>
      <w:r>
        <w:tab/>
        <w:t>1.013e0</w:t>
      </w:r>
    </w:p>
    <w:p w:rsidR="005B3ED9" w:rsidRDefault="005B3ED9" w:rsidP="005B3ED9">
      <w:r>
        <w:t>180.7151</w:t>
      </w:r>
      <w:r>
        <w:tab/>
        <w:t>1.013e0</w:t>
      </w:r>
    </w:p>
    <w:p w:rsidR="005B3ED9" w:rsidRDefault="005B3ED9" w:rsidP="005B3ED9">
      <w:r>
        <w:t>180.7896</w:t>
      </w:r>
      <w:r>
        <w:tab/>
        <w:t>1.013e0</w:t>
      </w:r>
    </w:p>
    <w:p w:rsidR="005B3ED9" w:rsidRDefault="005B3ED9" w:rsidP="005B3ED9">
      <w:r>
        <w:t>180.8112</w:t>
      </w:r>
      <w:r>
        <w:tab/>
        <w:t>1.013e0</w:t>
      </w:r>
    </w:p>
    <w:p w:rsidR="005B3ED9" w:rsidRDefault="005B3ED9" w:rsidP="005B3ED9">
      <w:r>
        <w:t>180.8220</w:t>
      </w:r>
      <w:r>
        <w:tab/>
        <w:t>1.013e0</w:t>
      </w:r>
    </w:p>
    <w:p w:rsidR="005B3ED9" w:rsidRDefault="005B3ED9" w:rsidP="005B3ED9">
      <w:r>
        <w:t>180.8650</w:t>
      </w:r>
      <w:r>
        <w:tab/>
        <w:t>1.013e0</w:t>
      </w:r>
    </w:p>
    <w:p w:rsidR="005B3ED9" w:rsidRDefault="005B3ED9" w:rsidP="005B3ED9">
      <w:r>
        <w:t>180.9369</w:t>
      </w:r>
      <w:r>
        <w:tab/>
        <w:t>1.013e0</w:t>
      </w:r>
    </w:p>
    <w:p w:rsidR="005B3ED9" w:rsidRDefault="005B3ED9" w:rsidP="005B3ED9">
      <w:r>
        <w:t>180.9513</w:t>
      </w:r>
      <w:r>
        <w:tab/>
        <w:t>1.013e0</w:t>
      </w:r>
    </w:p>
    <w:p w:rsidR="005B3ED9" w:rsidRDefault="005B3ED9" w:rsidP="005B3ED9">
      <w:r>
        <w:t>180.9762</w:t>
      </w:r>
      <w:r>
        <w:tab/>
        <w:t>1.013e0</w:t>
      </w:r>
    </w:p>
    <w:p w:rsidR="005B3ED9" w:rsidRDefault="005B3ED9" w:rsidP="005B3ED9">
      <w:r>
        <w:t>180.9868</w:t>
      </w:r>
      <w:r>
        <w:tab/>
        <w:t>1.013e0</w:t>
      </w:r>
    </w:p>
    <w:p w:rsidR="005B3ED9" w:rsidRDefault="005B3ED9" w:rsidP="005B3ED9">
      <w:r>
        <w:t>181.0006</w:t>
      </w:r>
      <w:r>
        <w:tab/>
        <w:t>8.069e0</w:t>
      </w:r>
    </w:p>
    <w:p w:rsidR="005B3ED9" w:rsidRDefault="005B3ED9" w:rsidP="005B3ED9">
      <w:r>
        <w:t>181.0163</w:t>
      </w:r>
      <w:r>
        <w:tab/>
        <w:t>1.004e1</w:t>
      </w:r>
    </w:p>
    <w:p w:rsidR="005B3ED9" w:rsidRDefault="005B3ED9" w:rsidP="005B3ED9">
      <w:r>
        <w:t>181.0433</w:t>
      </w:r>
      <w:r>
        <w:tab/>
        <w:t>2.025e0</w:t>
      </w:r>
    </w:p>
    <w:p w:rsidR="005B3ED9" w:rsidRDefault="005B3ED9" w:rsidP="005B3ED9">
      <w:r>
        <w:t>181.0489</w:t>
      </w:r>
      <w:r>
        <w:tab/>
        <w:t>5.063e0</w:t>
      </w:r>
    </w:p>
    <w:p w:rsidR="005B3ED9" w:rsidRDefault="005B3ED9" w:rsidP="005B3ED9">
      <w:r>
        <w:t>181.0524</w:t>
      </w:r>
      <w:r>
        <w:tab/>
        <w:t>2.025e0</w:t>
      </w:r>
    </w:p>
    <w:p w:rsidR="005B3ED9" w:rsidRDefault="005B3ED9" w:rsidP="005B3ED9">
      <w:r>
        <w:t>181.0538</w:t>
      </w:r>
      <w:r>
        <w:tab/>
        <w:t>2.025e0</w:t>
      </w:r>
    </w:p>
    <w:p w:rsidR="005B3ED9" w:rsidRDefault="005B3ED9" w:rsidP="005B3ED9">
      <w:r>
        <w:t>181.1044</w:t>
      </w:r>
      <w:r>
        <w:tab/>
        <w:t>2.025e0</w:t>
      </w:r>
    </w:p>
    <w:p w:rsidR="005B3ED9" w:rsidRDefault="005B3ED9" w:rsidP="005B3ED9">
      <w:r>
        <w:lastRenderedPageBreak/>
        <w:t>181.1116</w:t>
      </w:r>
      <w:r>
        <w:tab/>
        <w:t>3.038e0</w:t>
      </w:r>
    </w:p>
    <w:p w:rsidR="005B3ED9" w:rsidRDefault="005B3ED9" w:rsidP="005B3ED9">
      <w:r>
        <w:t>181.1259</w:t>
      </w:r>
      <w:r>
        <w:tab/>
        <w:t>2.025e0</w:t>
      </w:r>
    </w:p>
    <w:p w:rsidR="005B3ED9" w:rsidRDefault="005B3ED9" w:rsidP="005B3ED9">
      <w:r>
        <w:t>181.1313</w:t>
      </w:r>
      <w:r>
        <w:tab/>
        <w:t>2.025e0</w:t>
      </w:r>
    </w:p>
    <w:p w:rsidR="005B3ED9" w:rsidRDefault="005B3ED9" w:rsidP="005B3ED9">
      <w:r>
        <w:t>181.1690</w:t>
      </w:r>
      <w:r>
        <w:tab/>
        <w:t>2.025e0</w:t>
      </w:r>
    </w:p>
    <w:p w:rsidR="005B3ED9" w:rsidRDefault="005B3ED9" w:rsidP="005B3ED9">
      <w:r>
        <w:t>181.1708</w:t>
      </w:r>
      <w:r>
        <w:tab/>
        <w:t>2.025e0</w:t>
      </w:r>
    </w:p>
    <w:p w:rsidR="005B3ED9" w:rsidRDefault="005B3ED9" w:rsidP="005B3ED9">
      <w:r>
        <w:t>181.1726</w:t>
      </w:r>
      <w:r>
        <w:tab/>
        <w:t>2.025e0</w:t>
      </w:r>
    </w:p>
    <w:p w:rsidR="005B3ED9" w:rsidRDefault="005B3ED9" w:rsidP="005B3ED9">
      <w:r>
        <w:t>181.1870</w:t>
      </w:r>
      <w:r>
        <w:tab/>
        <w:t>1.013e0</w:t>
      </w:r>
    </w:p>
    <w:p w:rsidR="005B3ED9" w:rsidRDefault="005B3ED9" w:rsidP="005B3ED9">
      <w:r>
        <w:t>181.1942</w:t>
      </w:r>
      <w:r>
        <w:tab/>
        <w:t>1.013e0</w:t>
      </w:r>
    </w:p>
    <w:p w:rsidR="005B3ED9" w:rsidRDefault="005B3ED9" w:rsidP="005B3ED9">
      <w:r>
        <w:t>181.2193</w:t>
      </w:r>
      <w:r>
        <w:tab/>
        <w:t>1.013e0</w:t>
      </w:r>
    </w:p>
    <w:p w:rsidR="005B3ED9" w:rsidRDefault="005B3ED9" w:rsidP="005B3ED9">
      <w:r>
        <w:t>181.2518</w:t>
      </w:r>
      <w:r>
        <w:tab/>
        <w:t>1.013e0</w:t>
      </w:r>
    </w:p>
    <w:p w:rsidR="005B3ED9" w:rsidRDefault="005B3ED9" w:rsidP="005B3ED9">
      <w:r>
        <w:t>181.3049</w:t>
      </w:r>
      <w:r>
        <w:tab/>
        <w:t>1.013e0</w:t>
      </w:r>
    </w:p>
    <w:p w:rsidR="005B3ED9" w:rsidRDefault="005B3ED9" w:rsidP="005B3ED9">
      <w:r>
        <w:t>181.3297</w:t>
      </w:r>
      <w:r>
        <w:tab/>
        <w:t>1.013e0</w:t>
      </w:r>
    </w:p>
    <w:p w:rsidR="005B3ED9" w:rsidRDefault="005B3ED9" w:rsidP="005B3ED9">
      <w:r>
        <w:t>181.3332</w:t>
      </w:r>
      <w:r>
        <w:tab/>
        <w:t>1.013e0</w:t>
      </w:r>
    </w:p>
    <w:p w:rsidR="005B3ED9" w:rsidRDefault="005B3ED9" w:rsidP="005B3ED9">
      <w:r>
        <w:t>181.3941</w:t>
      </w:r>
      <w:r>
        <w:tab/>
        <w:t>1.013e0</w:t>
      </w:r>
    </w:p>
    <w:p w:rsidR="005B3ED9" w:rsidRDefault="005B3ED9" w:rsidP="005B3ED9">
      <w:r>
        <w:t>181.4032</w:t>
      </w:r>
      <w:r>
        <w:tab/>
        <w:t>3.038e0</w:t>
      </w:r>
    </w:p>
    <w:p w:rsidR="005B3ED9" w:rsidRDefault="005B3ED9" w:rsidP="005B3ED9">
      <w:r>
        <w:t>181.4517</w:t>
      </w:r>
      <w:r>
        <w:tab/>
        <w:t>1.013e0</w:t>
      </w:r>
    </w:p>
    <w:p w:rsidR="005B3ED9" w:rsidRDefault="005B3ED9" w:rsidP="005B3ED9">
      <w:r>
        <w:t>181.4768</w:t>
      </w:r>
      <w:r>
        <w:tab/>
        <w:t>4.051e0</w:t>
      </w:r>
    </w:p>
    <w:p w:rsidR="005B3ED9" w:rsidRDefault="005B3ED9" w:rsidP="005B3ED9">
      <w:r>
        <w:t>181.4876</w:t>
      </w:r>
      <w:r>
        <w:tab/>
        <w:t>1.013e0</w:t>
      </w:r>
    </w:p>
    <w:p w:rsidR="005B3ED9" w:rsidRDefault="005B3ED9" w:rsidP="005B3ED9">
      <w:r>
        <w:t>181.5020</w:t>
      </w:r>
      <w:r>
        <w:tab/>
        <w:t>1.013e0</w:t>
      </w:r>
    </w:p>
    <w:p w:rsidR="005B3ED9" w:rsidRDefault="005B3ED9" w:rsidP="005B3ED9">
      <w:r>
        <w:lastRenderedPageBreak/>
        <w:t>181.5272</w:t>
      </w:r>
      <w:r>
        <w:tab/>
        <w:t>1.013e0</w:t>
      </w:r>
    </w:p>
    <w:p w:rsidR="005B3ED9" w:rsidRDefault="005B3ED9" w:rsidP="005B3ED9">
      <w:r>
        <w:t>181.5524</w:t>
      </w:r>
      <w:r>
        <w:tab/>
        <w:t>1.013e0</w:t>
      </w:r>
    </w:p>
    <w:p w:rsidR="005B3ED9" w:rsidRDefault="005B3ED9" w:rsidP="005B3ED9">
      <w:r>
        <w:t>181.5810</w:t>
      </w:r>
      <w:r>
        <w:tab/>
        <w:t>1.013e0</w:t>
      </w:r>
    </w:p>
    <w:p w:rsidR="005B3ED9" w:rsidRDefault="005B3ED9" w:rsidP="005B3ED9">
      <w:r>
        <w:t>181.6376</w:t>
      </w:r>
      <w:r>
        <w:tab/>
        <w:t>1.013e0</w:t>
      </w:r>
    </w:p>
    <w:p w:rsidR="005B3ED9" w:rsidRDefault="005B3ED9" w:rsidP="005B3ED9">
      <w:r>
        <w:t>181.6553</w:t>
      </w:r>
      <w:r>
        <w:tab/>
        <w:t>2.025e0</w:t>
      </w:r>
    </w:p>
    <w:p w:rsidR="005B3ED9" w:rsidRDefault="005B3ED9" w:rsidP="005B3ED9">
      <w:r>
        <w:t>181.7417</w:t>
      </w:r>
      <w:r>
        <w:tab/>
        <w:t>1.013e0</w:t>
      </w:r>
    </w:p>
    <w:p w:rsidR="005B3ED9" w:rsidRDefault="005B3ED9" w:rsidP="005B3ED9">
      <w:r>
        <w:t>181.7668</w:t>
      </w:r>
      <w:r>
        <w:tab/>
        <w:t>1.013e0</w:t>
      </w:r>
    </w:p>
    <w:p w:rsidR="005B3ED9" w:rsidRDefault="005B3ED9" w:rsidP="005B3ED9">
      <w:r>
        <w:t>181.7848</w:t>
      </w:r>
      <w:r>
        <w:tab/>
        <w:t>1.013e0</w:t>
      </w:r>
    </w:p>
    <w:p w:rsidR="005B3ED9" w:rsidRDefault="005B3ED9" w:rsidP="005B3ED9">
      <w:r>
        <w:t>181.8136</w:t>
      </w:r>
      <w:r>
        <w:tab/>
        <w:t>2.025e0</w:t>
      </w:r>
    </w:p>
    <w:p w:rsidR="005B3ED9" w:rsidRDefault="005B3ED9" w:rsidP="005B3ED9">
      <w:r>
        <w:t>181.8208</w:t>
      </w:r>
      <w:r>
        <w:tab/>
        <w:t>1.013e0</w:t>
      </w:r>
    </w:p>
    <w:p w:rsidR="005B3ED9" w:rsidRDefault="005B3ED9" w:rsidP="005B3ED9">
      <w:r>
        <w:t>181.8604</w:t>
      </w:r>
      <w:r>
        <w:tab/>
        <w:t>1.013e0</w:t>
      </w:r>
    </w:p>
    <w:p w:rsidR="005B3ED9" w:rsidRDefault="005B3ED9" w:rsidP="005B3ED9">
      <w:r>
        <w:t>181.8821</w:t>
      </w:r>
      <w:r>
        <w:tab/>
        <w:t>1.013e0</w:t>
      </w:r>
    </w:p>
    <w:p w:rsidR="005B3ED9" w:rsidRDefault="005B3ED9" w:rsidP="005B3ED9">
      <w:r>
        <w:t>181.9247</w:t>
      </w:r>
      <w:r>
        <w:tab/>
        <w:t>1.013e0</w:t>
      </w:r>
    </w:p>
    <w:p w:rsidR="005B3ED9" w:rsidRDefault="005B3ED9" w:rsidP="005B3ED9">
      <w:r>
        <w:t>181.9389</w:t>
      </w:r>
      <w:r>
        <w:tab/>
        <w:t>1.013e0</w:t>
      </w:r>
    </w:p>
    <w:p w:rsidR="005B3ED9" w:rsidRDefault="005B3ED9" w:rsidP="005B3ED9">
      <w:r>
        <w:t>182.0120</w:t>
      </w:r>
      <w:r>
        <w:tab/>
        <w:t>2.025e0</w:t>
      </w:r>
    </w:p>
    <w:p w:rsidR="005B3ED9" w:rsidRDefault="005B3ED9" w:rsidP="005B3ED9">
      <w:r>
        <w:t>182.0137</w:t>
      </w:r>
      <w:r>
        <w:tab/>
        <w:t>2.025e0</w:t>
      </w:r>
    </w:p>
    <w:p w:rsidR="005B3ED9" w:rsidRDefault="005B3ED9" w:rsidP="005B3ED9">
      <w:r>
        <w:t>182.0399</w:t>
      </w:r>
      <w:r>
        <w:tab/>
        <w:t>3.038e0</w:t>
      </w:r>
    </w:p>
    <w:p w:rsidR="005B3ED9" w:rsidRDefault="005B3ED9" w:rsidP="005B3ED9">
      <w:r>
        <w:t>182.0426</w:t>
      </w:r>
      <w:r>
        <w:tab/>
        <w:t>1.013e0</w:t>
      </w:r>
    </w:p>
    <w:p w:rsidR="005B3ED9" w:rsidRDefault="005B3ED9" w:rsidP="005B3ED9">
      <w:r>
        <w:t>182.0444</w:t>
      </w:r>
      <w:r>
        <w:tab/>
        <w:t>2.025e0</w:t>
      </w:r>
    </w:p>
    <w:p w:rsidR="005B3ED9" w:rsidRDefault="005B3ED9" w:rsidP="005B3ED9">
      <w:r>
        <w:lastRenderedPageBreak/>
        <w:t>182.0642</w:t>
      </w:r>
      <w:r>
        <w:tab/>
        <w:t>1.013e0</w:t>
      </w:r>
    </w:p>
    <w:p w:rsidR="005B3ED9" w:rsidRDefault="005B3ED9" w:rsidP="005B3ED9">
      <w:r>
        <w:t>182.0858</w:t>
      </w:r>
      <w:r>
        <w:tab/>
        <w:t>1.013e0</w:t>
      </w:r>
    </w:p>
    <w:p w:rsidR="005B3ED9" w:rsidRDefault="005B3ED9" w:rsidP="005B3ED9">
      <w:r>
        <w:t>182.1182</w:t>
      </w:r>
      <w:r>
        <w:tab/>
        <w:t>1.013e0</w:t>
      </w:r>
    </w:p>
    <w:p w:rsidR="005B3ED9" w:rsidRDefault="005B3ED9" w:rsidP="005B3ED9">
      <w:r>
        <w:t>182.1254</w:t>
      </w:r>
      <w:r>
        <w:tab/>
        <w:t>1.013e0</w:t>
      </w:r>
    </w:p>
    <w:p w:rsidR="005B3ED9" w:rsidRDefault="005B3ED9" w:rsidP="005B3ED9">
      <w:r>
        <w:t>182.1542</w:t>
      </w:r>
      <w:r>
        <w:tab/>
        <w:t>1.013e0</w:t>
      </w:r>
    </w:p>
    <w:p w:rsidR="005B3ED9" w:rsidRDefault="005B3ED9" w:rsidP="005B3ED9">
      <w:r>
        <w:t>182.1596</w:t>
      </w:r>
      <w:r>
        <w:tab/>
        <w:t>2.025e0</w:t>
      </w:r>
    </w:p>
    <w:p w:rsidR="005B3ED9" w:rsidRDefault="005B3ED9" w:rsidP="005B3ED9">
      <w:r>
        <w:t>182.1722</w:t>
      </w:r>
      <w:r>
        <w:tab/>
        <w:t>1.013e0</w:t>
      </w:r>
    </w:p>
    <w:p w:rsidR="005B3ED9" w:rsidRDefault="005B3ED9" w:rsidP="005B3ED9">
      <w:r>
        <w:t>182.2083</w:t>
      </w:r>
      <w:r>
        <w:tab/>
        <w:t>1.013e0</w:t>
      </w:r>
    </w:p>
    <w:p w:rsidR="005B3ED9" w:rsidRDefault="005B3ED9" w:rsidP="005B3ED9">
      <w:r>
        <w:t>182.2227</w:t>
      </w:r>
      <w:r>
        <w:tab/>
        <w:t>1.013e0</w:t>
      </w:r>
    </w:p>
    <w:p w:rsidR="005B3ED9" w:rsidRDefault="005B3ED9" w:rsidP="005B3ED9">
      <w:r>
        <w:t>182.2371</w:t>
      </w:r>
      <w:r>
        <w:tab/>
        <w:t>1.013e0</w:t>
      </w:r>
    </w:p>
    <w:p w:rsidR="005B3ED9" w:rsidRDefault="005B3ED9" w:rsidP="005B3ED9">
      <w:r>
        <w:t>182.2691</w:t>
      </w:r>
      <w:r>
        <w:tab/>
        <w:t>1.013e0</w:t>
      </w:r>
    </w:p>
    <w:p w:rsidR="005B3ED9" w:rsidRDefault="005B3ED9" w:rsidP="005B3ED9">
      <w:r>
        <w:t>182.3029</w:t>
      </w:r>
      <w:r>
        <w:tab/>
        <w:t>2.025e0</w:t>
      </w:r>
    </w:p>
    <w:p w:rsidR="005B3ED9" w:rsidRDefault="005B3ED9" w:rsidP="005B3ED9">
      <w:r>
        <w:t>182.3437</w:t>
      </w:r>
      <w:r>
        <w:tab/>
        <w:t>1.013e0</w:t>
      </w:r>
    </w:p>
    <w:p w:rsidR="005B3ED9" w:rsidRDefault="005B3ED9" w:rsidP="005B3ED9">
      <w:r>
        <w:t>182.3653</w:t>
      </w:r>
      <w:r>
        <w:tab/>
        <w:t>1.013e0</w:t>
      </w:r>
    </w:p>
    <w:p w:rsidR="005B3ED9" w:rsidRDefault="005B3ED9" w:rsidP="005B3ED9">
      <w:r>
        <w:t>182.3761</w:t>
      </w:r>
      <w:r>
        <w:tab/>
        <w:t>1.013e0</w:t>
      </w:r>
    </w:p>
    <w:p w:rsidR="005B3ED9" w:rsidRDefault="005B3ED9" w:rsidP="005B3ED9">
      <w:r>
        <w:t>182.3941</w:t>
      </w:r>
      <w:r>
        <w:tab/>
        <w:t>1.013e0</w:t>
      </w:r>
    </w:p>
    <w:p w:rsidR="005B3ED9" w:rsidRDefault="005B3ED9" w:rsidP="005B3ED9">
      <w:r>
        <w:t>182.4014</w:t>
      </w:r>
      <w:r>
        <w:tab/>
        <w:t>1.013e0</w:t>
      </w:r>
    </w:p>
    <w:p w:rsidR="005B3ED9" w:rsidRDefault="005B3ED9" w:rsidP="005B3ED9">
      <w:r>
        <w:t>182.4122</w:t>
      </w:r>
      <w:r>
        <w:tab/>
        <w:t>1.013e0</w:t>
      </w:r>
    </w:p>
    <w:p w:rsidR="005B3ED9" w:rsidRDefault="005B3ED9" w:rsidP="005B3ED9">
      <w:r>
        <w:t>182.4266</w:t>
      </w:r>
      <w:r>
        <w:tab/>
        <w:t>1.013e0</w:t>
      </w:r>
    </w:p>
    <w:p w:rsidR="005B3ED9" w:rsidRDefault="005B3ED9" w:rsidP="005B3ED9">
      <w:r>
        <w:lastRenderedPageBreak/>
        <w:t>182.4518</w:t>
      </w:r>
      <w:r>
        <w:tab/>
        <w:t>1.013e0</w:t>
      </w:r>
    </w:p>
    <w:p w:rsidR="005B3ED9" w:rsidRDefault="005B3ED9" w:rsidP="005B3ED9">
      <w:r>
        <w:t>182.4590</w:t>
      </w:r>
      <w:r>
        <w:tab/>
        <w:t>1.013e0</w:t>
      </w:r>
    </w:p>
    <w:p w:rsidR="005B3ED9" w:rsidRDefault="005B3ED9" w:rsidP="005B3ED9">
      <w:r>
        <w:t>182.4698</w:t>
      </w:r>
      <w:r>
        <w:tab/>
        <w:t>1.013e0</w:t>
      </w:r>
    </w:p>
    <w:p w:rsidR="005B3ED9" w:rsidRDefault="005B3ED9" w:rsidP="005B3ED9">
      <w:r>
        <w:t>182.4986</w:t>
      </w:r>
      <w:r>
        <w:tab/>
        <w:t>1.013e0</w:t>
      </w:r>
    </w:p>
    <w:p w:rsidR="005B3ED9" w:rsidRDefault="005B3ED9" w:rsidP="005B3ED9">
      <w:r>
        <w:t>182.5094</w:t>
      </w:r>
      <w:r>
        <w:tab/>
        <w:t>1.013e0</w:t>
      </w:r>
    </w:p>
    <w:p w:rsidR="005B3ED9" w:rsidRDefault="005B3ED9" w:rsidP="005B3ED9">
      <w:r>
        <w:t>182.5347</w:t>
      </w:r>
      <w:r>
        <w:tab/>
        <w:t>2.025e0</w:t>
      </w:r>
    </w:p>
    <w:p w:rsidR="005B3ED9" w:rsidRDefault="005B3ED9" w:rsidP="005B3ED9">
      <w:r>
        <w:t>182.5647</w:t>
      </w:r>
      <w:r>
        <w:tab/>
        <w:t>1.114e1</w:t>
      </w:r>
    </w:p>
    <w:p w:rsidR="005B3ED9" w:rsidRDefault="005B3ED9" w:rsidP="005B3ED9">
      <w:r>
        <w:t>182.5671</w:t>
      </w:r>
      <w:r>
        <w:tab/>
        <w:t>3.038e0</w:t>
      </w:r>
    </w:p>
    <w:p w:rsidR="005B3ED9" w:rsidRDefault="005B3ED9" w:rsidP="005B3ED9">
      <w:r>
        <w:t>182.5719</w:t>
      </w:r>
      <w:r>
        <w:tab/>
        <w:t>4.051e0</w:t>
      </w:r>
    </w:p>
    <w:p w:rsidR="005B3ED9" w:rsidRDefault="005B3ED9" w:rsidP="005B3ED9">
      <w:r>
        <w:t>182.5889</w:t>
      </w:r>
      <w:r>
        <w:tab/>
        <w:t>2.025e0</w:t>
      </w:r>
    </w:p>
    <w:p w:rsidR="005B3ED9" w:rsidRDefault="005B3ED9" w:rsidP="005B3ED9">
      <w:r>
        <w:t>182.6638</w:t>
      </w:r>
      <w:r>
        <w:tab/>
        <w:t>1.013e0</w:t>
      </w:r>
    </w:p>
    <w:p w:rsidR="005B3ED9" w:rsidRDefault="005B3ED9" w:rsidP="005B3ED9">
      <w:r>
        <w:t>182.6816</w:t>
      </w:r>
      <w:r>
        <w:tab/>
        <w:t>1.013e0</w:t>
      </w:r>
    </w:p>
    <w:p w:rsidR="005B3ED9" w:rsidRDefault="005B3ED9" w:rsidP="005B3ED9">
      <w:r>
        <w:t>182.6851</w:t>
      </w:r>
      <w:r>
        <w:tab/>
        <w:t>1.013e0</w:t>
      </w:r>
    </w:p>
    <w:p w:rsidR="005B3ED9" w:rsidRDefault="005B3ED9" w:rsidP="005B3ED9">
      <w:r>
        <w:t>182.7243</w:t>
      </w:r>
      <w:r>
        <w:tab/>
        <w:t>1.013e0</w:t>
      </w:r>
    </w:p>
    <w:p w:rsidR="005B3ED9" w:rsidRDefault="005B3ED9" w:rsidP="005B3ED9">
      <w:r>
        <w:t>182.7459</w:t>
      </w:r>
      <w:r>
        <w:tab/>
        <w:t>1.013e0</w:t>
      </w:r>
    </w:p>
    <w:p w:rsidR="005B3ED9" w:rsidRDefault="005B3ED9" w:rsidP="005B3ED9">
      <w:r>
        <w:t>182.8253</w:t>
      </w:r>
      <w:r>
        <w:tab/>
        <w:t>1.013e0</w:t>
      </w:r>
    </w:p>
    <w:p w:rsidR="005B3ED9" w:rsidRDefault="005B3ED9" w:rsidP="005B3ED9">
      <w:r>
        <w:t>182.9837</w:t>
      </w:r>
      <w:r>
        <w:tab/>
        <w:t>2.423e1</w:t>
      </w:r>
    </w:p>
    <w:p w:rsidR="005B3ED9" w:rsidRDefault="005B3ED9" w:rsidP="005B3ED9">
      <w:r>
        <w:t>182.9850</w:t>
      </w:r>
      <w:r>
        <w:tab/>
        <w:t>1.147e1</w:t>
      </w:r>
    </w:p>
    <w:p w:rsidR="005B3ED9" w:rsidRDefault="005B3ED9" w:rsidP="005B3ED9">
      <w:r>
        <w:t>182.9878</w:t>
      </w:r>
      <w:r>
        <w:tab/>
        <w:t>1.129e1</w:t>
      </w:r>
    </w:p>
    <w:p w:rsidR="005B3ED9" w:rsidRDefault="005B3ED9" w:rsidP="005B3ED9">
      <w:r>
        <w:lastRenderedPageBreak/>
        <w:t>183.0109</w:t>
      </w:r>
      <w:r>
        <w:tab/>
        <w:t>9.794e0</w:t>
      </w:r>
    </w:p>
    <w:p w:rsidR="005B3ED9" w:rsidRDefault="005B3ED9" w:rsidP="005B3ED9">
      <w:r>
        <w:t>183.0129</w:t>
      </w:r>
      <w:r>
        <w:tab/>
        <w:t>2.025e0</w:t>
      </w:r>
    </w:p>
    <w:p w:rsidR="005B3ED9" w:rsidRDefault="005B3ED9" w:rsidP="005B3ED9">
      <w:r>
        <w:t>183.0163</w:t>
      </w:r>
      <w:r>
        <w:tab/>
        <w:t>5.063e0</w:t>
      </w:r>
    </w:p>
    <w:p w:rsidR="005B3ED9" w:rsidRDefault="005B3ED9" w:rsidP="005B3ED9">
      <w:r>
        <w:t>183.0260</w:t>
      </w:r>
      <w:r>
        <w:tab/>
        <w:t>3.038e0</w:t>
      </w:r>
    </w:p>
    <w:p w:rsidR="005B3ED9" w:rsidRDefault="005B3ED9" w:rsidP="005B3ED9">
      <w:r>
        <w:t>183.0414</w:t>
      </w:r>
      <w:r>
        <w:tab/>
        <w:t>2.062e0</w:t>
      </w:r>
    </w:p>
    <w:p w:rsidR="005B3ED9" w:rsidRDefault="005B3ED9" w:rsidP="005B3ED9">
      <w:r>
        <w:t>183.0538</w:t>
      </w:r>
      <w:r>
        <w:tab/>
        <w:t>2.025e0</w:t>
      </w:r>
    </w:p>
    <w:p w:rsidR="005B3ED9" w:rsidRDefault="005B3ED9" w:rsidP="005B3ED9">
      <w:r>
        <w:t>183.0628</w:t>
      </w:r>
      <w:r>
        <w:tab/>
        <w:t>2.025e0</w:t>
      </w:r>
    </w:p>
    <w:p w:rsidR="005B3ED9" w:rsidRDefault="005B3ED9" w:rsidP="005B3ED9">
      <w:r>
        <w:t>183.0663</w:t>
      </w:r>
      <w:r>
        <w:tab/>
        <w:t>1.013e0</w:t>
      </w:r>
    </w:p>
    <w:p w:rsidR="005B3ED9" w:rsidRDefault="005B3ED9" w:rsidP="005B3ED9">
      <w:r>
        <w:t>183.0718</w:t>
      </w:r>
      <w:r>
        <w:tab/>
        <w:t>3.038e0</w:t>
      </w:r>
    </w:p>
    <w:p w:rsidR="005B3ED9" w:rsidRDefault="005B3ED9" w:rsidP="005B3ED9">
      <w:r>
        <w:t>183.0948</w:t>
      </w:r>
      <w:r>
        <w:tab/>
        <w:t>1.013e0</w:t>
      </w:r>
    </w:p>
    <w:p w:rsidR="005B3ED9" w:rsidRDefault="005B3ED9" w:rsidP="005B3ED9">
      <w:r>
        <w:t>183.1003</w:t>
      </w:r>
      <w:r>
        <w:tab/>
        <w:t>2.025e0</w:t>
      </w:r>
    </w:p>
    <w:p w:rsidR="005B3ED9" w:rsidRDefault="005B3ED9" w:rsidP="005B3ED9">
      <w:r>
        <w:t>183.1126</w:t>
      </w:r>
      <w:r>
        <w:tab/>
        <w:t>2.025e0</w:t>
      </w:r>
    </w:p>
    <w:p w:rsidR="005B3ED9" w:rsidRDefault="005B3ED9" w:rsidP="005B3ED9">
      <w:r>
        <w:t>183.1198</w:t>
      </w:r>
      <w:r>
        <w:tab/>
        <w:t>1.013e0</w:t>
      </w:r>
    </w:p>
    <w:p w:rsidR="005B3ED9" w:rsidRDefault="005B3ED9" w:rsidP="005B3ED9">
      <w:r>
        <w:t>183.1305</w:t>
      </w:r>
      <w:r>
        <w:tab/>
        <w:t>1.013e0</w:t>
      </w:r>
    </w:p>
    <w:p w:rsidR="005B3ED9" w:rsidRDefault="005B3ED9" w:rsidP="005B3ED9">
      <w:r>
        <w:t>183.1449</w:t>
      </w:r>
      <w:r>
        <w:tab/>
        <w:t>1.013e0</w:t>
      </w:r>
    </w:p>
    <w:p w:rsidR="005B3ED9" w:rsidRDefault="005B3ED9" w:rsidP="005B3ED9">
      <w:r>
        <w:t>183.1557</w:t>
      </w:r>
      <w:r>
        <w:tab/>
        <w:t>2.025e0</w:t>
      </w:r>
    </w:p>
    <w:p w:rsidR="005B3ED9" w:rsidRDefault="005B3ED9" w:rsidP="005B3ED9">
      <w:r>
        <w:t>183.1666</w:t>
      </w:r>
      <w:r>
        <w:tab/>
        <w:t>2.025e0</w:t>
      </w:r>
    </w:p>
    <w:p w:rsidR="005B3ED9" w:rsidRDefault="005B3ED9" w:rsidP="005B3ED9">
      <w:r>
        <w:t>183.1774</w:t>
      </w:r>
      <w:r>
        <w:tab/>
        <w:t>1.013e0</w:t>
      </w:r>
    </w:p>
    <w:p w:rsidR="005B3ED9" w:rsidRDefault="005B3ED9" w:rsidP="005B3ED9">
      <w:r>
        <w:t>183.2063</w:t>
      </w:r>
      <w:r>
        <w:tab/>
        <w:t>1.013e0</w:t>
      </w:r>
    </w:p>
    <w:p w:rsidR="005B3ED9" w:rsidRDefault="005B3ED9" w:rsidP="005B3ED9">
      <w:r>
        <w:lastRenderedPageBreak/>
        <w:t>183.2424</w:t>
      </w:r>
      <w:r>
        <w:tab/>
        <w:t>1.013e0</w:t>
      </w:r>
    </w:p>
    <w:p w:rsidR="005B3ED9" w:rsidRDefault="005B3ED9" w:rsidP="005B3ED9">
      <w:r>
        <w:t>183.3723</w:t>
      </w:r>
      <w:r>
        <w:tab/>
        <w:t>1.013e0</w:t>
      </w:r>
    </w:p>
    <w:p w:rsidR="005B3ED9" w:rsidRDefault="005B3ED9" w:rsidP="005B3ED9">
      <w:r>
        <w:t>183.3977</w:t>
      </w:r>
      <w:r>
        <w:tab/>
        <w:t>2.025e0</w:t>
      </w:r>
    </w:p>
    <w:p w:rsidR="005B3ED9" w:rsidRDefault="005B3ED9" w:rsidP="005B3ED9">
      <w:r>
        <w:t>183.4614</w:t>
      </w:r>
      <w:r>
        <w:tab/>
        <w:t>3.038e0</w:t>
      </w:r>
    </w:p>
    <w:p w:rsidR="005B3ED9" w:rsidRDefault="005B3ED9" w:rsidP="005B3ED9">
      <w:r>
        <w:t>183.4696</w:t>
      </w:r>
      <w:r>
        <w:tab/>
        <w:t>1.013e0</w:t>
      </w:r>
    </w:p>
    <w:p w:rsidR="005B3ED9" w:rsidRDefault="005B3ED9" w:rsidP="005B3ED9">
      <w:r>
        <w:t>183.5089</w:t>
      </w:r>
      <w:r>
        <w:tab/>
        <w:t>1.013e0</w:t>
      </w:r>
    </w:p>
    <w:p w:rsidR="005B3ED9" w:rsidRDefault="005B3ED9" w:rsidP="005B3ED9">
      <w:r>
        <w:t>183.5196</w:t>
      </w:r>
      <w:r>
        <w:tab/>
        <w:t>1.013e0</w:t>
      </w:r>
    </w:p>
    <w:p w:rsidR="005B3ED9" w:rsidRDefault="005B3ED9" w:rsidP="005B3ED9">
      <w:r>
        <w:t>183.5375</w:t>
      </w:r>
      <w:r>
        <w:tab/>
        <w:t>1.013e0</w:t>
      </w:r>
    </w:p>
    <w:p w:rsidR="005B3ED9" w:rsidRDefault="005B3ED9" w:rsidP="005B3ED9">
      <w:r>
        <w:t>183.5875</w:t>
      </w:r>
      <w:r>
        <w:tab/>
        <w:t>2.025e0</w:t>
      </w:r>
    </w:p>
    <w:p w:rsidR="005B3ED9" w:rsidRDefault="005B3ED9" w:rsidP="005B3ED9">
      <w:r>
        <w:t>183.6599</w:t>
      </w:r>
      <w:r>
        <w:tab/>
        <w:t>1.013e0</w:t>
      </w:r>
    </w:p>
    <w:p w:rsidR="005B3ED9" w:rsidRDefault="005B3ED9" w:rsidP="005B3ED9">
      <w:r>
        <w:t>183.8079</w:t>
      </w:r>
      <w:r>
        <w:tab/>
        <w:t>1.013e0</w:t>
      </w:r>
    </w:p>
    <w:p w:rsidR="005B3ED9" w:rsidRDefault="005B3ED9" w:rsidP="005B3ED9">
      <w:r>
        <w:t>183.8115</w:t>
      </w:r>
      <w:r>
        <w:tab/>
        <w:t>1.013e0</w:t>
      </w:r>
    </w:p>
    <w:p w:rsidR="005B3ED9" w:rsidRDefault="005B3ED9" w:rsidP="005B3ED9">
      <w:r>
        <w:t>183.8152</w:t>
      </w:r>
      <w:r>
        <w:tab/>
        <w:t>1.013e0</w:t>
      </w:r>
    </w:p>
    <w:p w:rsidR="005B3ED9" w:rsidRDefault="005B3ED9" w:rsidP="005B3ED9">
      <w:r>
        <w:t>183.8549</w:t>
      </w:r>
      <w:r>
        <w:tab/>
        <w:t>1.013e0</w:t>
      </w:r>
    </w:p>
    <w:p w:rsidR="005B3ED9" w:rsidRDefault="005B3ED9" w:rsidP="005B3ED9">
      <w:r>
        <w:t>183.8694</w:t>
      </w:r>
      <w:r>
        <w:tab/>
        <w:t>1.013e0</w:t>
      </w:r>
    </w:p>
    <w:p w:rsidR="005B3ED9" w:rsidRDefault="005B3ED9" w:rsidP="005B3ED9">
      <w:r>
        <w:t>183.8947</w:t>
      </w:r>
      <w:r>
        <w:tab/>
        <w:t>1.013e0</w:t>
      </w:r>
    </w:p>
    <w:p w:rsidR="005B3ED9" w:rsidRDefault="005B3ED9" w:rsidP="005B3ED9">
      <w:r>
        <w:t>183.9201</w:t>
      </w:r>
      <w:r>
        <w:tab/>
        <w:t>1.013e0</w:t>
      </w:r>
    </w:p>
    <w:p w:rsidR="005B3ED9" w:rsidRDefault="005B3ED9" w:rsidP="005B3ED9">
      <w:r>
        <w:t>183.9488</w:t>
      </w:r>
      <w:r>
        <w:tab/>
        <w:t>1.013e0</w:t>
      </w:r>
    </w:p>
    <w:p w:rsidR="005B3ED9" w:rsidRDefault="005B3ED9" w:rsidP="005B3ED9">
      <w:r>
        <w:t>183.9667</w:t>
      </w:r>
      <w:r>
        <w:tab/>
        <w:t>1.013e0</w:t>
      </w:r>
    </w:p>
    <w:p w:rsidR="005B3ED9" w:rsidRDefault="005B3ED9" w:rsidP="005B3ED9">
      <w:r>
        <w:lastRenderedPageBreak/>
        <w:t>183.9739</w:t>
      </w:r>
      <w:r>
        <w:tab/>
        <w:t>2.025e0</w:t>
      </w:r>
    </w:p>
    <w:p w:rsidR="005B3ED9" w:rsidRDefault="005B3ED9" w:rsidP="005B3ED9">
      <w:r>
        <w:t>183.9989</w:t>
      </w:r>
      <w:r>
        <w:tab/>
        <w:t>3.038e0</w:t>
      </w:r>
    </w:p>
    <w:p w:rsidR="005B3ED9" w:rsidRDefault="005B3ED9" w:rsidP="005B3ED9">
      <w:r>
        <w:t>184.0168</w:t>
      </w:r>
      <w:r>
        <w:tab/>
        <w:t>1.013e0</w:t>
      </w:r>
    </w:p>
    <w:p w:rsidR="005B3ED9" w:rsidRDefault="005B3ED9" w:rsidP="005B3ED9">
      <w:r>
        <w:t>184.0275</w:t>
      </w:r>
      <w:r>
        <w:tab/>
        <w:t>2.025e0</w:t>
      </w:r>
    </w:p>
    <w:p w:rsidR="005B3ED9" w:rsidRDefault="005B3ED9" w:rsidP="005B3ED9">
      <w:r>
        <w:t>184.0491</w:t>
      </w:r>
      <w:r>
        <w:tab/>
        <w:t>1.013e0</w:t>
      </w:r>
    </w:p>
    <w:p w:rsidR="005B3ED9" w:rsidRDefault="005B3ED9" w:rsidP="005B3ED9">
      <w:r>
        <w:t>184.0578</w:t>
      </w:r>
      <w:r>
        <w:tab/>
        <w:t>3.038e0</w:t>
      </w:r>
    </w:p>
    <w:p w:rsidR="005B3ED9" w:rsidRDefault="005B3ED9" w:rsidP="005B3ED9">
      <w:r>
        <w:t>184.0670</w:t>
      </w:r>
      <w:r>
        <w:tab/>
        <w:t>1.013e0</w:t>
      </w:r>
    </w:p>
    <w:p w:rsidR="005B3ED9" w:rsidRDefault="005B3ED9" w:rsidP="005B3ED9">
      <w:r>
        <w:t>184.0687</w:t>
      </w:r>
      <w:r>
        <w:tab/>
        <w:t>2.025e0</w:t>
      </w:r>
    </w:p>
    <w:p w:rsidR="005B3ED9" w:rsidRDefault="005B3ED9" w:rsidP="005B3ED9">
      <w:r>
        <w:t>184.0777</w:t>
      </w:r>
      <w:r>
        <w:tab/>
        <w:t>1.013e0</w:t>
      </w:r>
    </w:p>
    <w:p w:rsidR="005B3ED9" w:rsidRDefault="005B3ED9" w:rsidP="005B3ED9">
      <w:r>
        <w:t>184.1028</w:t>
      </w:r>
      <w:r>
        <w:tab/>
        <w:t>1.013e0</w:t>
      </w:r>
    </w:p>
    <w:p w:rsidR="005B3ED9" w:rsidRDefault="005B3ED9" w:rsidP="005B3ED9">
      <w:r>
        <w:t>184.1038</w:t>
      </w:r>
      <w:r>
        <w:tab/>
        <w:t>3.038e0</w:t>
      </w:r>
    </w:p>
    <w:p w:rsidR="005B3ED9" w:rsidRDefault="005B3ED9" w:rsidP="005B3ED9">
      <w:r>
        <w:t>184.1137</w:t>
      </w:r>
      <w:r>
        <w:tab/>
        <w:t>1.013e0</w:t>
      </w:r>
    </w:p>
    <w:p w:rsidR="005B3ED9" w:rsidRDefault="005B3ED9" w:rsidP="005B3ED9">
      <w:r>
        <w:t>184.1318</w:t>
      </w:r>
      <w:r>
        <w:tab/>
        <w:t>1.013e0</w:t>
      </w:r>
    </w:p>
    <w:p w:rsidR="005B3ED9" w:rsidRDefault="005B3ED9" w:rsidP="005B3ED9">
      <w:r>
        <w:t>184.1354</w:t>
      </w:r>
      <w:r>
        <w:tab/>
        <w:t>1.013e0</w:t>
      </w:r>
    </w:p>
    <w:p w:rsidR="005B3ED9" w:rsidRDefault="005B3ED9" w:rsidP="005B3ED9">
      <w:r>
        <w:t>184.1644</w:t>
      </w:r>
      <w:r>
        <w:tab/>
        <w:t>1.013e0</w:t>
      </w:r>
    </w:p>
    <w:p w:rsidR="005B3ED9" w:rsidRDefault="005B3ED9" w:rsidP="005B3ED9">
      <w:r>
        <w:t>184.1789</w:t>
      </w:r>
      <w:r>
        <w:tab/>
        <w:t>1.013e0</w:t>
      </w:r>
    </w:p>
    <w:p w:rsidR="005B3ED9" w:rsidRDefault="005B3ED9" w:rsidP="005B3ED9">
      <w:r>
        <w:t>184.2874</w:t>
      </w:r>
      <w:r>
        <w:tab/>
        <w:t>1.013e0</w:t>
      </w:r>
    </w:p>
    <w:p w:rsidR="005B3ED9" w:rsidRDefault="005B3ED9" w:rsidP="005B3ED9">
      <w:r>
        <w:t>184.3271</w:t>
      </w:r>
      <w:r>
        <w:tab/>
        <w:t>1.013e0</w:t>
      </w:r>
    </w:p>
    <w:p w:rsidR="005B3ED9" w:rsidRDefault="005B3ED9" w:rsidP="005B3ED9">
      <w:r>
        <w:t>184.3416</w:t>
      </w:r>
      <w:r>
        <w:tab/>
        <w:t>1.013e0</w:t>
      </w:r>
    </w:p>
    <w:p w:rsidR="005B3ED9" w:rsidRDefault="005B3ED9" w:rsidP="005B3ED9">
      <w:r>
        <w:lastRenderedPageBreak/>
        <w:t>184.4212</w:t>
      </w:r>
      <w:r>
        <w:tab/>
        <w:t>1.013e0</w:t>
      </w:r>
    </w:p>
    <w:p w:rsidR="005B3ED9" w:rsidRDefault="005B3ED9" w:rsidP="005B3ED9">
      <w:r>
        <w:t>184.4321</w:t>
      </w:r>
      <w:r>
        <w:tab/>
        <w:t>1.013e0</w:t>
      </w:r>
    </w:p>
    <w:p w:rsidR="005B3ED9" w:rsidRDefault="005B3ED9" w:rsidP="005B3ED9">
      <w:r>
        <w:t>184.4429</w:t>
      </w:r>
      <w:r>
        <w:tab/>
        <w:t>1.013e0</w:t>
      </w:r>
    </w:p>
    <w:p w:rsidR="005B3ED9" w:rsidRDefault="005B3ED9" w:rsidP="005B3ED9">
      <w:r>
        <w:t>184.4683</w:t>
      </w:r>
      <w:r>
        <w:tab/>
        <w:t>1.013e0</w:t>
      </w:r>
    </w:p>
    <w:p w:rsidR="005B3ED9" w:rsidRDefault="005B3ED9" w:rsidP="005B3ED9">
      <w:r>
        <w:t>184.4755</w:t>
      </w:r>
      <w:r>
        <w:tab/>
        <w:t>1.013e0</w:t>
      </w:r>
    </w:p>
    <w:p w:rsidR="005B3ED9" w:rsidRDefault="005B3ED9" w:rsidP="005B3ED9">
      <w:r>
        <w:t>184.4937</w:t>
      </w:r>
      <w:r>
        <w:tab/>
        <w:t>2.025e0</w:t>
      </w:r>
    </w:p>
    <w:p w:rsidR="005B3ED9" w:rsidRDefault="005B3ED9" w:rsidP="005B3ED9">
      <w:r>
        <w:t>184.6768</w:t>
      </w:r>
      <w:r>
        <w:tab/>
        <w:t>1.013e0</w:t>
      </w:r>
    </w:p>
    <w:p w:rsidR="005B3ED9" w:rsidRDefault="005B3ED9" w:rsidP="005B3ED9">
      <w:r>
        <w:t>184.7056</w:t>
      </w:r>
      <w:r>
        <w:tab/>
        <w:t>1.013e0</w:t>
      </w:r>
    </w:p>
    <w:p w:rsidR="005B3ED9" w:rsidRDefault="005B3ED9" w:rsidP="005B3ED9">
      <w:r>
        <w:t>184.7310</w:t>
      </w:r>
      <w:r>
        <w:tab/>
        <w:t>1.013e0</w:t>
      </w:r>
    </w:p>
    <w:p w:rsidR="005B3ED9" w:rsidRDefault="005B3ED9" w:rsidP="005B3ED9">
      <w:r>
        <w:t>184.7563</w:t>
      </w:r>
      <w:r>
        <w:tab/>
        <w:t>1.013e0</w:t>
      </w:r>
    </w:p>
    <w:p w:rsidR="005B3ED9" w:rsidRDefault="005B3ED9" w:rsidP="005B3ED9">
      <w:r>
        <w:t>184.7853</w:t>
      </w:r>
      <w:r>
        <w:tab/>
        <w:t>1.013e0</w:t>
      </w:r>
    </w:p>
    <w:p w:rsidR="005B3ED9" w:rsidRDefault="005B3ED9" w:rsidP="005B3ED9">
      <w:r>
        <w:t>184.8903</w:t>
      </w:r>
      <w:r>
        <w:tab/>
        <w:t>2.025e0</w:t>
      </w:r>
    </w:p>
    <w:p w:rsidR="005B3ED9" w:rsidRDefault="005B3ED9" w:rsidP="005B3ED9">
      <w:r>
        <w:t>184.9084</w:t>
      </w:r>
      <w:r>
        <w:tab/>
        <w:t>1.013e0</w:t>
      </w:r>
    </w:p>
    <w:p w:rsidR="005B3ED9" w:rsidRDefault="005B3ED9" w:rsidP="005B3ED9">
      <w:r>
        <w:t>184.9193</w:t>
      </w:r>
      <w:r>
        <w:tab/>
        <w:t>2.025e0</w:t>
      </w:r>
    </w:p>
    <w:p w:rsidR="005B3ED9" w:rsidRDefault="005B3ED9" w:rsidP="005B3ED9">
      <w:r>
        <w:t>184.9446</w:t>
      </w:r>
      <w:r>
        <w:tab/>
        <w:t>1.013e0</w:t>
      </w:r>
    </w:p>
    <w:p w:rsidR="005B3ED9" w:rsidRDefault="005B3ED9" w:rsidP="005B3ED9">
      <w:r>
        <w:t>184.9700</w:t>
      </w:r>
      <w:r>
        <w:tab/>
        <w:t>2.025e0</w:t>
      </w:r>
    </w:p>
    <w:p w:rsidR="005B3ED9" w:rsidRDefault="005B3ED9" w:rsidP="005B3ED9">
      <w:r>
        <w:t>184.9845</w:t>
      </w:r>
      <w:r>
        <w:tab/>
        <w:t>1.013e0</w:t>
      </w:r>
    </w:p>
    <w:p w:rsidR="005B3ED9" w:rsidRDefault="005B3ED9" w:rsidP="005B3ED9">
      <w:r>
        <w:t>185.0098</w:t>
      </w:r>
      <w:r>
        <w:tab/>
        <w:t>1.013e0</w:t>
      </w:r>
    </w:p>
    <w:p w:rsidR="005B3ED9" w:rsidRDefault="005B3ED9" w:rsidP="005B3ED9">
      <w:r>
        <w:t>185.0279</w:t>
      </w:r>
      <w:r>
        <w:tab/>
        <w:t>1.013e0</w:t>
      </w:r>
    </w:p>
    <w:p w:rsidR="005B3ED9" w:rsidRDefault="005B3ED9" w:rsidP="005B3ED9">
      <w:r>
        <w:lastRenderedPageBreak/>
        <w:t>185.0315</w:t>
      </w:r>
      <w:r>
        <w:tab/>
        <w:t>1.013e0</w:t>
      </w:r>
    </w:p>
    <w:p w:rsidR="005B3ED9" w:rsidRDefault="005B3ED9" w:rsidP="005B3ED9">
      <w:r>
        <w:t>185.0479</w:t>
      </w:r>
      <w:r>
        <w:tab/>
        <w:t>2.025e0</w:t>
      </w:r>
    </w:p>
    <w:p w:rsidR="005B3ED9" w:rsidRDefault="005B3ED9" w:rsidP="005B3ED9">
      <w:r>
        <w:t>185.0533</w:t>
      </w:r>
      <w:r>
        <w:tab/>
        <w:t>1.013e0</w:t>
      </w:r>
    </w:p>
    <w:p w:rsidR="005B3ED9" w:rsidRDefault="005B3ED9" w:rsidP="005B3ED9">
      <w:r>
        <w:t>185.0968</w:t>
      </w:r>
      <w:r>
        <w:tab/>
        <w:t>2.025e0</w:t>
      </w:r>
    </w:p>
    <w:p w:rsidR="005B3ED9" w:rsidRDefault="005B3ED9" w:rsidP="005B3ED9">
      <w:r>
        <w:t>185.1076</w:t>
      </w:r>
      <w:r>
        <w:tab/>
        <w:t>1.013e0</w:t>
      </w:r>
    </w:p>
    <w:p w:rsidR="005B3ED9" w:rsidRDefault="005B3ED9" w:rsidP="005B3ED9">
      <w:r>
        <w:t>185.1089</w:t>
      </w:r>
      <w:r>
        <w:tab/>
        <w:t>3.038e0</w:t>
      </w:r>
    </w:p>
    <w:p w:rsidR="005B3ED9" w:rsidRDefault="005B3ED9" w:rsidP="005B3ED9">
      <w:r>
        <w:t>185.1185</w:t>
      </w:r>
      <w:r>
        <w:tab/>
        <w:t>1.013e0</w:t>
      </w:r>
    </w:p>
    <w:p w:rsidR="005B3ED9" w:rsidRDefault="005B3ED9" w:rsidP="005B3ED9">
      <w:r>
        <w:t>185.1258</w:t>
      </w:r>
      <w:r>
        <w:tab/>
        <w:t>1.013e0</w:t>
      </w:r>
    </w:p>
    <w:p w:rsidR="005B3ED9" w:rsidRDefault="005B3ED9" w:rsidP="005B3ED9">
      <w:r>
        <w:t>185.1476</w:t>
      </w:r>
      <w:r>
        <w:tab/>
        <w:t>2.025e0</w:t>
      </w:r>
    </w:p>
    <w:p w:rsidR="005B3ED9" w:rsidRDefault="005B3ED9" w:rsidP="005B3ED9">
      <w:r>
        <w:t>185.1512</w:t>
      </w:r>
      <w:r>
        <w:tab/>
        <w:t>3.038e0</w:t>
      </w:r>
    </w:p>
    <w:p w:rsidR="005B3ED9" w:rsidRDefault="005B3ED9" w:rsidP="005B3ED9">
      <w:r>
        <w:t>185.1947</w:t>
      </w:r>
      <w:r>
        <w:tab/>
        <w:t>2.025e0</w:t>
      </w:r>
    </w:p>
    <w:p w:rsidR="005B3ED9" w:rsidRDefault="005B3ED9" w:rsidP="005B3ED9">
      <w:r>
        <w:t>185.2018</w:t>
      </w:r>
      <w:r>
        <w:tab/>
        <w:t>1.013e0</w:t>
      </w:r>
    </w:p>
    <w:p w:rsidR="005B3ED9" w:rsidRDefault="005B3ED9" w:rsidP="005B3ED9">
      <w:r>
        <w:t>185.2378</w:t>
      </w:r>
      <w:r>
        <w:tab/>
        <w:t>1.013e0</w:t>
      </w:r>
    </w:p>
    <w:p w:rsidR="005B3ED9" w:rsidRDefault="005B3ED9" w:rsidP="005B3ED9">
      <w:r>
        <w:t>185.2558</w:t>
      </w:r>
      <w:r>
        <w:tab/>
        <w:t>1.013e0</w:t>
      </w:r>
    </w:p>
    <w:p w:rsidR="005B3ED9" w:rsidRDefault="005B3ED9" w:rsidP="005B3ED9">
      <w:r>
        <w:t>185.2594</w:t>
      </w:r>
      <w:r>
        <w:tab/>
        <w:t>1.013e0</w:t>
      </w:r>
    </w:p>
    <w:p w:rsidR="005B3ED9" w:rsidRDefault="005B3ED9" w:rsidP="005B3ED9">
      <w:r>
        <w:t>185.3279</w:t>
      </w:r>
      <w:r>
        <w:tab/>
        <w:t>1.013e0</w:t>
      </w:r>
    </w:p>
    <w:p w:rsidR="005B3ED9" w:rsidRDefault="005B3ED9" w:rsidP="005B3ED9">
      <w:r>
        <w:t>185.5121</w:t>
      </w:r>
      <w:r>
        <w:tab/>
        <w:t>1.013e0</w:t>
      </w:r>
    </w:p>
    <w:p w:rsidR="005B3ED9" w:rsidRDefault="005B3ED9" w:rsidP="005B3ED9">
      <w:r>
        <w:t>185.5571</w:t>
      </w:r>
      <w:r>
        <w:tab/>
        <w:t>3.038e0</w:t>
      </w:r>
    </w:p>
    <w:p w:rsidR="005B3ED9" w:rsidRDefault="005B3ED9" w:rsidP="005B3ED9">
      <w:r>
        <w:t>185.5810</w:t>
      </w:r>
      <w:r>
        <w:tab/>
        <w:t>2.025e0</w:t>
      </w:r>
    </w:p>
    <w:p w:rsidR="005B3ED9" w:rsidRDefault="005B3ED9" w:rsidP="005B3ED9">
      <w:r>
        <w:lastRenderedPageBreak/>
        <w:t>185.6100</w:t>
      </w:r>
      <w:r>
        <w:tab/>
        <w:t>1.013e0</w:t>
      </w:r>
    </w:p>
    <w:p w:rsidR="005B3ED9" w:rsidRDefault="005B3ED9" w:rsidP="005B3ED9">
      <w:r>
        <w:t>185.6391</w:t>
      </w:r>
      <w:r>
        <w:tab/>
        <w:t>1.013e0</w:t>
      </w:r>
    </w:p>
    <w:p w:rsidR="005B3ED9" w:rsidRDefault="005B3ED9" w:rsidP="005B3ED9">
      <w:r>
        <w:t>185.6535</w:t>
      </w:r>
      <w:r>
        <w:tab/>
        <w:t>1.013e0</w:t>
      </w:r>
    </w:p>
    <w:p w:rsidR="005B3ED9" w:rsidRDefault="005B3ED9" w:rsidP="005B3ED9">
      <w:r>
        <w:t>185.7007</w:t>
      </w:r>
      <w:r>
        <w:tab/>
        <w:t>1.013e0</w:t>
      </w:r>
    </w:p>
    <w:p w:rsidR="005B3ED9" w:rsidRDefault="005B3ED9" w:rsidP="005B3ED9">
      <w:r>
        <w:t>185.7188</w:t>
      </w:r>
      <w:r>
        <w:tab/>
        <w:t>1.013e0</w:t>
      </w:r>
    </w:p>
    <w:p w:rsidR="005B3ED9" w:rsidRDefault="005B3ED9" w:rsidP="005B3ED9">
      <w:r>
        <w:t>185.7370</w:t>
      </w:r>
      <w:r>
        <w:tab/>
        <w:t>1.013e0</w:t>
      </w:r>
    </w:p>
    <w:p w:rsidR="005B3ED9" w:rsidRDefault="005B3ED9" w:rsidP="005B3ED9">
      <w:r>
        <w:t>185.7406</w:t>
      </w:r>
      <w:r>
        <w:tab/>
        <w:t>1.013e0</w:t>
      </w:r>
    </w:p>
    <w:p w:rsidR="005B3ED9" w:rsidRDefault="005B3ED9" w:rsidP="005B3ED9">
      <w:r>
        <w:t>185.7442</w:t>
      </w:r>
      <w:r>
        <w:tab/>
        <w:t>1.013e0</w:t>
      </w:r>
    </w:p>
    <w:p w:rsidR="005B3ED9" w:rsidRDefault="005B3ED9" w:rsidP="005B3ED9">
      <w:r>
        <w:t>185.7986</w:t>
      </w:r>
      <w:r>
        <w:tab/>
        <w:t>1.013e0</w:t>
      </w:r>
    </w:p>
    <w:p w:rsidR="005B3ED9" w:rsidRDefault="005B3ED9" w:rsidP="005B3ED9">
      <w:r>
        <w:t>185.8131</w:t>
      </w:r>
      <w:r>
        <w:tab/>
        <w:t>1.013e0</w:t>
      </w:r>
    </w:p>
    <w:p w:rsidR="005B3ED9" w:rsidRDefault="005B3ED9" w:rsidP="005B3ED9">
      <w:r>
        <w:t>185.8893</w:t>
      </w:r>
      <w:r>
        <w:tab/>
        <w:t>1.013e0</w:t>
      </w:r>
    </w:p>
    <w:p w:rsidR="005B3ED9" w:rsidRDefault="005B3ED9" w:rsidP="005B3ED9">
      <w:r>
        <w:t>185.9110</w:t>
      </w:r>
      <w:r>
        <w:tab/>
        <w:t>1.013e0</w:t>
      </w:r>
    </w:p>
    <w:p w:rsidR="005B3ED9" w:rsidRDefault="005B3ED9" w:rsidP="005B3ED9">
      <w:r>
        <w:t>185.9510</w:t>
      </w:r>
      <w:r>
        <w:tab/>
        <w:t>1.013e0</w:t>
      </w:r>
    </w:p>
    <w:p w:rsidR="005B3ED9" w:rsidRDefault="005B3ED9" w:rsidP="005B3ED9">
      <w:r>
        <w:t>185.9673</w:t>
      </w:r>
      <w:r>
        <w:tab/>
        <w:t>2.025e0</w:t>
      </w:r>
    </w:p>
    <w:p w:rsidR="005B3ED9" w:rsidRDefault="005B3ED9" w:rsidP="005B3ED9">
      <w:r>
        <w:t>185.9800</w:t>
      </w:r>
      <w:r>
        <w:tab/>
        <w:t>1.013e0</w:t>
      </w:r>
    </w:p>
    <w:p w:rsidR="005B3ED9" w:rsidRDefault="005B3ED9" w:rsidP="005B3ED9">
      <w:r>
        <w:t>185.9909</w:t>
      </w:r>
      <w:r>
        <w:tab/>
        <w:t>1.013e0</w:t>
      </w:r>
    </w:p>
    <w:p w:rsidR="005B3ED9" w:rsidRDefault="005B3ED9" w:rsidP="005B3ED9">
      <w:r>
        <w:t>185.9946</w:t>
      </w:r>
      <w:r>
        <w:tab/>
        <w:t>1.013e0</w:t>
      </w:r>
    </w:p>
    <w:p w:rsidR="005B3ED9" w:rsidRDefault="005B3ED9" w:rsidP="005B3ED9">
      <w:r>
        <w:t>186.0100</w:t>
      </w:r>
      <w:r>
        <w:tab/>
        <w:t>3.038e0</w:t>
      </w:r>
    </w:p>
    <w:p w:rsidR="005B3ED9" w:rsidRDefault="005B3ED9" w:rsidP="005B3ED9">
      <w:r>
        <w:t>186.0163</w:t>
      </w:r>
      <w:r>
        <w:tab/>
        <w:t>3.038e0</w:t>
      </w:r>
    </w:p>
    <w:p w:rsidR="005B3ED9" w:rsidRDefault="005B3ED9" w:rsidP="005B3ED9">
      <w:r>
        <w:lastRenderedPageBreak/>
        <w:t>186.0228</w:t>
      </w:r>
      <w:r>
        <w:tab/>
        <w:t>3.038e0</w:t>
      </w:r>
    </w:p>
    <w:p w:rsidR="005B3ED9" w:rsidRDefault="005B3ED9" w:rsidP="005B3ED9">
      <w:r>
        <w:t>186.0599</w:t>
      </w:r>
      <w:r>
        <w:tab/>
        <w:t>1.013e0</w:t>
      </w:r>
    </w:p>
    <w:p w:rsidR="005B3ED9" w:rsidRDefault="005B3ED9" w:rsidP="005B3ED9">
      <w:r>
        <w:t>186.0817</w:t>
      </w:r>
      <w:r>
        <w:tab/>
        <w:t>1.013e0</w:t>
      </w:r>
    </w:p>
    <w:p w:rsidR="005B3ED9" w:rsidRDefault="005B3ED9" w:rsidP="005B3ED9">
      <w:r>
        <w:t>186.0835</w:t>
      </w:r>
      <w:r>
        <w:tab/>
        <w:t>2.025e0</w:t>
      </w:r>
    </w:p>
    <w:p w:rsidR="005B3ED9" w:rsidRDefault="005B3ED9" w:rsidP="005B3ED9">
      <w:r>
        <w:t>186.1253</w:t>
      </w:r>
      <w:r>
        <w:tab/>
        <w:t>1.013e0</w:t>
      </w:r>
    </w:p>
    <w:p w:rsidR="005B3ED9" w:rsidRDefault="005B3ED9" w:rsidP="005B3ED9">
      <w:r>
        <w:t>186.1508</w:t>
      </w:r>
      <w:r>
        <w:tab/>
        <w:t>1.013e0</w:t>
      </w:r>
    </w:p>
    <w:p w:rsidR="005B3ED9" w:rsidRDefault="005B3ED9" w:rsidP="005B3ED9">
      <w:r>
        <w:t>186.1526</w:t>
      </w:r>
      <w:r>
        <w:tab/>
        <w:t>2.025e0</w:t>
      </w:r>
    </w:p>
    <w:p w:rsidR="005B3ED9" w:rsidRDefault="005B3ED9" w:rsidP="005B3ED9">
      <w:r>
        <w:t>186.1761</w:t>
      </w:r>
      <w:r>
        <w:tab/>
        <w:t>1.013e0</w:t>
      </w:r>
    </w:p>
    <w:p w:rsidR="005B3ED9" w:rsidRDefault="005B3ED9" w:rsidP="005B3ED9">
      <w:r>
        <w:t>186.1833</w:t>
      </w:r>
      <w:r>
        <w:tab/>
        <w:t>2.025e0</w:t>
      </w:r>
    </w:p>
    <w:p w:rsidR="005B3ED9" w:rsidRDefault="005B3ED9" w:rsidP="005B3ED9">
      <w:r>
        <w:t>186.2195</w:t>
      </w:r>
      <w:r>
        <w:tab/>
        <w:t>1.013e0</w:t>
      </w:r>
    </w:p>
    <w:p w:rsidR="005B3ED9" w:rsidRDefault="005B3ED9" w:rsidP="005B3ED9">
      <w:r>
        <w:t>186.2267</w:t>
      </w:r>
      <w:r>
        <w:tab/>
        <w:t>2.025e0</w:t>
      </w:r>
    </w:p>
    <w:p w:rsidR="005B3ED9" w:rsidRDefault="005B3ED9" w:rsidP="005B3ED9">
      <w:r>
        <w:t>186.2737</w:t>
      </w:r>
      <w:r>
        <w:tab/>
        <w:t>1.013e0</w:t>
      </w:r>
    </w:p>
    <w:p w:rsidR="005B3ED9" w:rsidRDefault="005B3ED9" w:rsidP="005B3ED9">
      <w:r>
        <w:t>186.2809</w:t>
      </w:r>
      <w:r>
        <w:tab/>
        <w:t>1.013e0</w:t>
      </w:r>
    </w:p>
    <w:p w:rsidR="005B3ED9" w:rsidRDefault="005B3ED9" w:rsidP="005B3ED9">
      <w:r>
        <w:t>186.3099</w:t>
      </w:r>
      <w:r>
        <w:tab/>
        <w:t>2.025e0</w:t>
      </w:r>
    </w:p>
    <w:p w:rsidR="005B3ED9" w:rsidRDefault="005B3ED9" w:rsidP="005B3ED9">
      <w:r>
        <w:t>186.3389</w:t>
      </w:r>
      <w:r>
        <w:tab/>
        <w:t>2.025e0</w:t>
      </w:r>
    </w:p>
    <w:p w:rsidR="005B3ED9" w:rsidRDefault="005B3ED9" w:rsidP="005B3ED9">
      <w:r>
        <w:t>186.3425</w:t>
      </w:r>
      <w:r>
        <w:tab/>
        <w:t>1.013e0</w:t>
      </w:r>
    </w:p>
    <w:p w:rsidR="005B3ED9" w:rsidRDefault="005B3ED9" w:rsidP="005B3ED9">
      <w:r>
        <w:t>186.3932</w:t>
      </w:r>
      <w:r>
        <w:tab/>
        <w:t>1.013e0</w:t>
      </w:r>
    </w:p>
    <w:p w:rsidR="005B3ED9" w:rsidRDefault="005B3ED9" w:rsidP="005B3ED9">
      <w:r>
        <w:t>186.4003</w:t>
      </w:r>
      <w:r>
        <w:tab/>
        <w:t>2.025e0</w:t>
      </w:r>
    </w:p>
    <w:p w:rsidR="005B3ED9" w:rsidRDefault="005B3ED9" w:rsidP="005B3ED9">
      <w:r>
        <w:t>186.4511</w:t>
      </w:r>
      <w:r>
        <w:tab/>
        <w:t>1.013e0</w:t>
      </w:r>
    </w:p>
    <w:p w:rsidR="005B3ED9" w:rsidRDefault="005B3ED9" w:rsidP="005B3ED9">
      <w:r>
        <w:lastRenderedPageBreak/>
        <w:t>186.4836</w:t>
      </w:r>
      <w:r>
        <w:tab/>
        <w:t>1.013e0</w:t>
      </w:r>
    </w:p>
    <w:p w:rsidR="005B3ED9" w:rsidRDefault="005B3ED9" w:rsidP="005B3ED9">
      <w:r>
        <w:t>186.5198</w:t>
      </w:r>
      <w:r>
        <w:tab/>
        <w:t>2.025e0</w:t>
      </w:r>
    </w:p>
    <w:p w:rsidR="005B3ED9" w:rsidRDefault="005B3ED9" w:rsidP="005B3ED9">
      <w:r>
        <w:t>186.5235</w:t>
      </w:r>
      <w:r>
        <w:tab/>
        <w:t>1.013e0</w:t>
      </w:r>
    </w:p>
    <w:p w:rsidR="005B3ED9" w:rsidRDefault="005B3ED9" w:rsidP="005B3ED9">
      <w:r>
        <w:t>186.5343</w:t>
      </w:r>
      <w:r>
        <w:tab/>
        <w:t>1.013e0</w:t>
      </w:r>
    </w:p>
    <w:p w:rsidR="005B3ED9" w:rsidRDefault="005B3ED9" w:rsidP="005B3ED9">
      <w:r>
        <w:t>186.5617</w:t>
      </w:r>
      <w:r>
        <w:tab/>
        <w:t>2.025e0</w:t>
      </w:r>
    </w:p>
    <w:p w:rsidR="005B3ED9" w:rsidRDefault="005B3ED9" w:rsidP="005B3ED9">
      <w:r>
        <w:t>186.6032</w:t>
      </w:r>
      <w:r>
        <w:tab/>
        <w:t>1.013e0</w:t>
      </w:r>
    </w:p>
    <w:p w:rsidR="005B3ED9" w:rsidRDefault="005B3ED9" w:rsidP="005B3ED9">
      <w:r>
        <w:t>186.7485</w:t>
      </w:r>
      <w:r>
        <w:tab/>
        <w:t>1.013e0</w:t>
      </w:r>
    </w:p>
    <w:p w:rsidR="005B3ED9" w:rsidRDefault="005B3ED9" w:rsidP="005B3ED9">
      <w:r>
        <w:t>186.7557</w:t>
      </w:r>
      <w:r>
        <w:tab/>
        <w:t>1.013e0</w:t>
      </w:r>
    </w:p>
    <w:p w:rsidR="005B3ED9" w:rsidRDefault="005B3ED9" w:rsidP="005B3ED9">
      <w:r>
        <w:t>186.7685</w:t>
      </w:r>
      <w:r>
        <w:tab/>
        <w:t>2.025e0</w:t>
      </w:r>
    </w:p>
    <w:p w:rsidR="005B3ED9" w:rsidRDefault="005B3ED9" w:rsidP="005B3ED9">
      <w:r>
        <w:t>186.8030</w:t>
      </w:r>
      <w:r>
        <w:tab/>
        <w:t>1.013e0</w:t>
      </w:r>
    </w:p>
    <w:p w:rsidR="005B3ED9" w:rsidRDefault="005B3ED9" w:rsidP="005B3ED9">
      <w:r>
        <w:t>186.8612</w:t>
      </w:r>
      <w:r>
        <w:tab/>
        <w:t>2.025e0</w:t>
      </w:r>
    </w:p>
    <w:p w:rsidR="005B3ED9" w:rsidRDefault="005B3ED9" w:rsidP="005B3ED9">
      <w:r>
        <w:t>186.8866</w:t>
      </w:r>
      <w:r>
        <w:tab/>
        <w:t>2.025e0</w:t>
      </w:r>
    </w:p>
    <w:p w:rsidR="005B3ED9" w:rsidRDefault="005B3ED9" w:rsidP="005B3ED9">
      <w:r>
        <w:t>186.9048</w:t>
      </w:r>
      <w:r>
        <w:tab/>
        <w:t>1.013e0</w:t>
      </w:r>
    </w:p>
    <w:p w:rsidR="005B3ED9" w:rsidRDefault="005B3ED9" w:rsidP="005B3ED9">
      <w:r>
        <w:t>186.9194</w:t>
      </w:r>
      <w:r>
        <w:tab/>
        <w:t>1.013e0</w:t>
      </w:r>
    </w:p>
    <w:p w:rsidR="005B3ED9" w:rsidRDefault="005B3ED9" w:rsidP="005B3ED9">
      <w:r>
        <w:t>186.9375</w:t>
      </w:r>
      <w:r>
        <w:tab/>
        <w:t>1.013e0</w:t>
      </w:r>
    </w:p>
    <w:p w:rsidR="005B3ED9" w:rsidRDefault="005B3ED9" w:rsidP="005B3ED9">
      <w:r>
        <w:t>186.9848</w:t>
      </w:r>
      <w:r>
        <w:tab/>
        <w:t>1.013e0</w:t>
      </w:r>
    </w:p>
    <w:p w:rsidR="005B3ED9" w:rsidRDefault="005B3ED9" w:rsidP="005B3ED9">
      <w:r>
        <w:t>186.9921</w:t>
      </w:r>
      <w:r>
        <w:tab/>
        <w:t>1.013e0</w:t>
      </w:r>
    </w:p>
    <w:p w:rsidR="005B3ED9" w:rsidRDefault="005B3ED9" w:rsidP="005B3ED9">
      <w:r>
        <w:t>187.0103</w:t>
      </w:r>
      <w:r>
        <w:tab/>
        <w:t>1.013e0</w:t>
      </w:r>
    </w:p>
    <w:p w:rsidR="005B3ED9" w:rsidRDefault="005B3ED9" w:rsidP="005B3ED9">
      <w:r>
        <w:t>187.0194</w:t>
      </w:r>
      <w:r>
        <w:tab/>
        <w:t>2.025e0</w:t>
      </w:r>
    </w:p>
    <w:p w:rsidR="005B3ED9" w:rsidRDefault="005B3ED9" w:rsidP="005B3ED9">
      <w:r>
        <w:lastRenderedPageBreak/>
        <w:t>187.0466</w:t>
      </w:r>
      <w:r>
        <w:tab/>
        <w:t>1.013e0</w:t>
      </w:r>
    </w:p>
    <w:p w:rsidR="005B3ED9" w:rsidRDefault="005B3ED9" w:rsidP="005B3ED9">
      <w:r>
        <w:t>187.0758</w:t>
      </w:r>
      <w:r>
        <w:tab/>
        <w:t>1.013e0</w:t>
      </w:r>
    </w:p>
    <w:p w:rsidR="005B3ED9" w:rsidRDefault="005B3ED9" w:rsidP="005B3ED9">
      <w:r>
        <w:t>187.1121</w:t>
      </w:r>
      <w:r>
        <w:tab/>
        <w:t>1.013e0</w:t>
      </w:r>
    </w:p>
    <w:p w:rsidR="005B3ED9" w:rsidRDefault="005B3ED9" w:rsidP="005B3ED9">
      <w:r>
        <w:t>187.1194</w:t>
      </w:r>
      <w:r>
        <w:tab/>
        <w:t>2.025e0</w:t>
      </w:r>
    </w:p>
    <w:p w:rsidR="005B3ED9" w:rsidRDefault="005B3ED9" w:rsidP="005B3ED9">
      <w:r>
        <w:t>187.1303</w:t>
      </w:r>
      <w:r>
        <w:tab/>
        <w:t>2.025e0</w:t>
      </w:r>
    </w:p>
    <w:p w:rsidR="005B3ED9" w:rsidRDefault="005B3ED9" w:rsidP="005B3ED9">
      <w:r>
        <w:t>187.1412</w:t>
      </w:r>
      <w:r>
        <w:tab/>
        <w:t>1.013e0</w:t>
      </w:r>
    </w:p>
    <w:p w:rsidR="005B3ED9" w:rsidRDefault="005B3ED9" w:rsidP="005B3ED9">
      <w:r>
        <w:t>187.1575</w:t>
      </w:r>
      <w:r>
        <w:tab/>
        <w:t>2.025e0</w:t>
      </w:r>
    </w:p>
    <w:p w:rsidR="005B3ED9" w:rsidRDefault="005B3ED9" w:rsidP="005B3ED9">
      <w:r>
        <w:t>187.2103</w:t>
      </w:r>
      <w:r>
        <w:tab/>
        <w:t>1.013e0</w:t>
      </w:r>
    </w:p>
    <w:p w:rsidR="005B3ED9" w:rsidRDefault="005B3ED9" w:rsidP="005B3ED9">
      <w:r>
        <w:t>187.2722</w:t>
      </w:r>
      <w:r>
        <w:tab/>
        <w:t>1.013e0</w:t>
      </w:r>
    </w:p>
    <w:p w:rsidR="005B3ED9" w:rsidRDefault="005B3ED9" w:rsidP="005B3ED9">
      <w:r>
        <w:t>187.2867</w:t>
      </w:r>
      <w:r>
        <w:tab/>
        <w:t>1.013e0</w:t>
      </w:r>
    </w:p>
    <w:p w:rsidR="005B3ED9" w:rsidRDefault="005B3ED9" w:rsidP="005B3ED9">
      <w:r>
        <w:t>187.2940</w:t>
      </w:r>
      <w:r>
        <w:tab/>
        <w:t>1.013e0</w:t>
      </w:r>
    </w:p>
    <w:p w:rsidR="005B3ED9" w:rsidRDefault="005B3ED9" w:rsidP="005B3ED9">
      <w:r>
        <w:t>187.3231</w:t>
      </w:r>
      <w:r>
        <w:tab/>
        <w:t>2.025e0</w:t>
      </w:r>
    </w:p>
    <w:p w:rsidR="005B3ED9" w:rsidRDefault="005B3ED9" w:rsidP="005B3ED9">
      <w:r>
        <w:t>187.3577</w:t>
      </w:r>
      <w:r>
        <w:tab/>
        <w:t>2.025e0</w:t>
      </w:r>
    </w:p>
    <w:p w:rsidR="005B3ED9" w:rsidRDefault="005B3ED9" w:rsidP="005B3ED9">
      <w:r>
        <w:t>187.4032</w:t>
      </w:r>
      <w:r>
        <w:tab/>
        <w:t>1.013e0</w:t>
      </w:r>
    </w:p>
    <w:p w:rsidR="005B3ED9" w:rsidRDefault="005B3ED9" w:rsidP="005B3ED9">
      <w:r>
        <w:t>187.4723</w:t>
      </w:r>
      <w:r>
        <w:tab/>
        <w:t>1.013e0</w:t>
      </w:r>
    </w:p>
    <w:p w:rsidR="005B3ED9" w:rsidRDefault="005B3ED9" w:rsidP="005B3ED9">
      <w:r>
        <w:t>187.4869</w:t>
      </w:r>
      <w:r>
        <w:tab/>
        <w:t>1.013e0</w:t>
      </w:r>
    </w:p>
    <w:p w:rsidR="005B3ED9" w:rsidRDefault="005B3ED9" w:rsidP="005B3ED9">
      <w:r>
        <w:t>187.4925</w:t>
      </w:r>
      <w:r>
        <w:tab/>
        <w:t>3.038e0</w:t>
      </w:r>
    </w:p>
    <w:p w:rsidR="005B3ED9" w:rsidRDefault="005B3ED9" w:rsidP="005B3ED9">
      <w:r>
        <w:t>187.5069</w:t>
      </w:r>
      <w:r>
        <w:tab/>
        <w:t>2.025e0</w:t>
      </w:r>
    </w:p>
    <w:p w:rsidR="005B3ED9" w:rsidRDefault="005B3ED9" w:rsidP="005B3ED9">
      <w:r>
        <w:t>187.5706</w:t>
      </w:r>
      <w:r>
        <w:tab/>
        <w:t>1.013e0</w:t>
      </w:r>
    </w:p>
    <w:p w:rsidR="005B3ED9" w:rsidRDefault="005B3ED9" w:rsidP="005B3ED9">
      <w:r>
        <w:lastRenderedPageBreak/>
        <w:t>187.5779</w:t>
      </w:r>
      <w:r>
        <w:tab/>
        <w:t>1.013e0</w:t>
      </w:r>
    </w:p>
    <w:p w:rsidR="005B3ED9" w:rsidRDefault="005B3ED9" w:rsidP="005B3ED9">
      <w:r>
        <w:t>187.6398</w:t>
      </w:r>
      <w:r>
        <w:tab/>
        <w:t>1.013e0</w:t>
      </w:r>
    </w:p>
    <w:p w:rsidR="005B3ED9" w:rsidRDefault="005B3ED9" w:rsidP="005B3ED9">
      <w:r>
        <w:t>187.6543</w:t>
      </w:r>
      <w:r>
        <w:tab/>
        <w:t>1.013e0</w:t>
      </w:r>
    </w:p>
    <w:p w:rsidR="005B3ED9" w:rsidRDefault="005B3ED9" w:rsidP="005B3ED9">
      <w:r>
        <w:t>187.6580</w:t>
      </w:r>
      <w:r>
        <w:tab/>
        <w:t>1.013e0</w:t>
      </w:r>
    </w:p>
    <w:p w:rsidR="005B3ED9" w:rsidRDefault="005B3ED9" w:rsidP="005B3ED9">
      <w:r>
        <w:t>187.7017</w:t>
      </w:r>
      <w:r>
        <w:tab/>
        <w:t>1.013e0</w:t>
      </w:r>
    </w:p>
    <w:p w:rsidR="005B3ED9" w:rsidRDefault="005B3ED9" w:rsidP="005B3ED9">
      <w:r>
        <w:t>187.7053</w:t>
      </w:r>
      <w:r>
        <w:tab/>
        <w:t>1.013e0</w:t>
      </w:r>
    </w:p>
    <w:p w:rsidR="005B3ED9" w:rsidRDefault="005B3ED9" w:rsidP="005B3ED9">
      <w:r>
        <w:t>187.7490</w:t>
      </w:r>
      <w:r>
        <w:tab/>
        <w:t>1.013e0</w:t>
      </w:r>
    </w:p>
    <w:p w:rsidR="005B3ED9" w:rsidRDefault="005B3ED9" w:rsidP="005B3ED9">
      <w:r>
        <w:t>187.8000</w:t>
      </w:r>
      <w:r>
        <w:tab/>
        <w:t>2.025e0</w:t>
      </w:r>
    </w:p>
    <w:p w:rsidR="005B3ED9" w:rsidRDefault="005B3ED9" w:rsidP="005B3ED9">
      <w:r>
        <w:t>187.8328</w:t>
      </w:r>
      <w:r>
        <w:tab/>
        <w:t>1.013e0</w:t>
      </w:r>
    </w:p>
    <w:p w:rsidR="005B3ED9" w:rsidRDefault="005B3ED9" w:rsidP="005B3ED9">
      <w:r>
        <w:t>187.8619</w:t>
      </w:r>
      <w:r>
        <w:tab/>
        <w:t>1.013e0</w:t>
      </w:r>
    </w:p>
    <w:p w:rsidR="005B3ED9" w:rsidRDefault="005B3ED9" w:rsidP="005B3ED9">
      <w:r>
        <w:t>187.9202</w:t>
      </w:r>
      <w:r>
        <w:tab/>
        <w:t>2.025e0</w:t>
      </w:r>
    </w:p>
    <w:p w:rsidR="005B3ED9" w:rsidRDefault="005B3ED9" w:rsidP="005B3ED9">
      <w:r>
        <w:t>187.9931</w:t>
      </w:r>
      <w:r>
        <w:tab/>
        <w:t>2.025e0</w:t>
      </w:r>
    </w:p>
    <w:p w:rsidR="005B3ED9" w:rsidRDefault="005B3ED9" w:rsidP="005B3ED9">
      <w:r>
        <w:t>188.0076</w:t>
      </w:r>
      <w:r>
        <w:tab/>
        <w:t>1.013e0</w:t>
      </w:r>
    </w:p>
    <w:p w:rsidR="005B3ED9" w:rsidRDefault="005B3ED9" w:rsidP="005B3ED9">
      <w:r>
        <w:t>188.0295</w:t>
      </w:r>
      <w:r>
        <w:tab/>
        <w:t>1.013e0</w:t>
      </w:r>
    </w:p>
    <w:p w:rsidR="005B3ED9" w:rsidRDefault="005B3ED9" w:rsidP="005B3ED9">
      <w:r>
        <w:t>188.0349</w:t>
      </w:r>
      <w:r>
        <w:tab/>
        <w:t>2.025e0</w:t>
      </w:r>
    </w:p>
    <w:p w:rsidR="005B3ED9" w:rsidRDefault="005B3ED9" w:rsidP="005B3ED9">
      <w:r>
        <w:t>188.0404</w:t>
      </w:r>
      <w:r>
        <w:tab/>
        <w:t>2.025e0</w:t>
      </w:r>
    </w:p>
    <w:p w:rsidR="005B3ED9" w:rsidRDefault="005B3ED9" w:rsidP="005B3ED9">
      <w:r>
        <w:t>188.0550</w:t>
      </w:r>
      <w:r>
        <w:tab/>
        <w:t>1.013e0</w:t>
      </w:r>
    </w:p>
    <w:p w:rsidR="005B3ED9" w:rsidRDefault="005B3ED9" w:rsidP="005B3ED9">
      <w:r>
        <w:t>188.0769</w:t>
      </w:r>
      <w:r>
        <w:tab/>
        <w:t>2.025e0</w:t>
      </w:r>
    </w:p>
    <w:p w:rsidR="005B3ED9" w:rsidRDefault="005B3ED9" w:rsidP="005B3ED9">
      <w:r>
        <w:t>188.0813</w:t>
      </w:r>
      <w:r>
        <w:tab/>
        <w:t>3.038e0</w:t>
      </w:r>
    </w:p>
    <w:p w:rsidR="005B3ED9" w:rsidRDefault="005B3ED9" w:rsidP="005B3ED9">
      <w:r>
        <w:lastRenderedPageBreak/>
        <w:t>188.1024</w:t>
      </w:r>
      <w:r>
        <w:tab/>
        <w:t>1.013e0</w:t>
      </w:r>
    </w:p>
    <w:p w:rsidR="005B3ED9" w:rsidRDefault="005B3ED9" w:rsidP="005B3ED9">
      <w:r>
        <w:t>188.1266</w:t>
      </w:r>
      <w:r>
        <w:tab/>
        <w:t>5.063e0</w:t>
      </w:r>
    </w:p>
    <w:p w:rsidR="005B3ED9" w:rsidRDefault="005B3ED9" w:rsidP="005B3ED9">
      <w:r>
        <w:t>188.1297</w:t>
      </w:r>
      <w:r>
        <w:tab/>
        <w:t>2.025e0</w:t>
      </w:r>
    </w:p>
    <w:p w:rsidR="005B3ED9" w:rsidRDefault="005B3ED9" w:rsidP="005B3ED9">
      <w:r>
        <w:t>188.1313</w:t>
      </w:r>
      <w:r>
        <w:tab/>
        <w:t>5.063e0</w:t>
      </w:r>
    </w:p>
    <w:p w:rsidR="005B3ED9" w:rsidRDefault="005B3ED9" w:rsidP="005B3ED9">
      <w:r>
        <w:t>188.1753</w:t>
      </w:r>
      <w:r>
        <w:tab/>
        <w:t>3.038e0</w:t>
      </w:r>
    </w:p>
    <w:p w:rsidR="005B3ED9" w:rsidRDefault="005B3ED9" w:rsidP="005B3ED9">
      <w:r>
        <w:t>188.2171</w:t>
      </w:r>
      <w:r>
        <w:tab/>
        <w:t>2.025e0</w:t>
      </w:r>
    </w:p>
    <w:p w:rsidR="005B3ED9" w:rsidRDefault="005B3ED9" w:rsidP="005B3ED9">
      <w:r>
        <w:t>188.2190</w:t>
      </w:r>
      <w:r>
        <w:tab/>
        <w:t>1.013e0</w:t>
      </w:r>
    </w:p>
    <w:p w:rsidR="005B3ED9" w:rsidRDefault="005B3ED9" w:rsidP="005B3ED9">
      <w:r>
        <w:t>188.2372</w:t>
      </w:r>
      <w:r>
        <w:tab/>
        <w:t>1.013e0</w:t>
      </w:r>
    </w:p>
    <w:p w:rsidR="005B3ED9" w:rsidRDefault="005B3ED9" w:rsidP="005B3ED9">
      <w:r>
        <w:t>188.3101</w:t>
      </w:r>
      <w:r>
        <w:tab/>
        <w:t>1.013e0</w:t>
      </w:r>
    </w:p>
    <w:p w:rsidR="005B3ED9" w:rsidRDefault="005B3ED9" w:rsidP="005B3ED9">
      <w:r>
        <w:t>188.3429</w:t>
      </w:r>
      <w:r>
        <w:tab/>
        <w:t>1.013e0</w:t>
      </w:r>
    </w:p>
    <w:p w:rsidR="005B3ED9" w:rsidRDefault="005B3ED9" w:rsidP="005B3ED9">
      <w:r>
        <w:t>188.4195</w:t>
      </w:r>
      <w:r>
        <w:tab/>
        <w:t>1.013e0</w:t>
      </w:r>
    </w:p>
    <w:p w:rsidR="005B3ED9" w:rsidRDefault="005B3ED9" w:rsidP="005B3ED9">
      <w:r>
        <w:t>188.4997</w:t>
      </w:r>
      <w:r>
        <w:tab/>
        <w:t>1.013e0</w:t>
      </w:r>
    </w:p>
    <w:p w:rsidR="005B3ED9" w:rsidRDefault="005B3ED9" w:rsidP="005B3ED9">
      <w:r>
        <w:t>188.5343</w:t>
      </w:r>
      <w:r>
        <w:tab/>
        <w:t>5.063e0</w:t>
      </w:r>
    </w:p>
    <w:p w:rsidR="005B3ED9" w:rsidRDefault="005B3ED9" w:rsidP="005B3ED9">
      <w:r>
        <w:t>188.5398</w:t>
      </w:r>
      <w:r>
        <w:tab/>
        <w:t>2.025e0</w:t>
      </w:r>
    </w:p>
    <w:p w:rsidR="005B3ED9" w:rsidRDefault="005B3ED9" w:rsidP="005B3ED9">
      <w:r>
        <w:t>188.5945</w:t>
      </w:r>
      <w:r>
        <w:tab/>
        <w:t>1.013e0</w:t>
      </w:r>
    </w:p>
    <w:p w:rsidR="005B3ED9" w:rsidRDefault="005B3ED9" w:rsidP="005B3ED9">
      <w:r>
        <w:t>188.6200</w:t>
      </w:r>
      <w:r>
        <w:tab/>
        <w:t>1.013e0</w:t>
      </w:r>
    </w:p>
    <w:p w:rsidR="005B3ED9" w:rsidRDefault="005B3ED9" w:rsidP="005B3ED9">
      <w:r>
        <w:t>188.6455</w:t>
      </w:r>
      <w:r>
        <w:tab/>
        <w:t>1.013e0</w:t>
      </w:r>
    </w:p>
    <w:p w:rsidR="005B3ED9" w:rsidRDefault="005B3ED9" w:rsidP="005B3ED9">
      <w:r>
        <w:t>188.6492</w:t>
      </w:r>
      <w:r>
        <w:tab/>
        <w:t>1.013e0</w:t>
      </w:r>
    </w:p>
    <w:p w:rsidR="005B3ED9" w:rsidRDefault="005B3ED9" w:rsidP="005B3ED9">
      <w:r>
        <w:t>188.6856</w:t>
      </w:r>
      <w:r>
        <w:tab/>
        <w:t>1.013e0</w:t>
      </w:r>
    </w:p>
    <w:p w:rsidR="005B3ED9" w:rsidRDefault="005B3ED9" w:rsidP="005B3ED9">
      <w:r>
        <w:lastRenderedPageBreak/>
        <w:t>188.7112</w:t>
      </w:r>
      <w:r>
        <w:tab/>
        <w:t>1.013e0</w:t>
      </w:r>
    </w:p>
    <w:p w:rsidR="005B3ED9" w:rsidRDefault="005B3ED9" w:rsidP="005B3ED9">
      <w:r>
        <w:t>188.7294</w:t>
      </w:r>
      <w:r>
        <w:tab/>
        <w:t>1.013e0</w:t>
      </w:r>
    </w:p>
    <w:p w:rsidR="005B3ED9" w:rsidRDefault="005B3ED9" w:rsidP="005B3ED9">
      <w:r>
        <w:t>188.7569</w:t>
      </w:r>
      <w:r>
        <w:tab/>
        <w:t>2.025e0</w:t>
      </w:r>
    </w:p>
    <w:p w:rsidR="005B3ED9" w:rsidRDefault="005B3ED9" w:rsidP="005B3ED9">
      <w:r>
        <w:t>188.7732</w:t>
      </w:r>
      <w:r>
        <w:tab/>
        <w:t>1.013e0</w:t>
      </w:r>
    </w:p>
    <w:p w:rsidR="005B3ED9" w:rsidRDefault="005B3ED9" w:rsidP="005B3ED9">
      <w:r>
        <w:t>188.8647</w:t>
      </w:r>
      <w:r>
        <w:tab/>
        <w:t>1.013e0</w:t>
      </w:r>
    </w:p>
    <w:p w:rsidR="005B3ED9" w:rsidRDefault="005B3ED9" w:rsidP="005B3ED9">
      <w:r>
        <w:t>188.8830</w:t>
      </w:r>
      <w:r>
        <w:tab/>
        <w:t>1.013e0</w:t>
      </w:r>
    </w:p>
    <w:p w:rsidR="005B3ED9" w:rsidRDefault="005B3ED9" w:rsidP="005B3ED9">
      <w:r>
        <w:t>188.9013</w:t>
      </w:r>
      <w:r>
        <w:tab/>
        <w:t>1.013e0</w:t>
      </w:r>
    </w:p>
    <w:p w:rsidR="005B3ED9" w:rsidRDefault="005B3ED9" w:rsidP="005B3ED9">
      <w:r>
        <w:t>188.9123</w:t>
      </w:r>
      <w:r>
        <w:tab/>
        <w:t>1.013e0</w:t>
      </w:r>
    </w:p>
    <w:p w:rsidR="005B3ED9" w:rsidRDefault="005B3ED9" w:rsidP="005B3ED9">
      <w:r>
        <w:t>188.9269</w:t>
      </w:r>
      <w:r>
        <w:tab/>
        <w:t>1.013e0</w:t>
      </w:r>
    </w:p>
    <w:p w:rsidR="005B3ED9" w:rsidRDefault="005B3ED9" w:rsidP="005B3ED9">
      <w:r>
        <w:t>188.9342</w:t>
      </w:r>
      <w:r>
        <w:tab/>
        <w:t>1.013e0</w:t>
      </w:r>
    </w:p>
    <w:p w:rsidR="005B3ED9" w:rsidRDefault="005B3ED9" w:rsidP="005B3ED9">
      <w:r>
        <w:t>188.9727</w:t>
      </w:r>
      <w:r>
        <w:tab/>
        <w:t>2.025e0</w:t>
      </w:r>
    </w:p>
    <w:p w:rsidR="005B3ED9" w:rsidRDefault="005B3ED9" w:rsidP="005B3ED9">
      <w:r>
        <w:t>188.9928</w:t>
      </w:r>
      <w:r>
        <w:tab/>
        <w:t>1.013e0</w:t>
      </w:r>
    </w:p>
    <w:p w:rsidR="005B3ED9" w:rsidRDefault="005B3ED9" w:rsidP="005B3ED9">
      <w:r>
        <w:t>188.9965</w:t>
      </w:r>
      <w:r>
        <w:tab/>
        <w:t>2.025e0</w:t>
      </w:r>
    </w:p>
    <w:p w:rsidR="005B3ED9" w:rsidRDefault="005B3ED9" w:rsidP="005B3ED9">
      <w:r>
        <w:t>189.0167</w:t>
      </w:r>
      <w:r>
        <w:tab/>
        <w:t>2.025e0</w:t>
      </w:r>
    </w:p>
    <w:p w:rsidR="005B3ED9" w:rsidRDefault="005B3ED9" w:rsidP="005B3ED9">
      <w:r>
        <w:t>189.0404</w:t>
      </w:r>
      <w:r>
        <w:tab/>
        <w:t>2.025e0</w:t>
      </w:r>
    </w:p>
    <w:p w:rsidR="005B3ED9" w:rsidRDefault="005B3ED9" w:rsidP="005B3ED9">
      <w:r>
        <w:t>189.0478</w:t>
      </w:r>
      <w:r>
        <w:tab/>
        <w:t>1.013e0</w:t>
      </w:r>
    </w:p>
    <w:p w:rsidR="005B3ED9" w:rsidRDefault="005B3ED9" w:rsidP="005B3ED9">
      <w:r>
        <w:t>189.0515</w:t>
      </w:r>
      <w:r>
        <w:tab/>
        <w:t>1.013e0</w:t>
      </w:r>
    </w:p>
    <w:p w:rsidR="005B3ED9" w:rsidRDefault="005B3ED9" w:rsidP="005B3ED9">
      <w:r>
        <w:t>189.0734</w:t>
      </w:r>
      <w:r>
        <w:tab/>
        <w:t>1.013e0</w:t>
      </w:r>
    </w:p>
    <w:p w:rsidR="005B3ED9" w:rsidRDefault="005B3ED9" w:rsidP="005B3ED9">
      <w:r>
        <w:t>189.0807</w:t>
      </w:r>
      <w:r>
        <w:tab/>
        <w:t>2.025e0</w:t>
      </w:r>
    </w:p>
    <w:p w:rsidR="005B3ED9" w:rsidRDefault="005B3ED9" w:rsidP="005B3ED9">
      <w:r>
        <w:lastRenderedPageBreak/>
        <w:t>189.1064</w:t>
      </w:r>
      <w:r>
        <w:tab/>
        <w:t>1.013e0</w:t>
      </w:r>
    </w:p>
    <w:p w:rsidR="005B3ED9" w:rsidRDefault="005B3ED9" w:rsidP="005B3ED9">
      <w:r>
        <w:t>189.1137</w:t>
      </w:r>
      <w:r>
        <w:tab/>
        <w:t>1.013e0</w:t>
      </w:r>
    </w:p>
    <w:p w:rsidR="005B3ED9" w:rsidRDefault="005B3ED9" w:rsidP="005B3ED9">
      <w:r>
        <w:t>189.1190</w:t>
      </w:r>
      <w:r>
        <w:tab/>
        <w:t>3.038e0</w:t>
      </w:r>
    </w:p>
    <w:p w:rsidR="005B3ED9" w:rsidRDefault="005B3ED9" w:rsidP="005B3ED9">
      <w:r>
        <w:t>189.1357</w:t>
      </w:r>
      <w:r>
        <w:tab/>
        <w:t>1.013e0</w:t>
      </w:r>
    </w:p>
    <w:p w:rsidR="005B3ED9" w:rsidRDefault="005B3ED9" w:rsidP="005B3ED9">
      <w:r>
        <w:t>189.1870</w:t>
      </w:r>
      <w:r>
        <w:tab/>
        <w:t>1.013e0</w:t>
      </w:r>
    </w:p>
    <w:p w:rsidR="005B3ED9" w:rsidRDefault="005B3ED9" w:rsidP="005B3ED9">
      <w:r>
        <w:t>189.2054</w:t>
      </w:r>
      <w:r>
        <w:tab/>
        <w:t>1.013e0</w:t>
      </w:r>
    </w:p>
    <w:p w:rsidR="005B3ED9" w:rsidRDefault="005B3ED9" w:rsidP="005B3ED9">
      <w:r>
        <w:t>189.2127</w:t>
      </w:r>
      <w:r>
        <w:tab/>
        <w:t>1.013e0</w:t>
      </w:r>
    </w:p>
    <w:p w:rsidR="005B3ED9" w:rsidRDefault="005B3ED9" w:rsidP="005B3ED9">
      <w:r>
        <w:t>189.2218</w:t>
      </w:r>
      <w:r>
        <w:tab/>
        <w:t>2.025e0</w:t>
      </w:r>
    </w:p>
    <w:p w:rsidR="005B3ED9" w:rsidRDefault="005B3ED9" w:rsidP="005B3ED9">
      <w:r>
        <w:t>189.2603</w:t>
      </w:r>
      <w:r>
        <w:tab/>
        <w:t>1.013e0</w:t>
      </w:r>
    </w:p>
    <w:p w:rsidR="005B3ED9" w:rsidRDefault="005B3ED9" w:rsidP="005B3ED9">
      <w:r>
        <w:t>189.2823</w:t>
      </w:r>
      <w:r>
        <w:tab/>
        <w:t>1.013e0</w:t>
      </w:r>
    </w:p>
    <w:p w:rsidR="005B3ED9" w:rsidRDefault="005B3ED9" w:rsidP="005B3ED9">
      <w:r>
        <w:t>189.3334</w:t>
      </w:r>
      <w:r>
        <w:tab/>
        <w:t>1.013e0</w:t>
      </w:r>
    </w:p>
    <w:p w:rsidR="005B3ED9" w:rsidRDefault="005B3ED9" w:rsidP="005B3ED9">
      <w:r>
        <w:t>189.3772</w:t>
      </w:r>
      <w:r>
        <w:tab/>
        <w:t>1.013e0</w:t>
      </w:r>
    </w:p>
    <w:p w:rsidR="005B3ED9" w:rsidRDefault="005B3ED9" w:rsidP="005B3ED9">
      <w:r>
        <w:t>189.3991</w:t>
      </w:r>
      <w:r>
        <w:tab/>
        <w:t>1.013e0</w:t>
      </w:r>
    </w:p>
    <w:p w:rsidR="005B3ED9" w:rsidRDefault="005B3ED9" w:rsidP="005B3ED9">
      <w:r>
        <w:t>189.4027</w:t>
      </w:r>
      <w:r>
        <w:tab/>
        <w:t>2.025e0</w:t>
      </w:r>
    </w:p>
    <w:p w:rsidR="005B3ED9" w:rsidRDefault="005B3ED9" w:rsidP="005B3ED9">
      <w:r>
        <w:t>189.4137</w:t>
      </w:r>
      <w:r>
        <w:tab/>
        <w:t>1.013e0</w:t>
      </w:r>
    </w:p>
    <w:p w:rsidR="005B3ED9" w:rsidRDefault="005B3ED9" w:rsidP="005B3ED9">
      <w:r>
        <w:t>189.4374</w:t>
      </w:r>
      <w:r>
        <w:tab/>
        <w:t>2.025e0</w:t>
      </w:r>
    </w:p>
    <w:p w:rsidR="005B3ED9" w:rsidRDefault="005B3ED9" w:rsidP="005B3ED9">
      <w:r>
        <w:t>189.4721</w:t>
      </w:r>
      <w:r>
        <w:tab/>
        <w:t>1.013e0</w:t>
      </w:r>
    </w:p>
    <w:p w:rsidR="005B3ED9" w:rsidRDefault="005B3ED9" w:rsidP="005B3ED9">
      <w:r>
        <w:t>189.5287</w:t>
      </w:r>
      <w:r>
        <w:tab/>
        <w:t>2.025e0</w:t>
      </w:r>
    </w:p>
    <w:p w:rsidR="005B3ED9" w:rsidRDefault="005B3ED9" w:rsidP="005B3ED9">
      <w:r>
        <w:t>189.5306</w:t>
      </w:r>
      <w:r>
        <w:tab/>
        <w:t>1.013e0</w:t>
      </w:r>
    </w:p>
    <w:p w:rsidR="005B3ED9" w:rsidRDefault="005B3ED9" w:rsidP="005B3ED9">
      <w:r>
        <w:lastRenderedPageBreak/>
        <w:t>189.5525</w:t>
      </w:r>
      <w:r>
        <w:tab/>
        <w:t>2.025e0</w:t>
      </w:r>
    </w:p>
    <w:p w:rsidR="005B3ED9" w:rsidRDefault="005B3ED9" w:rsidP="005B3ED9">
      <w:r>
        <w:t>189.5635</w:t>
      </w:r>
      <w:r>
        <w:tab/>
        <w:t>1.013e0</w:t>
      </w:r>
    </w:p>
    <w:p w:rsidR="005B3ED9" w:rsidRDefault="005B3ED9" w:rsidP="005B3ED9">
      <w:r>
        <w:t>189.5689</w:t>
      </w:r>
      <w:r>
        <w:tab/>
        <w:t>2.025e0</w:t>
      </w:r>
    </w:p>
    <w:p w:rsidR="005B3ED9" w:rsidRDefault="005B3ED9" w:rsidP="005B3ED9">
      <w:r>
        <w:t>189.6219</w:t>
      </w:r>
      <w:r>
        <w:tab/>
        <w:t>1.013e0</w:t>
      </w:r>
    </w:p>
    <w:p w:rsidR="005B3ED9" w:rsidRDefault="005B3ED9" w:rsidP="005B3ED9">
      <w:r>
        <w:t>189.6402</w:t>
      </w:r>
      <w:r>
        <w:tab/>
        <w:t>1.013e0</w:t>
      </w:r>
    </w:p>
    <w:p w:rsidR="005B3ED9" w:rsidRDefault="005B3ED9" w:rsidP="005B3ED9">
      <w:r>
        <w:t>189.6475</w:t>
      </w:r>
      <w:r>
        <w:tab/>
        <w:t>1.013e0</w:t>
      </w:r>
    </w:p>
    <w:p w:rsidR="005B3ED9" w:rsidRDefault="005B3ED9" w:rsidP="005B3ED9">
      <w:r>
        <w:t>189.6548</w:t>
      </w:r>
      <w:r>
        <w:tab/>
        <w:t>2.025e0</w:t>
      </w:r>
    </w:p>
    <w:p w:rsidR="005B3ED9" w:rsidRDefault="005B3ED9" w:rsidP="005B3ED9">
      <w:r>
        <w:t>189.6768</w:t>
      </w:r>
      <w:r>
        <w:tab/>
        <w:t>1.013e0</w:t>
      </w:r>
    </w:p>
    <w:p w:rsidR="005B3ED9" w:rsidRDefault="005B3ED9" w:rsidP="005B3ED9">
      <w:r>
        <w:t>189.7024</w:t>
      </w:r>
      <w:r>
        <w:tab/>
        <w:t>1.013e0</w:t>
      </w:r>
    </w:p>
    <w:p w:rsidR="005B3ED9" w:rsidRDefault="005B3ED9" w:rsidP="005B3ED9">
      <w:r>
        <w:t>189.7207</w:t>
      </w:r>
      <w:r>
        <w:tab/>
        <w:t>1.013e0</w:t>
      </w:r>
    </w:p>
    <w:p w:rsidR="005B3ED9" w:rsidRDefault="005B3ED9" w:rsidP="005B3ED9">
      <w:r>
        <w:t>189.7280</w:t>
      </w:r>
      <w:r>
        <w:tab/>
        <w:t>1.013e0</w:t>
      </w:r>
    </w:p>
    <w:p w:rsidR="005B3ED9" w:rsidRDefault="005B3ED9" w:rsidP="005B3ED9">
      <w:r>
        <w:t>189.7572</w:t>
      </w:r>
      <w:r>
        <w:tab/>
        <w:t>2.025e0</w:t>
      </w:r>
    </w:p>
    <w:p w:rsidR="005B3ED9" w:rsidRDefault="005B3ED9" w:rsidP="005B3ED9">
      <w:r>
        <w:t>189.8230</w:t>
      </w:r>
      <w:r>
        <w:tab/>
        <w:t>1.013e0</w:t>
      </w:r>
    </w:p>
    <w:p w:rsidR="005B3ED9" w:rsidRDefault="005B3ED9" w:rsidP="005B3ED9">
      <w:r>
        <w:t>189.8303</w:t>
      </w:r>
      <w:r>
        <w:tab/>
        <w:t>1.013e0</w:t>
      </w:r>
    </w:p>
    <w:p w:rsidR="005B3ED9" w:rsidRDefault="005B3ED9" w:rsidP="005B3ED9">
      <w:r>
        <w:t>189.8486</w:t>
      </w:r>
      <w:r>
        <w:tab/>
        <w:t>2.025e0</w:t>
      </w:r>
    </w:p>
    <w:p w:rsidR="005B3ED9" w:rsidRDefault="005B3ED9" w:rsidP="005B3ED9">
      <w:r>
        <w:t>189.9472</w:t>
      </w:r>
      <w:r>
        <w:tab/>
        <w:t>1.013e0</w:t>
      </w:r>
    </w:p>
    <w:p w:rsidR="005B3ED9" w:rsidRDefault="005B3ED9" w:rsidP="005B3ED9">
      <w:r>
        <w:t>189.9618</w:t>
      </w:r>
      <w:r>
        <w:tab/>
        <w:t>1.013e0</w:t>
      </w:r>
    </w:p>
    <w:p w:rsidR="005B3ED9" w:rsidRDefault="005B3ED9" w:rsidP="005B3ED9">
      <w:r>
        <w:t>189.9871</w:t>
      </w:r>
      <w:r>
        <w:tab/>
        <w:t>4.051e0</w:t>
      </w:r>
    </w:p>
    <w:p w:rsidR="005B3ED9" w:rsidRDefault="005B3ED9" w:rsidP="005B3ED9">
      <w:r>
        <w:t>190.0332</w:t>
      </w:r>
      <w:r>
        <w:tab/>
        <w:t>3.038e0</w:t>
      </w:r>
    </w:p>
    <w:p w:rsidR="005B3ED9" w:rsidRDefault="005B3ED9" w:rsidP="005B3ED9">
      <w:r>
        <w:lastRenderedPageBreak/>
        <w:t>190.0353</w:t>
      </w:r>
      <w:r>
        <w:tab/>
        <w:t>1.013e0</w:t>
      </w:r>
    </w:p>
    <w:p w:rsidR="005B3ED9" w:rsidRDefault="005B3ED9" w:rsidP="005B3ED9">
      <w:r>
        <w:t>190.0390</w:t>
      </w:r>
      <w:r>
        <w:tab/>
        <w:t>2.025e0</w:t>
      </w:r>
    </w:p>
    <w:p w:rsidR="005B3ED9" w:rsidRDefault="005B3ED9" w:rsidP="005B3ED9">
      <w:r>
        <w:t>190.0501</w:t>
      </w:r>
      <w:r>
        <w:tab/>
        <w:t>2.025e0</w:t>
      </w:r>
    </w:p>
    <w:p w:rsidR="005B3ED9" w:rsidRDefault="005B3ED9" w:rsidP="005B3ED9">
      <w:r>
        <w:t>190.0593</w:t>
      </w:r>
      <w:r>
        <w:tab/>
        <w:t>2.025e0</w:t>
      </w:r>
    </w:p>
    <w:p w:rsidR="005B3ED9" w:rsidRDefault="005B3ED9" w:rsidP="005B3ED9">
      <w:r>
        <w:t>190.0684</w:t>
      </w:r>
      <w:r>
        <w:tab/>
        <w:t>1.013e0</w:t>
      </w:r>
    </w:p>
    <w:p w:rsidR="005B3ED9" w:rsidRDefault="005B3ED9" w:rsidP="005B3ED9">
      <w:r>
        <w:t>190.0869</w:t>
      </w:r>
      <w:r>
        <w:tab/>
        <w:t>4.051e0</w:t>
      </w:r>
    </w:p>
    <w:p w:rsidR="005B3ED9" w:rsidRDefault="005B3ED9" w:rsidP="005B3ED9">
      <w:r>
        <w:t>190.0905</w:t>
      </w:r>
      <w:r>
        <w:tab/>
        <w:t>2.025e0</w:t>
      </w:r>
    </w:p>
    <w:p w:rsidR="005B3ED9" w:rsidRDefault="005B3ED9" w:rsidP="005B3ED9">
      <w:r>
        <w:t>190.0942</w:t>
      </w:r>
      <w:r>
        <w:tab/>
        <w:t>1.013e0</w:t>
      </w:r>
    </w:p>
    <w:p w:rsidR="005B3ED9" w:rsidRDefault="005B3ED9" w:rsidP="005B3ED9">
      <w:r>
        <w:t>190.1347</w:t>
      </w:r>
      <w:r>
        <w:tab/>
        <w:t>1.013e0</w:t>
      </w:r>
    </w:p>
    <w:p w:rsidR="005B3ED9" w:rsidRDefault="005B3ED9" w:rsidP="005B3ED9">
      <w:r>
        <w:t>190.1604</w:t>
      </w:r>
      <w:r>
        <w:tab/>
        <w:t>1.013e0</w:t>
      </w:r>
    </w:p>
    <w:p w:rsidR="005B3ED9" w:rsidRDefault="005B3ED9" w:rsidP="005B3ED9">
      <w:r>
        <w:t>190.2891</w:t>
      </w:r>
      <w:r>
        <w:tab/>
        <w:t>1.013e0</w:t>
      </w:r>
    </w:p>
    <w:p w:rsidR="005B3ED9" w:rsidRDefault="005B3ED9" w:rsidP="005B3ED9">
      <w:r>
        <w:t>190.2927</w:t>
      </w:r>
      <w:r>
        <w:tab/>
        <w:t>1.013e0</w:t>
      </w:r>
    </w:p>
    <w:p w:rsidR="005B3ED9" w:rsidRDefault="005B3ED9" w:rsidP="005B3ED9">
      <w:r>
        <w:t>190.3329</w:t>
      </w:r>
      <w:r>
        <w:tab/>
        <w:t>1.013e0</w:t>
      </w:r>
    </w:p>
    <w:p w:rsidR="005B3ED9" w:rsidRDefault="005B3ED9" w:rsidP="005B3ED9">
      <w:r>
        <w:t>190.3475</w:t>
      </w:r>
      <w:r>
        <w:tab/>
        <w:t>1.013e0</w:t>
      </w:r>
    </w:p>
    <w:p w:rsidR="005B3ED9" w:rsidRDefault="005B3ED9" w:rsidP="005B3ED9">
      <w:r>
        <w:t>190.3878</w:t>
      </w:r>
      <w:r>
        <w:tab/>
        <w:t>2.025e0</w:t>
      </w:r>
    </w:p>
    <w:p w:rsidR="005B3ED9" w:rsidRDefault="005B3ED9" w:rsidP="005B3ED9">
      <w:r>
        <w:t>190.3951</w:t>
      </w:r>
      <w:r>
        <w:tab/>
        <w:t>2.025e0</w:t>
      </w:r>
    </w:p>
    <w:p w:rsidR="005B3ED9" w:rsidRDefault="005B3ED9" w:rsidP="005B3ED9">
      <w:r>
        <w:t>190.4097</w:t>
      </w:r>
      <w:r>
        <w:tab/>
        <w:t>1.013e0</w:t>
      </w:r>
    </w:p>
    <w:p w:rsidR="005B3ED9" w:rsidRDefault="005B3ED9" w:rsidP="005B3ED9">
      <w:r>
        <w:t>190.4244</w:t>
      </w:r>
      <w:r>
        <w:tab/>
        <w:t>1.013e0</w:t>
      </w:r>
    </w:p>
    <w:p w:rsidR="005B3ED9" w:rsidRDefault="005B3ED9" w:rsidP="005B3ED9">
      <w:r>
        <w:t>190.4518</w:t>
      </w:r>
      <w:r>
        <w:tab/>
        <w:t>2.025e0</w:t>
      </w:r>
    </w:p>
    <w:p w:rsidR="005B3ED9" w:rsidRDefault="005B3ED9" w:rsidP="005B3ED9">
      <w:r>
        <w:lastRenderedPageBreak/>
        <w:t>190.4903</w:t>
      </w:r>
      <w:r>
        <w:tab/>
        <w:t>1.013e0</w:t>
      </w:r>
    </w:p>
    <w:p w:rsidR="005B3ED9" w:rsidRDefault="005B3ED9" w:rsidP="005B3ED9">
      <w:r>
        <w:t>190.5159</w:t>
      </w:r>
      <w:r>
        <w:tab/>
        <w:t>1.013e0</w:t>
      </w:r>
    </w:p>
    <w:p w:rsidR="005B3ED9" w:rsidRDefault="005B3ED9" w:rsidP="005B3ED9">
      <w:r>
        <w:t>190.5306</w:t>
      </w:r>
      <w:r>
        <w:tab/>
        <w:t>1.013e0</w:t>
      </w:r>
    </w:p>
    <w:p w:rsidR="005B3ED9" w:rsidRDefault="005B3ED9" w:rsidP="005B3ED9">
      <w:r>
        <w:t>190.5538</w:t>
      </w:r>
      <w:r>
        <w:tab/>
        <w:t>5.063e0</w:t>
      </w:r>
    </w:p>
    <w:p w:rsidR="005B3ED9" w:rsidRDefault="005B3ED9" w:rsidP="005B3ED9">
      <w:r>
        <w:t>190.5585</w:t>
      </w:r>
      <w:r>
        <w:tab/>
        <w:t>5.063e0</w:t>
      </w:r>
    </w:p>
    <w:p w:rsidR="005B3ED9" w:rsidRDefault="005B3ED9" w:rsidP="005B3ED9">
      <w:r>
        <w:t>190.5604</w:t>
      </w:r>
      <w:r>
        <w:tab/>
        <w:t>5.063e0</w:t>
      </w:r>
    </w:p>
    <w:p w:rsidR="005B3ED9" w:rsidRDefault="005B3ED9" w:rsidP="005B3ED9">
      <w:r>
        <w:t>190.5855</w:t>
      </w:r>
      <w:r>
        <w:tab/>
        <w:t>1.013e0</w:t>
      </w:r>
    </w:p>
    <w:p w:rsidR="005B3ED9" w:rsidRDefault="005B3ED9" w:rsidP="005B3ED9">
      <w:r>
        <w:t>190.6038</w:t>
      </w:r>
      <w:r>
        <w:tab/>
        <w:t>1.013e0</w:t>
      </w:r>
    </w:p>
    <w:p w:rsidR="005B3ED9" w:rsidRDefault="005B3ED9" w:rsidP="005B3ED9">
      <w:r>
        <w:t>190.6697</w:t>
      </w:r>
      <w:r>
        <w:tab/>
        <w:t>1.013e0</w:t>
      </w:r>
    </w:p>
    <w:p w:rsidR="005B3ED9" w:rsidRDefault="005B3ED9" w:rsidP="005B3ED9">
      <w:r>
        <w:t>190.6734</w:t>
      </w:r>
      <w:r>
        <w:tab/>
        <w:t>1.013e0</w:t>
      </w:r>
    </w:p>
    <w:p w:rsidR="005B3ED9" w:rsidRDefault="005B3ED9" w:rsidP="005B3ED9">
      <w:r>
        <w:t>190.7760</w:t>
      </w:r>
      <w:r>
        <w:tab/>
        <w:t>2.025e0</w:t>
      </w:r>
    </w:p>
    <w:p w:rsidR="005B3ED9" w:rsidRDefault="005B3ED9" w:rsidP="005B3ED9">
      <w:r>
        <w:t>190.8610</w:t>
      </w:r>
      <w:r>
        <w:tab/>
        <w:t>1.013e0</w:t>
      </w:r>
    </w:p>
    <w:p w:rsidR="005B3ED9" w:rsidRDefault="005B3ED9" w:rsidP="005B3ED9">
      <w:r>
        <w:t>190.8683</w:t>
      </w:r>
      <w:r>
        <w:tab/>
        <w:t>1.013e0</w:t>
      </w:r>
    </w:p>
    <w:p w:rsidR="005B3ED9" w:rsidRDefault="005B3ED9" w:rsidP="005B3ED9">
      <w:r>
        <w:t>190.8831</w:t>
      </w:r>
      <w:r>
        <w:tab/>
        <w:t>1.013e0</w:t>
      </w:r>
    </w:p>
    <w:p w:rsidR="005B3ED9" w:rsidRDefault="005B3ED9" w:rsidP="005B3ED9">
      <w:r>
        <w:t>190.9238</w:t>
      </w:r>
      <w:r>
        <w:tab/>
        <w:t>1.013e0</w:t>
      </w:r>
    </w:p>
    <w:p w:rsidR="005B3ED9" w:rsidRDefault="005B3ED9" w:rsidP="005B3ED9">
      <w:r>
        <w:t>190.9422</w:t>
      </w:r>
      <w:r>
        <w:tab/>
        <w:t>1.013e0</w:t>
      </w:r>
    </w:p>
    <w:p w:rsidR="005B3ED9" w:rsidRDefault="005B3ED9" w:rsidP="005B3ED9">
      <w:r>
        <w:t>190.9570</w:t>
      </w:r>
      <w:r>
        <w:tab/>
        <w:t>1.013e0</w:t>
      </w:r>
    </w:p>
    <w:p w:rsidR="005B3ED9" w:rsidRDefault="005B3ED9" w:rsidP="005B3ED9">
      <w:r>
        <w:t>190.9717</w:t>
      </w:r>
      <w:r>
        <w:tab/>
        <w:t>1.013e0</w:t>
      </w:r>
    </w:p>
    <w:p w:rsidR="005B3ED9" w:rsidRDefault="005B3ED9" w:rsidP="005B3ED9">
      <w:r>
        <w:t>190.9799</w:t>
      </w:r>
      <w:r>
        <w:tab/>
        <w:t>7.089e0</w:t>
      </w:r>
    </w:p>
    <w:p w:rsidR="005B3ED9" w:rsidRDefault="005B3ED9" w:rsidP="005B3ED9">
      <w:r>
        <w:lastRenderedPageBreak/>
        <w:t>190.9827</w:t>
      </w:r>
      <w:r>
        <w:tab/>
        <w:t>3.038e0</w:t>
      </w:r>
    </w:p>
    <w:p w:rsidR="005B3ED9" w:rsidRDefault="005B3ED9" w:rsidP="005B3ED9">
      <w:r>
        <w:t>190.9880</w:t>
      </w:r>
      <w:r>
        <w:tab/>
        <w:t>4.051e0</w:t>
      </w:r>
    </w:p>
    <w:p w:rsidR="005B3ED9" w:rsidRDefault="005B3ED9" w:rsidP="005B3ED9">
      <w:r>
        <w:t>190.9936</w:t>
      </w:r>
      <w:r>
        <w:tab/>
        <w:t>2.025e0</w:t>
      </w:r>
    </w:p>
    <w:p w:rsidR="005B3ED9" w:rsidRDefault="005B3ED9" w:rsidP="005B3ED9">
      <w:r>
        <w:t>191.0412</w:t>
      </w:r>
      <w:r>
        <w:tab/>
        <w:t>1.013e0</w:t>
      </w:r>
    </w:p>
    <w:p w:rsidR="005B3ED9" w:rsidRDefault="005B3ED9" w:rsidP="005B3ED9">
      <w:r>
        <w:t>191.0485</w:t>
      </w:r>
      <w:r>
        <w:tab/>
        <w:t>2.025e0</w:t>
      </w:r>
    </w:p>
    <w:p w:rsidR="005B3ED9" w:rsidRDefault="005B3ED9" w:rsidP="005B3ED9">
      <w:r>
        <w:t>191.0577</w:t>
      </w:r>
      <w:r>
        <w:tab/>
        <w:t>2.025e0</w:t>
      </w:r>
    </w:p>
    <w:p w:rsidR="005B3ED9" w:rsidRDefault="005B3ED9" w:rsidP="005B3ED9">
      <w:r>
        <w:t>191.0742</w:t>
      </w:r>
      <w:r>
        <w:tab/>
        <w:t>1.013e0</w:t>
      </w:r>
    </w:p>
    <w:p w:rsidR="005B3ED9" w:rsidRDefault="005B3ED9" w:rsidP="005B3ED9">
      <w:r>
        <w:t>191.0778</w:t>
      </w:r>
      <w:r>
        <w:tab/>
        <w:t>1.013e0</w:t>
      </w:r>
    </w:p>
    <w:p w:rsidR="005B3ED9" w:rsidRDefault="005B3ED9" w:rsidP="005B3ED9">
      <w:r>
        <w:t>191.1053</w:t>
      </w:r>
      <w:r>
        <w:tab/>
        <w:t>4.051e0</w:t>
      </w:r>
    </w:p>
    <w:p w:rsidR="005B3ED9" w:rsidRDefault="005B3ED9" w:rsidP="005B3ED9">
      <w:r>
        <w:t>191.1181</w:t>
      </w:r>
      <w:r>
        <w:tab/>
        <w:t>1.013e0</w:t>
      </w:r>
    </w:p>
    <w:p w:rsidR="005B3ED9" w:rsidRDefault="005B3ED9" w:rsidP="005B3ED9">
      <w:r>
        <w:t>191.1310</w:t>
      </w:r>
      <w:r>
        <w:tab/>
        <w:t>2.025e0</w:t>
      </w:r>
    </w:p>
    <w:p w:rsidR="005B3ED9" w:rsidRDefault="005B3ED9" w:rsidP="005B3ED9">
      <w:r>
        <w:t>191.1475</w:t>
      </w:r>
      <w:r>
        <w:tab/>
        <w:t>2.025e0</w:t>
      </w:r>
    </w:p>
    <w:p w:rsidR="005B3ED9" w:rsidRDefault="005B3ED9" w:rsidP="005B3ED9">
      <w:r>
        <w:t>191.1548</w:t>
      </w:r>
      <w:r>
        <w:tab/>
        <w:t>1.013e0</w:t>
      </w:r>
    </w:p>
    <w:p w:rsidR="005B3ED9" w:rsidRDefault="005B3ED9" w:rsidP="005B3ED9">
      <w:r>
        <w:t>191.1621</w:t>
      </w:r>
      <w:r>
        <w:tab/>
        <w:t>1.013e0</w:t>
      </w:r>
    </w:p>
    <w:p w:rsidR="005B3ED9" w:rsidRDefault="005B3ED9" w:rsidP="005B3ED9">
      <w:r>
        <w:t>191.1768</w:t>
      </w:r>
      <w:r>
        <w:tab/>
        <w:t>2.025e0</w:t>
      </w:r>
    </w:p>
    <w:p w:rsidR="005B3ED9" w:rsidRDefault="005B3ED9" w:rsidP="005B3ED9">
      <w:r>
        <w:t>191.2171</w:t>
      </w:r>
      <w:r>
        <w:tab/>
        <w:t>1.013e0</w:t>
      </w:r>
    </w:p>
    <w:p w:rsidR="005B3ED9" w:rsidRDefault="005B3ED9" w:rsidP="005B3ED9">
      <w:r>
        <w:t>191.2208</w:t>
      </w:r>
      <w:r>
        <w:tab/>
        <w:t>1.013e0</w:t>
      </w:r>
    </w:p>
    <w:p w:rsidR="005B3ED9" w:rsidRDefault="005B3ED9" w:rsidP="005B3ED9">
      <w:r>
        <w:t>191.2245</w:t>
      </w:r>
      <w:r>
        <w:tab/>
        <w:t>1.013e0</w:t>
      </w:r>
    </w:p>
    <w:p w:rsidR="005B3ED9" w:rsidRDefault="005B3ED9" w:rsidP="005B3ED9">
      <w:r>
        <w:t>191.2868</w:t>
      </w:r>
      <w:r>
        <w:tab/>
        <w:t>1.013e0</w:t>
      </w:r>
    </w:p>
    <w:p w:rsidR="005B3ED9" w:rsidRDefault="005B3ED9" w:rsidP="005B3ED9">
      <w:r>
        <w:lastRenderedPageBreak/>
        <w:t>191.3563</w:t>
      </w:r>
      <w:r>
        <w:tab/>
        <w:t>1.013e0</w:t>
      </w:r>
    </w:p>
    <w:p w:rsidR="005B3ED9" w:rsidRDefault="005B3ED9" w:rsidP="005B3ED9">
      <w:r>
        <w:t>191.3971</w:t>
      </w:r>
      <w:r>
        <w:tab/>
        <w:t>1.013e0</w:t>
      </w:r>
    </w:p>
    <w:p w:rsidR="005B3ED9" w:rsidRDefault="005B3ED9" w:rsidP="005B3ED9">
      <w:r>
        <w:t>191.4544</w:t>
      </w:r>
      <w:r>
        <w:tab/>
        <w:t>2.025e0</w:t>
      </w:r>
    </w:p>
    <w:p w:rsidR="005B3ED9" w:rsidRDefault="005B3ED9" w:rsidP="005B3ED9">
      <w:r>
        <w:t>191.4563</w:t>
      </w:r>
      <w:r>
        <w:tab/>
        <w:t>1.013e0</w:t>
      </w:r>
    </w:p>
    <w:p w:rsidR="005B3ED9" w:rsidRDefault="005B3ED9" w:rsidP="005B3ED9">
      <w:r>
        <w:t>191.4822</w:t>
      </w:r>
      <w:r>
        <w:tab/>
        <w:t>1.013e0</w:t>
      </w:r>
    </w:p>
    <w:p w:rsidR="005B3ED9" w:rsidRDefault="005B3ED9" w:rsidP="005B3ED9">
      <w:r>
        <w:t>191.5080</w:t>
      </w:r>
      <w:r>
        <w:tab/>
        <w:t>2.025e0</w:t>
      </w:r>
    </w:p>
    <w:p w:rsidR="005B3ED9" w:rsidRDefault="005B3ED9" w:rsidP="005B3ED9">
      <w:r>
        <w:t>191.5266</w:t>
      </w:r>
      <w:r>
        <w:tab/>
        <w:t>1.013e0</w:t>
      </w:r>
    </w:p>
    <w:p w:rsidR="005B3ED9" w:rsidRDefault="005B3ED9" w:rsidP="005B3ED9">
      <w:r>
        <w:t>191.5506</w:t>
      </w:r>
      <w:r>
        <w:tab/>
        <w:t>2.025e0</w:t>
      </w:r>
    </w:p>
    <w:p w:rsidR="005B3ED9" w:rsidRDefault="005B3ED9" w:rsidP="005B3ED9">
      <w:r>
        <w:t>191.5670</w:t>
      </w:r>
      <w:r>
        <w:tab/>
        <w:t>1.013e0</w:t>
      </w:r>
    </w:p>
    <w:p w:rsidR="005B3ED9" w:rsidRDefault="005B3ED9" w:rsidP="005B3ED9">
      <w:r>
        <w:t>191.5744</w:t>
      </w:r>
      <w:r>
        <w:tab/>
        <w:t>2.025e0</w:t>
      </w:r>
    </w:p>
    <w:p w:rsidR="005B3ED9" w:rsidRDefault="005B3ED9" w:rsidP="005B3ED9">
      <w:r>
        <w:t>191.6129</w:t>
      </w:r>
      <w:r>
        <w:tab/>
        <w:t>2.025e0</w:t>
      </w:r>
    </w:p>
    <w:p w:rsidR="005B3ED9" w:rsidRDefault="005B3ED9" w:rsidP="005B3ED9">
      <w:r>
        <w:t>191.6183</w:t>
      </w:r>
      <w:r>
        <w:tab/>
        <w:t>1.013e0</w:t>
      </w:r>
    </w:p>
    <w:p w:rsidR="005B3ED9" w:rsidRDefault="005B3ED9" w:rsidP="005B3ED9">
      <w:r>
        <w:t>191.6367</w:t>
      </w:r>
      <w:r>
        <w:tab/>
        <w:t>1.013e0</w:t>
      </w:r>
    </w:p>
    <w:p w:rsidR="005B3ED9" w:rsidRDefault="005B3ED9" w:rsidP="005B3ED9">
      <w:r>
        <w:t>191.6697</w:t>
      </w:r>
      <w:r>
        <w:tab/>
        <w:t>2.025e0</w:t>
      </w:r>
    </w:p>
    <w:p w:rsidR="005B3ED9" w:rsidRDefault="005B3ED9" w:rsidP="005B3ED9">
      <w:r>
        <w:t>191.6899</w:t>
      </w:r>
      <w:r>
        <w:tab/>
        <w:t>2.025e0</w:t>
      </w:r>
    </w:p>
    <w:p w:rsidR="005B3ED9" w:rsidRDefault="005B3ED9" w:rsidP="005B3ED9">
      <w:r>
        <w:t>191.7651</w:t>
      </w:r>
      <w:r>
        <w:tab/>
        <w:t>1.013e0</w:t>
      </w:r>
    </w:p>
    <w:p w:rsidR="005B3ED9" w:rsidRDefault="005B3ED9" w:rsidP="005B3ED9">
      <w:r>
        <w:t>191.7981</w:t>
      </w:r>
      <w:r>
        <w:tab/>
        <w:t>1.013e0</w:t>
      </w:r>
    </w:p>
    <w:p w:rsidR="005B3ED9" w:rsidRDefault="005B3ED9" w:rsidP="005B3ED9">
      <w:r>
        <w:t>191.8238</w:t>
      </w:r>
      <w:r>
        <w:tab/>
        <w:t>1.013e0</w:t>
      </w:r>
    </w:p>
    <w:p w:rsidR="005B3ED9" w:rsidRDefault="005B3ED9" w:rsidP="005B3ED9">
      <w:r>
        <w:t>191.9233</w:t>
      </w:r>
      <w:r>
        <w:tab/>
        <w:t>1.013e0</w:t>
      </w:r>
    </w:p>
    <w:p w:rsidR="005B3ED9" w:rsidRDefault="005B3ED9" w:rsidP="005B3ED9">
      <w:r>
        <w:lastRenderedPageBreak/>
        <w:t>191.9530</w:t>
      </w:r>
      <w:r>
        <w:tab/>
        <w:t>1.013e0</w:t>
      </w:r>
    </w:p>
    <w:p w:rsidR="005B3ED9" w:rsidRDefault="005B3ED9" w:rsidP="005B3ED9">
      <w:r>
        <w:t>191.9604</w:t>
      </w:r>
      <w:r>
        <w:tab/>
        <w:t>1.013e0</w:t>
      </w:r>
    </w:p>
    <w:p w:rsidR="005B3ED9" w:rsidRDefault="005B3ED9" w:rsidP="005B3ED9">
      <w:r>
        <w:t>192.0214</w:t>
      </w:r>
      <w:r>
        <w:tab/>
        <w:t>2.025e0</w:t>
      </w:r>
    </w:p>
    <w:p w:rsidR="005B3ED9" w:rsidRDefault="005B3ED9" w:rsidP="005B3ED9">
      <w:r>
        <w:t>192.0235</w:t>
      </w:r>
      <w:r>
        <w:tab/>
        <w:t>1.013e0</w:t>
      </w:r>
    </w:p>
    <w:p w:rsidR="005B3ED9" w:rsidRDefault="005B3ED9" w:rsidP="005B3ED9">
      <w:r>
        <w:t>192.0308</w:t>
      </w:r>
      <w:r>
        <w:tab/>
        <w:t>2.025e0</w:t>
      </w:r>
    </w:p>
    <w:p w:rsidR="005B3ED9" w:rsidRDefault="005B3ED9" w:rsidP="005B3ED9">
      <w:r>
        <w:t>192.0603</w:t>
      </w:r>
      <w:r>
        <w:tab/>
        <w:t>1.013e0</w:t>
      </w:r>
    </w:p>
    <w:p w:rsidR="005B3ED9" w:rsidRDefault="005B3ED9" w:rsidP="005B3ED9">
      <w:r>
        <w:t>192.0616</w:t>
      </w:r>
      <w:r>
        <w:tab/>
        <w:t>6.904e0</w:t>
      </w:r>
    </w:p>
    <w:p w:rsidR="005B3ED9" w:rsidRDefault="005B3ED9" w:rsidP="005B3ED9">
      <w:r>
        <w:t>192.0695</w:t>
      </w:r>
      <w:r>
        <w:tab/>
        <w:t>4.051e0</w:t>
      </w:r>
    </w:p>
    <w:p w:rsidR="005B3ED9" w:rsidRDefault="005B3ED9" w:rsidP="005B3ED9">
      <w:r>
        <w:t>192.0860</w:t>
      </w:r>
      <w:r>
        <w:tab/>
        <w:t>1.013e0</w:t>
      </w:r>
    </w:p>
    <w:p w:rsidR="005B3ED9" w:rsidRDefault="005B3ED9" w:rsidP="005B3ED9">
      <w:r>
        <w:t>192.1080</w:t>
      </w:r>
      <w:r>
        <w:tab/>
        <w:t>1.013e0</w:t>
      </w:r>
    </w:p>
    <w:p w:rsidR="005B3ED9" w:rsidRDefault="005B3ED9" w:rsidP="005B3ED9">
      <w:r>
        <w:t>192.1300</w:t>
      </w:r>
      <w:r>
        <w:tab/>
        <w:t>2.025e0</w:t>
      </w:r>
    </w:p>
    <w:p w:rsidR="005B3ED9" w:rsidRDefault="005B3ED9" w:rsidP="005B3ED9">
      <w:r>
        <w:t>192.1355</w:t>
      </w:r>
      <w:r>
        <w:tab/>
        <w:t>6.076e0</w:t>
      </w:r>
    </w:p>
    <w:p w:rsidR="005B3ED9" w:rsidRDefault="005B3ED9" w:rsidP="005B3ED9">
      <w:r>
        <w:t>192.1373</w:t>
      </w:r>
      <w:r>
        <w:tab/>
        <w:t>2.025e0</w:t>
      </w:r>
    </w:p>
    <w:p w:rsidR="005B3ED9" w:rsidRDefault="005B3ED9" w:rsidP="005B3ED9">
      <w:r>
        <w:t>192.1583</w:t>
      </w:r>
      <w:r>
        <w:tab/>
        <w:t>5.063e0</w:t>
      </w:r>
    </w:p>
    <w:p w:rsidR="005B3ED9" w:rsidRDefault="005B3ED9" w:rsidP="005B3ED9">
      <w:r>
        <w:t>192.1704</w:t>
      </w:r>
      <w:r>
        <w:tab/>
        <w:t>1.013e0</w:t>
      </w:r>
    </w:p>
    <w:p w:rsidR="005B3ED9" w:rsidRDefault="005B3ED9" w:rsidP="005B3ED9">
      <w:r>
        <w:t>192.2035</w:t>
      </w:r>
      <w:r>
        <w:tab/>
        <w:t>1.013e0</w:t>
      </w:r>
    </w:p>
    <w:p w:rsidR="005B3ED9" w:rsidRDefault="005B3ED9" w:rsidP="005B3ED9">
      <w:r>
        <w:t>192.2071</w:t>
      </w:r>
      <w:r>
        <w:tab/>
        <w:t>1.013e0</w:t>
      </w:r>
    </w:p>
    <w:p w:rsidR="005B3ED9" w:rsidRDefault="005B3ED9" w:rsidP="005B3ED9">
      <w:r>
        <w:t>192.2145</w:t>
      </w:r>
      <w:r>
        <w:tab/>
        <w:t>1.013e0</w:t>
      </w:r>
    </w:p>
    <w:p w:rsidR="005B3ED9" w:rsidRDefault="005B3ED9" w:rsidP="005B3ED9">
      <w:r>
        <w:t>192.2209</w:t>
      </w:r>
      <w:r>
        <w:tab/>
        <w:t>3.038e0</w:t>
      </w:r>
    </w:p>
    <w:p w:rsidR="005B3ED9" w:rsidRDefault="005B3ED9" w:rsidP="005B3ED9">
      <w:r>
        <w:lastRenderedPageBreak/>
        <w:t>192.2586</w:t>
      </w:r>
      <w:r>
        <w:tab/>
        <w:t>1.013e0</w:t>
      </w:r>
    </w:p>
    <w:p w:rsidR="005B3ED9" w:rsidRDefault="005B3ED9" w:rsidP="005B3ED9">
      <w:r>
        <w:t>192.3282</w:t>
      </w:r>
      <w:r>
        <w:tab/>
        <w:t>1.013e0</w:t>
      </w:r>
    </w:p>
    <w:p w:rsidR="005B3ED9" w:rsidRDefault="005B3ED9" w:rsidP="005B3ED9">
      <w:r>
        <w:t>192.3986</w:t>
      </w:r>
      <w:r>
        <w:tab/>
        <w:t>1.013e0</w:t>
      </w:r>
    </w:p>
    <w:p w:rsidR="005B3ED9" w:rsidRDefault="005B3ED9" w:rsidP="005B3ED9">
      <w:r>
        <w:t>192.4247</w:t>
      </w:r>
      <w:r>
        <w:tab/>
        <w:t>1.013e0</w:t>
      </w:r>
    </w:p>
    <w:p w:rsidR="005B3ED9" w:rsidRDefault="005B3ED9" w:rsidP="005B3ED9">
      <w:r>
        <w:t>192.4321</w:t>
      </w:r>
      <w:r>
        <w:tab/>
        <w:t>1.013e0</w:t>
      </w:r>
    </w:p>
    <w:p w:rsidR="005B3ED9" w:rsidRDefault="005B3ED9" w:rsidP="005B3ED9">
      <w:r>
        <w:t>192.4358</w:t>
      </w:r>
      <w:r>
        <w:tab/>
        <w:t>1.013e0</w:t>
      </w:r>
    </w:p>
    <w:p w:rsidR="005B3ED9" w:rsidRDefault="005B3ED9" w:rsidP="005B3ED9">
      <w:r>
        <w:t>192.4730</w:t>
      </w:r>
      <w:r>
        <w:tab/>
        <w:t>1.013e0</w:t>
      </w:r>
    </w:p>
    <w:p w:rsidR="005B3ED9" w:rsidRDefault="005B3ED9" w:rsidP="005B3ED9">
      <w:r>
        <w:t>192.5466</w:t>
      </w:r>
      <w:r>
        <w:tab/>
        <w:t>1.013e0</w:t>
      </w:r>
    </w:p>
    <w:p w:rsidR="005B3ED9" w:rsidRDefault="005B3ED9" w:rsidP="005B3ED9">
      <w:r>
        <w:t>192.5650</w:t>
      </w:r>
      <w:r>
        <w:tab/>
        <w:t>1.013e0</w:t>
      </w:r>
    </w:p>
    <w:p w:rsidR="005B3ED9" w:rsidRDefault="005B3ED9" w:rsidP="005B3ED9">
      <w:r>
        <w:t>192.6091</w:t>
      </w:r>
      <w:r>
        <w:tab/>
        <w:t>3.038e0</w:t>
      </w:r>
    </w:p>
    <w:p w:rsidR="005B3ED9" w:rsidRDefault="005B3ED9" w:rsidP="005B3ED9">
      <w:r>
        <w:t>192.6459</w:t>
      </w:r>
      <w:r>
        <w:tab/>
        <w:t>1.013e0</w:t>
      </w:r>
    </w:p>
    <w:p w:rsidR="005B3ED9" w:rsidRDefault="005B3ED9" w:rsidP="005B3ED9">
      <w:r>
        <w:t>192.6642</w:t>
      </w:r>
      <w:r>
        <w:tab/>
        <w:t>1.013e0</w:t>
      </w:r>
    </w:p>
    <w:p w:rsidR="005B3ED9" w:rsidRDefault="005B3ED9" w:rsidP="005B3ED9">
      <w:r>
        <w:t>192.6679</w:t>
      </w:r>
      <w:r>
        <w:tab/>
        <w:t>1.013e0</w:t>
      </w:r>
    </w:p>
    <w:p w:rsidR="005B3ED9" w:rsidRDefault="005B3ED9" w:rsidP="005B3ED9">
      <w:r>
        <w:t>192.7120</w:t>
      </w:r>
      <w:r>
        <w:tab/>
        <w:t>1.013e0</w:t>
      </w:r>
    </w:p>
    <w:p w:rsidR="005B3ED9" w:rsidRDefault="005B3ED9" w:rsidP="005B3ED9">
      <w:r>
        <w:t>192.7193</w:t>
      </w:r>
      <w:r>
        <w:tab/>
        <w:t>1.013e0</w:t>
      </w:r>
    </w:p>
    <w:p w:rsidR="005B3ED9" w:rsidRDefault="005B3ED9" w:rsidP="005B3ED9">
      <w:r>
        <w:t>192.7267</w:t>
      </w:r>
      <w:r>
        <w:tab/>
        <w:t>2.025e0</w:t>
      </w:r>
    </w:p>
    <w:p w:rsidR="005B3ED9" w:rsidRDefault="005B3ED9" w:rsidP="005B3ED9">
      <w:r>
        <w:t>192.9378</w:t>
      </w:r>
      <w:r>
        <w:tab/>
        <w:t>1.013e0</w:t>
      </w:r>
    </w:p>
    <w:p w:rsidR="005B3ED9" w:rsidRDefault="005B3ED9" w:rsidP="005B3ED9">
      <w:r>
        <w:t>192.9489</w:t>
      </w:r>
      <w:r>
        <w:tab/>
        <w:t>1.013e0</w:t>
      </w:r>
    </w:p>
    <w:p w:rsidR="005B3ED9" w:rsidRDefault="005B3ED9" w:rsidP="005B3ED9">
      <w:r>
        <w:t>192.9745</w:t>
      </w:r>
      <w:r>
        <w:tab/>
        <w:t>2.025e0</w:t>
      </w:r>
    </w:p>
    <w:p w:rsidR="005B3ED9" w:rsidRDefault="005B3ED9" w:rsidP="005B3ED9">
      <w:r>
        <w:lastRenderedPageBreak/>
        <w:t>192.9761</w:t>
      </w:r>
      <w:r>
        <w:tab/>
        <w:t>8.101e0</w:t>
      </w:r>
    </w:p>
    <w:p w:rsidR="005B3ED9" w:rsidRDefault="005B3ED9" w:rsidP="005B3ED9">
      <w:r>
        <w:t>192.9782</w:t>
      </w:r>
      <w:r>
        <w:tab/>
        <w:t>1.013e0</w:t>
      </w:r>
    </w:p>
    <w:p w:rsidR="005B3ED9" w:rsidRDefault="005B3ED9" w:rsidP="005B3ED9">
      <w:r>
        <w:t>192.9948</w:t>
      </w:r>
      <w:r>
        <w:tab/>
        <w:t>3.038e0</w:t>
      </w:r>
    </w:p>
    <w:p w:rsidR="005B3ED9" w:rsidRDefault="005B3ED9" w:rsidP="005B3ED9">
      <w:r>
        <w:t>192.9964</w:t>
      </w:r>
      <w:r>
        <w:tab/>
        <w:t>4.051e0</w:t>
      </w:r>
    </w:p>
    <w:p w:rsidR="005B3ED9" w:rsidRDefault="005B3ED9" w:rsidP="005B3ED9">
      <w:r>
        <w:t>193.0285</w:t>
      </w:r>
      <w:r>
        <w:tab/>
        <w:t>3.038e0</w:t>
      </w:r>
    </w:p>
    <w:p w:rsidR="005B3ED9" w:rsidRDefault="005B3ED9" w:rsidP="005B3ED9">
      <w:r>
        <w:t>193.0334</w:t>
      </w:r>
      <w:r>
        <w:tab/>
        <w:t>1.013e0</w:t>
      </w:r>
    </w:p>
    <w:p w:rsidR="005B3ED9" w:rsidRDefault="005B3ED9" w:rsidP="005B3ED9">
      <w:r>
        <w:t>193.0408</w:t>
      </w:r>
      <w:r>
        <w:tab/>
        <w:t>2.025e0</w:t>
      </w:r>
    </w:p>
    <w:p w:rsidR="005B3ED9" w:rsidRDefault="005B3ED9" w:rsidP="005B3ED9">
      <w:r>
        <w:t>193.0500</w:t>
      </w:r>
      <w:r>
        <w:tab/>
        <w:t>2.025e0</w:t>
      </w:r>
    </w:p>
    <w:p w:rsidR="005B3ED9" w:rsidRDefault="005B3ED9" w:rsidP="005B3ED9">
      <w:r>
        <w:t>193.0674</w:t>
      </w:r>
      <w:r>
        <w:tab/>
        <w:t>3.038e0</w:t>
      </w:r>
    </w:p>
    <w:p w:rsidR="005B3ED9" w:rsidRDefault="005B3ED9" w:rsidP="005B3ED9">
      <w:r>
        <w:t>193.0712</w:t>
      </w:r>
      <w:r>
        <w:tab/>
        <w:t>3.038e0</w:t>
      </w:r>
    </w:p>
    <w:p w:rsidR="005B3ED9" w:rsidRDefault="005B3ED9" w:rsidP="005B3ED9">
      <w:r>
        <w:t>193.0996</w:t>
      </w:r>
      <w:r>
        <w:tab/>
        <w:t>1.013e0</w:t>
      </w:r>
    </w:p>
    <w:p w:rsidR="005B3ED9" w:rsidRDefault="005B3ED9" w:rsidP="005B3ED9">
      <w:r>
        <w:t>193.1070</w:t>
      </w:r>
      <w:r>
        <w:tab/>
        <w:t>1.013e0</w:t>
      </w:r>
    </w:p>
    <w:p w:rsidR="005B3ED9" w:rsidRDefault="005B3ED9" w:rsidP="005B3ED9">
      <w:r>
        <w:t>193.1254</w:t>
      </w:r>
      <w:r>
        <w:tab/>
        <w:t>2.025e0</w:t>
      </w:r>
    </w:p>
    <w:p w:rsidR="005B3ED9" w:rsidRDefault="005B3ED9" w:rsidP="005B3ED9">
      <w:r>
        <w:t>193.1290</w:t>
      </w:r>
      <w:r>
        <w:tab/>
        <w:t>1.013e0</w:t>
      </w:r>
    </w:p>
    <w:p w:rsidR="005B3ED9" w:rsidRDefault="005B3ED9" w:rsidP="005B3ED9">
      <w:r>
        <w:t>193.1419</w:t>
      </w:r>
      <w:r>
        <w:tab/>
        <w:t>2.025e0</w:t>
      </w:r>
    </w:p>
    <w:p w:rsidR="005B3ED9" w:rsidRDefault="005B3ED9" w:rsidP="005B3ED9">
      <w:r>
        <w:t>193.1447</w:t>
      </w:r>
      <w:r>
        <w:tab/>
        <w:t>4.051e0</w:t>
      </w:r>
    </w:p>
    <w:p w:rsidR="005B3ED9" w:rsidRDefault="005B3ED9" w:rsidP="005B3ED9">
      <w:r>
        <w:t>193.1584</w:t>
      </w:r>
      <w:r>
        <w:tab/>
        <w:t>1.013e0</w:t>
      </w:r>
    </w:p>
    <w:p w:rsidR="005B3ED9" w:rsidRDefault="005B3ED9" w:rsidP="005B3ED9">
      <w:r>
        <w:t>193.1658</w:t>
      </w:r>
      <w:r>
        <w:tab/>
        <w:t>1.013e0</w:t>
      </w:r>
    </w:p>
    <w:p w:rsidR="005B3ED9" w:rsidRDefault="005B3ED9" w:rsidP="005B3ED9">
      <w:r>
        <w:t>193.2180</w:t>
      </w:r>
      <w:r>
        <w:tab/>
        <w:t>1.013e0</w:t>
      </w:r>
    </w:p>
    <w:p w:rsidR="005B3ED9" w:rsidRDefault="005B3ED9" w:rsidP="005B3ED9">
      <w:r>
        <w:lastRenderedPageBreak/>
        <w:t>193.2740</w:t>
      </w:r>
      <w:r>
        <w:tab/>
        <w:t>1.013e0</w:t>
      </w:r>
    </w:p>
    <w:p w:rsidR="005B3ED9" w:rsidRDefault="005B3ED9" w:rsidP="005B3ED9">
      <w:r>
        <w:t>193.3109</w:t>
      </w:r>
      <w:r>
        <w:tab/>
        <w:t>1.013e0</w:t>
      </w:r>
    </w:p>
    <w:p w:rsidR="005B3ED9" w:rsidRDefault="005B3ED9" w:rsidP="005B3ED9">
      <w:r>
        <w:t>193.3366</w:t>
      </w:r>
      <w:r>
        <w:tab/>
        <w:t>1.013e0</w:t>
      </w:r>
    </w:p>
    <w:p w:rsidR="005B3ED9" w:rsidRDefault="005B3ED9" w:rsidP="005B3ED9">
      <w:r>
        <w:t>193.3403</w:t>
      </w:r>
      <w:r>
        <w:tab/>
        <w:t>1.013e0</w:t>
      </w:r>
    </w:p>
    <w:p w:rsidR="005B3ED9" w:rsidRDefault="005B3ED9" w:rsidP="005B3ED9">
      <w:r>
        <w:t>193.3550</w:t>
      </w:r>
      <w:r>
        <w:tab/>
        <w:t>1.013e0</w:t>
      </w:r>
    </w:p>
    <w:p w:rsidR="005B3ED9" w:rsidRDefault="005B3ED9" w:rsidP="005B3ED9">
      <w:r>
        <w:t>193.3587</w:t>
      </w:r>
      <w:r>
        <w:tab/>
        <w:t>1.013e0</w:t>
      </w:r>
    </w:p>
    <w:p w:rsidR="005B3ED9" w:rsidRDefault="005B3ED9" w:rsidP="005B3ED9">
      <w:r>
        <w:t>193.4471</w:t>
      </w:r>
      <w:r>
        <w:tab/>
        <w:t>1.013e0</w:t>
      </w:r>
    </w:p>
    <w:p w:rsidR="005B3ED9" w:rsidRDefault="005B3ED9" w:rsidP="005B3ED9">
      <w:r>
        <w:t>193.4765</w:t>
      </w:r>
      <w:r>
        <w:tab/>
        <w:t>1.013e0</w:t>
      </w:r>
    </w:p>
    <w:p w:rsidR="005B3ED9" w:rsidRDefault="005B3ED9" w:rsidP="005B3ED9">
      <w:r>
        <w:t>193.4912</w:t>
      </w:r>
      <w:r>
        <w:tab/>
        <w:t>1.013e0</w:t>
      </w:r>
    </w:p>
    <w:p w:rsidR="005B3ED9" w:rsidRDefault="005B3ED9" w:rsidP="005B3ED9">
      <w:r>
        <w:t>193.5206</w:t>
      </w:r>
      <w:r>
        <w:tab/>
        <w:t>2.025e0</w:t>
      </w:r>
    </w:p>
    <w:p w:rsidR="005B3ED9" w:rsidRDefault="005B3ED9" w:rsidP="005B3ED9">
      <w:r>
        <w:t>193.5354</w:t>
      </w:r>
      <w:r>
        <w:tab/>
        <w:t>1.013e0</w:t>
      </w:r>
    </w:p>
    <w:p w:rsidR="005B3ED9" w:rsidRDefault="005B3ED9" w:rsidP="005B3ED9">
      <w:r>
        <w:t>193.5392</w:t>
      </w:r>
      <w:r>
        <w:tab/>
        <w:t>2.025e0</w:t>
      </w:r>
    </w:p>
    <w:p w:rsidR="005B3ED9" w:rsidRDefault="005B3ED9" w:rsidP="005B3ED9">
      <w:r>
        <w:t>193.5727</w:t>
      </w:r>
      <w:r>
        <w:tab/>
        <w:t>1.013e0</w:t>
      </w:r>
    </w:p>
    <w:p w:rsidR="005B3ED9" w:rsidRDefault="005B3ED9" w:rsidP="005B3ED9">
      <w:r>
        <w:t>193.5952</w:t>
      </w:r>
      <w:r>
        <w:tab/>
        <w:t>1.013e0</w:t>
      </w:r>
    </w:p>
    <w:p w:rsidR="005B3ED9" w:rsidRDefault="005B3ED9" w:rsidP="005B3ED9">
      <w:r>
        <w:t>193.6176</w:t>
      </w:r>
      <w:r>
        <w:tab/>
        <w:t>1.013e0</w:t>
      </w:r>
    </w:p>
    <w:p w:rsidR="005B3ED9" w:rsidRDefault="005B3ED9" w:rsidP="005B3ED9">
      <w:r>
        <w:t>193.6512</w:t>
      </w:r>
      <w:r>
        <w:tab/>
        <w:t>1.013e0</w:t>
      </w:r>
    </w:p>
    <w:p w:rsidR="005B3ED9" w:rsidRDefault="005B3ED9" w:rsidP="005B3ED9">
      <w:r>
        <w:t>193.6769</w:t>
      </w:r>
      <w:r>
        <w:tab/>
        <w:t>1.013e0</w:t>
      </w:r>
    </w:p>
    <w:p w:rsidR="005B3ED9" w:rsidRDefault="005B3ED9" w:rsidP="005B3ED9">
      <w:r>
        <w:t>193.6952</w:t>
      </w:r>
      <w:r>
        <w:tab/>
        <w:t>1.013e0</w:t>
      </w:r>
    </w:p>
    <w:p w:rsidR="005B3ED9" w:rsidRDefault="005B3ED9" w:rsidP="005B3ED9">
      <w:r>
        <w:t>193.7873</w:t>
      </w:r>
      <w:r>
        <w:tab/>
        <w:t>1.013e0</w:t>
      </w:r>
    </w:p>
    <w:p w:rsidR="005B3ED9" w:rsidRDefault="005B3ED9" w:rsidP="005B3ED9">
      <w:r>
        <w:lastRenderedPageBreak/>
        <w:t>193.8058</w:t>
      </w:r>
      <w:r>
        <w:tab/>
        <w:t>2.025e0</w:t>
      </w:r>
    </w:p>
    <w:p w:rsidR="005B3ED9" w:rsidRDefault="005B3ED9" w:rsidP="005B3ED9">
      <w:r>
        <w:t>193.8389</w:t>
      </w:r>
      <w:r>
        <w:tab/>
        <w:t>1.013e0</w:t>
      </w:r>
    </w:p>
    <w:p w:rsidR="005B3ED9" w:rsidRDefault="005B3ED9" w:rsidP="005B3ED9">
      <w:r>
        <w:t>193.8536</w:t>
      </w:r>
      <w:r>
        <w:tab/>
        <w:t>1.013e0</w:t>
      </w:r>
    </w:p>
    <w:p w:rsidR="005B3ED9" w:rsidRDefault="005B3ED9" w:rsidP="005B3ED9">
      <w:r>
        <w:t>193.8572</w:t>
      </w:r>
      <w:r>
        <w:tab/>
        <w:t>1.013e0</w:t>
      </w:r>
    </w:p>
    <w:p w:rsidR="005B3ED9" w:rsidRDefault="005B3ED9" w:rsidP="005B3ED9">
      <w:r>
        <w:t>193.9018</w:t>
      </w:r>
      <w:r>
        <w:tab/>
        <w:t>2.025e0</w:t>
      </w:r>
    </w:p>
    <w:p w:rsidR="005B3ED9" w:rsidRDefault="005B3ED9" w:rsidP="005B3ED9">
      <w:r>
        <w:t>193.9411</w:t>
      </w:r>
      <w:r>
        <w:tab/>
        <w:t>2.025e0</w:t>
      </w:r>
    </w:p>
    <w:p w:rsidR="005B3ED9" w:rsidRDefault="005B3ED9" w:rsidP="005B3ED9">
      <w:r>
        <w:t>193.9654</w:t>
      </w:r>
      <w:r>
        <w:tab/>
        <w:t>1.143e0</w:t>
      </w:r>
    </w:p>
    <w:p w:rsidR="005B3ED9" w:rsidRDefault="005B3ED9" w:rsidP="005B3ED9">
      <w:r>
        <w:t>193.9729</w:t>
      </w:r>
      <w:r>
        <w:tab/>
        <w:t>1.013e0</w:t>
      </w:r>
    </w:p>
    <w:p w:rsidR="005B3ED9" w:rsidRDefault="005B3ED9" w:rsidP="005B3ED9">
      <w:r>
        <w:t>193.9767</w:t>
      </w:r>
      <w:r>
        <w:tab/>
        <w:t>1.013e0</w:t>
      </w:r>
    </w:p>
    <w:p w:rsidR="005B3ED9" w:rsidRDefault="005B3ED9" w:rsidP="005B3ED9">
      <w:r>
        <w:t>193.9783</w:t>
      </w:r>
      <w:r>
        <w:tab/>
        <w:t>2.025e0</w:t>
      </w:r>
    </w:p>
    <w:p w:rsidR="005B3ED9" w:rsidRDefault="005B3ED9" w:rsidP="005B3ED9">
      <w:r>
        <w:t>193.9895</w:t>
      </w:r>
      <w:r>
        <w:tab/>
        <w:t>2.025e0</w:t>
      </w:r>
    </w:p>
    <w:p w:rsidR="005B3ED9" w:rsidRDefault="005B3ED9" w:rsidP="005B3ED9">
      <w:r>
        <w:t>194.0063</w:t>
      </w:r>
      <w:r>
        <w:tab/>
        <w:t>1.013e0</w:t>
      </w:r>
    </w:p>
    <w:p w:rsidR="005B3ED9" w:rsidRDefault="005B3ED9" w:rsidP="005B3ED9">
      <w:r>
        <w:t>194.0136</w:t>
      </w:r>
      <w:r>
        <w:tab/>
        <w:t>3.038e0</w:t>
      </w:r>
    </w:p>
    <w:p w:rsidR="005B3ED9" w:rsidRDefault="005B3ED9" w:rsidP="005B3ED9">
      <w:r>
        <w:t>194.0173</w:t>
      </w:r>
      <w:r>
        <w:tab/>
        <w:t>3.038e0</w:t>
      </w:r>
    </w:p>
    <w:p w:rsidR="005B3ED9" w:rsidRDefault="005B3ED9" w:rsidP="005B3ED9">
      <w:r>
        <w:t>194.0283</w:t>
      </w:r>
      <w:r>
        <w:tab/>
        <w:t>3.038e0</w:t>
      </w:r>
    </w:p>
    <w:p w:rsidR="005B3ED9" w:rsidRDefault="005B3ED9" w:rsidP="005B3ED9">
      <w:r>
        <w:t>194.0504</w:t>
      </w:r>
      <w:r>
        <w:tab/>
        <w:t>3.038e0</w:t>
      </w:r>
    </w:p>
    <w:p w:rsidR="005B3ED9" w:rsidRDefault="005B3ED9" w:rsidP="005B3ED9">
      <w:r>
        <w:t>194.0634</w:t>
      </w:r>
      <w:r>
        <w:tab/>
        <w:t>2.025e0</w:t>
      </w:r>
    </w:p>
    <w:p w:rsidR="005B3ED9" w:rsidRDefault="005B3ED9" w:rsidP="005B3ED9">
      <w:r>
        <w:t>194.0799</w:t>
      </w:r>
      <w:r>
        <w:tab/>
        <w:t>2.025e0</w:t>
      </w:r>
    </w:p>
    <w:p w:rsidR="005B3ED9" w:rsidRDefault="005B3ED9" w:rsidP="005B3ED9">
      <w:r>
        <w:t>194.0836</w:t>
      </w:r>
      <w:r>
        <w:tab/>
        <w:t>3.038e0</w:t>
      </w:r>
    </w:p>
    <w:p w:rsidR="005B3ED9" w:rsidRDefault="005B3ED9" w:rsidP="005B3ED9">
      <w:r>
        <w:lastRenderedPageBreak/>
        <w:t>194.0891</w:t>
      </w:r>
      <w:r>
        <w:tab/>
        <w:t>2.025e0</w:t>
      </w:r>
    </w:p>
    <w:p w:rsidR="005B3ED9" w:rsidRDefault="005B3ED9" w:rsidP="005B3ED9">
      <w:r>
        <w:t>194.1114</w:t>
      </w:r>
      <w:r>
        <w:tab/>
        <w:t>3.632e0</w:t>
      </w:r>
    </w:p>
    <w:p w:rsidR="005B3ED9" w:rsidRDefault="005B3ED9" w:rsidP="005B3ED9">
      <w:r>
        <w:t>194.1158</w:t>
      </w:r>
      <w:r>
        <w:tab/>
        <w:t>3.038e0</w:t>
      </w:r>
    </w:p>
    <w:p w:rsidR="005B3ED9" w:rsidRDefault="005B3ED9" w:rsidP="005B3ED9">
      <w:r>
        <w:t>194.1352</w:t>
      </w:r>
      <w:r>
        <w:tab/>
        <w:t>1.013e0</w:t>
      </w:r>
    </w:p>
    <w:p w:rsidR="005B3ED9" w:rsidRDefault="005B3ED9" w:rsidP="005B3ED9">
      <w:r>
        <w:t>194.1389</w:t>
      </w:r>
      <w:r>
        <w:tab/>
        <w:t>2.025e0</w:t>
      </w:r>
    </w:p>
    <w:p w:rsidR="005B3ED9" w:rsidRDefault="005B3ED9" w:rsidP="005B3ED9">
      <w:r>
        <w:t>194.1573</w:t>
      </w:r>
      <w:r>
        <w:tab/>
        <w:t>2.025e0</w:t>
      </w:r>
    </w:p>
    <w:p w:rsidR="005B3ED9" w:rsidRDefault="005B3ED9" w:rsidP="005B3ED9">
      <w:r>
        <w:t>194.1647</w:t>
      </w:r>
      <w:r>
        <w:tab/>
        <w:t>3.038e0</w:t>
      </w:r>
    </w:p>
    <w:p w:rsidR="005B3ED9" w:rsidRDefault="005B3ED9" w:rsidP="005B3ED9">
      <w:r>
        <w:t>194.1941</w:t>
      </w:r>
      <w:r>
        <w:tab/>
        <w:t>1.013e0</w:t>
      </w:r>
    </w:p>
    <w:p w:rsidR="005B3ED9" w:rsidRDefault="005B3ED9" w:rsidP="005B3ED9">
      <w:r>
        <w:t>194.2539</w:t>
      </w:r>
      <w:r>
        <w:tab/>
        <w:t>1.013e0</w:t>
      </w:r>
    </w:p>
    <w:p w:rsidR="005B3ED9" w:rsidRDefault="005B3ED9" w:rsidP="005B3ED9">
      <w:r>
        <w:t>194.3101</w:t>
      </w:r>
      <w:r>
        <w:tab/>
        <w:t>1.013e0</w:t>
      </w:r>
    </w:p>
    <w:p w:rsidR="005B3ED9" w:rsidRDefault="005B3ED9" w:rsidP="005B3ED9">
      <w:r>
        <w:t>194.3505</w:t>
      </w:r>
      <w:r>
        <w:tab/>
        <w:t>1.013e0</w:t>
      </w:r>
    </w:p>
    <w:p w:rsidR="005B3ED9" w:rsidRDefault="005B3ED9" w:rsidP="005B3ED9">
      <w:r>
        <w:t>194.4169</w:t>
      </w:r>
      <w:r>
        <w:tab/>
        <w:t>2.025e0</w:t>
      </w:r>
    </w:p>
    <w:p w:rsidR="005B3ED9" w:rsidRDefault="005B3ED9" w:rsidP="005B3ED9">
      <w:r>
        <w:t>194.4501</w:t>
      </w:r>
      <w:r>
        <w:tab/>
        <w:t>1.013e0</w:t>
      </w:r>
    </w:p>
    <w:p w:rsidR="005B3ED9" w:rsidRDefault="005B3ED9" w:rsidP="005B3ED9">
      <w:r>
        <w:t>194.4906</w:t>
      </w:r>
      <w:r>
        <w:tab/>
        <w:t>1.013e0</w:t>
      </w:r>
    </w:p>
    <w:p w:rsidR="005B3ED9" w:rsidRDefault="005B3ED9" w:rsidP="005B3ED9">
      <w:r>
        <w:t>194.5164</w:t>
      </w:r>
      <w:r>
        <w:tab/>
        <w:t>1.013e0</w:t>
      </w:r>
    </w:p>
    <w:p w:rsidR="005B3ED9" w:rsidRDefault="005B3ED9" w:rsidP="005B3ED9">
      <w:r>
        <w:t>194.5351</w:t>
      </w:r>
      <w:r>
        <w:tab/>
        <w:t>1.013e0</w:t>
      </w:r>
    </w:p>
    <w:p w:rsidR="005B3ED9" w:rsidRDefault="005B3ED9" w:rsidP="005B3ED9">
      <w:r>
        <w:t>194.5949</w:t>
      </w:r>
      <w:r>
        <w:tab/>
        <w:t>2.025e0</w:t>
      </w:r>
    </w:p>
    <w:p w:rsidR="005B3ED9" w:rsidRDefault="005B3ED9" w:rsidP="005B3ED9">
      <w:r>
        <w:t>194.6139</w:t>
      </w:r>
      <w:r>
        <w:tab/>
        <w:t>2.025e0</w:t>
      </w:r>
    </w:p>
    <w:p w:rsidR="005B3ED9" w:rsidRDefault="005B3ED9" w:rsidP="005B3ED9">
      <w:r>
        <w:t>194.6214</w:t>
      </w:r>
      <w:r>
        <w:tab/>
        <w:t>2.025e0</w:t>
      </w:r>
    </w:p>
    <w:p w:rsidR="005B3ED9" w:rsidRDefault="005B3ED9" w:rsidP="005B3ED9">
      <w:r>
        <w:lastRenderedPageBreak/>
        <w:t>194.6815</w:t>
      </w:r>
      <w:r>
        <w:tab/>
        <w:t>3.038e0</w:t>
      </w:r>
    </w:p>
    <w:p w:rsidR="005B3ED9" w:rsidRDefault="005B3ED9" w:rsidP="005B3ED9">
      <w:r>
        <w:t>194.7615</w:t>
      </w:r>
      <w:r>
        <w:tab/>
        <w:t>1.013e0</w:t>
      </w:r>
    </w:p>
    <w:p w:rsidR="005B3ED9" w:rsidRDefault="005B3ED9" w:rsidP="005B3ED9">
      <w:r>
        <w:t>194.7689</w:t>
      </w:r>
      <w:r>
        <w:tab/>
        <w:t>1.013e0</w:t>
      </w:r>
    </w:p>
    <w:p w:rsidR="005B3ED9" w:rsidRDefault="005B3ED9" w:rsidP="005B3ED9">
      <w:r>
        <w:t>194.7983</w:t>
      </w:r>
      <w:r>
        <w:tab/>
        <w:t>1.013e0</w:t>
      </w:r>
    </w:p>
    <w:p w:rsidR="005B3ED9" w:rsidRDefault="005B3ED9" w:rsidP="005B3ED9">
      <w:r>
        <w:t>194.8581</w:t>
      </w:r>
      <w:r>
        <w:tab/>
        <w:t>1.013e0</w:t>
      </w:r>
    </w:p>
    <w:p w:rsidR="005B3ED9" w:rsidRDefault="005B3ED9" w:rsidP="005B3ED9">
      <w:r>
        <w:t>194.8618</w:t>
      </w:r>
      <w:r>
        <w:tab/>
        <w:t>1.013e0</w:t>
      </w:r>
    </w:p>
    <w:p w:rsidR="005B3ED9" w:rsidRDefault="005B3ED9" w:rsidP="005B3ED9">
      <w:r>
        <w:t>194.8844</w:t>
      </w:r>
      <w:r>
        <w:tab/>
        <w:t>1.013e0</w:t>
      </w:r>
    </w:p>
    <w:p w:rsidR="005B3ED9" w:rsidRDefault="005B3ED9" w:rsidP="005B3ED9">
      <w:r>
        <w:t>194.8881</w:t>
      </w:r>
      <w:r>
        <w:tab/>
        <w:t>1.013e0</w:t>
      </w:r>
    </w:p>
    <w:p w:rsidR="005B3ED9" w:rsidRDefault="005B3ED9" w:rsidP="005B3ED9">
      <w:r>
        <w:t>194.9107</w:t>
      </w:r>
      <w:r>
        <w:tab/>
        <w:t>1.013e0</w:t>
      </w:r>
    </w:p>
    <w:p w:rsidR="005B3ED9" w:rsidRDefault="005B3ED9" w:rsidP="005B3ED9">
      <w:r>
        <w:t>194.9734</w:t>
      </w:r>
      <w:r>
        <w:tab/>
        <w:t>2.025e0</w:t>
      </w:r>
    </w:p>
    <w:p w:rsidR="005B3ED9" w:rsidRDefault="005B3ED9" w:rsidP="005B3ED9">
      <w:r>
        <w:t>194.9745</w:t>
      </w:r>
      <w:r>
        <w:tab/>
        <w:t>3.468e0</w:t>
      </w:r>
    </w:p>
    <w:p w:rsidR="005B3ED9" w:rsidRDefault="005B3ED9" w:rsidP="005B3ED9">
      <w:r>
        <w:t>194.9843</w:t>
      </w:r>
      <w:r>
        <w:tab/>
        <w:t>5.063e0</w:t>
      </w:r>
    </w:p>
    <w:p w:rsidR="005B3ED9" w:rsidRDefault="005B3ED9" w:rsidP="005B3ED9">
      <w:r>
        <w:t>195.0214</w:t>
      </w:r>
      <w:r>
        <w:tab/>
        <w:t>1.013e0</w:t>
      </w:r>
    </w:p>
    <w:p w:rsidR="005B3ED9" w:rsidRDefault="005B3ED9" w:rsidP="005B3ED9">
      <w:r>
        <w:t>195.0238</w:t>
      </w:r>
      <w:r>
        <w:tab/>
        <w:t>3.038e0</w:t>
      </w:r>
    </w:p>
    <w:p w:rsidR="005B3ED9" w:rsidRDefault="005B3ED9" w:rsidP="005B3ED9">
      <w:r>
        <w:t>195.0251</w:t>
      </w:r>
      <w:r>
        <w:tab/>
        <w:t>2.025e0</w:t>
      </w:r>
    </w:p>
    <w:p w:rsidR="005B3ED9" w:rsidRDefault="005B3ED9" w:rsidP="005B3ED9">
      <w:r>
        <w:t>195.0583</w:t>
      </w:r>
      <w:r>
        <w:tab/>
        <w:t>2.025e0</w:t>
      </w:r>
    </w:p>
    <w:p w:rsidR="005B3ED9" w:rsidRDefault="005B3ED9" w:rsidP="005B3ED9">
      <w:r>
        <w:t>195.0656</w:t>
      </w:r>
      <w:r>
        <w:tab/>
        <w:t>1.013e0</w:t>
      </w:r>
    </w:p>
    <w:p w:rsidR="005B3ED9" w:rsidRDefault="005B3ED9" w:rsidP="005B3ED9">
      <w:r>
        <w:t>195.0988</w:t>
      </w:r>
      <w:r>
        <w:tab/>
        <w:t>1.013e0</w:t>
      </w:r>
    </w:p>
    <w:p w:rsidR="005B3ED9" w:rsidRDefault="005B3ED9" w:rsidP="005B3ED9">
      <w:r>
        <w:t>195.1100</w:t>
      </w:r>
      <w:r>
        <w:tab/>
        <w:t>1.013e0</w:t>
      </w:r>
    </w:p>
    <w:p w:rsidR="005B3ED9" w:rsidRDefault="005B3ED9" w:rsidP="005B3ED9">
      <w:r>
        <w:lastRenderedPageBreak/>
        <w:t>195.1277</w:t>
      </w:r>
      <w:r>
        <w:tab/>
        <w:t>4.051e0</w:t>
      </w:r>
    </w:p>
    <w:p w:rsidR="005B3ED9" w:rsidRDefault="005B3ED9" w:rsidP="005B3ED9">
      <w:r>
        <w:t>195.1327</w:t>
      </w:r>
      <w:r>
        <w:tab/>
        <w:t>3.038e0</w:t>
      </w:r>
    </w:p>
    <w:p w:rsidR="005B3ED9" w:rsidRDefault="005B3ED9" w:rsidP="005B3ED9">
      <w:r>
        <w:t>195.1664</w:t>
      </w:r>
      <w:r>
        <w:tab/>
        <w:t>1.013e0</w:t>
      </w:r>
    </w:p>
    <w:p w:rsidR="005B3ED9" w:rsidRDefault="005B3ED9" w:rsidP="005B3ED9">
      <w:r>
        <w:t>195.1739</w:t>
      </w:r>
      <w:r>
        <w:tab/>
        <w:t>1.013e0</w:t>
      </w:r>
    </w:p>
    <w:p w:rsidR="005B3ED9" w:rsidRDefault="005B3ED9" w:rsidP="005B3ED9">
      <w:r>
        <w:t>195.1815</w:t>
      </w:r>
      <w:r>
        <w:tab/>
        <w:t>1.013e0</w:t>
      </w:r>
    </w:p>
    <w:p w:rsidR="005B3ED9" w:rsidRDefault="005B3ED9" w:rsidP="005B3ED9">
      <w:r>
        <w:t>195.2223</w:t>
      </w:r>
      <w:r>
        <w:tab/>
        <w:t>1.013e0</w:t>
      </w:r>
    </w:p>
    <w:p w:rsidR="005B3ED9" w:rsidRDefault="005B3ED9" w:rsidP="005B3ED9">
      <w:r>
        <w:t>195.2297</w:t>
      </w:r>
      <w:r>
        <w:tab/>
        <w:t>1.013e0</w:t>
      </w:r>
    </w:p>
    <w:p w:rsidR="005B3ED9" w:rsidRDefault="005B3ED9" w:rsidP="005B3ED9">
      <w:r>
        <w:t>195.2370</w:t>
      </w:r>
      <w:r>
        <w:tab/>
        <w:t>1.013e0</w:t>
      </w:r>
    </w:p>
    <w:p w:rsidR="005B3ED9" w:rsidRDefault="005B3ED9" w:rsidP="005B3ED9">
      <w:r>
        <w:t>195.2888</w:t>
      </w:r>
      <w:r>
        <w:tab/>
        <w:t>1.013e0</w:t>
      </w:r>
    </w:p>
    <w:p w:rsidR="005B3ED9" w:rsidRDefault="005B3ED9" w:rsidP="005B3ED9">
      <w:r>
        <w:t>195.2924</w:t>
      </w:r>
      <w:r>
        <w:tab/>
        <w:t>2.025e0</w:t>
      </w:r>
    </w:p>
    <w:p w:rsidR="005B3ED9" w:rsidRDefault="005B3ED9" w:rsidP="005B3ED9">
      <w:r>
        <w:t>195.4751</w:t>
      </w:r>
      <w:r>
        <w:tab/>
        <w:t>1.013e0</w:t>
      </w:r>
    </w:p>
    <w:p w:rsidR="005B3ED9" w:rsidRDefault="005B3ED9" w:rsidP="005B3ED9">
      <w:r>
        <w:t>195.4788</w:t>
      </w:r>
      <w:r>
        <w:tab/>
        <w:t>1.013e0</w:t>
      </w:r>
    </w:p>
    <w:p w:rsidR="005B3ED9" w:rsidRDefault="005B3ED9" w:rsidP="005B3ED9">
      <w:r>
        <w:t>195.4898</w:t>
      </w:r>
      <w:r>
        <w:tab/>
        <w:t>1.013e0</w:t>
      </w:r>
    </w:p>
    <w:p w:rsidR="005B3ED9" w:rsidRDefault="005B3ED9" w:rsidP="005B3ED9">
      <w:r>
        <w:t>195.4954</w:t>
      </w:r>
      <w:r>
        <w:tab/>
        <w:t>2.025e0</w:t>
      </w:r>
    </w:p>
    <w:p w:rsidR="005B3ED9" w:rsidRDefault="005B3ED9" w:rsidP="005B3ED9">
      <w:r>
        <w:t>195.5156</w:t>
      </w:r>
      <w:r>
        <w:tab/>
        <w:t>1.013e0</w:t>
      </w:r>
    </w:p>
    <w:p w:rsidR="005B3ED9" w:rsidRDefault="005B3ED9" w:rsidP="005B3ED9">
      <w:r>
        <w:t>195.5323</w:t>
      </w:r>
      <w:r>
        <w:tab/>
        <w:t>2.025e0</w:t>
      </w:r>
    </w:p>
    <w:p w:rsidR="005B3ED9" w:rsidRDefault="005B3ED9" w:rsidP="005B3ED9">
      <w:r>
        <w:t>195.5378</w:t>
      </w:r>
      <w:r>
        <w:tab/>
        <w:t>1.013e0</w:t>
      </w:r>
    </w:p>
    <w:p w:rsidR="005B3ED9" w:rsidRDefault="005B3ED9" w:rsidP="005B3ED9">
      <w:r>
        <w:t>195.5452</w:t>
      </w:r>
      <w:r>
        <w:tab/>
        <w:t>1.013e0</w:t>
      </w:r>
    </w:p>
    <w:p w:rsidR="005B3ED9" w:rsidRDefault="005B3ED9" w:rsidP="005B3ED9">
      <w:r>
        <w:t>195.5674</w:t>
      </w:r>
      <w:r>
        <w:tab/>
        <w:t>1.013e0</w:t>
      </w:r>
    </w:p>
    <w:p w:rsidR="005B3ED9" w:rsidRDefault="005B3ED9" w:rsidP="005B3ED9">
      <w:r>
        <w:lastRenderedPageBreak/>
        <w:t>195.6375</w:t>
      </w:r>
      <w:r>
        <w:tab/>
        <w:t>1.013e0</w:t>
      </w:r>
    </w:p>
    <w:p w:rsidR="005B3ED9" w:rsidRDefault="005B3ED9" w:rsidP="005B3ED9">
      <w:r>
        <w:t>195.7219</w:t>
      </w:r>
      <w:r>
        <w:tab/>
        <w:t>2.025e0</w:t>
      </w:r>
    </w:p>
    <w:p w:rsidR="005B3ED9" w:rsidRDefault="005B3ED9" w:rsidP="005B3ED9">
      <w:r>
        <w:t>195.7353</w:t>
      </w:r>
      <w:r>
        <w:tab/>
        <w:t>1.013e0</w:t>
      </w:r>
    </w:p>
    <w:p w:rsidR="005B3ED9" w:rsidRDefault="005B3ED9" w:rsidP="005B3ED9">
      <w:r>
        <w:t>195.7593</w:t>
      </w:r>
      <w:r>
        <w:tab/>
        <w:t>2.025e0</w:t>
      </w:r>
    </w:p>
    <w:p w:rsidR="005B3ED9" w:rsidRDefault="005B3ED9" w:rsidP="005B3ED9">
      <w:r>
        <w:t>195.7722</w:t>
      </w:r>
      <w:r>
        <w:tab/>
        <w:t>1.013e0</w:t>
      </w:r>
    </w:p>
    <w:p w:rsidR="005B3ED9" w:rsidRDefault="005B3ED9" w:rsidP="005B3ED9">
      <w:r>
        <w:t>195.8054</w:t>
      </w:r>
      <w:r>
        <w:tab/>
        <w:t>1.013e0</w:t>
      </w:r>
    </w:p>
    <w:p w:rsidR="005B3ED9" w:rsidRDefault="005B3ED9" w:rsidP="005B3ED9">
      <w:r>
        <w:t>195.8461</w:t>
      </w:r>
      <w:r>
        <w:tab/>
        <w:t>1.013e0</w:t>
      </w:r>
    </w:p>
    <w:p w:rsidR="005B3ED9" w:rsidRDefault="005B3ED9" w:rsidP="005B3ED9">
      <w:r>
        <w:t>195.9277</w:t>
      </w:r>
      <w:r>
        <w:tab/>
        <w:t>1.013e0</w:t>
      </w:r>
    </w:p>
    <w:p w:rsidR="005B3ED9" w:rsidRDefault="005B3ED9" w:rsidP="005B3ED9">
      <w:r>
        <w:t>196.0157</w:t>
      </w:r>
      <w:r>
        <w:tab/>
        <w:t>7.645e1</w:t>
      </w:r>
    </w:p>
    <w:p w:rsidR="005B3ED9" w:rsidRDefault="005B3ED9" w:rsidP="005B3ED9">
      <w:r>
        <w:t>196.0215</w:t>
      </w:r>
      <w:r>
        <w:tab/>
        <w:t>1.924e1</w:t>
      </w:r>
    </w:p>
    <w:p w:rsidR="005B3ED9" w:rsidRDefault="005B3ED9" w:rsidP="005B3ED9">
      <w:r>
        <w:t>196.0583</w:t>
      </w:r>
      <w:r>
        <w:tab/>
        <w:t>1.630e0</w:t>
      </w:r>
    </w:p>
    <w:p w:rsidR="005B3ED9" w:rsidRDefault="005B3ED9" w:rsidP="005B3ED9">
      <w:r>
        <w:t>196.0806</w:t>
      </w:r>
      <w:r>
        <w:tab/>
        <w:t>2.025e0</w:t>
      </w:r>
    </w:p>
    <w:p w:rsidR="005B3ED9" w:rsidRDefault="005B3ED9" w:rsidP="005B3ED9">
      <w:r>
        <w:t>196.0992</w:t>
      </w:r>
      <w:r>
        <w:tab/>
        <w:t>1.013e0</w:t>
      </w:r>
    </w:p>
    <w:p w:rsidR="005B3ED9" w:rsidRDefault="005B3ED9" w:rsidP="005B3ED9">
      <w:r>
        <w:t>196.1029</w:t>
      </w:r>
      <w:r>
        <w:tab/>
        <w:t>1.013e0</w:t>
      </w:r>
    </w:p>
    <w:p w:rsidR="005B3ED9" w:rsidRDefault="005B3ED9" w:rsidP="005B3ED9">
      <w:r>
        <w:t>196.1250</w:t>
      </w:r>
      <w:r>
        <w:tab/>
        <w:t>1.013e0</w:t>
      </w:r>
    </w:p>
    <w:p w:rsidR="005B3ED9" w:rsidRDefault="005B3ED9" w:rsidP="005B3ED9">
      <w:r>
        <w:t>196.1435</w:t>
      </w:r>
      <w:r>
        <w:tab/>
        <w:t>1.013e0</w:t>
      </w:r>
    </w:p>
    <w:p w:rsidR="005B3ED9" w:rsidRDefault="005B3ED9" w:rsidP="005B3ED9">
      <w:r>
        <w:t>196.1484</w:t>
      </w:r>
      <w:r>
        <w:tab/>
        <w:t>3.038e0</w:t>
      </w:r>
    </w:p>
    <w:p w:rsidR="005B3ED9" w:rsidRDefault="005B3ED9" w:rsidP="005B3ED9">
      <w:r>
        <w:t>196.1716</w:t>
      </w:r>
      <w:r>
        <w:tab/>
        <w:t>4.051e0</w:t>
      </w:r>
    </w:p>
    <w:p w:rsidR="005B3ED9" w:rsidRDefault="005B3ED9" w:rsidP="005B3ED9">
      <w:r>
        <w:t>196.1732</w:t>
      </w:r>
      <w:r>
        <w:tab/>
        <w:t>1.013e0</w:t>
      </w:r>
    </w:p>
    <w:p w:rsidR="005B3ED9" w:rsidRDefault="005B3ED9" w:rsidP="005B3ED9">
      <w:r>
        <w:lastRenderedPageBreak/>
        <w:t>196.2224</w:t>
      </w:r>
      <w:r>
        <w:tab/>
        <w:t>1.013e0</w:t>
      </w:r>
    </w:p>
    <w:p w:rsidR="005B3ED9" w:rsidRDefault="005B3ED9" w:rsidP="005B3ED9">
      <w:r>
        <w:t>196.3004</w:t>
      </w:r>
      <w:r>
        <w:tab/>
        <w:t>1.013e0</w:t>
      </w:r>
    </w:p>
    <w:p w:rsidR="005B3ED9" w:rsidRDefault="005B3ED9" w:rsidP="005B3ED9">
      <w:r>
        <w:t>196.3523</w:t>
      </w:r>
      <w:r>
        <w:tab/>
        <w:t>1.013e0</w:t>
      </w:r>
    </w:p>
    <w:p w:rsidR="005B3ED9" w:rsidRDefault="005B3ED9" w:rsidP="005B3ED9">
      <w:r>
        <w:t>196.3744</w:t>
      </w:r>
      <w:r>
        <w:tab/>
        <w:t>1.013e0</w:t>
      </w:r>
    </w:p>
    <w:p w:rsidR="005B3ED9" w:rsidRDefault="005B3ED9" w:rsidP="005B3ED9">
      <w:r>
        <w:t>196.3818</w:t>
      </w:r>
      <w:r>
        <w:tab/>
        <w:t>1.013e0</w:t>
      </w:r>
    </w:p>
    <w:p w:rsidR="005B3ED9" w:rsidRDefault="005B3ED9" w:rsidP="005B3ED9">
      <w:r>
        <w:t>196.4417</w:t>
      </w:r>
      <w:r>
        <w:tab/>
        <w:t>1.013e0</w:t>
      </w:r>
    </w:p>
    <w:p w:rsidR="005B3ED9" w:rsidRDefault="005B3ED9" w:rsidP="005B3ED9">
      <w:r>
        <w:t>196.4758</w:t>
      </w:r>
      <w:r>
        <w:tab/>
        <w:t>2.025e0</w:t>
      </w:r>
    </w:p>
    <w:p w:rsidR="005B3ED9" w:rsidRDefault="005B3ED9" w:rsidP="005B3ED9">
      <w:r>
        <w:t>196.4908</w:t>
      </w:r>
      <w:r>
        <w:tab/>
        <w:t>1.013e0</w:t>
      </w:r>
    </w:p>
    <w:p w:rsidR="005B3ED9" w:rsidRDefault="005B3ED9" w:rsidP="005B3ED9">
      <w:r>
        <w:t>196.4945</w:t>
      </w:r>
      <w:r>
        <w:tab/>
        <w:t>1.013e0</w:t>
      </w:r>
    </w:p>
    <w:p w:rsidR="005B3ED9" w:rsidRDefault="005B3ED9" w:rsidP="005B3ED9">
      <w:r>
        <w:t>196.5167</w:t>
      </w:r>
      <w:r>
        <w:tab/>
        <w:t>1.013e0</w:t>
      </w:r>
    </w:p>
    <w:p w:rsidR="005B3ED9" w:rsidRDefault="005B3ED9" w:rsidP="005B3ED9">
      <w:r>
        <w:t>196.5203</w:t>
      </w:r>
      <w:r>
        <w:tab/>
        <w:t>1.013e0</w:t>
      </w:r>
    </w:p>
    <w:p w:rsidR="005B3ED9" w:rsidRDefault="005B3ED9" w:rsidP="005B3ED9">
      <w:r>
        <w:t>196.5499</w:t>
      </w:r>
      <w:r>
        <w:tab/>
        <w:t>1.013e0</w:t>
      </w:r>
    </w:p>
    <w:p w:rsidR="005B3ED9" w:rsidRDefault="005B3ED9" w:rsidP="005B3ED9">
      <w:r>
        <w:t>196.5759</w:t>
      </w:r>
      <w:r>
        <w:tab/>
        <w:t>2.025e0</w:t>
      </w:r>
    </w:p>
    <w:p w:rsidR="005B3ED9" w:rsidRDefault="005B3ED9" w:rsidP="005B3ED9">
      <w:r>
        <w:t>196.6537</w:t>
      </w:r>
      <w:r>
        <w:tab/>
        <w:t>1.013e0</w:t>
      </w:r>
    </w:p>
    <w:p w:rsidR="005B3ED9" w:rsidRDefault="005B3ED9" w:rsidP="005B3ED9">
      <w:r>
        <w:t>196.6878</w:t>
      </w:r>
      <w:r>
        <w:tab/>
        <w:t>1.013e0</w:t>
      </w:r>
    </w:p>
    <w:p w:rsidR="005B3ED9" w:rsidRDefault="005B3ED9" w:rsidP="005B3ED9">
      <w:r>
        <w:t>196.7143</w:t>
      </w:r>
      <w:r>
        <w:tab/>
        <w:t>1.013e0</w:t>
      </w:r>
    </w:p>
    <w:p w:rsidR="005B3ED9" w:rsidRDefault="005B3ED9" w:rsidP="005B3ED9">
      <w:r>
        <w:t>196.7181</w:t>
      </w:r>
      <w:r>
        <w:tab/>
        <w:t>1.013e0</w:t>
      </w:r>
    </w:p>
    <w:p w:rsidR="005B3ED9" w:rsidRDefault="005B3ED9" w:rsidP="005B3ED9">
      <w:r>
        <w:t>196.7625</w:t>
      </w:r>
      <w:r>
        <w:tab/>
        <w:t>1.013e0</w:t>
      </w:r>
    </w:p>
    <w:p w:rsidR="005B3ED9" w:rsidRDefault="005B3ED9" w:rsidP="005B3ED9">
      <w:r>
        <w:t>196.7811</w:t>
      </w:r>
      <w:r>
        <w:tab/>
        <w:t>1.013e0</w:t>
      </w:r>
    </w:p>
    <w:p w:rsidR="005B3ED9" w:rsidRDefault="005B3ED9" w:rsidP="005B3ED9">
      <w:r>
        <w:lastRenderedPageBreak/>
        <w:t>196.8198</w:t>
      </w:r>
      <w:r>
        <w:tab/>
        <w:t>3.038e0</w:t>
      </w:r>
    </w:p>
    <w:p w:rsidR="005B3ED9" w:rsidRDefault="005B3ED9" w:rsidP="005B3ED9">
      <w:r>
        <w:t>196.8551</w:t>
      </w:r>
      <w:r>
        <w:tab/>
        <w:t>1.013e0</w:t>
      </w:r>
    </w:p>
    <w:p w:rsidR="005B3ED9" w:rsidRDefault="005B3ED9" w:rsidP="005B3ED9">
      <w:r>
        <w:t>196.8606</w:t>
      </w:r>
      <w:r>
        <w:tab/>
        <w:t>2.025e0</w:t>
      </w:r>
    </w:p>
    <w:p w:rsidR="005B3ED9" w:rsidRDefault="005B3ED9" w:rsidP="005B3ED9">
      <w:r>
        <w:t>196.8848</w:t>
      </w:r>
      <w:r>
        <w:tab/>
        <w:t>1.013e0</w:t>
      </w:r>
    </w:p>
    <w:p w:rsidR="005B3ED9" w:rsidRDefault="005B3ED9" w:rsidP="005B3ED9">
      <w:r>
        <w:t>196.9076</w:t>
      </w:r>
      <w:r>
        <w:tab/>
        <w:t>1.013e0</w:t>
      </w:r>
    </w:p>
    <w:p w:rsidR="005B3ED9" w:rsidRDefault="005B3ED9" w:rsidP="005B3ED9">
      <w:r>
        <w:t>196.9753</w:t>
      </w:r>
      <w:r>
        <w:tab/>
        <w:t>1.013e0</w:t>
      </w:r>
    </w:p>
    <w:p w:rsidR="005B3ED9" w:rsidRDefault="005B3ED9" w:rsidP="005B3ED9">
      <w:r>
        <w:t>196.9826</w:t>
      </w:r>
      <w:r>
        <w:tab/>
        <w:t>1.013e0</w:t>
      </w:r>
    </w:p>
    <w:p w:rsidR="005B3ED9" w:rsidRDefault="005B3ED9" w:rsidP="005B3ED9">
      <w:r>
        <w:t>196.9937</w:t>
      </w:r>
      <w:r>
        <w:tab/>
        <w:t>1.013e0</w:t>
      </w:r>
    </w:p>
    <w:p w:rsidR="005B3ED9" w:rsidRDefault="005B3ED9" w:rsidP="005B3ED9">
      <w:r>
        <w:t>197.0011</w:t>
      </w:r>
      <w:r>
        <w:tab/>
        <w:t>3.038e0</w:t>
      </w:r>
    </w:p>
    <w:p w:rsidR="005B3ED9" w:rsidRDefault="005B3ED9" w:rsidP="005B3ED9">
      <w:r>
        <w:t>197.0113</w:t>
      </w:r>
      <w:r>
        <w:tab/>
        <w:t>3.038e0</w:t>
      </w:r>
    </w:p>
    <w:p w:rsidR="005B3ED9" w:rsidRDefault="005B3ED9" w:rsidP="005B3ED9">
      <w:r>
        <w:t>197.0197</w:t>
      </w:r>
      <w:r>
        <w:tab/>
        <w:t>4.051e0</w:t>
      </w:r>
    </w:p>
    <w:p w:rsidR="005B3ED9" w:rsidRDefault="005B3ED9" w:rsidP="005B3ED9">
      <w:r>
        <w:t>197.0234</w:t>
      </w:r>
      <w:r>
        <w:tab/>
        <w:t>1.013e0</w:t>
      </w:r>
    </w:p>
    <w:p w:rsidR="005B3ED9" w:rsidRDefault="005B3ED9" w:rsidP="005B3ED9">
      <w:r>
        <w:t>197.0312</w:t>
      </w:r>
      <w:r>
        <w:tab/>
        <w:t>2.560e0</w:t>
      </w:r>
    </w:p>
    <w:p w:rsidR="005B3ED9" w:rsidRDefault="005B3ED9" w:rsidP="005B3ED9">
      <w:r>
        <w:t>197.0437</w:t>
      </w:r>
      <w:r>
        <w:tab/>
        <w:t>2.025e0</w:t>
      </w:r>
    </w:p>
    <w:p w:rsidR="005B3ED9" w:rsidRDefault="005B3ED9" w:rsidP="005B3ED9">
      <w:r>
        <w:t>197.0845</w:t>
      </w:r>
      <w:r>
        <w:tab/>
        <w:t>3.038e0</w:t>
      </w:r>
    </w:p>
    <w:p w:rsidR="005B3ED9" w:rsidRDefault="005B3ED9" w:rsidP="005B3ED9">
      <w:r>
        <w:t>197.0863</w:t>
      </w:r>
      <w:r>
        <w:tab/>
        <w:t>2.025e0</w:t>
      </w:r>
    </w:p>
    <w:p w:rsidR="005B3ED9" w:rsidRDefault="005B3ED9" w:rsidP="005B3ED9">
      <w:r>
        <w:t>197.1069</w:t>
      </w:r>
      <w:r>
        <w:tab/>
        <w:t>2.025e0</w:t>
      </w:r>
    </w:p>
    <w:p w:rsidR="005B3ED9" w:rsidRDefault="005B3ED9" w:rsidP="005B3ED9">
      <w:r>
        <w:t>197.1086</w:t>
      </w:r>
      <w:r>
        <w:tab/>
        <w:t>1.013e0</w:t>
      </w:r>
    </w:p>
    <w:p w:rsidR="005B3ED9" w:rsidRDefault="005B3ED9" w:rsidP="005B3ED9">
      <w:r>
        <w:t>197.1175</w:t>
      </w:r>
      <w:r>
        <w:tab/>
        <w:t>3.038e0</w:t>
      </w:r>
    </w:p>
    <w:p w:rsidR="005B3ED9" w:rsidRDefault="005B3ED9" w:rsidP="005B3ED9">
      <w:r>
        <w:lastRenderedPageBreak/>
        <w:t>197.1238</w:t>
      </w:r>
      <w:r>
        <w:tab/>
        <w:t>1.013e0</w:t>
      </w:r>
    </w:p>
    <w:p w:rsidR="005B3ED9" w:rsidRDefault="005B3ED9" w:rsidP="005B3ED9">
      <w:r>
        <w:t>197.1314</w:t>
      </w:r>
      <w:r>
        <w:tab/>
        <w:t>1.013e0</w:t>
      </w:r>
    </w:p>
    <w:p w:rsidR="005B3ED9" w:rsidRDefault="005B3ED9" w:rsidP="005B3ED9">
      <w:r>
        <w:t>197.1503</w:t>
      </w:r>
      <w:r>
        <w:tab/>
        <w:t>1.013e0</w:t>
      </w:r>
    </w:p>
    <w:p w:rsidR="005B3ED9" w:rsidRDefault="005B3ED9" w:rsidP="005B3ED9">
      <w:r>
        <w:t>197.1617</w:t>
      </w:r>
      <w:r>
        <w:tab/>
        <w:t>1.013e0</w:t>
      </w:r>
    </w:p>
    <w:p w:rsidR="005B3ED9" w:rsidRDefault="005B3ED9" w:rsidP="005B3ED9">
      <w:r>
        <w:t>197.1807</w:t>
      </w:r>
      <w:r>
        <w:tab/>
        <w:t>1.013e0</w:t>
      </w:r>
    </w:p>
    <w:p w:rsidR="005B3ED9" w:rsidRDefault="005B3ED9" w:rsidP="005B3ED9">
      <w:r>
        <w:t>197.2029</w:t>
      </w:r>
      <w:r>
        <w:tab/>
        <w:t>2.025e0</w:t>
      </w:r>
    </w:p>
    <w:p w:rsidR="005B3ED9" w:rsidRDefault="005B3ED9" w:rsidP="005B3ED9">
      <w:r>
        <w:t>197.2250</w:t>
      </w:r>
      <w:r>
        <w:tab/>
        <w:t>1.013e0</w:t>
      </w:r>
    </w:p>
    <w:p w:rsidR="005B3ED9" w:rsidRDefault="005B3ED9" w:rsidP="005B3ED9">
      <w:r>
        <w:t>197.3288</w:t>
      </w:r>
      <w:r>
        <w:tab/>
        <w:t>1.013e0</w:t>
      </w:r>
    </w:p>
    <w:p w:rsidR="005B3ED9" w:rsidRDefault="005B3ED9" w:rsidP="005B3ED9">
      <w:r>
        <w:t>197.3516</w:t>
      </w:r>
      <w:r>
        <w:tab/>
        <w:t>1.013e0</w:t>
      </w:r>
    </w:p>
    <w:p w:rsidR="005B3ED9" w:rsidRDefault="005B3ED9" w:rsidP="005B3ED9">
      <w:r>
        <w:t>197.3667</w:t>
      </w:r>
      <w:r>
        <w:tab/>
        <w:t>1.013e0</w:t>
      </w:r>
    </w:p>
    <w:p w:rsidR="005B3ED9" w:rsidRDefault="005B3ED9" w:rsidP="005B3ED9">
      <w:r>
        <w:t>197.4824</w:t>
      </w:r>
      <w:r>
        <w:tab/>
        <w:t>2.025e0</w:t>
      </w:r>
    </w:p>
    <w:p w:rsidR="005B3ED9" w:rsidRDefault="005B3ED9" w:rsidP="005B3ED9">
      <w:r>
        <w:t>197.5065</w:t>
      </w:r>
      <w:r>
        <w:tab/>
        <w:t>2.025e0</w:t>
      </w:r>
    </w:p>
    <w:p w:rsidR="005B3ED9" w:rsidRDefault="005B3ED9" w:rsidP="005B3ED9">
      <w:r>
        <w:t>197.5379</w:t>
      </w:r>
      <w:r>
        <w:tab/>
        <w:t>1.013e0</w:t>
      </w:r>
    </w:p>
    <w:p w:rsidR="005B3ED9" w:rsidRDefault="005B3ED9" w:rsidP="005B3ED9">
      <w:r>
        <w:t>197.5796</w:t>
      </w:r>
      <w:r>
        <w:tab/>
        <w:t>1.013e0</w:t>
      </w:r>
    </w:p>
    <w:p w:rsidR="005B3ED9" w:rsidRDefault="005B3ED9" w:rsidP="005B3ED9">
      <w:r>
        <w:t>197.5834</w:t>
      </w:r>
      <w:r>
        <w:tab/>
        <w:t>1.013e0</w:t>
      </w:r>
    </w:p>
    <w:p w:rsidR="005B3ED9" w:rsidRDefault="005B3ED9" w:rsidP="005B3ED9">
      <w:r>
        <w:t>197.5910</w:t>
      </w:r>
      <w:r>
        <w:tab/>
        <w:t>1.013e0</w:t>
      </w:r>
    </w:p>
    <w:p w:rsidR="005B3ED9" w:rsidRDefault="005B3ED9" w:rsidP="005B3ED9">
      <w:r>
        <w:t>197.6213</w:t>
      </w:r>
      <w:r>
        <w:tab/>
        <w:t>1.013e0</w:t>
      </w:r>
    </w:p>
    <w:p w:rsidR="005B3ED9" w:rsidRDefault="005B3ED9" w:rsidP="005B3ED9">
      <w:r>
        <w:t>197.6434</w:t>
      </w:r>
      <w:r>
        <w:tab/>
        <w:t>1.013e0</w:t>
      </w:r>
    </w:p>
    <w:p w:rsidR="005B3ED9" w:rsidRDefault="005B3ED9" w:rsidP="005B3ED9">
      <w:r>
        <w:t>197.7621</w:t>
      </w:r>
      <w:r>
        <w:tab/>
        <w:t>1.013e0</w:t>
      </w:r>
    </w:p>
    <w:p w:rsidR="005B3ED9" w:rsidRDefault="005B3ED9" w:rsidP="005B3ED9">
      <w:r>
        <w:lastRenderedPageBreak/>
        <w:t>197.7659</w:t>
      </w:r>
      <w:r>
        <w:tab/>
        <w:t>1.013e0</w:t>
      </w:r>
    </w:p>
    <w:p w:rsidR="005B3ED9" w:rsidRDefault="005B3ED9" w:rsidP="005B3ED9">
      <w:r>
        <w:t>197.8676</w:t>
      </w:r>
      <w:r>
        <w:tab/>
        <w:t>1.013e0</w:t>
      </w:r>
    </w:p>
    <w:p w:rsidR="005B3ED9" w:rsidRDefault="005B3ED9" w:rsidP="005B3ED9">
      <w:r>
        <w:t>197.8898</w:t>
      </w:r>
      <w:r>
        <w:tab/>
        <w:t>1.013e0</w:t>
      </w:r>
    </w:p>
    <w:p w:rsidR="005B3ED9" w:rsidRDefault="005B3ED9" w:rsidP="005B3ED9">
      <w:r>
        <w:t>197.9454</w:t>
      </w:r>
      <w:r>
        <w:tab/>
        <w:t>2.025e0</w:t>
      </w:r>
    </w:p>
    <w:p w:rsidR="005B3ED9" w:rsidRDefault="005B3ED9" w:rsidP="005B3ED9">
      <w:r>
        <w:t>197.9715</w:t>
      </w:r>
      <w:r>
        <w:tab/>
        <w:t>1.013e0</w:t>
      </w:r>
    </w:p>
    <w:p w:rsidR="005B3ED9" w:rsidRDefault="005B3ED9" w:rsidP="005B3ED9">
      <w:r>
        <w:t>197.9906</w:t>
      </w:r>
      <w:r>
        <w:tab/>
        <w:t>1.013e0</w:t>
      </w:r>
    </w:p>
    <w:p w:rsidR="005B3ED9" w:rsidRDefault="005B3ED9" w:rsidP="005B3ED9">
      <w:r>
        <w:t>197.9983</w:t>
      </w:r>
      <w:r>
        <w:tab/>
        <w:t>3.038e0</w:t>
      </w:r>
    </w:p>
    <w:p w:rsidR="005B3ED9" w:rsidRDefault="005B3ED9" w:rsidP="005B3ED9">
      <w:r>
        <w:t>198.0266</w:t>
      </w:r>
      <w:r>
        <w:tab/>
        <w:t>2.025e0</w:t>
      </w:r>
    </w:p>
    <w:p w:rsidR="005B3ED9" w:rsidRDefault="005B3ED9" w:rsidP="005B3ED9">
      <w:r>
        <w:t>198.0287</w:t>
      </w:r>
      <w:r>
        <w:tab/>
        <w:t>1.013e0</w:t>
      </w:r>
    </w:p>
    <w:p w:rsidR="005B3ED9" w:rsidRDefault="005B3ED9" w:rsidP="005B3ED9">
      <w:r>
        <w:t>198.0322</w:t>
      </w:r>
      <w:r>
        <w:tab/>
        <w:t>3.038e0</w:t>
      </w:r>
    </w:p>
    <w:p w:rsidR="005B3ED9" w:rsidRDefault="005B3ED9" w:rsidP="005B3ED9">
      <w:r>
        <w:t>198.0695</w:t>
      </w:r>
      <w:r>
        <w:tab/>
        <w:t>1.013e0</w:t>
      </w:r>
    </w:p>
    <w:p w:rsidR="005B3ED9" w:rsidRDefault="005B3ED9" w:rsidP="005B3ED9">
      <w:r>
        <w:t>198.0769</w:t>
      </w:r>
      <w:r>
        <w:tab/>
        <w:t>2.025e0</w:t>
      </w:r>
    </w:p>
    <w:p w:rsidR="005B3ED9" w:rsidRDefault="005B3ED9" w:rsidP="005B3ED9">
      <w:r>
        <w:t>198.0881</w:t>
      </w:r>
      <w:r>
        <w:tab/>
        <w:t>1.013e0</w:t>
      </w:r>
    </w:p>
    <w:p w:rsidR="005B3ED9" w:rsidRDefault="005B3ED9" w:rsidP="005B3ED9">
      <w:r>
        <w:t>198.1085</w:t>
      </w:r>
      <w:r>
        <w:tab/>
        <w:t>2.025e0</w:t>
      </w:r>
    </w:p>
    <w:p w:rsidR="005B3ED9" w:rsidRDefault="005B3ED9" w:rsidP="005B3ED9">
      <w:r>
        <w:t>198.1215</w:t>
      </w:r>
      <w:r>
        <w:tab/>
        <w:t>2.025e0</w:t>
      </w:r>
    </w:p>
    <w:p w:rsidR="005B3ED9" w:rsidRDefault="005B3ED9" w:rsidP="005B3ED9">
      <w:r>
        <w:t>198.1364</w:t>
      </w:r>
      <w:r>
        <w:tab/>
        <w:t>1.013e0</w:t>
      </w:r>
    </w:p>
    <w:p w:rsidR="005B3ED9" w:rsidRDefault="005B3ED9" w:rsidP="005B3ED9">
      <w:r>
        <w:t>198.1438</w:t>
      </w:r>
      <w:r>
        <w:tab/>
        <w:t>1.013e0</w:t>
      </w:r>
    </w:p>
    <w:p w:rsidR="005B3ED9" w:rsidRDefault="005B3ED9" w:rsidP="005B3ED9">
      <w:r>
        <w:t>198.1512</w:t>
      </w:r>
      <w:r>
        <w:tab/>
        <w:t>1.013e0</w:t>
      </w:r>
    </w:p>
    <w:p w:rsidR="005B3ED9" w:rsidRDefault="005B3ED9" w:rsidP="005B3ED9">
      <w:r>
        <w:t>198.1870</w:t>
      </w:r>
      <w:r>
        <w:tab/>
        <w:t>4.051e0</w:t>
      </w:r>
    </w:p>
    <w:p w:rsidR="005B3ED9" w:rsidRDefault="005B3ED9" w:rsidP="005B3ED9">
      <w:r>
        <w:lastRenderedPageBreak/>
        <w:t>198.1887</w:t>
      </w:r>
      <w:r>
        <w:tab/>
        <w:t>1.013e0</w:t>
      </w:r>
    </w:p>
    <w:p w:rsidR="005B3ED9" w:rsidRDefault="005B3ED9" w:rsidP="005B3ED9">
      <w:r>
        <w:t>198.2116</w:t>
      </w:r>
      <w:r>
        <w:tab/>
        <w:t>1.013e0</w:t>
      </w:r>
    </w:p>
    <w:p w:rsidR="005B3ED9" w:rsidRDefault="005B3ED9" w:rsidP="005B3ED9">
      <w:r>
        <w:t>198.2623</w:t>
      </w:r>
      <w:r>
        <w:tab/>
        <w:t>2.025e0</w:t>
      </w:r>
    </w:p>
    <w:p w:rsidR="005B3ED9" w:rsidRDefault="005B3ED9" w:rsidP="005B3ED9">
      <w:r>
        <w:t>198.3013</w:t>
      </w:r>
      <w:r>
        <w:tab/>
        <w:t>1.013e0</w:t>
      </w:r>
    </w:p>
    <w:p w:rsidR="005B3ED9" w:rsidRDefault="005B3ED9" w:rsidP="005B3ED9">
      <w:r>
        <w:t>198.3532</w:t>
      </w:r>
      <w:r>
        <w:tab/>
        <w:t>1.013e0</w:t>
      </w:r>
    </w:p>
    <w:p w:rsidR="005B3ED9" w:rsidRDefault="005B3ED9" w:rsidP="005B3ED9">
      <w:r>
        <w:t>198.4328</w:t>
      </w:r>
      <w:r>
        <w:tab/>
        <w:t>1.013e0</w:t>
      </w:r>
    </w:p>
    <w:p w:rsidR="005B3ED9" w:rsidRDefault="005B3ED9" w:rsidP="005B3ED9">
      <w:r>
        <w:t>198.5016</w:t>
      </w:r>
      <w:r>
        <w:tab/>
        <w:t>2.025e0</w:t>
      </w:r>
    </w:p>
    <w:p w:rsidR="005B3ED9" w:rsidRDefault="005B3ED9" w:rsidP="005B3ED9">
      <w:r>
        <w:t>198.5108</w:t>
      </w:r>
      <w:r>
        <w:tab/>
        <w:t>1.013e0</w:t>
      </w:r>
    </w:p>
    <w:p w:rsidR="005B3ED9" w:rsidRDefault="005B3ED9" w:rsidP="005B3ED9">
      <w:r>
        <w:t>198.5313</w:t>
      </w:r>
      <w:r>
        <w:tab/>
        <w:t>2.025e0</w:t>
      </w:r>
    </w:p>
    <w:p w:rsidR="005B3ED9" w:rsidRDefault="005B3ED9" w:rsidP="005B3ED9">
      <w:r>
        <w:t>198.5415</w:t>
      </w:r>
      <w:r>
        <w:tab/>
        <w:t>4.051e0</w:t>
      </w:r>
    </w:p>
    <w:p w:rsidR="005B3ED9" w:rsidRDefault="005B3ED9" w:rsidP="005B3ED9">
      <w:r>
        <w:t>198.5443</w:t>
      </w:r>
      <w:r>
        <w:tab/>
        <w:t>2.025e0</w:t>
      </w:r>
    </w:p>
    <w:p w:rsidR="005B3ED9" w:rsidRDefault="005B3ED9" w:rsidP="005B3ED9">
      <w:r>
        <w:t>198.5664</w:t>
      </w:r>
      <w:r>
        <w:tab/>
        <w:t>1.013e0</w:t>
      </w:r>
    </w:p>
    <w:p w:rsidR="005B3ED9" w:rsidRDefault="005B3ED9" w:rsidP="005B3ED9">
      <w:r>
        <w:t>198.5702</w:t>
      </w:r>
      <w:r>
        <w:tab/>
        <w:t>2.025e0</w:t>
      </w:r>
    </w:p>
    <w:p w:rsidR="005B3ED9" w:rsidRDefault="005B3ED9" w:rsidP="005B3ED9">
      <w:r>
        <w:t>198.6684</w:t>
      </w:r>
      <w:r>
        <w:tab/>
        <w:t>1.013e0</w:t>
      </w:r>
    </w:p>
    <w:p w:rsidR="005B3ED9" w:rsidRDefault="005B3ED9" w:rsidP="005B3ED9">
      <w:r>
        <w:t>198.6944</w:t>
      </w:r>
      <w:r>
        <w:tab/>
        <w:t>1.013e0</w:t>
      </w:r>
    </w:p>
    <w:p w:rsidR="005B3ED9" w:rsidRDefault="005B3ED9" w:rsidP="005B3ED9">
      <w:r>
        <w:t>198.7149</w:t>
      </w:r>
      <w:r>
        <w:tab/>
        <w:t>2.025e0</w:t>
      </w:r>
    </w:p>
    <w:p w:rsidR="005B3ED9" w:rsidRDefault="005B3ED9" w:rsidP="005B3ED9">
      <w:r>
        <w:t>198.7354</w:t>
      </w:r>
      <w:r>
        <w:tab/>
        <w:t>1.013e0</w:t>
      </w:r>
    </w:p>
    <w:p w:rsidR="005B3ED9" w:rsidRDefault="005B3ED9" w:rsidP="005B3ED9">
      <w:r>
        <w:t>198.7575</w:t>
      </w:r>
      <w:r>
        <w:tab/>
        <w:t>1.013e0</w:t>
      </w:r>
    </w:p>
    <w:p w:rsidR="005B3ED9" w:rsidRDefault="005B3ED9" w:rsidP="005B3ED9">
      <w:r>
        <w:t>198.7841</w:t>
      </w:r>
      <w:r>
        <w:tab/>
        <w:t>2.025e0</w:t>
      </w:r>
    </w:p>
    <w:p w:rsidR="005B3ED9" w:rsidRDefault="005B3ED9" w:rsidP="005B3ED9">
      <w:r>
        <w:lastRenderedPageBreak/>
        <w:t>198.8707</w:t>
      </w:r>
      <w:r>
        <w:tab/>
        <w:t>2.025e0</w:t>
      </w:r>
    </w:p>
    <w:p w:rsidR="005B3ED9" w:rsidRDefault="005B3ED9" w:rsidP="005B3ED9">
      <w:r>
        <w:t>198.9191</w:t>
      </w:r>
      <w:r>
        <w:tab/>
        <w:t>1.013e0</w:t>
      </w:r>
    </w:p>
    <w:p w:rsidR="005B3ED9" w:rsidRDefault="005B3ED9" w:rsidP="005B3ED9">
      <w:r>
        <w:t>198.9302</w:t>
      </w:r>
      <w:r>
        <w:tab/>
        <w:t>3.038e0</w:t>
      </w:r>
    </w:p>
    <w:p w:rsidR="005B3ED9" w:rsidRDefault="005B3ED9" w:rsidP="005B3ED9">
      <w:r>
        <w:t>198.9638</w:t>
      </w:r>
      <w:r>
        <w:tab/>
        <w:t>1.013e0</w:t>
      </w:r>
    </w:p>
    <w:p w:rsidR="005B3ED9" w:rsidRDefault="005B3ED9" w:rsidP="005B3ED9">
      <w:r>
        <w:t>198.9868</w:t>
      </w:r>
      <w:r>
        <w:tab/>
        <w:t>1.013e0</w:t>
      </w:r>
    </w:p>
    <w:p w:rsidR="005B3ED9" w:rsidRDefault="005B3ED9" w:rsidP="005B3ED9">
      <w:r>
        <w:t>198.9983</w:t>
      </w:r>
      <w:r>
        <w:tab/>
        <w:t>1.013e0</w:t>
      </w:r>
    </w:p>
    <w:p w:rsidR="005B3ED9" w:rsidRDefault="005B3ED9" w:rsidP="005B3ED9">
      <w:r>
        <w:t>199.0292</w:t>
      </w:r>
      <w:r>
        <w:tab/>
        <w:t>3.478e1</w:t>
      </w:r>
    </w:p>
    <w:p w:rsidR="005B3ED9" w:rsidRDefault="005B3ED9" w:rsidP="005B3ED9">
      <w:r>
        <w:t>199.0317</w:t>
      </w:r>
      <w:r>
        <w:tab/>
        <w:t>2.706e1</w:t>
      </w:r>
    </w:p>
    <w:p w:rsidR="005B3ED9" w:rsidRDefault="005B3ED9" w:rsidP="005B3ED9">
      <w:r>
        <w:t>199.0656</w:t>
      </w:r>
      <w:r>
        <w:tab/>
        <w:t>1.013e0</w:t>
      </w:r>
    </w:p>
    <w:p w:rsidR="005B3ED9" w:rsidRDefault="005B3ED9" w:rsidP="005B3ED9">
      <w:r>
        <w:t>199.0879</w:t>
      </w:r>
      <w:r>
        <w:tab/>
        <w:t>1.013e0</w:t>
      </w:r>
    </w:p>
    <w:p w:rsidR="005B3ED9" w:rsidRDefault="005B3ED9" w:rsidP="005B3ED9">
      <w:r>
        <w:t>199.1028</w:t>
      </w:r>
      <w:r>
        <w:tab/>
        <w:t>1.013e0</w:t>
      </w:r>
    </w:p>
    <w:p w:rsidR="005B3ED9" w:rsidRDefault="005B3ED9" w:rsidP="005B3ED9">
      <w:r>
        <w:t>199.1177</w:t>
      </w:r>
      <w:r>
        <w:tab/>
        <w:t>1.013e0</w:t>
      </w:r>
    </w:p>
    <w:p w:rsidR="005B3ED9" w:rsidRDefault="005B3ED9" w:rsidP="005B3ED9">
      <w:r>
        <w:t>199.1269</w:t>
      </w:r>
      <w:r>
        <w:tab/>
        <w:t>2.025e0</w:t>
      </w:r>
    </w:p>
    <w:p w:rsidR="005B3ED9" w:rsidRDefault="005B3ED9" w:rsidP="005B3ED9">
      <w:r>
        <w:t>199.1362</w:t>
      </w:r>
      <w:r>
        <w:tab/>
        <w:t>1.013e0</w:t>
      </w:r>
    </w:p>
    <w:p w:rsidR="005B3ED9" w:rsidRDefault="005B3ED9" w:rsidP="005B3ED9">
      <w:r>
        <w:t>199.1436</w:t>
      </w:r>
      <w:r>
        <w:tab/>
        <w:t>2.025e0</w:t>
      </w:r>
    </w:p>
    <w:p w:rsidR="005B3ED9" w:rsidRDefault="005B3ED9" w:rsidP="005B3ED9">
      <w:r>
        <w:t>199.1805</w:t>
      </w:r>
      <w:r>
        <w:tab/>
        <w:t>3.038e0</w:t>
      </w:r>
    </w:p>
    <w:p w:rsidR="005B3ED9" w:rsidRDefault="005B3ED9" w:rsidP="005B3ED9">
      <w:r>
        <w:t>199.1819</w:t>
      </w:r>
      <w:r>
        <w:tab/>
        <w:t>1.013e0</w:t>
      </w:r>
    </w:p>
    <w:p w:rsidR="005B3ED9" w:rsidRDefault="005B3ED9" w:rsidP="005B3ED9">
      <w:r>
        <w:t>199.1847</w:t>
      </w:r>
      <w:r>
        <w:tab/>
        <w:t>5.063e0</w:t>
      </w:r>
    </w:p>
    <w:p w:rsidR="005B3ED9" w:rsidRDefault="005B3ED9" w:rsidP="005B3ED9">
      <w:r>
        <w:t>199.1954</w:t>
      </w:r>
      <w:r>
        <w:tab/>
        <w:t>3.038e0</w:t>
      </w:r>
    </w:p>
    <w:p w:rsidR="005B3ED9" w:rsidRDefault="005B3ED9" w:rsidP="005B3ED9">
      <w:r>
        <w:lastRenderedPageBreak/>
        <w:t>199.2419</w:t>
      </w:r>
      <w:r>
        <w:tab/>
        <w:t>1.013e0</w:t>
      </w:r>
    </w:p>
    <w:p w:rsidR="005B3ED9" w:rsidRDefault="005B3ED9" w:rsidP="005B3ED9">
      <w:r>
        <w:t>199.2643</w:t>
      </w:r>
      <w:r>
        <w:tab/>
        <w:t>1.013e0</w:t>
      </w:r>
    </w:p>
    <w:p w:rsidR="005B3ED9" w:rsidRDefault="005B3ED9" w:rsidP="005B3ED9">
      <w:r>
        <w:t>199.3089</w:t>
      </w:r>
      <w:r>
        <w:tab/>
        <w:t>1.013e0</w:t>
      </w:r>
    </w:p>
    <w:p w:rsidR="005B3ED9" w:rsidRDefault="005B3ED9" w:rsidP="005B3ED9">
      <w:r>
        <w:t>199.3581</w:t>
      </w:r>
      <w:r>
        <w:tab/>
        <w:t>1.013e0</w:t>
      </w:r>
    </w:p>
    <w:p w:rsidR="005B3ED9" w:rsidRDefault="005B3ED9" w:rsidP="005B3ED9">
      <w:r>
        <w:t>199.3925</w:t>
      </w:r>
      <w:r>
        <w:tab/>
        <w:t>1.013e0</w:t>
      </w:r>
    </w:p>
    <w:p w:rsidR="005B3ED9" w:rsidRDefault="005B3ED9" w:rsidP="005B3ED9">
      <w:r>
        <w:t>199.4258</w:t>
      </w:r>
      <w:r>
        <w:tab/>
        <w:t>1.013e0</w:t>
      </w:r>
    </w:p>
    <w:p w:rsidR="005B3ED9" w:rsidRDefault="005B3ED9" w:rsidP="005B3ED9">
      <w:r>
        <w:t>199.4332</w:t>
      </w:r>
      <w:r>
        <w:tab/>
        <w:t>1.013e0</w:t>
      </w:r>
    </w:p>
    <w:p w:rsidR="005B3ED9" w:rsidRDefault="005B3ED9" w:rsidP="005B3ED9">
      <w:r>
        <w:t>199.4444</w:t>
      </w:r>
      <w:r>
        <w:tab/>
        <w:t>1.013e0</w:t>
      </w:r>
    </w:p>
    <w:p w:rsidR="005B3ED9" w:rsidRDefault="005B3ED9" w:rsidP="005B3ED9">
      <w:r>
        <w:t>199.4928</w:t>
      </w:r>
      <w:r>
        <w:tab/>
        <w:t>1.013e0</w:t>
      </w:r>
    </w:p>
    <w:p w:rsidR="005B3ED9" w:rsidRDefault="005B3ED9" w:rsidP="005B3ED9">
      <w:r>
        <w:t>199.5002</w:t>
      </w:r>
      <w:r>
        <w:tab/>
        <w:t>1.013e0</w:t>
      </w:r>
    </w:p>
    <w:p w:rsidR="005B3ED9" w:rsidRDefault="005B3ED9" w:rsidP="005B3ED9">
      <w:r>
        <w:t>199.5382</w:t>
      </w:r>
      <w:r>
        <w:tab/>
        <w:t>1.013e0</w:t>
      </w:r>
    </w:p>
    <w:p w:rsidR="005B3ED9" w:rsidRDefault="005B3ED9" w:rsidP="005B3ED9">
      <w:r>
        <w:t>199.5646</w:t>
      </w:r>
      <w:r>
        <w:tab/>
        <w:t>2.025e0</w:t>
      </w:r>
    </w:p>
    <w:p w:rsidR="005B3ED9" w:rsidRDefault="005B3ED9" w:rsidP="005B3ED9">
      <w:r>
        <w:t>199.5764</w:t>
      </w:r>
      <w:r>
        <w:tab/>
        <w:t>1.013e0</w:t>
      </w:r>
    </w:p>
    <w:p w:rsidR="005B3ED9" w:rsidRDefault="005B3ED9" w:rsidP="005B3ED9">
      <w:r>
        <w:t>199.5838</w:t>
      </w:r>
      <w:r>
        <w:tab/>
        <w:t>1.013e0</w:t>
      </w:r>
    </w:p>
    <w:p w:rsidR="005B3ED9" w:rsidRDefault="005B3ED9" w:rsidP="005B3ED9">
      <w:r>
        <w:t>199.6804</w:t>
      </w:r>
      <w:r>
        <w:tab/>
        <w:t>1.013e0</w:t>
      </w:r>
    </w:p>
    <w:p w:rsidR="005B3ED9" w:rsidRDefault="005B3ED9" w:rsidP="005B3ED9">
      <w:r>
        <w:t>199.6955</w:t>
      </w:r>
      <w:r>
        <w:tab/>
        <w:t>1.013e0</w:t>
      </w:r>
    </w:p>
    <w:p w:rsidR="005B3ED9" w:rsidRDefault="005B3ED9" w:rsidP="005B3ED9">
      <w:r>
        <w:t>199.7031</w:t>
      </w:r>
      <w:r>
        <w:tab/>
        <w:t>1.013e0</w:t>
      </w:r>
    </w:p>
    <w:p w:rsidR="005B3ED9" w:rsidRDefault="005B3ED9" w:rsidP="005B3ED9">
      <w:r>
        <w:t>199.7108</w:t>
      </w:r>
      <w:r>
        <w:tab/>
        <w:t>1.013e0</w:t>
      </w:r>
    </w:p>
    <w:p w:rsidR="005B3ED9" w:rsidRDefault="005B3ED9" w:rsidP="005B3ED9">
      <w:r>
        <w:t>199.7603</w:t>
      </w:r>
      <w:r>
        <w:tab/>
        <w:t>1.013e0</w:t>
      </w:r>
    </w:p>
    <w:p w:rsidR="005B3ED9" w:rsidRDefault="005B3ED9" w:rsidP="005B3ED9">
      <w:r>
        <w:lastRenderedPageBreak/>
        <w:t>199.7641</w:t>
      </w:r>
      <w:r>
        <w:tab/>
        <w:t>2.025e0</w:t>
      </w:r>
    </w:p>
    <w:p w:rsidR="005B3ED9" w:rsidRDefault="005B3ED9" w:rsidP="005B3ED9">
      <w:r>
        <w:t>199.8495</w:t>
      </w:r>
      <w:r>
        <w:tab/>
        <w:t>1.013e0</w:t>
      </w:r>
    </w:p>
    <w:p w:rsidR="005B3ED9" w:rsidRDefault="005B3ED9" w:rsidP="005B3ED9">
      <w:r>
        <w:t>199.8989</w:t>
      </w:r>
      <w:r>
        <w:tab/>
        <w:t>1.013e0</w:t>
      </w:r>
    </w:p>
    <w:p w:rsidR="005B3ED9" w:rsidRDefault="005B3ED9" w:rsidP="005B3ED9">
      <w:r>
        <w:t>199.9332</w:t>
      </w:r>
      <w:r>
        <w:tab/>
        <w:t>1.013e0</w:t>
      </w:r>
    </w:p>
    <w:p w:rsidR="005B3ED9" w:rsidRDefault="005B3ED9" w:rsidP="005B3ED9">
      <w:r>
        <w:t>199.9369</w:t>
      </w:r>
      <w:r>
        <w:tab/>
        <w:t>1.013e0</w:t>
      </w:r>
    </w:p>
    <w:p w:rsidR="005B3ED9" w:rsidRDefault="005B3ED9" w:rsidP="005B3ED9">
      <w:r>
        <w:t>199.9796</w:t>
      </w:r>
      <w:r>
        <w:tab/>
        <w:t>2.025e0</w:t>
      </w:r>
    </w:p>
    <w:p w:rsidR="005B3ED9" w:rsidRDefault="005B3ED9" w:rsidP="005B3ED9">
      <w:r>
        <w:t>199.9874</w:t>
      </w:r>
      <w:r>
        <w:tab/>
        <w:t>1.746e1</w:t>
      </w:r>
    </w:p>
    <w:p w:rsidR="005B3ED9" w:rsidRDefault="005B3ED9" w:rsidP="005B3ED9">
      <w:r>
        <w:t>199.9933</w:t>
      </w:r>
      <w:r>
        <w:tab/>
        <w:t>1.316e1</w:t>
      </w:r>
    </w:p>
    <w:p w:rsidR="005B3ED9" w:rsidRDefault="005B3ED9" w:rsidP="005B3ED9">
      <w:r>
        <w:t>200.0017</w:t>
      </w:r>
      <w:r>
        <w:tab/>
        <w:t>7.089e0</w:t>
      </w:r>
    </w:p>
    <w:p w:rsidR="005B3ED9" w:rsidRDefault="005B3ED9" w:rsidP="005B3ED9">
      <w:r>
        <w:t>200.0336</w:t>
      </w:r>
      <w:r>
        <w:tab/>
        <w:t>3.038e0</w:t>
      </w:r>
    </w:p>
    <w:p w:rsidR="005B3ED9" w:rsidRDefault="005B3ED9" w:rsidP="005B3ED9">
      <w:r>
        <w:t>200.0384</w:t>
      </w:r>
      <w:r>
        <w:tab/>
        <w:t>4.051e0</w:t>
      </w:r>
    </w:p>
    <w:p w:rsidR="005B3ED9" w:rsidRDefault="005B3ED9" w:rsidP="005B3ED9">
      <w:r>
        <w:t>200.0414</w:t>
      </w:r>
      <w:r>
        <w:tab/>
        <w:t>3.038e0</w:t>
      </w:r>
    </w:p>
    <w:p w:rsidR="005B3ED9" w:rsidRDefault="005B3ED9" w:rsidP="005B3ED9">
      <w:r>
        <w:t>200.0607</w:t>
      </w:r>
      <w:r>
        <w:tab/>
        <w:t>2.025e0</w:t>
      </w:r>
    </w:p>
    <w:p w:rsidR="005B3ED9" w:rsidRDefault="005B3ED9" w:rsidP="005B3ED9">
      <w:r>
        <w:t>200.0794</w:t>
      </w:r>
      <w:r>
        <w:tab/>
        <w:t>1.013e0</w:t>
      </w:r>
    </w:p>
    <w:p w:rsidR="005B3ED9" w:rsidRDefault="005B3ED9" w:rsidP="005B3ED9">
      <w:r>
        <w:t>200.0986</w:t>
      </w:r>
      <w:r>
        <w:tab/>
        <w:t>1.013e0</w:t>
      </w:r>
    </w:p>
    <w:p w:rsidR="005B3ED9" w:rsidRDefault="005B3ED9" w:rsidP="005B3ED9">
      <w:r>
        <w:t>200.1284</w:t>
      </w:r>
      <w:r>
        <w:tab/>
        <w:t>1.013e0</w:t>
      </w:r>
    </w:p>
    <w:p w:rsidR="005B3ED9" w:rsidRDefault="005B3ED9" w:rsidP="005B3ED9">
      <w:r>
        <w:t>200.1358</w:t>
      </w:r>
      <w:r>
        <w:tab/>
        <w:t>1.013e0</w:t>
      </w:r>
    </w:p>
    <w:p w:rsidR="005B3ED9" w:rsidRDefault="005B3ED9" w:rsidP="005B3ED9">
      <w:r>
        <w:t>200.1489</w:t>
      </w:r>
      <w:r>
        <w:tab/>
        <w:t>2.025e0</w:t>
      </w:r>
    </w:p>
    <w:p w:rsidR="005B3ED9" w:rsidRDefault="005B3ED9" w:rsidP="005B3ED9">
      <w:r>
        <w:t>200.1954</w:t>
      </w:r>
      <w:r>
        <w:tab/>
        <w:t>2.025e0</w:t>
      </w:r>
    </w:p>
    <w:p w:rsidR="005B3ED9" w:rsidRDefault="005B3ED9" w:rsidP="005B3ED9">
      <w:r>
        <w:lastRenderedPageBreak/>
        <w:t>200.2065</w:t>
      </w:r>
      <w:r>
        <w:tab/>
        <w:t>1.013e0</w:t>
      </w:r>
    </w:p>
    <w:p w:rsidR="005B3ED9" w:rsidRDefault="005B3ED9" w:rsidP="005B3ED9">
      <w:r>
        <w:t>200.2255</w:t>
      </w:r>
      <w:r>
        <w:tab/>
        <w:t>1.013e0</w:t>
      </w:r>
    </w:p>
    <w:p w:rsidR="005B3ED9" w:rsidRDefault="005B3ED9" w:rsidP="005B3ED9">
      <w:r>
        <w:t>200.2466</w:t>
      </w:r>
      <w:r>
        <w:tab/>
        <w:t>2.025e0</w:t>
      </w:r>
    </w:p>
    <w:p w:rsidR="005B3ED9" w:rsidRDefault="005B3ED9" w:rsidP="005B3ED9">
      <w:r>
        <w:t>200.2524</w:t>
      </w:r>
      <w:r>
        <w:tab/>
        <w:t>1.013e0</w:t>
      </w:r>
    </w:p>
    <w:p w:rsidR="005B3ED9" w:rsidRDefault="005B3ED9" w:rsidP="005B3ED9">
      <w:r>
        <w:t>200.2601</w:t>
      </w:r>
      <w:r>
        <w:tab/>
        <w:t>1.013e0</w:t>
      </w:r>
    </w:p>
    <w:p w:rsidR="005B3ED9" w:rsidRDefault="005B3ED9" w:rsidP="005B3ED9">
      <w:r>
        <w:t>200.3498</w:t>
      </w:r>
      <w:r>
        <w:tab/>
        <w:t>1.013e0</w:t>
      </w:r>
    </w:p>
    <w:p w:rsidR="005B3ED9" w:rsidRDefault="005B3ED9" w:rsidP="005B3ED9">
      <w:r>
        <w:t>200.3610</w:t>
      </w:r>
      <w:r>
        <w:tab/>
        <w:t>1.013e0</w:t>
      </w:r>
    </w:p>
    <w:p w:rsidR="005B3ED9" w:rsidRDefault="005B3ED9" w:rsidP="005B3ED9">
      <w:r>
        <w:t>200.3628</w:t>
      </w:r>
      <w:r>
        <w:tab/>
        <w:t>2.025e0</w:t>
      </w:r>
    </w:p>
    <w:p w:rsidR="005B3ED9" w:rsidRDefault="005B3ED9" w:rsidP="005B3ED9">
      <w:r>
        <w:t>200.3795</w:t>
      </w:r>
      <w:r>
        <w:tab/>
        <w:t>1.013e0</w:t>
      </w:r>
    </w:p>
    <w:p w:rsidR="005B3ED9" w:rsidRDefault="005B3ED9" w:rsidP="005B3ED9">
      <w:r>
        <w:t>200.3832</w:t>
      </w:r>
      <w:r>
        <w:tab/>
        <w:t>1.013e0</w:t>
      </w:r>
    </w:p>
    <w:p w:rsidR="005B3ED9" w:rsidRDefault="005B3ED9" w:rsidP="005B3ED9">
      <w:r>
        <w:t>200.4294</w:t>
      </w:r>
      <w:r>
        <w:tab/>
        <w:t>1.013e0</w:t>
      </w:r>
    </w:p>
    <w:p w:rsidR="005B3ED9" w:rsidRDefault="005B3ED9" w:rsidP="005B3ED9">
      <w:r>
        <w:t>200.4558</w:t>
      </w:r>
      <w:r>
        <w:tab/>
        <w:t>1.013e0</w:t>
      </w:r>
    </w:p>
    <w:p w:rsidR="005B3ED9" w:rsidRDefault="005B3ED9" w:rsidP="005B3ED9">
      <w:r>
        <w:t>200.4743</w:t>
      </w:r>
      <w:r>
        <w:tab/>
        <w:t>1.013e0</w:t>
      </w:r>
    </w:p>
    <w:p w:rsidR="005B3ED9" w:rsidRDefault="005B3ED9" w:rsidP="005B3ED9">
      <w:r>
        <w:t>200.4818</w:t>
      </w:r>
      <w:r>
        <w:tab/>
        <w:t>1.013e0</w:t>
      </w:r>
    </w:p>
    <w:p w:rsidR="005B3ED9" w:rsidRDefault="005B3ED9" w:rsidP="005B3ED9">
      <w:r>
        <w:t>200.5079</w:t>
      </w:r>
      <w:r>
        <w:tab/>
        <w:t>1.013e0</w:t>
      </w:r>
    </w:p>
    <w:p w:rsidR="005B3ED9" w:rsidRDefault="005B3ED9" w:rsidP="005B3ED9">
      <w:r>
        <w:t>200.5377</w:t>
      </w:r>
      <w:r>
        <w:tab/>
        <w:t>1.013e0</w:t>
      </w:r>
    </w:p>
    <w:p w:rsidR="005B3ED9" w:rsidRDefault="005B3ED9" w:rsidP="005B3ED9">
      <w:r>
        <w:t>200.5526</w:t>
      </w:r>
      <w:r>
        <w:tab/>
        <w:t>2.025e0</w:t>
      </w:r>
    </w:p>
    <w:p w:rsidR="005B3ED9" w:rsidRDefault="005B3ED9" w:rsidP="005B3ED9">
      <w:r>
        <w:t>200.5795</w:t>
      </w:r>
      <w:r>
        <w:tab/>
        <w:t>1.013e0</w:t>
      </w:r>
    </w:p>
    <w:p w:rsidR="005B3ED9" w:rsidRDefault="005B3ED9" w:rsidP="005B3ED9">
      <w:r>
        <w:t>200.5988</w:t>
      </w:r>
      <w:r>
        <w:tab/>
        <w:t>1.013e0</w:t>
      </w:r>
    </w:p>
    <w:p w:rsidR="005B3ED9" w:rsidRDefault="005B3ED9" w:rsidP="005B3ED9">
      <w:r>
        <w:lastRenderedPageBreak/>
        <w:t>200.6026</w:t>
      </w:r>
      <w:r>
        <w:tab/>
        <w:t>1.013e0</w:t>
      </w:r>
    </w:p>
    <w:p w:rsidR="005B3ED9" w:rsidRDefault="005B3ED9" w:rsidP="005B3ED9">
      <w:r>
        <w:t>200.6177</w:t>
      </w:r>
      <w:r>
        <w:tab/>
        <w:t>1.013e0</w:t>
      </w:r>
    </w:p>
    <w:p w:rsidR="005B3ED9" w:rsidRDefault="005B3ED9" w:rsidP="005B3ED9">
      <w:r>
        <w:t>200.6251</w:t>
      </w:r>
      <w:r>
        <w:tab/>
        <w:t>1.013e0</w:t>
      </w:r>
    </w:p>
    <w:p w:rsidR="005B3ED9" w:rsidRDefault="005B3ED9" w:rsidP="005B3ED9">
      <w:r>
        <w:t>200.7242</w:t>
      </w:r>
      <w:r>
        <w:tab/>
        <w:t>2.025e0</w:t>
      </w:r>
    </w:p>
    <w:p w:rsidR="005B3ED9" w:rsidRDefault="005B3ED9" w:rsidP="005B3ED9">
      <w:r>
        <w:t>200.7413</w:t>
      </w:r>
      <w:r>
        <w:tab/>
        <w:t>1.013e0</w:t>
      </w:r>
    </w:p>
    <w:p w:rsidR="005B3ED9" w:rsidRDefault="005B3ED9" w:rsidP="005B3ED9">
      <w:r>
        <w:t>200.7700</w:t>
      </w:r>
      <w:r>
        <w:tab/>
        <w:t>2.025e0</w:t>
      </w:r>
    </w:p>
    <w:p w:rsidR="005B3ED9" w:rsidRDefault="005B3ED9" w:rsidP="005B3ED9">
      <w:r>
        <w:t>200.8131</w:t>
      </w:r>
      <w:r>
        <w:tab/>
        <w:t>1.013e0</w:t>
      </w:r>
    </w:p>
    <w:p w:rsidR="005B3ED9" w:rsidRDefault="005B3ED9" w:rsidP="005B3ED9">
      <w:r>
        <w:t>200.8206</w:t>
      </w:r>
      <w:r>
        <w:tab/>
        <w:t>1.013e0</w:t>
      </w:r>
    </w:p>
    <w:p w:rsidR="005B3ED9" w:rsidRDefault="005B3ED9" w:rsidP="005B3ED9">
      <w:r>
        <w:t>200.8355</w:t>
      </w:r>
      <w:r>
        <w:tab/>
        <w:t>1.013e0</w:t>
      </w:r>
    </w:p>
    <w:p w:rsidR="005B3ED9" w:rsidRDefault="005B3ED9" w:rsidP="005B3ED9">
      <w:r>
        <w:t>200.8467</w:t>
      </w:r>
      <w:r>
        <w:tab/>
        <w:t>1.013e0</w:t>
      </w:r>
    </w:p>
    <w:p w:rsidR="005B3ED9" w:rsidRDefault="005B3ED9" w:rsidP="005B3ED9">
      <w:r>
        <w:t>200.8955</w:t>
      </w:r>
      <w:r>
        <w:tab/>
        <w:t>1.013e0</w:t>
      </w:r>
    </w:p>
    <w:p w:rsidR="005B3ED9" w:rsidRDefault="005B3ED9" w:rsidP="005B3ED9">
      <w:r>
        <w:t>200.8993</w:t>
      </w:r>
      <w:r>
        <w:tab/>
        <w:t>1.013e0</w:t>
      </w:r>
    </w:p>
    <w:p w:rsidR="005B3ED9" w:rsidRDefault="005B3ED9" w:rsidP="005B3ED9">
      <w:r>
        <w:t>200.9071</w:t>
      </w:r>
      <w:r>
        <w:tab/>
        <w:t>1.013e0</w:t>
      </w:r>
    </w:p>
    <w:p w:rsidR="005B3ED9" w:rsidRDefault="005B3ED9" w:rsidP="005B3ED9">
      <w:r>
        <w:t>200.9148</w:t>
      </w:r>
      <w:r>
        <w:tab/>
        <w:t>1.013e0</w:t>
      </w:r>
    </w:p>
    <w:p w:rsidR="005B3ED9" w:rsidRDefault="005B3ED9" w:rsidP="005B3ED9">
      <w:r>
        <w:t>200.9565</w:t>
      </w:r>
      <w:r>
        <w:tab/>
        <w:t>1.013e0</w:t>
      </w:r>
    </w:p>
    <w:p w:rsidR="005B3ED9" w:rsidRDefault="005B3ED9" w:rsidP="005B3ED9">
      <w:r>
        <w:t>200.9788</w:t>
      </w:r>
      <w:r>
        <w:tab/>
        <w:t>1.013e0</w:t>
      </w:r>
    </w:p>
    <w:p w:rsidR="005B3ED9" w:rsidRDefault="005B3ED9" w:rsidP="005B3ED9">
      <w:r>
        <w:t>200.9863</w:t>
      </w:r>
      <w:r>
        <w:tab/>
        <w:t>1.013e0</w:t>
      </w:r>
    </w:p>
    <w:p w:rsidR="005B3ED9" w:rsidRDefault="005B3ED9" w:rsidP="005B3ED9">
      <w:r>
        <w:t>200.9900</w:t>
      </w:r>
      <w:r>
        <w:tab/>
        <w:t>3.038e0</w:t>
      </w:r>
    </w:p>
    <w:p w:rsidR="005B3ED9" w:rsidRDefault="005B3ED9" w:rsidP="005B3ED9">
      <w:r>
        <w:t>200.9975</w:t>
      </w:r>
      <w:r>
        <w:tab/>
        <w:t>1.013e0</w:t>
      </w:r>
    </w:p>
    <w:p w:rsidR="005B3ED9" w:rsidRDefault="005B3ED9" w:rsidP="005B3ED9">
      <w:r>
        <w:lastRenderedPageBreak/>
        <w:t>201.0236</w:t>
      </w:r>
      <w:r>
        <w:tab/>
        <w:t>2.025e0</w:t>
      </w:r>
    </w:p>
    <w:p w:rsidR="005B3ED9" w:rsidRDefault="005B3ED9" w:rsidP="005B3ED9">
      <w:r>
        <w:t>201.0422</w:t>
      </w:r>
      <w:r>
        <w:tab/>
        <w:t>1.013e0</w:t>
      </w:r>
    </w:p>
    <w:p w:rsidR="005B3ED9" w:rsidRDefault="005B3ED9" w:rsidP="005B3ED9">
      <w:r>
        <w:t>201.0459</w:t>
      </w:r>
      <w:r>
        <w:tab/>
        <w:t>1.013e0</w:t>
      </w:r>
    </w:p>
    <w:p w:rsidR="005B3ED9" w:rsidRDefault="005B3ED9" w:rsidP="005B3ED9">
      <w:r>
        <w:t>201.0536</w:t>
      </w:r>
      <w:r>
        <w:tab/>
        <w:t>1.013e0</w:t>
      </w:r>
    </w:p>
    <w:p w:rsidR="005B3ED9" w:rsidRDefault="005B3ED9" w:rsidP="005B3ED9">
      <w:r>
        <w:t>201.0760</w:t>
      </w:r>
      <w:r>
        <w:tab/>
        <w:t>5.063e0</w:t>
      </w:r>
    </w:p>
    <w:p w:rsidR="005B3ED9" w:rsidRDefault="005B3ED9" w:rsidP="005B3ED9">
      <w:r>
        <w:t>201.0787</w:t>
      </w:r>
      <w:r>
        <w:tab/>
        <w:t>2.025e0</w:t>
      </w:r>
    </w:p>
    <w:p w:rsidR="005B3ED9" w:rsidRDefault="005B3ED9" w:rsidP="005B3ED9">
      <w:r>
        <w:t>201.0844</w:t>
      </w:r>
      <w:r>
        <w:tab/>
        <w:t>2.025e0</w:t>
      </w:r>
    </w:p>
    <w:p w:rsidR="005B3ED9" w:rsidRDefault="005B3ED9" w:rsidP="005B3ED9">
      <w:r>
        <w:t>201.1037</w:t>
      </w:r>
      <w:r>
        <w:tab/>
        <w:t>1.013e0</w:t>
      </w:r>
    </w:p>
    <w:p w:rsidR="005B3ED9" w:rsidRDefault="005B3ED9" w:rsidP="005B3ED9">
      <w:r>
        <w:t>201.1111</w:t>
      </w:r>
      <w:r>
        <w:tab/>
        <w:t>1.013e0</w:t>
      </w:r>
    </w:p>
    <w:p w:rsidR="005B3ED9" w:rsidRDefault="005B3ED9" w:rsidP="005B3ED9">
      <w:r>
        <w:t>201.1222</w:t>
      </w:r>
      <w:r>
        <w:tab/>
        <w:t>1.013e0</w:t>
      </w:r>
    </w:p>
    <w:p w:rsidR="005B3ED9" w:rsidRDefault="005B3ED9" w:rsidP="005B3ED9">
      <w:r>
        <w:t>201.1409</w:t>
      </w:r>
      <w:r>
        <w:tab/>
        <w:t>2.025e0</w:t>
      </w:r>
    </w:p>
    <w:p w:rsidR="005B3ED9" w:rsidRDefault="005B3ED9" w:rsidP="005B3ED9">
      <w:r>
        <w:t>201.1483</w:t>
      </w:r>
      <w:r>
        <w:tab/>
        <w:t>1.013e0</w:t>
      </w:r>
    </w:p>
    <w:p w:rsidR="005B3ED9" w:rsidRDefault="005B3ED9" w:rsidP="005B3ED9">
      <w:r>
        <w:t>201.1521</w:t>
      </w:r>
      <w:r>
        <w:tab/>
        <w:t>1.013e0</w:t>
      </w:r>
    </w:p>
    <w:p w:rsidR="005B3ED9" w:rsidRDefault="005B3ED9" w:rsidP="005B3ED9">
      <w:r>
        <w:t>201.1596</w:t>
      </w:r>
      <w:r>
        <w:tab/>
        <w:t>2.025e0</w:t>
      </w:r>
    </w:p>
    <w:p w:rsidR="005B3ED9" w:rsidRDefault="005B3ED9" w:rsidP="005B3ED9">
      <w:r>
        <w:t>201.2196</w:t>
      </w:r>
      <w:r>
        <w:tab/>
        <w:t>1.013e0</w:t>
      </w:r>
    </w:p>
    <w:p w:rsidR="005B3ED9" w:rsidRDefault="005B3ED9" w:rsidP="005B3ED9">
      <w:r>
        <w:t>201.2423</w:t>
      </w:r>
      <w:r>
        <w:tab/>
        <w:t>2.025e0</w:t>
      </w:r>
    </w:p>
    <w:p w:rsidR="005B3ED9" w:rsidRDefault="005B3ED9" w:rsidP="005B3ED9">
      <w:r>
        <w:t>201.2467</w:t>
      </w:r>
      <w:r>
        <w:tab/>
        <w:t>1.013e0</w:t>
      </w:r>
    </w:p>
    <w:p w:rsidR="005B3ED9" w:rsidRDefault="005B3ED9" w:rsidP="005B3ED9">
      <w:r>
        <w:t>201.2695</w:t>
      </w:r>
      <w:r>
        <w:tab/>
        <w:t>1.013e0</w:t>
      </w:r>
    </w:p>
    <w:p w:rsidR="005B3ED9" w:rsidRDefault="005B3ED9" w:rsidP="005B3ED9">
      <w:r>
        <w:t>201.2843</w:t>
      </w:r>
      <w:r>
        <w:tab/>
        <w:t>1.013e0</w:t>
      </w:r>
    </w:p>
    <w:p w:rsidR="005B3ED9" w:rsidRDefault="005B3ED9" w:rsidP="005B3ED9">
      <w:r>
        <w:lastRenderedPageBreak/>
        <w:t>201.3589</w:t>
      </w:r>
      <w:r>
        <w:tab/>
        <w:t>1.013e0</w:t>
      </w:r>
    </w:p>
    <w:p w:rsidR="005B3ED9" w:rsidRDefault="005B3ED9" w:rsidP="005B3ED9">
      <w:r>
        <w:t>201.3780</w:t>
      </w:r>
      <w:r>
        <w:tab/>
        <w:t>1.013e0</w:t>
      </w:r>
    </w:p>
    <w:p w:rsidR="005B3ED9" w:rsidRDefault="005B3ED9" w:rsidP="005B3ED9">
      <w:r>
        <w:t>201.4316</w:t>
      </w:r>
      <w:r>
        <w:tab/>
        <w:t>1.013e0</w:t>
      </w:r>
    </w:p>
    <w:p w:rsidR="005B3ED9" w:rsidRDefault="005B3ED9" w:rsidP="005B3ED9">
      <w:r>
        <w:t>201.4688</w:t>
      </w:r>
      <w:r>
        <w:tab/>
        <w:t>1.013e0</w:t>
      </w:r>
    </w:p>
    <w:p w:rsidR="005B3ED9" w:rsidRDefault="005B3ED9" w:rsidP="005B3ED9">
      <w:r>
        <w:t>201.5061</w:t>
      </w:r>
      <w:r>
        <w:tab/>
        <w:t>1.013e0</w:t>
      </w:r>
    </w:p>
    <w:p w:rsidR="005B3ED9" w:rsidRDefault="005B3ED9" w:rsidP="005B3ED9">
      <w:r>
        <w:t>201.5099</w:t>
      </w:r>
      <w:r>
        <w:tab/>
        <w:t>1.013e0</w:t>
      </w:r>
    </w:p>
    <w:p w:rsidR="005B3ED9" w:rsidRDefault="005B3ED9" w:rsidP="005B3ED9">
      <w:r>
        <w:t>201.5653</w:t>
      </w:r>
      <w:r>
        <w:tab/>
        <w:t>2.025e0</w:t>
      </w:r>
    </w:p>
    <w:p w:rsidR="005B3ED9" w:rsidRDefault="005B3ED9" w:rsidP="005B3ED9">
      <w:r>
        <w:t>201.5750</w:t>
      </w:r>
      <w:r>
        <w:tab/>
        <w:t>2.025e0</w:t>
      </w:r>
    </w:p>
    <w:p w:rsidR="005B3ED9" w:rsidRDefault="005B3ED9" w:rsidP="005B3ED9">
      <w:r>
        <w:t>201.5937</w:t>
      </w:r>
      <w:r>
        <w:tab/>
        <w:t>1.013e0</w:t>
      </w:r>
    </w:p>
    <w:p w:rsidR="005B3ED9" w:rsidRDefault="005B3ED9" w:rsidP="005B3ED9">
      <w:r>
        <w:t>201.6273</w:t>
      </w:r>
      <w:r>
        <w:tab/>
        <w:t>1.013e0</w:t>
      </w:r>
    </w:p>
    <w:p w:rsidR="005B3ED9" w:rsidRDefault="005B3ED9" w:rsidP="005B3ED9">
      <w:r>
        <w:t>201.7144</w:t>
      </w:r>
      <w:r>
        <w:tab/>
        <w:t>1.013e0</w:t>
      </w:r>
    </w:p>
    <w:p w:rsidR="005B3ED9" w:rsidRDefault="005B3ED9" w:rsidP="005B3ED9">
      <w:r>
        <w:t>201.8382</w:t>
      </w:r>
      <w:r>
        <w:tab/>
        <w:t>1.013e0</w:t>
      </w:r>
    </w:p>
    <w:p w:rsidR="005B3ED9" w:rsidRDefault="005B3ED9" w:rsidP="005B3ED9">
      <w:r>
        <w:t>201.9406</w:t>
      </w:r>
      <w:r>
        <w:tab/>
        <w:t>1.013e0</w:t>
      </w:r>
    </w:p>
    <w:p w:rsidR="005B3ED9" w:rsidRDefault="005B3ED9" w:rsidP="005B3ED9">
      <w:r>
        <w:t>202.0009</w:t>
      </w:r>
      <w:r>
        <w:tab/>
        <w:t>1.013e0</w:t>
      </w:r>
    </w:p>
    <w:p w:rsidR="005B3ED9" w:rsidRDefault="005B3ED9" w:rsidP="005B3ED9">
      <w:r>
        <w:t>202.0395</w:t>
      </w:r>
      <w:r>
        <w:tab/>
        <w:t>1.013e0</w:t>
      </w:r>
    </w:p>
    <w:p w:rsidR="005B3ED9" w:rsidRDefault="005B3ED9" w:rsidP="005B3ED9">
      <w:r>
        <w:t>202.0506</w:t>
      </w:r>
      <w:r>
        <w:tab/>
        <w:t>1.013e0</w:t>
      </w:r>
    </w:p>
    <w:p w:rsidR="005B3ED9" w:rsidRDefault="005B3ED9" w:rsidP="005B3ED9">
      <w:r>
        <w:t>202.0581</w:t>
      </w:r>
      <w:r>
        <w:tab/>
        <w:t>1.013e0</w:t>
      </w:r>
    </w:p>
    <w:p w:rsidR="005B3ED9" w:rsidRDefault="005B3ED9" w:rsidP="005B3ED9">
      <w:r>
        <w:t>202.0655</w:t>
      </w:r>
      <w:r>
        <w:tab/>
        <w:t>1.013e0</w:t>
      </w:r>
    </w:p>
    <w:p w:rsidR="005B3ED9" w:rsidRDefault="005B3ED9" w:rsidP="005B3ED9">
      <w:r>
        <w:t>202.0917</w:t>
      </w:r>
      <w:r>
        <w:tab/>
        <w:t>2.025e0</w:t>
      </w:r>
    </w:p>
    <w:p w:rsidR="005B3ED9" w:rsidRDefault="005B3ED9" w:rsidP="005B3ED9">
      <w:r>
        <w:lastRenderedPageBreak/>
        <w:t>202.1066</w:t>
      </w:r>
      <w:r>
        <w:tab/>
        <w:t>1.013e0</w:t>
      </w:r>
    </w:p>
    <w:p w:rsidR="005B3ED9" w:rsidRDefault="005B3ED9" w:rsidP="005B3ED9">
      <w:r>
        <w:t>202.1252</w:t>
      </w:r>
      <w:r>
        <w:tab/>
        <w:t>1.013e0</w:t>
      </w:r>
    </w:p>
    <w:p w:rsidR="005B3ED9" w:rsidRDefault="005B3ED9" w:rsidP="005B3ED9">
      <w:r>
        <w:t>202.1271</w:t>
      </w:r>
      <w:r>
        <w:tab/>
        <w:t>2.025e0</w:t>
      </w:r>
    </w:p>
    <w:p w:rsidR="005B3ED9" w:rsidRDefault="005B3ED9" w:rsidP="005B3ED9">
      <w:r>
        <w:t>202.1404</w:t>
      </w:r>
      <w:r>
        <w:tab/>
        <w:t>1.013e0</w:t>
      </w:r>
    </w:p>
    <w:p w:rsidR="005B3ED9" w:rsidRDefault="005B3ED9" w:rsidP="005B3ED9">
      <w:r>
        <w:t>202.1485</w:t>
      </w:r>
      <w:r>
        <w:tab/>
        <w:t>3.038e0</w:t>
      </w:r>
    </w:p>
    <w:p w:rsidR="005B3ED9" w:rsidRDefault="005B3ED9" w:rsidP="005B3ED9">
      <w:r>
        <w:t>202.1753</w:t>
      </w:r>
      <w:r>
        <w:tab/>
        <w:t>1.013e0</w:t>
      </w:r>
    </w:p>
    <w:p w:rsidR="005B3ED9" w:rsidRDefault="005B3ED9" w:rsidP="005B3ED9">
      <w:r>
        <w:t>202.2504</w:t>
      </w:r>
      <w:r>
        <w:tab/>
        <w:t>1.013e0</w:t>
      </w:r>
    </w:p>
    <w:p w:rsidR="005B3ED9" w:rsidRDefault="005B3ED9" w:rsidP="005B3ED9">
      <w:r>
        <w:t>202.2801</w:t>
      </w:r>
      <w:r>
        <w:tab/>
        <w:t>1.013e0</w:t>
      </w:r>
    </w:p>
    <w:p w:rsidR="005B3ED9" w:rsidRDefault="005B3ED9" w:rsidP="005B3ED9">
      <w:r>
        <w:t>202.3678</w:t>
      </w:r>
      <w:r>
        <w:tab/>
        <w:t>1.013e0</w:t>
      </w:r>
    </w:p>
    <w:p w:rsidR="005B3ED9" w:rsidRDefault="005B3ED9" w:rsidP="005B3ED9">
      <w:r>
        <w:t>202.4053</w:t>
      </w:r>
      <w:r>
        <w:tab/>
        <w:t>1.013e0</w:t>
      </w:r>
    </w:p>
    <w:p w:rsidR="005B3ED9" w:rsidRDefault="005B3ED9" w:rsidP="005B3ED9">
      <w:r>
        <w:t>202.4740</w:t>
      </w:r>
      <w:r>
        <w:tab/>
        <w:t>1.013e0</w:t>
      </w:r>
    </w:p>
    <w:p w:rsidR="005B3ED9" w:rsidRDefault="005B3ED9" w:rsidP="005B3ED9">
      <w:r>
        <w:t>202.4779</w:t>
      </w:r>
      <w:r>
        <w:tab/>
        <w:t>1.013e0</w:t>
      </w:r>
    </w:p>
    <w:p w:rsidR="005B3ED9" w:rsidRDefault="005B3ED9" w:rsidP="005B3ED9">
      <w:r>
        <w:t>202.5116</w:t>
      </w:r>
      <w:r>
        <w:tab/>
        <w:t>3.038e0</w:t>
      </w:r>
    </w:p>
    <w:p w:rsidR="005B3ED9" w:rsidRDefault="005B3ED9" w:rsidP="005B3ED9">
      <w:r>
        <w:t>202.5153</w:t>
      </w:r>
      <w:r>
        <w:tab/>
        <w:t>1.013e0</w:t>
      </w:r>
    </w:p>
    <w:p w:rsidR="005B3ED9" w:rsidRDefault="005B3ED9" w:rsidP="005B3ED9">
      <w:r>
        <w:t>202.5565</w:t>
      </w:r>
      <w:r>
        <w:tab/>
        <w:t>1.013e0</w:t>
      </w:r>
    </w:p>
    <w:p w:rsidR="005B3ED9" w:rsidRDefault="005B3ED9" w:rsidP="005B3ED9">
      <w:r>
        <w:t>202.5732</w:t>
      </w:r>
      <w:r>
        <w:tab/>
        <w:t>2.025e0</w:t>
      </w:r>
    </w:p>
    <w:p w:rsidR="005B3ED9" w:rsidRDefault="005B3ED9" w:rsidP="005B3ED9">
      <w:r>
        <w:t>202.5751</w:t>
      </w:r>
      <w:r>
        <w:tab/>
        <w:t>2.025e0</w:t>
      </w:r>
    </w:p>
    <w:p w:rsidR="005B3ED9" w:rsidRDefault="005B3ED9" w:rsidP="005B3ED9">
      <w:r>
        <w:t>202.5788</w:t>
      </w:r>
      <w:r>
        <w:tab/>
        <w:t>1.013e0</w:t>
      </w:r>
    </w:p>
    <w:p w:rsidR="005B3ED9" w:rsidRDefault="005B3ED9" w:rsidP="005B3ED9">
      <w:r>
        <w:t>202.6040</w:t>
      </w:r>
      <w:r>
        <w:tab/>
        <w:t>2.025e0</w:t>
      </w:r>
    </w:p>
    <w:p w:rsidR="005B3ED9" w:rsidRDefault="005B3ED9" w:rsidP="005B3ED9">
      <w:r>
        <w:lastRenderedPageBreak/>
        <w:t>202.6138</w:t>
      </w:r>
      <w:r>
        <w:tab/>
        <w:t>1.013e0</w:t>
      </w:r>
    </w:p>
    <w:p w:rsidR="005B3ED9" w:rsidRDefault="005B3ED9" w:rsidP="005B3ED9">
      <w:r>
        <w:t>202.6254</w:t>
      </w:r>
      <w:r>
        <w:tab/>
        <w:t>1.013e0</w:t>
      </w:r>
    </w:p>
    <w:p w:rsidR="005B3ED9" w:rsidRDefault="005B3ED9" w:rsidP="005B3ED9">
      <w:r>
        <w:t>202.6367</w:t>
      </w:r>
      <w:r>
        <w:tab/>
        <w:t>1.013e0</w:t>
      </w:r>
    </w:p>
    <w:p w:rsidR="005B3ED9" w:rsidRDefault="005B3ED9" w:rsidP="005B3ED9">
      <w:r>
        <w:t>202.6516</w:t>
      </w:r>
      <w:r>
        <w:tab/>
        <w:t>1.013e0</w:t>
      </w:r>
    </w:p>
    <w:p w:rsidR="005B3ED9" w:rsidRDefault="005B3ED9" w:rsidP="005B3ED9">
      <w:r>
        <w:t>202.6628</w:t>
      </w:r>
      <w:r>
        <w:tab/>
        <w:t>1.013e0</w:t>
      </w:r>
    </w:p>
    <w:p w:rsidR="005B3ED9" w:rsidRDefault="005B3ED9" w:rsidP="005B3ED9">
      <w:r>
        <w:t>202.7077</w:t>
      </w:r>
      <w:r>
        <w:tab/>
        <w:t>1.013e0</w:t>
      </w:r>
    </w:p>
    <w:p w:rsidR="005B3ED9" w:rsidRDefault="005B3ED9" w:rsidP="005B3ED9">
      <w:r>
        <w:t>202.7151</w:t>
      </w:r>
      <w:r>
        <w:tab/>
        <w:t>1.013e0</w:t>
      </w:r>
    </w:p>
    <w:p w:rsidR="005B3ED9" w:rsidRDefault="005B3ED9" w:rsidP="005B3ED9">
      <w:r>
        <w:t>202.7879</w:t>
      </w:r>
      <w:r>
        <w:tab/>
        <w:t>1.013e0</w:t>
      </w:r>
    </w:p>
    <w:p w:rsidR="005B3ED9" w:rsidRDefault="005B3ED9" w:rsidP="005B3ED9">
      <w:r>
        <w:t>202.7992</w:t>
      </w:r>
      <w:r>
        <w:tab/>
        <w:t>2.025e0</w:t>
      </w:r>
    </w:p>
    <w:p w:rsidR="005B3ED9" w:rsidRDefault="005B3ED9" w:rsidP="005B3ED9">
      <w:r>
        <w:t>202.8141</w:t>
      </w:r>
      <w:r>
        <w:tab/>
        <w:t>1.013e0</w:t>
      </w:r>
    </w:p>
    <w:p w:rsidR="005B3ED9" w:rsidRDefault="005B3ED9" w:rsidP="005B3ED9">
      <w:r>
        <w:t>202.8329</w:t>
      </w:r>
      <w:r>
        <w:tab/>
        <w:t>1.013e0</w:t>
      </w:r>
    </w:p>
    <w:p w:rsidR="005B3ED9" w:rsidRDefault="005B3ED9" w:rsidP="005B3ED9">
      <w:r>
        <w:t>202.8478</w:t>
      </w:r>
      <w:r>
        <w:tab/>
        <w:t>1.013e0</w:t>
      </w:r>
    </w:p>
    <w:p w:rsidR="005B3ED9" w:rsidRDefault="005B3ED9" w:rsidP="005B3ED9">
      <w:r>
        <w:t>202.8702</w:t>
      </w:r>
      <w:r>
        <w:tab/>
        <w:t>1.013e0</w:t>
      </w:r>
    </w:p>
    <w:p w:rsidR="005B3ED9" w:rsidRDefault="005B3ED9" w:rsidP="005B3ED9">
      <w:r>
        <w:t>202.9053</w:t>
      </w:r>
      <w:r>
        <w:tab/>
        <w:t>1.013e0</w:t>
      </w:r>
    </w:p>
    <w:p w:rsidR="005B3ED9" w:rsidRDefault="005B3ED9" w:rsidP="005B3ED9">
      <w:r>
        <w:t>202.9430</w:t>
      </w:r>
      <w:r>
        <w:tab/>
        <w:t>1.013e0</w:t>
      </w:r>
    </w:p>
    <w:p w:rsidR="005B3ED9" w:rsidRDefault="005B3ED9" w:rsidP="005B3ED9">
      <w:r>
        <w:t>202.9954</w:t>
      </w:r>
      <w:r>
        <w:tab/>
        <w:t>2.025e0</w:t>
      </w:r>
    </w:p>
    <w:p w:rsidR="005B3ED9" w:rsidRDefault="005B3ED9" w:rsidP="005B3ED9">
      <w:r>
        <w:t>203.0297</w:t>
      </w:r>
      <w:r>
        <w:tab/>
        <w:t>1.013e0</w:t>
      </w:r>
    </w:p>
    <w:p w:rsidR="005B3ED9" w:rsidRDefault="005B3ED9" w:rsidP="005B3ED9">
      <w:r>
        <w:t>203.0531</w:t>
      </w:r>
      <w:r>
        <w:tab/>
        <w:t>1.013e0</w:t>
      </w:r>
    </w:p>
    <w:p w:rsidR="005B3ED9" w:rsidRDefault="005B3ED9" w:rsidP="005B3ED9">
      <w:r>
        <w:t>203.0738</w:t>
      </w:r>
      <w:r>
        <w:tab/>
        <w:t>2.025e0</w:t>
      </w:r>
    </w:p>
    <w:p w:rsidR="005B3ED9" w:rsidRDefault="005B3ED9" w:rsidP="005B3ED9">
      <w:r>
        <w:lastRenderedPageBreak/>
        <w:t>203.1021</w:t>
      </w:r>
      <w:r>
        <w:tab/>
        <w:t>6.076e0</w:t>
      </w:r>
    </w:p>
    <w:p w:rsidR="005B3ED9" w:rsidRDefault="005B3ED9" w:rsidP="005B3ED9">
      <w:r>
        <w:t>203.1094</w:t>
      </w:r>
      <w:r>
        <w:tab/>
        <w:t>8.719e0</w:t>
      </w:r>
    </w:p>
    <w:p w:rsidR="005B3ED9" w:rsidRDefault="005B3ED9" w:rsidP="005B3ED9">
      <w:r>
        <w:t>203.1131</w:t>
      </w:r>
      <w:r>
        <w:tab/>
        <w:t>4.051e0</w:t>
      </w:r>
    </w:p>
    <w:p w:rsidR="005B3ED9" w:rsidRDefault="005B3ED9" w:rsidP="005B3ED9">
      <w:r>
        <w:t>203.1180</w:t>
      </w:r>
      <w:r>
        <w:tab/>
        <w:t>1.066e1</w:t>
      </w:r>
    </w:p>
    <w:p w:rsidR="005B3ED9" w:rsidRDefault="005B3ED9" w:rsidP="005B3ED9">
      <w:r>
        <w:t>203.1430</w:t>
      </w:r>
      <w:r>
        <w:tab/>
        <w:t>1.013e0</w:t>
      </w:r>
    </w:p>
    <w:p w:rsidR="005B3ED9" w:rsidRDefault="005B3ED9" w:rsidP="005B3ED9">
      <w:r>
        <w:t>203.1466</w:t>
      </w:r>
      <w:r>
        <w:tab/>
        <w:t>2.025e0</w:t>
      </w:r>
    </w:p>
    <w:p w:rsidR="005B3ED9" w:rsidRDefault="005B3ED9" w:rsidP="005B3ED9">
      <w:r>
        <w:t>203.1659</w:t>
      </w:r>
      <w:r>
        <w:tab/>
        <w:t>1.013e0</w:t>
      </w:r>
    </w:p>
    <w:p w:rsidR="005B3ED9" w:rsidRDefault="005B3ED9" w:rsidP="005B3ED9">
      <w:r>
        <w:t>203.1893</w:t>
      </w:r>
      <w:r>
        <w:tab/>
        <w:t>1.013e0</w:t>
      </w:r>
    </w:p>
    <w:p w:rsidR="005B3ED9" w:rsidRDefault="005B3ED9" w:rsidP="005B3ED9">
      <w:r>
        <w:t>203.3373</w:t>
      </w:r>
      <w:r>
        <w:tab/>
        <w:t>1.013e0</w:t>
      </w:r>
    </w:p>
    <w:p w:rsidR="005B3ED9" w:rsidRDefault="005B3ED9" w:rsidP="005B3ED9">
      <w:r>
        <w:t>203.3560</w:t>
      </w:r>
      <w:r>
        <w:tab/>
        <w:t>1.013e0</w:t>
      </w:r>
    </w:p>
    <w:p w:rsidR="005B3ED9" w:rsidRDefault="005B3ED9" w:rsidP="005B3ED9">
      <w:r>
        <w:t>203.3710</w:t>
      </w:r>
      <w:r>
        <w:tab/>
        <w:t>1.013e0</w:t>
      </w:r>
    </w:p>
    <w:p w:rsidR="005B3ED9" w:rsidRDefault="005B3ED9" w:rsidP="005B3ED9">
      <w:r>
        <w:t>203.3973</w:t>
      </w:r>
      <w:r>
        <w:tab/>
        <w:t>1.013e0</w:t>
      </w:r>
    </w:p>
    <w:p w:rsidR="005B3ED9" w:rsidRDefault="005B3ED9" w:rsidP="005B3ED9">
      <w:r>
        <w:t>203.4392</w:t>
      </w:r>
      <w:r>
        <w:tab/>
        <w:t>2.025e0</w:t>
      </w:r>
    </w:p>
    <w:p w:rsidR="005B3ED9" w:rsidRDefault="005B3ED9" w:rsidP="005B3ED9">
      <w:r>
        <w:t>203.4925</w:t>
      </w:r>
      <w:r>
        <w:tab/>
        <w:t>1.013e0</w:t>
      </w:r>
    </w:p>
    <w:p w:rsidR="005B3ED9" w:rsidRDefault="005B3ED9" w:rsidP="005B3ED9">
      <w:r>
        <w:t>203.5019</w:t>
      </w:r>
      <w:r>
        <w:tab/>
        <w:t>2.025e0</w:t>
      </w:r>
    </w:p>
    <w:p w:rsidR="005B3ED9" w:rsidRDefault="005B3ED9" w:rsidP="005B3ED9">
      <w:r>
        <w:t>203.5225</w:t>
      </w:r>
      <w:r>
        <w:tab/>
        <w:t>1.013e0</w:t>
      </w:r>
    </w:p>
    <w:p w:rsidR="005B3ED9" w:rsidRDefault="005B3ED9" w:rsidP="005B3ED9">
      <w:r>
        <w:t>203.5984</w:t>
      </w:r>
      <w:r>
        <w:tab/>
        <w:t>1.013e0</w:t>
      </w:r>
    </w:p>
    <w:p w:rsidR="005B3ED9" w:rsidRDefault="005B3ED9" w:rsidP="005B3ED9">
      <w:r>
        <w:t>203.6101</w:t>
      </w:r>
      <w:r>
        <w:tab/>
        <w:t>1.013e0</w:t>
      </w:r>
    </w:p>
    <w:p w:rsidR="005B3ED9" w:rsidRDefault="005B3ED9" w:rsidP="005B3ED9">
      <w:r>
        <w:t>203.6515</w:t>
      </w:r>
      <w:r>
        <w:tab/>
        <w:t>2.025e0</w:t>
      </w:r>
    </w:p>
    <w:p w:rsidR="005B3ED9" w:rsidRDefault="005B3ED9" w:rsidP="005B3ED9">
      <w:r>
        <w:lastRenderedPageBreak/>
        <w:t>203.6552</w:t>
      </w:r>
      <w:r>
        <w:tab/>
        <w:t>1.013e0</w:t>
      </w:r>
    </w:p>
    <w:p w:rsidR="005B3ED9" w:rsidRDefault="005B3ED9" w:rsidP="005B3ED9">
      <w:r>
        <w:t>203.7601</w:t>
      </w:r>
      <w:r>
        <w:tab/>
        <w:t>2.025e0</w:t>
      </w:r>
    </w:p>
    <w:p w:rsidR="005B3ED9" w:rsidRDefault="005B3ED9" w:rsidP="005B3ED9">
      <w:r>
        <w:t>203.8794</w:t>
      </w:r>
      <w:r>
        <w:tab/>
        <w:t>2.025e0</w:t>
      </w:r>
    </w:p>
    <w:p w:rsidR="005B3ED9" w:rsidRDefault="005B3ED9" w:rsidP="005B3ED9">
      <w:r>
        <w:t>203.9097</w:t>
      </w:r>
      <w:r>
        <w:tab/>
        <w:t>1.013e0</w:t>
      </w:r>
    </w:p>
    <w:p w:rsidR="005B3ED9" w:rsidRDefault="005B3ED9" w:rsidP="005B3ED9">
      <w:r>
        <w:t>203.9322</w:t>
      </w:r>
      <w:r>
        <w:tab/>
        <w:t>2.025e0</w:t>
      </w:r>
    </w:p>
    <w:p w:rsidR="005B3ED9" w:rsidRDefault="005B3ED9" w:rsidP="005B3ED9">
      <w:r>
        <w:t>203.9397</w:t>
      </w:r>
      <w:r>
        <w:tab/>
        <w:t>1.013e0</w:t>
      </w:r>
    </w:p>
    <w:p w:rsidR="005B3ED9" w:rsidRDefault="005B3ED9" w:rsidP="005B3ED9">
      <w:r>
        <w:t>203.9547</w:t>
      </w:r>
      <w:r>
        <w:tab/>
        <w:t>1.013e0</w:t>
      </w:r>
    </w:p>
    <w:p w:rsidR="005B3ED9" w:rsidRDefault="005B3ED9" w:rsidP="005B3ED9">
      <w:r>
        <w:t>203.9966</w:t>
      </w:r>
      <w:r>
        <w:tab/>
        <w:t>1.013e0</w:t>
      </w:r>
    </w:p>
    <w:p w:rsidR="005B3ED9" w:rsidRDefault="005B3ED9" w:rsidP="005B3ED9">
      <w:r>
        <w:t>204.0005</w:t>
      </w:r>
      <w:r>
        <w:tab/>
        <w:t>1.013e0</w:t>
      </w:r>
    </w:p>
    <w:p w:rsidR="005B3ED9" w:rsidRDefault="005B3ED9" w:rsidP="005B3ED9">
      <w:r>
        <w:t>204.0023</w:t>
      </w:r>
      <w:r>
        <w:tab/>
        <w:t>4.051e0</w:t>
      </w:r>
    </w:p>
    <w:p w:rsidR="005B3ED9" w:rsidRDefault="005B3ED9" w:rsidP="005B3ED9">
      <w:r>
        <w:t>204.0083</w:t>
      </w:r>
      <w:r>
        <w:tab/>
        <w:t>1.013e0</w:t>
      </w:r>
    </w:p>
    <w:p w:rsidR="005B3ED9" w:rsidRDefault="005B3ED9" w:rsidP="005B3ED9">
      <w:r>
        <w:t>204.0650</w:t>
      </w:r>
      <w:r>
        <w:tab/>
        <w:t>1.013e0</w:t>
      </w:r>
    </w:p>
    <w:p w:rsidR="005B3ED9" w:rsidRDefault="005B3ED9" w:rsidP="005B3ED9">
      <w:r>
        <w:t>204.0913</w:t>
      </w:r>
      <w:r>
        <w:tab/>
        <w:t>1.013e0</w:t>
      </w:r>
    </w:p>
    <w:p w:rsidR="005B3ED9" w:rsidRDefault="005B3ED9" w:rsidP="005B3ED9">
      <w:r>
        <w:t>204.1025</w:t>
      </w:r>
      <w:r>
        <w:tab/>
        <w:t>1.013e0</w:t>
      </w:r>
    </w:p>
    <w:p w:rsidR="005B3ED9" w:rsidRDefault="005B3ED9" w:rsidP="005B3ED9">
      <w:r>
        <w:t>204.1090</w:t>
      </w:r>
      <w:r>
        <w:tab/>
        <w:t>3.038e0</w:t>
      </w:r>
    </w:p>
    <w:p w:rsidR="005B3ED9" w:rsidRDefault="005B3ED9" w:rsidP="005B3ED9">
      <w:r>
        <w:t>204.1161</w:t>
      </w:r>
      <w:r>
        <w:tab/>
        <w:t>2.025e0</w:t>
      </w:r>
    </w:p>
    <w:p w:rsidR="005B3ED9" w:rsidRDefault="005B3ED9" w:rsidP="005B3ED9">
      <w:r>
        <w:t>204.1333</w:t>
      </w:r>
      <w:r>
        <w:tab/>
        <w:t>1.013e0</w:t>
      </w:r>
    </w:p>
    <w:p w:rsidR="005B3ED9" w:rsidRDefault="005B3ED9" w:rsidP="005B3ED9">
      <w:r>
        <w:t>204.1391</w:t>
      </w:r>
      <w:r>
        <w:tab/>
        <w:t>2.025e0</w:t>
      </w:r>
    </w:p>
    <w:p w:rsidR="005B3ED9" w:rsidRDefault="005B3ED9" w:rsidP="005B3ED9">
      <w:r>
        <w:t>204.1680</w:t>
      </w:r>
      <w:r>
        <w:tab/>
        <w:t>2.025e0</w:t>
      </w:r>
    </w:p>
    <w:p w:rsidR="005B3ED9" w:rsidRDefault="005B3ED9" w:rsidP="005B3ED9">
      <w:r>
        <w:lastRenderedPageBreak/>
        <w:t>204.1980</w:t>
      </w:r>
      <w:r>
        <w:tab/>
        <w:t>1.013e0</w:t>
      </w:r>
    </w:p>
    <w:p w:rsidR="005B3ED9" w:rsidRDefault="005B3ED9" w:rsidP="005B3ED9">
      <w:r>
        <w:t>204.2663</w:t>
      </w:r>
      <w:r>
        <w:tab/>
        <w:t>2.025e0</w:t>
      </w:r>
    </w:p>
    <w:p w:rsidR="005B3ED9" w:rsidRDefault="005B3ED9" w:rsidP="005B3ED9">
      <w:r>
        <w:t>204.3384</w:t>
      </w:r>
      <w:r>
        <w:tab/>
        <w:t>1.013e0</w:t>
      </w:r>
    </w:p>
    <w:p w:rsidR="005B3ED9" w:rsidRDefault="005B3ED9" w:rsidP="005B3ED9">
      <w:r>
        <w:t>204.3758</w:t>
      </w:r>
      <w:r>
        <w:tab/>
        <w:t>1.013e0</w:t>
      </w:r>
    </w:p>
    <w:p w:rsidR="005B3ED9" w:rsidRDefault="005B3ED9" w:rsidP="005B3ED9">
      <w:r>
        <w:t>204.4149</w:t>
      </w:r>
      <w:r>
        <w:tab/>
        <w:t>1.013e0</w:t>
      </w:r>
    </w:p>
    <w:p w:rsidR="005B3ED9" w:rsidRDefault="005B3ED9" w:rsidP="005B3ED9">
      <w:r>
        <w:t>204.4488</w:t>
      </w:r>
      <w:r>
        <w:tab/>
        <w:t>1.013e0</w:t>
      </w:r>
    </w:p>
    <w:p w:rsidR="005B3ED9" w:rsidRDefault="005B3ED9" w:rsidP="005B3ED9">
      <w:r>
        <w:t>204.4526</w:t>
      </w:r>
      <w:r>
        <w:tab/>
        <w:t>1.013e0</w:t>
      </w:r>
    </w:p>
    <w:p w:rsidR="005B3ED9" w:rsidRDefault="005B3ED9" w:rsidP="005B3ED9">
      <w:r>
        <w:t>204.4939</w:t>
      </w:r>
      <w:r>
        <w:tab/>
        <w:t>1.013e0</w:t>
      </w:r>
    </w:p>
    <w:p w:rsidR="005B3ED9" w:rsidRDefault="005B3ED9" w:rsidP="005B3ED9">
      <w:r>
        <w:t>204.5167</w:t>
      </w:r>
      <w:r>
        <w:tab/>
        <w:t>1.013e0</w:t>
      </w:r>
    </w:p>
    <w:p w:rsidR="005B3ED9" w:rsidRDefault="005B3ED9" w:rsidP="005B3ED9">
      <w:r>
        <w:t>204.5284</w:t>
      </w:r>
      <w:r>
        <w:tab/>
        <w:t>1.013e0</w:t>
      </w:r>
    </w:p>
    <w:p w:rsidR="005B3ED9" w:rsidRDefault="005B3ED9" w:rsidP="005B3ED9">
      <w:r>
        <w:t>204.5342</w:t>
      </w:r>
      <w:r>
        <w:tab/>
        <w:t>2.025e0</w:t>
      </w:r>
    </w:p>
    <w:p w:rsidR="005B3ED9" w:rsidRDefault="005B3ED9" w:rsidP="005B3ED9">
      <w:r>
        <w:t>204.5557</w:t>
      </w:r>
      <w:r>
        <w:tab/>
        <w:t>1.013e0</w:t>
      </w:r>
    </w:p>
    <w:p w:rsidR="005B3ED9" w:rsidRDefault="005B3ED9" w:rsidP="005B3ED9">
      <w:r>
        <w:t>204.5594</w:t>
      </w:r>
      <w:r>
        <w:tab/>
        <w:t>1.013e0</w:t>
      </w:r>
    </w:p>
    <w:p w:rsidR="005B3ED9" w:rsidRDefault="005B3ED9" w:rsidP="005B3ED9">
      <w:r>
        <w:t>204.5706</w:t>
      </w:r>
      <w:r>
        <w:tab/>
        <w:t>1.013e0</w:t>
      </w:r>
    </w:p>
    <w:p w:rsidR="005B3ED9" w:rsidRDefault="005B3ED9" w:rsidP="005B3ED9">
      <w:r>
        <w:t>204.6420</w:t>
      </w:r>
      <w:r>
        <w:tab/>
        <w:t>1.013e0</w:t>
      </w:r>
    </w:p>
    <w:p w:rsidR="005B3ED9" w:rsidRDefault="005B3ED9" w:rsidP="005B3ED9">
      <w:r>
        <w:t>204.6538</w:t>
      </w:r>
      <w:r>
        <w:tab/>
        <w:t>1.013e0</w:t>
      </w:r>
    </w:p>
    <w:p w:rsidR="005B3ED9" w:rsidRDefault="005B3ED9" w:rsidP="005B3ED9">
      <w:r>
        <w:t>204.7036</w:t>
      </w:r>
      <w:r>
        <w:tab/>
        <w:t>1.013e0</w:t>
      </w:r>
    </w:p>
    <w:p w:rsidR="005B3ED9" w:rsidRDefault="005B3ED9" w:rsidP="005B3ED9">
      <w:r>
        <w:t>204.7224</w:t>
      </w:r>
      <w:r>
        <w:tab/>
        <w:t>1.013e0</w:t>
      </w:r>
    </w:p>
    <w:p w:rsidR="005B3ED9" w:rsidRDefault="005B3ED9" w:rsidP="005B3ED9">
      <w:r>
        <w:t>204.7299</w:t>
      </w:r>
      <w:r>
        <w:tab/>
        <w:t>1.013e0</w:t>
      </w:r>
    </w:p>
    <w:p w:rsidR="005B3ED9" w:rsidRDefault="005B3ED9" w:rsidP="005B3ED9">
      <w:r>
        <w:lastRenderedPageBreak/>
        <w:t>204.7374</w:t>
      </w:r>
      <w:r>
        <w:tab/>
        <w:t>1.013e0</w:t>
      </w:r>
    </w:p>
    <w:p w:rsidR="005B3ED9" w:rsidRDefault="005B3ED9" w:rsidP="005B3ED9">
      <w:r>
        <w:t>204.7674</w:t>
      </w:r>
      <w:r>
        <w:tab/>
        <w:t>1.013e0</w:t>
      </w:r>
    </w:p>
    <w:p w:rsidR="005B3ED9" w:rsidRDefault="005B3ED9" w:rsidP="005B3ED9">
      <w:r>
        <w:t>204.7870</w:t>
      </w:r>
      <w:r>
        <w:tab/>
        <w:t>1.013e0</w:t>
      </w:r>
    </w:p>
    <w:p w:rsidR="005B3ED9" w:rsidRDefault="005B3ED9" w:rsidP="005B3ED9">
      <w:r>
        <w:t>204.8105</w:t>
      </w:r>
      <w:r>
        <w:tab/>
        <w:t>1.013e0</w:t>
      </w:r>
    </w:p>
    <w:p w:rsidR="005B3ED9" w:rsidRDefault="005B3ED9" w:rsidP="005B3ED9">
      <w:r>
        <w:t>204.8517</w:t>
      </w:r>
      <w:r>
        <w:tab/>
        <w:t>1.013e0</w:t>
      </w:r>
    </w:p>
    <w:p w:rsidR="005B3ED9" w:rsidRDefault="005B3ED9" w:rsidP="005B3ED9">
      <w:r>
        <w:t>204.8554</w:t>
      </w:r>
      <w:r>
        <w:tab/>
        <w:t>1.013e0</w:t>
      </w:r>
    </w:p>
    <w:p w:rsidR="005B3ED9" w:rsidRDefault="005B3ED9" w:rsidP="005B3ED9">
      <w:r>
        <w:t>204.9473</w:t>
      </w:r>
      <w:r>
        <w:tab/>
        <w:t>2.025e0</w:t>
      </w:r>
    </w:p>
    <w:p w:rsidR="005B3ED9" w:rsidRDefault="005B3ED9" w:rsidP="005B3ED9">
      <w:r>
        <w:t>205.0151</w:t>
      </w:r>
      <w:r>
        <w:tab/>
        <w:t>4.051e0</w:t>
      </w:r>
    </w:p>
    <w:p w:rsidR="005B3ED9" w:rsidRDefault="005B3ED9" w:rsidP="005B3ED9">
      <w:r>
        <w:t>205.0187</w:t>
      </w:r>
      <w:r>
        <w:tab/>
        <w:t>3.038e0</w:t>
      </w:r>
    </w:p>
    <w:p w:rsidR="005B3ED9" w:rsidRDefault="005B3ED9" w:rsidP="005B3ED9">
      <w:r>
        <w:t>205.0654</w:t>
      </w:r>
      <w:r>
        <w:tab/>
        <w:t>1.013e0</w:t>
      </w:r>
    </w:p>
    <w:p w:rsidR="005B3ED9" w:rsidRDefault="005B3ED9" w:rsidP="005B3ED9">
      <w:r>
        <w:t>205.0804</w:t>
      </w:r>
      <w:r>
        <w:tab/>
        <w:t>2.025e0</w:t>
      </w:r>
    </w:p>
    <w:p w:rsidR="005B3ED9" w:rsidRDefault="005B3ED9" w:rsidP="005B3ED9">
      <w:r>
        <w:t>205.0916</w:t>
      </w:r>
      <w:r>
        <w:tab/>
        <w:t>2.025e0</w:t>
      </w:r>
    </w:p>
    <w:p w:rsidR="005B3ED9" w:rsidRDefault="005B3ED9" w:rsidP="005B3ED9">
      <w:r>
        <w:t>205.0953</w:t>
      </w:r>
      <w:r>
        <w:tab/>
        <w:t>1.013e0</w:t>
      </w:r>
    </w:p>
    <w:p w:rsidR="005B3ED9" w:rsidRDefault="005B3ED9" w:rsidP="005B3ED9">
      <w:r>
        <w:t>205.1179</w:t>
      </w:r>
      <w:r>
        <w:tab/>
        <w:t>1.013e0</w:t>
      </w:r>
    </w:p>
    <w:p w:rsidR="005B3ED9" w:rsidRDefault="005B3ED9" w:rsidP="005B3ED9">
      <w:r>
        <w:t>205.1217</w:t>
      </w:r>
      <w:r>
        <w:tab/>
        <w:t>1.013e0</w:t>
      </w:r>
    </w:p>
    <w:p w:rsidR="005B3ED9" w:rsidRDefault="005B3ED9" w:rsidP="005B3ED9">
      <w:r>
        <w:t>205.1329</w:t>
      </w:r>
      <w:r>
        <w:tab/>
        <w:t>1.013e0</w:t>
      </w:r>
    </w:p>
    <w:p w:rsidR="005B3ED9" w:rsidRDefault="005B3ED9" w:rsidP="005B3ED9">
      <w:r>
        <w:t>205.1493</w:t>
      </w:r>
      <w:r>
        <w:tab/>
        <w:t>3.038e0</w:t>
      </w:r>
    </w:p>
    <w:p w:rsidR="005B3ED9" w:rsidRDefault="005B3ED9" w:rsidP="005B3ED9">
      <w:r>
        <w:t>205.1596</w:t>
      </w:r>
      <w:r>
        <w:tab/>
        <w:t>1.013e0</w:t>
      </w:r>
    </w:p>
    <w:p w:rsidR="005B3ED9" w:rsidRDefault="005B3ED9" w:rsidP="005B3ED9">
      <w:r>
        <w:t>205.1635</w:t>
      </w:r>
      <w:r>
        <w:tab/>
        <w:t>1.013e0</w:t>
      </w:r>
    </w:p>
    <w:p w:rsidR="005B3ED9" w:rsidRDefault="005B3ED9" w:rsidP="005B3ED9">
      <w:r>
        <w:lastRenderedPageBreak/>
        <w:t>205.1674</w:t>
      </w:r>
      <w:r>
        <w:tab/>
        <w:t>1.013e0</w:t>
      </w:r>
    </w:p>
    <w:p w:rsidR="005B3ED9" w:rsidRDefault="005B3ED9" w:rsidP="005B3ED9">
      <w:r>
        <w:t>205.1908</w:t>
      </w:r>
      <w:r>
        <w:tab/>
        <w:t>2.025e0</w:t>
      </w:r>
    </w:p>
    <w:p w:rsidR="005B3ED9" w:rsidRDefault="005B3ED9" w:rsidP="005B3ED9">
      <w:r>
        <w:t>205.2285</w:t>
      </w:r>
      <w:r>
        <w:tab/>
        <w:t>1.013e0</w:t>
      </w:r>
    </w:p>
    <w:p w:rsidR="005B3ED9" w:rsidRDefault="005B3ED9" w:rsidP="005B3ED9">
      <w:r>
        <w:t>205.2323</w:t>
      </w:r>
      <w:r>
        <w:tab/>
        <w:t>1.013e0</w:t>
      </w:r>
    </w:p>
    <w:p w:rsidR="005B3ED9" w:rsidRDefault="005B3ED9" w:rsidP="005B3ED9">
      <w:r>
        <w:t>205.3010</w:t>
      </w:r>
      <w:r>
        <w:tab/>
        <w:t>1.013e0</w:t>
      </w:r>
    </w:p>
    <w:p w:rsidR="005B3ED9" w:rsidRDefault="005B3ED9" w:rsidP="005B3ED9">
      <w:r>
        <w:t>205.3879</w:t>
      </w:r>
      <w:r>
        <w:tab/>
        <w:t>1.013e0</w:t>
      </w:r>
    </w:p>
    <w:p w:rsidR="005B3ED9" w:rsidRDefault="005B3ED9" w:rsidP="005B3ED9">
      <w:r>
        <w:t>205.3992</w:t>
      </w:r>
      <w:r>
        <w:tab/>
        <w:t>1.013e0</w:t>
      </w:r>
    </w:p>
    <w:p w:rsidR="005B3ED9" w:rsidRDefault="005B3ED9" w:rsidP="005B3ED9">
      <w:r>
        <w:t>205.4265</w:t>
      </w:r>
      <w:r>
        <w:tab/>
        <w:t>2.025e0</w:t>
      </w:r>
    </w:p>
    <w:p w:rsidR="005B3ED9" w:rsidRDefault="005B3ED9" w:rsidP="005B3ED9">
      <w:r>
        <w:t>205.4345</w:t>
      </w:r>
      <w:r>
        <w:tab/>
        <w:t>1.013e0</w:t>
      </w:r>
    </w:p>
    <w:p w:rsidR="005B3ED9" w:rsidRDefault="005B3ED9" w:rsidP="005B3ED9">
      <w:r>
        <w:t>205.4458</w:t>
      </w:r>
      <w:r>
        <w:tab/>
        <w:t>2.025e0</w:t>
      </w:r>
    </w:p>
    <w:p w:rsidR="005B3ED9" w:rsidRDefault="005B3ED9" w:rsidP="005B3ED9">
      <w:r>
        <w:t>205.4648</w:t>
      </w:r>
      <w:r>
        <w:tab/>
        <w:t>1.013e0</w:t>
      </w:r>
    </w:p>
    <w:p w:rsidR="005B3ED9" w:rsidRDefault="005B3ED9" w:rsidP="005B3ED9">
      <w:r>
        <w:t>205.5099</w:t>
      </w:r>
      <w:r>
        <w:tab/>
        <w:t>1.013e0</w:t>
      </w:r>
    </w:p>
    <w:p w:rsidR="005B3ED9" w:rsidRDefault="005B3ED9" w:rsidP="005B3ED9">
      <w:r>
        <w:t>205.5642</w:t>
      </w:r>
      <w:r>
        <w:tab/>
        <w:t>1.013e0</w:t>
      </w:r>
    </w:p>
    <w:p w:rsidR="005B3ED9" w:rsidRDefault="005B3ED9" w:rsidP="005B3ED9">
      <w:r>
        <w:t>205.5980</w:t>
      </w:r>
      <w:r>
        <w:tab/>
        <w:t>1.013e0</w:t>
      </w:r>
    </w:p>
    <w:p w:rsidR="005B3ED9" w:rsidRDefault="005B3ED9" w:rsidP="005B3ED9">
      <w:r>
        <w:t>205.6262</w:t>
      </w:r>
      <w:r>
        <w:tab/>
        <w:t>2.025e0</w:t>
      </w:r>
    </w:p>
    <w:p w:rsidR="005B3ED9" w:rsidRDefault="005B3ED9" w:rsidP="005B3ED9">
      <w:r>
        <w:t>205.6469</w:t>
      </w:r>
      <w:r>
        <w:tab/>
        <w:t>1.013e0</w:t>
      </w:r>
    </w:p>
    <w:p w:rsidR="005B3ED9" w:rsidRDefault="005B3ED9" w:rsidP="005B3ED9">
      <w:r>
        <w:t>205.6975</w:t>
      </w:r>
      <w:r>
        <w:tab/>
        <w:t>2.025e0</w:t>
      </w:r>
    </w:p>
    <w:p w:rsidR="005B3ED9" w:rsidRDefault="005B3ED9" w:rsidP="005B3ED9">
      <w:r>
        <w:t>205.7444</w:t>
      </w:r>
      <w:r>
        <w:tab/>
        <w:t>2.025e0</w:t>
      </w:r>
    </w:p>
    <w:p w:rsidR="005B3ED9" w:rsidRDefault="005B3ED9" w:rsidP="005B3ED9">
      <w:r>
        <w:t>205.7650</w:t>
      </w:r>
      <w:r>
        <w:tab/>
        <w:t>1.013e0</w:t>
      </w:r>
    </w:p>
    <w:p w:rsidR="005B3ED9" w:rsidRDefault="005B3ED9" w:rsidP="005B3ED9">
      <w:r>
        <w:lastRenderedPageBreak/>
        <w:t>205.7767</w:t>
      </w:r>
      <w:r>
        <w:tab/>
        <w:t>1.013e0</w:t>
      </w:r>
    </w:p>
    <w:p w:rsidR="005B3ED9" w:rsidRDefault="005B3ED9" w:rsidP="005B3ED9">
      <w:r>
        <w:t>205.7806</w:t>
      </w:r>
      <w:r>
        <w:tab/>
        <w:t>1.013e0</w:t>
      </w:r>
    </w:p>
    <w:p w:rsidR="005B3ED9" w:rsidRDefault="005B3ED9" w:rsidP="005B3ED9">
      <w:r>
        <w:t>205.7885</w:t>
      </w:r>
      <w:r>
        <w:tab/>
        <w:t>1.013e0</w:t>
      </w:r>
    </w:p>
    <w:p w:rsidR="005B3ED9" w:rsidRDefault="005B3ED9" w:rsidP="005B3ED9">
      <w:r>
        <w:t>205.7964</w:t>
      </w:r>
      <w:r>
        <w:tab/>
        <w:t>1.013e0</w:t>
      </w:r>
    </w:p>
    <w:p w:rsidR="005B3ED9" w:rsidRDefault="005B3ED9" w:rsidP="005B3ED9">
      <w:r>
        <w:t>205.8987</w:t>
      </w:r>
      <w:r>
        <w:tab/>
        <w:t>1.013e0</w:t>
      </w:r>
    </w:p>
    <w:p w:rsidR="005B3ED9" w:rsidRDefault="005B3ED9" w:rsidP="005B3ED9">
      <w:r>
        <w:t>205.9026</w:t>
      </w:r>
      <w:r>
        <w:tab/>
        <w:t>1.013e0</w:t>
      </w:r>
    </w:p>
    <w:p w:rsidR="005B3ED9" w:rsidRDefault="005B3ED9" w:rsidP="005B3ED9">
      <w:r>
        <w:t>205.9223</w:t>
      </w:r>
      <w:r>
        <w:tab/>
        <w:t>1.013e0</w:t>
      </w:r>
    </w:p>
    <w:p w:rsidR="005B3ED9" w:rsidRDefault="005B3ED9" w:rsidP="005B3ED9">
      <w:r>
        <w:t>205.9415</w:t>
      </w:r>
      <w:r>
        <w:tab/>
        <w:t>1.013e0</w:t>
      </w:r>
    </w:p>
    <w:p w:rsidR="005B3ED9" w:rsidRDefault="005B3ED9" w:rsidP="005B3ED9">
      <w:r>
        <w:t>206.0090</w:t>
      </w:r>
      <w:r>
        <w:tab/>
        <w:t>1.013e0</w:t>
      </w:r>
    </w:p>
    <w:p w:rsidR="005B3ED9" w:rsidRDefault="005B3ED9" w:rsidP="005B3ED9">
      <w:r>
        <w:t>206.0169</w:t>
      </w:r>
      <w:r>
        <w:tab/>
        <w:t>1.013e0</w:t>
      </w:r>
    </w:p>
    <w:p w:rsidR="005B3ED9" w:rsidRDefault="005B3ED9" w:rsidP="005B3ED9">
      <w:r>
        <w:t>206.0287</w:t>
      </w:r>
      <w:r>
        <w:tab/>
        <w:t>1.013e0</w:t>
      </w:r>
    </w:p>
    <w:p w:rsidR="005B3ED9" w:rsidRDefault="005B3ED9" w:rsidP="005B3ED9">
      <w:r>
        <w:t>206.0598</w:t>
      </w:r>
      <w:r>
        <w:tab/>
        <w:t>1.013e0</w:t>
      </w:r>
    </w:p>
    <w:p w:rsidR="005B3ED9" w:rsidRDefault="005B3ED9" w:rsidP="005B3ED9">
      <w:r>
        <w:t>206.0654</w:t>
      </w:r>
      <w:r>
        <w:tab/>
        <w:t>2.025e0</w:t>
      </w:r>
    </w:p>
    <w:p w:rsidR="005B3ED9" w:rsidRDefault="005B3ED9" w:rsidP="005B3ED9">
      <w:r>
        <w:t>206.0918</w:t>
      </w:r>
      <w:r>
        <w:tab/>
        <w:t>2.025e0</w:t>
      </w:r>
    </w:p>
    <w:p w:rsidR="005B3ED9" w:rsidRDefault="005B3ED9" w:rsidP="005B3ED9">
      <w:r>
        <w:t>206.1020</w:t>
      </w:r>
      <w:r>
        <w:tab/>
        <w:t>7.089e0</w:t>
      </w:r>
    </w:p>
    <w:p w:rsidR="005B3ED9" w:rsidRDefault="005B3ED9" w:rsidP="005B3ED9">
      <w:r>
        <w:t>206.1035</w:t>
      </w:r>
      <w:r>
        <w:tab/>
        <w:t>1.215e1</w:t>
      </w:r>
    </w:p>
    <w:p w:rsidR="005B3ED9" w:rsidRDefault="005B3ED9" w:rsidP="005B3ED9">
      <w:r>
        <w:t>206.1049</w:t>
      </w:r>
      <w:r>
        <w:tab/>
        <w:t>6.076e0</w:t>
      </w:r>
    </w:p>
    <w:p w:rsidR="005B3ED9" w:rsidRDefault="005B3ED9" w:rsidP="005B3ED9">
      <w:r>
        <w:t>206.1200</w:t>
      </w:r>
      <w:r>
        <w:tab/>
        <w:t>3.038e0</w:t>
      </w:r>
    </w:p>
    <w:p w:rsidR="005B3ED9" w:rsidRDefault="005B3ED9" w:rsidP="005B3ED9">
      <w:r>
        <w:t>206.1335</w:t>
      </w:r>
      <w:r>
        <w:tab/>
        <w:t>2.025e0</w:t>
      </w:r>
    </w:p>
    <w:p w:rsidR="005B3ED9" w:rsidRDefault="005B3ED9" w:rsidP="005B3ED9">
      <w:r>
        <w:lastRenderedPageBreak/>
        <w:t>206.1390</w:t>
      </w:r>
      <w:r>
        <w:tab/>
        <w:t>1.013e0</w:t>
      </w:r>
    </w:p>
    <w:p w:rsidR="005B3ED9" w:rsidRDefault="005B3ED9" w:rsidP="005B3ED9">
      <w:r>
        <w:t>206.1607</w:t>
      </w:r>
      <w:r>
        <w:tab/>
        <w:t>3.038e0</w:t>
      </w:r>
    </w:p>
    <w:p w:rsidR="005B3ED9" w:rsidRDefault="005B3ED9" w:rsidP="005B3ED9">
      <w:r>
        <w:t>206.1626</w:t>
      </w:r>
      <w:r>
        <w:tab/>
        <w:t>1.013e0</w:t>
      </w:r>
    </w:p>
    <w:p w:rsidR="005B3ED9" w:rsidRDefault="005B3ED9" w:rsidP="005B3ED9">
      <w:r>
        <w:t>206.1666</w:t>
      </w:r>
      <w:r>
        <w:tab/>
        <w:t>1.013e0</w:t>
      </w:r>
    </w:p>
    <w:p w:rsidR="005B3ED9" w:rsidRDefault="005B3ED9" w:rsidP="005B3ED9">
      <w:r>
        <w:t>206.2888</w:t>
      </w:r>
      <w:r>
        <w:tab/>
        <w:t>1.013e0</w:t>
      </w:r>
    </w:p>
    <w:p w:rsidR="005B3ED9" w:rsidRDefault="005B3ED9" w:rsidP="005B3ED9">
      <w:r>
        <w:t>206.3265</w:t>
      </w:r>
      <w:r>
        <w:tab/>
        <w:t>1.013e0</w:t>
      </w:r>
    </w:p>
    <w:p w:rsidR="005B3ED9" w:rsidRDefault="005B3ED9" w:rsidP="005B3ED9">
      <w:r>
        <w:t>206.3795</w:t>
      </w:r>
      <w:r>
        <w:tab/>
        <w:t>1.013e0</w:t>
      </w:r>
    </w:p>
    <w:p w:rsidR="005B3ED9" w:rsidRDefault="005B3ED9" w:rsidP="005B3ED9">
      <w:r>
        <w:t>206.4149</w:t>
      </w:r>
      <w:r>
        <w:tab/>
        <w:t>1.013e0</w:t>
      </w:r>
    </w:p>
    <w:p w:rsidR="005B3ED9" w:rsidRDefault="005B3ED9" w:rsidP="005B3ED9">
      <w:r>
        <w:t>206.4223</w:t>
      </w:r>
      <w:r>
        <w:tab/>
        <w:t>1.013e0</w:t>
      </w:r>
    </w:p>
    <w:p w:rsidR="005B3ED9" w:rsidRDefault="005B3ED9" w:rsidP="005B3ED9">
      <w:r>
        <w:t>206.4449</w:t>
      </w:r>
      <w:r>
        <w:tab/>
        <w:t>1.013e0</w:t>
      </w:r>
    </w:p>
    <w:p w:rsidR="005B3ED9" w:rsidRDefault="005B3ED9" w:rsidP="005B3ED9">
      <w:r>
        <w:t>206.4524</w:t>
      </w:r>
      <w:r>
        <w:tab/>
        <w:t>1.013e0</w:t>
      </w:r>
    </w:p>
    <w:p w:rsidR="005B3ED9" w:rsidRDefault="005B3ED9" w:rsidP="005B3ED9">
      <w:r>
        <w:t>206.4787</w:t>
      </w:r>
      <w:r>
        <w:tab/>
        <w:t>1.013e0</w:t>
      </w:r>
    </w:p>
    <w:p w:rsidR="005B3ED9" w:rsidRDefault="005B3ED9" w:rsidP="005B3ED9">
      <w:r>
        <w:t>206.5058</w:t>
      </w:r>
      <w:r>
        <w:tab/>
        <w:t>1.013e0</w:t>
      </w:r>
    </w:p>
    <w:p w:rsidR="005B3ED9" w:rsidRDefault="005B3ED9" w:rsidP="005B3ED9">
      <w:r>
        <w:t>206.5444</w:t>
      </w:r>
      <w:r>
        <w:tab/>
        <w:t>1.013e0</w:t>
      </w:r>
    </w:p>
    <w:p w:rsidR="005B3ED9" w:rsidRDefault="005B3ED9" w:rsidP="005B3ED9">
      <w:r>
        <w:t>206.5746</w:t>
      </w:r>
      <w:r>
        <w:tab/>
        <w:t>1.013e0</w:t>
      </w:r>
    </w:p>
    <w:p w:rsidR="005B3ED9" w:rsidRDefault="005B3ED9" w:rsidP="005B3ED9">
      <w:r>
        <w:t>206.5821</w:t>
      </w:r>
      <w:r>
        <w:tab/>
        <w:t>3.038e0</w:t>
      </w:r>
    </w:p>
    <w:p w:rsidR="005B3ED9" w:rsidRDefault="005B3ED9" w:rsidP="005B3ED9">
      <w:r>
        <w:t>206.6187</w:t>
      </w:r>
      <w:r>
        <w:tab/>
        <w:t>2.025e0</w:t>
      </w:r>
    </w:p>
    <w:p w:rsidR="005B3ED9" w:rsidRDefault="005B3ED9" w:rsidP="005B3ED9">
      <w:r>
        <w:t>206.7467</w:t>
      </w:r>
      <w:r>
        <w:tab/>
        <w:t>1.013e0</w:t>
      </w:r>
    </w:p>
    <w:p w:rsidR="005B3ED9" w:rsidRDefault="005B3ED9" w:rsidP="005B3ED9">
      <w:r>
        <w:t>206.7775</w:t>
      </w:r>
      <w:r>
        <w:tab/>
        <w:t>1.013e0</w:t>
      </w:r>
    </w:p>
    <w:p w:rsidR="005B3ED9" w:rsidRDefault="005B3ED9" w:rsidP="005B3ED9">
      <w:r>
        <w:lastRenderedPageBreak/>
        <w:t>206.8400</w:t>
      </w:r>
      <w:r>
        <w:tab/>
        <w:t>2.025e0</w:t>
      </w:r>
    </w:p>
    <w:p w:rsidR="005B3ED9" w:rsidRDefault="005B3ED9" w:rsidP="005B3ED9">
      <w:r>
        <w:t>206.8534</w:t>
      </w:r>
      <w:r>
        <w:tab/>
        <w:t>1.013e0</w:t>
      </w:r>
    </w:p>
    <w:p w:rsidR="005B3ED9" w:rsidRDefault="005B3ED9" w:rsidP="005B3ED9">
      <w:r>
        <w:t>206.8692</w:t>
      </w:r>
      <w:r>
        <w:tab/>
        <w:t>1.013e0</w:t>
      </w:r>
    </w:p>
    <w:p w:rsidR="005B3ED9" w:rsidRDefault="005B3ED9" w:rsidP="005B3ED9">
      <w:r>
        <w:t>206.8732</w:t>
      </w:r>
      <w:r>
        <w:tab/>
        <w:t>1.013e0</w:t>
      </w:r>
    </w:p>
    <w:p w:rsidR="005B3ED9" w:rsidRDefault="005B3ED9" w:rsidP="005B3ED9">
      <w:r>
        <w:t>206.8772</w:t>
      </w:r>
      <w:r>
        <w:tab/>
        <w:t>1.013e0</w:t>
      </w:r>
    </w:p>
    <w:p w:rsidR="005B3ED9" w:rsidRDefault="005B3ED9" w:rsidP="005B3ED9">
      <w:r>
        <w:t>206.8997</w:t>
      </w:r>
      <w:r>
        <w:tab/>
        <w:t>1.013e0</w:t>
      </w:r>
    </w:p>
    <w:p w:rsidR="005B3ED9" w:rsidRDefault="005B3ED9" w:rsidP="005B3ED9">
      <w:r>
        <w:t>206.9110</w:t>
      </w:r>
      <w:r>
        <w:tab/>
        <w:t>1.013e0</w:t>
      </w:r>
    </w:p>
    <w:p w:rsidR="005B3ED9" w:rsidRDefault="005B3ED9" w:rsidP="005B3ED9">
      <w:r>
        <w:t>206.9148</w:t>
      </w:r>
      <w:r>
        <w:tab/>
        <w:t>1.013e0</w:t>
      </w:r>
    </w:p>
    <w:p w:rsidR="005B3ED9" w:rsidRDefault="005B3ED9" w:rsidP="005B3ED9">
      <w:r>
        <w:t>206.9374</w:t>
      </w:r>
      <w:r>
        <w:tab/>
        <w:t>1.013e0</w:t>
      </w:r>
    </w:p>
    <w:p w:rsidR="005B3ED9" w:rsidRDefault="005B3ED9" w:rsidP="005B3ED9">
      <w:r>
        <w:t>206.9760</w:t>
      </w:r>
      <w:r>
        <w:tab/>
        <w:t>1.013e0</w:t>
      </w:r>
    </w:p>
    <w:p w:rsidR="005B3ED9" w:rsidRDefault="005B3ED9" w:rsidP="005B3ED9">
      <w:r>
        <w:t>206.9995</w:t>
      </w:r>
      <w:r>
        <w:tab/>
        <w:t>1.013e0</w:t>
      </w:r>
    </w:p>
    <w:p w:rsidR="005B3ED9" w:rsidRDefault="005B3ED9" w:rsidP="005B3ED9">
      <w:r>
        <w:t>207.0069</w:t>
      </w:r>
      <w:r>
        <w:tab/>
        <w:t>1.013e0</w:t>
      </w:r>
    </w:p>
    <w:p w:rsidR="005B3ED9" w:rsidRDefault="005B3ED9" w:rsidP="005B3ED9">
      <w:r>
        <w:t>207.0107</w:t>
      </w:r>
      <w:r>
        <w:tab/>
        <w:t>1.013e0</w:t>
      </w:r>
    </w:p>
    <w:p w:rsidR="005B3ED9" w:rsidRDefault="005B3ED9" w:rsidP="005B3ED9">
      <w:r>
        <w:t>207.0267</w:t>
      </w:r>
      <w:r>
        <w:tab/>
        <w:t>3.038e0</w:t>
      </w:r>
    </w:p>
    <w:p w:rsidR="005B3ED9" w:rsidRDefault="005B3ED9" w:rsidP="005B3ED9">
      <w:r>
        <w:t>207.0352</w:t>
      </w:r>
      <w:r>
        <w:tab/>
        <w:t>2.025e0</w:t>
      </w:r>
    </w:p>
    <w:p w:rsidR="005B3ED9" w:rsidRDefault="005B3ED9" w:rsidP="005B3ED9">
      <w:r>
        <w:t>207.0671</w:t>
      </w:r>
      <w:r>
        <w:tab/>
        <w:t>1.013e0</w:t>
      </w:r>
    </w:p>
    <w:p w:rsidR="005B3ED9" w:rsidRDefault="005B3ED9" w:rsidP="005B3ED9">
      <w:r>
        <w:t>207.0709</w:t>
      </w:r>
      <w:r>
        <w:tab/>
        <w:t>1.013e0</w:t>
      </w:r>
    </w:p>
    <w:p w:rsidR="005B3ED9" w:rsidRDefault="005B3ED9" w:rsidP="005B3ED9">
      <w:r>
        <w:t>207.0984</w:t>
      </w:r>
      <w:r>
        <w:tab/>
        <w:t>2.025e0</w:t>
      </w:r>
    </w:p>
    <w:p w:rsidR="005B3ED9" w:rsidRDefault="005B3ED9" w:rsidP="005B3ED9">
      <w:r>
        <w:t>207.1065</w:t>
      </w:r>
      <w:r>
        <w:tab/>
        <w:t>5.339e0</w:t>
      </w:r>
    </w:p>
    <w:p w:rsidR="005B3ED9" w:rsidRDefault="005B3ED9" w:rsidP="005B3ED9">
      <w:r>
        <w:lastRenderedPageBreak/>
        <w:t>207.1254</w:t>
      </w:r>
      <w:r>
        <w:tab/>
        <w:t>1.013e0</w:t>
      </w:r>
    </w:p>
    <w:p w:rsidR="005B3ED9" w:rsidRDefault="005B3ED9" w:rsidP="005B3ED9">
      <w:r>
        <w:t>207.1305</w:t>
      </w:r>
      <w:r>
        <w:tab/>
        <w:t>5.063e0</w:t>
      </w:r>
    </w:p>
    <w:p w:rsidR="005B3ED9" w:rsidRDefault="005B3ED9" w:rsidP="005B3ED9">
      <w:r>
        <w:t>207.1367</w:t>
      </w:r>
      <w:r>
        <w:tab/>
        <w:t>1.013e0</w:t>
      </w:r>
    </w:p>
    <w:p w:rsidR="005B3ED9" w:rsidRDefault="005B3ED9" w:rsidP="005B3ED9">
      <w:r>
        <w:t>207.1480</w:t>
      </w:r>
      <w:r>
        <w:tab/>
        <w:t>1.013e0</w:t>
      </w:r>
    </w:p>
    <w:p w:rsidR="005B3ED9" w:rsidRDefault="005B3ED9" w:rsidP="005B3ED9">
      <w:r>
        <w:t>207.1536</w:t>
      </w:r>
      <w:r>
        <w:tab/>
        <w:t>2.025e0</w:t>
      </w:r>
    </w:p>
    <w:p w:rsidR="005B3ED9" w:rsidRDefault="005B3ED9" w:rsidP="005B3ED9">
      <w:r>
        <w:t>207.1669</w:t>
      </w:r>
      <w:r>
        <w:tab/>
        <w:t>1.013e0</w:t>
      </w:r>
    </w:p>
    <w:p w:rsidR="005B3ED9" w:rsidRDefault="005B3ED9" w:rsidP="005B3ED9">
      <w:r>
        <w:t>207.1744</w:t>
      </w:r>
      <w:r>
        <w:tab/>
        <w:t>1.013e0</w:t>
      </w:r>
    </w:p>
    <w:p w:rsidR="005B3ED9" w:rsidRDefault="005B3ED9" w:rsidP="005B3ED9">
      <w:r>
        <w:t>207.2779</w:t>
      </w:r>
      <w:r>
        <w:tab/>
        <w:t>1.013e0</w:t>
      </w:r>
    </w:p>
    <w:p w:rsidR="005B3ED9" w:rsidRDefault="005B3ED9" w:rsidP="005B3ED9">
      <w:r>
        <w:t>207.2854</w:t>
      </w:r>
      <w:r>
        <w:tab/>
        <w:t>1.013e0</w:t>
      </w:r>
    </w:p>
    <w:p w:rsidR="005B3ED9" w:rsidRDefault="005B3ED9" w:rsidP="005B3ED9">
      <w:r>
        <w:t>207.3084</w:t>
      </w:r>
      <w:r>
        <w:tab/>
        <w:t>1.013e0</w:t>
      </w:r>
    </w:p>
    <w:p w:rsidR="005B3ED9" w:rsidRDefault="005B3ED9" w:rsidP="005B3ED9">
      <w:r>
        <w:t>207.3625</w:t>
      </w:r>
      <w:r>
        <w:tab/>
        <w:t>2.025e0</w:t>
      </w:r>
    </w:p>
    <w:p w:rsidR="005B3ED9" w:rsidRDefault="005B3ED9" w:rsidP="005B3ED9">
      <w:r>
        <w:t>207.4660</w:t>
      </w:r>
      <w:r>
        <w:tab/>
        <w:t>1.013e0</w:t>
      </w:r>
    </w:p>
    <w:p w:rsidR="005B3ED9" w:rsidRDefault="005B3ED9" w:rsidP="005B3ED9">
      <w:r>
        <w:t>207.4773</w:t>
      </w:r>
      <w:r>
        <w:tab/>
        <w:t>1.013e0</w:t>
      </w:r>
    </w:p>
    <w:p w:rsidR="005B3ED9" w:rsidRDefault="005B3ED9" w:rsidP="005B3ED9">
      <w:r>
        <w:t>207.5845</w:t>
      </w:r>
      <w:r>
        <w:tab/>
        <w:t>2.025e0</w:t>
      </w:r>
    </w:p>
    <w:p w:rsidR="005B3ED9" w:rsidRDefault="005B3ED9" w:rsidP="005B3ED9">
      <w:r>
        <w:t>207.6072</w:t>
      </w:r>
      <w:r>
        <w:tab/>
        <w:t>1.013e0</w:t>
      </w:r>
    </w:p>
    <w:p w:rsidR="005B3ED9" w:rsidRDefault="005B3ED9" w:rsidP="005B3ED9">
      <w:r>
        <w:t>207.6532</w:t>
      </w:r>
      <w:r>
        <w:tab/>
        <w:t>1.013e0</w:t>
      </w:r>
    </w:p>
    <w:p w:rsidR="005B3ED9" w:rsidRDefault="005B3ED9" w:rsidP="005B3ED9">
      <w:r>
        <w:t>207.6844</w:t>
      </w:r>
      <w:r>
        <w:tab/>
        <w:t>1.013e0</w:t>
      </w:r>
    </w:p>
    <w:p w:rsidR="005B3ED9" w:rsidRDefault="005B3ED9" w:rsidP="005B3ED9">
      <w:r>
        <w:t>207.7445</w:t>
      </w:r>
      <w:r>
        <w:tab/>
        <w:t>1.013e0</w:t>
      </w:r>
    </w:p>
    <w:p w:rsidR="005B3ED9" w:rsidRDefault="005B3ED9" w:rsidP="005B3ED9">
      <w:r>
        <w:t>207.7524</w:t>
      </w:r>
      <w:r>
        <w:tab/>
        <w:t>1.013e0</w:t>
      </w:r>
    </w:p>
    <w:p w:rsidR="005B3ED9" w:rsidRDefault="005B3ED9" w:rsidP="005B3ED9">
      <w:r>
        <w:lastRenderedPageBreak/>
        <w:t>207.8331</w:t>
      </w:r>
      <w:r>
        <w:tab/>
        <w:t>1.013e0</w:t>
      </w:r>
    </w:p>
    <w:p w:rsidR="005B3ED9" w:rsidRDefault="005B3ED9" w:rsidP="005B3ED9">
      <w:r>
        <w:t>207.8675</w:t>
      </w:r>
      <w:r>
        <w:tab/>
        <w:t>1.013e0</w:t>
      </w:r>
    </w:p>
    <w:p w:rsidR="005B3ED9" w:rsidRDefault="005B3ED9" w:rsidP="005B3ED9">
      <w:r>
        <w:t>207.8754</w:t>
      </w:r>
      <w:r>
        <w:tab/>
        <w:t>1.013e0</w:t>
      </w:r>
    </w:p>
    <w:p w:rsidR="005B3ED9" w:rsidRDefault="005B3ED9" w:rsidP="005B3ED9">
      <w:r>
        <w:t>207.9593</w:t>
      </w:r>
      <w:r>
        <w:tab/>
        <w:t>1.013e0</w:t>
      </w:r>
    </w:p>
    <w:p w:rsidR="005B3ED9" w:rsidRDefault="005B3ED9" w:rsidP="005B3ED9">
      <w:r>
        <w:t>207.9866</w:t>
      </w:r>
      <w:r>
        <w:tab/>
        <w:t>1.013e0</w:t>
      </w:r>
    </w:p>
    <w:p w:rsidR="005B3ED9" w:rsidRDefault="005B3ED9" w:rsidP="005B3ED9">
      <w:r>
        <w:t>208.0067</w:t>
      </w:r>
      <w:r>
        <w:tab/>
        <w:t>3.038e0</w:t>
      </w:r>
    </w:p>
    <w:p w:rsidR="005B3ED9" w:rsidRDefault="005B3ED9" w:rsidP="005B3ED9">
      <w:r>
        <w:t>208.0396</w:t>
      </w:r>
      <w:r>
        <w:tab/>
        <w:t>1.710e2</w:t>
      </w:r>
    </w:p>
    <w:p w:rsidR="005B3ED9" w:rsidRDefault="005B3ED9" w:rsidP="005B3ED9">
      <w:r>
        <w:t>208.0412</w:t>
      </w:r>
      <w:r>
        <w:tab/>
        <w:t>5.141e1</w:t>
      </w:r>
    </w:p>
    <w:p w:rsidR="005B3ED9" w:rsidRDefault="005B3ED9" w:rsidP="005B3ED9">
      <w:r>
        <w:t>208.1097</w:t>
      </w:r>
      <w:r>
        <w:tab/>
        <w:t>1.013e0</w:t>
      </w:r>
    </w:p>
    <w:p w:rsidR="005B3ED9" w:rsidRDefault="005B3ED9" w:rsidP="005B3ED9">
      <w:r>
        <w:t>208.1214</w:t>
      </w:r>
      <w:r>
        <w:tab/>
        <w:t>1.013e0</w:t>
      </w:r>
    </w:p>
    <w:p w:rsidR="005B3ED9" w:rsidRDefault="005B3ED9" w:rsidP="005B3ED9">
      <w:r>
        <w:t>208.1251</w:t>
      </w:r>
      <w:r>
        <w:tab/>
        <w:t>1.013e0</w:t>
      </w:r>
    </w:p>
    <w:p w:rsidR="005B3ED9" w:rsidRDefault="005B3ED9" w:rsidP="005B3ED9">
      <w:r>
        <w:t>208.1439</w:t>
      </w:r>
      <w:r>
        <w:tab/>
        <w:t>2.025e0</w:t>
      </w:r>
    </w:p>
    <w:p w:rsidR="005B3ED9" w:rsidRDefault="005B3ED9" w:rsidP="005B3ED9">
      <w:r>
        <w:t>208.1514</w:t>
      </w:r>
      <w:r>
        <w:tab/>
        <w:t>1.013e0</w:t>
      </w:r>
    </w:p>
    <w:p w:rsidR="005B3ED9" w:rsidRDefault="005B3ED9" w:rsidP="005B3ED9">
      <w:r>
        <w:t>208.1666</w:t>
      </w:r>
      <w:r>
        <w:tab/>
        <w:t>1.013e0</w:t>
      </w:r>
    </w:p>
    <w:p w:rsidR="005B3ED9" w:rsidRDefault="005B3ED9" w:rsidP="005B3ED9">
      <w:r>
        <w:t>208.1703</w:t>
      </w:r>
      <w:r>
        <w:tab/>
        <w:t>1.013e0</w:t>
      </w:r>
    </w:p>
    <w:p w:rsidR="005B3ED9" w:rsidRDefault="005B3ED9" w:rsidP="005B3ED9">
      <w:r>
        <w:t>208.1853</w:t>
      </w:r>
      <w:r>
        <w:tab/>
        <w:t>1.013e0</w:t>
      </w:r>
    </w:p>
    <w:p w:rsidR="005B3ED9" w:rsidRDefault="005B3ED9" w:rsidP="005B3ED9">
      <w:r>
        <w:t>208.1932</w:t>
      </w:r>
      <w:r>
        <w:tab/>
        <w:t>1.013e0</w:t>
      </w:r>
    </w:p>
    <w:p w:rsidR="005B3ED9" w:rsidRDefault="005B3ED9" w:rsidP="005B3ED9">
      <w:r>
        <w:t>208.2011</w:t>
      </w:r>
      <w:r>
        <w:tab/>
        <w:t>1.013e0</w:t>
      </w:r>
    </w:p>
    <w:p w:rsidR="005B3ED9" w:rsidRDefault="005B3ED9" w:rsidP="005B3ED9">
      <w:r>
        <w:t>208.2091</w:t>
      </w:r>
      <w:r>
        <w:tab/>
        <w:t>1.013e0</w:t>
      </w:r>
    </w:p>
    <w:p w:rsidR="005B3ED9" w:rsidRDefault="005B3ED9" w:rsidP="005B3ED9">
      <w:r>
        <w:lastRenderedPageBreak/>
        <w:t>208.2169</w:t>
      </w:r>
      <w:r>
        <w:tab/>
        <w:t>2.025e0</w:t>
      </w:r>
    </w:p>
    <w:p w:rsidR="005B3ED9" w:rsidRDefault="005B3ED9" w:rsidP="005B3ED9">
      <w:r>
        <w:t>208.2363</w:t>
      </w:r>
      <w:r>
        <w:tab/>
        <w:t>1.013e0</w:t>
      </w:r>
    </w:p>
    <w:p w:rsidR="005B3ED9" w:rsidRDefault="005B3ED9" w:rsidP="005B3ED9">
      <w:r>
        <w:t>208.2664</w:t>
      </w:r>
      <w:r>
        <w:tab/>
        <w:t>1.013e0</w:t>
      </w:r>
    </w:p>
    <w:p w:rsidR="005B3ED9" w:rsidRDefault="005B3ED9" w:rsidP="005B3ED9">
      <w:r>
        <w:t>208.3125</w:t>
      </w:r>
      <w:r>
        <w:tab/>
        <w:t>1.013e0</w:t>
      </w:r>
    </w:p>
    <w:p w:rsidR="005B3ED9" w:rsidRDefault="005B3ED9" w:rsidP="005B3ED9">
      <w:r>
        <w:t>208.3164</w:t>
      </w:r>
      <w:r>
        <w:tab/>
        <w:t>1.013e0</w:t>
      </w:r>
    </w:p>
    <w:p w:rsidR="005B3ED9" w:rsidRDefault="005B3ED9" w:rsidP="005B3ED9">
      <w:r>
        <w:t>208.3324</w:t>
      </w:r>
      <w:r>
        <w:tab/>
        <w:t>1.013e0</w:t>
      </w:r>
    </w:p>
    <w:p w:rsidR="005B3ED9" w:rsidRDefault="005B3ED9" w:rsidP="005B3ED9">
      <w:r>
        <w:t>208.3512</w:t>
      </w:r>
      <w:r>
        <w:tab/>
        <w:t>1.013e0</w:t>
      </w:r>
    </w:p>
    <w:p w:rsidR="005B3ED9" w:rsidRDefault="005B3ED9" w:rsidP="005B3ED9">
      <w:r>
        <w:t>208.3549</w:t>
      </w:r>
      <w:r>
        <w:tab/>
        <w:t>1.013e0</w:t>
      </w:r>
    </w:p>
    <w:p w:rsidR="005B3ED9" w:rsidRDefault="005B3ED9" w:rsidP="005B3ED9">
      <w:r>
        <w:t>208.3682</w:t>
      </w:r>
      <w:r>
        <w:tab/>
        <w:t>2.025e0</w:t>
      </w:r>
    </w:p>
    <w:p w:rsidR="005B3ED9" w:rsidRDefault="005B3ED9" w:rsidP="005B3ED9">
      <w:r>
        <w:t>208.3889</w:t>
      </w:r>
      <w:r>
        <w:tab/>
        <w:t>1.013e0</w:t>
      </w:r>
    </w:p>
    <w:p w:rsidR="005B3ED9" w:rsidRDefault="005B3ED9" w:rsidP="005B3ED9">
      <w:r>
        <w:t>208.3964</w:t>
      </w:r>
      <w:r>
        <w:tab/>
        <w:t>2.025e0</w:t>
      </w:r>
    </w:p>
    <w:p w:rsidR="005B3ED9" w:rsidRDefault="005B3ED9" w:rsidP="005B3ED9">
      <w:r>
        <w:t>208.4002</w:t>
      </w:r>
      <w:r>
        <w:tab/>
        <w:t>1.013e0</w:t>
      </w:r>
    </w:p>
    <w:p w:rsidR="005B3ED9" w:rsidRDefault="005B3ED9" w:rsidP="005B3ED9">
      <w:r>
        <w:t>208.4165</w:t>
      </w:r>
      <w:r>
        <w:tab/>
        <w:t>2.025e0</w:t>
      </w:r>
    </w:p>
    <w:p w:rsidR="005B3ED9" w:rsidRDefault="005B3ED9" w:rsidP="005B3ED9">
      <w:r>
        <w:t>208.4624</w:t>
      </w:r>
      <w:r>
        <w:tab/>
        <w:t>1.013e0</w:t>
      </w:r>
    </w:p>
    <w:p w:rsidR="005B3ED9" w:rsidRDefault="005B3ED9" w:rsidP="005B3ED9">
      <w:r>
        <w:t>208.4737</w:t>
      </w:r>
      <w:r>
        <w:tab/>
        <w:t>1.013e0</w:t>
      </w:r>
    </w:p>
    <w:p w:rsidR="005B3ED9" w:rsidRDefault="005B3ED9" w:rsidP="005B3ED9">
      <w:r>
        <w:t>208.5313</w:t>
      </w:r>
      <w:r>
        <w:tab/>
        <w:t>2.025e0</w:t>
      </w:r>
    </w:p>
    <w:p w:rsidR="005B3ED9" w:rsidRDefault="005B3ED9" w:rsidP="005B3ED9">
      <w:r>
        <w:t>208.5736</w:t>
      </w:r>
      <w:r>
        <w:tab/>
        <w:t>1.013e0</w:t>
      </w:r>
    </w:p>
    <w:p w:rsidR="005B3ED9" w:rsidRDefault="005B3ED9" w:rsidP="005B3ED9">
      <w:r>
        <w:t>208.5774</w:t>
      </w:r>
      <w:r>
        <w:tab/>
        <w:t>2.025e0</w:t>
      </w:r>
    </w:p>
    <w:p w:rsidR="005B3ED9" w:rsidRDefault="005B3ED9" w:rsidP="005B3ED9">
      <w:r>
        <w:t>208.5963</w:t>
      </w:r>
      <w:r>
        <w:tab/>
        <w:t>2.025e0</w:t>
      </w:r>
    </w:p>
    <w:p w:rsidR="005B3ED9" w:rsidRDefault="005B3ED9" w:rsidP="005B3ED9">
      <w:r>
        <w:lastRenderedPageBreak/>
        <w:t>208.6308</w:t>
      </w:r>
      <w:r>
        <w:tab/>
        <w:t>1.013e0</w:t>
      </w:r>
    </w:p>
    <w:p w:rsidR="005B3ED9" w:rsidRDefault="005B3ED9" w:rsidP="005B3ED9">
      <w:r>
        <w:t>208.6428</w:t>
      </w:r>
      <w:r>
        <w:tab/>
        <w:t>1.013e0</w:t>
      </w:r>
    </w:p>
    <w:p w:rsidR="005B3ED9" w:rsidRDefault="005B3ED9" w:rsidP="005B3ED9">
      <w:r>
        <w:t>208.6679</w:t>
      </w:r>
      <w:r>
        <w:tab/>
        <w:t>2.025e0</w:t>
      </w:r>
    </w:p>
    <w:p w:rsidR="005B3ED9" w:rsidRDefault="005B3ED9" w:rsidP="005B3ED9">
      <w:r>
        <w:t>208.6773</w:t>
      </w:r>
      <w:r>
        <w:tab/>
        <w:t>1.013e0</w:t>
      </w:r>
    </w:p>
    <w:p w:rsidR="005B3ED9" w:rsidRDefault="005B3ED9" w:rsidP="005B3ED9">
      <w:r>
        <w:t>208.7343</w:t>
      </w:r>
      <w:r>
        <w:tab/>
        <w:t>1.013e0</w:t>
      </w:r>
    </w:p>
    <w:p w:rsidR="005B3ED9" w:rsidRDefault="005B3ED9" w:rsidP="005B3ED9">
      <w:r>
        <w:t>208.8000</w:t>
      </w:r>
      <w:r>
        <w:tab/>
        <w:t>1.013e0</w:t>
      </w:r>
    </w:p>
    <w:p w:rsidR="005B3ED9" w:rsidRDefault="005B3ED9" w:rsidP="005B3ED9">
      <w:r>
        <w:t>208.8225</w:t>
      </w:r>
      <w:r>
        <w:tab/>
        <w:t>2.025e0</w:t>
      </w:r>
    </w:p>
    <w:p w:rsidR="005B3ED9" w:rsidRDefault="005B3ED9" w:rsidP="005B3ED9">
      <w:r>
        <w:t>208.8773</w:t>
      </w:r>
      <w:r>
        <w:tab/>
        <w:t>1.013e0</w:t>
      </w:r>
    </w:p>
    <w:p w:rsidR="005B3ED9" w:rsidRDefault="005B3ED9" w:rsidP="005B3ED9">
      <w:r>
        <w:t>208.8885</w:t>
      </w:r>
      <w:r>
        <w:tab/>
        <w:t>2.025e0</w:t>
      </w:r>
    </w:p>
    <w:p w:rsidR="005B3ED9" w:rsidRDefault="005B3ED9" w:rsidP="005B3ED9">
      <w:r>
        <w:t>208.8943</w:t>
      </w:r>
      <w:r>
        <w:tab/>
        <w:t>2.025e0</w:t>
      </w:r>
    </w:p>
    <w:p w:rsidR="005B3ED9" w:rsidRDefault="005B3ED9" w:rsidP="005B3ED9">
      <w:r>
        <w:t>208.9263</w:t>
      </w:r>
      <w:r>
        <w:tab/>
        <w:t>1.013e0</w:t>
      </w:r>
    </w:p>
    <w:p w:rsidR="005B3ED9" w:rsidRDefault="005B3ED9" w:rsidP="005B3ED9">
      <w:r>
        <w:t>208.9830</w:t>
      </w:r>
      <w:r>
        <w:tab/>
        <w:t>2.025e0</w:t>
      </w:r>
    </w:p>
    <w:p w:rsidR="005B3ED9" w:rsidRDefault="005B3ED9" w:rsidP="005B3ED9">
      <w:r>
        <w:t>208.9971</w:t>
      </w:r>
      <w:r>
        <w:tab/>
        <w:t>3.038e0</w:t>
      </w:r>
    </w:p>
    <w:p w:rsidR="005B3ED9" w:rsidRDefault="005B3ED9" w:rsidP="005B3ED9">
      <w:r>
        <w:t>209.0112</w:t>
      </w:r>
      <w:r>
        <w:tab/>
        <w:t>1.013e0</w:t>
      </w:r>
    </w:p>
    <w:p w:rsidR="005B3ED9" w:rsidRDefault="005B3ED9" w:rsidP="005B3ED9">
      <w:r>
        <w:t>209.0160</w:t>
      </w:r>
      <w:r>
        <w:tab/>
        <w:t>3.038e0</w:t>
      </w:r>
    </w:p>
    <w:p w:rsidR="005B3ED9" w:rsidRDefault="005B3ED9" w:rsidP="005B3ED9">
      <w:r>
        <w:t>209.0416</w:t>
      </w:r>
      <w:r>
        <w:tab/>
        <w:t>1.011e1</w:t>
      </w:r>
    </w:p>
    <w:p w:rsidR="005B3ED9" w:rsidRDefault="005B3ED9" w:rsidP="005B3ED9">
      <w:r>
        <w:t>209.0442</w:t>
      </w:r>
      <w:r>
        <w:tab/>
        <w:t>7.068e0</w:t>
      </w:r>
    </w:p>
    <w:p w:rsidR="005B3ED9" w:rsidRDefault="005B3ED9" w:rsidP="005B3ED9">
      <w:r>
        <w:t>209.0453</w:t>
      </w:r>
      <w:r>
        <w:tab/>
        <w:t>1.116e1</w:t>
      </w:r>
    </w:p>
    <w:p w:rsidR="005B3ED9" w:rsidRDefault="005B3ED9" w:rsidP="005B3ED9">
      <w:r>
        <w:t>209.0491</w:t>
      </w:r>
      <w:r>
        <w:tab/>
        <w:t>6.365e0</w:t>
      </w:r>
    </w:p>
    <w:p w:rsidR="005B3ED9" w:rsidRDefault="005B3ED9" w:rsidP="005B3ED9">
      <w:r>
        <w:lastRenderedPageBreak/>
        <w:t>209.0848</w:t>
      </w:r>
      <w:r>
        <w:tab/>
        <w:t>1.013e0</w:t>
      </w:r>
    </w:p>
    <w:p w:rsidR="005B3ED9" w:rsidRDefault="005B3ED9" w:rsidP="005B3ED9">
      <w:r>
        <w:t>209.1034</w:t>
      </w:r>
      <w:r>
        <w:tab/>
        <w:t>5.063e0</w:t>
      </w:r>
    </w:p>
    <w:p w:rsidR="005B3ED9" w:rsidRDefault="005B3ED9" w:rsidP="005B3ED9">
      <w:r>
        <w:t>209.1074</w:t>
      </w:r>
      <w:r>
        <w:tab/>
        <w:t>2.025e0</w:t>
      </w:r>
    </w:p>
    <w:p w:rsidR="005B3ED9" w:rsidRDefault="005B3ED9" w:rsidP="005B3ED9">
      <w:r>
        <w:t>209.1226</w:t>
      </w:r>
      <w:r>
        <w:tab/>
        <w:t>2.025e0</w:t>
      </w:r>
    </w:p>
    <w:p w:rsidR="005B3ED9" w:rsidRDefault="005B3ED9" w:rsidP="005B3ED9">
      <w:r>
        <w:t>209.1376</w:t>
      </w:r>
      <w:r>
        <w:tab/>
        <w:t>3.038e0</w:t>
      </w:r>
    </w:p>
    <w:p w:rsidR="005B3ED9" w:rsidRDefault="005B3ED9" w:rsidP="005B3ED9">
      <w:r>
        <w:t>209.1591</w:t>
      </w:r>
      <w:r>
        <w:tab/>
        <w:t>2.025e0</w:t>
      </w:r>
    </w:p>
    <w:p w:rsidR="005B3ED9" w:rsidRDefault="005B3ED9" w:rsidP="005B3ED9">
      <w:r>
        <w:t>209.1999</w:t>
      </w:r>
      <w:r>
        <w:tab/>
        <w:t>2.025e0</w:t>
      </w:r>
    </w:p>
    <w:p w:rsidR="005B3ED9" w:rsidRDefault="005B3ED9" w:rsidP="005B3ED9">
      <w:r>
        <w:t>209.2188</w:t>
      </w:r>
      <w:r>
        <w:tab/>
        <w:t>1.013e0</w:t>
      </w:r>
    </w:p>
    <w:p w:rsidR="005B3ED9" w:rsidRDefault="005B3ED9" w:rsidP="005B3ED9">
      <w:r>
        <w:t>209.2245</w:t>
      </w:r>
      <w:r>
        <w:tab/>
        <w:t>2.025e0</w:t>
      </w:r>
    </w:p>
    <w:p w:rsidR="005B3ED9" w:rsidRDefault="005B3ED9" w:rsidP="005B3ED9">
      <w:r>
        <w:t>209.2647</w:t>
      </w:r>
      <w:r>
        <w:tab/>
        <w:t>1.013e0</w:t>
      </w:r>
    </w:p>
    <w:p w:rsidR="005B3ED9" w:rsidRDefault="005B3ED9" w:rsidP="005B3ED9">
      <w:r>
        <w:t>209.3112</w:t>
      </w:r>
      <w:r>
        <w:tab/>
        <w:t>1.013e0</w:t>
      </w:r>
    </w:p>
    <w:p w:rsidR="005B3ED9" w:rsidRDefault="005B3ED9" w:rsidP="005B3ED9">
      <w:r>
        <w:t>209.3378</w:t>
      </w:r>
      <w:r>
        <w:tab/>
        <w:t>1.013e0</w:t>
      </w:r>
    </w:p>
    <w:p w:rsidR="005B3ED9" w:rsidRDefault="005B3ED9" w:rsidP="005B3ED9">
      <w:r>
        <w:t>209.3527</w:t>
      </w:r>
      <w:r>
        <w:tab/>
        <w:t>2.025e0</w:t>
      </w:r>
    </w:p>
    <w:p w:rsidR="005B3ED9" w:rsidRDefault="005B3ED9" w:rsidP="005B3ED9">
      <w:r>
        <w:t>209.3566</w:t>
      </w:r>
      <w:r>
        <w:tab/>
        <w:t>1.013e0</w:t>
      </w:r>
    </w:p>
    <w:p w:rsidR="005B3ED9" w:rsidRDefault="005B3ED9" w:rsidP="005B3ED9">
      <w:r>
        <w:t>209.4151</w:t>
      </w:r>
      <w:r>
        <w:tab/>
        <w:t>1.013e0</w:t>
      </w:r>
    </w:p>
    <w:p w:rsidR="005B3ED9" w:rsidRDefault="005B3ED9" w:rsidP="005B3ED9">
      <w:r>
        <w:t>209.4264</w:t>
      </w:r>
      <w:r>
        <w:tab/>
        <w:t>1.013e0</w:t>
      </w:r>
    </w:p>
    <w:p w:rsidR="005B3ED9" w:rsidRDefault="005B3ED9" w:rsidP="005B3ED9">
      <w:r>
        <w:t>209.4453</w:t>
      </w:r>
      <w:r>
        <w:tab/>
        <w:t>1.013e0</w:t>
      </w:r>
    </w:p>
    <w:p w:rsidR="005B3ED9" w:rsidRDefault="005B3ED9" w:rsidP="005B3ED9">
      <w:r>
        <w:t>209.5133</w:t>
      </w:r>
      <w:r>
        <w:tab/>
        <w:t>2.025e0</w:t>
      </w:r>
    </w:p>
    <w:p w:rsidR="005B3ED9" w:rsidRDefault="005B3ED9" w:rsidP="005B3ED9">
      <w:r>
        <w:t>209.5379</w:t>
      </w:r>
      <w:r>
        <w:tab/>
        <w:t>1.013e0</w:t>
      </w:r>
    </w:p>
    <w:p w:rsidR="005B3ED9" w:rsidRDefault="005B3ED9" w:rsidP="005B3ED9">
      <w:r>
        <w:lastRenderedPageBreak/>
        <w:t>209.5454</w:t>
      </w:r>
      <w:r>
        <w:tab/>
        <w:t>1.013e0</w:t>
      </w:r>
    </w:p>
    <w:p w:rsidR="005B3ED9" w:rsidRDefault="005B3ED9" w:rsidP="005B3ED9">
      <w:r>
        <w:t>209.5492</w:t>
      </w:r>
      <w:r>
        <w:tab/>
        <w:t>1.013e0</w:t>
      </w:r>
    </w:p>
    <w:p w:rsidR="005B3ED9" w:rsidRDefault="005B3ED9" w:rsidP="005B3ED9">
      <w:r>
        <w:t>209.5723</w:t>
      </w:r>
      <w:r>
        <w:tab/>
        <w:t>1.013e0</w:t>
      </w:r>
    </w:p>
    <w:p w:rsidR="005B3ED9" w:rsidRDefault="005B3ED9" w:rsidP="005B3ED9">
      <w:r>
        <w:t>209.5803</w:t>
      </w:r>
      <w:r>
        <w:tab/>
        <w:t>1.013e0</w:t>
      </w:r>
    </w:p>
    <w:p w:rsidR="005B3ED9" w:rsidRDefault="005B3ED9" w:rsidP="005B3ED9">
      <w:r>
        <w:t>209.5843</w:t>
      </w:r>
      <w:r>
        <w:tab/>
        <w:t>1.013e0</w:t>
      </w:r>
    </w:p>
    <w:p w:rsidR="005B3ED9" w:rsidRDefault="005B3ED9" w:rsidP="005B3ED9">
      <w:r>
        <w:t>209.6455</w:t>
      </w:r>
      <w:r>
        <w:tab/>
        <w:t>1.013e0</w:t>
      </w:r>
    </w:p>
    <w:p w:rsidR="005B3ED9" w:rsidRDefault="005B3ED9" w:rsidP="005B3ED9">
      <w:r>
        <w:t>209.6762</w:t>
      </w:r>
      <w:r>
        <w:tab/>
        <w:t>1.013e0</w:t>
      </w:r>
    </w:p>
    <w:p w:rsidR="005B3ED9" w:rsidRDefault="005B3ED9" w:rsidP="005B3ED9">
      <w:r>
        <w:t>209.7569</w:t>
      </w:r>
      <w:r>
        <w:tab/>
        <w:t>1.013e0</w:t>
      </w:r>
    </w:p>
    <w:p w:rsidR="005B3ED9" w:rsidRDefault="005B3ED9" w:rsidP="005B3ED9">
      <w:r>
        <w:t>209.7607</w:t>
      </w:r>
      <w:r>
        <w:tab/>
        <w:t>1.013e0</w:t>
      </w:r>
    </w:p>
    <w:p w:rsidR="005B3ED9" w:rsidRDefault="005B3ED9" w:rsidP="005B3ED9">
      <w:r>
        <w:t>209.7682</w:t>
      </w:r>
      <w:r>
        <w:tab/>
        <w:t>1.013e0</w:t>
      </w:r>
    </w:p>
    <w:p w:rsidR="005B3ED9" w:rsidRDefault="005B3ED9" w:rsidP="005B3ED9">
      <w:r>
        <w:t>209.8117</w:t>
      </w:r>
      <w:r>
        <w:tab/>
        <w:t>1.013e0</w:t>
      </w:r>
    </w:p>
    <w:p w:rsidR="005B3ED9" w:rsidRDefault="005B3ED9" w:rsidP="005B3ED9">
      <w:r>
        <w:t>209.8155</w:t>
      </w:r>
      <w:r>
        <w:tab/>
        <w:t>1.013e0</w:t>
      </w:r>
    </w:p>
    <w:p w:rsidR="005B3ED9" w:rsidRDefault="005B3ED9" w:rsidP="005B3ED9">
      <w:r>
        <w:t>209.8683</w:t>
      </w:r>
      <w:r>
        <w:tab/>
        <w:t>1.013e0</w:t>
      </w:r>
    </w:p>
    <w:p w:rsidR="005B3ED9" w:rsidRDefault="005B3ED9" w:rsidP="005B3ED9">
      <w:r>
        <w:t>209.8763</w:t>
      </w:r>
      <w:r>
        <w:tab/>
        <w:t>1.013e0</w:t>
      </w:r>
    </w:p>
    <w:p w:rsidR="005B3ED9" w:rsidRDefault="005B3ED9" w:rsidP="005B3ED9">
      <w:r>
        <w:t>209.8843</w:t>
      </w:r>
      <w:r>
        <w:tab/>
        <w:t>1.013e0</w:t>
      </w:r>
    </w:p>
    <w:p w:rsidR="005B3ED9" w:rsidRDefault="005B3ED9" w:rsidP="005B3ED9">
      <w:r>
        <w:t>209.9081</w:t>
      </w:r>
      <w:r>
        <w:tab/>
        <w:t>1.013e0</w:t>
      </w:r>
    </w:p>
    <w:p w:rsidR="005B3ED9" w:rsidRDefault="005B3ED9" w:rsidP="005B3ED9">
      <w:r>
        <w:t>209.9383</w:t>
      </w:r>
      <w:r>
        <w:tab/>
        <w:t>1.013e0</w:t>
      </w:r>
    </w:p>
    <w:p w:rsidR="005B3ED9" w:rsidRDefault="005B3ED9" w:rsidP="005B3ED9">
      <w:r>
        <w:t>209.9421</w:t>
      </w:r>
      <w:r>
        <w:tab/>
        <w:t>1.013e0</w:t>
      </w:r>
    </w:p>
    <w:p w:rsidR="005B3ED9" w:rsidRDefault="005B3ED9" w:rsidP="005B3ED9">
      <w:r>
        <w:t>209.9724</w:t>
      </w:r>
      <w:r>
        <w:tab/>
        <w:t>1.013e0</w:t>
      </w:r>
    </w:p>
    <w:p w:rsidR="005B3ED9" w:rsidRDefault="005B3ED9" w:rsidP="005B3ED9">
      <w:r>
        <w:lastRenderedPageBreak/>
        <w:t>209.9746</w:t>
      </w:r>
      <w:r>
        <w:tab/>
        <w:t>3.038e0</w:t>
      </w:r>
    </w:p>
    <w:p w:rsidR="005B3ED9" w:rsidRDefault="005B3ED9" w:rsidP="005B3ED9">
      <w:r>
        <w:t>209.9763</w:t>
      </w:r>
      <w:r>
        <w:tab/>
        <w:t>1.013e0</w:t>
      </w:r>
    </w:p>
    <w:p w:rsidR="005B3ED9" w:rsidRDefault="005B3ED9" w:rsidP="005B3ED9">
      <w:r>
        <w:t>210.0120</w:t>
      </w:r>
      <w:r>
        <w:tab/>
        <w:t>1.013e0</w:t>
      </w:r>
    </w:p>
    <w:p w:rsidR="005B3ED9" w:rsidRDefault="005B3ED9" w:rsidP="005B3ED9">
      <w:r>
        <w:t>210.0290</w:t>
      </w:r>
      <w:r>
        <w:tab/>
        <w:t>2.025e0</w:t>
      </w:r>
    </w:p>
    <w:p w:rsidR="005B3ED9" w:rsidRDefault="005B3ED9" w:rsidP="005B3ED9">
      <w:r>
        <w:t>210.0309</w:t>
      </w:r>
      <w:r>
        <w:tab/>
        <w:t>2.025e0</w:t>
      </w:r>
    </w:p>
    <w:p w:rsidR="005B3ED9" w:rsidRDefault="005B3ED9" w:rsidP="005B3ED9">
      <w:r>
        <w:t>210.0328</w:t>
      </w:r>
      <w:r>
        <w:tab/>
        <w:t>2.025e0</w:t>
      </w:r>
    </w:p>
    <w:p w:rsidR="005B3ED9" w:rsidRDefault="005B3ED9" w:rsidP="005B3ED9">
      <w:r>
        <w:t>210.0423</w:t>
      </w:r>
      <w:r>
        <w:tab/>
        <w:t>1.013e0</w:t>
      </w:r>
    </w:p>
    <w:p w:rsidR="005B3ED9" w:rsidRDefault="005B3ED9" w:rsidP="005B3ED9">
      <w:r>
        <w:t>210.0648</w:t>
      </w:r>
      <w:r>
        <w:tab/>
        <w:t>1.013e0</w:t>
      </w:r>
    </w:p>
    <w:p w:rsidR="005B3ED9" w:rsidRDefault="005B3ED9" w:rsidP="005B3ED9">
      <w:r>
        <w:t>210.0763</w:t>
      </w:r>
      <w:r>
        <w:tab/>
        <w:t>5.063e0</w:t>
      </w:r>
    </w:p>
    <w:p w:rsidR="005B3ED9" w:rsidRDefault="005B3ED9" w:rsidP="005B3ED9">
      <w:r>
        <w:t>210.1197</w:t>
      </w:r>
      <w:r>
        <w:tab/>
        <w:t>2.025e0</w:t>
      </w:r>
    </w:p>
    <w:p w:rsidR="005B3ED9" w:rsidRDefault="005B3ED9" w:rsidP="005B3ED9">
      <w:r>
        <w:t>210.1330</w:t>
      </w:r>
      <w:r>
        <w:tab/>
        <w:t>2.025e0</w:t>
      </w:r>
    </w:p>
    <w:p w:rsidR="005B3ED9" w:rsidRDefault="005B3ED9" w:rsidP="005B3ED9">
      <w:r>
        <w:t>210.1441</w:t>
      </w:r>
      <w:r>
        <w:tab/>
        <w:t>3.038e0</w:t>
      </w:r>
    </w:p>
    <w:p w:rsidR="005B3ED9" w:rsidRDefault="005B3ED9" w:rsidP="005B3ED9">
      <w:r>
        <w:t>210.1688</w:t>
      </w:r>
      <w:r>
        <w:tab/>
        <w:t>3.038e0</w:t>
      </w:r>
    </w:p>
    <w:p w:rsidR="005B3ED9" w:rsidRDefault="005B3ED9" w:rsidP="005B3ED9">
      <w:r>
        <w:t>210.1711</w:t>
      </w:r>
      <w:r>
        <w:tab/>
        <w:t>2.025e0</w:t>
      </w:r>
    </w:p>
    <w:p w:rsidR="005B3ED9" w:rsidRDefault="005B3ED9" w:rsidP="005B3ED9">
      <w:r>
        <w:t>210.1726</w:t>
      </w:r>
      <w:r>
        <w:tab/>
        <w:t>1.013e0</w:t>
      </w:r>
    </w:p>
    <w:p w:rsidR="005B3ED9" w:rsidRDefault="005B3ED9" w:rsidP="005B3ED9">
      <w:r>
        <w:t>210.1966</w:t>
      </w:r>
      <w:r>
        <w:tab/>
        <w:t>1.013e0</w:t>
      </w:r>
    </w:p>
    <w:p w:rsidR="005B3ED9" w:rsidRDefault="005B3ED9" w:rsidP="005B3ED9">
      <w:r>
        <w:t>210.2199</w:t>
      </w:r>
      <w:r>
        <w:tab/>
        <w:t>1.013e0</w:t>
      </w:r>
    </w:p>
    <w:p w:rsidR="005B3ED9" w:rsidRDefault="005B3ED9" w:rsidP="005B3ED9">
      <w:r>
        <w:t>210.2552</w:t>
      </w:r>
      <w:r>
        <w:tab/>
        <w:t>3.038e0</w:t>
      </w:r>
    </w:p>
    <w:p w:rsidR="005B3ED9" w:rsidRDefault="005B3ED9" w:rsidP="005B3ED9">
      <w:r>
        <w:t>210.2969</w:t>
      </w:r>
      <w:r>
        <w:tab/>
        <w:t>1.013e0</w:t>
      </w:r>
    </w:p>
    <w:p w:rsidR="005B3ED9" w:rsidRDefault="005B3ED9" w:rsidP="005B3ED9">
      <w:r>
        <w:lastRenderedPageBreak/>
        <w:t>210.3073</w:t>
      </w:r>
      <w:r>
        <w:tab/>
        <w:t>3.038e0</w:t>
      </w:r>
    </w:p>
    <w:p w:rsidR="005B3ED9" w:rsidRDefault="005B3ED9" w:rsidP="005B3ED9">
      <w:r>
        <w:t>210.3201</w:t>
      </w:r>
      <w:r>
        <w:tab/>
        <w:t>1.013e0</w:t>
      </w:r>
    </w:p>
    <w:p w:rsidR="005B3ED9" w:rsidRDefault="005B3ED9" w:rsidP="005B3ED9">
      <w:r>
        <w:t>210.3352</w:t>
      </w:r>
      <w:r>
        <w:tab/>
        <w:t>1.013e0</w:t>
      </w:r>
    </w:p>
    <w:p w:rsidR="005B3ED9" w:rsidRDefault="005B3ED9" w:rsidP="005B3ED9">
      <w:r>
        <w:t>210.3617</w:t>
      </w:r>
      <w:r>
        <w:tab/>
        <w:t>1.013e0</w:t>
      </w:r>
    </w:p>
    <w:p w:rsidR="005B3ED9" w:rsidRDefault="005B3ED9" w:rsidP="005B3ED9">
      <w:r>
        <w:t>210.4354</w:t>
      </w:r>
      <w:r>
        <w:tab/>
        <w:t>1.013e0</w:t>
      </w:r>
    </w:p>
    <w:p w:rsidR="005B3ED9" w:rsidRDefault="005B3ED9" w:rsidP="005B3ED9">
      <w:r>
        <w:t>210.4468</w:t>
      </w:r>
      <w:r>
        <w:tab/>
        <w:t>2.025e0</w:t>
      </w:r>
    </w:p>
    <w:p w:rsidR="005B3ED9" w:rsidRDefault="005B3ED9" w:rsidP="005B3ED9">
      <w:r>
        <w:t>210.5014</w:t>
      </w:r>
      <w:r>
        <w:tab/>
        <w:t>1.013e0</w:t>
      </w:r>
    </w:p>
    <w:p w:rsidR="005B3ED9" w:rsidRDefault="005B3ED9" w:rsidP="005B3ED9">
      <w:r>
        <w:t>210.5471</w:t>
      </w:r>
      <w:r>
        <w:tab/>
        <w:t>1.013e0</w:t>
      </w:r>
    </w:p>
    <w:p w:rsidR="005B3ED9" w:rsidRDefault="005B3ED9" w:rsidP="005B3ED9">
      <w:r>
        <w:t>210.5659</w:t>
      </w:r>
      <w:r>
        <w:tab/>
        <w:t>1.013e0</w:t>
      </w:r>
    </w:p>
    <w:p w:rsidR="005B3ED9" w:rsidRDefault="005B3ED9" w:rsidP="005B3ED9">
      <w:r>
        <w:t>210.5776</w:t>
      </w:r>
      <w:r>
        <w:tab/>
        <w:t>1.013e0</w:t>
      </w:r>
    </w:p>
    <w:p w:rsidR="005B3ED9" w:rsidRDefault="005B3ED9" w:rsidP="005B3ED9">
      <w:r>
        <w:t>210.5897</w:t>
      </w:r>
      <w:r>
        <w:tab/>
        <w:t>1.013e0</w:t>
      </w:r>
    </w:p>
    <w:p w:rsidR="005B3ED9" w:rsidRDefault="005B3ED9" w:rsidP="005B3ED9">
      <w:r>
        <w:t>210.6283</w:t>
      </w:r>
      <w:r>
        <w:tab/>
        <w:t>2.025e0</w:t>
      </w:r>
    </w:p>
    <w:p w:rsidR="005B3ED9" w:rsidRDefault="005B3ED9" w:rsidP="005B3ED9">
      <w:r>
        <w:t>210.6780</w:t>
      </w:r>
      <w:r>
        <w:tab/>
        <w:t>2.025e0</w:t>
      </w:r>
    </w:p>
    <w:p w:rsidR="005B3ED9" w:rsidRDefault="005B3ED9" w:rsidP="005B3ED9">
      <w:r>
        <w:t>210.6981</w:t>
      </w:r>
      <w:r>
        <w:tab/>
        <w:t>1.013e0</w:t>
      </w:r>
    </w:p>
    <w:p w:rsidR="005B3ED9" w:rsidRDefault="005B3ED9" w:rsidP="005B3ED9">
      <w:r>
        <w:t>210.7060</w:t>
      </w:r>
      <w:r>
        <w:tab/>
        <w:t>1.013e0</w:t>
      </w:r>
    </w:p>
    <w:p w:rsidR="005B3ED9" w:rsidRDefault="005B3ED9" w:rsidP="005B3ED9">
      <w:r>
        <w:t>210.7513</w:t>
      </w:r>
      <w:r>
        <w:tab/>
        <w:t>1.013e0</w:t>
      </w:r>
    </w:p>
    <w:p w:rsidR="005B3ED9" w:rsidRDefault="005B3ED9" w:rsidP="005B3ED9">
      <w:r>
        <w:t>210.7784</w:t>
      </w:r>
      <w:r>
        <w:tab/>
        <w:t>1.013e0</w:t>
      </w:r>
    </w:p>
    <w:p w:rsidR="005B3ED9" w:rsidRDefault="005B3ED9" w:rsidP="005B3ED9">
      <w:r>
        <w:t>210.7864</w:t>
      </w:r>
      <w:r>
        <w:tab/>
        <w:t>1.013e0</w:t>
      </w:r>
    </w:p>
    <w:p w:rsidR="005B3ED9" w:rsidRDefault="005B3ED9" w:rsidP="005B3ED9">
      <w:r>
        <w:t>210.8100</w:t>
      </w:r>
      <w:r>
        <w:tab/>
        <w:t>1.013e0</w:t>
      </w:r>
    </w:p>
    <w:p w:rsidR="005B3ED9" w:rsidRDefault="005B3ED9" w:rsidP="005B3ED9">
      <w:r>
        <w:lastRenderedPageBreak/>
        <w:t>210.8213</w:t>
      </w:r>
      <w:r>
        <w:tab/>
        <w:t>2.025e0</w:t>
      </w:r>
    </w:p>
    <w:p w:rsidR="005B3ED9" w:rsidRDefault="005B3ED9" w:rsidP="005B3ED9">
      <w:r>
        <w:t>210.8591</w:t>
      </w:r>
      <w:r>
        <w:tab/>
        <w:t>1.013e0</w:t>
      </w:r>
    </w:p>
    <w:p w:rsidR="005B3ED9" w:rsidRDefault="005B3ED9" w:rsidP="005B3ED9">
      <w:r>
        <w:t>210.9424</w:t>
      </w:r>
      <w:r>
        <w:tab/>
        <w:t>2.025e0</w:t>
      </w:r>
    </w:p>
    <w:p w:rsidR="005B3ED9" w:rsidRDefault="005B3ED9" w:rsidP="005B3ED9">
      <w:r>
        <w:t>210.9833</w:t>
      </w:r>
      <w:r>
        <w:tab/>
        <w:t>2.025e0</w:t>
      </w:r>
    </w:p>
    <w:p w:rsidR="005B3ED9" w:rsidRDefault="005B3ED9" w:rsidP="005B3ED9">
      <w:r>
        <w:t>211.0200</w:t>
      </w:r>
      <w:r>
        <w:tab/>
        <w:t>2.025e0</w:t>
      </w:r>
    </w:p>
    <w:p w:rsidR="005B3ED9" w:rsidRDefault="005B3ED9" w:rsidP="005B3ED9">
      <w:r>
        <w:t>211.0352</w:t>
      </w:r>
      <w:r>
        <w:tab/>
        <w:t>2.025e0</w:t>
      </w:r>
    </w:p>
    <w:p w:rsidR="005B3ED9" w:rsidRDefault="005B3ED9" w:rsidP="005B3ED9">
      <w:r>
        <w:t>211.0409</w:t>
      </w:r>
      <w:r>
        <w:tab/>
        <w:t>1.013e0</w:t>
      </w:r>
    </w:p>
    <w:p w:rsidR="005B3ED9" w:rsidRDefault="005B3ED9" w:rsidP="005B3ED9">
      <w:r>
        <w:t>211.0560</w:t>
      </w:r>
      <w:r>
        <w:tab/>
        <w:t>2.025e0</w:t>
      </w:r>
    </w:p>
    <w:p w:rsidR="005B3ED9" w:rsidRDefault="005B3ED9" w:rsidP="005B3ED9">
      <w:r>
        <w:t>211.0582</w:t>
      </w:r>
      <w:r>
        <w:tab/>
        <w:t>2.025e0</w:t>
      </w:r>
    </w:p>
    <w:p w:rsidR="005B3ED9" w:rsidRDefault="005B3ED9" w:rsidP="005B3ED9">
      <w:r>
        <w:t>211.0597</w:t>
      </w:r>
      <w:r>
        <w:tab/>
        <w:t>1.013e0</w:t>
      </w:r>
    </w:p>
    <w:p w:rsidR="005B3ED9" w:rsidRDefault="005B3ED9" w:rsidP="005B3ED9">
      <w:r>
        <w:t>211.0879</w:t>
      </w:r>
      <w:r>
        <w:tab/>
        <w:t>2.025e0</w:t>
      </w:r>
    </w:p>
    <w:p w:rsidR="005B3ED9" w:rsidRDefault="005B3ED9" w:rsidP="005B3ED9">
      <w:r>
        <w:t>211.0959</w:t>
      </w:r>
      <w:r>
        <w:tab/>
        <w:t>1.013e0</w:t>
      </w:r>
    </w:p>
    <w:p w:rsidR="005B3ED9" w:rsidRDefault="005B3ED9" w:rsidP="005B3ED9">
      <w:r>
        <w:t>211.1232</w:t>
      </w:r>
      <w:r>
        <w:tab/>
        <w:t>3.038e0</w:t>
      </w:r>
    </w:p>
    <w:p w:rsidR="005B3ED9" w:rsidRDefault="005B3ED9" w:rsidP="005B3ED9">
      <w:r>
        <w:t>211.1412</w:t>
      </w:r>
      <w:r>
        <w:tab/>
        <w:t>2.025e0</w:t>
      </w:r>
    </w:p>
    <w:p w:rsidR="005B3ED9" w:rsidRDefault="005B3ED9" w:rsidP="005B3ED9">
      <w:r>
        <w:t>211.1652</w:t>
      </w:r>
      <w:r>
        <w:tab/>
        <w:t>2.025e0</w:t>
      </w:r>
    </w:p>
    <w:p w:rsidR="005B3ED9" w:rsidRDefault="005B3ED9" w:rsidP="005B3ED9">
      <w:r>
        <w:t>211.1683</w:t>
      </w:r>
      <w:r>
        <w:tab/>
        <w:t>1.013e0</w:t>
      </w:r>
    </w:p>
    <w:p w:rsidR="005B3ED9" w:rsidRDefault="005B3ED9" w:rsidP="005B3ED9">
      <w:r>
        <w:t>211.1762</w:t>
      </w:r>
      <w:r>
        <w:tab/>
        <w:t>2.025e0</w:t>
      </w:r>
    </w:p>
    <w:p w:rsidR="005B3ED9" w:rsidRDefault="005B3ED9" w:rsidP="005B3ED9">
      <w:r>
        <w:t>211.1999</w:t>
      </w:r>
      <w:r>
        <w:tab/>
        <w:t>1.013e0</w:t>
      </w:r>
    </w:p>
    <w:p w:rsidR="005B3ED9" w:rsidRDefault="005B3ED9" w:rsidP="005B3ED9">
      <w:r>
        <w:t>211.2112</w:t>
      </w:r>
      <w:r>
        <w:tab/>
        <w:t>1.013e0</w:t>
      </w:r>
    </w:p>
    <w:p w:rsidR="005B3ED9" w:rsidRDefault="005B3ED9" w:rsidP="005B3ED9">
      <w:r>
        <w:lastRenderedPageBreak/>
        <w:t>211.3736</w:t>
      </w:r>
      <w:r>
        <w:tab/>
        <w:t>1.013e0</w:t>
      </w:r>
    </w:p>
    <w:p w:rsidR="005B3ED9" w:rsidRDefault="005B3ED9" w:rsidP="005B3ED9">
      <w:r>
        <w:t>211.4384</w:t>
      </w:r>
      <w:r>
        <w:tab/>
        <w:t>1.013e0</w:t>
      </w:r>
    </w:p>
    <w:p w:rsidR="005B3ED9" w:rsidRDefault="005B3ED9" w:rsidP="005B3ED9">
      <w:r>
        <w:t>211.4622</w:t>
      </w:r>
      <w:r>
        <w:tab/>
        <w:t>1.013e0</w:t>
      </w:r>
    </w:p>
    <w:p w:rsidR="005B3ED9" w:rsidRDefault="005B3ED9" w:rsidP="005B3ED9">
      <w:r>
        <w:t>211.4641</w:t>
      </w:r>
      <w:r>
        <w:tab/>
        <w:t>2.025e0</w:t>
      </w:r>
    </w:p>
    <w:p w:rsidR="005B3ED9" w:rsidRDefault="005B3ED9" w:rsidP="005B3ED9">
      <w:r>
        <w:t>211.5162</w:t>
      </w:r>
      <w:r>
        <w:tab/>
        <w:t>1.013e0</w:t>
      </w:r>
    </w:p>
    <w:p w:rsidR="005B3ED9" w:rsidRDefault="005B3ED9" w:rsidP="005B3ED9">
      <w:r>
        <w:t>211.5200</w:t>
      </w:r>
      <w:r>
        <w:tab/>
        <w:t>1.013e0</w:t>
      </w:r>
    </w:p>
    <w:p w:rsidR="005B3ED9" w:rsidRDefault="005B3ED9" w:rsidP="005B3ED9">
      <w:r>
        <w:t>211.5532</w:t>
      </w:r>
      <w:r>
        <w:tab/>
        <w:t>2.025e0</w:t>
      </w:r>
    </w:p>
    <w:p w:rsidR="005B3ED9" w:rsidRDefault="005B3ED9" w:rsidP="005B3ED9">
      <w:r>
        <w:t>211.5900</w:t>
      </w:r>
      <w:r>
        <w:tab/>
        <w:t>3.038e0</w:t>
      </w:r>
    </w:p>
    <w:p w:rsidR="005B3ED9" w:rsidRDefault="005B3ED9" w:rsidP="005B3ED9">
      <w:r>
        <w:t>211.6052</w:t>
      </w:r>
      <w:r>
        <w:tab/>
        <w:t>1.013e0</w:t>
      </w:r>
    </w:p>
    <w:p w:rsidR="005B3ED9" w:rsidRDefault="005B3ED9" w:rsidP="005B3ED9">
      <w:r>
        <w:t>211.6222</w:t>
      </w:r>
      <w:r>
        <w:tab/>
        <w:t>2.025e0</w:t>
      </w:r>
    </w:p>
    <w:p w:rsidR="005B3ED9" w:rsidRDefault="005B3ED9" w:rsidP="005B3ED9">
      <w:r>
        <w:t>211.6395</w:t>
      </w:r>
      <w:r>
        <w:tab/>
        <w:t>1.013e0</w:t>
      </w:r>
    </w:p>
    <w:p w:rsidR="005B3ED9" w:rsidRDefault="005B3ED9" w:rsidP="005B3ED9">
      <w:r>
        <w:t>211.6828</w:t>
      </w:r>
      <w:r>
        <w:tab/>
        <w:t>1.013e0</w:t>
      </w:r>
    </w:p>
    <w:p w:rsidR="005B3ED9" w:rsidRDefault="005B3ED9" w:rsidP="005B3ED9">
      <w:r>
        <w:t>211.7056</w:t>
      </w:r>
      <w:r>
        <w:tab/>
        <w:t>1.013e0</w:t>
      </w:r>
    </w:p>
    <w:p w:rsidR="005B3ED9" w:rsidRDefault="005B3ED9" w:rsidP="005B3ED9">
      <w:r>
        <w:t>211.7645</w:t>
      </w:r>
      <w:r>
        <w:tab/>
        <w:t>1.013e0</w:t>
      </w:r>
    </w:p>
    <w:p w:rsidR="005B3ED9" w:rsidRDefault="005B3ED9" w:rsidP="005B3ED9">
      <w:r>
        <w:t>211.8060</w:t>
      </w:r>
      <w:r>
        <w:tab/>
        <w:t>1.013e0</w:t>
      </w:r>
    </w:p>
    <w:p w:rsidR="005B3ED9" w:rsidRDefault="005B3ED9" w:rsidP="005B3ED9">
      <w:r>
        <w:t>211.8312</w:t>
      </w:r>
      <w:r>
        <w:tab/>
        <w:t>2.025e0</w:t>
      </w:r>
    </w:p>
    <w:p w:rsidR="005B3ED9" w:rsidRDefault="005B3ED9" w:rsidP="005B3ED9">
      <w:r>
        <w:t>211.8352</w:t>
      </w:r>
      <w:r>
        <w:tab/>
        <w:t>2.025e0</w:t>
      </w:r>
    </w:p>
    <w:p w:rsidR="005B3ED9" w:rsidRDefault="005B3ED9" w:rsidP="005B3ED9">
      <w:r>
        <w:t>211.8572</w:t>
      </w:r>
      <w:r>
        <w:tab/>
        <w:t>1.013e0</w:t>
      </w:r>
    </w:p>
    <w:p w:rsidR="005B3ED9" w:rsidRDefault="005B3ED9" w:rsidP="005B3ED9">
      <w:r>
        <w:t>211.8913</w:t>
      </w:r>
      <w:r>
        <w:tab/>
        <w:t>1.013e0</w:t>
      </w:r>
    </w:p>
    <w:p w:rsidR="005B3ED9" w:rsidRDefault="005B3ED9" w:rsidP="005B3ED9">
      <w:r>
        <w:lastRenderedPageBreak/>
        <w:t>211.9577</w:t>
      </w:r>
      <w:r>
        <w:tab/>
        <w:t>1.013e0</w:t>
      </w:r>
    </w:p>
    <w:p w:rsidR="005B3ED9" w:rsidRDefault="005B3ED9" w:rsidP="005B3ED9">
      <w:r>
        <w:t>211.9804</w:t>
      </w:r>
      <w:r>
        <w:tab/>
        <w:t>1.013e0</w:t>
      </w:r>
    </w:p>
    <w:p w:rsidR="005B3ED9" w:rsidRDefault="005B3ED9" w:rsidP="005B3ED9">
      <w:r>
        <w:t>212.0088</w:t>
      </w:r>
      <w:r>
        <w:tab/>
        <w:t>7.089e0</w:t>
      </w:r>
    </w:p>
    <w:p w:rsidR="005B3ED9" w:rsidRDefault="005B3ED9" w:rsidP="005B3ED9">
      <w:r>
        <w:t>212.0207</w:t>
      </w:r>
      <w:r>
        <w:tab/>
        <w:t>8.101e0</w:t>
      </w:r>
    </w:p>
    <w:p w:rsidR="005B3ED9" w:rsidRDefault="005B3ED9" w:rsidP="005B3ED9">
      <w:r>
        <w:t>212.0270</w:t>
      </w:r>
      <w:r>
        <w:tab/>
        <w:t>3.038e0</w:t>
      </w:r>
    </w:p>
    <w:p w:rsidR="005B3ED9" w:rsidRDefault="005B3ED9" w:rsidP="005B3ED9">
      <w:r>
        <w:t>212.0563</w:t>
      </w:r>
      <w:r>
        <w:tab/>
        <w:t>2.025e0</w:t>
      </w:r>
    </w:p>
    <w:p w:rsidR="005B3ED9" w:rsidRDefault="005B3ED9" w:rsidP="005B3ED9">
      <w:r>
        <w:t>212.0619</w:t>
      </w:r>
      <w:r>
        <w:tab/>
        <w:t>1.013e0</w:t>
      </w:r>
    </w:p>
    <w:p w:rsidR="005B3ED9" w:rsidRDefault="005B3ED9" w:rsidP="005B3ED9">
      <w:r>
        <w:t>212.0885</w:t>
      </w:r>
      <w:r>
        <w:tab/>
        <w:t>1.013e0</w:t>
      </w:r>
    </w:p>
    <w:p w:rsidR="005B3ED9" w:rsidRDefault="005B3ED9" w:rsidP="005B3ED9">
      <w:r>
        <w:t>212.1417</w:t>
      </w:r>
      <w:r>
        <w:tab/>
        <w:t>3.038e0</w:t>
      </w:r>
    </w:p>
    <w:p w:rsidR="005B3ED9" w:rsidRDefault="005B3ED9" w:rsidP="005B3ED9">
      <w:r>
        <w:t>212.1465</w:t>
      </w:r>
      <w:r>
        <w:tab/>
        <w:t>3.926e0</w:t>
      </w:r>
    </w:p>
    <w:p w:rsidR="005B3ED9" w:rsidRDefault="005B3ED9" w:rsidP="005B3ED9">
      <w:r>
        <w:t>212.1527</w:t>
      </w:r>
      <w:r>
        <w:tab/>
        <w:t>8.945e0</w:t>
      </w:r>
    </w:p>
    <w:p w:rsidR="005B3ED9" w:rsidRDefault="005B3ED9" w:rsidP="005B3ED9">
      <w:r>
        <w:t>212.1681</w:t>
      </w:r>
      <w:r>
        <w:tab/>
        <w:t>2.025e0</w:t>
      </w:r>
    </w:p>
    <w:p w:rsidR="005B3ED9" w:rsidRDefault="005B3ED9" w:rsidP="005B3ED9">
      <w:r>
        <w:t>212.1832</w:t>
      </w:r>
      <w:r>
        <w:tab/>
        <w:t>2.025e0</w:t>
      </w:r>
    </w:p>
    <w:p w:rsidR="005B3ED9" w:rsidRDefault="005B3ED9" w:rsidP="005B3ED9">
      <w:r>
        <w:t>212.2125</w:t>
      </w:r>
      <w:r>
        <w:tab/>
        <w:t>1.013e0</w:t>
      </w:r>
    </w:p>
    <w:p w:rsidR="005B3ED9" w:rsidRDefault="005B3ED9" w:rsidP="005B3ED9">
      <w:r>
        <w:t>212.2402</w:t>
      </w:r>
      <w:r>
        <w:tab/>
        <w:t>1.013e0</w:t>
      </w:r>
    </w:p>
    <w:p w:rsidR="005B3ED9" w:rsidRDefault="005B3ED9" w:rsidP="005B3ED9">
      <w:r>
        <w:t>212.2705</w:t>
      </w:r>
      <w:r>
        <w:tab/>
        <w:t>1.013e0</w:t>
      </w:r>
    </w:p>
    <w:p w:rsidR="005B3ED9" w:rsidRDefault="005B3ED9" w:rsidP="005B3ED9">
      <w:r>
        <w:t>212.2799</w:t>
      </w:r>
      <w:r>
        <w:tab/>
        <w:t>2.025e0</w:t>
      </w:r>
    </w:p>
    <w:p w:rsidR="005B3ED9" w:rsidRDefault="005B3ED9" w:rsidP="005B3ED9">
      <w:r>
        <w:t>212.3256</w:t>
      </w:r>
      <w:r>
        <w:tab/>
        <w:t>1.013e0</w:t>
      </w:r>
    </w:p>
    <w:p w:rsidR="005B3ED9" w:rsidRDefault="005B3ED9" w:rsidP="005B3ED9">
      <w:r>
        <w:t>212.3406</w:t>
      </w:r>
      <w:r>
        <w:tab/>
        <w:t>1.013e0</w:t>
      </w:r>
    </w:p>
    <w:p w:rsidR="005B3ED9" w:rsidRDefault="005B3ED9" w:rsidP="005B3ED9">
      <w:r>
        <w:lastRenderedPageBreak/>
        <w:t>212.3673</w:t>
      </w:r>
      <w:r>
        <w:tab/>
        <w:t>1.013e0</w:t>
      </w:r>
    </w:p>
    <w:p w:rsidR="005B3ED9" w:rsidRDefault="005B3ED9" w:rsidP="005B3ED9">
      <w:r>
        <w:t>212.4602</w:t>
      </w:r>
      <w:r>
        <w:tab/>
        <w:t>1.013e0</w:t>
      </w:r>
    </w:p>
    <w:p w:rsidR="005B3ED9" w:rsidRDefault="005B3ED9" w:rsidP="005B3ED9">
      <w:r>
        <w:t>212.4677</w:t>
      </w:r>
      <w:r>
        <w:tab/>
        <w:t>1.013e0</w:t>
      </w:r>
    </w:p>
    <w:p w:rsidR="005B3ED9" w:rsidRDefault="005B3ED9" w:rsidP="005B3ED9">
      <w:r>
        <w:t>212.4715</w:t>
      </w:r>
      <w:r>
        <w:tab/>
        <w:t>1.013e0</w:t>
      </w:r>
    </w:p>
    <w:p w:rsidR="005B3ED9" w:rsidRDefault="005B3ED9" w:rsidP="005B3ED9">
      <w:r>
        <w:t>212.5190</w:t>
      </w:r>
      <w:r>
        <w:tab/>
        <w:t>1.013e0</w:t>
      </w:r>
    </w:p>
    <w:p w:rsidR="005B3ED9" w:rsidRDefault="005B3ED9" w:rsidP="005B3ED9">
      <w:r>
        <w:t>212.5266</w:t>
      </w:r>
      <w:r>
        <w:tab/>
        <w:t>2.025e0</w:t>
      </w:r>
    </w:p>
    <w:p w:rsidR="005B3ED9" w:rsidRDefault="005B3ED9" w:rsidP="005B3ED9">
      <w:r>
        <w:t>212.5532</w:t>
      </w:r>
      <w:r>
        <w:tab/>
        <w:t>1.013e0</w:t>
      </w:r>
    </w:p>
    <w:p w:rsidR="005B3ED9" w:rsidRDefault="005B3ED9" w:rsidP="005B3ED9">
      <w:r>
        <w:t>212.6120</w:t>
      </w:r>
      <w:r>
        <w:tab/>
        <w:t>1.013e0</w:t>
      </w:r>
    </w:p>
    <w:p w:rsidR="005B3ED9" w:rsidRDefault="005B3ED9" w:rsidP="005B3ED9">
      <w:r>
        <w:t>212.6815</w:t>
      </w:r>
      <w:r>
        <w:tab/>
        <w:t>1.013e0</w:t>
      </w:r>
    </w:p>
    <w:p w:rsidR="005B3ED9" w:rsidRDefault="005B3ED9" w:rsidP="005B3ED9">
      <w:r>
        <w:t>212.6974</w:t>
      </w:r>
      <w:r>
        <w:tab/>
        <w:t>1.013e0</w:t>
      </w:r>
    </w:p>
    <w:p w:rsidR="005B3ED9" w:rsidRDefault="005B3ED9" w:rsidP="005B3ED9">
      <w:r>
        <w:t>212.6993</w:t>
      </w:r>
      <w:r>
        <w:tab/>
        <w:t>2.025e0</w:t>
      </w:r>
    </w:p>
    <w:p w:rsidR="005B3ED9" w:rsidRDefault="005B3ED9" w:rsidP="005B3ED9">
      <w:r>
        <w:t>212.7011</w:t>
      </w:r>
      <w:r>
        <w:tab/>
        <w:t>1.013e0</w:t>
      </w:r>
    </w:p>
    <w:p w:rsidR="005B3ED9" w:rsidRDefault="005B3ED9" w:rsidP="005B3ED9">
      <w:r>
        <w:t>212.7315</w:t>
      </w:r>
      <w:r>
        <w:tab/>
        <w:t>2.025e0</w:t>
      </w:r>
    </w:p>
    <w:p w:rsidR="005B3ED9" w:rsidRDefault="005B3ED9" w:rsidP="005B3ED9">
      <w:r>
        <w:t>212.7585</w:t>
      </w:r>
      <w:r>
        <w:tab/>
        <w:t>1.013e0</w:t>
      </w:r>
    </w:p>
    <w:p w:rsidR="005B3ED9" w:rsidRDefault="005B3ED9" w:rsidP="005B3ED9">
      <w:r>
        <w:t>212.7787</w:t>
      </w:r>
      <w:r>
        <w:tab/>
        <w:t>1.013e0</w:t>
      </w:r>
    </w:p>
    <w:p w:rsidR="005B3ED9" w:rsidRDefault="005B3ED9" w:rsidP="005B3ED9">
      <w:r>
        <w:t>212.8017</w:t>
      </w:r>
      <w:r>
        <w:tab/>
        <w:t>1.013e0</w:t>
      </w:r>
    </w:p>
    <w:p w:rsidR="005B3ED9" w:rsidRDefault="005B3ED9" w:rsidP="005B3ED9">
      <w:r>
        <w:t>212.8283</w:t>
      </w:r>
      <w:r>
        <w:tab/>
        <w:t>1.013e0</w:t>
      </w:r>
    </w:p>
    <w:p w:rsidR="005B3ED9" w:rsidRDefault="005B3ED9" w:rsidP="005B3ED9">
      <w:r>
        <w:t>212.9023</w:t>
      </w:r>
      <w:r>
        <w:tab/>
        <w:t>1.013e0</w:t>
      </w:r>
    </w:p>
    <w:p w:rsidR="005B3ED9" w:rsidRDefault="005B3ED9" w:rsidP="005B3ED9">
      <w:r>
        <w:t>212.9489</w:t>
      </w:r>
      <w:r>
        <w:tab/>
        <w:t>1.013e0</w:t>
      </w:r>
    </w:p>
    <w:p w:rsidR="005B3ED9" w:rsidRDefault="005B3ED9" w:rsidP="005B3ED9">
      <w:r>
        <w:lastRenderedPageBreak/>
        <w:t>212.9877</w:t>
      </w:r>
      <w:r>
        <w:tab/>
        <w:t>1.013e0</w:t>
      </w:r>
    </w:p>
    <w:p w:rsidR="005B3ED9" w:rsidRDefault="005B3ED9" w:rsidP="005B3ED9">
      <w:r>
        <w:t>213.0040</w:t>
      </w:r>
      <w:r>
        <w:tab/>
        <w:t>3.038e0</w:t>
      </w:r>
    </w:p>
    <w:p w:rsidR="005B3ED9" w:rsidRDefault="005B3ED9" w:rsidP="005B3ED9">
      <w:r>
        <w:t>213.0168</w:t>
      </w:r>
      <w:r>
        <w:tab/>
        <w:t>6.076e0</w:t>
      </w:r>
    </w:p>
    <w:p w:rsidR="005B3ED9" w:rsidRDefault="005B3ED9" w:rsidP="005B3ED9">
      <w:r>
        <w:t>213.0222</w:t>
      </w:r>
      <w:r>
        <w:tab/>
        <w:t>3.038e0</w:t>
      </w:r>
    </w:p>
    <w:p w:rsidR="005B3ED9" w:rsidRDefault="005B3ED9" w:rsidP="005B3ED9">
      <w:r>
        <w:t>213.0241</w:t>
      </w:r>
      <w:r>
        <w:tab/>
        <w:t>4.051e0</w:t>
      </w:r>
    </w:p>
    <w:p w:rsidR="005B3ED9" w:rsidRDefault="005B3ED9" w:rsidP="005B3ED9">
      <w:r>
        <w:t>213.0260</w:t>
      </w:r>
      <w:r>
        <w:tab/>
        <w:t>5.071e0</w:t>
      </w:r>
    </w:p>
    <w:p w:rsidR="005B3ED9" w:rsidRDefault="005B3ED9" w:rsidP="005B3ED9">
      <w:r>
        <w:t>213.0619</w:t>
      </w:r>
      <w:r>
        <w:tab/>
        <w:t>1.013e0</w:t>
      </w:r>
    </w:p>
    <w:p w:rsidR="005B3ED9" w:rsidRDefault="005B3ED9" w:rsidP="005B3ED9">
      <w:r>
        <w:t>213.1135</w:t>
      </w:r>
      <w:r>
        <w:tab/>
        <w:t>2.025e0</w:t>
      </w:r>
    </w:p>
    <w:p w:rsidR="005B3ED9" w:rsidRDefault="005B3ED9" w:rsidP="005B3ED9">
      <w:r>
        <w:t>213.1193</w:t>
      </w:r>
      <w:r>
        <w:tab/>
        <w:t>2.025e0</w:t>
      </w:r>
    </w:p>
    <w:p w:rsidR="005B3ED9" w:rsidRDefault="005B3ED9" w:rsidP="005B3ED9">
      <w:r>
        <w:t>213.1272</w:t>
      </w:r>
      <w:r>
        <w:tab/>
        <w:t>1.013e0</w:t>
      </w:r>
    </w:p>
    <w:p w:rsidR="005B3ED9" w:rsidRDefault="005B3ED9" w:rsidP="005B3ED9">
      <w:r>
        <w:t>213.1313</w:t>
      </w:r>
      <w:r>
        <w:tab/>
        <w:t>1.013e0</w:t>
      </w:r>
    </w:p>
    <w:p w:rsidR="005B3ED9" w:rsidRDefault="005B3ED9" w:rsidP="005B3ED9">
      <w:r>
        <w:t>213.1473</w:t>
      </w:r>
      <w:r>
        <w:tab/>
        <w:t>3.038e0</w:t>
      </w:r>
    </w:p>
    <w:p w:rsidR="005B3ED9" w:rsidRDefault="005B3ED9" w:rsidP="005B3ED9">
      <w:r>
        <w:t>213.1497</w:t>
      </w:r>
      <w:r>
        <w:tab/>
        <w:t>3.038e0</w:t>
      </w:r>
    </w:p>
    <w:p w:rsidR="005B3ED9" w:rsidRDefault="005B3ED9" w:rsidP="005B3ED9">
      <w:r>
        <w:t>213.1777</w:t>
      </w:r>
      <w:r>
        <w:tab/>
        <w:t>1.013e0</w:t>
      </w:r>
    </w:p>
    <w:p w:rsidR="005B3ED9" w:rsidRDefault="005B3ED9" w:rsidP="005B3ED9">
      <w:r>
        <w:t>213.1796</w:t>
      </w:r>
      <w:r>
        <w:tab/>
        <w:t>2.025e0</w:t>
      </w:r>
    </w:p>
    <w:p w:rsidR="005B3ED9" w:rsidRDefault="005B3ED9" w:rsidP="005B3ED9">
      <w:r>
        <w:t>213.1853</w:t>
      </w:r>
      <w:r>
        <w:tab/>
        <w:t>2.025e0</w:t>
      </w:r>
    </w:p>
    <w:p w:rsidR="005B3ED9" w:rsidRDefault="005B3ED9" w:rsidP="005B3ED9">
      <w:r>
        <w:t>213.2442</w:t>
      </w:r>
      <w:r>
        <w:tab/>
        <w:t>1.013e0</w:t>
      </w:r>
    </w:p>
    <w:p w:rsidR="005B3ED9" w:rsidRDefault="005B3ED9" w:rsidP="005B3ED9">
      <w:r>
        <w:t>213.2784</w:t>
      </w:r>
      <w:r>
        <w:tab/>
        <w:t>1.013e0</w:t>
      </w:r>
    </w:p>
    <w:p w:rsidR="005B3ED9" w:rsidRDefault="005B3ED9" w:rsidP="005B3ED9">
      <w:r>
        <w:t>213.3057</w:t>
      </w:r>
      <w:r>
        <w:tab/>
        <w:t>1.013e0</w:t>
      </w:r>
    </w:p>
    <w:p w:rsidR="005B3ED9" w:rsidRDefault="005B3ED9" w:rsidP="005B3ED9">
      <w:r>
        <w:lastRenderedPageBreak/>
        <w:t>213.3138</w:t>
      </w:r>
      <w:r>
        <w:tab/>
        <w:t>1.013e0</w:t>
      </w:r>
    </w:p>
    <w:p w:rsidR="005B3ED9" w:rsidRDefault="005B3ED9" w:rsidP="005B3ED9">
      <w:r>
        <w:t>213.3486</w:t>
      </w:r>
      <w:r>
        <w:tab/>
        <w:t>1.013e0</w:t>
      </w:r>
    </w:p>
    <w:p w:rsidR="005B3ED9" w:rsidRDefault="005B3ED9" w:rsidP="005B3ED9">
      <w:r>
        <w:t>213.3868</w:t>
      </w:r>
      <w:r>
        <w:tab/>
        <w:t>1.013e0</w:t>
      </w:r>
    </w:p>
    <w:p w:rsidR="005B3ED9" w:rsidRDefault="005B3ED9" w:rsidP="005B3ED9">
      <w:r>
        <w:t>213.4152</w:t>
      </w:r>
      <w:r>
        <w:tab/>
        <w:t>1.013e0</w:t>
      </w:r>
    </w:p>
    <w:p w:rsidR="005B3ED9" w:rsidRDefault="005B3ED9" w:rsidP="005B3ED9">
      <w:r>
        <w:t>213.4379</w:t>
      </w:r>
      <w:r>
        <w:tab/>
        <w:t>1.013e0</w:t>
      </w:r>
    </w:p>
    <w:p w:rsidR="005B3ED9" w:rsidRDefault="005B3ED9" w:rsidP="005B3ED9">
      <w:r>
        <w:t>213.4569</w:t>
      </w:r>
      <w:r>
        <w:tab/>
        <w:t>1.013e0</w:t>
      </w:r>
    </w:p>
    <w:p w:rsidR="005B3ED9" w:rsidRDefault="005B3ED9" w:rsidP="005B3ED9">
      <w:r>
        <w:t>213.4664</w:t>
      </w:r>
      <w:r>
        <w:tab/>
        <w:t>2.025e0</w:t>
      </w:r>
    </w:p>
    <w:p w:rsidR="005B3ED9" w:rsidRDefault="005B3ED9" w:rsidP="005B3ED9">
      <w:r>
        <w:t>213.5045</w:t>
      </w:r>
      <w:r>
        <w:tab/>
        <w:t>1.013e0</w:t>
      </w:r>
    </w:p>
    <w:p w:rsidR="005B3ED9" w:rsidRDefault="005B3ED9" w:rsidP="005B3ED9">
      <w:r>
        <w:t>213.5481</w:t>
      </w:r>
      <w:r>
        <w:tab/>
        <w:t>2.025e0</w:t>
      </w:r>
    </w:p>
    <w:p w:rsidR="005B3ED9" w:rsidRDefault="005B3ED9" w:rsidP="005B3ED9">
      <w:r>
        <w:t>213.6792</w:t>
      </w:r>
      <w:r>
        <w:tab/>
        <w:t>1.013e0</w:t>
      </w:r>
    </w:p>
    <w:p w:rsidR="005B3ED9" w:rsidRDefault="005B3ED9" w:rsidP="005B3ED9">
      <w:r>
        <w:t>213.7324</w:t>
      </w:r>
      <w:r>
        <w:tab/>
        <w:t>1.013e0</w:t>
      </w:r>
    </w:p>
    <w:p w:rsidR="005B3ED9" w:rsidRDefault="005B3ED9" w:rsidP="005B3ED9">
      <w:r>
        <w:t>213.7524</w:t>
      </w:r>
      <w:r>
        <w:tab/>
        <w:t>1.013e0</w:t>
      </w:r>
    </w:p>
    <w:p w:rsidR="005B3ED9" w:rsidRDefault="005B3ED9" w:rsidP="005B3ED9">
      <w:r>
        <w:t>213.8217</w:t>
      </w:r>
      <w:r>
        <w:tab/>
        <w:t>1.013e0</w:t>
      </w:r>
    </w:p>
    <w:p w:rsidR="005B3ED9" w:rsidRDefault="005B3ED9" w:rsidP="005B3ED9">
      <w:r>
        <w:t>213.9110</w:t>
      </w:r>
      <w:r>
        <w:tab/>
        <w:t>1.013e0</w:t>
      </w:r>
    </w:p>
    <w:p w:rsidR="005B3ED9" w:rsidRDefault="005B3ED9" w:rsidP="005B3ED9">
      <w:r>
        <w:t>213.9751</w:t>
      </w:r>
      <w:r>
        <w:tab/>
        <w:t>4.675e0</w:t>
      </w:r>
    </w:p>
    <w:p w:rsidR="005B3ED9" w:rsidRDefault="005B3ED9" w:rsidP="005B3ED9">
      <w:r>
        <w:t>214.0050</w:t>
      </w:r>
      <w:r>
        <w:tab/>
        <w:t>7.190e1</w:t>
      </w:r>
    </w:p>
    <w:p w:rsidR="005B3ED9" w:rsidRDefault="005B3ED9" w:rsidP="005B3ED9">
      <w:r>
        <w:t>214.0083</w:t>
      </w:r>
      <w:r>
        <w:tab/>
        <w:t>8.122e1</w:t>
      </w:r>
    </w:p>
    <w:p w:rsidR="005B3ED9" w:rsidRDefault="005B3ED9" w:rsidP="005B3ED9">
      <w:r>
        <w:t>214.0509</w:t>
      </w:r>
      <w:r>
        <w:tab/>
        <w:t>5.804e0</w:t>
      </w:r>
    </w:p>
    <w:p w:rsidR="005B3ED9" w:rsidRDefault="005B3ED9" w:rsidP="005B3ED9">
      <w:r>
        <w:t>214.0785</w:t>
      </w:r>
      <w:r>
        <w:tab/>
        <w:t>1.013e0</w:t>
      </w:r>
    </w:p>
    <w:p w:rsidR="005B3ED9" w:rsidRDefault="005B3ED9" w:rsidP="005B3ED9">
      <w:r>
        <w:lastRenderedPageBreak/>
        <w:t>214.0903</w:t>
      </w:r>
      <w:r>
        <w:tab/>
        <w:t>2.025e0</w:t>
      </w:r>
    </w:p>
    <w:p w:rsidR="005B3ED9" w:rsidRDefault="005B3ED9" w:rsidP="005B3ED9">
      <w:r>
        <w:t>214.0941</w:t>
      </w:r>
      <w:r>
        <w:tab/>
        <w:t>1.013e0</w:t>
      </w:r>
    </w:p>
    <w:p w:rsidR="005B3ED9" w:rsidRDefault="005B3ED9" w:rsidP="005B3ED9">
      <w:r>
        <w:t>214.0963</w:t>
      </w:r>
      <w:r>
        <w:tab/>
        <w:t>2.025e0</w:t>
      </w:r>
    </w:p>
    <w:p w:rsidR="005B3ED9" w:rsidRDefault="005B3ED9" w:rsidP="005B3ED9">
      <w:r>
        <w:t>214.1023</w:t>
      </w:r>
      <w:r>
        <w:tab/>
        <w:t>1.013e0</w:t>
      </w:r>
    </w:p>
    <w:p w:rsidR="005B3ED9" w:rsidRDefault="005B3ED9" w:rsidP="005B3ED9">
      <w:r>
        <w:t>214.1299</w:t>
      </w:r>
      <w:r>
        <w:tab/>
        <w:t>1.013e0</w:t>
      </w:r>
    </w:p>
    <w:p w:rsidR="005B3ED9" w:rsidRDefault="005B3ED9" w:rsidP="005B3ED9">
      <w:r>
        <w:t>214.1460</w:t>
      </w:r>
      <w:r>
        <w:tab/>
        <w:t>3.038e0</w:t>
      </w:r>
    </w:p>
    <w:p w:rsidR="005B3ED9" w:rsidRDefault="005B3ED9" w:rsidP="005B3ED9">
      <w:r>
        <w:t>214.1845</w:t>
      </w:r>
      <w:r>
        <w:tab/>
        <w:t>2.025e0</w:t>
      </w:r>
    </w:p>
    <w:p w:rsidR="005B3ED9" w:rsidRDefault="005B3ED9" w:rsidP="005B3ED9">
      <w:r>
        <w:t>214.1959</w:t>
      </w:r>
      <w:r>
        <w:tab/>
        <w:t>1.013e0</w:t>
      </w:r>
    </w:p>
    <w:p w:rsidR="005B3ED9" w:rsidRDefault="005B3ED9" w:rsidP="005B3ED9">
      <w:r>
        <w:t>214.2497</w:t>
      </w:r>
      <w:r>
        <w:tab/>
        <w:t>1.013e0</w:t>
      </w:r>
    </w:p>
    <w:p w:rsidR="005B3ED9" w:rsidRDefault="005B3ED9" w:rsidP="005B3ED9">
      <w:r>
        <w:t>214.2814</w:t>
      </w:r>
      <w:r>
        <w:tab/>
        <w:t>1.013e0</w:t>
      </w:r>
    </w:p>
    <w:p w:rsidR="005B3ED9" w:rsidRDefault="005B3ED9" w:rsidP="005B3ED9">
      <w:r>
        <w:t>214.3049</w:t>
      </w:r>
      <w:r>
        <w:tab/>
        <w:t>2.025e0</w:t>
      </w:r>
    </w:p>
    <w:p w:rsidR="005B3ED9" w:rsidRDefault="005B3ED9" w:rsidP="005B3ED9">
      <w:r>
        <w:t>214.3353</w:t>
      </w:r>
      <w:r>
        <w:tab/>
        <w:t>1.013e0</w:t>
      </w:r>
    </w:p>
    <w:p w:rsidR="005B3ED9" w:rsidRDefault="005B3ED9" w:rsidP="005B3ED9">
      <w:r>
        <w:t>214.3391</w:t>
      </w:r>
      <w:r>
        <w:tab/>
        <w:t>1.013e0</w:t>
      </w:r>
    </w:p>
    <w:p w:rsidR="005B3ED9" w:rsidRDefault="005B3ED9" w:rsidP="005B3ED9">
      <w:r>
        <w:t>214.4019</w:t>
      </w:r>
      <w:r>
        <w:tab/>
        <w:t>1.013e0</w:t>
      </w:r>
    </w:p>
    <w:p w:rsidR="005B3ED9" w:rsidRDefault="005B3ED9" w:rsidP="005B3ED9">
      <w:r>
        <w:t>214.4526</w:t>
      </w:r>
      <w:r>
        <w:tab/>
        <w:t>1.013e0</w:t>
      </w:r>
    </w:p>
    <w:p w:rsidR="005B3ED9" w:rsidRDefault="005B3ED9" w:rsidP="005B3ED9">
      <w:r>
        <w:t>214.4761</w:t>
      </w:r>
      <w:r>
        <w:tab/>
        <w:t>1.013e0</w:t>
      </w:r>
    </w:p>
    <w:p w:rsidR="005B3ED9" w:rsidRDefault="005B3ED9" w:rsidP="005B3ED9">
      <w:r>
        <w:t>214.4914</w:t>
      </w:r>
      <w:r>
        <w:tab/>
        <w:t>2.025e0</w:t>
      </w:r>
    </w:p>
    <w:p w:rsidR="005B3ED9" w:rsidRDefault="005B3ED9" w:rsidP="005B3ED9">
      <w:r>
        <w:t>214.4952</w:t>
      </w:r>
      <w:r>
        <w:tab/>
        <w:t>1.013e0</w:t>
      </w:r>
    </w:p>
    <w:p w:rsidR="005B3ED9" w:rsidRDefault="005B3ED9" w:rsidP="005B3ED9">
      <w:r>
        <w:t>214.5066</w:t>
      </w:r>
      <w:r>
        <w:tab/>
        <w:t>1.013e0</w:t>
      </w:r>
    </w:p>
    <w:p w:rsidR="005B3ED9" w:rsidRDefault="005B3ED9" w:rsidP="005B3ED9">
      <w:r>
        <w:lastRenderedPageBreak/>
        <w:t>214.5341</w:t>
      </w:r>
      <w:r>
        <w:tab/>
        <w:t>2.025e0</w:t>
      </w:r>
    </w:p>
    <w:p w:rsidR="005B3ED9" w:rsidRDefault="005B3ED9" w:rsidP="005B3ED9">
      <w:r>
        <w:t>214.5753</w:t>
      </w:r>
      <w:r>
        <w:tab/>
        <w:t>3.038e0</w:t>
      </w:r>
    </w:p>
    <w:p w:rsidR="005B3ED9" w:rsidRDefault="005B3ED9" w:rsidP="005B3ED9">
      <w:r>
        <w:t>214.5847</w:t>
      </w:r>
      <w:r>
        <w:tab/>
        <w:t>1.013e0</w:t>
      </w:r>
    </w:p>
    <w:p w:rsidR="005B3ED9" w:rsidRDefault="005B3ED9" w:rsidP="005B3ED9">
      <w:r>
        <w:t>214.5885</w:t>
      </w:r>
      <w:r>
        <w:tab/>
        <w:t>1.013e0</w:t>
      </w:r>
    </w:p>
    <w:p w:rsidR="005B3ED9" w:rsidRDefault="005B3ED9" w:rsidP="005B3ED9">
      <w:r>
        <w:t>214.6116</w:t>
      </w:r>
      <w:r>
        <w:tab/>
        <w:t>1.013e0</w:t>
      </w:r>
    </w:p>
    <w:p w:rsidR="005B3ED9" w:rsidRDefault="005B3ED9" w:rsidP="005B3ED9">
      <w:r>
        <w:t>214.6684</w:t>
      </w:r>
      <w:r>
        <w:tab/>
        <w:t>2.025e0</w:t>
      </w:r>
    </w:p>
    <w:p w:rsidR="005B3ED9" w:rsidRDefault="005B3ED9" w:rsidP="005B3ED9">
      <w:r>
        <w:t>214.6703</w:t>
      </w:r>
      <w:r>
        <w:tab/>
        <w:t>1.013e0</w:t>
      </w:r>
    </w:p>
    <w:p w:rsidR="005B3ED9" w:rsidRDefault="005B3ED9" w:rsidP="005B3ED9">
      <w:r>
        <w:t>214.6973</w:t>
      </w:r>
      <w:r>
        <w:tab/>
        <w:t>1.013e0</w:t>
      </w:r>
    </w:p>
    <w:p w:rsidR="005B3ED9" w:rsidRDefault="005B3ED9" w:rsidP="005B3ED9">
      <w:r>
        <w:t>214.7055</w:t>
      </w:r>
      <w:r>
        <w:tab/>
        <w:t>2.025e0</w:t>
      </w:r>
    </w:p>
    <w:p w:rsidR="005B3ED9" w:rsidRDefault="005B3ED9" w:rsidP="005B3ED9">
      <w:r>
        <w:t>214.7256</w:t>
      </w:r>
      <w:r>
        <w:tab/>
        <w:t>1.013e0</w:t>
      </w:r>
    </w:p>
    <w:p w:rsidR="005B3ED9" w:rsidRDefault="005B3ED9" w:rsidP="005B3ED9">
      <w:r>
        <w:t>214.7484</w:t>
      </w:r>
      <w:r>
        <w:tab/>
        <w:t>1.013e0</w:t>
      </w:r>
    </w:p>
    <w:p w:rsidR="005B3ED9" w:rsidRDefault="005B3ED9" w:rsidP="005B3ED9">
      <w:r>
        <w:t>214.7911</w:t>
      </w:r>
      <w:r>
        <w:tab/>
        <w:t>1.013e0</w:t>
      </w:r>
    </w:p>
    <w:p w:rsidR="005B3ED9" w:rsidRDefault="005B3ED9" w:rsidP="005B3ED9">
      <w:r>
        <w:t>214.8646</w:t>
      </w:r>
      <w:r>
        <w:tab/>
        <w:t>1.013e0</w:t>
      </w:r>
    </w:p>
    <w:p w:rsidR="005B3ED9" w:rsidRDefault="005B3ED9" w:rsidP="005B3ED9">
      <w:r>
        <w:t>214.8769</w:t>
      </w:r>
      <w:r>
        <w:tab/>
        <w:t>1.013e0</w:t>
      </w:r>
    </w:p>
    <w:p w:rsidR="005B3ED9" w:rsidRDefault="005B3ED9" w:rsidP="005B3ED9">
      <w:r>
        <w:t>214.8932</w:t>
      </w:r>
      <w:r>
        <w:tab/>
        <w:t>1.013e0</w:t>
      </w:r>
    </w:p>
    <w:p w:rsidR="005B3ED9" w:rsidRDefault="005B3ED9" w:rsidP="005B3ED9">
      <w:r>
        <w:t>214.9083</w:t>
      </w:r>
      <w:r>
        <w:tab/>
        <w:t>1.013e0</w:t>
      </w:r>
    </w:p>
    <w:p w:rsidR="005B3ED9" w:rsidRDefault="005B3ED9" w:rsidP="005B3ED9">
      <w:r>
        <w:t>214.9178</w:t>
      </w:r>
      <w:r>
        <w:tab/>
        <w:t>2.025e0</w:t>
      </w:r>
    </w:p>
    <w:p w:rsidR="005B3ED9" w:rsidRDefault="005B3ED9" w:rsidP="005B3ED9">
      <w:r>
        <w:t>214.9197</w:t>
      </w:r>
      <w:r>
        <w:tab/>
        <w:t>1.013e0</w:t>
      </w:r>
    </w:p>
    <w:p w:rsidR="005B3ED9" w:rsidRDefault="005B3ED9" w:rsidP="005B3ED9">
      <w:r>
        <w:t>214.9826</w:t>
      </w:r>
      <w:r>
        <w:tab/>
        <w:t>1.013e0</w:t>
      </w:r>
    </w:p>
    <w:p w:rsidR="005B3ED9" w:rsidRDefault="005B3ED9" w:rsidP="005B3ED9">
      <w:r>
        <w:lastRenderedPageBreak/>
        <w:t>214.9845</w:t>
      </w:r>
      <w:r>
        <w:tab/>
        <w:t>4.051e0</w:t>
      </w:r>
    </w:p>
    <w:p w:rsidR="005B3ED9" w:rsidRDefault="005B3ED9" w:rsidP="005B3ED9">
      <w:r>
        <w:t>215.0054</w:t>
      </w:r>
      <w:r>
        <w:tab/>
        <w:t>2.025e0</w:t>
      </w:r>
    </w:p>
    <w:p w:rsidR="005B3ED9" w:rsidRDefault="005B3ED9" w:rsidP="005B3ED9">
      <w:r>
        <w:t>215.0101</w:t>
      </w:r>
      <w:r>
        <w:tab/>
        <w:t>3.038e0</w:t>
      </w:r>
    </w:p>
    <w:p w:rsidR="005B3ED9" w:rsidRDefault="005B3ED9" w:rsidP="005B3ED9">
      <w:r>
        <w:t>215.0115</w:t>
      </w:r>
      <w:r>
        <w:tab/>
        <w:t>1.297e1</w:t>
      </w:r>
    </w:p>
    <w:p w:rsidR="005B3ED9" w:rsidRDefault="005B3ED9" w:rsidP="005B3ED9">
      <w:r>
        <w:t>215.0244</w:t>
      </w:r>
      <w:r>
        <w:tab/>
        <w:t>2.025e0</w:t>
      </w:r>
    </w:p>
    <w:p w:rsidR="005B3ED9" w:rsidRDefault="005B3ED9" w:rsidP="005B3ED9">
      <w:r>
        <w:t>215.0362</w:t>
      </w:r>
      <w:r>
        <w:tab/>
        <w:t>1.013e0</w:t>
      </w:r>
    </w:p>
    <w:p w:rsidR="005B3ED9" w:rsidRDefault="005B3ED9" w:rsidP="005B3ED9">
      <w:r>
        <w:t>215.0566</w:t>
      </w:r>
      <w:r>
        <w:tab/>
        <w:t>1.013e0</w:t>
      </w:r>
    </w:p>
    <w:p w:rsidR="005B3ED9" w:rsidRDefault="005B3ED9" w:rsidP="005B3ED9">
      <w:r>
        <w:t>215.0855</w:t>
      </w:r>
      <w:r>
        <w:tab/>
        <w:t>4.051e0</w:t>
      </w:r>
    </w:p>
    <w:p w:rsidR="005B3ED9" w:rsidRDefault="005B3ED9" w:rsidP="005B3ED9">
      <w:r>
        <w:t>215.0930</w:t>
      </w:r>
      <w:r>
        <w:tab/>
        <w:t>2.025e0</w:t>
      </w:r>
    </w:p>
    <w:p w:rsidR="005B3ED9" w:rsidRDefault="005B3ED9" w:rsidP="005B3ED9">
      <w:r>
        <w:t>215.0988</w:t>
      </w:r>
      <w:r>
        <w:tab/>
        <w:t>1.013e0</w:t>
      </w:r>
    </w:p>
    <w:p w:rsidR="005B3ED9" w:rsidRDefault="005B3ED9" w:rsidP="005B3ED9">
      <w:r>
        <w:t>215.1026</w:t>
      </w:r>
      <w:r>
        <w:tab/>
        <w:t>1.013e0</w:t>
      </w:r>
    </w:p>
    <w:p w:rsidR="005B3ED9" w:rsidRDefault="005B3ED9" w:rsidP="005B3ED9">
      <w:r>
        <w:t>215.1220</w:t>
      </w:r>
      <w:r>
        <w:tab/>
        <w:t>2.025e0</w:t>
      </w:r>
    </w:p>
    <w:p w:rsidR="005B3ED9" w:rsidRDefault="005B3ED9" w:rsidP="005B3ED9">
      <w:r>
        <w:t>215.1259</w:t>
      </w:r>
      <w:r>
        <w:tab/>
        <w:t>2.249e0</w:t>
      </w:r>
    </w:p>
    <w:p w:rsidR="005B3ED9" w:rsidRDefault="005B3ED9" w:rsidP="005B3ED9">
      <w:r>
        <w:t>215.1384</w:t>
      </w:r>
      <w:r>
        <w:tab/>
        <w:t>1.013e0</w:t>
      </w:r>
    </w:p>
    <w:p w:rsidR="005B3ED9" w:rsidRDefault="005B3ED9" w:rsidP="005B3ED9">
      <w:r>
        <w:t>215.1465</w:t>
      </w:r>
      <w:r>
        <w:tab/>
        <w:t>2.025e0</w:t>
      </w:r>
    </w:p>
    <w:p w:rsidR="005B3ED9" w:rsidRDefault="005B3ED9" w:rsidP="005B3ED9">
      <w:r>
        <w:t>215.1616</w:t>
      </w:r>
      <w:r>
        <w:tab/>
        <w:t>1.013e0</w:t>
      </w:r>
    </w:p>
    <w:p w:rsidR="005B3ED9" w:rsidRDefault="005B3ED9" w:rsidP="005B3ED9">
      <w:r>
        <w:t>215.1921</w:t>
      </w:r>
      <w:r>
        <w:tab/>
        <w:t>1.013e0</w:t>
      </w:r>
    </w:p>
    <w:p w:rsidR="005B3ED9" w:rsidRDefault="005B3ED9" w:rsidP="005B3ED9">
      <w:r>
        <w:t>215.1997</w:t>
      </w:r>
      <w:r>
        <w:tab/>
        <w:t>1.013e0</w:t>
      </w:r>
    </w:p>
    <w:p w:rsidR="005B3ED9" w:rsidRDefault="005B3ED9" w:rsidP="005B3ED9">
      <w:r>
        <w:t>215.2626</w:t>
      </w:r>
      <w:r>
        <w:tab/>
        <w:t>1.013e0</w:t>
      </w:r>
    </w:p>
    <w:p w:rsidR="005B3ED9" w:rsidRDefault="005B3ED9" w:rsidP="005B3ED9">
      <w:r>
        <w:lastRenderedPageBreak/>
        <w:t>215.2937</w:t>
      </w:r>
      <w:r>
        <w:tab/>
        <w:t>1.013e0</w:t>
      </w:r>
    </w:p>
    <w:p w:rsidR="005B3ED9" w:rsidRDefault="005B3ED9" w:rsidP="005B3ED9">
      <w:r>
        <w:t>215.4227</w:t>
      </w:r>
      <w:r>
        <w:tab/>
        <w:t>2.025e0</w:t>
      </w:r>
    </w:p>
    <w:p w:rsidR="005B3ED9" w:rsidRDefault="005B3ED9" w:rsidP="005B3ED9">
      <w:r>
        <w:t>215.4819</w:t>
      </w:r>
      <w:r>
        <w:tab/>
        <w:t>1.013e0</w:t>
      </w:r>
    </w:p>
    <w:p w:rsidR="005B3ED9" w:rsidRDefault="005B3ED9" w:rsidP="005B3ED9">
      <w:r>
        <w:t>215.5255</w:t>
      </w:r>
      <w:r>
        <w:tab/>
        <w:t>2.025e0</w:t>
      </w:r>
    </w:p>
    <w:p w:rsidR="005B3ED9" w:rsidRDefault="005B3ED9" w:rsidP="005B3ED9">
      <w:r>
        <w:t>215.5312</w:t>
      </w:r>
      <w:r>
        <w:tab/>
        <w:t>1.013e0</w:t>
      </w:r>
    </w:p>
    <w:p w:rsidR="005B3ED9" w:rsidRDefault="005B3ED9" w:rsidP="005B3ED9">
      <w:r>
        <w:t>215.5515</w:t>
      </w:r>
      <w:r>
        <w:tab/>
        <w:t>1.013e0</w:t>
      </w:r>
    </w:p>
    <w:p w:rsidR="005B3ED9" w:rsidRDefault="005B3ED9" w:rsidP="005B3ED9">
      <w:r>
        <w:t>215.5752</w:t>
      </w:r>
      <w:r>
        <w:tab/>
        <w:t>1.013e0</w:t>
      </w:r>
    </w:p>
    <w:p w:rsidR="005B3ED9" w:rsidRDefault="005B3ED9" w:rsidP="005B3ED9">
      <w:r>
        <w:t>215.5827</w:t>
      </w:r>
      <w:r>
        <w:tab/>
        <w:t>1.013e0</w:t>
      </w:r>
    </w:p>
    <w:p w:rsidR="005B3ED9" w:rsidRDefault="005B3ED9" w:rsidP="005B3ED9">
      <w:r>
        <w:t>215.6019</w:t>
      </w:r>
      <w:r>
        <w:tab/>
        <w:t>1.013e0</w:t>
      </w:r>
    </w:p>
    <w:p w:rsidR="005B3ED9" w:rsidRDefault="005B3ED9" w:rsidP="005B3ED9">
      <w:r>
        <w:t>215.6057</w:t>
      </w:r>
      <w:r>
        <w:tab/>
        <w:t>1.013e0</w:t>
      </w:r>
    </w:p>
    <w:p w:rsidR="005B3ED9" w:rsidRDefault="005B3ED9" w:rsidP="005B3ED9">
      <w:r>
        <w:t>215.7113</w:t>
      </w:r>
      <w:r>
        <w:tab/>
        <w:t>1.013e0</w:t>
      </w:r>
    </w:p>
    <w:p w:rsidR="005B3ED9" w:rsidRDefault="005B3ED9" w:rsidP="005B3ED9">
      <w:r>
        <w:t>215.7153</w:t>
      </w:r>
      <w:r>
        <w:tab/>
        <w:t>1.013e0</w:t>
      </w:r>
    </w:p>
    <w:p w:rsidR="005B3ED9" w:rsidRDefault="005B3ED9" w:rsidP="005B3ED9">
      <w:r>
        <w:t>215.7505</w:t>
      </w:r>
      <w:r>
        <w:tab/>
        <w:t>1.013e0</w:t>
      </w:r>
    </w:p>
    <w:p w:rsidR="005B3ED9" w:rsidRDefault="005B3ED9" w:rsidP="005B3ED9">
      <w:r>
        <w:t>215.7734</w:t>
      </w:r>
      <w:r>
        <w:tab/>
        <w:t>1.013e0</w:t>
      </w:r>
    </w:p>
    <w:p w:rsidR="005B3ED9" w:rsidRDefault="005B3ED9" w:rsidP="005B3ED9">
      <w:r>
        <w:t>215.7973</w:t>
      </w:r>
      <w:r>
        <w:tab/>
        <w:t>1.013e0</w:t>
      </w:r>
    </w:p>
    <w:p w:rsidR="005B3ED9" w:rsidRDefault="005B3ED9" w:rsidP="005B3ED9">
      <w:r>
        <w:t>215.8834</w:t>
      </w:r>
      <w:r>
        <w:tab/>
        <w:t>1.013e0</w:t>
      </w:r>
    </w:p>
    <w:p w:rsidR="005B3ED9" w:rsidRDefault="005B3ED9" w:rsidP="005B3ED9">
      <w:r>
        <w:t>215.8956</w:t>
      </w:r>
      <w:r>
        <w:tab/>
        <w:t>1.013e0</w:t>
      </w:r>
    </w:p>
    <w:p w:rsidR="005B3ED9" w:rsidRDefault="005B3ED9" w:rsidP="005B3ED9">
      <w:r>
        <w:t>215.9146</w:t>
      </w:r>
      <w:r>
        <w:tab/>
        <w:t>1.013e0</w:t>
      </w:r>
    </w:p>
    <w:p w:rsidR="005B3ED9" w:rsidRDefault="005B3ED9" w:rsidP="005B3ED9">
      <w:r>
        <w:t>215.9337</w:t>
      </w:r>
      <w:r>
        <w:tab/>
        <w:t>1.013e0</w:t>
      </w:r>
    </w:p>
    <w:p w:rsidR="005B3ED9" w:rsidRDefault="005B3ED9" w:rsidP="005B3ED9">
      <w:r>
        <w:lastRenderedPageBreak/>
        <w:t>215.9777</w:t>
      </w:r>
      <w:r>
        <w:tab/>
        <w:t>1.013e0</w:t>
      </w:r>
    </w:p>
    <w:p w:rsidR="005B3ED9" w:rsidRDefault="005B3ED9" w:rsidP="005B3ED9">
      <w:r>
        <w:t>215.9794</w:t>
      </w:r>
      <w:r>
        <w:tab/>
        <w:t>2.025e0</w:t>
      </w:r>
    </w:p>
    <w:p w:rsidR="005B3ED9" w:rsidRDefault="005B3ED9" w:rsidP="005B3ED9">
      <w:r>
        <w:t>215.9833</w:t>
      </w:r>
      <w:r>
        <w:tab/>
        <w:t>2.025e0</w:t>
      </w:r>
    </w:p>
    <w:p w:rsidR="005B3ED9" w:rsidRDefault="005B3ED9" w:rsidP="005B3ED9">
      <w:r>
        <w:t>215.9928</w:t>
      </w:r>
      <w:r>
        <w:tab/>
        <w:t>2.025e0</w:t>
      </w:r>
    </w:p>
    <w:p w:rsidR="005B3ED9" w:rsidRDefault="005B3ED9" w:rsidP="005B3ED9">
      <w:r>
        <w:t>216.0011</w:t>
      </w:r>
      <w:r>
        <w:tab/>
        <w:t>7.089e0</w:t>
      </w:r>
    </w:p>
    <w:p w:rsidR="005B3ED9" w:rsidRDefault="005B3ED9" w:rsidP="005B3ED9">
      <w:r>
        <w:t>216.0106</w:t>
      </w:r>
      <w:r>
        <w:tab/>
        <w:t>4.051e0</w:t>
      </w:r>
    </w:p>
    <w:p w:rsidR="005B3ED9" w:rsidRDefault="005B3ED9" w:rsidP="005B3ED9">
      <w:r>
        <w:t>216.0296</w:t>
      </w:r>
      <w:r>
        <w:tab/>
        <w:t>2.025e0</w:t>
      </w:r>
    </w:p>
    <w:p w:rsidR="005B3ED9" w:rsidRDefault="005B3ED9" w:rsidP="005B3ED9">
      <w:r>
        <w:t>216.0310</w:t>
      </w:r>
      <w:r>
        <w:tab/>
        <w:t>1.013e0</w:t>
      </w:r>
    </w:p>
    <w:p w:rsidR="005B3ED9" w:rsidRDefault="005B3ED9" w:rsidP="005B3ED9">
      <w:r>
        <w:t>216.0515</w:t>
      </w:r>
      <w:r>
        <w:tab/>
        <w:t>1.013e0</w:t>
      </w:r>
    </w:p>
    <w:p w:rsidR="005B3ED9" w:rsidRDefault="005B3ED9" w:rsidP="005B3ED9">
      <w:r>
        <w:t>216.0556</w:t>
      </w:r>
      <w:r>
        <w:tab/>
        <w:t>1.013e0</w:t>
      </w:r>
    </w:p>
    <w:p w:rsidR="005B3ED9" w:rsidRDefault="005B3ED9" w:rsidP="005B3ED9">
      <w:r>
        <w:t>216.0729</w:t>
      </w:r>
      <w:r>
        <w:tab/>
        <w:t>2.025e0</w:t>
      </w:r>
    </w:p>
    <w:p w:rsidR="005B3ED9" w:rsidRDefault="005B3ED9" w:rsidP="005B3ED9">
      <w:r>
        <w:t>216.0901</w:t>
      </w:r>
      <w:r>
        <w:tab/>
        <w:t>1.013e0</w:t>
      </w:r>
    </w:p>
    <w:p w:rsidR="005B3ED9" w:rsidRDefault="005B3ED9" w:rsidP="005B3ED9">
      <w:r>
        <w:t>216.0977</w:t>
      </w:r>
      <w:r>
        <w:tab/>
        <w:t>1.013e0</w:t>
      </w:r>
    </w:p>
    <w:p w:rsidR="005B3ED9" w:rsidRDefault="005B3ED9" w:rsidP="005B3ED9">
      <w:r>
        <w:t>216.1053</w:t>
      </w:r>
      <w:r>
        <w:tab/>
        <w:t>1.013e0</w:t>
      </w:r>
    </w:p>
    <w:p w:rsidR="005B3ED9" w:rsidRDefault="005B3ED9" w:rsidP="005B3ED9">
      <w:r>
        <w:t>216.1215</w:t>
      </w:r>
      <w:r>
        <w:tab/>
        <w:t>2.025e0</w:t>
      </w:r>
    </w:p>
    <w:p w:rsidR="005B3ED9" w:rsidRDefault="005B3ED9" w:rsidP="005B3ED9">
      <w:r>
        <w:t>216.1293</w:t>
      </w:r>
      <w:r>
        <w:tab/>
        <w:t>2.025e0</w:t>
      </w:r>
    </w:p>
    <w:p w:rsidR="005B3ED9" w:rsidRDefault="005B3ED9" w:rsidP="005B3ED9">
      <w:r>
        <w:t>216.1568</w:t>
      </w:r>
      <w:r>
        <w:tab/>
        <w:t>1.013e0</w:t>
      </w:r>
    </w:p>
    <w:p w:rsidR="005B3ED9" w:rsidRDefault="005B3ED9" w:rsidP="005B3ED9">
      <w:r>
        <w:t>216.1587</w:t>
      </w:r>
      <w:r>
        <w:tab/>
        <w:t>4.051e0</w:t>
      </w:r>
    </w:p>
    <w:p w:rsidR="005B3ED9" w:rsidRDefault="005B3ED9" w:rsidP="005B3ED9">
      <w:r>
        <w:t>216.1683</w:t>
      </w:r>
      <w:r>
        <w:tab/>
        <w:t>1.013e0</w:t>
      </w:r>
    </w:p>
    <w:p w:rsidR="005B3ED9" w:rsidRDefault="005B3ED9" w:rsidP="005B3ED9">
      <w:r>
        <w:lastRenderedPageBreak/>
        <w:t>216.1835</w:t>
      </w:r>
      <w:r>
        <w:tab/>
        <w:t>1.013e0</w:t>
      </w:r>
    </w:p>
    <w:p w:rsidR="005B3ED9" w:rsidRDefault="005B3ED9" w:rsidP="005B3ED9">
      <w:r>
        <w:t>216.2085</w:t>
      </w:r>
      <w:r>
        <w:tab/>
        <w:t>3.038e0</w:t>
      </w:r>
    </w:p>
    <w:p w:rsidR="005B3ED9" w:rsidRDefault="005B3ED9" w:rsidP="005B3ED9">
      <w:r>
        <w:t>216.2295</w:t>
      </w:r>
      <w:r>
        <w:tab/>
        <w:t>2.025e0</w:t>
      </w:r>
    </w:p>
    <w:p w:rsidR="005B3ED9" w:rsidRDefault="005B3ED9" w:rsidP="005B3ED9">
      <w:r>
        <w:t>216.3019</w:t>
      </w:r>
      <w:r>
        <w:tab/>
        <w:t>1.013e0</w:t>
      </w:r>
    </w:p>
    <w:p w:rsidR="005B3ED9" w:rsidRDefault="005B3ED9" w:rsidP="005B3ED9">
      <w:r>
        <w:t>216.3248</w:t>
      </w:r>
      <w:r>
        <w:tab/>
        <w:t>1.013e0</w:t>
      </w:r>
    </w:p>
    <w:p w:rsidR="005B3ED9" w:rsidRDefault="005B3ED9" w:rsidP="005B3ED9">
      <w:r>
        <w:t>216.3439</w:t>
      </w:r>
      <w:r>
        <w:tab/>
        <w:t>1.013e0</w:t>
      </w:r>
    </w:p>
    <w:p w:rsidR="005B3ED9" w:rsidRDefault="005B3ED9" w:rsidP="005B3ED9">
      <w:r>
        <w:t>216.3676</w:t>
      </w:r>
      <w:r>
        <w:tab/>
        <w:t>1.013e0</w:t>
      </w:r>
    </w:p>
    <w:p w:rsidR="005B3ED9" w:rsidRDefault="005B3ED9" w:rsidP="005B3ED9">
      <w:r>
        <w:t>216.3916</w:t>
      </w:r>
      <w:r>
        <w:tab/>
        <w:t>1.013e0</w:t>
      </w:r>
    </w:p>
    <w:p w:rsidR="005B3ED9" w:rsidRDefault="005B3ED9" w:rsidP="005B3ED9">
      <w:r>
        <w:t>216.4107</w:t>
      </w:r>
      <w:r>
        <w:tab/>
        <w:t>1.013e0</w:t>
      </w:r>
    </w:p>
    <w:p w:rsidR="005B3ED9" w:rsidRDefault="005B3ED9" w:rsidP="005B3ED9">
      <w:r>
        <w:t>216.4221</w:t>
      </w:r>
      <w:r>
        <w:tab/>
        <w:t>1.013e0</w:t>
      </w:r>
    </w:p>
    <w:p w:rsidR="005B3ED9" w:rsidRDefault="005B3ED9" w:rsidP="005B3ED9">
      <w:r>
        <w:t>216.4457</w:t>
      </w:r>
      <w:r>
        <w:tab/>
        <w:t>1.013e0</w:t>
      </w:r>
    </w:p>
    <w:p w:rsidR="005B3ED9" w:rsidRDefault="005B3ED9" w:rsidP="005B3ED9">
      <w:r>
        <w:t>216.4498</w:t>
      </w:r>
      <w:r>
        <w:tab/>
        <w:t>1.013e0</w:t>
      </w:r>
    </w:p>
    <w:p w:rsidR="005B3ED9" w:rsidRDefault="005B3ED9" w:rsidP="005B3ED9">
      <w:r>
        <w:t>216.4580</w:t>
      </w:r>
      <w:r>
        <w:tab/>
        <w:t>1.013e0</w:t>
      </w:r>
    </w:p>
    <w:p w:rsidR="005B3ED9" w:rsidRDefault="005B3ED9" w:rsidP="005B3ED9">
      <w:r>
        <w:t>216.4699</w:t>
      </w:r>
      <w:r>
        <w:tab/>
        <w:t>1.013e0</w:t>
      </w:r>
    </w:p>
    <w:p w:rsidR="005B3ED9" w:rsidRDefault="005B3ED9" w:rsidP="005B3ED9">
      <w:r>
        <w:t>216.4851</w:t>
      </w:r>
      <w:r>
        <w:tab/>
        <w:t>1.013e0</w:t>
      </w:r>
    </w:p>
    <w:p w:rsidR="005B3ED9" w:rsidRDefault="005B3ED9" w:rsidP="005B3ED9">
      <w:r>
        <w:t>216.5042</w:t>
      </w:r>
      <w:r>
        <w:tab/>
        <w:t>2.025e0</w:t>
      </w:r>
    </w:p>
    <w:p w:rsidR="005B3ED9" w:rsidRDefault="005B3ED9" w:rsidP="005B3ED9">
      <w:r>
        <w:t>216.5634</w:t>
      </w:r>
      <w:r>
        <w:tab/>
        <w:t>1.013e0</w:t>
      </w:r>
    </w:p>
    <w:p w:rsidR="005B3ED9" w:rsidRDefault="005B3ED9" w:rsidP="005B3ED9">
      <w:r>
        <w:t>216.5787</w:t>
      </w:r>
      <w:r>
        <w:tab/>
        <w:t>1.013e0</w:t>
      </w:r>
    </w:p>
    <w:p w:rsidR="005B3ED9" w:rsidRDefault="005B3ED9" w:rsidP="005B3ED9">
      <w:r>
        <w:t>216.5863</w:t>
      </w:r>
      <w:r>
        <w:tab/>
        <w:t>1.013e0</w:t>
      </w:r>
    </w:p>
    <w:p w:rsidR="005B3ED9" w:rsidRDefault="005B3ED9" w:rsidP="005B3ED9">
      <w:r>
        <w:lastRenderedPageBreak/>
        <w:t>216.5977</w:t>
      </w:r>
      <w:r>
        <w:tab/>
        <w:t>1.013e0</w:t>
      </w:r>
    </w:p>
    <w:p w:rsidR="005B3ED9" w:rsidRDefault="005B3ED9" w:rsidP="005B3ED9">
      <w:r>
        <w:t>216.6180</w:t>
      </w:r>
      <w:r>
        <w:tab/>
        <w:t>2.025e0</w:t>
      </w:r>
    </w:p>
    <w:p w:rsidR="005B3ED9" w:rsidRDefault="005B3ED9" w:rsidP="005B3ED9">
      <w:r>
        <w:t>216.6265</w:t>
      </w:r>
      <w:r>
        <w:tab/>
        <w:t>1.013e0</w:t>
      </w:r>
    </w:p>
    <w:p w:rsidR="005B3ED9" w:rsidRDefault="005B3ED9" w:rsidP="005B3ED9">
      <w:r>
        <w:t>216.6799</w:t>
      </w:r>
      <w:r>
        <w:tab/>
        <w:t>1.013e0</w:t>
      </w:r>
    </w:p>
    <w:p w:rsidR="005B3ED9" w:rsidRDefault="005B3ED9" w:rsidP="005B3ED9">
      <w:r>
        <w:t>216.7314</w:t>
      </w:r>
      <w:r>
        <w:tab/>
        <w:t>1.013e0</w:t>
      </w:r>
    </w:p>
    <w:p w:rsidR="005B3ED9" w:rsidRDefault="005B3ED9" w:rsidP="005B3ED9">
      <w:r>
        <w:t>216.8097</w:t>
      </w:r>
      <w:r>
        <w:tab/>
        <w:t>1.013e0</w:t>
      </w:r>
    </w:p>
    <w:p w:rsidR="005B3ED9" w:rsidRDefault="005B3ED9" w:rsidP="005B3ED9">
      <w:r>
        <w:t>216.8445</w:t>
      </w:r>
      <w:r>
        <w:tab/>
        <w:t>1.013e0</w:t>
      </w:r>
    </w:p>
    <w:p w:rsidR="005B3ED9" w:rsidRDefault="005B3ED9" w:rsidP="005B3ED9">
      <w:r>
        <w:t>216.9721</w:t>
      </w:r>
      <w:r>
        <w:tab/>
        <w:t>2.025e0</w:t>
      </w:r>
    </w:p>
    <w:p w:rsidR="005B3ED9" w:rsidRDefault="005B3ED9" w:rsidP="005B3ED9">
      <w:r>
        <w:t>216.9892</w:t>
      </w:r>
      <w:r>
        <w:tab/>
        <w:t>2.025e0</w:t>
      </w:r>
    </w:p>
    <w:p w:rsidR="005B3ED9" w:rsidRDefault="005B3ED9" w:rsidP="005B3ED9">
      <w:r>
        <w:t>216.9931</w:t>
      </w:r>
      <w:r>
        <w:tab/>
        <w:t>1.013e0</w:t>
      </w:r>
    </w:p>
    <w:p w:rsidR="005B3ED9" w:rsidRDefault="005B3ED9" w:rsidP="005B3ED9">
      <w:r>
        <w:t>217.0003</w:t>
      </w:r>
      <w:r>
        <w:tab/>
        <w:t>3.038e0</w:t>
      </w:r>
    </w:p>
    <w:p w:rsidR="005B3ED9" w:rsidRDefault="005B3ED9" w:rsidP="005B3ED9">
      <w:r>
        <w:t>217.0113</w:t>
      </w:r>
      <w:r>
        <w:tab/>
        <w:t>2.025e0</w:t>
      </w:r>
    </w:p>
    <w:p w:rsidR="005B3ED9" w:rsidRDefault="005B3ED9" w:rsidP="005B3ED9">
      <w:r>
        <w:t>217.0150</w:t>
      </w:r>
      <w:r>
        <w:tab/>
        <w:t>3.038e0</w:t>
      </w:r>
    </w:p>
    <w:p w:rsidR="005B3ED9" w:rsidRDefault="005B3ED9" w:rsidP="005B3ED9">
      <w:r>
        <w:t>217.0215</w:t>
      </w:r>
      <w:r>
        <w:tab/>
        <w:t>1.013e0</w:t>
      </w:r>
    </w:p>
    <w:p w:rsidR="005B3ED9" w:rsidRDefault="005B3ED9" w:rsidP="005B3ED9">
      <w:r>
        <w:t>217.0411</w:t>
      </w:r>
      <w:r>
        <w:tab/>
        <w:t>5.063e0</w:t>
      </w:r>
    </w:p>
    <w:p w:rsidR="005B3ED9" w:rsidRDefault="005B3ED9" w:rsidP="005B3ED9">
      <w:r>
        <w:t>217.0428</w:t>
      </w:r>
      <w:r>
        <w:tab/>
        <w:t>4.051e0</w:t>
      </w:r>
    </w:p>
    <w:p w:rsidR="005B3ED9" w:rsidRDefault="005B3ED9" w:rsidP="005B3ED9">
      <w:r>
        <w:t>217.0582</w:t>
      </w:r>
      <w:r>
        <w:tab/>
        <w:t>3.038e0</w:t>
      </w:r>
    </w:p>
    <w:p w:rsidR="005B3ED9" w:rsidRDefault="005B3ED9" w:rsidP="005B3ED9">
      <w:r>
        <w:t>217.1075</w:t>
      </w:r>
      <w:r>
        <w:tab/>
        <w:t>1.362e1</w:t>
      </w:r>
    </w:p>
    <w:p w:rsidR="005B3ED9" w:rsidRDefault="005B3ED9" w:rsidP="005B3ED9">
      <w:r>
        <w:t>217.1095</w:t>
      </w:r>
      <w:r>
        <w:tab/>
        <w:t>1.257e1</w:t>
      </w:r>
    </w:p>
    <w:p w:rsidR="005B3ED9" w:rsidRDefault="005B3ED9" w:rsidP="005B3ED9">
      <w:r>
        <w:lastRenderedPageBreak/>
        <w:t>217.1557</w:t>
      </w:r>
      <w:r>
        <w:tab/>
        <w:t>2.025e0</w:t>
      </w:r>
    </w:p>
    <w:p w:rsidR="005B3ED9" w:rsidRDefault="005B3ED9" w:rsidP="005B3ED9">
      <w:r>
        <w:t>217.1862</w:t>
      </w:r>
      <w:r>
        <w:tab/>
        <w:t>1.013e0</w:t>
      </w:r>
    </w:p>
    <w:p w:rsidR="005B3ED9" w:rsidRDefault="005B3ED9" w:rsidP="005B3ED9">
      <w:r>
        <w:t>217.2052</w:t>
      </w:r>
      <w:r>
        <w:tab/>
        <w:t>1.013e0</w:t>
      </w:r>
    </w:p>
    <w:p w:rsidR="005B3ED9" w:rsidRDefault="005B3ED9" w:rsidP="005B3ED9">
      <w:r>
        <w:t>217.2129</w:t>
      </w:r>
      <w:r>
        <w:tab/>
        <w:t>2.025e0</w:t>
      </w:r>
    </w:p>
    <w:p w:rsidR="005B3ED9" w:rsidRDefault="005B3ED9" w:rsidP="005B3ED9">
      <w:r>
        <w:t>217.2646</w:t>
      </w:r>
      <w:r>
        <w:tab/>
        <w:t>1.013e0</w:t>
      </w:r>
    </w:p>
    <w:p w:rsidR="005B3ED9" w:rsidRDefault="005B3ED9" w:rsidP="005B3ED9">
      <w:r>
        <w:t>217.3619</w:t>
      </w:r>
      <w:r>
        <w:tab/>
        <w:t>1.013e0</w:t>
      </w:r>
    </w:p>
    <w:p w:rsidR="005B3ED9" w:rsidRDefault="005B3ED9" w:rsidP="005B3ED9">
      <w:r>
        <w:t>217.3696</w:t>
      </w:r>
      <w:r>
        <w:tab/>
        <w:t>1.013e0</w:t>
      </w:r>
    </w:p>
    <w:p w:rsidR="005B3ED9" w:rsidRDefault="005B3ED9" w:rsidP="005B3ED9">
      <w:r>
        <w:t>217.4327</w:t>
      </w:r>
      <w:r>
        <w:tab/>
        <w:t>1.013e0</w:t>
      </w:r>
    </w:p>
    <w:p w:rsidR="005B3ED9" w:rsidRDefault="005B3ED9" w:rsidP="005B3ED9">
      <w:r>
        <w:t>217.4904</w:t>
      </w:r>
      <w:r>
        <w:tab/>
        <w:t>4.051e0</w:t>
      </w:r>
    </w:p>
    <w:p w:rsidR="005B3ED9" w:rsidRDefault="005B3ED9" w:rsidP="005B3ED9">
      <w:r>
        <w:t>217.4997</w:t>
      </w:r>
      <w:r>
        <w:tab/>
        <w:t>1.013e0</w:t>
      </w:r>
    </w:p>
    <w:p w:rsidR="005B3ED9" w:rsidRDefault="005B3ED9" w:rsidP="005B3ED9">
      <w:r>
        <w:t>217.5073</w:t>
      </w:r>
      <w:r>
        <w:tab/>
        <w:t>1.013e0</w:t>
      </w:r>
    </w:p>
    <w:p w:rsidR="005B3ED9" w:rsidRDefault="005B3ED9" w:rsidP="005B3ED9">
      <w:r>
        <w:t>217.5574</w:t>
      </w:r>
      <w:r>
        <w:tab/>
        <w:t>1.013e0</w:t>
      </w:r>
    </w:p>
    <w:p w:rsidR="005B3ED9" w:rsidRDefault="005B3ED9" w:rsidP="005B3ED9">
      <w:r>
        <w:t>217.5971</w:t>
      </w:r>
      <w:r>
        <w:tab/>
        <w:t>1.013e0</w:t>
      </w:r>
    </w:p>
    <w:p w:rsidR="005B3ED9" w:rsidRDefault="005B3ED9" w:rsidP="005B3ED9">
      <w:r>
        <w:t>217.6086</w:t>
      </w:r>
      <w:r>
        <w:tab/>
        <w:t>1.013e0</w:t>
      </w:r>
    </w:p>
    <w:p w:rsidR="005B3ED9" w:rsidRDefault="005B3ED9" w:rsidP="005B3ED9">
      <w:r>
        <w:t>217.6125</w:t>
      </w:r>
      <w:r>
        <w:tab/>
        <w:t>1.013e0</w:t>
      </w:r>
    </w:p>
    <w:p w:rsidR="005B3ED9" w:rsidRDefault="005B3ED9" w:rsidP="005B3ED9">
      <w:r>
        <w:t>217.6524</w:t>
      </w:r>
      <w:r>
        <w:tab/>
        <w:t>1.013e0</w:t>
      </w:r>
    </w:p>
    <w:p w:rsidR="005B3ED9" w:rsidRDefault="005B3ED9" w:rsidP="005B3ED9">
      <w:r>
        <w:t>217.6832</w:t>
      </w:r>
      <w:r>
        <w:tab/>
        <w:t>2.025e0</w:t>
      </w:r>
    </w:p>
    <w:p w:rsidR="005B3ED9" w:rsidRDefault="005B3ED9" w:rsidP="005B3ED9">
      <w:r>
        <w:t>217.6965</w:t>
      </w:r>
      <w:r>
        <w:tab/>
        <w:t>2.025e0</w:t>
      </w:r>
    </w:p>
    <w:p w:rsidR="005B3ED9" w:rsidRDefault="005B3ED9" w:rsidP="005B3ED9">
      <w:r>
        <w:t>217.7102</w:t>
      </w:r>
      <w:r>
        <w:tab/>
        <w:t>1.013e0</w:t>
      </w:r>
    </w:p>
    <w:p w:rsidR="005B3ED9" w:rsidRDefault="005B3ED9" w:rsidP="005B3ED9">
      <w:r>
        <w:lastRenderedPageBreak/>
        <w:t>217.7225</w:t>
      </w:r>
      <w:r>
        <w:tab/>
        <w:t>1.013e0</w:t>
      </w:r>
    </w:p>
    <w:p w:rsidR="005B3ED9" w:rsidRDefault="005B3ED9" w:rsidP="005B3ED9">
      <w:r>
        <w:t>217.7845</w:t>
      </w:r>
      <w:r>
        <w:tab/>
        <w:t>1.013e0</w:t>
      </w:r>
    </w:p>
    <w:p w:rsidR="005B3ED9" w:rsidRDefault="005B3ED9" w:rsidP="005B3ED9">
      <w:r>
        <w:t>217.8052</w:t>
      </w:r>
      <w:r>
        <w:tab/>
        <w:t>1.013e0</w:t>
      </w:r>
    </w:p>
    <w:p w:rsidR="005B3ED9" w:rsidRDefault="005B3ED9" w:rsidP="005B3ED9">
      <w:r>
        <w:t>217.9299</w:t>
      </w:r>
      <w:r>
        <w:tab/>
        <w:t>1.013e0</w:t>
      </w:r>
    </w:p>
    <w:p w:rsidR="005B3ED9" w:rsidRDefault="005B3ED9" w:rsidP="005B3ED9">
      <w:r>
        <w:t>217.9740</w:t>
      </w:r>
      <w:r>
        <w:tab/>
        <w:t>2.025e0</w:t>
      </w:r>
    </w:p>
    <w:p w:rsidR="005B3ED9" w:rsidRDefault="005B3ED9" w:rsidP="005B3ED9">
      <w:r>
        <w:t>217.9760</w:t>
      </w:r>
      <w:r>
        <w:tab/>
        <w:t>2.025e0</w:t>
      </w:r>
    </w:p>
    <w:p w:rsidR="005B3ED9" w:rsidRDefault="005B3ED9" w:rsidP="005B3ED9">
      <w:r>
        <w:t>217.9914</w:t>
      </w:r>
      <w:r>
        <w:tab/>
        <w:t>5.063e0</w:t>
      </w:r>
    </w:p>
    <w:p w:rsidR="005B3ED9" w:rsidRDefault="005B3ED9" w:rsidP="005B3ED9">
      <w:r>
        <w:t>217.9970</w:t>
      </w:r>
      <w:r>
        <w:tab/>
        <w:t>1.013e0</w:t>
      </w:r>
    </w:p>
    <w:p w:rsidR="005B3ED9" w:rsidRDefault="005B3ED9" w:rsidP="005B3ED9">
      <w:r>
        <w:t>218.0242</w:t>
      </w:r>
      <w:r>
        <w:tab/>
        <w:t>1.013e0</w:t>
      </w:r>
    </w:p>
    <w:p w:rsidR="005B3ED9" w:rsidRDefault="005B3ED9" w:rsidP="005B3ED9">
      <w:r>
        <w:t>218.0287</w:t>
      </w:r>
      <w:r>
        <w:tab/>
        <w:t>2.025e0</w:t>
      </w:r>
    </w:p>
    <w:p w:rsidR="005B3ED9" w:rsidRDefault="005B3ED9" w:rsidP="005B3ED9">
      <w:r>
        <w:t>218.0487</w:t>
      </w:r>
      <w:r>
        <w:tab/>
        <w:t>1.013e0</w:t>
      </w:r>
    </w:p>
    <w:p w:rsidR="005B3ED9" w:rsidRDefault="005B3ED9" w:rsidP="005B3ED9">
      <w:r>
        <w:t>218.0524</w:t>
      </w:r>
      <w:r>
        <w:tab/>
        <w:t>1.013e0</w:t>
      </w:r>
    </w:p>
    <w:p w:rsidR="005B3ED9" w:rsidRDefault="005B3ED9" w:rsidP="005B3ED9">
      <w:r>
        <w:t>218.0620</w:t>
      </w:r>
      <w:r>
        <w:tab/>
        <w:t>2.025e0</w:t>
      </w:r>
    </w:p>
    <w:p w:rsidR="005B3ED9" w:rsidRDefault="005B3ED9" w:rsidP="005B3ED9">
      <w:r>
        <w:t>218.1193</w:t>
      </w:r>
      <w:r>
        <w:tab/>
        <w:t>2.025e0</w:t>
      </w:r>
    </w:p>
    <w:p w:rsidR="005B3ED9" w:rsidRDefault="005B3ED9" w:rsidP="005B3ED9">
      <w:r>
        <w:t>218.1347</w:t>
      </w:r>
      <w:r>
        <w:tab/>
        <w:t>1.013e0</w:t>
      </w:r>
    </w:p>
    <w:p w:rsidR="005B3ED9" w:rsidRDefault="005B3ED9" w:rsidP="005B3ED9">
      <w:r>
        <w:t>218.1538</w:t>
      </w:r>
      <w:r>
        <w:tab/>
        <w:t>4.051e0</w:t>
      </w:r>
    </w:p>
    <w:p w:rsidR="005B3ED9" w:rsidRDefault="005B3ED9" w:rsidP="005B3ED9">
      <w:r>
        <w:t>218.1577</w:t>
      </w:r>
      <w:r>
        <w:tab/>
        <w:t>1.013e0</w:t>
      </w:r>
    </w:p>
    <w:p w:rsidR="005B3ED9" w:rsidRDefault="005B3ED9" w:rsidP="005B3ED9">
      <w:r>
        <w:t>218.2247</w:t>
      </w:r>
      <w:r>
        <w:tab/>
        <w:t>1.013e0</w:t>
      </w:r>
    </w:p>
    <w:p w:rsidR="005B3ED9" w:rsidRDefault="005B3ED9" w:rsidP="005B3ED9">
      <w:r>
        <w:t>218.3740</w:t>
      </w:r>
      <w:r>
        <w:tab/>
        <w:t>2.025e0</w:t>
      </w:r>
    </w:p>
    <w:p w:rsidR="005B3ED9" w:rsidRDefault="005B3ED9" w:rsidP="005B3ED9">
      <w:r>
        <w:lastRenderedPageBreak/>
        <w:t>218.3931</w:t>
      </w:r>
      <w:r>
        <w:tab/>
        <w:t>1.013e0</w:t>
      </w:r>
    </w:p>
    <w:p w:rsidR="005B3ED9" w:rsidRDefault="005B3ED9" w:rsidP="005B3ED9">
      <w:r>
        <w:t>218.4448</w:t>
      </w:r>
      <w:r>
        <w:tab/>
        <w:t>1.013e0</w:t>
      </w:r>
    </w:p>
    <w:p w:rsidR="005B3ED9" w:rsidRDefault="005B3ED9" w:rsidP="005B3ED9">
      <w:r>
        <w:t>218.4602</w:t>
      </w:r>
      <w:r>
        <w:tab/>
        <w:t>1.013e0</w:t>
      </w:r>
    </w:p>
    <w:p w:rsidR="005B3ED9" w:rsidRDefault="005B3ED9" w:rsidP="005B3ED9">
      <w:r>
        <w:t>218.4794</w:t>
      </w:r>
      <w:r>
        <w:tab/>
        <w:t>1.013e0</w:t>
      </w:r>
    </w:p>
    <w:p w:rsidR="005B3ED9" w:rsidRDefault="005B3ED9" w:rsidP="005B3ED9">
      <w:r>
        <w:t>218.5042</w:t>
      </w:r>
      <w:r>
        <w:tab/>
        <w:t>1.013e0</w:t>
      </w:r>
    </w:p>
    <w:p w:rsidR="005B3ED9" w:rsidRDefault="005B3ED9" w:rsidP="005B3ED9">
      <w:r>
        <w:t>218.5387</w:t>
      </w:r>
      <w:r>
        <w:tab/>
        <w:t>1.013e0</w:t>
      </w:r>
    </w:p>
    <w:p w:rsidR="005B3ED9" w:rsidRDefault="005B3ED9" w:rsidP="005B3ED9">
      <w:r>
        <w:t>218.5463</w:t>
      </w:r>
      <w:r>
        <w:tab/>
        <w:t>1.013e0</w:t>
      </w:r>
    </w:p>
    <w:p w:rsidR="005B3ED9" w:rsidRDefault="005B3ED9" w:rsidP="005B3ED9">
      <w:r>
        <w:t>218.5822</w:t>
      </w:r>
      <w:r>
        <w:tab/>
        <w:t>3.038e0</w:t>
      </w:r>
    </w:p>
    <w:p w:rsidR="005B3ED9" w:rsidRDefault="005B3ED9" w:rsidP="005B3ED9">
      <w:r>
        <w:t>218.6018</w:t>
      </w:r>
      <w:r>
        <w:tab/>
        <w:t>1.013e0</w:t>
      </w:r>
    </w:p>
    <w:p w:rsidR="005B3ED9" w:rsidRDefault="005B3ED9" w:rsidP="005B3ED9">
      <w:r>
        <w:t>218.6096</w:t>
      </w:r>
      <w:r>
        <w:tab/>
        <w:t>2.025e0</w:t>
      </w:r>
    </w:p>
    <w:p w:rsidR="005B3ED9" w:rsidRDefault="005B3ED9" w:rsidP="005B3ED9">
      <w:r>
        <w:t>218.6327</w:t>
      </w:r>
      <w:r>
        <w:tab/>
        <w:t>1.013e0</w:t>
      </w:r>
    </w:p>
    <w:p w:rsidR="005B3ED9" w:rsidRDefault="005B3ED9" w:rsidP="005B3ED9">
      <w:r>
        <w:t>218.7322</w:t>
      </w:r>
      <w:r>
        <w:tab/>
        <w:t>2.025e0</w:t>
      </w:r>
    </w:p>
    <w:p w:rsidR="005B3ED9" w:rsidRDefault="005B3ED9" w:rsidP="005B3ED9">
      <w:r>
        <w:t>218.7436</w:t>
      </w:r>
      <w:r>
        <w:tab/>
        <w:t>1.013e0</w:t>
      </w:r>
    </w:p>
    <w:p w:rsidR="005B3ED9" w:rsidRDefault="005B3ED9" w:rsidP="005B3ED9">
      <w:r>
        <w:t>218.7860</w:t>
      </w:r>
      <w:r>
        <w:tab/>
        <w:t>1.013e0</w:t>
      </w:r>
    </w:p>
    <w:p w:rsidR="005B3ED9" w:rsidRDefault="005B3ED9" w:rsidP="005B3ED9">
      <w:r>
        <w:t>218.8375</w:t>
      </w:r>
      <w:r>
        <w:tab/>
        <w:t>1.013e0</w:t>
      </w:r>
    </w:p>
    <w:p w:rsidR="005B3ED9" w:rsidRDefault="005B3ED9" w:rsidP="005B3ED9">
      <w:r>
        <w:t>218.8969</w:t>
      </w:r>
      <w:r>
        <w:tab/>
        <w:t>1.013e0</w:t>
      </w:r>
    </w:p>
    <w:p w:rsidR="005B3ED9" w:rsidRDefault="005B3ED9" w:rsidP="005B3ED9">
      <w:r>
        <w:t>218.9026</w:t>
      </w:r>
      <w:r>
        <w:tab/>
        <w:t>2.025e0</w:t>
      </w:r>
    </w:p>
    <w:p w:rsidR="005B3ED9" w:rsidRDefault="005B3ED9" w:rsidP="005B3ED9">
      <w:r>
        <w:t>218.9888</w:t>
      </w:r>
      <w:r>
        <w:tab/>
        <w:t>2.025e0</w:t>
      </w:r>
    </w:p>
    <w:p w:rsidR="005B3ED9" w:rsidRDefault="005B3ED9" w:rsidP="005B3ED9">
      <w:r>
        <w:t>218.9984</w:t>
      </w:r>
      <w:r>
        <w:tab/>
        <w:t>1.013e0</w:t>
      </w:r>
    </w:p>
    <w:p w:rsidR="005B3ED9" w:rsidRDefault="005B3ED9" w:rsidP="005B3ED9">
      <w:r>
        <w:lastRenderedPageBreak/>
        <w:t>219.0224</w:t>
      </w:r>
      <w:r>
        <w:tab/>
        <w:t>3.038e0</w:t>
      </w:r>
    </w:p>
    <w:p w:rsidR="005B3ED9" w:rsidRDefault="005B3ED9" w:rsidP="005B3ED9">
      <w:r>
        <w:t>219.0285</w:t>
      </w:r>
      <w:r>
        <w:tab/>
        <w:t>2.025e0</w:t>
      </w:r>
    </w:p>
    <w:p w:rsidR="005B3ED9" w:rsidRDefault="005B3ED9" w:rsidP="005B3ED9">
      <w:r>
        <w:t>219.0296</w:t>
      </w:r>
      <w:r>
        <w:tab/>
        <w:t>2.025e0</w:t>
      </w:r>
    </w:p>
    <w:p w:rsidR="005B3ED9" w:rsidRDefault="005B3ED9" w:rsidP="005B3ED9">
      <w:r>
        <w:t>219.0807</w:t>
      </w:r>
      <w:r>
        <w:tab/>
        <w:t>2.025e0</w:t>
      </w:r>
    </w:p>
    <w:p w:rsidR="005B3ED9" w:rsidRDefault="005B3ED9" w:rsidP="005B3ED9">
      <w:r>
        <w:t>219.1055</w:t>
      </w:r>
      <w:r>
        <w:tab/>
        <w:t>1.013e0</w:t>
      </w:r>
    </w:p>
    <w:p w:rsidR="005B3ED9" w:rsidRDefault="005B3ED9" w:rsidP="005B3ED9">
      <w:r>
        <w:t>219.1497</w:t>
      </w:r>
      <w:r>
        <w:tab/>
        <w:t>2.025e0</w:t>
      </w:r>
    </w:p>
    <w:p w:rsidR="005B3ED9" w:rsidRDefault="005B3ED9" w:rsidP="005B3ED9">
      <w:r>
        <w:t>219.1555</w:t>
      </w:r>
      <w:r>
        <w:tab/>
        <w:t>1.013e0</w:t>
      </w:r>
    </w:p>
    <w:p w:rsidR="005B3ED9" w:rsidRDefault="005B3ED9" w:rsidP="005B3ED9">
      <w:r>
        <w:t>219.1595</w:t>
      </w:r>
      <w:r>
        <w:tab/>
        <w:t>1.013e0</w:t>
      </w:r>
    </w:p>
    <w:p w:rsidR="005B3ED9" w:rsidRDefault="005B3ED9" w:rsidP="005B3ED9">
      <w:r>
        <w:t>219.2035</w:t>
      </w:r>
      <w:r>
        <w:tab/>
        <w:t>1.013e0</w:t>
      </w:r>
    </w:p>
    <w:p w:rsidR="005B3ED9" w:rsidRDefault="005B3ED9" w:rsidP="005B3ED9">
      <w:r>
        <w:t>219.2074</w:t>
      </w:r>
      <w:r>
        <w:tab/>
        <w:t>1.013e0</w:t>
      </w:r>
    </w:p>
    <w:p w:rsidR="005B3ED9" w:rsidRDefault="005B3ED9" w:rsidP="005B3ED9">
      <w:r>
        <w:t>219.2189</w:t>
      </w:r>
      <w:r>
        <w:tab/>
        <w:t>1.013e0</w:t>
      </w:r>
    </w:p>
    <w:p w:rsidR="005B3ED9" w:rsidRDefault="005B3ED9" w:rsidP="005B3ED9">
      <w:r>
        <w:t>219.2592</w:t>
      </w:r>
      <w:r>
        <w:tab/>
        <w:t>1.013e0</w:t>
      </w:r>
    </w:p>
    <w:p w:rsidR="005B3ED9" w:rsidRDefault="005B3ED9" w:rsidP="005B3ED9">
      <w:r>
        <w:t>219.4005</w:t>
      </w:r>
      <w:r>
        <w:tab/>
        <w:t>1.013e0</w:t>
      </w:r>
    </w:p>
    <w:p w:rsidR="005B3ED9" w:rsidRDefault="005B3ED9" w:rsidP="005B3ED9">
      <w:r>
        <w:t>219.4145</w:t>
      </w:r>
      <w:r>
        <w:tab/>
        <w:t>2.025e0</w:t>
      </w:r>
    </w:p>
    <w:p w:rsidR="005B3ED9" w:rsidRDefault="005B3ED9" w:rsidP="005B3ED9">
      <w:r>
        <w:t>219.5358</w:t>
      </w:r>
      <w:r>
        <w:tab/>
        <w:t>2.025e0</w:t>
      </w:r>
    </w:p>
    <w:p w:rsidR="005B3ED9" w:rsidRDefault="005B3ED9" w:rsidP="005B3ED9">
      <w:r>
        <w:t>219.5502</w:t>
      </w:r>
      <w:r>
        <w:tab/>
        <w:t>1.013e0</w:t>
      </w:r>
    </w:p>
    <w:p w:rsidR="005B3ED9" w:rsidRDefault="005B3ED9" w:rsidP="005B3ED9">
      <w:r>
        <w:t>219.5622</w:t>
      </w:r>
      <w:r>
        <w:tab/>
        <w:t>2.025e0</w:t>
      </w:r>
    </w:p>
    <w:p w:rsidR="005B3ED9" w:rsidRDefault="005B3ED9" w:rsidP="005B3ED9">
      <w:r>
        <w:t>219.5813</w:t>
      </w:r>
      <w:r>
        <w:tab/>
        <w:t>1.013e0</w:t>
      </w:r>
    </w:p>
    <w:p w:rsidR="005B3ED9" w:rsidRDefault="005B3ED9" w:rsidP="005B3ED9">
      <w:r>
        <w:t>219.6084</w:t>
      </w:r>
      <w:r>
        <w:tab/>
        <w:t>1.013e0</w:t>
      </w:r>
    </w:p>
    <w:p w:rsidR="005B3ED9" w:rsidRDefault="005B3ED9" w:rsidP="005B3ED9">
      <w:r>
        <w:lastRenderedPageBreak/>
        <w:t>219.6484</w:t>
      </w:r>
      <w:r>
        <w:tab/>
        <w:t>1.013e0</w:t>
      </w:r>
    </w:p>
    <w:p w:rsidR="005B3ED9" w:rsidRDefault="005B3ED9" w:rsidP="005B3ED9">
      <w:r>
        <w:t>219.6916</w:t>
      </w:r>
      <w:r>
        <w:tab/>
        <w:t>1.013e0</w:t>
      </w:r>
    </w:p>
    <w:p w:rsidR="005B3ED9" w:rsidRDefault="005B3ED9" w:rsidP="005B3ED9">
      <w:r>
        <w:t>219.7310</w:t>
      </w:r>
      <w:r>
        <w:tab/>
        <w:t>1.013e0</w:t>
      </w:r>
    </w:p>
    <w:p w:rsidR="005B3ED9" w:rsidRDefault="005B3ED9" w:rsidP="005B3ED9">
      <w:r>
        <w:t>219.7666</w:t>
      </w:r>
      <w:r>
        <w:tab/>
        <w:t>1.013e0</w:t>
      </w:r>
    </w:p>
    <w:p w:rsidR="005B3ED9" w:rsidRDefault="005B3ED9" w:rsidP="005B3ED9">
      <w:r>
        <w:t>219.7968</w:t>
      </w:r>
      <w:r>
        <w:tab/>
        <w:t>3.038e0</w:t>
      </w:r>
    </w:p>
    <w:p w:rsidR="005B3ED9" w:rsidRDefault="005B3ED9" w:rsidP="005B3ED9">
      <w:r>
        <w:t>219.8614</w:t>
      </w:r>
      <w:r>
        <w:tab/>
        <w:t>1.013e0</w:t>
      </w:r>
    </w:p>
    <w:p w:rsidR="005B3ED9" w:rsidRDefault="005B3ED9" w:rsidP="005B3ED9">
      <w:r>
        <w:t>219.9736</w:t>
      </w:r>
      <w:r>
        <w:tab/>
        <w:t>2.430e1</w:t>
      </w:r>
    </w:p>
    <w:p w:rsidR="005B3ED9" w:rsidRDefault="005B3ED9" w:rsidP="005B3ED9">
      <w:r>
        <w:t>219.9769</w:t>
      </w:r>
      <w:r>
        <w:tab/>
        <w:t>1.418e1</w:t>
      </w:r>
    </w:p>
    <w:p w:rsidR="005B3ED9" w:rsidRDefault="005B3ED9" w:rsidP="005B3ED9">
      <w:r>
        <w:t>219.9796</w:t>
      </w:r>
      <w:r>
        <w:tab/>
        <w:t>1.013e1</w:t>
      </w:r>
    </w:p>
    <w:p w:rsidR="005B3ED9" w:rsidRDefault="005B3ED9" w:rsidP="005B3ED9">
      <w:r>
        <w:t>220.0424</w:t>
      </w:r>
      <w:r>
        <w:tab/>
        <w:t>1.722e1</w:t>
      </w:r>
    </w:p>
    <w:p w:rsidR="005B3ED9" w:rsidRDefault="005B3ED9" w:rsidP="005B3ED9">
      <w:r>
        <w:t>220.0453</w:t>
      </w:r>
      <w:r>
        <w:tab/>
        <w:t>1.316e1</w:t>
      </w:r>
    </w:p>
    <w:p w:rsidR="005B3ED9" w:rsidRDefault="005B3ED9" w:rsidP="005B3ED9">
      <w:r>
        <w:t>220.0540</w:t>
      </w:r>
      <w:r>
        <w:tab/>
        <w:t>1.013e0</w:t>
      </w:r>
    </w:p>
    <w:p w:rsidR="005B3ED9" w:rsidRDefault="005B3ED9" w:rsidP="005B3ED9">
      <w:r>
        <w:t>220.0622</w:t>
      </w:r>
      <w:r>
        <w:tab/>
        <w:t>5.063e0</w:t>
      </w:r>
    </w:p>
    <w:p w:rsidR="005B3ED9" w:rsidRDefault="005B3ED9" w:rsidP="005B3ED9">
      <w:r>
        <w:t>220.0975</w:t>
      </w:r>
      <w:r>
        <w:tab/>
        <w:t>1.013e0</w:t>
      </w:r>
    </w:p>
    <w:p w:rsidR="005B3ED9" w:rsidRDefault="005B3ED9" w:rsidP="005B3ED9">
      <w:r>
        <w:t>220.0994</w:t>
      </w:r>
      <w:r>
        <w:tab/>
        <w:t>2.025e0</w:t>
      </w:r>
    </w:p>
    <w:p w:rsidR="005B3ED9" w:rsidRDefault="005B3ED9" w:rsidP="005B3ED9">
      <w:r>
        <w:t>220.1127</w:t>
      </w:r>
      <w:r>
        <w:tab/>
        <w:t>1.013e0</w:t>
      </w:r>
    </w:p>
    <w:p w:rsidR="005B3ED9" w:rsidRDefault="005B3ED9" w:rsidP="005B3ED9">
      <w:r>
        <w:t>220.1290</w:t>
      </w:r>
      <w:r>
        <w:tab/>
        <w:t>1.013e0</w:t>
      </w:r>
    </w:p>
    <w:p w:rsidR="005B3ED9" w:rsidRDefault="005B3ED9" w:rsidP="005B3ED9">
      <w:r>
        <w:t>220.1415</w:t>
      </w:r>
      <w:r>
        <w:tab/>
        <w:t>1.013e0</w:t>
      </w:r>
    </w:p>
    <w:p w:rsidR="005B3ED9" w:rsidRDefault="005B3ED9" w:rsidP="005B3ED9">
      <w:r>
        <w:t>220.1608</w:t>
      </w:r>
      <w:r>
        <w:tab/>
        <w:t>1.013e0</w:t>
      </w:r>
    </w:p>
    <w:p w:rsidR="005B3ED9" w:rsidRDefault="005B3ED9" w:rsidP="005B3ED9">
      <w:r>
        <w:lastRenderedPageBreak/>
        <w:t>220.1685</w:t>
      </w:r>
      <w:r>
        <w:tab/>
        <w:t>3.038e0</w:t>
      </w:r>
    </w:p>
    <w:p w:rsidR="005B3ED9" w:rsidRDefault="005B3ED9" w:rsidP="005B3ED9">
      <w:r>
        <w:t>220.2123</w:t>
      </w:r>
      <w:r>
        <w:tab/>
        <w:t>1.013e0</w:t>
      </w:r>
    </w:p>
    <w:p w:rsidR="005B3ED9" w:rsidRDefault="005B3ED9" w:rsidP="005B3ED9">
      <w:r>
        <w:t>220.2205</w:t>
      </w:r>
      <w:r>
        <w:tab/>
        <w:t>1.013e0</w:t>
      </w:r>
    </w:p>
    <w:p w:rsidR="005B3ED9" w:rsidRDefault="005B3ED9" w:rsidP="005B3ED9">
      <w:r>
        <w:t>220.2280</w:t>
      </w:r>
      <w:r>
        <w:tab/>
        <w:t>1.013e0</w:t>
      </w:r>
    </w:p>
    <w:p w:rsidR="005B3ED9" w:rsidRDefault="005B3ED9" w:rsidP="005B3ED9">
      <w:r>
        <w:t>220.2357</w:t>
      </w:r>
      <w:r>
        <w:tab/>
        <w:t>1.013e0</w:t>
      </w:r>
    </w:p>
    <w:p w:rsidR="005B3ED9" w:rsidRDefault="005B3ED9" w:rsidP="005B3ED9">
      <w:r>
        <w:t>220.2991</w:t>
      </w:r>
      <w:r>
        <w:tab/>
        <w:t>1.013e0</w:t>
      </w:r>
    </w:p>
    <w:p w:rsidR="005B3ED9" w:rsidRDefault="005B3ED9" w:rsidP="005B3ED9">
      <w:r>
        <w:t>220.4410</w:t>
      </w:r>
      <w:r>
        <w:tab/>
        <w:t>2.025e0</w:t>
      </w:r>
    </w:p>
    <w:p w:rsidR="005B3ED9" w:rsidRDefault="005B3ED9" w:rsidP="005B3ED9">
      <w:r>
        <w:t>220.4681</w:t>
      </w:r>
      <w:r>
        <w:tab/>
        <w:t>1.013e0</w:t>
      </w:r>
    </w:p>
    <w:p w:rsidR="005B3ED9" w:rsidRDefault="005B3ED9" w:rsidP="005B3ED9">
      <w:r>
        <w:t>220.4877</w:t>
      </w:r>
      <w:r>
        <w:tab/>
        <w:t>1.013e0</w:t>
      </w:r>
    </w:p>
    <w:p w:rsidR="005B3ED9" w:rsidRDefault="005B3ED9" w:rsidP="005B3ED9">
      <w:r>
        <w:t>220.5670</w:t>
      </w:r>
      <w:r>
        <w:tab/>
        <w:t>1.013e0</w:t>
      </w:r>
    </w:p>
    <w:p w:rsidR="005B3ED9" w:rsidRDefault="005B3ED9" w:rsidP="005B3ED9">
      <w:r>
        <w:t>220.6141</w:t>
      </w:r>
      <w:r>
        <w:tab/>
        <w:t>1.013e0</w:t>
      </w:r>
    </w:p>
    <w:p w:rsidR="005B3ED9" w:rsidRDefault="005B3ED9" w:rsidP="005B3ED9">
      <w:r>
        <w:t>220.6678</w:t>
      </w:r>
      <w:r>
        <w:tab/>
        <w:t>2.025e0</w:t>
      </w:r>
    </w:p>
    <w:p w:rsidR="005B3ED9" w:rsidRDefault="005B3ED9" w:rsidP="005B3ED9">
      <w:r>
        <w:t>220.6965</w:t>
      </w:r>
      <w:r>
        <w:tab/>
        <w:t>1.013e0</w:t>
      </w:r>
    </w:p>
    <w:p w:rsidR="005B3ED9" w:rsidRDefault="005B3ED9" w:rsidP="005B3ED9">
      <w:r>
        <w:t>220.7843</w:t>
      </w:r>
      <w:r>
        <w:tab/>
        <w:t>1.013e0</w:t>
      </w:r>
    </w:p>
    <w:p w:rsidR="005B3ED9" w:rsidRDefault="005B3ED9" w:rsidP="005B3ED9">
      <w:r>
        <w:t>220.8716</w:t>
      </w:r>
      <w:r>
        <w:tab/>
        <w:t>1.013e0</w:t>
      </w:r>
    </w:p>
    <w:p w:rsidR="005B3ED9" w:rsidRDefault="005B3ED9" w:rsidP="005B3ED9">
      <w:r>
        <w:t>220.9306</w:t>
      </w:r>
      <w:r>
        <w:tab/>
        <w:t>1.013e0</w:t>
      </w:r>
    </w:p>
    <w:p w:rsidR="005B3ED9" w:rsidRDefault="005B3ED9" w:rsidP="005B3ED9">
      <w:r>
        <w:t>220.9619</w:t>
      </w:r>
      <w:r>
        <w:tab/>
        <w:t>1.013e0</w:t>
      </w:r>
    </w:p>
    <w:p w:rsidR="005B3ED9" w:rsidRDefault="005B3ED9" w:rsidP="005B3ED9">
      <w:r>
        <w:t>220.9696</w:t>
      </w:r>
      <w:r>
        <w:tab/>
        <w:t>2.025e0</w:t>
      </w:r>
    </w:p>
    <w:p w:rsidR="005B3ED9" w:rsidRDefault="005B3ED9" w:rsidP="005B3ED9">
      <w:r>
        <w:t>220.9810</w:t>
      </w:r>
      <w:r>
        <w:tab/>
        <w:t>1.013e0</w:t>
      </w:r>
    </w:p>
    <w:p w:rsidR="005B3ED9" w:rsidRDefault="005B3ED9" w:rsidP="005B3ED9">
      <w:r>
        <w:lastRenderedPageBreak/>
        <w:t>220.9895</w:t>
      </w:r>
      <w:r>
        <w:tab/>
        <w:t>2.025e0</w:t>
      </w:r>
    </w:p>
    <w:p w:rsidR="005B3ED9" w:rsidRDefault="005B3ED9" w:rsidP="005B3ED9">
      <w:r>
        <w:t>220.9975</w:t>
      </w:r>
      <w:r>
        <w:tab/>
        <w:t>1.013e0</w:t>
      </w:r>
    </w:p>
    <w:p w:rsidR="005B3ED9" w:rsidRDefault="005B3ED9" w:rsidP="005B3ED9">
      <w:r>
        <w:t>221.0330</w:t>
      </w:r>
      <w:r>
        <w:tab/>
        <w:t>2.025e0</w:t>
      </w:r>
    </w:p>
    <w:p w:rsidR="005B3ED9" w:rsidRDefault="005B3ED9" w:rsidP="005B3ED9">
      <w:r>
        <w:t>221.0369</w:t>
      </w:r>
      <w:r>
        <w:tab/>
        <w:t>1.013e0</w:t>
      </w:r>
    </w:p>
    <w:p w:rsidR="005B3ED9" w:rsidRDefault="005B3ED9" w:rsidP="005B3ED9">
      <w:r>
        <w:t>221.0445</w:t>
      </w:r>
      <w:r>
        <w:tab/>
        <w:t>2.025e0</w:t>
      </w:r>
    </w:p>
    <w:p w:rsidR="005B3ED9" w:rsidRDefault="005B3ED9" w:rsidP="005B3ED9">
      <w:r>
        <w:t>221.0797</w:t>
      </w:r>
      <w:r>
        <w:tab/>
        <w:t>3.038e0</w:t>
      </w:r>
    </w:p>
    <w:p w:rsidR="005B3ED9" w:rsidRDefault="005B3ED9" w:rsidP="005B3ED9">
      <w:r>
        <w:t>221.0888</w:t>
      </w:r>
      <w:r>
        <w:tab/>
        <w:t>1.013e0</w:t>
      </w:r>
    </w:p>
    <w:p w:rsidR="005B3ED9" w:rsidRDefault="005B3ED9" w:rsidP="005B3ED9">
      <w:r>
        <w:t>221.1157</w:t>
      </w:r>
      <w:r>
        <w:tab/>
        <w:t>1.013e0</w:t>
      </w:r>
    </w:p>
    <w:p w:rsidR="005B3ED9" w:rsidRDefault="005B3ED9" w:rsidP="005B3ED9">
      <w:r>
        <w:t>221.1195</w:t>
      </w:r>
      <w:r>
        <w:tab/>
        <w:t>1.013e0</w:t>
      </w:r>
    </w:p>
    <w:p w:rsidR="005B3ED9" w:rsidRDefault="005B3ED9" w:rsidP="005B3ED9">
      <w:r>
        <w:t>221.1314</w:t>
      </w:r>
      <w:r>
        <w:tab/>
        <w:t>1.013e0</w:t>
      </w:r>
    </w:p>
    <w:p w:rsidR="005B3ED9" w:rsidRDefault="005B3ED9" w:rsidP="005B3ED9">
      <w:r>
        <w:t>221.1594</w:t>
      </w:r>
      <w:r>
        <w:tab/>
        <w:t>3.038e0</w:t>
      </w:r>
    </w:p>
    <w:p w:rsidR="005B3ED9" w:rsidRDefault="005B3ED9" w:rsidP="005B3ED9">
      <w:r>
        <w:t>221.2193</w:t>
      </w:r>
      <w:r>
        <w:tab/>
        <w:t>1.013e0</w:t>
      </w:r>
    </w:p>
    <w:p w:rsidR="005B3ED9" w:rsidRDefault="005B3ED9" w:rsidP="005B3ED9">
      <w:r>
        <w:t>221.2655</w:t>
      </w:r>
      <w:r>
        <w:tab/>
        <w:t>1.013e0</w:t>
      </w:r>
    </w:p>
    <w:p w:rsidR="005B3ED9" w:rsidRDefault="005B3ED9" w:rsidP="005B3ED9">
      <w:r>
        <w:t>221.3022</w:t>
      </w:r>
      <w:r>
        <w:tab/>
        <w:t>2.025e0</w:t>
      </w:r>
    </w:p>
    <w:p w:rsidR="005B3ED9" w:rsidRDefault="005B3ED9" w:rsidP="005B3ED9">
      <w:r>
        <w:t>221.3658</w:t>
      </w:r>
      <w:r>
        <w:tab/>
        <w:t>1.013e0</w:t>
      </w:r>
    </w:p>
    <w:p w:rsidR="005B3ED9" w:rsidRDefault="005B3ED9" w:rsidP="005B3ED9">
      <w:r>
        <w:t>221.3772</w:t>
      </w:r>
      <w:r>
        <w:tab/>
        <w:t>1.013e0</w:t>
      </w:r>
    </w:p>
    <w:p w:rsidR="005B3ED9" w:rsidRDefault="005B3ED9" w:rsidP="005B3ED9">
      <w:r>
        <w:t>221.4119</w:t>
      </w:r>
      <w:r>
        <w:tab/>
        <w:t>1.013e0</w:t>
      </w:r>
    </w:p>
    <w:p w:rsidR="005B3ED9" w:rsidRDefault="005B3ED9" w:rsidP="005B3ED9">
      <w:r>
        <w:t>221.4245</w:t>
      </w:r>
      <w:r>
        <w:tab/>
        <w:t>1.013e0</w:t>
      </w:r>
    </w:p>
    <w:p w:rsidR="005B3ED9" w:rsidRDefault="005B3ED9" w:rsidP="005B3ED9">
      <w:r>
        <w:t>221.5119</w:t>
      </w:r>
      <w:r>
        <w:tab/>
        <w:t>1.013e0</w:t>
      </w:r>
    </w:p>
    <w:p w:rsidR="005B3ED9" w:rsidRDefault="005B3ED9" w:rsidP="005B3ED9">
      <w:r>
        <w:lastRenderedPageBreak/>
        <w:t>221.5464</w:t>
      </w:r>
      <w:r>
        <w:tab/>
        <w:t>2.025e0</w:t>
      </w:r>
    </w:p>
    <w:p w:rsidR="005B3ED9" w:rsidRDefault="005B3ED9" w:rsidP="005B3ED9">
      <w:r>
        <w:t>221.5793</w:t>
      </w:r>
      <w:r>
        <w:tab/>
        <w:t>1.013e0</w:t>
      </w:r>
    </w:p>
    <w:p w:rsidR="005B3ED9" w:rsidRDefault="005B3ED9" w:rsidP="005B3ED9">
      <w:r>
        <w:t>221.5850</w:t>
      </w:r>
      <w:r>
        <w:tab/>
        <w:t>2.025e0</w:t>
      </w:r>
    </w:p>
    <w:p w:rsidR="005B3ED9" w:rsidRDefault="005B3ED9" w:rsidP="005B3ED9">
      <w:r>
        <w:t>221.6023</w:t>
      </w:r>
      <w:r>
        <w:tab/>
        <w:t>1.013e0</w:t>
      </w:r>
    </w:p>
    <w:p w:rsidR="005B3ED9" w:rsidRDefault="005B3ED9" w:rsidP="005B3ED9">
      <w:r>
        <w:t>221.6382</w:t>
      </w:r>
      <w:r>
        <w:tab/>
        <w:t>1.013e0</w:t>
      </w:r>
    </w:p>
    <w:p w:rsidR="005B3ED9" w:rsidRDefault="005B3ED9" w:rsidP="005B3ED9">
      <w:r>
        <w:t>221.6581</w:t>
      </w:r>
      <w:r>
        <w:tab/>
        <w:t>1.013e0</w:t>
      </w:r>
    </w:p>
    <w:p w:rsidR="005B3ED9" w:rsidRDefault="005B3ED9" w:rsidP="005B3ED9">
      <w:r>
        <w:t>221.6774</w:t>
      </w:r>
      <w:r>
        <w:tab/>
        <w:t>1.013e0</w:t>
      </w:r>
    </w:p>
    <w:p w:rsidR="005B3ED9" w:rsidRDefault="005B3ED9" w:rsidP="005B3ED9">
      <w:r>
        <w:t>221.7485</w:t>
      </w:r>
      <w:r>
        <w:tab/>
        <w:t>1.013e0</w:t>
      </w:r>
    </w:p>
    <w:p w:rsidR="005B3ED9" w:rsidRDefault="005B3ED9" w:rsidP="005B3ED9">
      <w:r>
        <w:t>221.8197</w:t>
      </w:r>
      <w:r>
        <w:tab/>
        <w:t>1.013e0</w:t>
      </w:r>
    </w:p>
    <w:p w:rsidR="005B3ED9" w:rsidRDefault="005B3ED9" w:rsidP="005B3ED9">
      <w:r>
        <w:t>221.8396</w:t>
      </w:r>
      <w:r>
        <w:tab/>
        <w:t>1.013e0</w:t>
      </w:r>
    </w:p>
    <w:p w:rsidR="005B3ED9" w:rsidRDefault="005B3ED9" w:rsidP="005B3ED9">
      <w:r>
        <w:t>221.8603</w:t>
      </w:r>
      <w:r>
        <w:tab/>
        <w:t>1.013e0</w:t>
      </w:r>
    </w:p>
    <w:p w:rsidR="005B3ED9" w:rsidRDefault="005B3ED9" w:rsidP="005B3ED9">
      <w:r>
        <w:t>221.9429</w:t>
      </w:r>
      <w:r>
        <w:tab/>
        <w:t>1.013e0</w:t>
      </w:r>
    </w:p>
    <w:p w:rsidR="005B3ED9" w:rsidRDefault="005B3ED9" w:rsidP="005B3ED9">
      <w:r>
        <w:t>221.9602</w:t>
      </w:r>
      <w:r>
        <w:tab/>
        <w:t>2.025e0</w:t>
      </w:r>
    </w:p>
    <w:p w:rsidR="005B3ED9" w:rsidRDefault="005B3ED9" w:rsidP="005B3ED9">
      <w:r>
        <w:t>221.9737</w:t>
      </w:r>
      <w:r>
        <w:tab/>
        <w:t>4.051e0</w:t>
      </w:r>
    </w:p>
    <w:p w:rsidR="005B3ED9" w:rsidRDefault="005B3ED9" w:rsidP="005B3ED9">
      <w:r>
        <w:t>221.9836</w:t>
      </w:r>
      <w:r>
        <w:tab/>
        <w:t>4.051e0</w:t>
      </w:r>
    </w:p>
    <w:p w:rsidR="005B3ED9" w:rsidRDefault="005B3ED9" w:rsidP="005B3ED9">
      <w:r>
        <w:t>222.0168</w:t>
      </w:r>
      <w:r>
        <w:tab/>
        <w:t>1.013e1</w:t>
      </w:r>
    </w:p>
    <w:p w:rsidR="005B3ED9" w:rsidRDefault="005B3ED9" w:rsidP="005B3ED9">
      <w:r>
        <w:t>222.0189</w:t>
      </w:r>
      <w:r>
        <w:tab/>
        <w:t>1.195e1</w:t>
      </w:r>
    </w:p>
    <w:p w:rsidR="005B3ED9" w:rsidRDefault="005B3ED9" w:rsidP="005B3ED9">
      <w:r>
        <w:t>222.0222</w:t>
      </w:r>
      <w:r>
        <w:tab/>
        <w:t>2.835e1</w:t>
      </w:r>
    </w:p>
    <w:p w:rsidR="005B3ED9" w:rsidRDefault="005B3ED9" w:rsidP="005B3ED9">
      <w:r>
        <w:t>222.0739</w:t>
      </w:r>
      <w:r>
        <w:tab/>
        <w:t>1.013e0</w:t>
      </w:r>
    </w:p>
    <w:p w:rsidR="005B3ED9" w:rsidRDefault="005B3ED9" w:rsidP="005B3ED9">
      <w:r>
        <w:lastRenderedPageBreak/>
        <w:t>222.0815</w:t>
      </w:r>
      <w:r>
        <w:tab/>
        <w:t>1.013e0</w:t>
      </w:r>
    </w:p>
    <w:p w:rsidR="005B3ED9" w:rsidRDefault="005B3ED9" w:rsidP="005B3ED9">
      <w:r>
        <w:t>222.0913</w:t>
      </w:r>
      <w:r>
        <w:tab/>
        <w:t>3.038e0</w:t>
      </w:r>
    </w:p>
    <w:p w:rsidR="005B3ED9" w:rsidRDefault="005B3ED9" w:rsidP="005B3ED9">
      <w:r>
        <w:t>222.0931</w:t>
      </w:r>
      <w:r>
        <w:tab/>
        <w:t>2.025e0</w:t>
      </w:r>
    </w:p>
    <w:p w:rsidR="005B3ED9" w:rsidRDefault="005B3ED9" w:rsidP="005B3ED9">
      <w:r>
        <w:t>222.1084</w:t>
      </w:r>
      <w:r>
        <w:tab/>
        <w:t>1.013e0</w:t>
      </w:r>
    </w:p>
    <w:p w:rsidR="005B3ED9" w:rsidRDefault="005B3ED9" w:rsidP="005B3ED9">
      <w:r>
        <w:t>222.1148</w:t>
      </w:r>
      <w:r>
        <w:tab/>
        <w:t>2.025e0</w:t>
      </w:r>
    </w:p>
    <w:p w:rsidR="005B3ED9" w:rsidRDefault="005B3ED9" w:rsidP="005B3ED9">
      <w:r>
        <w:t>222.1209</w:t>
      </w:r>
      <w:r>
        <w:tab/>
        <w:t>1.013e0</w:t>
      </w:r>
    </w:p>
    <w:p w:rsidR="005B3ED9" w:rsidRDefault="005B3ED9" w:rsidP="005B3ED9">
      <w:r>
        <w:t>222.1277</w:t>
      </w:r>
      <w:r>
        <w:tab/>
        <w:t>3.038e0</w:t>
      </w:r>
    </w:p>
    <w:p w:rsidR="005B3ED9" w:rsidRDefault="005B3ED9" w:rsidP="005B3ED9">
      <w:r>
        <w:t>222.1335</w:t>
      </w:r>
      <w:r>
        <w:tab/>
        <w:t>1.013e0</w:t>
      </w:r>
    </w:p>
    <w:p w:rsidR="005B3ED9" w:rsidRDefault="005B3ED9" w:rsidP="005B3ED9">
      <w:r>
        <w:t>222.1433</w:t>
      </w:r>
      <w:r>
        <w:tab/>
        <w:t>2.025e0</w:t>
      </w:r>
    </w:p>
    <w:p w:rsidR="005B3ED9" w:rsidRDefault="005B3ED9" w:rsidP="005B3ED9">
      <w:r>
        <w:t>222.1663</w:t>
      </w:r>
      <w:r>
        <w:tab/>
        <w:t>3.038e0</w:t>
      </w:r>
    </w:p>
    <w:p w:rsidR="005B3ED9" w:rsidRDefault="005B3ED9" w:rsidP="005B3ED9">
      <w:r>
        <w:t>222.1682</w:t>
      </w:r>
      <w:r>
        <w:tab/>
        <w:t>1.013e0</w:t>
      </w:r>
    </w:p>
    <w:p w:rsidR="005B3ED9" w:rsidRDefault="005B3ED9" w:rsidP="005B3ED9">
      <w:r>
        <w:t>222.1720</w:t>
      </w:r>
      <w:r>
        <w:tab/>
        <w:t>1.013e0</w:t>
      </w:r>
    </w:p>
    <w:p w:rsidR="005B3ED9" w:rsidRDefault="005B3ED9" w:rsidP="005B3ED9">
      <w:r>
        <w:t>222.1965</w:t>
      </w:r>
      <w:r>
        <w:tab/>
        <w:t>1.013e0</w:t>
      </w:r>
    </w:p>
    <w:p w:rsidR="005B3ED9" w:rsidRDefault="005B3ED9" w:rsidP="005B3ED9">
      <w:r>
        <w:t>222.2240</w:t>
      </w:r>
      <w:r>
        <w:tab/>
        <w:t>1.013e0</w:t>
      </w:r>
    </w:p>
    <w:p w:rsidR="005B3ED9" w:rsidRDefault="005B3ED9" w:rsidP="005B3ED9">
      <w:r>
        <w:t>222.2470</w:t>
      </w:r>
      <w:r>
        <w:tab/>
        <w:t>1.013e0</w:t>
      </w:r>
    </w:p>
    <w:p w:rsidR="005B3ED9" w:rsidRDefault="005B3ED9" w:rsidP="005B3ED9">
      <w:r>
        <w:t>222.2680</w:t>
      </w:r>
      <w:r>
        <w:tab/>
        <w:t>1.013e0</w:t>
      </w:r>
    </w:p>
    <w:p w:rsidR="005B3ED9" w:rsidRDefault="005B3ED9" w:rsidP="005B3ED9">
      <w:r>
        <w:t>222.2914</w:t>
      </w:r>
      <w:r>
        <w:tab/>
        <w:t>2.025e0</w:t>
      </w:r>
    </w:p>
    <w:p w:rsidR="005B3ED9" w:rsidRDefault="005B3ED9" w:rsidP="005B3ED9">
      <w:r>
        <w:t>222.3030</w:t>
      </w:r>
      <w:r>
        <w:tab/>
        <w:t>1.013e0</w:t>
      </w:r>
    </w:p>
    <w:p w:rsidR="005B3ED9" w:rsidRDefault="005B3ED9" w:rsidP="005B3ED9">
      <w:r>
        <w:t>222.3107</w:t>
      </w:r>
      <w:r>
        <w:tab/>
        <w:t>1.013e0</w:t>
      </w:r>
    </w:p>
    <w:p w:rsidR="005B3ED9" w:rsidRDefault="005B3ED9" w:rsidP="005B3ED9">
      <w:r>
        <w:lastRenderedPageBreak/>
        <w:t>222.3145</w:t>
      </w:r>
      <w:r>
        <w:tab/>
        <w:t>1.013e0</w:t>
      </w:r>
    </w:p>
    <w:p w:rsidR="005B3ED9" w:rsidRDefault="005B3ED9" w:rsidP="005B3ED9">
      <w:r>
        <w:t>222.3226</w:t>
      </w:r>
      <w:r>
        <w:tab/>
        <w:t>1.013e0</w:t>
      </w:r>
    </w:p>
    <w:p w:rsidR="005B3ED9" w:rsidRDefault="005B3ED9" w:rsidP="005B3ED9">
      <w:r>
        <w:t>222.3588</w:t>
      </w:r>
      <w:r>
        <w:tab/>
        <w:t>1.013e0</w:t>
      </w:r>
    </w:p>
    <w:p w:rsidR="005B3ED9" w:rsidRDefault="005B3ED9" w:rsidP="005B3ED9">
      <w:r>
        <w:t>222.3627</w:t>
      </w:r>
      <w:r>
        <w:tab/>
        <w:t>1.013e0</w:t>
      </w:r>
    </w:p>
    <w:p w:rsidR="005B3ED9" w:rsidRDefault="005B3ED9" w:rsidP="005B3ED9">
      <w:r>
        <w:t>222.3819</w:t>
      </w:r>
      <w:r>
        <w:tab/>
        <w:t>1.013e0</w:t>
      </w:r>
    </w:p>
    <w:p w:rsidR="005B3ED9" w:rsidRDefault="005B3ED9" w:rsidP="005B3ED9">
      <w:r>
        <w:t>222.4340</w:t>
      </w:r>
      <w:r>
        <w:tab/>
        <w:t>1.013e0</w:t>
      </w:r>
    </w:p>
    <w:p w:rsidR="005B3ED9" w:rsidRDefault="005B3ED9" w:rsidP="005B3ED9">
      <w:r>
        <w:t>222.4456</w:t>
      </w:r>
      <w:r>
        <w:tab/>
        <w:t>1.013e0</w:t>
      </w:r>
    </w:p>
    <w:p w:rsidR="005B3ED9" w:rsidRDefault="005B3ED9" w:rsidP="005B3ED9">
      <w:r>
        <w:t>222.4601</w:t>
      </w:r>
      <w:r>
        <w:tab/>
        <w:t>2.025e0</w:t>
      </w:r>
    </w:p>
    <w:p w:rsidR="005B3ED9" w:rsidRDefault="005B3ED9" w:rsidP="005B3ED9">
      <w:r>
        <w:t>222.5053</w:t>
      </w:r>
      <w:r>
        <w:tab/>
        <w:t>1.013e0</w:t>
      </w:r>
    </w:p>
    <w:p w:rsidR="005B3ED9" w:rsidRDefault="005B3ED9" w:rsidP="005B3ED9">
      <w:r>
        <w:t>222.5413</w:t>
      </w:r>
      <w:r>
        <w:tab/>
        <w:t>1.013e0</w:t>
      </w:r>
    </w:p>
    <w:p w:rsidR="005B3ED9" w:rsidRDefault="005B3ED9" w:rsidP="005B3ED9">
      <w:r>
        <w:t>222.5455</w:t>
      </w:r>
      <w:r>
        <w:tab/>
        <w:t>1.013e0</w:t>
      </w:r>
    </w:p>
    <w:p w:rsidR="005B3ED9" w:rsidRDefault="005B3ED9" w:rsidP="005B3ED9">
      <w:r>
        <w:t>222.5611</w:t>
      </w:r>
      <w:r>
        <w:tab/>
        <w:t>1.013e0</w:t>
      </w:r>
    </w:p>
    <w:p w:rsidR="005B3ED9" w:rsidRDefault="005B3ED9" w:rsidP="005B3ED9">
      <w:r>
        <w:t>222.5880</w:t>
      </w:r>
      <w:r>
        <w:tab/>
        <w:t>1.013e0</w:t>
      </w:r>
    </w:p>
    <w:p w:rsidR="005B3ED9" w:rsidRDefault="005B3ED9" w:rsidP="005B3ED9">
      <w:r>
        <w:t>222.6002</w:t>
      </w:r>
      <w:r>
        <w:tab/>
        <w:t>1.013e0</w:t>
      </w:r>
    </w:p>
    <w:p w:rsidR="005B3ED9" w:rsidRDefault="005B3ED9" w:rsidP="005B3ED9">
      <w:r>
        <w:t>222.6324</w:t>
      </w:r>
      <w:r>
        <w:tab/>
        <w:t>1.013e0</w:t>
      </w:r>
    </w:p>
    <w:p w:rsidR="005B3ED9" w:rsidRDefault="005B3ED9" w:rsidP="005B3ED9">
      <w:r>
        <w:t>222.6555</w:t>
      </w:r>
      <w:r>
        <w:tab/>
        <w:t>1.013e0</w:t>
      </w:r>
    </w:p>
    <w:p w:rsidR="005B3ED9" w:rsidRDefault="005B3ED9" w:rsidP="005B3ED9">
      <w:r>
        <w:t>222.6616</w:t>
      </w:r>
      <w:r>
        <w:tab/>
        <w:t>2.025e0</w:t>
      </w:r>
    </w:p>
    <w:p w:rsidR="005B3ED9" w:rsidRDefault="005B3ED9" w:rsidP="005B3ED9">
      <w:r>
        <w:t>222.6718</w:t>
      </w:r>
      <w:r>
        <w:tab/>
        <w:t>1.013e0</w:t>
      </w:r>
    </w:p>
    <w:p w:rsidR="005B3ED9" w:rsidRDefault="005B3ED9" w:rsidP="005B3ED9">
      <w:r>
        <w:t>222.7635</w:t>
      </w:r>
      <w:r>
        <w:tab/>
        <w:t>1.013e0</w:t>
      </w:r>
    </w:p>
    <w:p w:rsidR="005B3ED9" w:rsidRDefault="005B3ED9" w:rsidP="005B3ED9">
      <w:r>
        <w:lastRenderedPageBreak/>
        <w:t>222.7673</w:t>
      </w:r>
      <w:r>
        <w:tab/>
        <w:t>1.013e0</w:t>
      </w:r>
    </w:p>
    <w:p w:rsidR="005B3ED9" w:rsidRDefault="005B3ED9" w:rsidP="005B3ED9">
      <w:r>
        <w:t>222.7981</w:t>
      </w:r>
      <w:r>
        <w:tab/>
        <w:t>1.013e0</w:t>
      </w:r>
    </w:p>
    <w:p w:rsidR="005B3ED9" w:rsidRDefault="005B3ED9" w:rsidP="005B3ED9">
      <w:r>
        <w:t>222.8065</w:t>
      </w:r>
      <w:r>
        <w:tab/>
        <w:t>1.013e0</w:t>
      </w:r>
    </w:p>
    <w:p w:rsidR="005B3ED9" w:rsidRDefault="005B3ED9" w:rsidP="005B3ED9">
      <w:r>
        <w:t>222.8150</w:t>
      </w:r>
      <w:r>
        <w:tab/>
        <w:t>1.013e0</w:t>
      </w:r>
    </w:p>
    <w:p w:rsidR="005B3ED9" w:rsidRDefault="005B3ED9" w:rsidP="005B3ED9">
      <w:r>
        <w:t>222.8579</w:t>
      </w:r>
      <w:r>
        <w:tab/>
        <w:t>1.013e0</w:t>
      </w:r>
    </w:p>
    <w:p w:rsidR="005B3ED9" w:rsidRDefault="005B3ED9" w:rsidP="005B3ED9">
      <w:r>
        <w:t>222.8638</w:t>
      </w:r>
      <w:r>
        <w:tab/>
        <w:t>2.025e0</w:t>
      </w:r>
    </w:p>
    <w:p w:rsidR="005B3ED9" w:rsidRDefault="005B3ED9" w:rsidP="005B3ED9">
      <w:r>
        <w:t>222.8824</w:t>
      </w:r>
      <w:r>
        <w:tab/>
        <w:t>2.025e0</w:t>
      </w:r>
    </w:p>
    <w:p w:rsidR="005B3ED9" w:rsidRDefault="005B3ED9" w:rsidP="005B3ED9">
      <w:r>
        <w:t>222.9023</w:t>
      </w:r>
      <w:r>
        <w:tab/>
        <w:t>1.013e0</w:t>
      </w:r>
    </w:p>
    <w:p w:rsidR="005B3ED9" w:rsidRDefault="005B3ED9" w:rsidP="005B3ED9">
      <w:r>
        <w:t>222.9061</w:t>
      </w:r>
      <w:r>
        <w:tab/>
        <w:t>1.013e0</w:t>
      </w:r>
    </w:p>
    <w:p w:rsidR="005B3ED9" w:rsidRDefault="005B3ED9" w:rsidP="005B3ED9">
      <w:r>
        <w:t>222.9498</w:t>
      </w:r>
      <w:r>
        <w:tab/>
        <w:t>1.013e0</w:t>
      </w:r>
    </w:p>
    <w:p w:rsidR="005B3ED9" w:rsidRDefault="005B3ED9" w:rsidP="005B3ED9">
      <w:r>
        <w:t>222.9775</w:t>
      </w:r>
      <w:r>
        <w:tab/>
        <w:t>3.038e0</w:t>
      </w:r>
    </w:p>
    <w:p w:rsidR="005B3ED9" w:rsidRDefault="005B3ED9" w:rsidP="005B3ED9">
      <w:r>
        <w:t>222.9852</w:t>
      </w:r>
      <w:r>
        <w:tab/>
        <w:t>1.013e0</w:t>
      </w:r>
    </w:p>
    <w:p w:rsidR="005B3ED9" w:rsidRDefault="005B3ED9" w:rsidP="005B3ED9">
      <w:r>
        <w:t>223.0004</w:t>
      </w:r>
      <w:r>
        <w:tab/>
        <w:t>1.013e0</w:t>
      </w:r>
    </w:p>
    <w:p w:rsidR="005B3ED9" w:rsidRDefault="005B3ED9" w:rsidP="005B3ED9">
      <w:r>
        <w:t>223.0031</w:t>
      </w:r>
      <w:r>
        <w:tab/>
        <w:t>3.038e0</w:t>
      </w:r>
    </w:p>
    <w:p w:rsidR="005B3ED9" w:rsidRDefault="005B3ED9" w:rsidP="005B3ED9">
      <w:r>
        <w:t>223.0178</w:t>
      </w:r>
      <w:r>
        <w:tab/>
        <w:t>7.089e0</w:t>
      </w:r>
    </w:p>
    <w:p w:rsidR="005B3ED9" w:rsidRDefault="005B3ED9" w:rsidP="005B3ED9">
      <w:r>
        <w:t>223.0195</w:t>
      </w:r>
      <w:r>
        <w:tab/>
        <w:t>5.063e0</w:t>
      </w:r>
    </w:p>
    <w:p w:rsidR="005B3ED9" w:rsidRDefault="005B3ED9" w:rsidP="005B3ED9">
      <w:r>
        <w:t>223.0294</w:t>
      </w:r>
      <w:r>
        <w:tab/>
        <w:t>2.025e0</w:t>
      </w:r>
    </w:p>
    <w:p w:rsidR="005B3ED9" w:rsidRDefault="005B3ED9" w:rsidP="005B3ED9">
      <w:r>
        <w:t>223.0411</w:t>
      </w:r>
      <w:r>
        <w:tab/>
        <w:t>2.025e0</w:t>
      </w:r>
    </w:p>
    <w:p w:rsidR="005B3ED9" w:rsidRDefault="005B3ED9" w:rsidP="005B3ED9">
      <w:r>
        <w:t>223.0724</w:t>
      </w:r>
      <w:r>
        <w:tab/>
        <w:t>2.025e0</w:t>
      </w:r>
    </w:p>
    <w:p w:rsidR="005B3ED9" w:rsidRDefault="005B3ED9" w:rsidP="005B3ED9">
      <w:r>
        <w:lastRenderedPageBreak/>
        <w:t>223.0978</w:t>
      </w:r>
      <w:r>
        <w:tab/>
        <w:t>8.542e0</w:t>
      </w:r>
    </w:p>
    <w:p w:rsidR="005B3ED9" w:rsidRDefault="005B3ED9" w:rsidP="005B3ED9">
      <w:r>
        <w:t>223.1006</w:t>
      </w:r>
      <w:r>
        <w:tab/>
        <w:t>4.051e0</w:t>
      </w:r>
    </w:p>
    <w:p w:rsidR="005B3ED9" w:rsidRDefault="005B3ED9" w:rsidP="005B3ED9">
      <w:r>
        <w:t>223.1105</w:t>
      </w:r>
      <w:r>
        <w:tab/>
        <w:t>3.038e0</w:t>
      </w:r>
    </w:p>
    <w:p w:rsidR="005B3ED9" w:rsidRDefault="005B3ED9" w:rsidP="005B3ED9">
      <w:r>
        <w:t>223.1279</w:t>
      </w:r>
      <w:r>
        <w:tab/>
        <w:t>1.013e0</w:t>
      </w:r>
    </w:p>
    <w:p w:rsidR="005B3ED9" w:rsidRDefault="005B3ED9" w:rsidP="005B3ED9">
      <w:r>
        <w:t>223.1662</w:t>
      </w:r>
      <w:r>
        <w:tab/>
        <w:t>2.025e0</w:t>
      </w:r>
    </w:p>
    <w:p w:rsidR="005B3ED9" w:rsidRDefault="005B3ED9" w:rsidP="005B3ED9">
      <w:r>
        <w:t>223.1723</w:t>
      </w:r>
      <w:r>
        <w:tab/>
        <w:t>1.013e0</w:t>
      </w:r>
    </w:p>
    <w:p w:rsidR="005B3ED9" w:rsidRDefault="005B3ED9" w:rsidP="005B3ED9">
      <w:r>
        <w:t>223.1742</w:t>
      </w:r>
      <w:r>
        <w:tab/>
        <w:t>2.025e0</w:t>
      </w:r>
    </w:p>
    <w:p w:rsidR="005B3ED9" w:rsidRDefault="005B3ED9" w:rsidP="005B3ED9">
      <w:r>
        <w:t>223.2307</w:t>
      </w:r>
      <w:r>
        <w:tab/>
        <w:t>5.063e0</w:t>
      </w:r>
    </w:p>
    <w:p w:rsidR="005B3ED9" w:rsidRDefault="005B3ED9" w:rsidP="005B3ED9">
      <w:r>
        <w:t>223.2745</w:t>
      </w:r>
      <w:r>
        <w:tab/>
        <w:t>1.013e0</w:t>
      </w:r>
    </w:p>
    <w:p w:rsidR="005B3ED9" w:rsidRDefault="005B3ED9" w:rsidP="005B3ED9">
      <w:r>
        <w:t>223.3342</w:t>
      </w:r>
      <w:r>
        <w:tab/>
        <w:t>1.013e0</w:t>
      </w:r>
    </w:p>
    <w:p w:rsidR="005B3ED9" w:rsidRDefault="005B3ED9" w:rsidP="005B3ED9">
      <w:r>
        <w:t>223.3462</w:t>
      </w:r>
      <w:r>
        <w:tab/>
        <w:t>1.013e0</w:t>
      </w:r>
    </w:p>
    <w:p w:rsidR="005B3ED9" w:rsidRDefault="005B3ED9" w:rsidP="005B3ED9">
      <w:r>
        <w:t>223.3589</w:t>
      </w:r>
      <w:r>
        <w:tab/>
        <w:t>1.013e0</w:t>
      </w:r>
    </w:p>
    <w:p w:rsidR="005B3ED9" w:rsidRDefault="005B3ED9" w:rsidP="005B3ED9">
      <w:r>
        <w:t>223.3786</w:t>
      </w:r>
      <w:r>
        <w:tab/>
        <w:t>1.013e0</w:t>
      </w:r>
    </w:p>
    <w:p w:rsidR="005B3ED9" w:rsidRDefault="005B3ED9" w:rsidP="005B3ED9">
      <w:r>
        <w:t>223.3883</w:t>
      </w:r>
      <w:r>
        <w:tab/>
        <w:t>2.025e0</w:t>
      </w:r>
    </w:p>
    <w:p w:rsidR="005B3ED9" w:rsidRDefault="005B3ED9" w:rsidP="005B3ED9">
      <w:r>
        <w:t>223.4137</w:t>
      </w:r>
      <w:r>
        <w:tab/>
        <w:t>1.013e0</w:t>
      </w:r>
    </w:p>
    <w:p w:rsidR="005B3ED9" w:rsidRDefault="005B3ED9" w:rsidP="005B3ED9">
      <w:r>
        <w:t>223.4577</w:t>
      </w:r>
      <w:r>
        <w:tab/>
        <w:t>1.013e0</w:t>
      </w:r>
    </w:p>
    <w:p w:rsidR="005B3ED9" w:rsidRDefault="005B3ED9" w:rsidP="005B3ED9">
      <w:r>
        <w:t>223.5039</w:t>
      </w:r>
      <w:r>
        <w:tab/>
        <w:t>2.025e0</w:t>
      </w:r>
    </w:p>
    <w:p w:rsidR="005B3ED9" w:rsidRDefault="005B3ED9" w:rsidP="005B3ED9">
      <w:r>
        <w:t>223.5291</w:t>
      </w:r>
      <w:r>
        <w:tab/>
        <w:t>2.025e0</w:t>
      </w:r>
    </w:p>
    <w:p w:rsidR="005B3ED9" w:rsidRDefault="005B3ED9" w:rsidP="005B3ED9">
      <w:r>
        <w:t>223.5329</w:t>
      </w:r>
      <w:r>
        <w:tab/>
        <w:t>2.025e0</w:t>
      </w:r>
    </w:p>
    <w:p w:rsidR="005B3ED9" w:rsidRDefault="005B3ED9" w:rsidP="005B3ED9">
      <w:r>
        <w:lastRenderedPageBreak/>
        <w:t>223.5616</w:t>
      </w:r>
      <w:r>
        <w:tab/>
        <w:t>1.013e0</w:t>
      </w:r>
    </w:p>
    <w:p w:rsidR="005B3ED9" w:rsidRDefault="005B3ED9" w:rsidP="005B3ED9">
      <w:r>
        <w:t>223.5658</w:t>
      </w:r>
      <w:r>
        <w:tab/>
        <w:t>1.013e0</w:t>
      </w:r>
    </w:p>
    <w:p w:rsidR="005B3ED9" w:rsidRDefault="005B3ED9" w:rsidP="005B3ED9">
      <w:r>
        <w:t>223.5889</w:t>
      </w:r>
      <w:r>
        <w:tab/>
        <w:t>2.025e0</w:t>
      </w:r>
    </w:p>
    <w:p w:rsidR="005B3ED9" w:rsidRDefault="005B3ED9" w:rsidP="005B3ED9">
      <w:r>
        <w:t>223.5985</w:t>
      </w:r>
      <w:r>
        <w:tab/>
        <w:t>2.025e0</w:t>
      </w:r>
    </w:p>
    <w:p w:rsidR="005B3ED9" w:rsidRDefault="005B3ED9" w:rsidP="005B3ED9">
      <w:r>
        <w:t>223.6249</w:t>
      </w:r>
      <w:r>
        <w:tab/>
        <w:t>1.013e0</w:t>
      </w:r>
    </w:p>
    <w:p w:rsidR="005B3ED9" w:rsidRDefault="005B3ED9" w:rsidP="005B3ED9">
      <w:r>
        <w:t>223.6680</w:t>
      </w:r>
      <w:r>
        <w:tab/>
        <w:t>1.013e0</w:t>
      </w:r>
    </w:p>
    <w:p w:rsidR="005B3ED9" w:rsidRDefault="005B3ED9" w:rsidP="005B3ED9">
      <w:r>
        <w:t>223.6883</w:t>
      </w:r>
      <w:r>
        <w:tab/>
        <w:t>1.013e0</w:t>
      </w:r>
    </w:p>
    <w:p w:rsidR="005B3ED9" w:rsidRDefault="005B3ED9" w:rsidP="005B3ED9">
      <w:r>
        <w:t>223.7086</w:t>
      </w:r>
      <w:r>
        <w:tab/>
        <w:t>1.013e0</w:t>
      </w:r>
    </w:p>
    <w:p w:rsidR="005B3ED9" w:rsidRDefault="005B3ED9" w:rsidP="005B3ED9">
      <w:r>
        <w:t>223.7394</w:t>
      </w:r>
      <w:r>
        <w:tab/>
        <w:t>1.013e0</w:t>
      </w:r>
    </w:p>
    <w:p w:rsidR="005B3ED9" w:rsidRDefault="005B3ED9" w:rsidP="005B3ED9">
      <w:r>
        <w:t>223.7640</w:t>
      </w:r>
      <w:r>
        <w:tab/>
        <w:t>2.025e0</w:t>
      </w:r>
    </w:p>
    <w:p w:rsidR="005B3ED9" w:rsidRDefault="005B3ED9" w:rsidP="005B3ED9">
      <w:r>
        <w:t>223.7878</w:t>
      </w:r>
      <w:r>
        <w:tab/>
        <w:t>1.013e0</w:t>
      </w:r>
    </w:p>
    <w:p w:rsidR="005B3ED9" w:rsidRDefault="005B3ED9" w:rsidP="005B3ED9">
      <w:r>
        <w:t>223.7993</w:t>
      </w:r>
      <w:r>
        <w:tab/>
        <w:t>2.025e0</w:t>
      </w:r>
    </w:p>
    <w:p w:rsidR="005B3ED9" w:rsidRDefault="005B3ED9" w:rsidP="005B3ED9">
      <w:r>
        <w:t>223.8031</w:t>
      </w:r>
      <w:r>
        <w:tab/>
        <w:t>1.013e0</w:t>
      </w:r>
    </w:p>
    <w:p w:rsidR="005B3ED9" w:rsidRDefault="005B3ED9" w:rsidP="005B3ED9">
      <w:r>
        <w:t>223.8400</w:t>
      </w:r>
      <w:r>
        <w:tab/>
        <w:t>1.013e0</w:t>
      </w:r>
    </w:p>
    <w:p w:rsidR="005B3ED9" w:rsidRDefault="005B3ED9" w:rsidP="005B3ED9">
      <w:r>
        <w:t>223.8514</w:t>
      </w:r>
      <w:r>
        <w:tab/>
        <w:t>1.013e0</w:t>
      </w:r>
    </w:p>
    <w:p w:rsidR="005B3ED9" w:rsidRDefault="005B3ED9" w:rsidP="005B3ED9">
      <w:r>
        <w:t>223.8707</w:t>
      </w:r>
      <w:r>
        <w:tab/>
        <w:t>2.025e0</w:t>
      </w:r>
    </w:p>
    <w:p w:rsidR="005B3ED9" w:rsidRDefault="005B3ED9" w:rsidP="005B3ED9">
      <w:r>
        <w:t>223.8955</w:t>
      </w:r>
      <w:r>
        <w:tab/>
        <w:t>1.013e0</w:t>
      </w:r>
    </w:p>
    <w:p w:rsidR="005B3ED9" w:rsidRDefault="005B3ED9" w:rsidP="005B3ED9">
      <w:r>
        <w:t>223.9054</w:t>
      </w:r>
      <w:r>
        <w:tab/>
        <w:t>2.025e0</w:t>
      </w:r>
    </w:p>
    <w:p w:rsidR="005B3ED9" w:rsidRDefault="005B3ED9" w:rsidP="005B3ED9">
      <w:r>
        <w:t>223.9423</w:t>
      </w:r>
      <w:r>
        <w:tab/>
        <w:t>3.038e0</w:t>
      </w:r>
    </w:p>
    <w:p w:rsidR="005B3ED9" w:rsidRDefault="005B3ED9" w:rsidP="005B3ED9">
      <w:r>
        <w:lastRenderedPageBreak/>
        <w:t>223.9527</w:t>
      </w:r>
      <w:r>
        <w:tab/>
        <w:t>2.025e0</w:t>
      </w:r>
    </w:p>
    <w:p w:rsidR="005B3ED9" w:rsidRDefault="005B3ED9" w:rsidP="005B3ED9">
      <w:r>
        <w:t>223.9632</w:t>
      </w:r>
      <w:r>
        <w:tab/>
        <w:t>1.013e0</w:t>
      </w:r>
    </w:p>
    <w:p w:rsidR="005B3ED9" w:rsidRDefault="005B3ED9" w:rsidP="005B3ED9">
      <w:r>
        <w:t>224.0131</w:t>
      </w:r>
      <w:r>
        <w:tab/>
        <w:t>5.833e2</w:t>
      </w:r>
    </w:p>
    <w:p w:rsidR="005B3ED9" w:rsidRDefault="005B3ED9" w:rsidP="005B3ED9">
      <w:r>
        <w:t>224.0145</w:t>
      </w:r>
      <w:r>
        <w:tab/>
        <w:t>1.927e2</w:t>
      </w:r>
    </w:p>
    <w:p w:rsidR="005B3ED9" w:rsidRDefault="005B3ED9" w:rsidP="005B3ED9">
      <w:r>
        <w:t>224.0703</w:t>
      </w:r>
      <w:r>
        <w:tab/>
        <w:t>3.487e0</w:t>
      </w:r>
    </w:p>
    <w:p w:rsidR="005B3ED9" w:rsidRDefault="005B3ED9" w:rsidP="005B3ED9">
      <w:r>
        <w:t>224.0817</w:t>
      </w:r>
      <w:r>
        <w:tab/>
        <w:t>1.013e0</w:t>
      </w:r>
    </w:p>
    <w:p w:rsidR="005B3ED9" w:rsidRDefault="005B3ED9" w:rsidP="005B3ED9">
      <w:r>
        <w:t>224.1064</w:t>
      </w:r>
      <w:r>
        <w:tab/>
        <w:t>4.051e0</w:t>
      </w:r>
    </w:p>
    <w:p w:rsidR="005B3ED9" w:rsidRDefault="005B3ED9" w:rsidP="005B3ED9">
      <w:r>
        <w:t>224.1121</w:t>
      </w:r>
      <w:r>
        <w:tab/>
        <w:t>3.038e0</w:t>
      </w:r>
    </w:p>
    <w:p w:rsidR="005B3ED9" w:rsidRDefault="005B3ED9" w:rsidP="005B3ED9">
      <w:r>
        <w:t>224.1218</w:t>
      </w:r>
      <w:r>
        <w:tab/>
        <w:t>3.038e0</w:t>
      </w:r>
    </w:p>
    <w:p w:rsidR="005B3ED9" w:rsidRDefault="005B3ED9" w:rsidP="005B3ED9">
      <w:r>
        <w:t>224.1342</w:t>
      </w:r>
      <w:r>
        <w:tab/>
        <w:t>3.038e0</w:t>
      </w:r>
    </w:p>
    <w:p w:rsidR="005B3ED9" w:rsidRDefault="005B3ED9" w:rsidP="005B3ED9">
      <w:r>
        <w:t>224.1434</w:t>
      </w:r>
      <w:r>
        <w:tab/>
        <w:t>2.025e0</w:t>
      </w:r>
    </w:p>
    <w:p w:rsidR="005B3ED9" w:rsidRDefault="005B3ED9" w:rsidP="005B3ED9">
      <w:r>
        <w:t>224.1646</w:t>
      </w:r>
      <w:r>
        <w:tab/>
        <w:t>3.038e0</w:t>
      </w:r>
    </w:p>
    <w:p w:rsidR="005B3ED9" w:rsidRDefault="005B3ED9" w:rsidP="005B3ED9">
      <w:r>
        <w:t>224.1770</w:t>
      </w:r>
      <w:r>
        <w:tab/>
        <w:t>3.038e0</w:t>
      </w:r>
    </w:p>
    <w:p w:rsidR="005B3ED9" w:rsidRDefault="005B3ED9" w:rsidP="005B3ED9">
      <w:r>
        <w:t>224.1846</w:t>
      </w:r>
      <w:r>
        <w:tab/>
        <w:t>3.038e0</w:t>
      </w:r>
    </w:p>
    <w:p w:rsidR="005B3ED9" w:rsidRDefault="005B3ED9" w:rsidP="005B3ED9">
      <w:r>
        <w:t>224.2009</w:t>
      </w:r>
      <w:r>
        <w:tab/>
        <w:t>1.013e0</w:t>
      </w:r>
    </w:p>
    <w:p w:rsidR="005B3ED9" w:rsidRDefault="005B3ED9" w:rsidP="005B3ED9">
      <w:r>
        <w:t>224.2047</w:t>
      </w:r>
      <w:r>
        <w:tab/>
        <w:t>1.013e0</w:t>
      </w:r>
    </w:p>
    <w:p w:rsidR="005B3ED9" w:rsidRDefault="005B3ED9" w:rsidP="005B3ED9">
      <w:r>
        <w:t>224.2254</w:t>
      </w:r>
      <w:r>
        <w:tab/>
        <w:t>3.038e0</w:t>
      </w:r>
    </w:p>
    <w:p w:rsidR="005B3ED9" w:rsidRDefault="005B3ED9" w:rsidP="005B3ED9">
      <w:r>
        <w:t>224.2415</w:t>
      </w:r>
      <w:r>
        <w:tab/>
        <w:t>2.025e0</w:t>
      </w:r>
    </w:p>
    <w:p w:rsidR="005B3ED9" w:rsidRDefault="005B3ED9" w:rsidP="005B3ED9">
      <w:r>
        <w:t>224.2570</w:t>
      </w:r>
      <w:r>
        <w:tab/>
        <w:t>1.013e0</w:t>
      </w:r>
    </w:p>
    <w:p w:rsidR="005B3ED9" w:rsidRDefault="005B3ED9" w:rsidP="005B3ED9">
      <w:r>
        <w:lastRenderedPageBreak/>
        <w:t>224.2609</w:t>
      </w:r>
      <w:r>
        <w:tab/>
        <w:t>1.013e0</w:t>
      </w:r>
    </w:p>
    <w:p w:rsidR="005B3ED9" w:rsidRDefault="005B3ED9" w:rsidP="005B3ED9">
      <w:r>
        <w:t>224.2647</w:t>
      </w:r>
      <w:r>
        <w:tab/>
        <w:t>1.013e0</w:t>
      </w:r>
    </w:p>
    <w:p w:rsidR="005B3ED9" w:rsidRDefault="005B3ED9" w:rsidP="005B3ED9">
      <w:r>
        <w:t>224.2892</w:t>
      </w:r>
      <w:r>
        <w:tab/>
        <w:t>1.013e0</w:t>
      </w:r>
    </w:p>
    <w:p w:rsidR="005B3ED9" w:rsidRDefault="005B3ED9" w:rsidP="005B3ED9">
      <w:r>
        <w:t>224.3092</w:t>
      </w:r>
      <w:r>
        <w:tab/>
        <w:t>1.013e0</w:t>
      </w:r>
    </w:p>
    <w:p w:rsidR="005B3ED9" w:rsidRDefault="005B3ED9" w:rsidP="005B3ED9">
      <w:r>
        <w:t>224.3130</w:t>
      </w:r>
      <w:r>
        <w:tab/>
        <w:t>2.025e0</w:t>
      </w:r>
    </w:p>
    <w:p w:rsidR="005B3ED9" w:rsidRDefault="005B3ED9" w:rsidP="005B3ED9">
      <w:r>
        <w:t>224.3169</w:t>
      </w:r>
      <w:r>
        <w:tab/>
        <w:t>2.025e0</w:t>
      </w:r>
    </w:p>
    <w:p w:rsidR="005B3ED9" w:rsidRDefault="005B3ED9" w:rsidP="005B3ED9">
      <w:r>
        <w:t>224.3323</w:t>
      </w:r>
      <w:r>
        <w:tab/>
        <w:t>1.013e0</w:t>
      </w:r>
    </w:p>
    <w:p w:rsidR="005B3ED9" w:rsidRDefault="005B3ED9" w:rsidP="005B3ED9">
      <w:r>
        <w:t>224.3485</w:t>
      </w:r>
      <w:r>
        <w:tab/>
        <w:t>1.013e0</w:t>
      </w:r>
    </w:p>
    <w:p w:rsidR="005B3ED9" w:rsidRDefault="005B3ED9" w:rsidP="005B3ED9">
      <w:r>
        <w:t>224.3569</w:t>
      </w:r>
      <w:r>
        <w:tab/>
        <w:t>1.013e0</w:t>
      </w:r>
    </w:p>
    <w:p w:rsidR="005B3ED9" w:rsidRDefault="005B3ED9" w:rsidP="005B3ED9">
      <w:r>
        <w:t>224.3826</w:t>
      </w:r>
      <w:r>
        <w:tab/>
        <w:t>2.025e0</w:t>
      </w:r>
    </w:p>
    <w:p w:rsidR="005B3ED9" w:rsidRDefault="005B3ED9" w:rsidP="005B3ED9">
      <w:r>
        <w:t>224.3845</w:t>
      </w:r>
      <w:r>
        <w:tab/>
        <w:t>3.038e0</w:t>
      </w:r>
    </w:p>
    <w:p w:rsidR="005B3ED9" w:rsidRDefault="005B3ED9" w:rsidP="005B3ED9">
      <w:r>
        <w:t>224.4037</w:t>
      </w:r>
      <w:r>
        <w:tab/>
        <w:t>1.013e0</w:t>
      </w:r>
    </w:p>
    <w:p w:rsidR="005B3ED9" w:rsidRDefault="005B3ED9" w:rsidP="005B3ED9">
      <w:r>
        <w:t>224.4290</w:t>
      </w:r>
      <w:r>
        <w:tab/>
        <w:t>3.038e0</w:t>
      </w:r>
    </w:p>
    <w:p w:rsidR="005B3ED9" w:rsidRDefault="005B3ED9" w:rsidP="005B3ED9">
      <w:r>
        <w:t>224.4330</w:t>
      </w:r>
      <w:r>
        <w:tab/>
        <w:t>1.013e0</w:t>
      </w:r>
    </w:p>
    <w:p w:rsidR="005B3ED9" w:rsidRDefault="005B3ED9" w:rsidP="005B3ED9">
      <w:r>
        <w:t>224.4406</w:t>
      </w:r>
      <w:r>
        <w:tab/>
        <w:t>1.013e0</w:t>
      </w:r>
    </w:p>
    <w:p w:rsidR="005B3ED9" w:rsidRDefault="005B3ED9" w:rsidP="005B3ED9">
      <w:r>
        <w:t>224.4803</w:t>
      </w:r>
      <w:r>
        <w:tab/>
        <w:t>3.038e0</w:t>
      </w:r>
    </w:p>
    <w:p w:rsidR="005B3ED9" w:rsidRDefault="005B3ED9" w:rsidP="005B3ED9">
      <w:r>
        <w:t>224.4918</w:t>
      </w:r>
      <w:r>
        <w:tab/>
        <w:t>5.063e0</w:t>
      </w:r>
    </w:p>
    <w:p w:rsidR="005B3ED9" w:rsidRDefault="005B3ED9" w:rsidP="005B3ED9">
      <w:r>
        <w:t>224.5246</w:t>
      </w:r>
      <w:r>
        <w:tab/>
        <w:t>3.038e0</w:t>
      </w:r>
    </w:p>
    <w:p w:rsidR="005B3ED9" w:rsidRDefault="005B3ED9" w:rsidP="005B3ED9">
      <w:r>
        <w:t>224.5275</w:t>
      </w:r>
      <w:r>
        <w:tab/>
        <w:t>1.013e0</w:t>
      </w:r>
    </w:p>
    <w:p w:rsidR="005B3ED9" w:rsidRDefault="005B3ED9" w:rsidP="005B3ED9">
      <w:r>
        <w:lastRenderedPageBreak/>
        <w:t>224.5477</w:t>
      </w:r>
      <w:r>
        <w:tab/>
        <w:t>1.013e0</w:t>
      </w:r>
    </w:p>
    <w:p w:rsidR="005B3ED9" w:rsidRDefault="005B3ED9" w:rsidP="005B3ED9">
      <w:r>
        <w:t>224.5719</w:t>
      </w:r>
      <w:r>
        <w:tab/>
        <w:t>1.013e0</w:t>
      </w:r>
    </w:p>
    <w:p w:rsidR="005B3ED9" w:rsidRDefault="005B3ED9" w:rsidP="005B3ED9">
      <w:r>
        <w:t>224.5756</w:t>
      </w:r>
      <w:r>
        <w:tab/>
        <w:t>3.038e0</w:t>
      </w:r>
    </w:p>
    <w:p w:rsidR="005B3ED9" w:rsidRDefault="005B3ED9" w:rsidP="005B3ED9">
      <w:r>
        <w:t>224.5797</w:t>
      </w:r>
      <w:r>
        <w:tab/>
        <w:t>2.025e0</w:t>
      </w:r>
    </w:p>
    <w:p w:rsidR="005B3ED9" w:rsidRDefault="005B3ED9" w:rsidP="005B3ED9">
      <w:r>
        <w:t>224.5874</w:t>
      </w:r>
      <w:r>
        <w:tab/>
        <w:t>2.025e0</w:t>
      </w:r>
    </w:p>
    <w:p w:rsidR="005B3ED9" w:rsidRDefault="005B3ED9" w:rsidP="005B3ED9">
      <w:r>
        <w:t>224.6155</w:t>
      </w:r>
      <w:r>
        <w:tab/>
        <w:t>2.025e0</w:t>
      </w:r>
    </w:p>
    <w:p w:rsidR="005B3ED9" w:rsidRDefault="005B3ED9" w:rsidP="005B3ED9">
      <w:r>
        <w:t>224.6437</w:t>
      </w:r>
      <w:r>
        <w:tab/>
        <w:t>7.089e0</w:t>
      </w:r>
    </w:p>
    <w:p w:rsidR="005B3ED9" w:rsidRDefault="005B3ED9" w:rsidP="005B3ED9">
      <w:r>
        <w:t>224.6650</w:t>
      </w:r>
      <w:r>
        <w:tab/>
        <w:t>2.025e0</w:t>
      </w:r>
    </w:p>
    <w:p w:rsidR="005B3ED9" w:rsidRDefault="005B3ED9" w:rsidP="005B3ED9">
      <w:r>
        <w:t>224.6707</w:t>
      </w:r>
      <w:r>
        <w:tab/>
        <w:t>1.013e0</w:t>
      </w:r>
    </w:p>
    <w:p w:rsidR="005B3ED9" w:rsidRDefault="005B3ED9" w:rsidP="005B3ED9">
      <w:r>
        <w:t>224.6872</w:t>
      </w:r>
      <w:r>
        <w:tab/>
        <w:t>2.025e0</w:t>
      </w:r>
    </w:p>
    <w:p w:rsidR="005B3ED9" w:rsidRDefault="005B3ED9" w:rsidP="005B3ED9">
      <w:r>
        <w:t>224.7072</w:t>
      </w:r>
      <w:r>
        <w:tab/>
        <w:t>2.025e0</w:t>
      </w:r>
    </w:p>
    <w:p w:rsidR="005B3ED9" w:rsidRDefault="005B3ED9" w:rsidP="005B3ED9">
      <w:r>
        <w:t>224.7303</w:t>
      </w:r>
      <w:r>
        <w:tab/>
        <w:t>4.051e0</w:t>
      </w:r>
    </w:p>
    <w:p w:rsidR="005B3ED9" w:rsidRDefault="005B3ED9" w:rsidP="005B3ED9">
      <w:r>
        <w:t>224.7470</w:t>
      </w:r>
      <w:r>
        <w:tab/>
        <w:t>1.013e0</w:t>
      </w:r>
    </w:p>
    <w:p w:rsidR="005B3ED9" w:rsidRDefault="005B3ED9" w:rsidP="005B3ED9">
      <w:r>
        <w:t>224.7542</w:t>
      </w:r>
      <w:r>
        <w:tab/>
        <w:t>2.025e0</w:t>
      </w:r>
    </w:p>
    <w:p w:rsidR="005B3ED9" w:rsidRDefault="005B3ED9" w:rsidP="005B3ED9">
      <w:r>
        <w:t>224.7749</w:t>
      </w:r>
      <w:r>
        <w:tab/>
        <w:t>2.025e0</w:t>
      </w:r>
    </w:p>
    <w:p w:rsidR="005B3ED9" w:rsidRDefault="005B3ED9" w:rsidP="005B3ED9">
      <w:r>
        <w:t>224.7827</w:t>
      </w:r>
      <w:r>
        <w:tab/>
        <w:t>1.013e0</w:t>
      </w:r>
    </w:p>
    <w:p w:rsidR="005B3ED9" w:rsidRDefault="005B3ED9" w:rsidP="005B3ED9">
      <w:r>
        <w:t>224.8035</w:t>
      </w:r>
      <w:r>
        <w:tab/>
        <w:t>2.025e0</w:t>
      </w:r>
    </w:p>
    <w:p w:rsidR="005B3ED9" w:rsidRDefault="005B3ED9" w:rsidP="005B3ED9">
      <w:r>
        <w:t>224.8107</w:t>
      </w:r>
      <w:r>
        <w:tab/>
        <w:t>1.013e0</w:t>
      </w:r>
    </w:p>
    <w:p w:rsidR="005B3ED9" w:rsidRDefault="005B3ED9" w:rsidP="005B3ED9">
      <w:r>
        <w:t>224.8744</w:t>
      </w:r>
      <w:r>
        <w:tab/>
        <w:t>2.025e0</w:t>
      </w:r>
    </w:p>
    <w:p w:rsidR="005B3ED9" w:rsidRDefault="005B3ED9" w:rsidP="005B3ED9">
      <w:r>
        <w:lastRenderedPageBreak/>
        <w:t>224.8986</w:t>
      </w:r>
      <w:r>
        <w:tab/>
        <w:t>1.013e0</w:t>
      </w:r>
    </w:p>
    <w:p w:rsidR="005B3ED9" w:rsidRDefault="005B3ED9" w:rsidP="005B3ED9">
      <w:r>
        <w:t>224.9064</w:t>
      </w:r>
      <w:r>
        <w:tab/>
        <w:t>1.013e0</w:t>
      </w:r>
    </w:p>
    <w:p w:rsidR="005B3ED9" w:rsidRDefault="005B3ED9" w:rsidP="005B3ED9">
      <w:r>
        <w:t>224.9256</w:t>
      </w:r>
      <w:r>
        <w:tab/>
        <w:t>1.013e0</w:t>
      </w:r>
    </w:p>
    <w:p w:rsidR="005B3ED9" w:rsidRDefault="005B3ED9" w:rsidP="005B3ED9">
      <w:r>
        <w:t>224.9296</w:t>
      </w:r>
      <w:r>
        <w:tab/>
        <w:t>1.013e0</w:t>
      </w:r>
    </w:p>
    <w:p w:rsidR="005B3ED9" w:rsidRDefault="005B3ED9" w:rsidP="005B3ED9">
      <w:r>
        <w:t>224.9465</w:t>
      </w:r>
      <w:r>
        <w:tab/>
        <w:t>1.013e0</w:t>
      </w:r>
    </w:p>
    <w:p w:rsidR="005B3ED9" w:rsidRDefault="005B3ED9" w:rsidP="005B3ED9">
      <w:r>
        <w:t>224.9587</w:t>
      </w:r>
      <w:r>
        <w:tab/>
        <w:t>1.013e0</w:t>
      </w:r>
    </w:p>
    <w:p w:rsidR="005B3ED9" w:rsidRDefault="005B3ED9" w:rsidP="005B3ED9">
      <w:r>
        <w:t>224.9702</w:t>
      </w:r>
      <w:r>
        <w:tab/>
        <w:t>1.013e0</w:t>
      </w:r>
    </w:p>
    <w:p w:rsidR="005B3ED9" w:rsidRDefault="005B3ED9" w:rsidP="005B3ED9">
      <w:r>
        <w:t>224.9798</w:t>
      </w:r>
      <w:r>
        <w:tab/>
        <w:t>2.025e0</w:t>
      </w:r>
    </w:p>
    <w:p w:rsidR="005B3ED9" w:rsidRDefault="005B3ED9" w:rsidP="005B3ED9">
      <w:r>
        <w:t>225.0122</w:t>
      </w:r>
      <w:r>
        <w:tab/>
        <w:t>1.620e1</w:t>
      </w:r>
    </w:p>
    <w:p w:rsidR="005B3ED9" w:rsidRDefault="005B3ED9" w:rsidP="005B3ED9">
      <w:r>
        <w:t>225.0134</w:t>
      </w:r>
      <w:r>
        <w:tab/>
        <w:t>3.747e1</w:t>
      </w:r>
    </w:p>
    <w:p w:rsidR="005B3ED9" w:rsidRDefault="005B3ED9" w:rsidP="005B3ED9">
      <w:r>
        <w:t>225.0178</w:t>
      </w:r>
      <w:r>
        <w:tab/>
        <w:t>3.256e1</w:t>
      </w:r>
    </w:p>
    <w:p w:rsidR="005B3ED9" w:rsidRDefault="005B3ED9" w:rsidP="005B3ED9">
      <w:r>
        <w:t>225.0857</w:t>
      </w:r>
      <w:r>
        <w:tab/>
        <w:t>1.013e1</w:t>
      </w:r>
    </w:p>
    <w:p w:rsidR="005B3ED9" w:rsidRDefault="005B3ED9" w:rsidP="005B3ED9">
      <w:r>
        <w:t>225.0869</w:t>
      </w:r>
      <w:r>
        <w:tab/>
        <w:t>8.723e0</w:t>
      </w:r>
    </w:p>
    <w:p w:rsidR="005B3ED9" w:rsidRDefault="005B3ED9" w:rsidP="005B3ED9">
      <w:r>
        <w:t>225.0884</w:t>
      </w:r>
      <w:r>
        <w:tab/>
        <w:t>2.127e1</w:t>
      </w:r>
    </w:p>
    <w:p w:rsidR="005B3ED9" w:rsidRDefault="005B3ED9" w:rsidP="005B3ED9">
      <w:r>
        <w:t>225.1335</w:t>
      </w:r>
      <w:r>
        <w:tab/>
        <w:t>2.025e0</w:t>
      </w:r>
    </w:p>
    <w:p w:rsidR="005B3ED9" w:rsidRDefault="005B3ED9" w:rsidP="005B3ED9">
      <w:r>
        <w:t>225.1420</w:t>
      </w:r>
      <w:r>
        <w:tab/>
        <w:t>1.013e0</w:t>
      </w:r>
    </w:p>
    <w:p w:rsidR="005B3ED9" w:rsidRDefault="005B3ED9" w:rsidP="005B3ED9">
      <w:r>
        <w:t>225.1578</w:t>
      </w:r>
      <w:r>
        <w:tab/>
        <w:t>1.013e0</w:t>
      </w:r>
    </w:p>
    <w:p w:rsidR="005B3ED9" w:rsidRDefault="005B3ED9" w:rsidP="005B3ED9">
      <w:r>
        <w:t>225.1733</w:t>
      </w:r>
      <w:r>
        <w:tab/>
        <w:t>1.013e0</w:t>
      </w:r>
    </w:p>
    <w:p w:rsidR="005B3ED9" w:rsidRDefault="005B3ED9" w:rsidP="005B3ED9">
      <w:r>
        <w:t>225.1772</w:t>
      </w:r>
      <w:r>
        <w:tab/>
        <w:t>1.013e0</w:t>
      </w:r>
    </w:p>
    <w:p w:rsidR="005B3ED9" w:rsidRDefault="005B3ED9" w:rsidP="005B3ED9">
      <w:r>
        <w:lastRenderedPageBreak/>
        <w:t>225.1901</w:t>
      </w:r>
      <w:r>
        <w:tab/>
        <w:t>2.025e0</w:t>
      </w:r>
    </w:p>
    <w:p w:rsidR="005B3ED9" w:rsidRDefault="005B3ED9" w:rsidP="005B3ED9">
      <w:r>
        <w:t>225.1930</w:t>
      </w:r>
      <w:r>
        <w:tab/>
        <w:t>1.013e0</w:t>
      </w:r>
    </w:p>
    <w:p w:rsidR="005B3ED9" w:rsidRDefault="005B3ED9" w:rsidP="005B3ED9">
      <w:r>
        <w:t>225.2013</w:t>
      </w:r>
      <w:r>
        <w:tab/>
        <w:t>2.025e0</w:t>
      </w:r>
    </w:p>
    <w:p w:rsidR="005B3ED9" w:rsidRDefault="005B3ED9" w:rsidP="005B3ED9">
      <w:r>
        <w:t>225.2275</w:t>
      </w:r>
      <w:r>
        <w:tab/>
        <w:t>2.025e0</w:t>
      </w:r>
    </w:p>
    <w:p w:rsidR="005B3ED9" w:rsidRDefault="005B3ED9" w:rsidP="005B3ED9">
      <w:r>
        <w:t>225.2332</w:t>
      </w:r>
      <w:r>
        <w:tab/>
        <w:t>1.013e0</w:t>
      </w:r>
    </w:p>
    <w:p w:rsidR="005B3ED9" w:rsidRDefault="005B3ED9" w:rsidP="005B3ED9">
      <w:r>
        <w:t>225.2448</w:t>
      </w:r>
      <w:r>
        <w:tab/>
        <w:t>1.013e0</w:t>
      </w:r>
    </w:p>
    <w:p w:rsidR="005B3ED9" w:rsidRDefault="005B3ED9" w:rsidP="005B3ED9">
      <w:r>
        <w:t>225.2567</w:t>
      </w:r>
      <w:r>
        <w:tab/>
        <w:t>1.013e0</w:t>
      </w:r>
    </w:p>
    <w:p w:rsidR="005B3ED9" w:rsidRDefault="005B3ED9" w:rsidP="005B3ED9">
      <w:r>
        <w:t>225.2653</w:t>
      </w:r>
      <w:r>
        <w:tab/>
        <w:t>1.013e0</w:t>
      </w:r>
    </w:p>
    <w:p w:rsidR="005B3ED9" w:rsidRDefault="005B3ED9" w:rsidP="005B3ED9">
      <w:r>
        <w:t>225.3229</w:t>
      </w:r>
      <w:r>
        <w:tab/>
        <w:t>2.025e0</w:t>
      </w:r>
    </w:p>
    <w:p w:rsidR="005B3ED9" w:rsidRDefault="005B3ED9" w:rsidP="005B3ED9">
      <w:r>
        <w:t>225.3570</w:t>
      </w:r>
      <w:r>
        <w:tab/>
        <w:t>1.013e0</w:t>
      </w:r>
    </w:p>
    <w:p w:rsidR="005B3ED9" w:rsidRDefault="005B3ED9" w:rsidP="005B3ED9">
      <w:r>
        <w:t>225.3801</w:t>
      </w:r>
      <w:r>
        <w:tab/>
        <w:t>1.013e0</w:t>
      </w:r>
    </w:p>
    <w:p w:rsidR="005B3ED9" w:rsidRDefault="005B3ED9" w:rsidP="005B3ED9">
      <w:r>
        <w:t>225.4056</w:t>
      </w:r>
      <w:r>
        <w:tab/>
        <w:t>2.025e0</w:t>
      </w:r>
    </w:p>
    <w:p w:rsidR="005B3ED9" w:rsidRDefault="005B3ED9" w:rsidP="005B3ED9">
      <w:r>
        <w:t>225.4209</w:t>
      </w:r>
      <w:r>
        <w:tab/>
        <w:t>1.013e0</w:t>
      </w:r>
    </w:p>
    <w:p w:rsidR="005B3ED9" w:rsidRDefault="005B3ED9" w:rsidP="005B3ED9">
      <w:r>
        <w:t>225.4443</w:t>
      </w:r>
      <w:r>
        <w:tab/>
        <w:t>2.025e0</w:t>
      </w:r>
    </w:p>
    <w:p w:rsidR="005B3ED9" w:rsidRDefault="005B3ED9" w:rsidP="005B3ED9">
      <w:r>
        <w:t>225.4482</w:t>
      </w:r>
      <w:r>
        <w:tab/>
        <w:t>1.013e0</w:t>
      </w:r>
    </w:p>
    <w:p w:rsidR="005B3ED9" w:rsidRDefault="005B3ED9" w:rsidP="005B3ED9">
      <w:r>
        <w:t>225.4524</w:t>
      </w:r>
      <w:r>
        <w:tab/>
        <w:t>1.013e0</w:t>
      </w:r>
    </w:p>
    <w:p w:rsidR="005B3ED9" w:rsidRDefault="005B3ED9" w:rsidP="005B3ED9">
      <w:r>
        <w:t>225.4603</w:t>
      </w:r>
      <w:r>
        <w:tab/>
        <w:t>2.025e0</w:t>
      </w:r>
    </w:p>
    <w:p w:rsidR="005B3ED9" w:rsidRDefault="005B3ED9" w:rsidP="005B3ED9">
      <w:r>
        <w:t>225.4886</w:t>
      </w:r>
      <w:r>
        <w:tab/>
        <w:t>1.013e0</w:t>
      </w:r>
    </w:p>
    <w:p w:rsidR="005B3ED9" w:rsidRDefault="005B3ED9" w:rsidP="005B3ED9">
      <w:r>
        <w:t>225.5041</w:t>
      </w:r>
      <w:r>
        <w:tab/>
        <w:t>1.013e0</w:t>
      </w:r>
    </w:p>
    <w:p w:rsidR="005B3ED9" w:rsidRDefault="005B3ED9" w:rsidP="005B3ED9">
      <w:r>
        <w:lastRenderedPageBreak/>
        <w:t>225.5120</w:t>
      </w:r>
      <w:r>
        <w:tab/>
        <w:t>1.013e0</w:t>
      </w:r>
    </w:p>
    <w:p w:rsidR="005B3ED9" w:rsidRDefault="005B3ED9" w:rsidP="005B3ED9">
      <w:r>
        <w:t>225.5205</w:t>
      </w:r>
      <w:r>
        <w:tab/>
        <w:t>2.025e0</w:t>
      </w:r>
    </w:p>
    <w:p w:rsidR="005B3ED9" w:rsidRDefault="005B3ED9" w:rsidP="005B3ED9">
      <w:r>
        <w:t>225.5247</w:t>
      </w:r>
      <w:r>
        <w:tab/>
        <w:t>1.013e0</w:t>
      </w:r>
    </w:p>
    <w:p w:rsidR="005B3ED9" w:rsidRDefault="005B3ED9" w:rsidP="005B3ED9">
      <w:r>
        <w:t>225.5929</w:t>
      </w:r>
      <w:r>
        <w:tab/>
        <w:t>1.013e0</w:t>
      </w:r>
    </w:p>
    <w:p w:rsidR="005B3ED9" w:rsidRDefault="005B3ED9" w:rsidP="005B3ED9">
      <w:r>
        <w:t>225.6164</w:t>
      </w:r>
      <w:r>
        <w:tab/>
        <w:t>1.013e0</w:t>
      </w:r>
    </w:p>
    <w:p w:rsidR="005B3ED9" w:rsidRDefault="005B3ED9" w:rsidP="005B3ED9">
      <w:r>
        <w:t>225.6358</w:t>
      </w:r>
      <w:r>
        <w:tab/>
        <w:t>2.025e0</w:t>
      </w:r>
    </w:p>
    <w:p w:rsidR="005B3ED9" w:rsidRDefault="005B3ED9" w:rsidP="005B3ED9">
      <w:r>
        <w:t>225.6440</w:t>
      </w:r>
      <w:r>
        <w:tab/>
        <w:t>2.025e0</w:t>
      </w:r>
    </w:p>
    <w:p w:rsidR="005B3ED9" w:rsidRDefault="005B3ED9" w:rsidP="005B3ED9">
      <w:r>
        <w:t>225.6687</w:t>
      </w:r>
      <w:r>
        <w:tab/>
        <w:t>1.013e0</w:t>
      </w:r>
    </w:p>
    <w:p w:rsidR="005B3ED9" w:rsidRDefault="005B3ED9" w:rsidP="005B3ED9">
      <w:r>
        <w:t>225.6880</w:t>
      </w:r>
      <w:r>
        <w:tab/>
        <w:t>2.025e0</w:t>
      </w:r>
    </w:p>
    <w:p w:rsidR="005B3ED9" w:rsidRDefault="005B3ED9" w:rsidP="005B3ED9">
      <w:r>
        <w:t>225.7163</w:t>
      </w:r>
      <w:r>
        <w:tab/>
        <w:t>1.013e0</w:t>
      </w:r>
    </w:p>
    <w:p w:rsidR="005B3ED9" w:rsidRDefault="005B3ED9" w:rsidP="005B3ED9">
      <w:r>
        <w:t>225.7634</w:t>
      </w:r>
      <w:r>
        <w:tab/>
        <w:t>1.013e0</w:t>
      </w:r>
    </w:p>
    <w:p w:rsidR="005B3ED9" w:rsidRDefault="005B3ED9" w:rsidP="005B3ED9">
      <w:r>
        <w:t>225.7927</w:t>
      </w:r>
      <w:r>
        <w:tab/>
        <w:t>1.013e0</w:t>
      </w:r>
    </w:p>
    <w:p w:rsidR="005B3ED9" w:rsidRDefault="005B3ED9" w:rsidP="005B3ED9">
      <w:r>
        <w:t>225.8003</w:t>
      </w:r>
      <w:r>
        <w:tab/>
        <w:t>1.013e0</w:t>
      </w:r>
    </w:p>
    <w:p w:rsidR="005B3ED9" w:rsidRDefault="005B3ED9" w:rsidP="005B3ED9">
      <w:r>
        <w:t>225.8080</w:t>
      </w:r>
      <w:r>
        <w:tab/>
        <w:t>1.013e0</w:t>
      </w:r>
    </w:p>
    <w:p w:rsidR="005B3ED9" w:rsidRDefault="005B3ED9" w:rsidP="005B3ED9">
      <w:r>
        <w:t>225.8314</w:t>
      </w:r>
      <w:r>
        <w:tab/>
        <w:t>1.013e0</w:t>
      </w:r>
    </w:p>
    <w:p w:rsidR="005B3ED9" w:rsidRDefault="005B3ED9" w:rsidP="005B3ED9">
      <w:r>
        <w:t>225.8540</w:t>
      </w:r>
      <w:r>
        <w:tab/>
        <w:t>2.025e0</w:t>
      </w:r>
    </w:p>
    <w:p w:rsidR="005B3ED9" w:rsidRDefault="005B3ED9" w:rsidP="005B3ED9">
      <w:r>
        <w:t>225.9038</w:t>
      </w:r>
      <w:r>
        <w:tab/>
        <w:t>2.025e0</w:t>
      </w:r>
    </w:p>
    <w:p w:rsidR="005B3ED9" w:rsidRDefault="005B3ED9" w:rsidP="005B3ED9">
      <w:r>
        <w:t>225.9081</w:t>
      </w:r>
      <w:r>
        <w:tab/>
        <w:t>1.013e0</w:t>
      </w:r>
    </w:p>
    <w:p w:rsidR="005B3ED9" w:rsidRDefault="005B3ED9" w:rsidP="005B3ED9">
      <w:r>
        <w:t>225.9205</w:t>
      </w:r>
      <w:r>
        <w:tab/>
        <w:t>1.013e0</w:t>
      </w:r>
    </w:p>
    <w:p w:rsidR="005B3ED9" w:rsidRDefault="005B3ED9" w:rsidP="005B3ED9">
      <w:r>
        <w:lastRenderedPageBreak/>
        <w:t>225.9359</w:t>
      </w:r>
      <w:r>
        <w:tab/>
        <w:t>1.013e0</w:t>
      </w:r>
    </w:p>
    <w:p w:rsidR="005B3ED9" w:rsidRDefault="005B3ED9" w:rsidP="005B3ED9">
      <w:r>
        <w:t>225.9660</w:t>
      </w:r>
      <w:r>
        <w:tab/>
        <w:t>2.025e0</w:t>
      </w:r>
    </w:p>
    <w:p w:rsidR="005B3ED9" w:rsidRDefault="005B3ED9" w:rsidP="005B3ED9">
      <w:r>
        <w:t>225.9689</w:t>
      </w:r>
      <w:r>
        <w:tab/>
        <w:t>3.038e0</w:t>
      </w:r>
    </w:p>
    <w:p w:rsidR="005B3ED9" w:rsidRDefault="005B3ED9" w:rsidP="005B3ED9">
      <w:r>
        <w:t>226.0084</w:t>
      </w:r>
      <w:r>
        <w:tab/>
        <w:t>9.114e0</w:t>
      </w:r>
    </w:p>
    <w:p w:rsidR="005B3ED9" w:rsidRDefault="005B3ED9" w:rsidP="005B3ED9">
      <w:r>
        <w:t>226.0147</w:t>
      </w:r>
      <w:r>
        <w:tab/>
        <w:t>2.127e1</w:t>
      </w:r>
    </w:p>
    <w:p w:rsidR="005B3ED9" w:rsidRDefault="005B3ED9" w:rsidP="005B3ED9">
      <w:r>
        <w:t>226.0173</w:t>
      </w:r>
      <w:r>
        <w:tab/>
        <w:t>1.787e1</w:t>
      </w:r>
    </w:p>
    <w:p w:rsidR="005B3ED9" w:rsidRDefault="005B3ED9" w:rsidP="005B3ED9">
      <w:r>
        <w:t>226.0246</w:t>
      </w:r>
      <w:r>
        <w:tab/>
        <w:t>3.103e1</w:t>
      </w:r>
    </w:p>
    <w:p w:rsidR="005B3ED9" w:rsidRDefault="005B3ED9" w:rsidP="005B3ED9">
      <w:r>
        <w:t>226.0448</w:t>
      </w:r>
      <w:r>
        <w:tab/>
        <w:t>5.063e0</w:t>
      </w:r>
    </w:p>
    <w:p w:rsidR="005B3ED9" w:rsidRDefault="005B3ED9" w:rsidP="005B3ED9">
      <w:r>
        <w:t>226.0533</w:t>
      </w:r>
      <w:r>
        <w:tab/>
        <w:t>9.114e0</w:t>
      </w:r>
    </w:p>
    <w:p w:rsidR="005B3ED9" w:rsidRDefault="005B3ED9" w:rsidP="005B3ED9">
      <w:r>
        <w:t>226.0547</w:t>
      </w:r>
      <w:r>
        <w:tab/>
        <w:t>5.063e0</w:t>
      </w:r>
    </w:p>
    <w:p w:rsidR="005B3ED9" w:rsidRDefault="005B3ED9" w:rsidP="005B3ED9">
      <w:r>
        <w:t>226.0829</w:t>
      </w:r>
      <w:r>
        <w:tab/>
        <w:t>2.025e0</w:t>
      </w:r>
    </w:p>
    <w:p w:rsidR="005B3ED9" w:rsidRDefault="005B3ED9" w:rsidP="005B3ED9">
      <w:r>
        <w:t>226.0895</w:t>
      </w:r>
      <w:r>
        <w:tab/>
        <w:t>2.025e0</w:t>
      </w:r>
    </w:p>
    <w:p w:rsidR="005B3ED9" w:rsidRDefault="005B3ED9" w:rsidP="005B3ED9">
      <w:r>
        <w:t>226.0957</w:t>
      </w:r>
      <w:r>
        <w:tab/>
        <w:t>1.013e0</w:t>
      </w:r>
    </w:p>
    <w:p w:rsidR="005B3ED9" w:rsidRDefault="005B3ED9" w:rsidP="005B3ED9">
      <w:r>
        <w:t>226.0997</w:t>
      </w:r>
      <w:r>
        <w:tab/>
        <w:t>2.025e0</w:t>
      </w:r>
    </w:p>
    <w:p w:rsidR="005B3ED9" w:rsidRDefault="005B3ED9" w:rsidP="005B3ED9">
      <w:r>
        <w:t>226.1499</w:t>
      </w:r>
      <w:r>
        <w:tab/>
        <w:t>4.051e0</w:t>
      </w:r>
    </w:p>
    <w:p w:rsidR="005B3ED9" w:rsidRDefault="005B3ED9" w:rsidP="005B3ED9">
      <w:r>
        <w:t>226.1535</w:t>
      </w:r>
      <w:r>
        <w:tab/>
        <w:t>2.025e0</w:t>
      </w:r>
    </w:p>
    <w:p w:rsidR="005B3ED9" w:rsidRDefault="005B3ED9" w:rsidP="005B3ED9">
      <w:r>
        <w:t>226.1553</w:t>
      </w:r>
      <w:r>
        <w:tab/>
        <w:t>4.051e0</w:t>
      </w:r>
    </w:p>
    <w:p w:rsidR="005B3ED9" w:rsidRDefault="005B3ED9" w:rsidP="005B3ED9">
      <w:r>
        <w:t>226.1723</w:t>
      </w:r>
      <w:r>
        <w:tab/>
        <w:t>1.013e0</w:t>
      </w:r>
    </w:p>
    <w:p w:rsidR="005B3ED9" w:rsidRDefault="005B3ED9" w:rsidP="005B3ED9">
      <w:r>
        <w:t>226.1848</w:t>
      </w:r>
      <w:r>
        <w:tab/>
        <w:t>3.038e0</w:t>
      </w:r>
    </w:p>
    <w:p w:rsidR="005B3ED9" w:rsidRDefault="005B3ED9" w:rsidP="005B3ED9">
      <w:r>
        <w:lastRenderedPageBreak/>
        <w:t>226.1954</w:t>
      </w:r>
      <w:r>
        <w:tab/>
        <w:t>1.013e0</w:t>
      </w:r>
    </w:p>
    <w:p w:rsidR="005B3ED9" w:rsidRDefault="005B3ED9" w:rsidP="005B3ED9">
      <w:r>
        <w:t>226.2215</w:t>
      </w:r>
      <w:r>
        <w:tab/>
        <w:t>2.025e0</w:t>
      </w:r>
    </w:p>
    <w:p w:rsidR="005B3ED9" w:rsidRDefault="005B3ED9" w:rsidP="005B3ED9">
      <w:r>
        <w:t>226.2477</w:t>
      </w:r>
      <w:r>
        <w:tab/>
        <w:t>1.013e0</w:t>
      </w:r>
    </w:p>
    <w:p w:rsidR="005B3ED9" w:rsidRDefault="005B3ED9" w:rsidP="005B3ED9">
      <w:r>
        <w:t>226.2497</w:t>
      </w:r>
      <w:r>
        <w:tab/>
        <w:t>2.025e0</w:t>
      </w:r>
    </w:p>
    <w:p w:rsidR="005B3ED9" w:rsidRDefault="005B3ED9" w:rsidP="005B3ED9">
      <w:r>
        <w:t>226.2979</w:t>
      </w:r>
      <w:r>
        <w:tab/>
        <w:t>2.025e0</w:t>
      </w:r>
    </w:p>
    <w:p w:rsidR="005B3ED9" w:rsidRDefault="005B3ED9" w:rsidP="005B3ED9">
      <w:r>
        <w:t>226.3117</w:t>
      </w:r>
      <w:r>
        <w:tab/>
        <w:t>1.013e0</w:t>
      </w:r>
    </w:p>
    <w:p w:rsidR="005B3ED9" w:rsidRDefault="005B3ED9" w:rsidP="005B3ED9">
      <w:r>
        <w:t>226.3641</w:t>
      </w:r>
      <w:r>
        <w:tab/>
        <w:t>1.013e0</w:t>
      </w:r>
    </w:p>
    <w:p w:rsidR="005B3ED9" w:rsidRDefault="005B3ED9" w:rsidP="005B3ED9">
      <w:r>
        <w:t>226.3949</w:t>
      </w:r>
      <w:r>
        <w:tab/>
        <w:t>1.013e0</w:t>
      </w:r>
    </w:p>
    <w:p w:rsidR="005B3ED9" w:rsidRDefault="005B3ED9" w:rsidP="005B3ED9">
      <w:r>
        <w:t>226.4012</w:t>
      </w:r>
      <w:r>
        <w:tab/>
        <w:t>2.025e0</w:t>
      </w:r>
    </w:p>
    <w:p w:rsidR="005B3ED9" w:rsidRDefault="005B3ED9" w:rsidP="005B3ED9">
      <w:r>
        <w:t>226.4158</w:t>
      </w:r>
      <w:r>
        <w:tab/>
        <w:t>1.013e0</w:t>
      </w:r>
    </w:p>
    <w:p w:rsidR="005B3ED9" w:rsidRDefault="005B3ED9" w:rsidP="005B3ED9">
      <w:r>
        <w:t>226.4474</w:t>
      </w:r>
      <w:r>
        <w:tab/>
        <w:t>1.013e0</w:t>
      </w:r>
    </w:p>
    <w:p w:rsidR="005B3ED9" w:rsidRDefault="005B3ED9" w:rsidP="005B3ED9">
      <w:r>
        <w:t>226.4670</w:t>
      </w:r>
      <w:r>
        <w:tab/>
        <w:t>1.013e0</w:t>
      </w:r>
    </w:p>
    <w:p w:rsidR="005B3ED9" w:rsidRDefault="005B3ED9" w:rsidP="005B3ED9">
      <w:r>
        <w:t>226.4713</w:t>
      </w:r>
      <w:r>
        <w:tab/>
        <w:t>1.013e0</w:t>
      </w:r>
    </w:p>
    <w:p w:rsidR="005B3ED9" w:rsidRDefault="005B3ED9" w:rsidP="005B3ED9">
      <w:r>
        <w:t>226.5113</w:t>
      </w:r>
      <w:r>
        <w:tab/>
        <w:t>3.038e0</w:t>
      </w:r>
    </w:p>
    <w:p w:rsidR="005B3ED9" w:rsidRDefault="005B3ED9" w:rsidP="005B3ED9">
      <w:r>
        <w:t>226.5268</w:t>
      </w:r>
      <w:r>
        <w:tab/>
        <w:t>1.013e0</w:t>
      </w:r>
    </w:p>
    <w:p w:rsidR="005B3ED9" w:rsidRDefault="005B3ED9" w:rsidP="005B3ED9">
      <w:r>
        <w:t>226.5559</w:t>
      </w:r>
      <w:r>
        <w:tab/>
        <w:t>1.013e0</w:t>
      </w:r>
    </w:p>
    <w:p w:rsidR="005B3ED9" w:rsidRDefault="005B3ED9" w:rsidP="005B3ED9">
      <w:r>
        <w:t>226.5867</w:t>
      </w:r>
      <w:r>
        <w:tab/>
        <w:t>1.013e0</w:t>
      </w:r>
    </w:p>
    <w:p w:rsidR="005B3ED9" w:rsidRDefault="005B3ED9" w:rsidP="005B3ED9">
      <w:r>
        <w:t>226.6080</w:t>
      </w:r>
      <w:r>
        <w:tab/>
        <w:t>1.013e0</w:t>
      </w:r>
    </w:p>
    <w:p w:rsidR="005B3ED9" w:rsidRDefault="005B3ED9" w:rsidP="005B3ED9">
      <w:r>
        <w:t>226.6679</w:t>
      </w:r>
      <w:r>
        <w:tab/>
        <w:t>1.013e0</w:t>
      </w:r>
    </w:p>
    <w:p w:rsidR="005B3ED9" w:rsidRDefault="005B3ED9" w:rsidP="005B3ED9">
      <w:r>
        <w:lastRenderedPageBreak/>
        <w:t>226.7556</w:t>
      </w:r>
      <w:r>
        <w:tab/>
        <w:t>1.013e0</w:t>
      </w:r>
    </w:p>
    <w:p w:rsidR="005B3ED9" w:rsidRDefault="005B3ED9" w:rsidP="005B3ED9">
      <w:r>
        <w:t>226.8003</w:t>
      </w:r>
      <w:r>
        <w:tab/>
        <w:t>1.013e0</w:t>
      </w:r>
    </w:p>
    <w:p w:rsidR="005B3ED9" w:rsidRDefault="005B3ED9" w:rsidP="005B3ED9">
      <w:r>
        <w:t>226.8875</w:t>
      </w:r>
      <w:r>
        <w:tab/>
        <w:t>1.013e0</w:t>
      </w:r>
    </w:p>
    <w:p w:rsidR="005B3ED9" w:rsidRDefault="005B3ED9" w:rsidP="005B3ED9">
      <w:r>
        <w:t>226.8893</w:t>
      </w:r>
      <w:r>
        <w:tab/>
        <w:t>2.025e0</w:t>
      </w:r>
    </w:p>
    <w:p w:rsidR="005B3ED9" w:rsidRDefault="005B3ED9" w:rsidP="005B3ED9">
      <w:r>
        <w:t>226.9514</w:t>
      </w:r>
      <w:r>
        <w:tab/>
        <w:t>1.013e0</w:t>
      </w:r>
    </w:p>
    <w:p w:rsidR="005B3ED9" w:rsidRDefault="005B3ED9" w:rsidP="005B3ED9">
      <w:r>
        <w:t>226.9757</w:t>
      </w:r>
      <w:r>
        <w:tab/>
        <w:t>2.025e0</w:t>
      </w:r>
    </w:p>
    <w:p w:rsidR="005B3ED9" w:rsidRDefault="005B3ED9" w:rsidP="005B3ED9">
      <w:r>
        <w:t>226.9844</w:t>
      </w:r>
      <w:r>
        <w:tab/>
        <w:t>1.013e0</w:t>
      </w:r>
    </w:p>
    <w:p w:rsidR="005B3ED9" w:rsidRDefault="005B3ED9" w:rsidP="005B3ED9">
      <w:r>
        <w:t>227.0038</w:t>
      </w:r>
      <w:r>
        <w:tab/>
        <w:t>2.025e0</w:t>
      </w:r>
    </w:p>
    <w:p w:rsidR="005B3ED9" w:rsidRDefault="005B3ED9" w:rsidP="005B3ED9">
      <w:r>
        <w:t>227.0114</w:t>
      </w:r>
      <w:r>
        <w:tab/>
        <w:t>5.063e0</w:t>
      </w:r>
    </w:p>
    <w:p w:rsidR="005B3ED9" w:rsidRDefault="005B3ED9" w:rsidP="005B3ED9">
      <w:r>
        <w:t>227.0154</w:t>
      </w:r>
      <w:r>
        <w:tab/>
        <w:t>1.013e0</w:t>
      </w:r>
    </w:p>
    <w:p w:rsidR="005B3ED9" w:rsidRDefault="005B3ED9" w:rsidP="005B3ED9">
      <w:r>
        <w:t>227.0238</w:t>
      </w:r>
      <w:r>
        <w:tab/>
        <w:t>3.038e0</w:t>
      </w:r>
    </w:p>
    <w:p w:rsidR="005B3ED9" w:rsidRDefault="005B3ED9" w:rsidP="005B3ED9">
      <w:r>
        <w:t>227.0440</w:t>
      </w:r>
      <w:r>
        <w:tab/>
        <w:t>3.038e0</w:t>
      </w:r>
    </w:p>
    <w:p w:rsidR="005B3ED9" w:rsidRDefault="005B3ED9" w:rsidP="005B3ED9">
      <w:r>
        <w:t>227.0601</w:t>
      </w:r>
      <w:r>
        <w:tab/>
        <w:t>2.025e0</w:t>
      </w:r>
    </w:p>
    <w:p w:rsidR="005B3ED9" w:rsidRDefault="005B3ED9" w:rsidP="005B3ED9">
      <w:r>
        <w:t>227.0768</w:t>
      </w:r>
      <w:r>
        <w:tab/>
        <w:t>4.051e0</w:t>
      </w:r>
    </w:p>
    <w:p w:rsidR="005B3ED9" w:rsidRDefault="005B3ED9" w:rsidP="005B3ED9">
      <w:r>
        <w:t>227.1042</w:t>
      </w:r>
      <w:r>
        <w:tab/>
        <w:t>1.013e0</w:t>
      </w:r>
    </w:p>
    <w:p w:rsidR="005B3ED9" w:rsidRDefault="005B3ED9" w:rsidP="005B3ED9">
      <w:r>
        <w:t>227.1642</w:t>
      </w:r>
      <w:r>
        <w:tab/>
        <w:t>1.013e0</w:t>
      </w:r>
    </w:p>
    <w:p w:rsidR="005B3ED9" w:rsidRDefault="005B3ED9" w:rsidP="005B3ED9">
      <w:r>
        <w:t>227.1862</w:t>
      </w:r>
      <w:r>
        <w:tab/>
        <w:t>2.025e0</w:t>
      </w:r>
    </w:p>
    <w:p w:rsidR="005B3ED9" w:rsidRDefault="005B3ED9" w:rsidP="005B3ED9">
      <w:r>
        <w:t>227.1958</w:t>
      </w:r>
      <w:r>
        <w:tab/>
        <w:t>2.025e0</w:t>
      </w:r>
    </w:p>
    <w:p w:rsidR="005B3ED9" w:rsidRDefault="005B3ED9" w:rsidP="005B3ED9">
      <w:r>
        <w:t>227.1978</w:t>
      </w:r>
      <w:r>
        <w:tab/>
        <w:t>2.025e0</w:t>
      </w:r>
    </w:p>
    <w:p w:rsidR="005B3ED9" w:rsidRDefault="005B3ED9" w:rsidP="005B3ED9">
      <w:r>
        <w:lastRenderedPageBreak/>
        <w:t>227.2927</w:t>
      </w:r>
      <w:r>
        <w:tab/>
        <w:t>1.013e0</w:t>
      </w:r>
    </w:p>
    <w:p w:rsidR="005B3ED9" w:rsidRDefault="005B3ED9" w:rsidP="005B3ED9">
      <w:r>
        <w:t>227.2969</w:t>
      </w:r>
      <w:r>
        <w:tab/>
        <w:t>1.013e0</w:t>
      </w:r>
    </w:p>
    <w:p w:rsidR="005B3ED9" w:rsidRDefault="005B3ED9" w:rsidP="005B3ED9">
      <w:r>
        <w:t>227.3123</w:t>
      </w:r>
      <w:r>
        <w:tab/>
        <w:t>2.025e0</w:t>
      </w:r>
    </w:p>
    <w:p w:rsidR="005B3ED9" w:rsidRDefault="005B3ED9" w:rsidP="005B3ED9">
      <w:r>
        <w:t>227.3200</w:t>
      </w:r>
      <w:r>
        <w:tab/>
        <w:t>1.013e0</w:t>
      </w:r>
    </w:p>
    <w:p w:rsidR="005B3ED9" w:rsidRDefault="005B3ED9" w:rsidP="005B3ED9">
      <w:r>
        <w:t>227.3239</w:t>
      </w:r>
      <w:r>
        <w:tab/>
        <w:t>2.025e0</w:t>
      </w:r>
    </w:p>
    <w:p w:rsidR="005B3ED9" w:rsidRDefault="005B3ED9" w:rsidP="005B3ED9">
      <w:r>
        <w:t>227.3569</w:t>
      </w:r>
      <w:r>
        <w:tab/>
        <w:t>1.013e0</w:t>
      </w:r>
    </w:p>
    <w:p w:rsidR="005B3ED9" w:rsidRDefault="005B3ED9" w:rsidP="005B3ED9">
      <w:r>
        <w:t>227.3879</w:t>
      </w:r>
      <w:r>
        <w:tab/>
        <w:t>1.013e0</w:t>
      </w:r>
    </w:p>
    <w:p w:rsidR="005B3ED9" w:rsidRDefault="005B3ED9" w:rsidP="005B3ED9">
      <w:r>
        <w:t>227.3938</w:t>
      </w:r>
      <w:r>
        <w:tab/>
        <w:t>2.025e0</w:t>
      </w:r>
    </w:p>
    <w:p w:rsidR="005B3ED9" w:rsidRDefault="005B3ED9" w:rsidP="005B3ED9">
      <w:r>
        <w:t>227.4229</w:t>
      </w:r>
      <w:r>
        <w:tab/>
        <w:t>3.038e0</w:t>
      </w:r>
    </w:p>
    <w:p w:rsidR="005B3ED9" w:rsidRDefault="005B3ED9" w:rsidP="005B3ED9">
      <w:r>
        <w:t>227.4443</w:t>
      </w:r>
      <w:r>
        <w:tab/>
        <w:t>1.013e0</w:t>
      </w:r>
    </w:p>
    <w:p w:rsidR="005B3ED9" w:rsidRDefault="005B3ED9" w:rsidP="005B3ED9">
      <w:r>
        <w:t>227.4685</w:t>
      </w:r>
      <w:r>
        <w:tab/>
        <w:t>3.038e0</w:t>
      </w:r>
    </w:p>
    <w:p w:rsidR="005B3ED9" w:rsidRDefault="005B3ED9" w:rsidP="005B3ED9">
      <w:r>
        <w:t>227.4727</w:t>
      </w:r>
      <w:r>
        <w:tab/>
        <w:t>1.013e0</w:t>
      </w:r>
    </w:p>
    <w:p w:rsidR="005B3ED9" w:rsidRDefault="005B3ED9" w:rsidP="005B3ED9">
      <w:r>
        <w:t>227.4928</w:t>
      </w:r>
      <w:r>
        <w:tab/>
        <w:t>1.013e0</w:t>
      </w:r>
    </w:p>
    <w:p w:rsidR="005B3ED9" w:rsidRDefault="005B3ED9" w:rsidP="005B3ED9">
      <w:r>
        <w:t>227.5159</w:t>
      </w:r>
      <w:r>
        <w:tab/>
        <w:t>1.013e0</w:t>
      </w:r>
    </w:p>
    <w:p w:rsidR="005B3ED9" w:rsidRDefault="005B3ED9" w:rsidP="005B3ED9">
      <w:r>
        <w:t>227.5370</w:t>
      </w:r>
      <w:r>
        <w:tab/>
        <w:t>1.013e0</w:t>
      </w:r>
    </w:p>
    <w:p w:rsidR="005B3ED9" w:rsidRDefault="005B3ED9" w:rsidP="005B3ED9">
      <w:r>
        <w:t>227.5685</w:t>
      </w:r>
      <w:r>
        <w:tab/>
        <w:t>2.025e0</w:t>
      </w:r>
    </w:p>
    <w:p w:rsidR="005B3ED9" w:rsidRDefault="005B3ED9" w:rsidP="005B3ED9">
      <w:r>
        <w:t>227.6131</w:t>
      </w:r>
      <w:r>
        <w:tab/>
        <w:t>1.013e0</w:t>
      </w:r>
    </w:p>
    <w:p w:rsidR="005B3ED9" w:rsidRDefault="005B3ED9" w:rsidP="005B3ED9">
      <w:r>
        <w:t>227.6850</w:t>
      </w:r>
      <w:r>
        <w:tab/>
        <w:t>1.013e0</w:t>
      </w:r>
    </w:p>
    <w:p w:rsidR="005B3ED9" w:rsidRDefault="005B3ED9" w:rsidP="005B3ED9">
      <w:r>
        <w:t>227.7004</w:t>
      </w:r>
      <w:r>
        <w:tab/>
        <w:t>1.013e0</w:t>
      </w:r>
    </w:p>
    <w:p w:rsidR="005B3ED9" w:rsidRDefault="005B3ED9" w:rsidP="005B3ED9">
      <w:r>
        <w:lastRenderedPageBreak/>
        <w:t>227.7172</w:t>
      </w:r>
      <w:r>
        <w:tab/>
        <w:t>1.013e0</w:t>
      </w:r>
    </w:p>
    <w:p w:rsidR="005B3ED9" w:rsidRDefault="005B3ED9" w:rsidP="005B3ED9">
      <w:r>
        <w:t>227.9180</w:t>
      </w:r>
      <w:r>
        <w:tab/>
        <w:t>1.013e0</w:t>
      </w:r>
    </w:p>
    <w:p w:rsidR="005B3ED9" w:rsidRDefault="005B3ED9" w:rsidP="005B3ED9">
      <w:r>
        <w:t>227.9297</w:t>
      </w:r>
      <w:r>
        <w:tab/>
        <w:t>1.013e0</w:t>
      </w:r>
    </w:p>
    <w:p w:rsidR="005B3ED9" w:rsidRDefault="005B3ED9" w:rsidP="005B3ED9">
      <w:r>
        <w:t>227.9715</w:t>
      </w:r>
      <w:r>
        <w:tab/>
        <w:t>6.076e0</w:t>
      </w:r>
    </w:p>
    <w:p w:rsidR="005B3ED9" w:rsidRDefault="005B3ED9" w:rsidP="005B3ED9">
      <w:r>
        <w:t>227.9773</w:t>
      </w:r>
      <w:r>
        <w:tab/>
        <w:t>8.609e0</w:t>
      </w:r>
    </w:p>
    <w:p w:rsidR="005B3ED9" w:rsidRDefault="005B3ED9" w:rsidP="005B3ED9">
      <w:r>
        <w:t>227.9840</w:t>
      </w:r>
      <w:r>
        <w:tab/>
        <w:t>9.114e0</w:t>
      </w:r>
    </w:p>
    <w:p w:rsidR="005B3ED9" w:rsidRDefault="005B3ED9" w:rsidP="005B3ED9">
      <w:r>
        <w:t>227.9886</w:t>
      </w:r>
      <w:r>
        <w:tab/>
        <w:t>1.605e1</w:t>
      </w:r>
    </w:p>
    <w:p w:rsidR="005B3ED9" w:rsidRDefault="005B3ED9" w:rsidP="005B3ED9">
      <w:r>
        <w:t>228.0033</w:t>
      </w:r>
      <w:r>
        <w:tab/>
        <w:t>5.063e0</w:t>
      </w:r>
    </w:p>
    <w:p w:rsidR="005B3ED9" w:rsidRDefault="005B3ED9" w:rsidP="005B3ED9">
      <w:r>
        <w:t>228.0135</w:t>
      </w:r>
      <w:r>
        <w:tab/>
        <w:t>3.038e0</w:t>
      </w:r>
    </w:p>
    <w:p w:rsidR="005B3ED9" w:rsidRDefault="005B3ED9" w:rsidP="005B3ED9">
      <w:r>
        <w:t>228.0180</w:t>
      </w:r>
      <w:r>
        <w:tab/>
        <w:t>6.295e0</w:t>
      </w:r>
    </w:p>
    <w:p w:rsidR="005B3ED9" w:rsidRDefault="005B3ED9" w:rsidP="005B3ED9">
      <w:r>
        <w:t>228.0501</w:t>
      </w:r>
      <w:r>
        <w:tab/>
        <w:t>1.013e0</w:t>
      </w:r>
    </w:p>
    <w:p w:rsidR="005B3ED9" w:rsidRDefault="005B3ED9" w:rsidP="005B3ED9">
      <w:r>
        <w:t>228.0714</w:t>
      </w:r>
      <w:r>
        <w:tab/>
        <w:t>4.051e0</w:t>
      </w:r>
    </w:p>
    <w:p w:rsidR="005B3ED9" w:rsidRDefault="005B3ED9" w:rsidP="005B3ED9">
      <w:r>
        <w:t>228.0737</w:t>
      </w:r>
      <w:r>
        <w:tab/>
        <w:t>1.013e0</w:t>
      </w:r>
    </w:p>
    <w:p w:rsidR="005B3ED9" w:rsidRDefault="005B3ED9" w:rsidP="005B3ED9">
      <w:r>
        <w:t>228.0862</w:t>
      </w:r>
      <w:r>
        <w:tab/>
        <w:t>2.025e0</w:t>
      </w:r>
    </w:p>
    <w:p w:rsidR="005B3ED9" w:rsidRDefault="005B3ED9" w:rsidP="005B3ED9">
      <w:r>
        <w:t>228.0909</w:t>
      </w:r>
      <w:r>
        <w:tab/>
        <w:t>2.025e0</w:t>
      </w:r>
    </w:p>
    <w:p w:rsidR="005B3ED9" w:rsidRDefault="005B3ED9" w:rsidP="005B3ED9">
      <w:r>
        <w:t>228.1295</w:t>
      </w:r>
      <w:r>
        <w:tab/>
        <w:t>1.013e0</w:t>
      </w:r>
    </w:p>
    <w:p w:rsidR="005B3ED9" w:rsidRDefault="005B3ED9" w:rsidP="005B3ED9">
      <w:r>
        <w:t>228.1552</w:t>
      </w:r>
      <w:r>
        <w:tab/>
        <w:t>1.013e0</w:t>
      </w:r>
    </w:p>
    <w:p w:rsidR="005B3ED9" w:rsidRDefault="005B3ED9" w:rsidP="005B3ED9">
      <w:r>
        <w:t>228.1609</w:t>
      </w:r>
      <w:r>
        <w:tab/>
        <w:t>2.025e0</w:t>
      </w:r>
    </w:p>
    <w:p w:rsidR="005B3ED9" w:rsidRDefault="005B3ED9" w:rsidP="005B3ED9">
      <w:r>
        <w:t>228.1705</w:t>
      </w:r>
      <w:r>
        <w:tab/>
        <w:t>1.013e0</w:t>
      </w:r>
    </w:p>
    <w:p w:rsidR="005B3ED9" w:rsidRDefault="005B3ED9" w:rsidP="005B3ED9">
      <w:r>
        <w:lastRenderedPageBreak/>
        <w:t>228.1898</w:t>
      </w:r>
      <w:r>
        <w:tab/>
        <w:t>1.013e0</w:t>
      </w:r>
    </w:p>
    <w:p w:rsidR="005B3ED9" w:rsidRDefault="005B3ED9" w:rsidP="005B3ED9">
      <w:r>
        <w:t>228.1985</w:t>
      </w:r>
      <w:r>
        <w:tab/>
        <w:t>5.063e0</w:t>
      </w:r>
    </w:p>
    <w:p w:rsidR="005B3ED9" w:rsidRDefault="005B3ED9" w:rsidP="005B3ED9">
      <w:r>
        <w:t>228.2026</w:t>
      </w:r>
      <w:r>
        <w:tab/>
        <w:t>1.013e0</w:t>
      </w:r>
    </w:p>
    <w:p w:rsidR="005B3ED9" w:rsidRDefault="005B3ED9" w:rsidP="005B3ED9">
      <w:r>
        <w:t>228.2154</w:t>
      </w:r>
      <w:r>
        <w:tab/>
        <w:t>1.013e0</w:t>
      </w:r>
    </w:p>
    <w:p w:rsidR="005B3ED9" w:rsidRDefault="005B3ED9" w:rsidP="005B3ED9">
      <w:r>
        <w:t>228.2628</w:t>
      </w:r>
      <w:r>
        <w:tab/>
        <w:t>1.013e0</w:t>
      </w:r>
    </w:p>
    <w:p w:rsidR="005B3ED9" w:rsidRDefault="005B3ED9" w:rsidP="005B3ED9">
      <w:r>
        <w:t>228.2795</w:t>
      </w:r>
      <w:r>
        <w:tab/>
        <w:t>2.025e0</w:t>
      </w:r>
    </w:p>
    <w:p w:rsidR="005B3ED9" w:rsidRDefault="005B3ED9" w:rsidP="005B3ED9">
      <w:r>
        <w:t>228.3103</w:t>
      </w:r>
      <w:r>
        <w:tab/>
        <w:t>1.013e0</w:t>
      </w:r>
    </w:p>
    <w:p w:rsidR="005B3ED9" w:rsidRDefault="005B3ED9" w:rsidP="005B3ED9">
      <w:r>
        <w:t>228.3144</w:t>
      </w:r>
      <w:r>
        <w:tab/>
        <w:t>1.013e0</w:t>
      </w:r>
    </w:p>
    <w:p w:rsidR="005B3ED9" w:rsidRDefault="005B3ED9" w:rsidP="005B3ED9">
      <w:r>
        <w:t>228.3629</w:t>
      </w:r>
      <w:r>
        <w:tab/>
        <w:t>2.025e0</w:t>
      </w:r>
    </w:p>
    <w:p w:rsidR="005B3ED9" w:rsidRDefault="005B3ED9" w:rsidP="005B3ED9">
      <w:r>
        <w:t>228.3918</w:t>
      </w:r>
      <w:r>
        <w:tab/>
        <w:t>1.013e0</w:t>
      </w:r>
    </w:p>
    <w:p w:rsidR="005B3ED9" w:rsidRDefault="005B3ED9" w:rsidP="005B3ED9">
      <w:r>
        <w:t>228.4076</w:t>
      </w:r>
      <w:r>
        <w:tab/>
        <w:t>1.013e0</w:t>
      </w:r>
    </w:p>
    <w:p w:rsidR="005B3ED9" w:rsidRDefault="005B3ED9" w:rsidP="005B3ED9">
      <w:r>
        <w:t>228.4641</w:t>
      </w:r>
      <w:r>
        <w:tab/>
        <w:t>1.013e0</w:t>
      </w:r>
    </w:p>
    <w:p w:rsidR="005B3ED9" w:rsidRDefault="005B3ED9" w:rsidP="005B3ED9">
      <w:r>
        <w:t>228.5119</w:t>
      </w:r>
      <w:r>
        <w:tab/>
        <w:t>2.025e0</w:t>
      </w:r>
    </w:p>
    <w:p w:rsidR="005B3ED9" w:rsidRDefault="005B3ED9" w:rsidP="005B3ED9">
      <w:r>
        <w:t>228.5167</w:t>
      </w:r>
      <w:r>
        <w:tab/>
        <w:t>1.013e0</w:t>
      </w:r>
    </w:p>
    <w:p w:rsidR="005B3ED9" w:rsidRDefault="005B3ED9" w:rsidP="005B3ED9">
      <w:r>
        <w:t>228.5359</w:t>
      </w:r>
      <w:r>
        <w:tab/>
        <w:t>1.013e0</w:t>
      </w:r>
    </w:p>
    <w:p w:rsidR="005B3ED9" w:rsidRDefault="005B3ED9" w:rsidP="005B3ED9">
      <w:r>
        <w:t>228.5640</w:t>
      </w:r>
      <w:r>
        <w:tab/>
        <w:t>1.013e0</w:t>
      </w:r>
    </w:p>
    <w:p w:rsidR="005B3ED9" w:rsidRDefault="005B3ED9" w:rsidP="005B3ED9">
      <w:r>
        <w:t>228.5885</w:t>
      </w:r>
      <w:r>
        <w:tab/>
        <w:t>2.025e0</w:t>
      </w:r>
    </w:p>
    <w:p w:rsidR="005B3ED9" w:rsidRDefault="005B3ED9" w:rsidP="005B3ED9">
      <w:r>
        <w:t>228.6243</w:t>
      </w:r>
      <w:r>
        <w:tab/>
        <w:t>1.013e0</w:t>
      </w:r>
    </w:p>
    <w:p w:rsidR="005B3ED9" w:rsidRDefault="005B3ED9" w:rsidP="005B3ED9">
      <w:r>
        <w:t>228.6344</w:t>
      </w:r>
      <w:r>
        <w:tab/>
        <w:t>4.051e0</w:t>
      </w:r>
    </w:p>
    <w:p w:rsidR="005B3ED9" w:rsidRDefault="005B3ED9" w:rsidP="005B3ED9">
      <w:r>
        <w:lastRenderedPageBreak/>
        <w:t>228.6565</w:t>
      </w:r>
      <w:r>
        <w:tab/>
        <w:t>1.013e0</w:t>
      </w:r>
    </w:p>
    <w:p w:rsidR="005B3ED9" w:rsidRDefault="005B3ED9" w:rsidP="005B3ED9">
      <w:r>
        <w:t>228.6760</w:t>
      </w:r>
      <w:r>
        <w:tab/>
        <w:t>1.013e0</w:t>
      </w:r>
    </w:p>
    <w:p w:rsidR="005B3ED9" w:rsidRDefault="005B3ED9" w:rsidP="005B3ED9">
      <w:r>
        <w:t>228.6889</w:t>
      </w:r>
      <w:r>
        <w:tab/>
        <w:t>1.013e0</w:t>
      </w:r>
    </w:p>
    <w:p w:rsidR="005B3ED9" w:rsidRDefault="005B3ED9" w:rsidP="005B3ED9">
      <w:r>
        <w:t>228.7245</w:t>
      </w:r>
      <w:r>
        <w:tab/>
        <w:t>3.038e0</w:t>
      </w:r>
    </w:p>
    <w:p w:rsidR="005B3ED9" w:rsidRDefault="005B3ED9" w:rsidP="005B3ED9">
      <w:r>
        <w:t>228.7363</w:t>
      </w:r>
      <w:r>
        <w:tab/>
        <w:t>1.013e0</w:t>
      </w:r>
    </w:p>
    <w:p w:rsidR="005B3ED9" w:rsidRDefault="005B3ED9" w:rsidP="005B3ED9">
      <w:r>
        <w:t>228.8334</w:t>
      </w:r>
      <w:r>
        <w:tab/>
        <w:t>1.013e0</w:t>
      </w:r>
    </w:p>
    <w:p w:rsidR="005B3ED9" w:rsidRDefault="005B3ED9" w:rsidP="005B3ED9">
      <w:r>
        <w:t>228.8489</w:t>
      </w:r>
      <w:r>
        <w:tab/>
        <w:t>1.013e0</w:t>
      </w:r>
    </w:p>
    <w:p w:rsidR="005B3ED9" w:rsidRDefault="005B3ED9" w:rsidP="005B3ED9">
      <w:r>
        <w:t>228.8937</w:t>
      </w:r>
      <w:r>
        <w:tab/>
        <w:t>2.025e0</w:t>
      </w:r>
    </w:p>
    <w:p w:rsidR="005B3ED9" w:rsidRDefault="005B3ED9" w:rsidP="005B3ED9">
      <w:r>
        <w:t>228.9697</w:t>
      </w:r>
      <w:r>
        <w:tab/>
        <w:t>4.051e0</w:t>
      </w:r>
    </w:p>
    <w:p w:rsidR="005B3ED9" w:rsidRDefault="005B3ED9" w:rsidP="005B3ED9">
      <w:r>
        <w:t>228.9793</w:t>
      </w:r>
      <w:r>
        <w:tab/>
        <w:t>4.051e0</w:t>
      </w:r>
    </w:p>
    <w:p w:rsidR="005B3ED9" w:rsidRDefault="005B3ED9" w:rsidP="005B3ED9">
      <w:r>
        <w:t>228.9883</w:t>
      </w:r>
      <w:r>
        <w:tab/>
        <w:t>2.025e0</w:t>
      </w:r>
    </w:p>
    <w:p w:rsidR="005B3ED9" w:rsidRDefault="005B3ED9" w:rsidP="005B3ED9">
      <w:r>
        <w:t>228.9947</w:t>
      </w:r>
      <w:r>
        <w:tab/>
        <w:t>6.503e0</w:t>
      </w:r>
    </w:p>
    <w:p w:rsidR="005B3ED9" w:rsidRDefault="005B3ED9" w:rsidP="005B3ED9">
      <w:r>
        <w:t>229.0260</w:t>
      </w:r>
      <w:r>
        <w:tab/>
        <w:t>1.013e0</w:t>
      </w:r>
    </w:p>
    <w:p w:rsidR="005B3ED9" w:rsidRDefault="005B3ED9" w:rsidP="005B3ED9">
      <w:r>
        <w:t>229.0320</w:t>
      </w:r>
      <w:r>
        <w:tab/>
        <w:t>2.025e0</w:t>
      </w:r>
    </w:p>
    <w:p w:rsidR="005B3ED9" w:rsidRDefault="005B3ED9" w:rsidP="005B3ED9">
      <w:r>
        <w:t>229.0548</w:t>
      </w:r>
      <w:r>
        <w:tab/>
        <w:t>5.063e0</w:t>
      </w:r>
    </w:p>
    <w:p w:rsidR="005B3ED9" w:rsidRDefault="005B3ED9" w:rsidP="005B3ED9">
      <w:r>
        <w:t>229.0629</w:t>
      </w:r>
      <w:r>
        <w:tab/>
        <w:t>2.025e0</w:t>
      </w:r>
    </w:p>
    <w:p w:rsidR="005B3ED9" w:rsidRDefault="005B3ED9" w:rsidP="005B3ED9">
      <w:r>
        <w:t>229.0642</w:t>
      </w:r>
      <w:r>
        <w:tab/>
        <w:t>6.076e0</w:t>
      </w:r>
    </w:p>
    <w:p w:rsidR="005B3ED9" w:rsidRDefault="005B3ED9" w:rsidP="005B3ED9">
      <w:r>
        <w:t>229.0975</w:t>
      </w:r>
      <w:r>
        <w:tab/>
        <w:t>1.293e0</w:t>
      </w:r>
    </w:p>
    <w:p w:rsidR="005B3ED9" w:rsidRDefault="005B3ED9" w:rsidP="005B3ED9">
      <w:r>
        <w:t>229.1100</w:t>
      </w:r>
      <w:r>
        <w:tab/>
        <w:t>2.025e0</w:t>
      </w:r>
    </w:p>
    <w:p w:rsidR="005B3ED9" w:rsidRDefault="005B3ED9" w:rsidP="005B3ED9">
      <w:r>
        <w:lastRenderedPageBreak/>
        <w:t>229.1569</w:t>
      </w:r>
      <w:r>
        <w:tab/>
        <w:t>2.025e0</w:t>
      </w:r>
    </w:p>
    <w:p w:rsidR="005B3ED9" w:rsidRDefault="005B3ED9" w:rsidP="005B3ED9">
      <w:r>
        <w:t>229.1755</w:t>
      </w:r>
      <w:r>
        <w:tab/>
        <w:t>3.038e0</w:t>
      </w:r>
    </w:p>
    <w:p w:rsidR="005B3ED9" w:rsidRDefault="005B3ED9" w:rsidP="005B3ED9">
      <w:r>
        <w:t>229.1836</w:t>
      </w:r>
      <w:r>
        <w:tab/>
        <w:t>1.013e0</w:t>
      </w:r>
    </w:p>
    <w:p w:rsidR="005B3ED9" w:rsidRDefault="005B3ED9" w:rsidP="005B3ED9">
      <w:r>
        <w:t>229.1992</w:t>
      </w:r>
      <w:r>
        <w:tab/>
        <w:t>2.025e0</w:t>
      </w:r>
    </w:p>
    <w:p w:rsidR="005B3ED9" w:rsidRDefault="005B3ED9" w:rsidP="005B3ED9">
      <w:r>
        <w:t>229.2031</w:t>
      </w:r>
      <w:r>
        <w:tab/>
        <w:t>1.013e0</w:t>
      </w:r>
    </w:p>
    <w:p w:rsidR="005B3ED9" w:rsidRDefault="005B3ED9" w:rsidP="005B3ED9">
      <w:r>
        <w:t>229.2498</w:t>
      </w:r>
      <w:r>
        <w:tab/>
        <w:t>2.025e0</w:t>
      </w:r>
    </w:p>
    <w:p w:rsidR="005B3ED9" w:rsidRDefault="005B3ED9" w:rsidP="005B3ED9">
      <w:r>
        <w:t>229.2711</w:t>
      </w:r>
      <w:r>
        <w:tab/>
        <w:t>1.013e0</w:t>
      </w:r>
    </w:p>
    <w:p w:rsidR="005B3ED9" w:rsidRDefault="005B3ED9" w:rsidP="005B3ED9">
      <w:r>
        <w:t>229.3199</w:t>
      </w:r>
      <w:r>
        <w:tab/>
        <w:t>1.013e0</w:t>
      </w:r>
    </w:p>
    <w:p w:rsidR="005B3ED9" w:rsidRDefault="005B3ED9" w:rsidP="005B3ED9">
      <w:r>
        <w:t>229.4006</w:t>
      </w:r>
      <w:r>
        <w:tab/>
        <w:t>1.013e0</w:t>
      </w:r>
    </w:p>
    <w:p w:rsidR="005B3ED9" w:rsidRDefault="005B3ED9" w:rsidP="005B3ED9">
      <w:r>
        <w:t>229.4328</w:t>
      </w:r>
      <w:r>
        <w:tab/>
        <w:t>1.013e0</w:t>
      </w:r>
    </w:p>
    <w:p w:rsidR="005B3ED9" w:rsidRDefault="005B3ED9" w:rsidP="005B3ED9">
      <w:r>
        <w:t>229.4892</w:t>
      </w:r>
      <w:r>
        <w:tab/>
        <w:t>2.025e0</w:t>
      </w:r>
    </w:p>
    <w:p w:rsidR="005B3ED9" w:rsidRDefault="005B3ED9" w:rsidP="005B3ED9">
      <w:r>
        <w:t>229.5341</w:t>
      </w:r>
      <w:r>
        <w:tab/>
        <w:t>1.013e0</w:t>
      </w:r>
    </w:p>
    <w:p w:rsidR="005B3ED9" w:rsidRDefault="005B3ED9" w:rsidP="005B3ED9">
      <w:r>
        <w:t>229.5418</w:t>
      </w:r>
      <w:r>
        <w:tab/>
        <w:t>1.013e0</w:t>
      </w:r>
    </w:p>
    <w:p w:rsidR="005B3ED9" w:rsidRDefault="005B3ED9" w:rsidP="005B3ED9">
      <w:r>
        <w:t>229.5612</w:t>
      </w:r>
      <w:r>
        <w:tab/>
        <w:t>1.013e0</w:t>
      </w:r>
    </w:p>
    <w:p w:rsidR="005B3ED9" w:rsidRDefault="005B3ED9" w:rsidP="005B3ED9">
      <w:r>
        <w:t>229.5734</w:t>
      </w:r>
      <w:r>
        <w:tab/>
        <w:t>1.013e0</w:t>
      </w:r>
    </w:p>
    <w:p w:rsidR="005B3ED9" w:rsidRDefault="005B3ED9" w:rsidP="005B3ED9">
      <w:r>
        <w:t>229.6021</w:t>
      </w:r>
      <w:r>
        <w:tab/>
        <w:t>1.013e0</w:t>
      </w:r>
    </w:p>
    <w:p w:rsidR="005B3ED9" w:rsidRDefault="005B3ED9" w:rsidP="005B3ED9">
      <w:r>
        <w:t>229.6215</w:t>
      </w:r>
      <w:r>
        <w:tab/>
        <w:t>1.013e0</w:t>
      </w:r>
    </w:p>
    <w:p w:rsidR="005B3ED9" w:rsidRDefault="005B3ED9" w:rsidP="005B3ED9">
      <w:r>
        <w:t>229.6469</w:t>
      </w:r>
      <w:r>
        <w:tab/>
        <w:t>1.013e0</w:t>
      </w:r>
    </w:p>
    <w:p w:rsidR="005B3ED9" w:rsidRDefault="005B3ED9" w:rsidP="005B3ED9">
      <w:r>
        <w:t>229.7151</w:t>
      </w:r>
      <w:r>
        <w:tab/>
        <w:t>1.013e0</w:t>
      </w:r>
    </w:p>
    <w:p w:rsidR="005B3ED9" w:rsidRDefault="005B3ED9" w:rsidP="005B3ED9">
      <w:r>
        <w:lastRenderedPageBreak/>
        <w:t>229.7189</w:t>
      </w:r>
      <w:r>
        <w:tab/>
        <w:t>1.013e0</w:t>
      </w:r>
    </w:p>
    <w:p w:rsidR="005B3ED9" w:rsidRDefault="005B3ED9" w:rsidP="005B3ED9">
      <w:r>
        <w:t>229.7755</w:t>
      </w:r>
      <w:r>
        <w:tab/>
        <w:t>1.013e0</w:t>
      </w:r>
    </w:p>
    <w:p w:rsidR="005B3ED9" w:rsidRDefault="005B3ED9" w:rsidP="005B3ED9">
      <w:r>
        <w:t>229.7949</w:t>
      </w:r>
      <w:r>
        <w:tab/>
        <w:t>1.013e0</w:t>
      </w:r>
    </w:p>
    <w:p w:rsidR="005B3ED9" w:rsidRDefault="005B3ED9" w:rsidP="005B3ED9">
      <w:r>
        <w:t>229.8030</w:t>
      </w:r>
      <w:r>
        <w:tab/>
        <w:t>2.025e0</w:t>
      </w:r>
    </w:p>
    <w:p w:rsidR="005B3ED9" w:rsidRDefault="005B3ED9" w:rsidP="005B3ED9">
      <w:r>
        <w:t>229.8397</w:t>
      </w:r>
      <w:r>
        <w:tab/>
        <w:t>1.013e0</w:t>
      </w:r>
    </w:p>
    <w:p w:rsidR="005B3ED9" w:rsidRDefault="005B3ED9" w:rsidP="005B3ED9">
      <w:r>
        <w:t>229.8436</w:t>
      </w:r>
      <w:r>
        <w:tab/>
        <w:t>1.013e0</w:t>
      </w:r>
    </w:p>
    <w:p w:rsidR="005B3ED9" w:rsidRDefault="005B3ED9" w:rsidP="005B3ED9">
      <w:r>
        <w:t>229.8475</w:t>
      </w:r>
      <w:r>
        <w:tab/>
        <w:t>1.013e0</w:t>
      </w:r>
    </w:p>
    <w:p w:rsidR="005B3ED9" w:rsidRDefault="005B3ED9" w:rsidP="005B3ED9">
      <w:r>
        <w:t>229.9040</w:t>
      </w:r>
      <w:r>
        <w:tab/>
        <w:t>2.025e0</w:t>
      </w:r>
    </w:p>
    <w:p w:rsidR="005B3ED9" w:rsidRDefault="005B3ED9" w:rsidP="005B3ED9">
      <w:r>
        <w:t>229.9237</w:t>
      </w:r>
      <w:r>
        <w:tab/>
        <w:t>1.013e0</w:t>
      </w:r>
    </w:p>
    <w:p w:rsidR="005B3ED9" w:rsidRDefault="005B3ED9" w:rsidP="005B3ED9">
      <w:r>
        <w:t>229.9280</w:t>
      </w:r>
      <w:r>
        <w:tab/>
        <w:t>1.013e0</w:t>
      </w:r>
    </w:p>
    <w:p w:rsidR="005B3ED9" w:rsidRDefault="005B3ED9" w:rsidP="005B3ED9">
      <w:r>
        <w:t>229.9625</w:t>
      </w:r>
      <w:r>
        <w:tab/>
        <w:t>5.063e0</w:t>
      </w:r>
    </w:p>
    <w:p w:rsidR="005B3ED9" w:rsidRDefault="005B3ED9" w:rsidP="005B3ED9">
      <w:r>
        <w:t>229.9646</w:t>
      </w:r>
      <w:r>
        <w:tab/>
        <w:t>5.063e0</w:t>
      </w:r>
    </w:p>
    <w:p w:rsidR="005B3ED9" w:rsidRDefault="005B3ED9" w:rsidP="005B3ED9">
      <w:r>
        <w:t>230.0054</w:t>
      </w:r>
      <w:r>
        <w:tab/>
        <w:t>1.013e0</w:t>
      </w:r>
    </w:p>
    <w:p w:rsidR="005B3ED9" w:rsidRDefault="005B3ED9" w:rsidP="005B3ED9">
      <w:r>
        <w:t>230.0151</w:t>
      </w:r>
      <w:r>
        <w:tab/>
        <w:t>3.038e0</w:t>
      </w:r>
    </w:p>
    <w:p w:rsidR="005B3ED9" w:rsidRDefault="005B3ED9" w:rsidP="005B3ED9">
      <w:r>
        <w:t>230.0286</w:t>
      </w:r>
      <w:r>
        <w:tab/>
        <w:t>2.025e0</w:t>
      </w:r>
    </w:p>
    <w:p w:rsidR="005B3ED9" w:rsidRDefault="005B3ED9" w:rsidP="005B3ED9">
      <w:r>
        <w:t>230.0481</w:t>
      </w:r>
      <w:r>
        <w:tab/>
        <w:t>3.038e0</w:t>
      </w:r>
    </w:p>
    <w:p w:rsidR="005B3ED9" w:rsidRDefault="005B3ED9" w:rsidP="005B3ED9">
      <w:r>
        <w:t>230.0535</w:t>
      </w:r>
      <w:r>
        <w:tab/>
        <w:t>1.013e0</w:t>
      </w:r>
    </w:p>
    <w:p w:rsidR="005B3ED9" w:rsidRDefault="005B3ED9" w:rsidP="005B3ED9">
      <w:r>
        <w:t>230.0696</w:t>
      </w:r>
      <w:r>
        <w:tab/>
        <w:t>1.013e0</w:t>
      </w:r>
    </w:p>
    <w:p w:rsidR="005B3ED9" w:rsidRDefault="005B3ED9" w:rsidP="005B3ED9">
      <w:r>
        <w:t>230.0929</w:t>
      </w:r>
      <w:r>
        <w:tab/>
        <w:t>1.013e0</w:t>
      </w:r>
    </w:p>
    <w:p w:rsidR="005B3ED9" w:rsidRDefault="005B3ED9" w:rsidP="005B3ED9">
      <w:r>
        <w:lastRenderedPageBreak/>
        <w:t>230.1098</w:t>
      </w:r>
      <w:r>
        <w:tab/>
        <w:t>1.013e0</w:t>
      </w:r>
    </w:p>
    <w:p w:rsidR="005B3ED9" w:rsidRDefault="005B3ED9" w:rsidP="005B3ED9">
      <w:r>
        <w:t>230.1378</w:t>
      </w:r>
      <w:r>
        <w:tab/>
        <w:t>1.013e0</w:t>
      </w:r>
    </w:p>
    <w:p w:rsidR="005B3ED9" w:rsidRDefault="005B3ED9" w:rsidP="005B3ED9">
      <w:r>
        <w:t>230.1705</w:t>
      </w:r>
      <w:r>
        <w:tab/>
        <w:t>1.013e0</w:t>
      </w:r>
    </w:p>
    <w:p w:rsidR="005B3ED9" w:rsidRDefault="005B3ED9" w:rsidP="005B3ED9">
      <w:r>
        <w:t>230.1724</w:t>
      </w:r>
      <w:r>
        <w:tab/>
        <w:t>2.025e0</w:t>
      </w:r>
    </w:p>
    <w:p w:rsidR="005B3ED9" w:rsidRDefault="005B3ED9" w:rsidP="005B3ED9">
      <w:r>
        <w:t>230.1982</w:t>
      </w:r>
      <w:r>
        <w:tab/>
        <w:t>1.013e0</w:t>
      </w:r>
    </w:p>
    <w:p w:rsidR="005B3ED9" w:rsidRDefault="005B3ED9" w:rsidP="005B3ED9">
      <w:r>
        <w:t>230.2098</w:t>
      </w:r>
      <w:r>
        <w:tab/>
        <w:t>1.013e0</w:t>
      </w:r>
    </w:p>
    <w:p w:rsidR="005B3ED9" w:rsidRDefault="005B3ED9" w:rsidP="005B3ED9">
      <w:r>
        <w:t>230.2307</w:t>
      </w:r>
      <w:r>
        <w:tab/>
        <w:t>2.025e0</w:t>
      </w:r>
    </w:p>
    <w:p w:rsidR="005B3ED9" w:rsidRDefault="005B3ED9" w:rsidP="005B3ED9">
      <w:r>
        <w:t>230.2625</w:t>
      </w:r>
      <w:r>
        <w:tab/>
        <w:t>1.013e0</w:t>
      </w:r>
    </w:p>
    <w:p w:rsidR="005B3ED9" w:rsidRDefault="005B3ED9" w:rsidP="005B3ED9">
      <w:r>
        <w:t>230.2644</w:t>
      </w:r>
      <w:r>
        <w:tab/>
        <w:t>2.025e0</w:t>
      </w:r>
    </w:p>
    <w:p w:rsidR="005B3ED9" w:rsidRDefault="005B3ED9" w:rsidP="005B3ED9">
      <w:r>
        <w:t>230.2917</w:t>
      </w:r>
      <w:r>
        <w:tab/>
        <w:t>1.013e0</w:t>
      </w:r>
    </w:p>
    <w:p w:rsidR="005B3ED9" w:rsidRDefault="005B3ED9" w:rsidP="005B3ED9">
      <w:r>
        <w:t>230.3035</w:t>
      </w:r>
      <w:r>
        <w:tab/>
        <w:t>1.013e0</w:t>
      </w:r>
    </w:p>
    <w:p w:rsidR="005B3ED9" w:rsidRDefault="005B3ED9" w:rsidP="005B3ED9">
      <w:r>
        <w:t>230.3190</w:t>
      </w:r>
      <w:r>
        <w:tab/>
        <w:t>2.025e0</w:t>
      </w:r>
    </w:p>
    <w:p w:rsidR="005B3ED9" w:rsidRDefault="005B3ED9" w:rsidP="005B3ED9">
      <w:r>
        <w:t>230.3756</w:t>
      </w:r>
      <w:r>
        <w:tab/>
        <w:t>1.013e0</w:t>
      </w:r>
    </w:p>
    <w:p w:rsidR="005B3ED9" w:rsidRDefault="005B3ED9" w:rsidP="005B3ED9">
      <w:r>
        <w:t>230.4522</w:t>
      </w:r>
      <w:r>
        <w:tab/>
        <w:t>1.013e0</w:t>
      </w:r>
    </w:p>
    <w:p w:rsidR="005B3ED9" w:rsidRDefault="005B3ED9" w:rsidP="005B3ED9">
      <w:r>
        <w:t>230.4770</w:t>
      </w:r>
      <w:r>
        <w:tab/>
        <w:t>1.013e0</w:t>
      </w:r>
    </w:p>
    <w:p w:rsidR="005B3ED9" w:rsidRDefault="005B3ED9" w:rsidP="005B3ED9">
      <w:r>
        <w:t>230.4952</w:t>
      </w:r>
      <w:r>
        <w:tab/>
        <w:t>3.038e0</w:t>
      </w:r>
    </w:p>
    <w:p w:rsidR="005B3ED9" w:rsidRDefault="005B3ED9" w:rsidP="005B3ED9">
      <w:r>
        <w:t>230.5335</w:t>
      </w:r>
      <w:r>
        <w:tab/>
        <w:t>1.013e0</w:t>
      </w:r>
    </w:p>
    <w:p w:rsidR="005B3ED9" w:rsidRDefault="005B3ED9" w:rsidP="005B3ED9">
      <w:r>
        <w:t>230.5403</w:t>
      </w:r>
      <w:r>
        <w:tab/>
        <w:t>3.038e0</w:t>
      </w:r>
    </w:p>
    <w:p w:rsidR="005B3ED9" w:rsidRDefault="005B3ED9" w:rsidP="005B3ED9">
      <w:r>
        <w:t>230.5452</w:t>
      </w:r>
      <w:r>
        <w:tab/>
        <w:t>1.013e0</w:t>
      </w:r>
    </w:p>
    <w:p w:rsidR="005B3ED9" w:rsidRDefault="005B3ED9" w:rsidP="005B3ED9">
      <w:r>
        <w:lastRenderedPageBreak/>
        <w:t>230.5649</w:t>
      </w:r>
      <w:r>
        <w:tab/>
        <w:t>1.013e0</w:t>
      </w:r>
    </w:p>
    <w:p w:rsidR="005B3ED9" w:rsidRDefault="005B3ED9" w:rsidP="005B3ED9">
      <w:r>
        <w:t>230.6387</w:t>
      </w:r>
      <w:r>
        <w:tab/>
        <w:t>1.013e0</w:t>
      </w:r>
    </w:p>
    <w:p w:rsidR="005B3ED9" w:rsidRDefault="005B3ED9" w:rsidP="005B3ED9">
      <w:r>
        <w:t>230.7558</w:t>
      </w:r>
      <w:r>
        <w:tab/>
        <w:t>1.013e0</w:t>
      </w:r>
    </w:p>
    <w:p w:rsidR="005B3ED9" w:rsidRDefault="005B3ED9" w:rsidP="005B3ED9">
      <w:r>
        <w:t>230.7714</w:t>
      </w:r>
      <w:r>
        <w:tab/>
        <w:t>1.013e0</w:t>
      </w:r>
    </w:p>
    <w:p w:rsidR="005B3ED9" w:rsidRDefault="005B3ED9" w:rsidP="005B3ED9">
      <w:r>
        <w:t>230.8165</w:t>
      </w:r>
      <w:r>
        <w:tab/>
        <w:t>1.013e0</w:t>
      </w:r>
    </w:p>
    <w:p w:rsidR="005B3ED9" w:rsidRDefault="005B3ED9" w:rsidP="005B3ED9">
      <w:r>
        <w:t>230.8768</w:t>
      </w:r>
      <w:r>
        <w:tab/>
        <w:t>1.013e0</w:t>
      </w:r>
    </w:p>
    <w:p w:rsidR="005B3ED9" w:rsidRDefault="005B3ED9" w:rsidP="005B3ED9">
      <w:r>
        <w:t>230.9470</w:t>
      </w:r>
      <w:r>
        <w:tab/>
        <w:t>2.025e0</w:t>
      </w:r>
    </w:p>
    <w:p w:rsidR="005B3ED9" w:rsidRDefault="005B3ED9" w:rsidP="005B3ED9">
      <w:r>
        <w:t>230.9643</w:t>
      </w:r>
      <w:r>
        <w:tab/>
        <w:t>1.013e0</w:t>
      </w:r>
    </w:p>
    <w:p w:rsidR="005B3ED9" w:rsidRDefault="005B3ED9" w:rsidP="005B3ED9">
      <w:r>
        <w:t>230.9901</w:t>
      </w:r>
      <w:r>
        <w:tab/>
        <w:t>1.013e0</w:t>
      </w:r>
    </w:p>
    <w:p w:rsidR="005B3ED9" w:rsidRDefault="005B3ED9" w:rsidP="005B3ED9">
      <w:r>
        <w:t>230.9939</w:t>
      </w:r>
      <w:r>
        <w:tab/>
        <w:t>1.013e0</w:t>
      </w:r>
    </w:p>
    <w:p w:rsidR="005B3ED9" w:rsidRDefault="005B3ED9" w:rsidP="005B3ED9">
      <w:r>
        <w:t>231.0094</w:t>
      </w:r>
      <w:r>
        <w:tab/>
        <w:t>2.025e0</w:t>
      </w:r>
    </w:p>
    <w:p w:rsidR="005B3ED9" w:rsidRDefault="005B3ED9" w:rsidP="005B3ED9">
      <w:r>
        <w:t>231.0382</w:t>
      </w:r>
      <w:r>
        <w:tab/>
        <w:t>1.013e0</w:t>
      </w:r>
    </w:p>
    <w:p w:rsidR="005B3ED9" w:rsidRDefault="005B3ED9" w:rsidP="005B3ED9">
      <w:r>
        <w:t>231.0477</w:t>
      </w:r>
      <w:r>
        <w:tab/>
        <w:t>3.534e0</w:t>
      </w:r>
    </w:p>
    <w:p w:rsidR="005B3ED9" w:rsidRDefault="005B3ED9" w:rsidP="005B3ED9">
      <w:r>
        <w:t>231.0505</w:t>
      </w:r>
      <w:r>
        <w:tab/>
        <w:t>1.013e0</w:t>
      </w:r>
    </w:p>
    <w:p w:rsidR="005B3ED9" w:rsidRDefault="005B3ED9" w:rsidP="005B3ED9">
      <w:r>
        <w:t>231.0859</w:t>
      </w:r>
      <w:r>
        <w:tab/>
        <w:t>1.013e0</w:t>
      </w:r>
    </w:p>
    <w:p w:rsidR="005B3ED9" w:rsidRDefault="005B3ED9" w:rsidP="005B3ED9">
      <w:r>
        <w:t>231.0947</w:t>
      </w:r>
      <w:r>
        <w:tab/>
        <w:t>2.025e0</w:t>
      </w:r>
    </w:p>
    <w:p w:rsidR="005B3ED9" w:rsidRDefault="005B3ED9" w:rsidP="005B3ED9">
      <w:r>
        <w:t>231.1033</w:t>
      </w:r>
      <w:r>
        <w:tab/>
        <w:t>1.013e0</w:t>
      </w:r>
    </w:p>
    <w:p w:rsidR="005B3ED9" w:rsidRDefault="005B3ED9" w:rsidP="005B3ED9">
      <w:r>
        <w:t>231.1105</w:t>
      </w:r>
      <w:r>
        <w:tab/>
        <w:t>3.038e0</w:t>
      </w:r>
    </w:p>
    <w:p w:rsidR="005B3ED9" w:rsidRDefault="005B3ED9" w:rsidP="005B3ED9">
      <w:r>
        <w:t>231.1226</w:t>
      </w:r>
      <w:r>
        <w:tab/>
        <w:t>1.013e0</w:t>
      </w:r>
    </w:p>
    <w:p w:rsidR="005B3ED9" w:rsidRDefault="005B3ED9" w:rsidP="005B3ED9">
      <w:r>
        <w:lastRenderedPageBreak/>
        <w:t>231.1265</w:t>
      </w:r>
      <w:r>
        <w:tab/>
        <w:t>1.013e0</w:t>
      </w:r>
    </w:p>
    <w:p w:rsidR="005B3ED9" w:rsidRDefault="005B3ED9" w:rsidP="005B3ED9">
      <w:r>
        <w:t>231.1468</w:t>
      </w:r>
      <w:r>
        <w:tab/>
        <w:t>1.013e0</w:t>
      </w:r>
    </w:p>
    <w:p w:rsidR="005B3ED9" w:rsidRDefault="005B3ED9" w:rsidP="005B3ED9">
      <w:r>
        <w:t>231.1511</w:t>
      </w:r>
      <w:r>
        <w:tab/>
        <w:t>1.013e0</w:t>
      </w:r>
    </w:p>
    <w:p w:rsidR="005B3ED9" w:rsidRDefault="005B3ED9" w:rsidP="005B3ED9">
      <w:r>
        <w:t>231.1567</w:t>
      </w:r>
      <w:r>
        <w:tab/>
        <w:t>2.025e0</w:t>
      </w:r>
    </w:p>
    <w:p w:rsidR="005B3ED9" w:rsidRDefault="005B3ED9" w:rsidP="005B3ED9">
      <w:r>
        <w:t>231.1657</w:t>
      </w:r>
      <w:r>
        <w:tab/>
        <w:t>2.025e0</w:t>
      </w:r>
    </w:p>
    <w:p w:rsidR="005B3ED9" w:rsidRDefault="005B3ED9" w:rsidP="005B3ED9">
      <w:r>
        <w:t>231.2555</w:t>
      </w:r>
      <w:r>
        <w:tab/>
        <w:t>2.025e0</w:t>
      </w:r>
    </w:p>
    <w:p w:rsidR="005B3ED9" w:rsidRDefault="005B3ED9" w:rsidP="005B3ED9">
      <w:r>
        <w:t>231.2846</w:t>
      </w:r>
      <w:r>
        <w:tab/>
        <w:t>1.013e0</w:t>
      </w:r>
    </w:p>
    <w:p w:rsidR="005B3ED9" w:rsidRDefault="005B3ED9" w:rsidP="005B3ED9">
      <w:r>
        <w:t>231.3529</w:t>
      </w:r>
      <w:r>
        <w:tab/>
        <w:t>1.013e0</w:t>
      </w:r>
    </w:p>
    <w:p w:rsidR="005B3ED9" w:rsidRDefault="005B3ED9" w:rsidP="005B3ED9">
      <w:r>
        <w:t>231.3730</w:t>
      </w:r>
      <w:r>
        <w:tab/>
        <w:t>1.013e0</w:t>
      </w:r>
    </w:p>
    <w:p w:rsidR="005B3ED9" w:rsidRDefault="005B3ED9" w:rsidP="005B3ED9">
      <w:r>
        <w:t>231.4252</w:t>
      </w:r>
      <w:r>
        <w:tab/>
        <w:t>1.013e0</w:t>
      </w:r>
    </w:p>
    <w:p w:rsidR="005B3ED9" w:rsidRDefault="005B3ED9" w:rsidP="005B3ED9">
      <w:r>
        <w:t>231.4584</w:t>
      </w:r>
      <w:r>
        <w:tab/>
        <w:t>2.025e0</w:t>
      </w:r>
    </w:p>
    <w:p w:rsidR="005B3ED9" w:rsidRDefault="005B3ED9" w:rsidP="005B3ED9">
      <w:r>
        <w:t>231.4777</w:t>
      </w:r>
      <w:r>
        <w:tab/>
        <w:t>1.013e0</w:t>
      </w:r>
    </w:p>
    <w:p w:rsidR="005B3ED9" w:rsidRDefault="005B3ED9" w:rsidP="005B3ED9">
      <w:r>
        <w:t>231.5514</w:t>
      </w:r>
      <w:r>
        <w:tab/>
        <w:t>1.013e0</w:t>
      </w:r>
    </w:p>
    <w:p w:rsidR="005B3ED9" w:rsidRDefault="005B3ED9" w:rsidP="005B3ED9">
      <w:r>
        <w:t>231.5755</w:t>
      </w:r>
      <w:r>
        <w:tab/>
        <w:t>1.013e0</w:t>
      </w:r>
    </w:p>
    <w:p w:rsidR="005B3ED9" w:rsidRDefault="005B3ED9" w:rsidP="005B3ED9">
      <w:r>
        <w:t>231.6282</w:t>
      </w:r>
      <w:r>
        <w:tab/>
        <w:t>1.013e0</w:t>
      </w:r>
    </w:p>
    <w:p w:rsidR="005B3ED9" w:rsidRDefault="005B3ED9" w:rsidP="005B3ED9">
      <w:r>
        <w:t>231.6321</w:t>
      </w:r>
      <w:r>
        <w:tab/>
        <w:t>1.013e0</w:t>
      </w:r>
    </w:p>
    <w:p w:rsidR="005B3ED9" w:rsidRDefault="005B3ED9" w:rsidP="005B3ED9">
      <w:r>
        <w:t>231.6548</w:t>
      </w:r>
      <w:r>
        <w:tab/>
        <w:t>2.025e0</w:t>
      </w:r>
    </w:p>
    <w:p w:rsidR="005B3ED9" w:rsidRDefault="005B3ED9" w:rsidP="005B3ED9">
      <w:r>
        <w:t>231.6888</w:t>
      </w:r>
      <w:r>
        <w:tab/>
        <w:t>1.013e0</w:t>
      </w:r>
    </w:p>
    <w:p w:rsidR="005B3ED9" w:rsidRDefault="005B3ED9" w:rsidP="005B3ED9">
      <w:r>
        <w:t>231.7212</w:t>
      </w:r>
      <w:r>
        <w:tab/>
        <w:t>1.013e0</w:t>
      </w:r>
    </w:p>
    <w:p w:rsidR="005B3ED9" w:rsidRDefault="005B3ED9" w:rsidP="005B3ED9">
      <w:r>
        <w:lastRenderedPageBreak/>
        <w:t>231.7493</w:t>
      </w:r>
      <w:r>
        <w:tab/>
        <w:t>1.013e0</w:t>
      </w:r>
    </w:p>
    <w:p w:rsidR="005B3ED9" w:rsidRDefault="005B3ED9" w:rsidP="005B3ED9">
      <w:r>
        <w:t>231.7866</w:t>
      </w:r>
      <w:r>
        <w:tab/>
        <w:t>2.025e0</w:t>
      </w:r>
    </w:p>
    <w:p w:rsidR="005B3ED9" w:rsidRDefault="005B3ED9" w:rsidP="005B3ED9">
      <w:r>
        <w:t>231.7981</w:t>
      </w:r>
      <w:r>
        <w:tab/>
        <w:t>1.013e0</w:t>
      </w:r>
    </w:p>
    <w:p w:rsidR="005B3ED9" w:rsidRDefault="005B3ED9" w:rsidP="005B3ED9">
      <w:r>
        <w:t>231.8626</w:t>
      </w:r>
      <w:r>
        <w:tab/>
        <w:t>1.013e0</w:t>
      </w:r>
    </w:p>
    <w:p w:rsidR="005B3ED9" w:rsidRDefault="005B3ED9" w:rsidP="005B3ED9">
      <w:r>
        <w:t>231.8912</w:t>
      </w:r>
      <w:r>
        <w:tab/>
        <w:t>1.013e0</w:t>
      </w:r>
    </w:p>
    <w:p w:rsidR="005B3ED9" w:rsidRDefault="005B3ED9" w:rsidP="005B3ED9">
      <w:r>
        <w:t>231.9232</w:t>
      </w:r>
      <w:r>
        <w:tab/>
        <w:t>1.013e0</w:t>
      </w:r>
    </w:p>
    <w:p w:rsidR="005B3ED9" w:rsidRDefault="005B3ED9" w:rsidP="005B3ED9">
      <w:r>
        <w:t>231.9604</w:t>
      </w:r>
      <w:r>
        <w:tab/>
        <w:t>2.025e0</w:t>
      </w:r>
    </w:p>
    <w:p w:rsidR="005B3ED9" w:rsidRDefault="005B3ED9" w:rsidP="005B3ED9">
      <w:r>
        <w:t>231.9720</w:t>
      </w:r>
      <w:r>
        <w:tab/>
        <w:t>1.013e0</w:t>
      </w:r>
    </w:p>
    <w:p w:rsidR="005B3ED9" w:rsidRDefault="005B3ED9" w:rsidP="005B3ED9">
      <w:r>
        <w:t>232.0033</w:t>
      </w:r>
      <w:r>
        <w:tab/>
        <w:t>1.215e1</w:t>
      </w:r>
    </w:p>
    <w:p w:rsidR="005B3ED9" w:rsidRDefault="005B3ED9" w:rsidP="005B3ED9">
      <w:r>
        <w:t>232.0048</w:t>
      </w:r>
      <w:r>
        <w:tab/>
        <w:t>2.532e1</w:t>
      </w:r>
    </w:p>
    <w:p w:rsidR="005B3ED9" w:rsidRDefault="005B3ED9" w:rsidP="005B3ED9">
      <w:r>
        <w:t>232.0085</w:t>
      </w:r>
      <w:r>
        <w:tab/>
        <w:t>2.025e0</w:t>
      </w:r>
    </w:p>
    <w:p w:rsidR="005B3ED9" w:rsidRDefault="005B3ED9" w:rsidP="005B3ED9">
      <w:r>
        <w:t>232.0224</w:t>
      </w:r>
      <w:r>
        <w:tab/>
        <w:t>8.768e0</w:t>
      </w:r>
    </w:p>
    <w:p w:rsidR="005B3ED9" w:rsidRDefault="005B3ED9" w:rsidP="005B3ED9">
      <w:r>
        <w:t>232.0287</w:t>
      </w:r>
      <w:r>
        <w:tab/>
        <w:t>2.025e0</w:t>
      </w:r>
    </w:p>
    <w:p w:rsidR="005B3ED9" w:rsidRDefault="005B3ED9" w:rsidP="005B3ED9">
      <w:r>
        <w:t>232.0470</w:t>
      </w:r>
      <w:r>
        <w:tab/>
        <w:t>2.025e0</w:t>
      </w:r>
    </w:p>
    <w:p w:rsidR="005B3ED9" w:rsidRDefault="005B3ED9" w:rsidP="005B3ED9">
      <w:r>
        <w:t>232.0893</w:t>
      </w:r>
      <w:r>
        <w:tab/>
        <w:t>1.013e0</w:t>
      </w:r>
    </w:p>
    <w:p w:rsidR="005B3ED9" w:rsidRDefault="005B3ED9" w:rsidP="005B3ED9">
      <w:r>
        <w:t>232.0931</w:t>
      </w:r>
      <w:r>
        <w:tab/>
        <w:t>2.025e0</w:t>
      </w:r>
    </w:p>
    <w:p w:rsidR="005B3ED9" w:rsidRDefault="005B3ED9" w:rsidP="005B3ED9">
      <w:r>
        <w:t>232.1180</w:t>
      </w:r>
      <w:r>
        <w:tab/>
        <w:t>1.013e0</w:t>
      </w:r>
    </w:p>
    <w:p w:rsidR="005B3ED9" w:rsidRDefault="005B3ED9" w:rsidP="005B3ED9">
      <w:r>
        <w:t>232.1381</w:t>
      </w:r>
      <w:r>
        <w:tab/>
        <w:t>2.025e0</w:t>
      </w:r>
    </w:p>
    <w:p w:rsidR="005B3ED9" w:rsidRDefault="005B3ED9" w:rsidP="005B3ED9">
      <w:r>
        <w:t>232.1459</w:t>
      </w:r>
      <w:r>
        <w:tab/>
        <w:t>5.063e0</w:t>
      </w:r>
    </w:p>
    <w:p w:rsidR="005B3ED9" w:rsidRDefault="005B3ED9" w:rsidP="005B3ED9">
      <w:r>
        <w:lastRenderedPageBreak/>
        <w:t>232.1660</w:t>
      </w:r>
      <w:r>
        <w:tab/>
        <w:t>2.025e0</w:t>
      </w:r>
    </w:p>
    <w:p w:rsidR="005B3ED9" w:rsidRDefault="005B3ED9" w:rsidP="005B3ED9">
      <w:r>
        <w:t>232.1704</w:t>
      </w:r>
      <w:r>
        <w:tab/>
        <w:t>1.013e0</w:t>
      </w:r>
    </w:p>
    <w:p w:rsidR="005B3ED9" w:rsidRDefault="005B3ED9" w:rsidP="005B3ED9">
      <w:r>
        <w:t>232.1909</w:t>
      </w:r>
      <w:r>
        <w:tab/>
        <w:t>1.013e0</w:t>
      </w:r>
    </w:p>
    <w:p w:rsidR="005B3ED9" w:rsidRDefault="005B3ED9" w:rsidP="005B3ED9">
      <w:r>
        <w:t>232.2882</w:t>
      </w:r>
      <w:r>
        <w:tab/>
        <w:t>1.013e0</w:t>
      </w:r>
    </w:p>
    <w:p w:rsidR="005B3ED9" w:rsidRDefault="005B3ED9" w:rsidP="005B3ED9">
      <w:r>
        <w:t>232.3160</w:t>
      </w:r>
      <w:r>
        <w:tab/>
        <w:t>1.013e0</w:t>
      </w:r>
    </w:p>
    <w:p w:rsidR="005B3ED9" w:rsidRDefault="005B3ED9" w:rsidP="005B3ED9">
      <w:r>
        <w:t>232.3362</w:t>
      </w:r>
      <w:r>
        <w:tab/>
        <w:t>1.013e0</w:t>
      </w:r>
    </w:p>
    <w:p w:rsidR="005B3ED9" w:rsidRDefault="005B3ED9" w:rsidP="005B3ED9">
      <w:r>
        <w:t>232.3804</w:t>
      </w:r>
      <w:r>
        <w:tab/>
        <w:t>1.013e0</w:t>
      </w:r>
    </w:p>
    <w:p w:rsidR="005B3ED9" w:rsidRDefault="005B3ED9" w:rsidP="005B3ED9">
      <w:r>
        <w:t>232.3843</w:t>
      </w:r>
      <w:r>
        <w:tab/>
        <w:t>1.013e0</w:t>
      </w:r>
    </w:p>
    <w:p w:rsidR="005B3ED9" w:rsidRDefault="005B3ED9" w:rsidP="005B3ED9">
      <w:r>
        <w:t>232.4938</w:t>
      </w:r>
      <w:r>
        <w:tab/>
        <w:t>1.013e0</w:t>
      </w:r>
    </w:p>
    <w:p w:rsidR="005B3ED9" w:rsidRDefault="005B3ED9" w:rsidP="005B3ED9">
      <w:r>
        <w:t>232.4978</w:t>
      </w:r>
      <w:r>
        <w:tab/>
        <w:t>1.013e0</w:t>
      </w:r>
    </w:p>
    <w:p w:rsidR="005B3ED9" w:rsidRDefault="005B3ED9" w:rsidP="005B3ED9">
      <w:r>
        <w:t>232.5153</w:t>
      </w:r>
      <w:r>
        <w:tab/>
        <w:t>1.013e0</w:t>
      </w:r>
    </w:p>
    <w:p w:rsidR="005B3ED9" w:rsidRDefault="005B3ED9" w:rsidP="005B3ED9">
      <w:r>
        <w:t>232.5590</w:t>
      </w:r>
      <w:r>
        <w:tab/>
        <w:t>1.013e0</w:t>
      </w:r>
    </w:p>
    <w:p w:rsidR="005B3ED9" w:rsidRDefault="005B3ED9" w:rsidP="005B3ED9">
      <w:r>
        <w:t>232.6071</w:t>
      </w:r>
      <w:r>
        <w:tab/>
        <w:t>1.013e0</w:t>
      </w:r>
    </w:p>
    <w:p w:rsidR="005B3ED9" w:rsidRDefault="005B3ED9" w:rsidP="005B3ED9">
      <w:r>
        <w:t>232.6290</w:t>
      </w:r>
      <w:r>
        <w:tab/>
        <w:t>1.013e0</w:t>
      </w:r>
    </w:p>
    <w:p w:rsidR="005B3ED9" w:rsidRDefault="005B3ED9" w:rsidP="005B3ED9">
      <w:r>
        <w:t>232.6770</w:t>
      </w:r>
      <w:r>
        <w:tab/>
        <w:t>1.013e0</w:t>
      </w:r>
    </w:p>
    <w:p w:rsidR="005B3ED9" w:rsidRDefault="005B3ED9" w:rsidP="005B3ED9">
      <w:r>
        <w:t>232.7255</w:t>
      </w:r>
      <w:r>
        <w:tab/>
        <w:t>2.025e0</w:t>
      </w:r>
    </w:p>
    <w:p w:rsidR="005B3ED9" w:rsidRDefault="005B3ED9" w:rsidP="005B3ED9">
      <w:r>
        <w:t>232.7579</w:t>
      </w:r>
      <w:r>
        <w:tab/>
        <w:t>2.025e0</w:t>
      </w:r>
    </w:p>
    <w:p w:rsidR="005B3ED9" w:rsidRDefault="005B3ED9" w:rsidP="005B3ED9">
      <w:r>
        <w:t>232.7980</w:t>
      </w:r>
      <w:r>
        <w:tab/>
        <w:t>2.025e0</w:t>
      </w:r>
    </w:p>
    <w:p w:rsidR="005B3ED9" w:rsidRDefault="005B3ED9" w:rsidP="005B3ED9">
      <w:r>
        <w:t>232.9203</w:t>
      </w:r>
      <w:r>
        <w:tab/>
        <w:t>1.013e0</w:t>
      </w:r>
    </w:p>
    <w:p w:rsidR="005B3ED9" w:rsidRDefault="005B3ED9" w:rsidP="005B3ED9">
      <w:r>
        <w:lastRenderedPageBreak/>
        <w:t>232.9888</w:t>
      </w:r>
      <w:r>
        <w:tab/>
        <w:t>1.013e0</w:t>
      </w:r>
    </w:p>
    <w:p w:rsidR="005B3ED9" w:rsidRDefault="005B3ED9" w:rsidP="005B3ED9">
      <w:r>
        <w:t>232.9926</w:t>
      </w:r>
      <w:r>
        <w:tab/>
        <w:t>1.013e0</w:t>
      </w:r>
    </w:p>
    <w:p w:rsidR="005B3ED9" w:rsidRDefault="005B3ED9" w:rsidP="005B3ED9">
      <w:r>
        <w:t>232.9970</w:t>
      </w:r>
      <w:r>
        <w:tab/>
        <w:t>4.051e0</w:t>
      </w:r>
    </w:p>
    <w:p w:rsidR="005B3ED9" w:rsidRDefault="005B3ED9" w:rsidP="005B3ED9">
      <w:r>
        <w:t>233.0093</w:t>
      </w:r>
      <w:r>
        <w:tab/>
        <w:t>3.038e0</w:t>
      </w:r>
    </w:p>
    <w:p w:rsidR="005B3ED9" w:rsidRDefault="005B3ED9" w:rsidP="005B3ED9">
      <w:r>
        <w:t>233.0280</w:t>
      </w:r>
      <w:r>
        <w:tab/>
        <w:t>2.025e0</w:t>
      </w:r>
    </w:p>
    <w:p w:rsidR="005B3ED9" w:rsidRDefault="005B3ED9" w:rsidP="005B3ED9">
      <w:r>
        <w:t>233.0577</w:t>
      </w:r>
      <w:r>
        <w:tab/>
        <w:t>1.013e0</w:t>
      </w:r>
    </w:p>
    <w:p w:rsidR="005B3ED9" w:rsidRDefault="005B3ED9" w:rsidP="005B3ED9">
      <w:r>
        <w:t>233.0789</w:t>
      </w:r>
      <w:r>
        <w:tab/>
        <w:t>1.013e0</w:t>
      </w:r>
    </w:p>
    <w:p w:rsidR="005B3ED9" w:rsidRDefault="005B3ED9" w:rsidP="005B3ED9">
      <w:r>
        <w:t>233.0964</w:t>
      </w:r>
      <w:r>
        <w:tab/>
        <w:t>2.025e0</w:t>
      </w:r>
    </w:p>
    <w:p w:rsidR="005B3ED9" w:rsidRDefault="005B3ED9" w:rsidP="005B3ED9">
      <w:r>
        <w:t>233.0983</w:t>
      </w:r>
      <w:r>
        <w:tab/>
        <w:t>2.025e0</w:t>
      </w:r>
    </w:p>
    <w:p w:rsidR="005B3ED9" w:rsidRDefault="005B3ED9" w:rsidP="005B3ED9">
      <w:r>
        <w:t>233.1277</w:t>
      </w:r>
      <w:r>
        <w:tab/>
        <w:t>1.013e0</w:t>
      </w:r>
    </w:p>
    <w:p w:rsidR="005B3ED9" w:rsidRDefault="005B3ED9" w:rsidP="005B3ED9">
      <w:r>
        <w:t>233.1290</w:t>
      </w:r>
      <w:r>
        <w:tab/>
        <w:t>2.025e0</w:t>
      </w:r>
    </w:p>
    <w:p w:rsidR="005B3ED9" w:rsidRDefault="005B3ED9" w:rsidP="005B3ED9">
      <w:r>
        <w:t>233.1434</w:t>
      </w:r>
      <w:r>
        <w:tab/>
        <w:t>1.013e0</w:t>
      </w:r>
    </w:p>
    <w:p w:rsidR="005B3ED9" w:rsidRDefault="005B3ED9" w:rsidP="005B3ED9">
      <w:r>
        <w:t>233.1473</w:t>
      </w:r>
      <w:r>
        <w:tab/>
        <w:t>1.013e0</w:t>
      </w:r>
    </w:p>
    <w:p w:rsidR="005B3ED9" w:rsidRDefault="005B3ED9" w:rsidP="005B3ED9">
      <w:r>
        <w:t>233.2453</w:t>
      </w:r>
      <w:r>
        <w:tab/>
        <w:t>1.013e0</w:t>
      </w:r>
    </w:p>
    <w:p w:rsidR="005B3ED9" w:rsidRDefault="005B3ED9" w:rsidP="005B3ED9">
      <w:r>
        <w:t>233.2854</w:t>
      </w:r>
      <w:r>
        <w:tab/>
        <w:t>1.013e0</w:t>
      </w:r>
    </w:p>
    <w:p w:rsidR="005B3ED9" w:rsidRDefault="005B3ED9" w:rsidP="005B3ED9">
      <w:r>
        <w:t>233.2898</w:t>
      </w:r>
      <w:r>
        <w:tab/>
        <w:t>1.013e0</w:t>
      </w:r>
    </w:p>
    <w:p w:rsidR="005B3ED9" w:rsidRDefault="005B3ED9" w:rsidP="005B3ED9">
      <w:r>
        <w:t>233.3511</w:t>
      </w:r>
      <w:r>
        <w:tab/>
        <w:t>1.013e0</w:t>
      </w:r>
    </w:p>
    <w:p w:rsidR="005B3ED9" w:rsidRDefault="005B3ED9" w:rsidP="005B3ED9">
      <w:r>
        <w:t>233.3994</w:t>
      </w:r>
      <w:r>
        <w:tab/>
        <w:t>1.013e0</w:t>
      </w:r>
    </w:p>
    <w:p w:rsidR="005B3ED9" w:rsidRDefault="005B3ED9" w:rsidP="005B3ED9">
      <w:r>
        <w:t>233.4841</w:t>
      </w:r>
      <w:r>
        <w:tab/>
        <w:t>1.013e0</w:t>
      </w:r>
    </w:p>
    <w:p w:rsidR="005B3ED9" w:rsidRDefault="005B3ED9" w:rsidP="005B3ED9">
      <w:r>
        <w:lastRenderedPageBreak/>
        <w:t>233.4879</w:t>
      </w:r>
      <w:r>
        <w:tab/>
        <w:t>1.013e0</w:t>
      </w:r>
    </w:p>
    <w:p w:rsidR="005B3ED9" w:rsidRDefault="005B3ED9" w:rsidP="005B3ED9">
      <w:r>
        <w:t>233.5046</w:t>
      </w:r>
      <w:r>
        <w:tab/>
        <w:t>1.013e0</w:t>
      </w:r>
    </w:p>
    <w:p w:rsidR="005B3ED9" w:rsidRDefault="005B3ED9" w:rsidP="005B3ED9">
      <w:r>
        <w:t>233.5529</w:t>
      </w:r>
      <w:r>
        <w:tab/>
        <w:t>2.025e0</w:t>
      </w:r>
    </w:p>
    <w:p w:rsidR="005B3ED9" w:rsidRDefault="005B3ED9" w:rsidP="005B3ED9">
      <w:r>
        <w:t>233.5704</w:t>
      </w:r>
      <w:r>
        <w:tab/>
        <w:t>2.025e0</w:t>
      </w:r>
    </w:p>
    <w:p w:rsidR="005B3ED9" w:rsidRDefault="005B3ED9" w:rsidP="005B3ED9">
      <w:r>
        <w:t>233.5898</w:t>
      </w:r>
      <w:r>
        <w:tab/>
        <w:t>1.013e0</w:t>
      </w:r>
    </w:p>
    <w:p w:rsidR="005B3ED9" w:rsidRDefault="005B3ED9" w:rsidP="005B3ED9">
      <w:r>
        <w:t>233.5937</w:t>
      </w:r>
      <w:r>
        <w:tab/>
        <w:t>1.013e0</w:t>
      </w:r>
    </w:p>
    <w:p w:rsidR="005B3ED9" w:rsidRDefault="005B3ED9" w:rsidP="005B3ED9">
      <w:r>
        <w:t>233.6466</w:t>
      </w:r>
      <w:r>
        <w:tab/>
        <w:t>1.013e0</w:t>
      </w:r>
    </w:p>
    <w:p w:rsidR="005B3ED9" w:rsidRDefault="005B3ED9" w:rsidP="005B3ED9">
      <w:r>
        <w:t>233.6630</w:t>
      </w:r>
      <w:r>
        <w:tab/>
        <w:t>2.025e0</w:t>
      </w:r>
    </w:p>
    <w:p w:rsidR="005B3ED9" w:rsidRDefault="005B3ED9" w:rsidP="005B3ED9">
      <w:r>
        <w:t>233.6801</w:t>
      </w:r>
      <w:r>
        <w:tab/>
        <w:t>1.013e0</w:t>
      </w:r>
    </w:p>
    <w:p w:rsidR="005B3ED9" w:rsidRDefault="005B3ED9" w:rsidP="005B3ED9">
      <w:r>
        <w:t>233.6839</w:t>
      </w:r>
      <w:r>
        <w:tab/>
        <w:t>1.013e0</w:t>
      </w:r>
    </w:p>
    <w:p w:rsidR="005B3ED9" w:rsidRDefault="005B3ED9" w:rsidP="005B3ED9">
      <w:r>
        <w:t>233.6917</w:t>
      </w:r>
      <w:r>
        <w:tab/>
        <w:t>1.013e0</w:t>
      </w:r>
    </w:p>
    <w:p w:rsidR="005B3ED9" w:rsidRDefault="005B3ED9" w:rsidP="005B3ED9">
      <w:r>
        <w:t>233.7284</w:t>
      </w:r>
      <w:r>
        <w:tab/>
        <w:t>1.013e0</w:t>
      </w:r>
    </w:p>
    <w:p w:rsidR="005B3ED9" w:rsidRDefault="005B3ED9" w:rsidP="005B3ED9">
      <w:r>
        <w:t>233.7328</w:t>
      </w:r>
      <w:r>
        <w:tab/>
        <w:t>1.013e0</w:t>
      </w:r>
    </w:p>
    <w:p w:rsidR="005B3ED9" w:rsidRDefault="005B3ED9" w:rsidP="005B3ED9">
      <w:r>
        <w:t>233.7722</w:t>
      </w:r>
      <w:r>
        <w:tab/>
        <w:t>1.013e0</w:t>
      </w:r>
    </w:p>
    <w:p w:rsidR="005B3ED9" w:rsidRDefault="005B3ED9" w:rsidP="005B3ED9">
      <w:r>
        <w:t>233.8952</w:t>
      </w:r>
      <w:r>
        <w:tab/>
        <w:t>1.013e0</w:t>
      </w:r>
    </w:p>
    <w:p w:rsidR="005B3ED9" w:rsidRDefault="005B3ED9" w:rsidP="005B3ED9">
      <w:r>
        <w:t>233.9266</w:t>
      </w:r>
      <w:r>
        <w:tab/>
        <w:t>1.013e0</w:t>
      </w:r>
    </w:p>
    <w:p w:rsidR="005B3ED9" w:rsidRDefault="005B3ED9" w:rsidP="005B3ED9">
      <w:r>
        <w:t>233.9305</w:t>
      </w:r>
      <w:r>
        <w:tab/>
        <w:t>1.013e0</w:t>
      </w:r>
    </w:p>
    <w:p w:rsidR="005B3ED9" w:rsidRDefault="005B3ED9" w:rsidP="005B3ED9">
      <w:r>
        <w:t>234.0049</w:t>
      </w:r>
      <w:r>
        <w:tab/>
        <w:t>1.620e1</w:t>
      </w:r>
    </w:p>
    <w:p w:rsidR="005B3ED9" w:rsidRDefault="005B3ED9" w:rsidP="005B3ED9">
      <w:r>
        <w:t>234.0092</w:t>
      </w:r>
      <w:r>
        <w:tab/>
        <w:t>2.025e0</w:t>
      </w:r>
    </w:p>
    <w:p w:rsidR="005B3ED9" w:rsidRDefault="005B3ED9" w:rsidP="005B3ED9">
      <w:r>
        <w:lastRenderedPageBreak/>
        <w:t>234.0159</w:t>
      </w:r>
      <w:r>
        <w:tab/>
        <w:t>9.084e0</w:t>
      </w:r>
    </w:p>
    <w:p w:rsidR="005B3ED9" w:rsidRDefault="005B3ED9" w:rsidP="005B3ED9">
      <w:r>
        <w:t>234.0446</w:t>
      </w:r>
      <w:r>
        <w:tab/>
        <w:t>1.013e0</w:t>
      </w:r>
    </w:p>
    <w:p w:rsidR="005B3ED9" w:rsidRDefault="005B3ED9" w:rsidP="005B3ED9">
      <w:r>
        <w:t>234.0759</w:t>
      </w:r>
      <w:r>
        <w:tab/>
        <w:t>4.051e0</w:t>
      </w:r>
    </w:p>
    <w:p w:rsidR="005B3ED9" w:rsidRDefault="005B3ED9" w:rsidP="005B3ED9">
      <w:r>
        <w:t>234.0928</w:t>
      </w:r>
      <w:r>
        <w:tab/>
        <w:t>1.013e1</w:t>
      </w:r>
    </w:p>
    <w:p w:rsidR="005B3ED9" w:rsidRDefault="005B3ED9" w:rsidP="005B3ED9">
      <w:r>
        <w:t>234.0945</w:t>
      </w:r>
      <w:r>
        <w:tab/>
        <w:t>4.051e0</w:t>
      </w:r>
    </w:p>
    <w:p w:rsidR="005B3ED9" w:rsidRDefault="005B3ED9" w:rsidP="005B3ED9">
      <w:r>
        <w:t>234.0972</w:t>
      </w:r>
      <w:r>
        <w:tab/>
        <w:t>9.114e0</w:t>
      </w:r>
    </w:p>
    <w:p w:rsidR="005B3ED9" w:rsidRDefault="005B3ED9" w:rsidP="005B3ED9">
      <w:r>
        <w:t>234.1129</w:t>
      </w:r>
      <w:r>
        <w:tab/>
        <w:t>6.534e0</w:t>
      </w:r>
    </w:p>
    <w:p w:rsidR="005B3ED9" w:rsidRDefault="005B3ED9" w:rsidP="005B3ED9">
      <w:r>
        <w:t>234.1403</w:t>
      </w:r>
      <w:r>
        <w:tab/>
        <w:t>2.025e0</w:t>
      </w:r>
    </w:p>
    <w:p w:rsidR="005B3ED9" w:rsidRDefault="005B3ED9" w:rsidP="005B3ED9">
      <w:r>
        <w:t>234.1461</w:t>
      </w:r>
      <w:r>
        <w:tab/>
        <w:t>1.013e0</w:t>
      </w:r>
    </w:p>
    <w:p w:rsidR="005B3ED9" w:rsidRDefault="005B3ED9" w:rsidP="005B3ED9">
      <w:r>
        <w:t>234.2248</w:t>
      </w:r>
      <w:r>
        <w:tab/>
        <w:t>1.013e0</w:t>
      </w:r>
    </w:p>
    <w:p w:rsidR="005B3ED9" w:rsidRDefault="005B3ED9" w:rsidP="005B3ED9">
      <w:r>
        <w:t>234.2287</w:t>
      </w:r>
      <w:r>
        <w:tab/>
        <w:t>1.013e0</w:t>
      </w:r>
    </w:p>
    <w:p w:rsidR="005B3ED9" w:rsidRDefault="005B3ED9" w:rsidP="005B3ED9">
      <w:r>
        <w:t>234.3423</w:t>
      </w:r>
      <w:r>
        <w:tab/>
        <w:t>1.013e0</w:t>
      </w:r>
    </w:p>
    <w:p w:rsidR="005B3ED9" w:rsidRDefault="005B3ED9" w:rsidP="005B3ED9">
      <w:r>
        <w:t>234.3501</w:t>
      </w:r>
      <w:r>
        <w:tab/>
        <w:t>1.013e0</w:t>
      </w:r>
    </w:p>
    <w:p w:rsidR="005B3ED9" w:rsidRDefault="005B3ED9" w:rsidP="005B3ED9">
      <w:r>
        <w:t>234.3831</w:t>
      </w:r>
      <w:r>
        <w:tab/>
        <w:t>1.013e0</w:t>
      </w:r>
    </w:p>
    <w:p w:rsidR="005B3ED9" w:rsidRDefault="005B3ED9" w:rsidP="005B3ED9">
      <w:r>
        <w:t>234.4359</w:t>
      </w:r>
      <w:r>
        <w:tab/>
        <w:t>1.013e0</w:t>
      </w:r>
    </w:p>
    <w:p w:rsidR="005B3ED9" w:rsidRDefault="005B3ED9" w:rsidP="005B3ED9">
      <w:r>
        <w:t>234.4398</w:t>
      </w:r>
      <w:r>
        <w:tab/>
        <w:t>2.025e0</w:t>
      </w:r>
    </w:p>
    <w:p w:rsidR="005B3ED9" w:rsidRDefault="005B3ED9" w:rsidP="005B3ED9">
      <w:r>
        <w:t>234.4799</w:t>
      </w:r>
      <w:r>
        <w:tab/>
        <w:t>1.013e0</w:t>
      </w:r>
    </w:p>
    <w:p w:rsidR="005B3ED9" w:rsidRDefault="005B3ED9" w:rsidP="005B3ED9">
      <w:r>
        <w:t>234.4843</w:t>
      </w:r>
      <w:r>
        <w:tab/>
        <w:t>1.013e0</w:t>
      </w:r>
    </w:p>
    <w:p w:rsidR="005B3ED9" w:rsidRDefault="005B3ED9" w:rsidP="005B3ED9">
      <w:r>
        <w:t>234.5050</w:t>
      </w:r>
      <w:r>
        <w:tab/>
        <w:t>1.013e0</w:t>
      </w:r>
    </w:p>
    <w:p w:rsidR="005B3ED9" w:rsidRDefault="005B3ED9" w:rsidP="005B3ED9">
      <w:r>
        <w:lastRenderedPageBreak/>
        <w:t>234.5128</w:t>
      </w:r>
      <w:r>
        <w:tab/>
        <w:t>1.013e0</w:t>
      </w:r>
    </w:p>
    <w:p w:rsidR="005B3ED9" w:rsidRDefault="005B3ED9" w:rsidP="005B3ED9">
      <w:r>
        <w:t>234.5446</w:t>
      </w:r>
      <w:r>
        <w:tab/>
        <w:t>2.025e0</w:t>
      </w:r>
    </w:p>
    <w:p w:rsidR="005B3ED9" w:rsidRDefault="005B3ED9" w:rsidP="005B3ED9">
      <w:r>
        <w:t>234.6032</w:t>
      </w:r>
      <w:r>
        <w:tab/>
        <w:t>1.013e0</w:t>
      </w:r>
    </w:p>
    <w:p w:rsidR="005B3ED9" w:rsidRDefault="005B3ED9" w:rsidP="005B3ED9">
      <w:r>
        <w:t>234.7077</w:t>
      </w:r>
      <w:r>
        <w:tab/>
        <w:t>3.038e0</w:t>
      </w:r>
    </w:p>
    <w:p w:rsidR="005B3ED9" w:rsidRDefault="005B3ED9" w:rsidP="005B3ED9">
      <w:r>
        <w:t>234.7403</w:t>
      </w:r>
      <w:r>
        <w:tab/>
        <w:t>1.013e0</w:t>
      </w:r>
    </w:p>
    <w:p w:rsidR="005B3ED9" w:rsidRDefault="005B3ED9" w:rsidP="005B3ED9">
      <w:r>
        <w:t>234.7485</w:t>
      </w:r>
      <w:r>
        <w:tab/>
        <w:t>1.013e0</w:t>
      </w:r>
    </w:p>
    <w:p w:rsidR="005B3ED9" w:rsidRDefault="005B3ED9" w:rsidP="005B3ED9">
      <w:r>
        <w:t>234.7699</w:t>
      </w:r>
      <w:r>
        <w:tab/>
        <w:t>1.013e0</w:t>
      </w:r>
    </w:p>
    <w:p w:rsidR="005B3ED9" w:rsidRDefault="005B3ED9" w:rsidP="005B3ED9">
      <w:r>
        <w:t>234.8345</w:t>
      </w:r>
      <w:r>
        <w:tab/>
        <w:t>1.013e0</w:t>
      </w:r>
    </w:p>
    <w:p w:rsidR="005B3ED9" w:rsidRDefault="005B3ED9" w:rsidP="005B3ED9">
      <w:r>
        <w:t>234.8631</w:t>
      </w:r>
      <w:r>
        <w:tab/>
        <w:t>1.013e0</w:t>
      </w:r>
    </w:p>
    <w:p w:rsidR="005B3ED9" w:rsidRDefault="005B3ED9" w:rsidP="005B3ED9">
      <w:r>
        <w:t>234.9327</w:t>
      </w:r>
      <w:r>
        <w:tab/>
        <w:t>2.025e0</w:t>
      </w:r>
    </w:p>
    <w:p w:rsidR="005B3ED9" w:rsidRDefault="005B3ED9" w:rsidP="005B3ED9">
      <w:r>
        <w:t>234.9935</w:t>
      </w:r>
      <w:r>
        <w:tab/>
        <w:t>1.013e0</w:t>
      </w:r>
    </w:p>
    <w:p w:rsidR="005B3ED9" w:rsidRDefault="005B3ED9" w:rsidP="005B3ED9">
      <w:r>
        <w:t>234.9955</w:t>
      </w:r>
      <w:r>
        <w:tab/>
        <w:t>2.025e0</w:t>
      </w:r>
    </w:p>
    <w:p w:rsidR="005B3ED9" w:rsidRDefault="005B3ED9" w:rsidP="005B3ED9">
      <w:r>
        <w:t>235.0091</w:t>
      </w:r>
      <w:r>
        <w:tab/>
        <w:t>1.013e0</w:t>
      </w:r>
    </w:p>
    <w:p w:rsidR="005B3ED9" w:rsidRDefault="005B3ED9" w:rsidP="005B3ED9">
      <w:r>
        <w:t>235.0113</w:t>
      </w:r>
      <w:r>
        <w:tab/>
        <w:t>2.025e0</w:t>
      </w:r>
    </w:p>
    <w:p w:rsidR="005B3ED9" w:rsidRDefault="005B3ED9" w:rsidP="005B3ED9">
      <w:r>
        <w:t>235.0218</w:t>
      </w:r>
      <w:r>
        <w:tab/>
        <w:t>1.013e0</w:t>
      </w:r>
    </w:p>
    <w:p w:rsidR="005B3ED9" w:rsidRDefault="005B3ED9" w:rsidP="005B3ED9">
      <w:r>
        <w:t>235.0282</w:t>
      </w:r>
      <w:r>
        <w:tab/>
        <w:t>2.025e0</w:t>
      </w:r>
    </w:p>
    <w:p w:rsidR="005B3ED9" w:rsidRDefault="005B3ED9" w:rsidP="005B3ED9">
      <w:r>
        <w:t>235.0544</w:t>
      </w:r>
      <w:r>
        <w:tab/>
        <w:t>1.013e0</w:t>
      </w:r>
    </w:p>
    <w:p w:rsidR="005B3ED9" w:rsidRDefault="005B3ED9" w:rsidP="005B3ED9">
      <w:r>
        <w:t>235.0659</w:t>
      </w:r>
      <w:r>
        <w:tab/>
        <w:t>2.025e0</w:t>
      </w:r>
    </w:p>
    <w:p w:rsidR="005B3ED9" w:rsidRDefault="005B3ED9" w:rsidP="005B3ED9">
      <w:r>
        <w:t>235.0748</w:t>
      </w:r>
      <w:r>
        <w:tab/>
        <w:t>1.013e0</w:t>
      </w:r>
    </w:p>
    <w:p w:rsidR="005B3ED9" w:rsidRDefault="005B3ED9" w:rsidP="005B3ED9">
      <w:r>
        <w:lastRenderedPageBreak/>
        <w:t>235.1019</w:t>
      </w:r>
      <w:r>
        <w:tab/>
        <w:t>5.063e0</w:t>
      </w:r>
    </w:p>
    <w:p w:rsidR="005B3ED9" w:rsidRDefault="005B3ED9" w:rsidP="005B3ED9">
      <w:r>
        <w:t>235.1034</w:t>
      </w:r>
      <w:r>
        <w:tab/>
        <w:t>1.013e0</w:t>
      </w:r>
    </w:p>
    <w:p w:rsidR="005B3ED9" w:rsidRDefault="005B3ED9" w:rsidP="005B3ED9">
      <w:r>
        <w:t>235.1060</w:t>
      </w:r>
      <w:r>
        <w:tab/>
        <w:t>3.789e0</w:t>
      </w:r>
    </w:p>
    <w:p w:rsidR="005B3ED9" w:rsidRDefault="005B3ED9" w:rsidP="005B3ED9">
      <w:r>
        <w:t>235.1321</w:t>
      </w:r>
      <w:r>
        <w:tab/>
        <w:t>1.013e0</w:t>
      </w:r>
    </w:p>
    <w:p w:rsidR="005B3ED9" w:rsidRDefault="005B3ED9" w:rsidP="005B3ED9">
      <w:r>
        <w:t>235.1525</w:t>
      </w:r>
      <w:r>
        <w:tab/>
        <w:t>2.025e0</w:t>
      </w:r>
    </w:p>
    <w:p w:rsidR="005B3ED9" w:rsidRDefault="005B3ED9" w:rsidP="005B3ED9">
      <w:r>
        <w:t>235.1583</w:t>
      </w:r>
      <w:r>
        <w:tab/>
        <w:t>2.025e0</w:t>
      </w:r>
    </w:p>
    <w:p w:rsidR="005B3ED9" w:rsidRDefault="005B3ED9" w:rsidP="005B3ED9">
      <w:r>
        <w:t>235.1762</w:t>
      </w:r>
      <w:r>
        <w:tab/>
        <w:t>1.013e0</w:t>
      </w:r>
    </w:p>
    <w:p w:rsidR="005B3ED9" w:rsidRDefault="005B3ED9" w:rsidP="005B3ED9">
      <w:r>
        <w:t>235.1806</w:t>
      </w:r>
      <w:r>
        <w:tab/>
        <w:t>2.025e0</w:t>
      </w:r>
    </w:p>
    <w:p w:rsidR="005B3ED9" w:rsidRDefault="005B3ED9" w:rsidP="005B3ED9">
      <w:r>
        <w:t>235.2172</w:t>
      </w:r>
      <w:r>
        <w:tab/>
        <w:t>1.013e0</w:t>
      </w:r>
    </w:p>
    <w:p w:rsidR="005B3ED9" w:rsidRDefault="005B3ED9" w:rsidP="005B3ED9">
      <w:r>
        <w:t>235.2424</w:t>
      </w:r>
      <w:r>
        <w:tab/>
        <w:t>2.025e0</w:t>
      </w:r>
    </w:p>
    <w:p w:rsidR="005B3ED9" w:rsidRDefault="005B3ED9" w:rsidP="005B3ED9">
      <w:r>
        <w:t>235.2954</w:t>
      </w:r>
      <w:r>
        <w:tab/>
        <w:t>1.013e0</w:t>
      </w:r>
    </w:p>
    <w:p w:rsidR="005B3ED9" w:rsidRDefault="005B3ED9" w:rsidP="005B3ED9">
      <w:r>
        <w:t>235.3309</w:t>
      </w:r>
      <w:r>
        <w:tab/>
        <w:t>1.013e0</w:t>
      </w:r>
    </w:p>
    <w:p w:rsidR="005B3ED9" w:rsidRDefault="005B3ED9" w:rsidP="005B3ED9">
      <w:r>
        <w:t>235.3528</w:t>
      </w:r>
      <w:r>
        <w:tab/>
        <w:t>1.013e0</w:t>
      </w:r>
    </w:p>
    <w:p w:rsidR="005B3ED9" w:rsidRDefault="005B3ED9" w:rsidP="005B3ED9">
      <w:r>
        <w:t>235.3763</w:t>
      </w:r>
      <w:r>
        <w:tab/>
        <w:t>1.013e0</w:t>
      </w:r>
    </w:p>
    <w:p w:rsidR="005B3ED9" w:rsidRDefault="005B3ED9" w:rsidP="005B3ED9">
      <w:r>
        <w:t>235.4370</w:t>
      </w:r>
      <w:r>
        <w:tab/>
        <w:t>1.013e0</w:t>
      </w:r>
    </w:p>
    <w:p w:rsidR="005B3ED9" w:rsidRDefault="005B3ED9" w:rsidP="005B3ED9">
      <w:r>
        <w:t>235.4500</w:t>
      </w:r>
      <w:r>
        <w:tab/>
        <w:t>1.013e0</w:t>
      </w:r>
    </w:p>
    <w:p w:rsidR="005B3ED9" w:rsidRDefault="005B3ED9" w:rsidP="005B3ED9">
      <w:r>
        <w:t>235.4784</w:t>
      </w:r>
      <w:r>
        <w:tab/>
        <w:t>1.013e0</w:t>
      </w:r>
    </w:p>
    <w:p w:rsidR="005B3ED9" w:rsidRDefault="005B3ED9" w:rsidP="005B3ED9">
      <w:r>
        <w:t>235.4900</w:t>
      </w:r>
      <w:r>
        <w:tab/>
        <w:t>1.013e0</w:t>
      </w:r>
    </w:p>
    <w:p w:rsidR="005B3ED9" w:rsidRDefault="005B3ED9" w:rsidP="005B3ED9">
      <w:r>
        <w:t>235.5055</w:t>
      </w:r>
      <w:r>
        <w:tab/>
        <w:t>3.038e0</w:t>
      </w:r>
    </w:p>
    <w:p w:rsidR="005B3ED9" w:rsidRDefault="005B3ED9" w:rsidP="005B3ED9">
      <w:r>
        <w:lastRenderedPageBreak/>
        <w:t>235.5273</w:t>
      </w:r>
      <w:r>
        <w:tab/>
        <w:t>3.038e0</w:t>
      </w:r>
    </w:p>
    <w:p w:rsidR="005B3ED9" w:rsidRDefault="005B3ED9" w:rsidP="005B3ED9">
      <w:r>
        <w:t>235.5334</w:t>
      </w:r>
      <w:r>
        <w:tab/>
        <w:t>4.051e0</w:t>
      </w:r>
    </w:p>
    <w:p w:rsidR="005B3ED9" w:rsidRDefault="005B3ED9" w:rsidP="005B3ED9">
      <w:r>
        <w:t>235.6134</w:t>
      </w:r>
      <w:r>
        <w:tab/>
        <w:t>1.013e0</w:t>
      </w:r>
    </w:p>
    <w:p w:rsidR="005B3ED9" w:rsidRDefault="005B3ED9" w:rsidP="005B3ED9">
      <w:r>
        <w:t>235.6219</w:t>
      </w:r>
      <w:r>
        <w:tab/>
        <w:t>1.013e0</w:t>
      </w:r>
    </w:p>
    <w:p w:rsidR="005B3ED9" w:rsidRDefault="005B3ED9" w:rsidP="005B3ED9">
      <w:r>
        <w:t>235.6296</w:t>
      </w:r>
      <w:r>
        <w:tab/>
        <w:t>1.013e0</w:t>
      </w:r>
    </w:p>
    <w:p w:rsidR="005B3ED9" w:rsidRDefault="005B3ED9" w:rsidP="005B3ED9">
      <w:r>
        <w:t>235.6414</w:t>
      </w:r>
      <w:r>
        <w:tab/>
        <w:t>1.013e0</w:t>
      </w:r>
    </w:p>
    <w:p w:rsidR="005B3ED9" w:rsidRDefault="005B3ED9" w:rsidP="005B3ED9">
      <w:r>
        <w:t>235.6620</w:t>
      </w:r>
      <w:r>
        <w:tab/>
        <w:t>1.013e0</w:t>
      </w:r>
    </w:p>
    <w:p w:rsidR="005B3ED9" w:rsidRDefault="005B3ED9" w:rsidP="005B3ED9">
      <w:r>
        <w:t>235.6945</w:t>
      </w:r>
      <w:r>
        <w:tab/>
        <w:t>2.025e0</w:t>
      </w:r>
    </w:p>
    <w:p w:rsidR="005B3ED9" w:rsidRDefault="005B3ED9" w:rsidP="005B3ED9">
      <w:r>
        <w:t>235.7593</w:t>
      </w:r>
      <w:r>
        <w:tab/>
        <w:t>1.013e0</w:t>
      </w:r>
    </w:p>
    <w:p w:rsidR="005B3ED9" w:rsidRDefault="005B3ED9" w:rsidP="005B3ED9">
      <w:r>
        <w:t>235.8655</w:t>
      </w:r>
      <w:r>
        <w:tab/>
        <w:t>1.013e0</w:t>
      </w:r>
    </w:p>
    <w:p w:rsidR="005B3ED9" w:rsidRDefault="005B3ED9" w:rsidP="005B3ED9">
      <w:r>
        <w:t>235.8909</w:t>
      </w:r>
      <w:r>
        <w:tab/>
        <w:t>1.013e0</w:t>
      </w:r>
    </w:p>
    <w:p w:rsidR="005B3ED9" w:rsidRDefault="005B3ED9" w:rsidP="005B3ED9">
      <w:r>
        <w:t>235.9479</w:t>
      </w:r>
      <w:r>
        <w:tab/>
        <w:t>1.013e0</w:t>
      </w:r>
    </w:p>
    <w:p w:rsidR="005B3ED9" w:rsidRDefault="005B3ED9" w:rsidP="005B3ED9">
      <w:r>
        <w:t>235.9943</w:t>
      </w:r>
      <w:r>
        <w:tab/>
        <w:t>7.089e0</w:t>
      </w:r>
    </w:p>
    <w:p w:rsidR="005B3ED9" w:rsidRDefault="005B3ED9" w:rsidP="005B3ED9">
      <w:r>
        <w:t>236.0067</w:t>
      </w:r>
      <w:r>
        <w:tab/>
        <w:t>1.013e1</w:t>
      </w:r>
    </w:p>
    <w:p w:rsidR="005B3ED9" w:rsidRDefault="005B3ED9" w:rsidP="005B3ED9">
      <w:r>
        <w:t>236.0122</w:t>
      </w:r>
      <w:r>
        <w:tab/>
        <w:t>4.973e0</w:t>
      </w:r>
    </w:p>
    <w:p w:rsidR="005B3ED9" w:rsidRDefault="005B3ED9" w:rsidP="005B3ED9">
      <w:r>
        <w:t>236.0157</w:t>
      </w:r>
      <w:r>
        <w:tab/>
        <w:t>1.191e1</w:t>
      </w:r>
    </w:p>
    <w:p w:rsidR="005B3ED9" w:rsidRDefault="005B3ED9" w:rsidP="005B3ED9">
      <w:r>
        <w:t>236.0217</w:t>
      </w:r>
      <w:r>
        <w:tab/>
        <w:t>1.038e1</w:t>
      </w:r>
    </w:p>
    <w:p w:rsidR="005B3ED9" w:rsidRDefault="005B3ED9" w:rsidP="005B3ED9">
      <w:r>
        <w:t>236.0386</w:t>
      </w:r>
      <w:r>
        <w:tab/>
        <w:t>4.051e0</w:t>
      </w:r>
    </w:p>
    <w:p w:rsidR="005B3ED9" w:rsidRDefault="005B3ED9" w:rsidP="005B3ED9">
      <w:r>
        <w:t>236.0735</w:t>
      </w:r>
      <w:r>
        <w:tab/>
        <w:t>1.013e0</w:t>
      </w:r>
    </w:p>
    <w:p w:rsidR="005B3ED9" w:rsidRDefault="005B3ED9" w:rsidP="005B3ED9">
      <w:r>
        <w:lastRenderedPageBreak/>
        <w:t>236.0993</w:t>
      </w:r>
      <w:r>
        <w:tab/>
        <w:t>2.025e0</w:t>
      </w:r>
    </w:p>
    <w:p w:rsidR="005B3ED9" w:rsidRDefault="005B3ED9" w:rsidP="005B3ED9">
      <w:r>
        <w:t>236.1097</w:t>
      </w:r>
      <w:r>
        <w:tab/>
        <w:t>3.038e0</w:t>
      </w:r>
    </w:p>
    <w:p w:rsidR="005B3ED9" w:rsidRDefault="005B3ED9" w:rsidP="005B3ED9">
      <w:r>
        <w:t>236.1346</w:t>
      </w:r>
      <w:r>
        <w:tab/>
        <w:t>2.352e0</w:t>
      </w:r>
    </w:p>
    <w:p w:rsidR="005B3ED9" w:rsidRDefault="005B3ED9" w:rsidP="005B3ED9">
      <w:r>
        <w:t>236.1399</w:t>
      </w:r>
      <w:r>
        <w:tab/>
        <w:t>1.013e0</w:t>
      </w:r>
    </w:p>
    <w:p w:rsidR="005B3ED9" w:rsidRDefault="005B3ED9" w:rsidP="005B3ED9">
      <w:r>
        <w:t>236.1602</w:t>
      </w:r>
      <w:r>
        <w:tab/>
        <w:t>1.013e0</w:t>
      </w:r>
    </w:p>
    <w:p w:rsidR="005B3ED9" w:rsidRDefault="005B3ED9" w:rsidP="005B3ED9">
      <w:r>
        <w:t>236.1680</w:t>
      </w:r>
      <w:r>
        <w:tab/>
        <w:t>1.013e0</w:t>
      </w:r>
    </w:p>
    <w:p w:rsidR="005B3ED9" w:rsidRDefault="005B3ED9" w:rsidP="005B3ED9">
      <w:r>
        <w:t>236.2172</w:t>
      </w:r>
      <w:r>
        <w:tab/>
        <w:t>1.013e0</w:t>
      </w:r>
    </w:p>
    <w:p w:rsidR="005B3ED9" w:rsidRDefault="005B3ED9" w:rsidP="005B3ED9">
      <w:r>
        <w:t>236.2624</w:t>
      </w:r>
      <w:r>
        <w:tab/>
        <w:t>1.013e0</w:t>
      </w:r>
    </w:p>
    <w:p w:rsidR="005B3ED9" w:rsidRDefault="005B3ED9" w:rsidP="005B3ED9">
      <w:r>
        <w:t>236.2949</w:t>
      </w:r>
      <w:r>
        <w:tab/>
        <w:t>1.013e0</w:t>
      </w:r>
    </w:p>
    <w:p w:rsidR="005B3ED9" w:rsidRDefault="005B3ED9" w:rsidP="005B3ED9">
      <w:r>
        <w:t>236.3569</w:t>
      </w:r>
      <w:r>
        <w:tab/>
        <w:t>1.013e0</w:t>
      </w:r>
    </w:p>
    <w:p w:rsidR="005B3ED9" w:rsidRDefault="005B3ED9" w:rsidP="005B3ED9">
      <w:r>
        <w:t>236.3647</w:t>
      </w:r>
      <w:r>
        <w:tab/>
        <w:t>1.013e0</w:t>
      </w:r>
    </w:p>
    <w:p w:rsidR="005B3ED9" w:rsidRDefault="005B3ED9" w:rsidP="005B3ED9">
      <w:r>
        <w:t>236.3803</w:t>
      </w:r>
      <w:r>
        <w:tab/>
        <w:t>1.013e0</w:t>
      </w:r>
    </w:p>
    <w:p w:rsidR="005B3ED9" w:rsidRDefault="005B3ED9" w:rsidP="005B3ED9">
      <w:r>
        <w:t>236.3968</w:t>
      </w:r>
      <w:r>
        <w:tab/>
        <w:t>1.013e0</w:t>
      </w:r>
    </w:p>
    <w:p w:rsidR="005B3ED9" w:rsidRDefault="005B3ED9" w:rsidP="005B3ED9">
      <w:r>
        <w:t>236.4373</w:t>
      </w:r>
      <w:r>
        <w:tab/>
        <w:t>1.013e0</w:t>
      </w:r>
    </w:p>
    <w:p w:rsidR="005B3ED9" w:rsidRDefault="005B3ED9" w:rsidP="005B3ED9">
      <w:r>
        <w:t>236.4456</w:t>
      </w:r>
      <w:r>
        <w:tab/>
        <w:t>1.013e0</w:t>
      </w:r>
    </w:p>
    <w:p w:rsidR="005B3ED9" w:rsidRDefault="005B3ED9" w:rsidP="005B3ED9">
      <w:r>
        <w:t>236.4865</w:t>
      </w:r>
      <w:r>
        <w:tab/>
        <w:t>1.013e0</w:t>
      </w:r>
    </w:p>
    <w:p w:rsidR="005B3ED9" w:rsidRDefault="005B3ED9" w:rsidP="005B3ED9">
      <w:r>
        <w:t>236.4988</w:t>
      </w:r>
      <w:r>
        <w:tab/>
        <w:t>2.025e0</w:t>
      </w:r>
    </w:p>
    <w:p w:rsidR="005B3ED9" w:rsidRDefault="005B3ED9" w:rsidP="005B3ED9">
      <w:r>
        <w:t>236.5201</w:t>
      </w:r>
      <w:r>
        <w:tab/>
        <w:t>1.013e0</w:t>
      </w:r>
    </w:p>
    <w:p w:rsidR="005B3ED9" w:rsidRDefault="005B3ED9" w:rsidP="005B3ED9">
      <w:r>
        <w:t>236.5609</w:t>
      </w:r>
      <w:r>
        <w:tab/>
        <w:t>1.013e0</w:t>
      </w:r>
    </w:p>
    <w:p w:rsidR="005B3ED9" w:rsidRDefault="005B3ED9" w:rsidP="005B3ED9">
      <w:r>
        <w:lastRenderedPageBreak/>
        <w:t>236.5791</w:t>
      </w:r>
      <w:r>
        <w:tab/>
        <w:t>2.025e0</w:t>
      </w:r>
    </w:p>
    <w:p w:rsidR="005B3ED9" w:rsidRDefault="005B3ED9" w:rsidP="005B3ED9">
      <w:r>
        <w:t>236.5888</w:t>
      </w:r>
      <w:r>
        <w:tab/>
        <w:t>1.013e0</w:t>
      </w:r>
    </w:p>
    <w:p w:rsidR="005B3ED9" w:rsidRDefault="005B3ED9" w:rsidP="005B3ED9">
      <w:r>
        <w:t>236.5965</w:t>
      </w:r>
      <w:r>
        <w:tab/>
        <w:t>1.013e0</w:t>
      </w:r>
    </w:p>
    <w:p w:rsidR="005B3ED9" w:rsidRDefault="005B3ED9" w:rsidP="005B3ED9">
      <w:r>
        <w:t>236.6263</w:t>
      </w:r>
      <w:r>
        <w:tab/>
        <w:t>1.013e0</w:t>
      </w:r>
    </w:p>
    <w:p w:rsidR="005B3ED9" w:rsidRDefault="005B3ED9" w:rsidP="005B3ED9">
      <w:r>
        <w:t>236.6833</w:t>
      </w:r>
      <w:r>
        <w:tab/>
        <w:t>1.013e0</w:t>
      </w:r>
    </w:p>
    <w:p w:rsidR="005B3ED9" w:rsidRDefault="005B3ED9" w:rsidP="005B3ED9">
      <w:r>
        <w:t>236.7325</w:t>
      </w:r>
      <w:r>
        <w:tab/>
        <w:t>1.013e0</w:t>
      </w:r>
    </w:p>
    <w:p w:rsidR="005B3ED9" w:rsidRDefault="005B3ED9" w:rsidP="005B3ED9">
      <w:r>
        <w:t>236.7561</w:t>
      </w:r>
      <w:r>
        <w:tab/>
        <w:t>1.013e0</w:t>
      </w:r>
    </w:p>
    <w:p w:rsidR="005B3ED9" w:rsidRDefault="005B3ED9" w:rsidP="005B3ED9">
      <w:r>
        <w:t>236.7817</w:t>
      </w:r>
      <w:r>
        <w:tab/>
        <w:t>1.013e0</w:t>
      </w:r>
    </w:p>
    <w:p w:rsidR="005B3ED9" w:rsidRDefault="005B3ED9" w:rsidP="005B3ED9">
      <w:r>
        <w:t>236.8466</w:t>
      </w:r>
      <w:r>
        <w:tab/>
        <w:t>1.013e0</w:t>
      </w:r>
    </w:p>
    <w:p w:rsidR="005B3ED9" w:rsidRDefault="005B3ED9" w:rsidP="005B3ED9">
      <w:r>
        <w:t>236.8918</w:t>
      </w:r>
      <w:r>
        <w:tab/>
        <w:t>1.013e0</w:t>
      </w:r>
    </w:p>
    <w:p w:rsidR="005B3ED9" w:rsidRDefault="005B3ED9" w:rsidP="005B3ED9">
      <w:r>
        <w:t>236.9292</w:t>
      </w:r>
      <w:r>
        <w:tab/>
        <w:t>1.013e0</w:t>
      </w:r>
    </w:p>
    <w:p w:rsidR="005B3ED9" w:rsidRDefault="005B3ED9" w:rsidP="005B3ED9">
      <w:r>
        <w:t>236.9371</w:t>
      </w:r>
      <w:r>
        <w:tab/>
        <w:t>1.013e0</w:t>
      </w:r>
    </w:p>
    <w:p w:rsidR="005B3ED9" w:rsidRDefault="005B3ED9" w:rsidP="005B3ED9">
      <w:r>
        <w:t>236.9692</w:t>
      </w:r>
      <w:r>
        <w:tab/>
        <w:t>2.025e0</w:t>
      </w:r>
    </w:p>
    <w:p w:rsidR="005B3ED9" w:rsidRDefault="005B3ED9" w:rsidP="005B3ED9">
      <w:r>
        <w:t>236.9805</w:t>
      </w:r>
      <w:r>
        <w:tab/>
        <w:t>9.114e0</w:t>
      </w:r>
    </w:p>
    <w:p w:rsidR="005B3ED9" w:rsidRDefault="005B3ED9" w:rsidP="005B3ED9">
      <w:r>
        <w:t>236.9883</w:t>
      </w:r>
      <w:r>
        <w:tab/>
        <w:t>2.025e0</w:t>
      </w:r>
    </w:p>
    <w:p w:rsidR="005B3ED9" w:rsidRDefault="005B3ED9" w:rsidP="005B3ED9">
      <w:r>
        <w:t>237.0020</w:t>
      </w:r>
      <w:r>
        <w:tab/>
        <w:t>3.038e0</w:t>
      </w:r>
    </w:p>
    <w:p w:rsidR="005B3ED9" w:rsidRDefault="005B3ED9" w:rsidP="005B3ED9">
      <w:r>
        <w:t>237.0190</w:t>
      </w:r>
      <w:r>
        <w:tab/>
        <w:t>9.114e0</w:t>
      </w:r>
    </w:p>
    <w:p w:rsidR="005B3ED9" w:rsidRDefault="005B3ED9" w:rsidP="005B3ED9">
      <w:r>
        <w:t>237.0228</w:t>
      </w:r>
      <w:r>
        <w:tab/>
        <w:t>7.089e0</w:t>
      </w:r>
    </w:p>
    <w:p w:rsidR="005B3ED9" w:rsidRDefault="005B3ED9" w:rsidP="005B3ED9">
      <w:r>
        <w:t>237.0269</w:t>
      </w:r>
      <w:r>
        <w:tab/>
        <w:t>1.150e1</w:t>
      </w:r>
    </w:p>
    <w:p w:rsidR="005B3ED9" w:rsidRDefault="005B3ED9" w:rsidP="005B3ED9">
      <w:r>
        <w:lastRenderedPageBreak/>
        <w:t>237.0590</w:t>
      </w:r>
      <w:r>
        <w:tab/>
        <w:t>2.025e0</w:t>
      </w:r>
    </w:p>
    <w:p w:rsidR="005B3ED9" w:rsidRDefault="005B3ED9" w:rsidP="005B3ED9">
      <w:r>
        <w:t>237.1198</w:t>
      </w:r>
      <w:r>
        <w:tab/>
        <w:t>3.038e0</w:t>
      </w:r>
    </w:p>
    <w:p w:rsidR="005B3ED9" w:rsidRDefault="005B3ED9" w:rsidP="005B3ED9">
      <w:r>
        <w:t>237.1234</w:t>
      </w:r>
      <w:r>
        <w:tab/>
        <w:t>3.038e0</w:t>
      </w:r>
    </w:p>
    <w:p w:rsidR="005B3ED9" w:rsidRDefault="005B3ED9" w:rsidP="005B3ED9">
      <w:r>
        <w:t>237.1409</w:t>
      </w:r>
      <w:r>
        <w:tab/>
        <w:t>5.063e0</w:t>
      </w:r>
    </w:p>
    <w:p w:rsidR="005B3ED9" w:rsidRDefault="005B3ED9" w:rsidP="005B3ED9">
      <w:r>
        <w:t>237.1497</w:t>
      </w:r>
      <w:r>
        <w:tab/>
        <w:t>1.013e0</w:t>
      </w:r>
    </w:p>
    <w:p w:rsidR="005B3ED9" w:rsidRDefault="005B3ED9" w:rsidP="005B3ED9">
      <w:r>
        <w:t>237.1536</w:t>
      </w:r>
      <w:r>
        <w:tab/>
        <w:t>2.025e0</w:t>
      </w:r>
    </w:p>
    <w:p w:rsidR="005B3ED9" w:rsidRDefault="005B3ED9" w:rsidP="005B3ED9">
      <w:r>
        <w:t>237.1912</w:t>
      </w:r>
      <w:r>
        <w:tab/>
        <w:t>1.013e0</w:t>
      </w:r>
    </w:p>
    <w:p w:rsidR="005B3ED9" w:rsidRDefault="005B3ED9" w:rsidP="005B3ED9">
      <w:r>
        <w:t>237.2068</w:t>
      </w:r>
      <w:r>
        <w:tab/>
        <w:t>1.013e0</w:t>
      </w:r>
    </w:p>
    <w:p w:rsidR="005B3ED9" w:rsidRDefault="005B3ED9" w:rsidP="005B3ED9">
      <w:r>
        <w:t>237.2107</w:t>
      </w:r>
      <w:r>
        <w:tab/>
        <w:t>2.025e0</w:t>
      </w:r>
    </w:p>
    <w:p w:rsidR="005B3ED9" w:rsidRDefault="005B3ED9" w:rsidP="005B3ED9">
      <w:r>
        <w:t>237.3131</w:t>
      </w:r>
      <w:r>
        <w:tab/>
        <w:t>1.013e0</w:t>
      </w:r>
    </w:p>
    <w:p w:rsidR="005B3ED9" w:rsidRDefault="005B3ED9" w:rsidP="005B3ED9">
      <w:r>
        <w:t>237.3149</w:t>
      </w:r>
      <w:r>
        <w:tab/>
        <w:t>2.025e0</w:t>
      </w:r>
    </w:p>
    <w:p w:rsidR="005B3ED9" w:rsidRDefault="005B3ED9" w:rsidP="005B3ED9">
      <w:r>
        <w:t>237.3701</w:t>
      </w:r>
      <w:r>
        <w:tab/>
        <w:t>1.013e0</w:t>
      </w:r>
    </w:p>
    <w:p w:rsidR="005B3ED9" w:rsidRDefault="005B3ED9" w:rsidP="005B3ED9">
      <w:r>
        <w:t>237.3956</w:t>
      </w:r>
      <w:r>
        <w:tab/>
        <w:t>3.038e0</w:t>
      </w:r>
    </w:p>
    <w:p w:rsidR="005B3ED9" w:rsidRDefault="005B3ED9" w:rsidP="005B3ED9">
      <w:r>
        <w:t>237.4155</w:t>
      </w:r>
      <w:r>
        <w:tab/>
        <w:t>1.013e0</w:t>
      </w:r>
    </w:p>
    <w:p w:rsidR="005B3ED9" w:rsidRDefault="005B3ED9" w:rsidP="005B3ED9">
      <w:r>
        <w:t>237.4491</w:t>
      </w:r>
      <w:r>
        <w:tab/>
        <w:t>1.013e0</w:t>
      </w:r>
    </w:p>
    <w:p w:rsidR="005B3ED9" w:rsidRDefault="005B3ED9" w:rsidP="005B3ED9">
      <w:r>
        <w:t>237.4530</w:t>
      </w:r>
      <w:r>
        <w:tab/>
        <w:t>1.013e0</w:t>
      </w:r>
    </w:p>
    <w:p w:rsidR="005B3ED9" w:rsidRDefault="005B3ED9" w:rsidP="005B3ED9">
      <w:r>
        <w:t>237.5218</w:t>
      </w:r>
      <w:r>
        <w:tab/>
        <w:t>1.013e0</w:t>
      </w:r>
    </w:p>
    <w:p w:rsidR="005B3ED9" w:rsidRDefault="005B3ED9" w:rsidP="005B3ED9">
      <w:r>
        <w:t>237.5353</w:t>
      </w:r>
      <w:r>
        <w:tab/>
        <w:t>2.025e0</w:t>
      </w:r>
    </w:p>
    <w:p w:rsidR="005B3ED9" w:rsidRDefault="005B3ED9" w:rsidP="005B3ED9">
      <w:r>
        <w:t>237.6242</w:t>
      </w:r>
      <w:r>
        <w:tab/>
        <w:t>1.013e0</w:t>
      </w:r>
    </w:p>
    <w:p w:rsidR="005B3ED9" w:rsidRDefault="005B3ED9" w:rsidP="005B3ED9">
      <w:r>
        <w:lastRenderedPageBreak/>
        <w:t>237.6281</w:t>
      </w:r>
      <w:r>
        <w:tab/>
        <w:t>3.038e0</w:t>
      </w:r>
    </w:p>
    <w:p w:rsidR="005B3ED9" w:rsidRDefault="005B3ED9" w:rsidP="005B3ED9">
      <w:r>
        <w:t>237.6452</w:t>
      </w:r>
      <w:r>
        <w:tab/>
        <w:t>1.013e0</w:t>
      </w:r>
    </w:p>
    <w:p w:rsidR="005B3ED9" w:rsidRDefault="005B3ED9" w:rsidP="005B3ED9">
      <w:r>
        <w:t>237.7048</w:t>
      </w:r>
      <w:r>
        <w:tab/>
        <w:t>2.025e0</w:t>
      </w:r>
    </w:p>
    <w:p w:rsidR="005B3ED9" w:rsidRDefault="005B3ED9" w:rsidP="005B3ED9">
      <w:r>
        <w:t>237.7877</w:t>
      </w:r>
      <w:r>
        <w:tab/>
        <w:t>1.013e0</w:t>
      </w:r>
    </w:p>
    <w:p w:rsidR="005B3ED9" w:rsidRDefault="005B3ED9" w:rsidP="005B3ED9">
      <w:r>
        <w:t>237.7921</w:t>
      </w:r>
      <w:r>
        <w:tab/>
        <w:t>1.013e0</w:t>
      </w:r>
    </w:p>
    <w:p w:rsidR="005B3ED9" w:rsidRDefault="005B3ED9" w:rsidP="005B3ED9">
      <w:r>
        <w:t>237.9730</w:t>
      </w:r>
      <w:r>
        <w:tab/>
        <w:t>1.013e0</w:t>
      </w:r>
    </w:p>
    <w:p w:rsidR="005B3ED9" w:rsidRDefault="005B3ED9" w:rsidP="005B3ED9">
      <w:r>
        <w:t>237.9769</w:t>
      </w:r>
      <w:r>
        <w:tab/>
        <w:t>1.013e0</w:t>
      </w:r>
    </w:p>
    <w:p w:rsidR="005B3ED9" w:rsidRDefault="005B3ED9" w:rsidP="005B3ED9">
      <w:r>
        <w:t>237.9886</w:t>
      </w:r>
      <w:r>
        <w:tab/>
        <w:t>1.013e0</w:t>
      </w:r>
    </w:p>
    <w:p w:rsidR="005B3ED9" w:rsidRDefault="005B3ED9" w:rsidP="005B3ED9">
      <w:r>
        <w:t>238.0145</w:t>
      </w:r>
      <w:r>
        <w:tab/>
        <w:t>1.013e0</w:t>
      </w:r>
    </w:p>
    <w:p w:rsidR="005B3ED9" w:rsidRDefault="005B3ED9" w:rsidP="005B3ED9">
      <w:r>
        <w:t>238.0220</w:t>
      </w:r>
      <w:r>
        <w:tab/>
        <w:t>7.089e0</w:t>
      </w:r>
    </w:p>
    <w:p w:rsidR="005B3ED9" w:rsidRDefault="005B3ED9" w:rsidP="005B3ED9">
      <w:r>
        <w:t>238.0296</w:t>
      </w:r>
      <w:r>
        <w:tab/>
        <w:t>5.063e0</w:t>
      </w:r>
    </w:p>
    <w:p w:rsidR="005B3ED9" w:rsidRDefault="005B3ED9" w:rsidP="005B3ED9">
      <w:r>
        <w:t>238.0417</w:t>
      </w:r>
      <w:r>
        <w:tab/>
        <w:t>1.013e0</w:t>
      </w:r>
    </w:p>
    <w:p w:rsidR="005B3ED9" w:rsidRDefault="005B3ED9" w:rsidP="005B3ED9">
      <w:r>
        <w:t>238.0551</w:t>
      </w:r>
      <w:r>
        <w:tab/>
        <w:t>1.013e0</w:t>
      </w:r>
    </w:p>
    <w:p w:rsidR="005B3ED9" w:rsidRDefault="005B3ED9" w:rsidP="005B3ED9">
      <w:r>
        <w:t>238.1131</w:t>
      </w:r>
      <w:r>
        <w:tab/>
        <w:t>1.013e0</w:t>
      </w:r>
    </w:p>
    <w:p w:rsidR="005B3ED9" w:rsidRDefault="005B3ED9" w:rsidP="005B3ED9">
      <w:r>
        <w:t>238.1229</w:t>
      </w:r>
      <w:r>
        <w:tab/>
        <w:t>2.025e0</w:t>
      </w:r>
    </w:p>
    <w:p w:rsidR="005B3ED9" w:rsidRDefault="005B3ED9" w:rsidP="005B3ED9">
      <w:r>
        <w:t>238.1366</w:t>
      </w:r>
      <w:r>
        <w:tab/>
        <w:t>1.013e0</w:t>
      </w:r>
    </w:p>
    <w:p w:rsidR="005B3ED9" w:rsidRDefault="005B3ED9" w:rsidP="005B3ED9">
      <w:r>
        <w:t>238.1664</w:t>
      </w:r>
      <w:r>
        <w:tab/>
        <w:t>3.038e0</w:t>
      </w:r>
    </w:p>
    <w:p w:rsidR="005B3ED9" w:rsidRDefault="005B3ED9" w:rsidP="005B3ED9">
      <w:r>
        <w:t>238.1741</w:t>
      </w:r>
      <w:r>
        <w:tab/>
        <w:t>2.025e0</w:t>
      </w:r>
    </w:p>
    <w:p w:rsidR="005B3ED9" w:rsidRDefault="005B3ED9" w:rsidP="005B3ED9">
      <w:r>
        <w:t>238.1819</w:t>
      </w:r>
      <w:r>
        <w:tab/>
        <w:t>1.013e0</w:t>
      </w:r>
    </w:p>
    <w:p w:rsidR="005B3ED9" w:rsidRDefault="005B3ED9" w:rsidP="005B3ED9">
      <w:r>
        <w:lastRenderedPageBreak/>
        <w:t>238.1897</w:t>
      </w:r>
      <w:r>
        <w:tab/>
        <w:t>1.013e0</w:t>
      </w:r>
    </w:p>
    <w:p w:rsidR="005B3ED9" w:rsidRDefault="005B3ED9" w:rsidP="005B3ED9">
      <w:r>
        <w:t>238.2055</w:t>
      </w:r>
      <w:r>
        <w:tab/>
        <w:t>3.038e0</w:t>
      </w:r>
    </w:p>
    <w:p w:rsidR="005B3ED9" w:rsidRDefault="005B3ED9" w:rsidP="005B3ED9">
      <w:r>
        <w:t>238.2112</w:t>
      </w:r>
      <w:r>
        <w:tab/>
        <w:t>1.013e0</w:t>
      </w:r>
    </w:p>
    <w:p w:rsidR="005B3ED9" w:rsidRDefault="005B3ED9" w:rsidP="005B3ED9">
      <w:r>
        <w:t>238.2195</w:t>
      </w:r>
      <w:r>
        <w:tab/>
        <w:t>1.013e0</w:t>
      </w:r>
    </w:p>
    <w:p w:rsidR="005B3ED9" w:rsidRDefault="005B3ED9" w:rsidP="005B3ED9">
      <w:r>
        <w:t>238.2727</w:t>
      </w:r>
      <w:r>
        <w:tab/>
        <w:t>1.013e0</w:t>
      </w:r>
    </w:p>
    <w:p w:rsidR="005B3ED9" w:rsidRDefault="005B3ED9" w:rsidP="005B3ED9">
      <w:r>
        <w:t>238.3298</w:t>
      </w:r>
      <w:r>
        <w:tab/>
        <w:t>1.013e0</w:t>
      </w:r>
    </w:p>
    <w:p w:rsidR="005B3ED9" w:rsidRDefault="005B3ED9" w:rsidP="005B3ED9">
      <w:r>
        <w:t>238.3416</w:t>
      </w:r>
      <w:r>
        <w:tab/>
        <w:t>1.013e0</w:t>
      </w:r>
    </w:p>
    <w:p w:rsidR="005B3ED9" w:rsidRDefault="005B3ED9" w:rsidP="005B3ED9">
      <w:r>
        <w:t>238.3791</w:t>
      </w:r>
      <w:r>
        <w:tab/>
        <w:t>2.025e0</w:t>
      </w:r>
    </w:p>
    <w:p w:rsidR="005B3ED9" w:rsidRDefault="005B3ED9" w:rsidP="005B3ED9">
      <w:r>
        <w:t>238.4076</w:t>
      </w:r>
      <w:r>
        <w:tab/>
        <w:t>1.013e0</w:t>
      </w:r>
    </w:p>
    <w:p w:rsidR="005B3ED9" w:rsidRDefault="005B3ED9" w:rsidP="005B3ED9">
      <w:r>
        <w:t>238.4165</w:t>
      </w:r>
      <w:r>
        <w:tab/>
        <w:t>1.013e0</w:t>
      </w:r>
    </w:p>
    <w:p w:rsidR="005B3ED9" w:rsidRDefault="005B3ED9" w:rsidP="005B3ED9">
      <w:r>
        <w:t>238.4657</w:t>
      </w:r>
      <w:r>
        <w:tab/>
        <w:t>1.013e0</w:t>
      </w:r>
    </w:p>
    <w:p w:rsidR="005B3ED9" w:rsidRDefault="005B3ED9" w:rsidP="005B3ED9">
      <w:r>
        <w:t>238.4777</w:t>
      </w:r>
      <w:r>
        <w:tab/>
        <w:t>1.013e0</w:t>
      </w:r>
    </w:p>
    <w:p w:rsidR="005B3ED9" w:rsidRDefault="005B3ED9" w:rsidP="005B3ED9">
      <w:r>
        <w:t>238.4972</w:t>
      </w:r>
      <w:r>
        <w:tab/>
        <w:t>1.013e0</w:t>
      </w:r>
    </w:p>
    <w:p w:rsidR="005B3ED9" w:rsidRDefault="005B3ED9" w:rsidP="005B3ED9">
      <w:r>
        <w:t>238.5232</w:t>
      </w:r>
      <w:r>
        <w:tab/>
        <w:t>1.013e0</w:t>
      </w:r>
    </w:p>
    <w:p w:rsidR="005B3ED9" w:rsidRDefault="005B3ED9" w:rsidP="005B3ED9">
      <w:r>
        <w:t>238.5349</w:t>
      </w:r>
      <w:r>
        <w:tab/>
        <w:t>1.013e0</w:t>
      </w:r>
    </w:p>
    <w:p w:rsidR="005B3ED9" w:rsidRDefault="005B3ED9" w:rsidP="005B3ED9">
      <w:r>
        <w:t>238.5550</w:t>
      </w:r>
      <w:r>
        <w:tab/>
        <w:t>1.013e0</w:t>
      </w:r>
    </w:p>
    <w:p w:rsidR="005B3ED9" w:rsidRDefault="005B3ED9" w:rsidP="005B3ED9">
      <w:r>
        <w:t>238.5684</w:t>
      </w:r>
      <w:r>
        <w:tab/>
        <w:t>1.013e0</w:t>
      </w:r>
    </w:p>
    <w:p w:rsidR="005B3ED9" w:rsidRDefault="005B3ED9" w:rsidP="005B3ED9">
      <w:r>
        <w:t>238.5882</w:t>
      </w:r>
      <w:r>
        <w:tab/>
        <w:t>1.013e0</w:t>
      </w:r>
    </w:p>
    <w:p w:rsidR="005B3ED9" w:rsidRDefault="005B3ED9" w:rsidP="005B3ED9">
      <w:r>
        <w:t>238.6131</w:t>
      </w:r>
      <w:r>
        <w:tab/>
        <w:t>1.013e0</w:t>
      </w:r>
    </w:p>
    <w:p w:rsidR="005B3ED9" w:rsidRDefault="005B3ED9" w:rsidP="005B3ED9">
      <w:r>
        <w:lastRenderedPageBreak/>
        <w:t>238.6175</w:t>
      </w:r>
      <w:r>
        <w:tab/>
        <w:t>1.013e0</w:t>
      </w:r>
    </w:p>
    <w:p w:rsidR="005B3ED9" w:rsidRDefault="005B3ED9" w:rsidP="005B3ED9">
      <w:r>
        <w:t>238.6219</w:t>
      </w:r>
      <w:r>
        <w:tab/>
        <w:t>1.013e0</w:t>
      </w:r>
    </w:p>
    <w:p w:rsidR="005B3ED9" w:rsidRDefault="005B3ED9" w:rsidP="005B3ED9">
      <w:r>
        <w:t>238.6414</w:t>
      </w:r>
      <w:r>
        <w:tab/>
        <w:t>1.013e0</w:t>
      </w:r>
    </w:p>
    <w:p w:rsidR="005B3ED9" w:rsidRDefault="005B3ED9" w:rsidP="005B3ED9">
      <w:r>
        <w:t>238.7361</w:t>
      </w:r>
      <w:r>
        <w:tab/>
        <w:t>1.013e0</w:t>
      </w:r>
    </w:p>
    <w:p w:rsidR="005B3ED9" w:rsidRDefault="005B3ED9" w:rsidP="005B3ED9">
      <w:r>
        <w:t>238.7776</w:t>
      </w:r>
      <w:r>
        <w:tab/>
        <w:t>1.013e0</w:t>
      </w:r>
    </w:p>
    <w:p w:rsidR="005B3ED9" w:rsidRDefault="005B3ED9" w:rsidP="005B3ED9">
      <w:r>
        <w:t>238.7894</w:t>
      </w:r>
      <w:r>
        <w:tab/>
        <w:t>1.013e0</w:t>
      </w:r>
    </w:p>
    <w:p w:rsidR="005B3ED9" w:rsidRDefault="005B3ED9" w:rsidP="005B3ED9">
      <w:r>
        <w:t>238.8142</w:t>
      </w:r>
      <w:r>
        <w:tab/>
        <w:t>1.013e0</w:t>
      </w:r>
    </w:p>
    <w:p w:rsidR="005B3ED9" w:rsidRDefault="005B3ED9" w:rsidP="005B3ED9">
      <w:r>
        <w:t>238.8232</w:t>
      </w:r>
      <w:r>
        <w:tab/>
        <w:t>1.013e0</w:t>
      </w:r>
    </w:p>
    <w:p w:rsidR="005B3ED9" w:rsidRDefault="005B3ED9" w:rsidP="005B3ED9">
      <w:r>
        <w:t>238.8544</w:t>
      </w:r>
      <w:r>
        <w:tab/>
        <w:t>1.013e0</w:t>
      </w:r>
    </w:p>
    <w:p w:rsidR="005B3ED9" w:rsidRDefault="005B3ED9" w:rsidP="005B3ED9">
      <w:r>
        <w:t>238.8589</w:t>
      </w:r>
      <w:r>
        <w:tab/>
        <w:t>2.025e0</w:t>
      </w:r>
    </w:p>
    <w:p w:rsidR="005B3ED9" w:rsidRDefault="005B3ED9" w:rsidP="005B3ED9">
      <w:r>
        <w:t>238.8723</w:t>
      </w:r>
      <w:r>
        <w:tab/>
        <w:t>1.013e0</w:t>
      </w:r>
    </w:p>
    <w:p w:rsidR="005B3ED9" w:rsidRDefault="005B3ED9" w:rsidP="005B3ED9">
      <w:r>
        <w:t>238.9258</w:t>
      </w:r>
      <w:r>
        <w:tab/>
        <w:t>1.013e0</w:t>
      </w:r>
    </w:p>
    <w:p w:rsidR="005B3ED9" w:rsidRDefault="005B3ED9" w:rsidP="005B3ED9">
      <w:r>
        <w:t>238.9599</w:t>
      </w:r>
      <w:r>
        <w:tab/>
        <w:t>3.038e0</w:t>
      </w:r>
    </w:p>
    <w:p w:rsidR="005B3ED9" w:rsidRDefault="005B3ED9" w:rsidP="005B3ED9">
      <w:r>
        <w:t>238.9707</w:t>
      </w:r>
      <w:r>
        <w:tab/>
        <w:t>1.013e0</w:t>
      </w:r>
    </w:p>
    <w:p w:rsidR="005B3ED9" w:rsidRDefault="005B3ED9" w:rsidP="005B3ED9">
      <w:r>
        <w:t>238.9985</w:t>
      </w:r>
      <w:r>
        <w:tab/>
        <w:t>1.013e0</w:t>
      </w:r>
    </w:p>
    <w:p w:rsidR="005B3ED9" w:rsidRDefault="005B3ED9" w:rsidP="005B3ED9">
      <w:r>
        <w:t>239.0065</w:t>
      </w:r>
      <w:r>
        <w:tab/>
        <w:t>2.025e0</w:t>
      </w:r>
    </w:p>
    <w:p w:rsidR="005B3ED9" w:rsidRDefault="005B3ED9" w:rsidP="005B3ED9">
      <w:r>
        <w:t>239.0175</w:t>
      </w:r>
      <w:r>
        <w:tab/>
        <w:t>2.025e0</w:t>
      </w:r>
    </w:p>
    <w:p w:rsidR="005B3ED9" w:rsidRDefault="005B3ED9" w:rsidP="005B3ED9">
      <w:r>
        <w:t>239.0199</w:t>
      </w:r>
      <w:r>
        <w:tab/>
        <w:t>1.013e0</w:t>
      </w:r>
    </w:p>
    <w:p w:rsidR="005B3ED9" w:rsidRDefault="005B3ED9" w:rsidP="005B3ED9">
      <w:r>
        <w:t>239.0342</w:t>
      </w:r>
      <w:r>
        <w:tab/>
        <w:t>2.025e0</w:t>
      </w:r>
    </w:p>
    <w:p w:rsidR="005B3ED9" w:rsidRDefault="005B3ED9" w:rsidP="005B3ED9">
      <w:r>
        <w:lastRenderedPageBreak/>
        <w:t>239.0439</w:t>
      </w:r>
      <w:r>
        <w:tab/>
        <w:t>3.038e0</w:t>
      </w:r>
    </w:p>
    <w:p w:rsidR="005B3ED9" w:rsidRDefault="005B3ED9" w:rsidP="005B3ED9">
      <w:r>
        <w:t>239.1368</w:t>
      </w:r>
      <w:r>
        <w:tab/>
        <w:t>2.025e0</w:t>
      </w:r>
    </w:p>
    <w:p w:rsidR="005B3ED9" w:rsidRDefault="005B3ED9" w:rsidP="005B3ED9">
      <w:r>
        <w:t>239.1507</w:t>
      </w:r>
      <w:r>
        <w:tab/>
        <w:t>3.038e0</w:t>
      </w:r>
    </w:p>
    <w:p w:rsidR="005B3ED9" w:rsidRDefault="005B3ED9" w:rsidP="005B3ED9">
      <w:r>
        <w:t>239.1674</w:t>
      </w:r>
      <w:r>
        <w:tab/>
        <w:t>2.025e0</w:t>
      </w:r>
    </w:p>
    <w:p w:rsidR="005B3ED9" w:rsidRDefault="005B3ED9" w:rsidP="005B3ED9">
      <w:r>
        <w:t>239.1765</w:t>
      </w:r>
      <w:r>
        <w:tab/>
        <w:t>1.013e0</w:t>
      </w:r>
    </w:p>
    <w:p w:rsidR="005B3ED9" w:rsidRDefault="005B3ED9" w:rsidP="005B3ED9">
      <w:r>
        <w:t>239.1880</w:t>
      </w:r>
      <w:r>
        <w:tab/>
        <w:t>1.013e0</w:t>
      </w:r>
    </w:p>
    <w:p w:rsidR="005B3ED9" w:rsidRDefault="005B3ED9" w:rsidP="005B3ED9">
      <w:r>
        <w:t>239.2124</w:t>
      </w:r>
      <w:r>
        <w:tab/>
        <w:t>3.038e0</w:t>
      </w:r>
    </w:p>
    <w:p w:rsidR="005B3ED9" w:rsidRDefault="005B3ED9" w:rsidP="005B3ED9">
      <w:r>
        <w:t>239.2829</w:t>
      </w:r>
      <w:r>
        <w:tab/>
        <w:t>1.013e0</w:t>
      </w:r>
    </w:p>
    <w:p w:rsidR="005B3ED9" w:rsidRDefault="005B3ED9" w:rsidP="005B3ED9">
      <w:r>
        <w:t>239.3155</w:t>
      </w:r>
      <w:r>
        <w:tab/>
        <w:t>1.013e0</w:t>
      </w:r>
    </w:p>
    <w:p w:rsidR="005B3ED9" w:rsidRDefault="005B3ED9" w:rsidP="005B3ED9">
      <w:r>
        <w:t>239.3199</w:t>
      </w:r>
      <w:r>
        <w:tab/>
        <w:t>1.013e0</w:t>
      </w:r>
    </w:p>
    <w:p w:rsidR="005B3ED9" w:rsidRDefault="005B3ED9" w:rsidP="005B3ED9">
      <w:r>
        <w:t>239.4012</w:t>
      </w:r>
      <w:r>
        <w:tab/>
        <w:t>1.013e0</w:t>
      </w:r>
    </w:p>
    <w:p w:rsidR="005B3ED9" w:rsidRDefault="005B3ED9" w:rsidP="005B3ED9">
      <w:r>
        <w:t>239.5171</w:t>
      </w:r>
      <w:r>
        <w:tab/>
        <w:t>1.013e0</w:t>
      </w:r>
    </w:p>
    <w:p w:rsidR="005B3ED9" w:rsidRDefault="005B3ED9" w:rsidP="005B3ED9">
      <w:r>
        <w:t>239.5298</w:t>
      </w:r>
      <w:r>
        <w:tab/>
        <w:t>1.013e0</w:t>
      </w:r>
    </w:p>
    <w:p w:rsidR="005B3ED9" w:rsidRDefault="005B3ED9" w:rsidP="005B3ED9">
      <w:r>
        <w:t>239.5532</w:t>
      </w:r>
      <w:r>
        <w:tab/>
        <w:t>1.013e0</w:t>
      </w:r>
    </w:p>
    <w:p w:rsidR="005B3ED9" w:rsidRDefault="005B3ED9" w:rsidP="005B3ED9">
      <w:r>
        <w:t>239.5709</w:t>
      </w:r>
      <w:r>
        <w:tab/>
        <w:t>1.013e0</w:t>
      </w:r>
    </w:p>
    <w:p w:rsidR="005B3ED9" w:rsidRDefault="005B3ED9" w:rsidP="005B3ED9">
      <w:r>
        <w:t>239.5949</w:t>
      </w:r>
      <w:r>
        <w:tab/>
        <w:t>1.013e0</w:t>
      </w:r>
    </w:p>
    <w:p w:rsidR="005B3ED9" w:rsidRDefault="005B3ED9" w:rsidP="005B3ED9">
      <w:r>
        <w:t>239.6026</w:t>
      </w:r>
      <w:r>
        <w:tab/>
        <w:t>1.013e0</w:t>
      </w:r>
    </w:p>
    <w:p w:rsidR="005B3ED9" w:rsidRDefault="005B3ED9" w:rsidP="005B3ED9">
      <w:r>
        <w:t>239.6696</w:t>
      </w:r>
      <w:r>
        <w:tab/>
        <w:t>1.013e0</w:t>
      </w:r>
    </w:p>
    <w:p w:rsidR="005B3ED9" w:rsidRDefault="005B3ED9" w:rsidP="005B3ED9">
      <w:r>
        <w:t>239.7352</w:t>
      </w:r>
      <w:r>
        <w:tab/>
        <w:t>2.025e0</w:t>
      </w:r>
    </w:p>
    <w:p w:rsidR="005B3ED9" w:rsidRDefault="005B3ED9" w:rsidP="005B3ED9">
      <w:r>
        <w:lastRenderedPageBreak/>
        <w:t>239.7638</w:t>
      </w:r>
      <w:r>
        <w:tab/>
        <w:t>2.025e0</w:t>
      </w:r>
    </w:p>
    <w:p w:rsidR="005B3ED9" w:rsidRDefault="005B3ED9" w:rsidP="005B3ED9">
      <w:r>
        <w:t>239.7925</w:t>
      </w:r>
      <w:r>
        <w:tab/>
        <w:t>1.013e0</w:t>
      </w:r>
    </w:p>
    <w:p w:rsidR="005B3ED9" w:rsidRDefault="005B3ED9" w:rsidP="005B3ED9">
      <w:r>
        <w:t>239.8339</w:t>
      </w:r>
      <w:r>
        <w:tab/>
        <w:t>1.013e0</w:t>
      </w:r>
    </w:p>
    <w:p w:rsidR="005B3ED9" w:rsidRDefault="005B3ED9" w:rsidP="005B3ED9">
      <w:r>
        <w:t>239.8535</w:t>
      </w:r>
      <w:r>
        <w:tab/>
        <w:t>1.013e0</w:t>
      </w:r>
    </w:p>
    <w:p w:rsidR="005B3ED9" w:rsidRDefault="005B3ED9" w:rsidP="005B3ED9">
      <w:r>
        <w:t>239.8913</w:t>
      </w:r>
      <w:r>
        <w:tab/>
        <w:t>1.013e0</w:t>
      </w:r>
    </w:p>
    <w:p w:rsidR="005B3ED9" w:rsidRDefault="005B3ED9" w:rsidP="005B3ED9">
      <w:r>
        <w:t>239.9209</w:t>
      </w:r>
      <w:r>
        <w:tab/>
        <w:t>1.013e0</w:t>
      </w:r>
    </w:p>
    <w:p w:rsidR="005B3ED9" w:rsidRDefault="005B3ED9" w:rsidP="005B3ED9">
      <w:r>
        <w:t>239.9940</w:t>
      </w:r>
      <w:r>
        <w:tab/>
        <w:t>2.025e0</w:t>
      </w:r>
    </w:p>
    <w:p w:rsidR="005B3ED9" w:rsidRDefault="005B3ED9" w:rsidP="005B3ED9">
      <w:r>
        <w:t>240.0181</w:t>
      </w:r>
      <w:r>
        <w:tab/>
        <w:t>2.025e0</w:t>
      </w:r>
    </w:p>
    <w:p w:rsidR="005B3ED9" w:rsidRDefault="005B3ED9" w:rsidP="005B3ED9">
      <w:r>
        <w:t>240.0312</w:t>
      </w:r>
      <w:r>
        <w:tab/>
        <w:t>6.076e0</w:t>
      </w:r>
    </w:p>
    <w:p w:rsidR="005B3ED9" w:rsidRDefault="005B3ED9" w:rsidP="005B3ED9">
      <w:r>
        <w:t>240.0466</w:t>
      </w:r>
      <w:r>
        <w:tab/>
        <w:t>3.038e0</w:t>
      </w:r>
    </w:p>
    <w:p w:rsidR="005B3ED9" w:rsidRDefault="005B3ED9" w:rsidP="005B3ED9">
      <w:r>
        <w:t>240.0849</w:t>
      </w:r>
      <w:r>
        <w:tab/>
        <w:t>1.013e0</w:t>
      </w:r>
    </w:p>
    <w:p w:rsidR="005B3ED9" w:rsidRDefault="005B3ED9" w:rsidP="005B3ED9">
      <w:r>
        <w:t>240.0908</w:t>
      </w:r>
      <w:r>
        <w:tab/>
        <w:t>2.025e0</w:t>
      </w:r>
    </w:p>
    <w:p w:rsidR="005B3ED9" w:rsidRDefault="005B3ED9" w:rsidP="005B3ED9">
      <w:r>
        <w:t>240.0946</w:t>
      </w:r>
      <w:r>
        <w:tab/>
        <w:t>4.051e0</w:t>
      </w:r>
    </w:p>
    <w:p w:rsidR="005B3ED9" w:rsidRDefault="005B3ED9" w:rsidP="005B3ED9">
      <w:r>
        <w:t>240.1096</w:t>
      </w:r>
      <w:r>
        <w:tab/>
        <w:t>3.038e0</w:t>
      </w:r>
    </w:p>
    <w:p w:rsidR="005B3ED9" w:rsidRDefault="005B3ED9" w:rsidP="005B3ED9">
      <w:r>
        <w:t>240.1461</w:t>
      </w:r>
      <w:r>
        <w:tab/>
        <w:t>1.013e0</w:t>
      </w:r>
    </w:p>
    <w:p w:rsidR="005B3ED9" w:rsidRDefault="005B3ED9" w:rsidP="005B3ED9">
      <w:r>
        <w:t>240.1654</w:t>
      </w:r>
      <w:r>
        <w:tab/>
        <w:t>2.025e0</w:t>
      </w:r>
    </w:p>
    <w:p w:rsidR="005B3ED9" w:rsidRDefault="005B3ED9" w:rsidP="005B3ED9">
      <w:r>
        <w:t>240.1718</w:t>
      </w:r>
      <w:r>
        <w:tab/>
        <w:t>2.025e0</w:t>
      </w:r>
    </w:p>
    <w:p w:rsidR="005B3ED9" w:rsidRDefault="005B3ED9" w:rsidP="005B3ED9">
      <w:r>
        <w:t>240.1812</w:t>
      </w:r>
      <w:r>
        <w:tab/>
        <w:t>5.063e0</w:t>
      </w:r>
    </w:p>
    <w:p w:rsidR="005B3ED9" w:rsidRDefault="005B3ED9" w:rsidP="005B3ED9">
      <w:r>
        <w:t>240.1858</w:t>
      </w:r>
      <w:r>
        <w:tab/>
        <w:t>2.025e0</w:t>
      </w:r>
    </w:p>
    <w:p w:rsidR="005B3ED9" w:rsidRDefault="005B3ED9" w:rsidP="005B3ED9">
      <w:r>
        <w:lastRenderedPageBreak/>
        <w:t>240.1935</w:t>
      </w:r>
      <w:r>
        <w:tab/>
        <w:t>2.025e0</w:t>
      </w:r>
    </w:p>
    <w:p w:rsidR="005B3ED9" w:rsidRDefault="005B3ED9" w:rsidP="005B3ED9">
      <w:r>
        <w:t>240.2005</w:t>
      </w:r>
      <w:r>
        <w:tab/>
        <w:t>3.038e0</w:t>
      </w:r>
    </w:p>
    <w:p w:rsidR="005B3ED9" w:rsidRDefault="005B3ED9" w:rsidP="005B3ED9">
      <w:r>
        <w:t>240.2372</w:t>
      </w:r>
      <w:r>
        <w:tab/>
        <w:t>1.013e0</w:t>
      </w:r>
    </w:p>
    <w:p w:rsidR="005B3ED9" w:rsidRDefault="005B3ED9" w:rsidP="005B3ED9">
      <w:r>
        <w:t>240.2488</w:t>
      </w:r>
      <w:r>
        <w:tab/>
        <w:t>1.013e0</w:t>
      </w:r>
    </w:p>
    <w:p w:rsidR="005B3ED9" w:rsidRDefault="005B3ED9" w:rsidP="005B3ED9">
      <w:r>
        <w:t>240.3361</w:t>
      </w:r>
      <w:r>
        <w:tab/>
        <w:t>1.013e0</w:t>
      </w:r>
    </w:p>
    <w:p w:rsidR="005B3ED9" w:rsidRDefault="005B3ED9" w:rsidP="005B3ED9">
      <w:r>
        <w:t>240.4193</w:t>
      </w:r>
      <w:r>
        <w:tab/>
        <w:t>1.013e0</w:t>
      </w:r>
    </w:p>
    <w:p w:rsidR="005B3ED9" w:rsidRDefault="005B3ED9" w:rsidP="005B3ED9">
      <w:r>
        <w:t>240.4270</w:t>
      </w:r>
      <w:r>
        <w:tab/>
        <w:t>1.013e0</w:t>
      </w:r>
    </w:p>
    <w:p w:rsidR="005B3ED9" w:rsidRDefault="005B3ED9" w:rsidP="005B3ED9">
      <w:r>
        <w:t>240.4511</w:t>
      </w:r>
      <w:r>
        <w:tab/>
        <w:t>1.013e0</w:t>
      </w:r>
    </w:p>
    <w:p w:rsidR="005B3ED9" w:rsidRDefault="005B3ED9" w:rsidP="005B3ED9">
      <w:r>
        <w:t>240.4687</w:t>
      </w:r>
      <w:r>
        <w:tab/>
        <w:t>1.013e0</w:t>
      </w:r>
    </w:p>
    <w:p w:rsidR="005B3ED9" w:rsidRDefault="005B3ED9" w:rsidP="005B3ED9">
      <w:r>
        <w:t>240.5338</w:t>
      </w:r>
      <w:r>
        <w:tab/>
        <w:t>1.013e0</w:t>
      </w:r>
    </w:p>
    <w:p w:rsidR="005B3ED9" w:rsidRDefault="005B3ED9" w:rsidP="005B3ED9">
      <w:r>
        <w:t>240.5456</w:t>
      </w:r>
      <w:r>
        <w:tab/>
        <w:t>1.013e0</w:t>
      </w:r>
    </w:p>
    <w:p w:rsidR="005B3ED9" w:rsidRDefault="005B3ED9" w:rsidP="005B3ED9">
      <w:r>
        <w:t>240.5619</w:t>
      </w:r>
      <w:r>
        <w:tab/>
        <w:t>2.025e0</w:t>
      </w:r>
    </w:p>
    <w:p w:rsidR="005B3ED9" w:rsidRDefault="005B3ED9" w:rsidP="005B3ED9">
      <w:r>
        <w:t>240.5636</w:t>
      </w:r>
      <w:r>
        <w:tab/>
        <w:t>1.013e0</w:t>
      </w:r>
    </w:p>
    <w:p w:rsidR="005B3ED9" w:rsidRDefault="005B3ED9" w:rsidP="005B3ED9">
      <w:r>
        <w:t>240.5793</w:t>
      </w:r>
      <w:r>
        <w:tab/>
        <w:t>1.013e0</w:t>
      </w:r>
    </w:p>
    <w:p w:rsidR="005B3ED9" w:rsidRDefault="005B3ED9" w:rsidP="005B3ED9">
      <w:r>
        <w:t>240.5852</w:t>
      </w:r>
      <w:r>
        <w:tab/>
        <w:t>2.025e0</w:t>
      </w:r>
    </w:p>
    <w:p w:rsidR="005B3ED9" w:rsidRDefault="005B3ED9" w:rsidP="005B3ED9">
      <w:r>
        <w:t>240.6665</w:t>
      </w:r>
      <w:r>
        <w:tab/>
        <w:t>1.013e0</w:t>
      </w:r>
    </w:p>
    <w:p w:rsidR="005B3ED9" w:rsidRDefault="005B3ED9" w:rsidP="005B3ED9">
      <w:r>
        <w:t>240.6743</w:t>
      </w:r>
      <w:r>
        <w:tab/>
        <w:t>1.013e0</w:t>
      </w:r>
    </w:p>
    <w:p w:rsidR="005B3ED9" w:rsidRDefault="005B3ED9" w:rsidP="005B3ED9">
      <w:r>
        <w:t>240.6941</w:t>
      </w:r>
      <w:r>
        <w:tab/>
        <w:t>1.013e0</w:t>
      </w:r>
    </w:p>
    <w:p w:rsidR="005B3ED9" w:rsidRDefault="005B3ED9" w:rsidP="005B3ED9">
      <w:r>
        <w:t>240.7159</w:t>
      </w:r>
      <w:r>
        <w:tab/>
        <w:t>1.013e0</w:t>
      </w:r>
    </w:p>
    <w:p w:rsidR="005B3ED9" w:rsidRDefault="005B3ED9" w:rsidP="005B3ED9">
      <w:r>
        <w:lastRenderedPageBreak/>
        <w:t>240.7393</w:t>
      </w:r>
      <w:r>
        <w:tab/>
        <w:t>1.013e0</w:t>
      </w:r>
    </w:p>
    <w:p w:rsidR="005B3ED9" w:rsidRDefault="005B3ED9" w:rsidP="005B3ED9">
      <w:r>
        <w:t>240.7693</w:t>
      </w:r>
      <w:r>
        <w:tab/>
        <w:t>1.013e0</w:t>
      </w:r>
    </w:p>
    <w:p w:rsidR="005B3ED9" w:rsidRDefault="005B3ED9" w:rsidP="005B3ED9">
      <w:r>
        <w:t>240.8472</w:t>
      </w:r>
      <w:r>
        <w:tab/>
        <w:t>1.013e0</w:t>
      </w:r>
    </w:p>
    <w:p w:rsidR="005B3ED9" w:rsidRDefault="005B3ED9" w:rsidP="005B3ED9">
      <w:r>
        <w:t>240.9594</w:t>
      </w:r>
      <w:r>
        <w:tab/>
        <w:t>1.013e0</w:t>
      </w:r>
    </w:p>
    <w:p w:rsidR="005B3ED9" w:rsidRDefault="005B3ED9" w:rsidP="005B3ED9">
      <w:r>
        <w:t>240.9914</w:t>
      </w:r>
      <w:r>
        <w:tab/>
        <w:t>1.013e0</w:t>
      </w:r>
    </w:p>
    <w:p w:rsidR="005B3ED9" w:rsidRDefault="005B3ED9" w:rsidP="005B3ED9">
      <w:r>
        <w:t>241.0049</w:t>
      </w:r>
      <w:r>
        <w:tab/>
        <w:t>1.013e0</w:t>
      </w:r>
    </w:p>
    <w:p w:rsidR="005B3ED9" w:rsidRDefault="005B3ED9" w:rsidP="005B3ED9">
      <w:r>
        <w:t>241.0116</w:t>
      </w:r>
      <w:r>
        <w:tab/>
        <w:t>3.038e0</w:t>
      </w:r>
    </w:p>
    <w:p w:rsidR="005B3ED9" w:rsidRDefault="005B3ED9" w:rsidP="005B3ED9">
      <w:r>
        <w:t>241.0127</w:t>
      </w:r>
      <w:r>
        <w:tab/>
        <w:t>1.013e0</w:t>
      </w:r>
    </w:p>
    <w:p w:rsidR="005B3ED9" w:rsidRDefault="005B3ED9" w:rsidP="005B3ED9">
      <w:r>
        <w:t>241.0410</w:t>
      </w:r>
      <w:r>
        <w:tab/>
        <w:t>1.013e0</w:t>
      </w:r>
    </w:p>
    <w:p w:rsidR="005B3ED9" w:rsidRDefault="005B3ED9" w:rsidP="005B3ED9">
      <w:r>
        <w:t>241.0621</w:t>
      </w:r>
      <w:r>
        <w:tab/>
        <w:t>1.013e0</w:t>
      </w:r>
    </w:p>
    <w:p w:rsidR="005B3ED9" w:rsidRDefault="005B3ED9" w:rsidP="005B3ED9">
      <w:r>
        <w:t>241.0740</w:t>
      </w:r>
      <w:r>
        <w:tab/>
        <w:t>1.013e0</w:t>
      </w:r>
    </w:p>
    <w:p w:rsidR="005B3ED9" w:rsidRDefault="005B3ED9" w:rsidP="005B3ED9">
      <w:r>
        <w:t>241.0996</w:t>
      </w:r>
      <w:r>
        <w:tab/>
        <w:t>1.013e0</w:t>
      </w:r>
    </w:p>
    <w:p w:rsidR="005B3ED9" w:rsidRDefault="005B3ED9" w:rsidP="005B3ED9">
      <w:r>
        <w:t>241.1357</w:t>
      </w:r>
      <w:r>
        <w:tab/>
        <w:t>1.013e0</w:t>
      </w:r>
    </w:p>
    <w:p w:rsidR="005B3ED9" w:rsidRDefault="005B3ED9" w:rsidP="005B3ED9">
      <w:r>
        <w:t>241.1402</w:t>
      </w:r>
      <w:r>
        <w:tab/>
        <w:t>1.013e0</w:t>
      </w:r>
    </w:p>
    <w:p w:rsidR="005B3ED9" w:rsidRDefault="005B3ED9" w:rsidP="005B3ED9">
      <w:r>
        <w:t>241.1492</w:t>
      </w:r>
      <w:r>
        <w:tab/>
        <w:t>1.013e0</w:t>
      </w:r>
    </w:p>
    <w:p w:rsidR="005B3ED9" w:rsidRDefault="005B3ED9" w:rsidP="005B3ED9">
      <w:r>
        <w:t>241.1690</w:t>
      </w:r>
      <w:r>
        <w:tab/>
        <w:t>2.025e0</w:t>
      </w:r>
    </w:p>
    <w:p w:rsidR="005B3ED9" w:rsidRDefault="005B3ED9" w:rsidP="005B3ED9">
      <w:r>
        <w:t>241.1709</w:t>
      </w:r>
      <w:r>
        <w:tab/>
        <w:t>3.751e0</w:t>
      </w:r>
    </w:p>
    <w:p w:rsidR="005B3ED9" w:rsidRDefault="005B3ED9" w:rsidP="005B3ED9">
      <w:r>
        <w:t>241.1768</w:t>
      </w:r>
      <w:r>
        <w:tab/>
        <w:t>1.013e0</w:t>
      </w:r>
    </w:p>
    <w:p w:rsidR="005B3ED9" w:rsidRDefault="005B3ED9" w:rsidP="005B3ED9">
      <w:r>
        <w:t>241.2185</w:t>
      </w:r>
      <w:r>
        <w:tab/>
        <w:t>3.038e0</w:t>
      </w:r>
    </w:p>
    <w:p w:rsidR="005B3ED9" w:rsidRDefault="005B3ED9" w:rsidP="005B3ED9">
      <w:r>
        <w:lastRenderedPageBreak/>
        <w:t>241.2295</w:t>
      </w:r>
      <w:r>
        <w:tab/>
        <w:t>3.038e0</w:t>
      </w:r>
    </w:p>
    <w:p w:rsidR="005B3ED9" w:rsidRDefault="005B3ED9" w:rsidP="005B3ED9">
      <w:r>
        <w:t>241.2758</w:t>
      </w:r>
      <w:r>
        <w:tab/>
        <w:t>1.013e0</w:t>
      </w:r>
    </w:p>
    <w:p w:rsidR="005B3ED9" w:rsidRDefault="005B3ED9" w:rsidP="005B3ED9">
      <w:r>
        <w:t>241.3096</w:t>
      </w:r>
      <w:r>
        <w:tab/>
        <w:t>2.025e0</w:t>
      </w:r>
    </w:p>
    <w:p w:rsidR="005B3ED9" w:rsidRDefault="005B3ED9" w:rsidP="005B3ED9">
      <w:r>
        <w:t>241.3176</w:t>
      </w:r>
      <w:r>
        <w:tab/>
        <w:t>1.013e0</w:t>
      </w:r>
    </w:p>
    <w:p w:rsidR="005B3ED9" w:rsidRDefault="005B3ED9" w:rsidP="005B3ED9">
      <w:r>
        <w:t>241.3214</w:t>
      </w:r>
      <w:r>
        <w:tab/>
        <w:t>1.013e0</w:t>
      </w:r>
    </w:p>
    <w:p w:rsidR="005B3ED9" w:rsidRDefault="005B3ED9" w:rsidP="005B3ED9">
      <w:r>
        <w:t>241.3709</w:t>
      </w:r>
      <w:r>
        <w:tab/>
        <w:t>1.013e0</w:t>
      </w:r>
    </w:p>
    <w:p w:rsidR="005B3ED9" w:rsidRDefault="005B3ED9" w:rsidP="005B3ED9">
      <w:r>
        <w:t>241.4379</w:t>
      </w:r>
      <w:r>
        <w:tab/>
        <w:t>2.025e0</w:t>
      </w:r>
    </w:p>
    <w:p w:rsidR="005B3ED9" w:rsidRDefault="005B3ED9" w:rsidP="005B3ED9">
      <w:r>
        <w:t>241.4464</w:t>
      </w:r>
      <w:r>
        <w:tab/>
        <w:t>3.038e0</w:t>
      </w:r>
    </w:p>
    <w:p w:rsidR="005B3ED9" w:rsidRDefault="005B3ED9" w:rsidP="005B3ED9">
      <w:r>
        <w:t>241.4959</w:t>
      </w:r>
      <w:r>
        <w:tab/>
        <w:t>1.013e0</w:t>
      </w:r>
    </w:p>
    <w:p w:rsidR="005B3ED9" w:rsidRDefault="005B3ED9" w:rsidP="005B3ED9">
      <w:r>
        <w:t>241.6405</w:t>
      </w:r>
      <w:r>
        <w:tab/>
        <w:t>2.025e0</w:t>
      </w:r>
    </w:p>
    <w:p w:rsidR="005B3ED9" w:rsidRDefault="005B3ED9" w:rsidP="005B3ED9">
      <w:r>
        <w:t>241.7018</w:t>
      </w:r>
      <w:r>
        <w:tab/>
        <w:t>1.013e0</w:t>
      </w:r>
    </w:p>
    <w:p w:rsidR="005B3ED9" w:rsidRDefault="005B3ED9" w:rsidP="005B3ED9">
      <w:r>
        <w:t>241.7096</w:t>
      </w:r>
      <w:r>
        <w:tab/>
        <w:t>1.013e0</w:t>
      </w:r>
    </w:p>
    <w:p w:rsidR="005B3ED9" w:rsidRDefault="005B3ED9" w:rsidP="005B3ED9">
      <w:r>
        <w:t>241.7812</w:t>
      </w:r>
      <w:r>
        <w:tab/>
        <w:t>1.013e0</w:t>
      </w:r>
    </w:p>
    <w:p w:rsidR="005B3ED9" w:rsidRDefault="005B3ED9" w:rsidP="005B3ED9">
      <w:r>
        <w:t>241.9123</w:t>
      </w:r>
      <w:r>
        <w:tab/>
        <w:t>1.013e0</w:t>
      </w:r>
    </w:p>
    <w:p w:rsidR="005B3ED9" w:rsidRDefault="005B3ED9" w:rsidP="005B3ED9">
      <w:r>
        <w:t>241.9494</w:t>
      </w:r>
      <w:r>
        <w:tab/>
        <w:t>1.013e0</w:t>
      </w:r>
    </w:p>
    <w:p w:rsidR="005B3ED9" w:rsidRDefault="005B3ED9" w:rsidP="005B3ED9">
      <w:r>
        <w:t>241.9872</w:t>
      </w:r>
      <w:r>
        <w:tab/>
        <w:t>2.025e0</w:t>
      </w:r>
    </w:p>
    <w:p w:rsidR="005B3ED9" w:rsidRDefault="005B3ED9" w:rsidP="005B3ED9">
      <w:r>
        <w:t>241.9931</w:t>
      </w:r>
      <w:r>
        <w:tab/>
        <w:t>3.038e0</w:t>
      </w:r>
    </w:p>
    <w:p w:rsidR="005B3ED9" w:rsidRDefault="005B3ED9" w:rsidP="005B3ED9">
      <w:r>
        <w:t>242.0216</w:t>
      </w:r>
      <w:r>
        <w:tab/>
        <w:t>2.264e1</w:t>
      </w:r>
    </w:p>
    <w:p w:rsidR="005B3ED9" w:rsidRDefault="005B3ED9" w:rsidP="005B3ED9">
      <w:r>
        <w:t>242.0242</w:t>
      </w:r>
      <w:r>
        <w:tab/>
        <w:t>3.544e1</w:t>
      </w:r>
    </w:p>
    <w:p w:rsidR="005B3ED9" w:rsidRDefault="005B3ED9" w:rsidP="005B3ED9">
      <w:r>
        <w:lastRenderedPageBreak/>
        <w:t>242.0264</w:t>
      </w:r>
      <w:r>
        <w:tab/>
        <w:t>1.496e1</w:t>
      </w:r>
    </w:p>
    <w:p w:rsidR="005B3ED9" w:rsidRDefault="005B3ED9" w:rsidP="005B3ED9">
      <w:r>
        <w:t>242.0863</w:t>
      </w:r>
      <w:r>
        <w:tab/>
        <w:t>1.013e0</w:t>
      </w:r>
    </w:p>
    <w:p w:rsidR="005B3ED9" w:rsidRDefault="005B3ED9" w:rsidP="005B3ED9">
      <w:r>
        <w:t>242.1048</w:t>
      </w:r>
      <w:r>
        <w:tab/>
        <w:t>2.025e0</w:t>
      </w:r>
    </w:p>
    <w:p w:rsidR="005B3ED9" w:rsidRDefault="005B3ED9" w:rsidP="005B3ED9">
      <w:r>
        <w:t>242.1319</w:t>
      </w:r>
      <w:r>
        <w:tab/>
        <w:t>1.013e0</w:t>
      </w:r>
    </w:p>
    <w:p w:rsidR="005B3ED9" w:rsidRDefault="005B3ED9" w:rsidP="005B3ED9">
      <w:r>
        <w:t>242.1782</w:t>
      </w:r>
      <w:r>
        <w:tab/>
        <w:t>4.051e0</w:t>
      </w:r>
    </w:p>
    <w:p w:rsidR="005B3ED9" w:rsidRDefault="005B3ED9" w:rsidP="005B3ED9">
      <w:r>
        <w:t>242.1814</w:t>
      </w:r>
      <w:r>
        <w:tab/>
        <w:t>1.013e0</w:t>
      </w:r>
    </w:p>
    <w:p w:rsidR="005B3ED9" w:rsidRDefault="005B3ED9" w:rsidP="005B3ED9">
      <w:r>
        <w:t>242.2008</w:t>
      </w:r>
      <w:r>
        <w:tab/>
        <w:t>3.038e0</w:t>
      </w:r>
    </w:p>
    <w:p w:rsidR="005B3ED9" w:rsidRDefault="005B3ED9" w:rsidP="005B3ED9">
      <w:r>
        <w:t>242.2096</w:t>
      </w:r>
      <w:r>
        <w:tab/>
        <w:t>2.025e0</w:t>
      </w:r>
    </w:p>
    <w:p w:rsidR="005B3ED9" w:rsidRDefault="005B3ED9" w:rsidP="005B3ED9">
      <w:r>
        <w:t>242.2109</w:t>
      </w:r>
      <w:r>
        <w:tab/>
        <w:t>1.013e0</w:t>
      </w:r>
    </w:p>
    <w:p w:rsidR="005B3ED9" w:rsidRDefault="005B3ED9" w:rsidP="005B3ED9">
      <w:r>
        <w:t>242.2800</w:t>
      </w:r>
      <w:r>
        <w:tab/>
        <w:t>1.215e1</w:t>
      </w:r>
    </w:p>
    <w:p w:rsidR="005B3ED9" w:rsidRDefault="005B3ED9" w:rsidP="005B3ED9">
      <w:r>
        <w:t>242.2827</w:t>
      </w:r>
      <w:r>
        <w:tab/>
        <w:t>1.221e1</w:t>
      </w:r>
    </w:p>
    <w:p w:rsidR="005B3ED9" w:rsidRDefault="005B3ED9" w:rsidP="005B3ED9">
      <w:r>
        <w:t>242.2867</w:t>
      </w:r>
      <w:r>
        <w:tab/>
        <w:t>1.418e1</w:t>
      </w:r>
    </w:p>
    <w:p w:rsidR="005B3ED9" w:rsidRDefault="005B3ED9" w:rsidP="005B3ED9">
      <w:r>
        <w:t>242.2914</w:t>
      </w:r>
      <w:r>
        <w:tab/>
        <w:t>1.114e1</w:t>
      </w:r>
    </w:p>
    <w:p w:rsidR="005B3ED9" w:rsidRDefault="005B3ED9" w:rsidP="005B3ED9">
      <w:r>
        <w:t>242.3035</w:t>
      </w:r>
      <w:r>
        <w:tab/>
        <w:t>6.076e0</w:t>
      </w:r>
    </w:p>
    <w:p w:rsidR="005B3ED9" w:rsidRDefault="005B3ED9" w:rsidP="005B3ED9">
      <w:r>
        <w:t>242.3601</w:t>
      </w:r>
      <w:r>
        <w:tab/>
        <w:t>1.013e0</w:t>
      </w:r>
    </w:p>
    <w:p w:rsidR="005B3ED9" w:rsidRDefault="005B3ED9" w:rsidP="005B3ED9">
      <w:r>
        <w:t>242.3758</w:t>
      </w:r>
      <w:r>
        <w:tab/>
        <w:t>1.013e0</w:t>
      </w:r>
    </w:p>
    <w:p w:rsidR="005B3ED9" w:rsidRDefault="005B3ED9" w:rsidP="005B3ED9">
      <w:r>
        <w:t>242.4591</w:t>
      </w:r>
      <w:r>
        <w:tab/>
        <w:t>1.013e0</w:t>
      </w:r>
    </w:p>
    <w:p w:rsidR="005B3ED9" w:rsidRDefault="005B3ED9" w:rsidP="005B3ED9">
      <w:r>
        <w:t>242.5126</w:t>
      </w:r>
      <w:r>
        <w:tab/>
        <w:t>1.013e0</w:t>
      </w:r>
    </w:p>
    <w:p w:rsidR="005B3ED9" w:rsidRDefault="005B3ED9" w:rsidP="005B3ED9">
      <w:r>
        <w:t>242.5166</w:t>
      </w:r>
      <w:r>
        <w:tab/>
        <w:t>2.025e0</w:t>
      </w:r>
    </w:p>
    <w:p w:rsidR="005B3ED9" w:rsidRDefault="005B3ED9" w:rsidP="005B3ED9">
      <w:r>
        <w:lastRenderedPageBreak/>
        <w:t>242.5370</w:t>
      </w:r>
      <w:r>
        <w:tab/>
        <w:t>1.013e0</w:t>
      </w:r>
    </w:p>
    <w:p w:rsidR="005B3ED9" w:rsidRDefault="005B3ED9" w:rsidP="005B3ED9">
      <w:r>
        <w:t>242.6001</w:t>
      </w:r>
      <w:r>
        <w:tab/>
        <w:t>1.013e0</w:t>
      </w:r>
    </w:p>
    <w:p w:rsidR="005B3ED9" w:rsidRDefault="005B3ED9" w:rsidP="005B3ED9">
      <w:r>
        <w:t>242.6157</w:t>
      </w:r>
      <w:r>
        <w:tab/>
        <w:t>1.013e0</w:t>
      </w:r>
    </w:p>
    <w:p w:rsidR="005B3ED9" w:rsidRDefault="005B3ED9" w:rsidP="005B3ED9">
      <w:r>
        <w:t>242.6574</w:t>
      </w:r>
      <w:r>
        <w:tab/>
        <w:t>1.013e0</w:t>
      </w:r>
    </w:p>
    <w:p w:rsidR="005B3ED9" w:rsidRDefault="005B3ED9" w:rsidP="005B3ED9">
      <w:r>
        <w:t>242.6911</w:t>
      </w:r>
      <w:r>
        <w:tab/>
        <w:t>1.013e0</w:t>
      </w:r>
    </w:p>
    <w:p w:rsidR="005B3ED9" w:rsidRDefault="005B3ED9" w:rsidP="005B3ED9">
      <w:r>
        <w:t>242.6929</w:t>
      </w:r>
      <w:r>
        <w:tab/>
        <w:t>2.025e0</w:t>
      </w:r>
    </w:p>
    <w:p w:rsidR="005B3ED9" w:rsidRDefault="005B3ED9" w:rsidP="005B3ED9">
      <w:r>
        <w:t>242.7229</w:t>
      </w:r>
      <w:r>
        <w:tab/>
        <w:t>1.013e0</w:t>
      </w:r>
    </w:p>
    <w:p w:rsidR="005B3ED9" w:rsidRDefault="005B3ED9" w:rsidP="005B3ED9">
      <w:r>
        <w:t>242.7274</w:t>
      </w:r>
      <w:r>
        <w:tab/>
        <w:t>1.013e0</w:t>
      </w:r>
    </w:p>
    <w:p w:rsidR="005B3ED9" w:rsidRDefault="005B3ED9" w:rsidP="005B3ED9">
      <w:r>
        <w:t>242.7410</w:t>
      </w:r>
      <w:r>
        <w:tab/>
        <w:t>1.013e0</w:t>
      </w:r>
    </w:p>
    <w:p w:rsidR="005B3ED9" w:rsidRDefault="005B3ED9" w:rsidP="005B3ED9">
      <w:r>
        <w:t>242.8401</w:t>
      </w:r>
      <w:r>
        <w:tab/>
        <w:t>1.013e0</w:t>
      </w:r>
    </w:p>
    <w:p w:rsidR="005B3ED9" w:rsidRDefault="005B3ED9" w:rsidP="005B3ED9">
      <w:r>
        <w:t>242.8558</w:t>
      </w:r>
      <w:r>
        <w:tab/>
        <w:t>1.013e0</w:t>
      </w:r>
    </w:p>
    <w:p w:rsidR="005B3ED9" w:rsidRDefault="005B3ED9" w:rsidP="005B3ED9">
      <w:r>
        <w:t>242.8618</w:t>
      </w:r>
      <w:r>
        <w:tab/>
        <w:t>2.025e0</w:t>
      </w:r>
    </w:p>
    <w:p w:rsidR="005B3ED9" w:rsidRDefault="005B3ED9" w:rsidP="005B3ED9">
      <w:r>
        <w:t>242.9041</w:t>
      </w:r>
      <w:r>
        <w:tab/>
        <w:t>3.038e0</w:t>
      </w:r>
    </w:p>
    <w:p w:rsidR="005B3ED9" w:rsidRDefault="005B3ED9" w:rsidP="005B3ED9">
      <w:r>
        <w:t>242.9315</w:t>
      </w:r>
      <w:r>
        <w:tab/>
        <w:t>1.013e0</w:t>
      </w:r>
    </w:p>
    <w:p w:rsidR="005B3ED9" w:rsidRDefault="005B3ED9" w:rsidP="005B3ED9">
      <w:r>
        <w:t>242.9432</w:t>
      </w:r>
      <w:r>
        <w:tab/>
        <w:t>1.013e0</w:t>
      </w:r>
    </w:p>
    <w:p w:rsidR="005B3ED9" w:rsidRDefault="005B3ED9" w:rsidP="005B3ED9">
      <w:r>
        <w:t>242.9810</w:t>
      </w:r>
      <w:r>
        <w:tab/>
        <w:t>2.025e0</w:t>
      </w:r>
    </w:p>
    <w:p w:rsidR="005B3ED9" w:rsidRDefault="005B3ED9" w:rsidP="005B3ED9">
      <w:r>
        <w:t>242.9888</w:t>
      </w:r>
      <w:r>
        <w:tab/>
        <w:t>1.013e0</w:t>
      </w:r>
    </w:p>
    <w:p w:rsidR="005B3ED9" w:rsidRDefault="005B3ED9" w:rsidP="005B3ED9">
      <w:r>
        <w:t>243.0156</w:t>
      </w:r>
      <w:r>
        <w:tab/>
        <w:t>8.101e0</w:t>
      </w:r>
    </w:p>
    <w:p w:rsidR="005B3ED9" w:rsidRDefault="005B3ED9" w:rsidP="005B3ED9">
      <w:r>
        <w:t>243.0292</w:t>
      </w:r>
      <w:r>
        <w:tab/>
        <w:t>3.038e0</w:t>
      </w:r>
    </w:p>
    <w:p w:rsidR="005B3ED9" w:rsidRDefault="005B3ED9" w:rsidP="005B3ED9">
      <w:r>
        <w:lastRenderedPageBreak/>
        <w:t>243.0316</w:t>
      </w:r>
      <w:r>
        <w:tab/>
        <w:t>3.038e0</w:t>
      </w:r>
    </w:p>
    <w:p w:rsidR="005B3ED9" w:rsidRDefault="005B3ED9" w:rsidP="005B3ED9">
      <w:r>
        <w:t>243.0558</w:t>
      </w:r>
      <w:r>
        <w:tab/>
        <w:t>3.038e0</w:t>
      </w:r>
    </w:p>
    <w:p w:rsidR="005B3ED9" w:rsidRDefault="005B3ED9" w:rsidP="005B3ED9">
      <w:r>
        <w:t>243.0633</w:t>
      </w:r>
      <w:r>
        <w:tab/>
        <w:t>2.025e0</w:t>
      </w:r>
    </w:p>
    <w:p w:rsidR="005B3ED9" w:rsidRDefault="005B3ED9" w:rsidP="005B3ED9">
      <w:r>
        <w:t>243.0706</w:t>
      </w:r>
      <w:r>
        <w:tab/>
        <w:t>2.025e0</w:t>
      </w:r>
    </w:p>
    <w:p w:rsidR="005B3ED9" w:rsidRDefault="005B3ED9" w:rsidP="005B3ED9">
      <w:r>
        <w:t>243.0880</w:t>
      </w:r>
      <w:r>
        <w:tab/>
        <w:t>1.013e0</w:t>
      </w:r>
    </w:p>
    <w:p w:rsidR="005B3ED9" w:rsidRDefault="005B3ED9" w:rsidP="005B3ED9">
      <w:r>
        <w:t>243.0959</w:t>
      </w:r>
      <w:r>
        <w:tab/>
        <w:t>1.013e0</w:t>
      </w:r>
    </w:p>
    <w:p w:rsidR="005B3ED9" w:rsidRDefault="005B3ED9" w:rsidP="005B3ED9">
      <w:r>
        <w:t>243.1086</w:t>
      </w:r>
      <w:r>
        <w:tab/>
        <w:t>1.013e0</w:t>
      </w:r>
    </w:p>
    <w:p w:rsidR="005B3ED9" w:rsidRDefault="005B3ED9" w:rsidP="005B3ED9">
      <w:r>
        <w:t>243.1161</w:t>
      </w:r>
      <w:r>
        <w:tab/>
        <w:t>2.025e0</w:t>
      </w:r>
    </w:p>
    <w:p w:rsidR="005B3ED9" w:rsidRDefault="005B3ED9" w:rsidP="005B3ED9">
      <w:r>
        <w:t>243.1298</w:t>
      </w:r>
      <w:r>
        <w:tab/>
        <w:t>1.013e0</w:t>
      </w:r>
    </w:p>
    <w:p w:rsidR="005B3ED9" w:rsidRDefault="005B3ED9" w:rsidP="005B3ED9">
      <w:r>
        <w:t>243.1318</w:t>
      </w:r>
      <w:r>
        <w:tab/>
        <w:t>2.025e0</w:t>
      </w:r>
    </w:p>
    <w:p w:rsidR="005B3ED9" w:rsidRDefault="005B3ED9" w:rsidP="005B3ED9">
      <w:r>
        <w:t>243.1631</w:t>
      </w:r>
      <w:r>
        <w:tab/>
        <w:t>1.013e0</w:t>
      </w:r>
    </w:p>
    <w:p w:rsidR="005B3ED9" w:rsidRDefault="005B3ED9" w:rsidP="005B3ED9">
      <w:r>
        <w:t>243.1675</w:t>
      </w:r>
      <w:r>
        <w:tab/>
        <w:t>3.038e0</w:t>
      </w:r>
    </w:p>
    <w:p w:rsidR="005B3ED9" w:rsidRDefault="005B3ED9" w:rsidP="005B3ED9">
      <w:r>
        <w:t>243.1716</w:t>
      </w:r>
      <w:r>
        <w:tab/>
        <w:t>1.013e0</w:t>
      </w:r>
    </w:p>
    <w:p w:rsidR="005B3ED9" w:rsidRDefault="005B3ED9" w:rsidP="005B3ED9">
      <w:r>
        <w:t>243.1833</w:t>
      </w:r>
      <w:r>
        <w:tab/>
        <w:t>3.038e0</w:t>
      </w:r>
    </w:p>
    <w:p w:rsidR="005B3ED9" w:rsidRDefault="005B3ED9" w:rsidP="005B3ED9">
      <w:r>
        <w:t>243.2141</w:t>
      </w:r>
      <w:r>
        <w:tab/>
        <w:t>2.025e0</w:t>
      </w:r>
    </w:p>
    <w:p w:rsidR="005B3ED9" w:rsidRDefault="005B3ED9" w:rsidP="005B3ED9">
      <w:r>
        <w:t>243.2157</w:t>
      </w:r>
      <w:r>
        <w:tab/>
        <w:t>2.025e0</w:t>
      </w:r>
    </w:p>
    <w:p w:rsidR="005B3ED9" w:rsidRDefault="005B3ED9" w:rsidP="005B3ED9">
      <w:r>
        <w:t>243.2251</w:t>
      </w:r>
      <w:r>
        <w:tab/>
        <w:t>1.013e0</w:t>
      </w:r>
    </w:p>
    <w:p w:rsidR="005B3ED9" w:rsidRDefault="005B3ED9" w:rsidP="005B3ED9">
      <w:r>
        <w:t>243.2805</w:t>
      </w:r>
      <w:r>
        <w:tab/>
        <w:t>2.025e0</w:t>
      </w:r>
    </w:p>
    <w:p w:rsidR="005B3ED9" w:rsidRDefault="005B3ED9" w:rsidP="005B3ED9">
      <w:r>
        <w:t>243.2867</w:t>
      </w:r>
      <w:r>
        <w:tab/>
        <w:t>3.038e0</w:t>
      </w:r>
    </w:p>
    <w:p w:rsidR="005B3ED9" w:rsidRDefault="005B3ED9" w:rsidP="005B3ED9">
      <w:r>
        <w:lastRenderedPageBreak/>
        <w:t>243.2914</w:t>
      </w:r>
      <w:r>
        <w:tab/>
        <w:t>1.013e1</w:t>
      </w:r>
    </w:p>
    <w:p w:rsidR="005B3ED9" w:rsidRDefault="005B3ED9" w:rsidP="005B3ED9">
      <w:r>
        <w:t>243.3016</w:t>
      </w:r>
      <w:r>
        <w:tab/>
        <w:t>2.025e0</w:t>
      </w:r>
    </w:p>
    <w:p w:rsidR="005B3ED9" w:rsidRDefault="005B3ED9" w:rsidP="005B3ED9">
      <w:r>
        <w:t>243.3146</w:t>
      </w:r>
      <w:r>
        <w:tab/>
        <w:t>2.025e0</w:t>
      </w:r>
    </w:p>
    <w:p w:rsidR="005B3ED9" w:rsidRDefault="005B3ED9" w:rsidP="005B3ED9">
      <w:r>
        <w:t>243.3539</w:t>
      </w:r>
      <w:r>
        <w:tab/>
        <w:t>1.013e0</w:t>
      </w:r>
    </w:p>
    <w:p w:rsidR="005B3ED9" w:rsidRDefault="005B3ED9" w:rsidP="005B3ED9">
      <w:r>
        <w:t>243.3622</w:t>
      </w:r>
      <w:r>
        <w:tab/>
        <w:t>1.013e0</w:t>
      </w:r>
    </w:p>
    <w:p w:rsidR="005B3ED9" w:rsidRDefault="005B3ED9" w:rsidP="005B3ED9">
      <w:r>
        <w:t>243.4107</w:t>
      </w:r>
      <w:r>
        <w:tab/>
        <w:t>3.038e0</w:t>
      </w:r>
    </w:p>
    <w:p w:rsidR="005B3ED9" w:rsidRDefault="005B3ED9" w:rsidP="005B3ED9">
      <w:r>
        <w:t>243.4403</w:t>
      </w:r>
      <w:r>
        <w:tab/>
        <w:t>1.013e0</w:t>
      </w:r>
    </w:p>
    <w:p w:rsidR="005B3ED9" w:rsidRDefault="005B3ED9" w:rsidP="005B3ED9">
      <w:r>
        <w:t>243.4614</w:t>
      </w:r>
      <w:r>
        <w:tab/>
        <w:t>1.013e0</w:t>
      </w:r>
    </w:p>
    <w:p w:rsidR="005B3ED9" w:rsidRDefault="005B3ED9" w:rsidP="005B3ED9">
      <w:r>
        <w:t>243.4949</w:t>
      </w:r>
      <w:r>
        <w:tab/>
        <w:t>1.013e0</w:t>
      </w:r>
    </w:p>
    <w:p w:rsidR="005B3ED9" w:rsidRDefault="005B3ED9" w:rsidP="005B3ED9">
      <w:r>
        <w:t>243.5189</w:t>
      </w:r>
      <w:r>
        <w:tab/>
        <w:t>2.025e0</w:t>
      </w:r>
    </w:p>
    <w:p w:rsidR="005B3ED9" w:rsidRDefault="005B3ED9" w:rsidP="005B3ED9">
      <w:r>
        <w:t>243.5228</w:t>
      </w:r>
      <w:r>
        <w:tab/>
        <w:t>2.025e0</w:t>
      </w:r>
    </w:p>
    <w:p w:rsidR="005B3ED9" w:rsidRDefault="005B3ED9" w:rsidP="005B3ED9">
      <w:r>
        <w:t>243.5947</w:t>
      </w:r>
      <w:r>
        <w:tab/>
        <w:t>1.013e0</w:t>
      </w:r>
    </w:p>
    <w:p w:rsidR="005B3ED9" w:rsidRDefault="005B3ED9" w:rsidP="005B3ED9">
      <w:r>
        <w:t>243.6181</w:t>
      </w:r>
      <w:r>
        <w:tab/>
        <w:t>1.013e0</w:t>
      </w:r>
    </w:p>
    <w:p w:rsidR="005B3ED9" w:rsidRDefault="005B3ED9" w:rsidP="005B3ED9">
      <w:r>
        <w:t>243.6442</w:t>
      </w:r>
      <w:r>
        <w:tab/>
        <w:t>1.013e0</w:t>
      </w:r>
    </w:p>
    <w:p w:rsidR="005B3ED9" w:rsidRDefault="005B3ED9" w:rsidP="005B3ED9">
      <w:r>
        <w:t>243.6639</w:t>
      </w:r>
      <w:r>
        <w:tab/>
        <w:t>1.013e0</w:t>
      </w:r>
    </w:p>
    <w:p w:rsidR="005B3ED9" w:rsidRDefault="005B3ED9" w:rsidP="005B3ED9">
      <w:r>
        <w:t>243.6677</w:t>
      </w:r>
      <w:r>
        <w:tab/>
        <w:t>1.013e0</w:t>
      </w:r>
    </w:p>
    <w:p w:rsidR="005B3ED9" w:rsidRDefault="005B3ED9" w:rsidP="005B3ED9">
      <w:r>
        <w:t>243.7324</w:t>
      </w:r>
      <w:r>
        <w:tab/>
        <w:t>2.025e0</w:t>
      </w:r>
    </w:p>
    <w:p w:rsidR="005B3ED9" w:rsidRDefault="005B3ED9" w:rsidP="005B3ED9">
      <w:r>
        <w:t>243.7474</w:t>
      </w:r>
      <w:r>
        <w:tab/>
        <w:t>1.013e0</w:t>
      </w:r>
    </w:p>
    <w:p w:rsidR="005B3ED9" w:rsidRDefault="005B3ED9" w:rsidP="005B3ED9">
      <w:r>
        <w:t>243.7592</w:t>
      </w:r>
      <w:r>
        <w:tab/>
        <w:t>1.013e0</w:t>
      </w:r>
    </w:p>
    <w:p w:rsidR="005B3ED9" w:rsidRDefault="005B3ED9" w:rsidP="005B3ED9">
      <w:r>
        <w:lastRenderedPageBreak/>
        <w:t>243.8010</w:t>
      </w:r>
      <w:r>
        <w:tab/>
        <w:t>1.013e0</w:t>
      </w:r>
    </w:p>
    <w:p w:rsidR="005B3ED9" w:rsidRDefault="005B3ED9" w:rsidP="005B3ED9">
      <w:r>
        <w:t>243.8133</w:t>
      </w:r>
      <w:r>
        <w:tab/>
        <w:t>1.013e0</w:t>
      </w:r>
    </w:p>
    <w:p w:rsidR="005B3ED9" w:rsidRDefault="005B3ED9" w:rsidP="005B3ED9">
      <w:r>
        <w:t>243.8349</w:t>
      </w:r>
      <w:r>
        <w:tab/>
        <w:t>1.013e0</w:t>
      </w:r>
    </w:p>
    <w:p w:rsidR="005B3ED9" w:rsidRDefault="005B3ED9" w:rsidP="005B3ED9">
      <w:r>
        <w:t>243.9135</w:t>
      </w:r>
      <w:r>
        <w:tab/>
        <w:t>1.013e0</w:t>
      </w:r>
    </w:p>
    <w:p w:rsidR="005B3ED9" w:rsidRDefault="005B3ED9" w:rsidP="005B3ED9">
      <w:r>
        <w:t>243.9382</w:t>
      </w:r>
      <w:r>
        <w:tab/>
        <w:t>2.025e0</w:t>
      </w:r>
    </w:p>
    <w:p w:rsidR="005B3ED9" w:rsidRDefault="005B3ED9" w:rsidP="005B3ED9">
      <w:r>
        <w:t>243.9545</w:t>
      </w:r>
      <w:r>
        <w:tab/>
        <w:t>1.013e0</w:t>
      </w:r>
    </w:p>
    <w:p w:rsidR="005B3ED9" w:rsidRDefault="005B3ED9" w:rsidP="005B3ED9">
      <w:r>
        <w:t>243.9819</w:t>
      </w:r>
      <w:r>
        <w:tab/>
        <w:t>2.025e0</w:t>
      </w:r>
    </w:p>
    <w:p w:rsidR="005B3ED9" w:rsidRDefault="005B3ED9" w:rsidP="005B3ED9">
      <w:r>
        <w:t>243.9879</w:t>
      </w:r>
      <w:r>
        <w:tab/>
        <w:t>1.013e0</w:t>
      </w:r>
    </w:p>
    <w:p w:rsidR="005B3ED9" w:rsidRDefault="005B3ED9" w:rsidP="005B3ED9">
      <w:r>
        <w:t>244.0000</w:t>
      </w:r>
      <w:r>
        <w:tab/>
        <w:t>1.013e0</w:t>
      </w:r>
    </w:p>
    <w:p w:rsidR="005B3ED9" w:rsidRDefault="005B3ED9" w:rsidP="005B3ED9">
      <w:r>
        <w:t>244.0069</w:t>
      </w:r>
      <w:r>
        <w:tab/>
        <w:t>4.051e0</w:t>
      </w:r>
    </w:p>
    <w:p w:rsidR="005B3ED9" w:rsidRDefault="005B3ED9" w:rsidP="005B3ED9">
      <w:r>
        <w:t>244.0179</w:t>
      </w:r>
      <w:r>
        <w:tab/>
        <w:t>1.013e0</w:t>
      </w:r>
    </w:p>
    <w:p w:rsidR="005B3ED9" w:rsidRDefault="005B3ED9" w:rsidP="005B3ED9">
      <w:r>
        <w:t>244.0296</w:t>
      </w:r>
      <w:r>
        <w:tab/>
        <w:t>2.025e0</w:t>
      </w:r>
    </w:p>
    <w:p w:rsidR="005B3ED9" w:rsidRDefault="005B3ED9" w:rsidP="005B3ED9">
      <w:r>
        <w:t>244.0413</w:t>
      </w:r>
      <w:r>
        <w:tab/>
        <w:t>2.025e0</w:t>
      </w:r>
    </w:p>
    <w:p w:rsidR="005B3ED9" w:rsidRDefault="005B3ED9" w:rsidP="005B3ED9">
      <w:r>
        <w:t>244.0632</w:t>
      </w:r>
      <w:r>
        <w:tab/>
        <w:t>2.025e0</w:t>
      </w:r>
    </w:p>
    <w:p w:rsidR="005B3ED9" w:rsidRDefault="005B3ED9" w:rsidP="005B3ED9">
      <w:r>
        <w:t>244.0793</w:t>
      </w:r>
      <w:r>
        <w:tab/>
        <w:t>1.013e0</w:t>
      </w:r>
    </w:p>
    <w:p w:rsidR="005B3ED9" w:rsidRDefault="005B3ED9" w:rsidP="005B3ED9">
      <w:r>
        <w:t>244.0957</w:t>
      </w:r>
      <w:r>
        <w:tab/>
        <w:t>1.013e0</w:t>
      </w:r>
    </w:p>
    <w:p w:rsidR="005B3ED9" w:rsidRDefault="005B3ED9" w:rsidP="005B3ED9">
      <w:r>
        <w:t>244.1048</w:t>
      </w:r>
      <w:r>
        <w:tab/>
        <w:t>1.013e0</w:t>
      </w:r>
    </w:p>
    <w:p w:rsidR="005B3ED9" w:rsidRDefault="005B3ED9" w:rsidP="005B3ED9">
      <w:r>
        <w:t>244.1211</w:t>
      </w:r>
      <w:r>
        <w:tab/>
        <w:t>1.013e0</w:t>
      </w:r>
    </w:p>
    <w:p w:rsidR="005B3ED9" w:rsidRDefault="005B3ED9" w:rsidP="005B3ED9">
      <w:r>
        <w:t>244.1329</w:t>
      </w:r>
      <w:r>
        <w:tab/>
        <w:t>1.013e0</w:t>
      </w:r>
    </w:p>
    <w:p w:rsidR="005B3ED9" w:rsidRDefault="005B3ED9" w:rsidP="005B3ED9">
      <w:r>
        <w:lastRenderedPageBreak/>
        <w:t>244.1727</w:t>
      </w:r>
      <w:r>
        <w:tab/>
        <w:t>2.025e0</w:t>
      </w:r>
    </w:p>
    <w:p w:rsidR="005B3ED9" w:rsidRDefault="005B3ED9" w:rsidP="005B3ED9">
      <w:r>
        <w:t>244.1807</w:t>
      </w:r>
      <w:r>
        <w:tab/>
        <w:t>2.025e0</w:t>
      </w:r>
    </w:p>
    <w:p w:rsidR="005B3ED9" w:rsidRDefault="005B3ED9" w:rsidP="005B3ED9">
      <w:r>
        <w:t>244.2006</w:t>
      </w:r>
      <w:r>
        <w:tab/>
        <w:t>1.013e0</w:t>
      </w:r>
    </w:p>
    <w:p w:rsidR="005B3ED9" w:rsidRDefault="005B3ED9" w:rsidP="005B3ED9">
      <w:r>
        <w:t>244.2282</w:t>
      </w:r>
      <w:r>
        <w:tab/>
        <w:t>1.013e0</w:t>
      </w:r>
    </w:p>
    <w:p w:rsidR="005B3ED9" w:rsidRDefault="005B3ED9" w:rsidP="005B3ED9">
      <w:r>
        <w:t>244.2543</w:t>
      </w:r>
      <w:r>
        <w:tab/>
        <w:t>1.013e0</w:t>
      </w:r>
    </w:p>
    <w:p w:rsidR="005B3ED9" w:rsidRDefault="005B3ED9" w:rsidP="005B3ED9">
      <w:r>
        <w:t>244.2872</w:t>
      </w:r>
      <w:r>
        <w:tab/>
        <w:t>1.013e0</w:t>
      </w:r>
    </w:p>
    <w:p w:rsidR="005B3ED9" w:rsidRDefault="005B3ED9" w:rsidP="005B3ED9">
      <w:r>
        <w:t>244.2917</w:t>
      </w:r>
      <w:r>
        <w:tab/>
        <w:t>1.013e0</w:t>
      </w:r>
    </w:p>
    <w:p w:rsidR="005B3ED9" w:rsidRDefault="005B3ED9" w:rsidP="005B3ED9">
      <w:r>
        <w:t>244.3080</w:t>
      </w:r>
      <w:r>
        <w:tab/>
        <w:t>1.013e0</w:t>
      </w:r>
    </w:p>
    <w:p w:rsidR="005B3ED9" w:rsidRDefault="005B3ED9" w:rsidP="005B3ED9">
      <w:r>
        <w:t>244.3496</w:t>
      </w:r>
      <w:r>
        <w:tab/>
        <w:t>2.025e0</w:t>
      </w:r>
    </w:p>
    <w:p w:rsidR="005B3ED9" w:rsidRDefault="005B3ED9" w:rsidP="005B3ED9">
      <w:r>
        <w:t>244.4331</w:t>
      </w:r>
      <w:r>
        <w:tab/>
        <w:t>1.013e0</w:t>
      </w:r>
    </w:p>
    <w:p w:rsidR="005B3ED9" w:rsidRDefault="005B3ED9" w:rsidP="005B3ED9">
      <w:r>
        <w:t>244.4375</w:t>
      </w:r>
      <w:r>
        <w:tab/>
        <w:t>1.013e0</w:t>
      </w:r>
    </w:p>
    <w:p w:rsidR="005B3ED9" w:rsidRDefault="005B3ED9" w:rsidP="005B3ED9">
      <w:r>
        <w:t>244.4570</w:t>
      </w:r>
      <w:r>
        <w:tab/>
        <w:t>1.013e0</w:t>
      </w:r>
    </w:p>
    <w:p w:rsidR="005B3ED9" w:rsidRDefault="005B3ED9" w:rsidP="005B3ED9">
      <w:r>
        <w:t>244.4826</w:t>
      </w:r>
      <w:r>
        <w:tab/>
        <w:t>3.038e0</w:t>
      </w:r>
    </w:p>
    <w:p w:rsidR="005B3ED9" w:rsidRDefault="005B3ED9" w:rsidP="005B3ED9">
      <w:r>
        <w:t>244.5215</w:t>
      </w:r>
      <w:r>
        <w:tab/>
        <w:t>2.025e0</w:t>
      </w:r>
    </w:p>
    <w:p w:rsidR="005B3ED9" w:rsidRDefault="005B3ED9" w:rsidP="005B3ED9">
      <w:r>
        <w:t>244.5486</w:t>
      </w:r>
      <w:r>
        <w:tab/>
        <w:t>1.013e0</w:t>
      </w:r>
    </w:p>
    <w:p w:rsidR="005B3ED9" w:rsidRDefault="005B3ED9" w:rsidP="005B3ED9">
      <w:r>
        <w:t>244.6244</w:t>
      </w:r>
      <w:r>
        <w:tab/>
        <w:t>1.013e0</w:t>
      </w:r>
    </w:p>
    <w:p w:rsidR="005B3ED9" w:rsidRDefault="005B3ED9" w:rsidP="005B3ED9">
      <w:r>
        <w:t>244.6522</w:t>
      </w:r>
      <w:r>
        <w:tab/>
        <w:t>2.025e0</w:t>
      </w:r>
    </w:p>
    <w:p w:rsidR="005B3ED9" w:rsidRDefault="005B3ED9" w:rsidP="005B3ED9">
      <w:r>
        <w:t>244.7116</w:t>
      </w:r>
      <w:r>
        <w:tab/>
        <w:t>1.013e0</w:t>
      </w:r>
    </w:p>
    <w:p w:rsidR="005B3ED9" w:rsidRDefault="005B3ED9" w:rsidP="005B3ED9">
      <w:r>
        <w:t>244.7482</w:t>
      </w:r>
      <w:r>
        <w:tab/>
        <w:t>1.013e0</w:t>
      </w:r>
    </w:p>
    <w:p w:rsidR="005B3ED9" w:rsidRDefault="005B3ED9" w:rsidP="005B3ED9">
      <w:r>
        <w:lastRenderedPageBreak/>
        <w:t>244.7573</w:t>
      </w:r>
      <w:r>
        <w:tab/>
        <w:t>1.013e0</w:t>
      </w:r>
    </w:p>
    <w:p w:rsidR="005B3ED9" w:rsidRDefault="005B3ED9" w:rsidP="005B3ED9">
      <w:r>
        <w:t>244.7694</w:t>
      </w:r>
      <w:r>
        <w:tab/>
        <w:t>1.013e0</w:t>
      </w:r>
    </w:p>
    <w:p w:rsidR="005B3ED9" w:rsidRDefault="005B3ED9" w:rsidP="005B3ED9">
      <w:r>
        <w:t>244.7893</w:t>
      </w:r>
      <w:r>
        <w:tab/>
        <w:t>1.013e0</w:t>
      </w:r>
    </w:p>
    <w:p w:rsidR="005B3ED9" w:rsidRDefault="005B3ED9" w:rsidP="005B3ED9">
      <w:r>
        <w:t>244.8310</w:t>
      </w:r>
      <w:r>
        <w:tab/>
        <w:t>1.013e0</w:t>
      </w:r>
    </w:p>
    <w:p w:rsidR="005B3ED9" w:rsidRDefault="005B3ED9" w:rsidP="005B3ED9">
      <w:r>
        <w:t>244.8650</w:t>
      </w:r>
      <w:r>
        <w:tab/>
        <w:t>1.013e0</w:t>
      </w:r>
    </w:p>
    <w:p w:rsidR="005B3ED9" w:rsidRDefault="005B3ED9" w:rsidP="005B3ED9">
      <w:r>
        <w:t>244.8852</w:t>
      </w:r>
      <w:r>
        <w:tab/>
        <w:t>1.013e0</w:t>
      </w:r>
    </w:p>
    <w:p w:rsidR="005B3ED9" w:rsidRDefault="005B3ED9" w:rsidP="005B3ED9">
      <w:r>
        <w:t>244.8943</w:t>
      </w:r>
      <w:r>
        <w:tab/>
        <w:t>1.013e0</w:t>
      </w:r>
    </w:p>
    <w:p w:rsidR="005B3ED9" w:rsidRDefault="005B3ED9" w:rsidP="005B3ED9">
      <w:r>
        <w:t>244.9225</w:t>
      </w:r>
      <w:r>
        <w:tab/>
        <w:t>1.013e0</w:t>
      </w:r>
    </w:p>
    <w:p w:rsidR="005B3ED9" w:rsidRDefault="005B3ED9" w:rsidP="005B3ED9">
      <w:r>
        <w:t>244.9446</w:t>
      </w:r>
      <w:r>
        <w:tab/>
        <w:t>1.013e0</w:t>
      </w:r>
    </w:p>
    <w:p w:rsidR="005B3ED9" w:rsidRDefault="005B3ED9" w:rsidP="005B3ED9">
      <w:r>
        <w:t>245.0245</w:t>
      </w:r>
      <w:r>
        <w:tab/>
        <w:t>3.088e1</w:t>
      </w:r>
    </w:p>
    <w:p w:rsidR="005B3ED9" w:rsidRDefault="005B3ED9" w:rsidP="005B3ED9">
      <w:r>
        <w:t>245.0295</w:t>
      </w:r>
      <w:r>
        <w:tab/>
        <w:t>7.696e1</w:t>
      </w:r>
    </w:p>
    <w:p w:rsidR="005B3ED9" w:rsidRDefault="005B3ED9" w:rsidP="005B3ED9">
      <w:r>
        <w:t>245.0306</w:t>
      </w:r>
      <w:r>
        <w:tab/>
        <w:t>3.168e1</w:t>
      </w:r>
    </w:p>
    <w:p w:rsidR="005B3ED9" w:rsidRDefault="005B3ED9" w:rsidP="005B3ED9">
      <w:r>
        <w:t>245.1049</w:t>
      </w:r>
      <w:r>
        <w:tab/>
        <w:t>4.051e0</w:t>
      </w:r>
    </w:p>
    <w:p w:rsidR="005B3ED9" w:rsidRDefault="005B3ED9" w:rsidP="005B3ED9">
      <w:r>
        <w:t>245.1187</w:t>
      </w:r>
      <w:r>
        <w:tab/>
        <w:t>2.025e0</w:t>
      </w:r>
    </w:p>
    <w:p w:rsidR="005B3ED9" w:rsidRDefault="005B3ED9" w:rsidP="005B3ED9">
      <w:r>
        <w:t>245.1229</w:t>
      </w:r>
      <w:r>
        <w:tab/>
        <w:t>1.013e0</w:t>
      </w:r>
    </w:p>
    <w:p w:rsidR="005B3ED9" w:rsidRDefault="005B3ED9" w:rsidP="005B3ED9">
      <w:r>
        <w:t>245.1349</w:t>
      </w:r>
      <w:r>
        <w:tab/>
        <w:t>1.502e0</w:t>
      </w:r>
    </w:p>
    <w:p w:rsidR="005B3ED9" w:rsidRDefault="005B3ED9" w:rsidP="005B3ED9">
      <w:r>
        <w:t>245.1577</w:t>
      </w:r>
      <w:r>
        <w:tab/>
        <w:t>2.025e0</w:t>
      </w:r>
    </w:p>
    <w:p w:rsidR="005B3ED9" w:rsidRDefault="005B3ED9" w:rsidP="005B3ED9">
      <w:r>
        <w:t>245.1621</w:t>
      </w:r>
      <w:r>
        <w:tab/>
        <w:t>2.025e0</w:t>
      </w:r>
    </w:p>
    <w:p w:rsidR="005B3ED9" w:rsidRDefault="005B3ED9" w:rsidP="005B3ED9">
      <w:r>
        <w:t>245.1868</w:t>
      </w:r>
      <w:r>
        <w:tab/>
        <w:t>4.051e0</w:t>
      </w:r>
    </w:p>
    <w:p w:rsidR="005B3ED9" w:rsidRDefault="005B3ED9" w:rsidP="005B3ED9">
      <w:r>
        <w:lastRenderedPageBreak/>
        <w:t>245.1973</w:t>
      </w:r>
      <w:r>
        <w:tab/>
        <w:t>2.025e0</w:t>
      </w:r>
    </w:p>
    <w:p w:rsidR="005B3ED9" w:rsidRDefault="005B3ED9" w:rsidP="005B3ED9">
      <w:r>
        <w:t>245.1995</w:t>
      </w:r>
      <w:r>
        <w:tab/>
        <w:t>2.025e0</w:t>
      </w:r>
    </w:p>
    <w:p w:rsidR="005B3ED9" w:rsidRDefault="005B3ED9" w:rsidP="005B3ED9">
      <w:r>
        <w:t>245.2291</w:t>
      </w:r>
      <w:r>
        <w:tab/>
        <w:t>3.038e0</w:t>
      </w:r>
    </w:p>
    <w:p w:rsidR="005B3ED9" w:rsidRDefault="005B3ED9" w:rsidP="005B3ED9">
      <w:r>
        <w:t>245.2352</w:t>
      </w:r>
      <w:r>
        <w:tab/>
        <w:t>1.013e0</w:t>
      </w:r>
    </w:p>
    <w:p w:rsidR="005B3ED9" w:rsidRDefault="005B3ED9" w:rsidP="005B3ED9">
      <w:r>
        <w:t>245.3563</w:t>
      </w:r>
      <w:r>
        <w:tab/>
        <w:t>1.013e0</w:t>
      </w:r>
    </w:p>
    <w:p w:rsidR="005B3ED9" w:rsidRDefault="005B3ED9" w:rsidP="005B3ED9">
      <w:r>
        <w:t>245.3766</w:t>
      </w:r>
      <w:r>
        <w:tab/>
        <w:t>1.013e0</w:t>
      </w:r>
    </w:p>
    <w:p w:rsidR="005B3ED9" w:rsidRDefault="005B3ED9" w:rsidP="005B3ED9">
      <w:r>
        <w:t>245.4066</w:t>
      </w:r>
      <w:r>
        <w:tab/>
        <w:t>1.013e0</w:t>
      </w:r>
    </w:p>
    <w:p w:rsidR="005B3ED9" w:rsidRDefault="005B3ED9" w:rsidP="005B3ED9">
      <w:r>
        <w:t>245.5140</w:t>
      </w:r>
      <w:r>
        <w:tab/>
        <w:t>1.013e0</w:t>
      </w:r>
    </w:p>
    <w:p w:rsidR="005B3ED9" w:rsidRDefault="005B3ED9" w:rsidP="005B3ED9">
      <w:r>
        <w:t>245.5218</w:t>
      </w:r>
      <w:r>
        <w:tab/>
        <w:t>1.013e0</w:t>
      </w:r>
    </w:p>
    <w:p w:rsidR="005B3ED9" w:rsidRDefault="005B3ED9" w:rsidP="005B3ED9">
      <w:r>
        <w:t>245.5715</w:t>
      </w:r>
      <w:r>
        <w:tab/>
        <w:t>1.013e0</w:t>
      </w:r>
    </w:p>
    <w:p w:rsidR="005B3ED9" w:rsidRDefault="005B3ED9" w:rsidP="005B3ED9">
      <w:r>
        <w:t>245.5852</w:t>
      </w:r>
      <w:r>
        <w:tab/>
        <w:t>1.013e0</w:t>
      </w:r>
    </w:p>
    <w:p w:rsidR="005B3ED9" w:rsidRDefault="005B3ED9" w:rsidP="005B3ED9">
      <w:r>
        <w:t>245.6474</w:t>
      </w:r>
      <w:r>
        <w:tab/>
        <w:t>1.013e0</w:t>
      </w:r>
    </w:p>
    <w:p w:rsidR="005B3ED9" w:rsidRDefault="005B3ED9" w:rsidP="005B3ED9">
      <w:r>
        <w:t>245.6554</w:t>
      </w:r>
      <w:r>
        <w:tab/>
        <w:t>1.013e0</w:t>
      </w:r>
    </w:p>
    <w:p w:rsidR="005B3ED9" w:rsidRDefault="005B3ED9" w:rsidP="005B3ED9">
      <w:r>
        <w:t>245.6723</w:t>
      </w:r>
      <w:r>
        <w:tab/>
        <w:t>1.013e0</w:t>
      </w:r>
    </w:p>
    <w:p w:rsidR="005B3ED9" w:rsidRDefault="005B3ED9" w:rsidP="005B3ED9">
      <w:r>
        <w:t>245.6855</w:t>
      </w:r>
      <w:r>
        <w:tab/>
        <w:t>1.013e0</w:t>
      </w:r>
    </w:p>
    <w:p w:rsidR="005B3ED9" w:rsidRDefault="005B3ED9" w:rsidP="005B3ED9">
      <w:r>
        <w:t>245.7181</w:t>
      </w:r>
      <w:r>
        <w:tab/>
        <w:t>1.013e0</w:t>
      </w:r>
    </w:p>
    <w:p w:rsidR="005B3ED9" w:rsidRDefault="005B3ED9" w:rsidP="005B3ED9">
      <w:r>
        <w:t>245.7431</w:t>
      </w:r>
      <w:r>
        <w:tab/>
        <w:t>1.013e0</w:t>
      </w:r>
    </w:p>
    <w:p w:rsidR="005B3ED9" w:rsidRDefault="005B3ED9" w:rsidP="005B3ED9">
      <w:r>
        <w:t>245.8969</w:t>
      </w:r>
      <w:r>
        <w:tab/>
        <w:t>1.013e0</w:t>
      </w:r>
    </w:p>
    <w:p w:rsidR="005B3ED9" w:rsidRDefault="005B3ED9" w:rsidP="005B3ED9">
      <w:r>
        <w:t>245.9015</w:t>
      </w:r>
      <w:r>
        <w:tab/>
        <w:t>1.013e0</w:t>
      </w:r>
    </w:p>
    <w:p w:rsidR="005B3ED9" w:rsidRDefault="005B3ED9" w:rsidP="005B3ED9">
      <w:r>
        <w:lastRenderedPageBreak/>
        <w:t>245.9107</w:t>
      </w:r>
      <w:r>
        <w:tab/>
        <w:t>1.013e0</w:t>
      </w:r>
    </w:p>
    <w:p w:rsidR="005B3ED9" w:rsidRDefault="005B3ED9" w:rsidP="005B3ED9">
      <w:r>
        <w:t>245.9382</w:t>
      </w:r>
      <w:r>
        <w:tab/>
        <w:t>1.013e0</w:t>
      </w:r>
    </w:p>
    <w:p w:rsidR="005B3ED9" w:rsidRDefault="005B3ED9" w:rsidP="005B3ED9">
      <w:r>
        <w:t>245.9474</w:t>
      </w:r>
      <w:r>
        <w:tab/>
        <w:t>1.013e0</w:t>
      </w:r>
    </w:p>
    <w:p w:rsidR="005B3ED9" w:rsidRDefault="005B3ED9" w:rsidP="005B3ED9">
      <w:r>
        <w:t>245.9887</w:t>
      </w:r>
      <w:r>
        <w:tab/>
        <w:t>1.013e0</w:t>
      </w:r>
    </w:p>
    <w:p w:rsidR="005B3ED9" w:rsidRDefault="005B3ED9" w:rsidP="005B3ED9">
      <w:r>
        <w:t>245.9958</w:t>
      </w:r>
      <w:r>
        <w:tab/>
        <w:t>5.063e0</w:t>
      </w:r>
    </w:p>
    <w:p w:rsidR="005B3ED9" w:rsidRDefault="005B3ED9" w:rsidP="005B3ED9">
      <w:r>
        <w:t>246.0063</w:t>
      </w:r>
      <w:r>
        <w:tab/>
        <w:t>3.038e0</w:t>
      </w:r>
    </w:p>
    <w:p w:rsidR="005B3ED9" w:rsidRDefault="005B3ED9" w:rsidP="005B3ED9">
      <w:r>
        <w:t>246.0281</w:t>
      </w:r>
      <w:r>
        <w:tab/>
        <w:t>5.235e0</w:t>
      </w:r>
    </w:p>
    <w:p w:rsidR="005B3ED9" w:rsidRDefault="005B3ED9" w:rsidP="005B3ED9">
      <w:r>
        <w:t>246.0303</w:t>
      </w:r>
      <w:r>
        <w:tab/>
        <w:t>8.101e0</w:t>
      </w:r>
    </w:p>
    <w:p w:rsidR="005B3ED9" w:rsidRDefault="005B3ED9" w:rsidP="005B3ED9">
      <w:r>
        <w:t>246.0332</w:t>
      </w:r>
      <w:r>
        <w:tab/>
        <w:t>1.350e0</w:t>
      </w:r>
    </w:p>
    <w:p w:rsidR="005B3ED9" w:rsidRDefault="005B3ED9" w:rsidP="005B3ED9">
      <w:r>
        <w:t>246.0464</w:t>
      </w:r>
      <w:r>
        <w:tab/>
        <w:t>2.025e0</w:t>
      </w:r>
    </w:p>
    <w:p w:rsidR="005B3ED9" w:rsidRDefault="005B3ED9" w:rsidP="005B3ED9">
      <w:r>
        <w:t>246.0785</w:t>
      </w:r>
      <w:r>
        <w:tab/>
        <w:t>2.025e0</w:t>
      </w:r>
    </w:p>
    <w:p w:rsidR="005B3ED9" w:rsidRDefault="005B3ED9" w:rsidP="005B3ED9">
      <w:r>
        <w:t>246.1137</w:t>
      </w:r>
      <w:r>
        <w:tab/>
        <w:t>1.013e0</w:t>
      </w:r>
    </w:p>
    <w:p w:rsidR="005B3ED9" w:rsidRDefault="005B3ED9" w:rsidP="005B3ED9">
      <w:r>
        <w:t>246.1218</w:t>
      </w:r>
      <w:r>
        <w:tab/>
        <w:t>1.013e0</w:t>
      </w:r>
    </w:p>
    <w:p w:rsidR="005B3ED9" w:rsidRDefault="005B3ED9" w:rsidP="005B3ED9">
      <w:r>
        <w:t>246.1637</w:t>
      </w:r>
      <w:r>
        <w:tab/>
        <w:t>2.025e0</w:t>
      </w:r>
    </w:p>
    <w:p w:rsidR="005B3ED9" w:rsidRDefault="005B3ED9" w:rsidP="005B3ED9">
      <w:r>
        <w:t>246.1659</w:t>
      </w:r>
      <w:r>
        <w:tab/>
        <w:t>2.025e0</w:t>
      </w:r>
    </w:p>
    <w:p w:rsidR="005B3ED9" w:rsidRDefault="005B3ED9" w:rsidP="005B3ED9">
      <w:r>
        <w:t>246.1975</w:t>
      </w:r>
      <w:r>
        <w:tab/>
        <w:t>2.025e0</w:t>
      </w:r>
    </w:p>
    <w:p w:rsidR="005B3ED9" w:rsidRDefault="005B3ED9" w:rsidP="005B3ED9">
      <w:r>
        <w:t>246.2015</w:t>
      </w:r>
      <w:r>
        <w:tab/>
        <w:t>1.013e0</w:t>
      </w:r>
    </w:p>
    <w:p w:rsidR="005B3ED9" w:rsidRDefault="005B3ED9" w:rsidP="005B3ED9">
      <w:r>
        <w:t>246.2060</w:t>
      </w:r>
      <w:r>
        <w:tab/>
        <w:t>2.025e0</w:t>
      </w:r>
    </w:p>
    <w:p w:rsidR="005B3ED9" w:rsidRDefault="005B3ED9" w:rsidP="005B3ED9">
      <w:r>
        <w:t>246.2595</w:t>
      </w:r>
      <w:r>
        <w:tab/>
        <w:t>1.013e0</w:t>
      </w:r>
    </w:p>
    <w:p w:rsidR="005B3ED9" w:rsidRDefault="005B3ED9" w:rsidP="005B3ED9">
      <w:r>
        <w:lastRenderedPageBreak/>
        <w:t>246.2775</w:t>
      </w:r>
      <w:r>
        <w:tab/>
        <w:t>1.013e0</w:t>
      </w:r>
    </w:p>
    <w:p w:rsidR="005B3ED9" w:rsidRDefault="005B3ED9" w:rsidP="005B3ED9">
      <w:r>
        <w:t>246.3100</w:t>
      </w:r>
      <w:r>
        <w:tab/>
        <w:t>1.013e0</w:t>
      </w:r>
    </w:p>
    <w:p w:rsidR="005B3ED9" w:rsidRDefault="005B3ED9" w:rsidP="005B3ED9">
      <w:r>
        <w:t>246.3559</w:t>
      </w:r>
      <w:r>
        <w:tab/>
        <w:t>1.013e0</w:t>
      </w:r>
    </w:p>
    <w:p w:rsidR="005B3ED9" w:rsidRDefault="005B3ED9" w:rsidP="005B3ED9">
      <w:r>
        <w:t>246.3692</w:t>
      </w:r>
      <w:r>
        <w:tab/>
        <w:t>1.013e0</w:t>
      </w:r>
    </w:p>
    <w:p w:rsidR="005B3ED9" w:rsidRDefault="005B3ED9" w:rsidP="005B3ED9">
      <w:r>
        <w:t>246.3810</w:t>
      </w:r>
      <w:r>
        <w:tab/>
        <w:t>1.013e0</w:t>
      </w:r>
    </w:p>
    <w:p w:rsidR="005B3ED9" w:rsidRDefault="005B3ED9" w:rsidP="005B3ED9">
      <w:r>
        <w:t>246.4432</w:t>
      </w:r>
      <w:r>
        <w:tab/>
        <w:t>2.025e0</w:t>
      </w:r>
    </w:p>
    <w:p w:rsidR="005B3ED9" w:rsidRDefault="005B3ED9" w:rsidP="005B3ED9">
      <w:r>
        <w:t>246.4687</w:t>
      </w:r>
      <w:r>
        <w:tab/>
        <w:t>1.013e0</w:t>
      </w:r>
    </w:p>
    <w:p w:rsidR="005B3ED9" w:rsidRDefault="005B3ED9" w:rsidP="005B3ED9">
      <w:r>
        <w:t>246.4901</w:t>
      </w:r>
      <w:r>
        <w:tab/>
        <w:t>2.025e0</w:t>
      </w:r>
    </w:p>
    <w:p w:rsidR="005B3ED9" w:rsidRDefault="005B3ED9" w:rsidP="005B3ED9">
      <w:r>
        <w:t>246.4917</w:t>
      </w:r>
      <w:r>
        <w:tab/>
        <w:t>2.025e0</w:t>
      </w:r>
    </w:p>
    <w:p w:rsidR="005B3ED9" w:rsidRDefault="005B3ED9" w:rsidP="005B3ED9">
      <w:r>
        <w:t>246.5565</w:t>
      </w:r>
      <w:r>
        <w:tab/>
        <w:t>1.013e0</w:t>
      </w:r>
    </w:p>
    <w:p w:rsidR="005B3ED9" w:rsidRDefault="005B3ED9" w:rsidP="005B3ED9">
      <w:r>
        <w:t>246.6103</w:t>
      </w:r>
      <w:r>
        <w:tab/>
        <w:t>1.013e0</w:t>
      </w:r>
    </w:p>
    <w:p w:rsidR="005B3ED9" w:rsidRDefault="005B3ED9" w:rsidP="005B3ED9">
      <w:r>
        <w:t>246.6610</w:t>
      </w:r>
      <w:r>
        <w:tab/>
        <w:t>2.025e0</w:t>
      </w:r>
    </w:p>
    <w:p w:rsidR="005B3ED9" w:rsidRDefault="005B3ED9" w:rsidP="005B3ED9">
      <w:r>
        <w:t>246.6685</w:t>
      </w:r>
      <w:r>
        <w:tab/>
        <w:t>1.013e0</w:t>
      </w:r>
    </w:p>
    <w:p w:rsidR="005B3ED9" w:rsidRDefault="005B3ED9" w:rsidP="005B3ED9">
      <w:r>
        <w:t>246.7060</w:t>
      </w:r>
      <w:r>
        <w:tab/>
        <w:t>1.013e0</w:t>
      </w:r>
    </w:p>
    <w:p w:rsidR="005B3ED9" w:rsidRDefault="005B3ED9" w:rsidP="005B3ED9">
      <w:r>
        <w:t>246.7191</w:t>
      </w:r>
      <w:r>
        <w:tab/>
        <w:t>1.013e0</w:t>
      </w:r>
    </w:p>
    <w:p w:rsidR="005B3ED9" w:rsidRDefault="005B3ED9" w:rsidP="005B3ED9">
      <w:r>
        <w:t>246.7400</w:t>
      </w:r>
      <w:r>
        <w:tab/>
        <w:t>1.013e0</w:t>
      </w:r>
    </w:p>
    <w:p w:rsidR="005B3ED9" w:rsidRDefault="005B3ED9" w:rsidP="005B3ED9">
      <w:r>
        <w:t>246.8009</w:t>
      </w:r>
      <w:r>
        <w:tab/>
        <w:t>2.025e0</w:t>
      </w:r>
    </w:p>
    <w:p w:rsidR="005B3ED9" w:rsidRDefault="005B3ED9" w:rsidP="005B3ED9">
      <w:r>
        <w:t>246.8279</w:t>
      </w:r>
      <w:r>
        <w:tab/>
        <w:t>2.025e0</w:t>
      </w:r>
    </w:p>
    <w:p w:rsidR="005B3ED9" w:rsidRDefault="005B3ED9" w:rsidP="005B3ED9">
      <w:r>
        <w:t>246.8894</w:t>
      </w:r>
      <w:r>
        <w:tab/>
        <w:t>1.013e0</w:t>
      </w:r>
    </w:p>
    <w:p w:rsidR="005B3ED9" w:rsidRDefault="005B3ED9" w:rsidP="005B3ED9">
      <w:r>
        <w:lastRenderedPageBreak/>
        <w:t>246.9905</w:t>
      </w:r>
      <w:r>
        <w:tab/>
        <w:t>3.038e0</w:t>
      </w:r>
    </w:p>
    <w:p w:rsidR="005B3ED9" w:rsidRDefault="005B3ED9" w:rsidP="005B3ED9">
      <w:r>
        <w:t>247.0014</w:t>
      </w:r>
      <w:r>
        <w:tab/>
        <w:t>2.025e0</w:t>
      </w:r>
    </w:p>
    <w:p w:rsidR="005B3ED9" w:rsidRDefault="005B3ED9" w:rsidP="005B3ED9">
      <w:r>
        <w:t>247.0114</w:t>
      </w:r>
      <w:r>
        <w:tab/>
        <w:t>1.013e0</w:t>
      </w:r>
    </w:p>
    <w:p w:rsidR="005B3ED9" w:rsidRDefault="005B3ED9" w:rsidP="005B3ED9">
      <w:r>
        <w:t>247.0193</w:t>
      </w:r>
      <w:r>
        <w:tab/>
        <w:t>1.013e0</w:t>
      </w:r>
    </w:p>
    <w:p w:rsidR="005B3ED9" w:rsidRDefault="005B3ED9" w:rsidP="005B3ED9">
      <w:r>
        <w:t>247.0228</w:t>
      </w:r>
      <w:r>
        <w:tab/>
        <w:t>4.051e0</w:t>
      </w:r>
    </w:p>
    <w:p w:rsidR="005B3ED9" w:rsidRDefault="005B3ED9" w:rsidP="005B3ED9">
      <w:r>
        <w:t>247.0392</w:t>
      </w:r>
      <w:r>
        <w:tab/>
        <w:t>3.038e0</w:t>
      </w:r>
    </w:p>
    <w:p w:rsidR="005B3ED9" w:rsidRDefault="005B3ED9" w:rsidP="005B3ED9">
      <w:r>
        <w:t>247.0480</w:t>
      </w:r>
      <w:r>
        <w:tab/>
        <w:t>3.038e0</w:t>
      </w:r>
    </w:p>
    <w:p w:rsidR="005B3ED9" w:rsidRDefault="005B3ED9" w:rsidP="005B3ED9">
      <w:r>
        <w:t>247.0515</w:t>
      </w:r>
      <w:r>
        <w:tab/>
        <w:t>2.025e0</w:t>
      </w:r>
    </w:p>
    <w:p w:rsidR="005B3ED9" w:rsidRDefault="005B3ED9" w:rsidP="005B3ED9">
      <w:r>
        <w:t>247.0534</w:t>
      </w:r>
      <w:r>
        <w:tab/>
        <w:t>2.025e0</w:t>
      </w:r>
    </w:p>
    <w:p w:rsidR="005B3ED9" w:rsidRDefault="005B3ED9" w:rsidP="005B3ED9">
      <w:r>
        <w:t>247.0827</w:t>
      </w:r>
      <w:r>
        <w:tab/>
        <w:t>1.013e0</w:t>
      </w:r>
    </w:p>
    <w:p w:rsidR="005B3ED9" w:rsidRDefault="005B3ED9" w:rsidP="005B3ED9">
      <w:r>
        <w:t>247.1032</w:t>
      </w:r>
      <w:r>
        <w:tab/>
        <w:t>1.013e0</w:t>
      </w:r>
    </w:p>
    <w:p w:rsidR="005B3ED9" w:rsidRDefault="005B3ED9" w:rsidP="005B3ED9">
      <w:r>
        <w:t>247.1111</w:t>
      </w:r>
      <w:r>
        <w:tab/>
        <w:t>2.063e0</w:t>
      </w:r>
    </w:p>
    <w:p w:rsidR="005B3ED9" w:rsidRDefault="005B3ED9" w:rsidP="005B3ED9">
      <w:r>
        <w:t>247.1451</w:t>
      </w:r>
      <w:r>
        <w:tab/>
        <w:t>1.013e0</w:t>
      </w:r>
    </w:p>
    <w:p w:rsidR="005B3ED9" w:rsidRDefault="005B3ED9" w:rsidP="005B3ED9">
      <w:r>
        <w:t>247.1702</w:t>
      </w:r>
      <w:r>
        <w:tab/>
        <w:t>1.013e0</w:t>
      </w:r>
    </w:p>
    <w:p w:rsidR="005B3ED9" w:rsidRDefault="005B3ED9" w:rsidP="005B3ED9">
      <w:r>
        <w:t>247.1794</w:t>
      </w:r>
      <w:r>
        <w:tab/>
        <w:t>1.013e0</w:t>
      </w:r>
    </w:p>
    <w:p w:rsidR="005B3ED9" w:rsidRDefault="005B3ED9" w:rsidP="005B3ED9">
      <w:r>
        <w:t>247.2449</w:t>
      </w:r>
      <w:r>
        <w:tab/>
        <w:t>1.013e0</w:t>
      </w:r>
    </w:p>
    <w:p w:rsidR="005B3ED9" w:rsidRDefault="005B3ED9" w:rsidP="005B3ED9">
      <w:r>
        <w:t>247.2750</w:t>
      </w:r>
      <w:r>
        <w:tab/>
        <w:t>1.013e0</w:t>
      </w:r>
    </w:p>
    <w:p w:rsidR="005B3ED9" w:rsidRDefault="005B3ED9" w:rsidP="005B3ED9">
      <w:r>
        <w:t>247.3366</w:t>
      </w:r>
      <w:r>
        <w:tab/>
        <w:t>1.013e0</w:t>
      </w:r>
    </w:p>
    <w:p w:rsidR="005B3ED9" w:rsidRDefault="005B3ED9" w:rsidP="005B3ED9">
      <w:r>
        <w:t>247.3407</w:t>
      </w:r>
      <w:r>
        <w:tab/>
        <w:t>1.013e0</w:t>
      </w:r>
    </w:p>
    <w:p w:rsidR="005B3ED9" w:rsidRDefault="005B3ED9" w:rsidP="005B3ED9">
      <w:r>
        <w:lastRenderedPageBreak/>
        <w:t>247.3747</w:t>
      </w:r>
      <w:r>
        <w:tab/>
        <w:t>1.013e0</w:t>
      </w:r>
    </w:p>
    <w:p w:rsidR="005B3ED9" w:rsidRDefault="005B3ED9" w:rsidP="005B3ED9">
      <w:r>
        <w:t>247.3825</w:t>
      </w:r>
      <w:r>
        <w:tab/>
        <w:t>1.013e0</w:t>
      </w:r>
    </w:p>
    <w:p w:rsidR="005B3ED9" w:rsidRDefault="005B3ED9" w:rsidP="005B3ED9">
      <w:r>
        <w:t>247.4049</w:t>
      </w:r>
      <w:r>
        <w:tab/>
        <w:t>1.013e0</w:t>
      </w:r>
    </w:p>
    <w:p w:rsidR="005B3ED9" w:rsidRDefault="005B3ED9" w:rsidP="005B3ED9">
      <w:r>
        <w:t>247.4508</w:t>
      </w:r>
      <w:r>
        <w:tab/>
        <w:t>1.013e0</w:t>
      </w:r>
    </w:p>
    <w:p w:rsidR="005B3ED9" w:rsidRDefault="005B3ED9" w:rsidP="005B3ED9">
      <w:r>
        <w:t>247.5006</w:t>
      </w:r>
      <w:r>
        <w:tab/>
        <w:t>1.013e0</w:t>
      </w:r>
    </w:p>
    <w:p w:rsidR="005B3ED9" w:rsidRDefault="005B3ED9" w:rsidP="005B3ED9">
      <w:r>
        <w:t>247.5388</w:t>
      </w:r>
      <w:r>
        <w:tab/>
        <w:t>1.013e0</w:t>
      </w:r>
    </w:p>
    <w:p w:rsidR="005B3ED9" w:rsidRDefault="005B3ED9" w:rsidP="005B3ED9">
      <w:r>
        <w:t>247.5446</w:t>
      </w:r>
      <w:r>
        <w:tab/>
        <w:t>2.025e0</w:t>
      </w:r>
    </w:p>
    <w:p w:rsidR="005B3ED9" w:rsidRDefault="005B3ED9" w:rsidP="005B3ED9">
      <w:r>
        <w:t>247.5712</w:t>
      </w:r>
      <w:r>
        <w:tab/>
        <w:t>1.013e0</w:t>
      </w:r>
    </w:p>
    <w:p w:rsidR="005B3ED9" w:rsidRDefault="005B3ED9" w:rsidP="005B3ED9">
      <w:r>
        <w:t>247.6726</w:t>
      </w:r>
      <w:r>
        <w:tab/>
        <w:t>1.013e0</w:t>
      </w:r>
    </w:p>
    <w:p w:rsidR="005B3ED9" w:rsidRDefault="005B3ED9" w:rsidP="005B3ED9">
      <w:r>
        <w:t>247.6765</w:t>
      </w:r>
      <w:r>
        <w:tab/>
        <w:t>1.013e0</w:t>
      </w:r>
    </w:p>
    <w:p w:rsidR="005B3ED9" w:rsidRDefault="005B3ED9" w:rsidP="005B3ED9">
      <w:r>
        <w:t>247.6961</w:t>
      </w:r>
      <w:r>
        <w:tab/>
        <w:t>1.013e0</w:t>
      </w:r>
    </w:p>
    <w:p w:rsidR="005B3ED9" w:rsidRDefault="005B3ED9" w:rsidP="005B3ED9">
      <w:r>
        <w:t>247.7605</w:t>
      </w:r>
      <w:r>
        <w:tab/>
        <w:t>1.013e0</w:t>
      </w:r>
    </w:p>
    <w:p w:rsidR="005B3ED9" w:rsidRDefault="005B3ED9" w:rsidP="005B3ED9">
      <w:r>
        <w:t>247.7928</w:t>
      </w:r>
      <w:r>
        <w:tab/>
        <w:t>1.013e0</w:t>
      </w:r>
    </w:p>
    <w:p w:rsidR="005B3ED9" w:rsidRDefault="005B3ED9" w:rsidP="005B3ED9">
      <w:r>
        <w:t>247.7974</w:t>
      </w:r>
      <w:r>
        <w:tab/>
        <w:t>1.013e0</w:t>
      </w:r>
    </w:p>
    <w:p w:rsidR="005B3ED9" w:rsidRDefault="005B3ED9" w:rsidP="005B3ED9">
      <w:r>
        <w:t>247.8943</w:t>
      </w:r>
      <w:r>
        <w:tab/>
        <w:t>1.013e0</w:t>
      </w:r>
    </w:p>
    <w:p w:rsidR="005B3ED9" w:rsidRDefault="005B3ED9" w:rsidP="005B3ED9">
      <w:r>
        <w:t>247.9180</w:t>
      </w:r>
      <w:r>
        <w:tab/>
        <w:t>1.013e0</w:t>
      </w:r>
    </w:p>
    <w:p w:rsidR="005B3ED9" w:rsidRDefault="005B3ED9" w:rsidP="005B3ED9">
      <w:r>
        <w:t>247.9267</w:t>
      </w:r>
      <w:r>
        <w:tab/>
        <w:t>1.013e0</w:t>
      </w:r>
    </w:p>
    <w:p w:rsidR="005B3ED9" w:rsidRDefault="005B3ED9" w:rsidP="005B3ED9">
      <w:r>
        <w:t>247.9600</w:t>
      </w:r>
      <w:r>
        <w:tab/>
        <w:t>1.013e0</w:t>
      </w:r>
    </w:p>
    <w:p w:rsidR="005B3ED9" w:rsidRDefault="005B3ED9" w:rsidP="005B3ED9">
      <w:r>
        <w:t>248.0237</w:t>
      </w:r>
      <w:r>
        <w:tab/>
        <w:t>1.013e0</w:t>
      </w:r>
    </w:p>
    <w:p w:rsidR="005B3ED9" w:rsidRDefault="005B3ED9" w:rsidP="005B3ED9">
      <w:r>
        <w:lastRenderedPageBreak/>
        <w:t>248.0361</w:t>
      </w:r>
      <w:r>
        <w:tab/>
        <w:t>1.013e0</w:t>
      </w:r>
    </w:p>
    <w:p w:rsidR="005B3ED9" w:rsidRDefault="005B3ED9" w:rsidP="005B3ED9">
      <w:r>
        <w:t>248.0440</w:t>
      </w:r>
      <w:r>
        <w:tab/>
        <w:t>1.013e0</w:t>
      </w:r>
    </w:p>
    <w:p w:rsidR="005B3ED9" w:rsidRDefault="005B3ED9" w:rsidP="005B3ED9">
      <w:r>
        <w:t>248.0699</w:t>
      </w:r>
      <w:r>
        <w:tab/>
        <w:t>1.013e0</w:t>
      </w:r>
    </w:p>
    <w:p w:rsidR="005B3ED9" w:rsidRDefault="005B3ED9" w:rsidP="005B3ED9">
      <w:r>
        <w:t>248.0743</w:t>
      </w:r>
      <w:r>
        <w:tab/>
        <w:t>1.013e0</w:t>
      </w:r>
    </w:p>
    <w:p w:rsidR="005B3ED9" w:rsidRDefault="005B3ED9" w:rsidP="005B3ED9">
      <w:r>
        <w:t>248.0977</w:t>
      </w:r>
      <w:r>
        <w:tab/>
        <w:t>1.013e0</w:t>
      </w:r>
    </w:p>
    <w:p w:rsidR="005B3ED9" w:rsidRDefault="005B3ED9" w:rsidP="005B3ED9">
      <w:r>
        <w:t>248.1280</w:t>
      </w:r>
      <w:r>
        <w:tab/>
        <w:t>1.013e0</w:t>
      </w:r>
    </w:p>
    <w:p w:rsidR="005B3ED9" w:rsidRDefault="005B3ED9" w:rsidP="005B3ED9">
      <w:r>
        <w:t>248.1531</w:t>
      </w:r>
      <w:r>
        <w:tab/>
        <w:t>1.013e0</w:t>
      </w:r>
    </w:p>
    <w:p w:rsidR="005B3ED9" w:rsidRDefault="005B3ED9" w:rsidP="005B3ED9">
      <w:r>
        <w:t>248.1661</w:t>
      </w:r>
      <w:r>
        <w:tab/>
        <w:t>1.013e0</w:t>
      </w:r>
    </w:p>
    <w:p w:rsidR="005B3ED9" w:rsidRDefault="005B3ED9" w:rsidP="005B3ED9">
      <w:r>
        <w:t>248.1799</w:t>
      </w:r>
      <w:r>
        <w:tab/>
        <w:t>2.025e0</w:t>
      </w:r>
    </w:p>
    <w:p w:rsidR="005B3ED9" w:rsidRDefault="005B3ED9" w:rsidP="005B3ED9">
      <w:r>
        <w:t>248.2200</w:t>
      </w:r>
      <w:r>
        <w:tab/>
        <w:t>1.013e0</w:t>
      </w:r>
    </w:p>
    <w:p w:rsidR="005B3ED9" w:rsidRDefault="005B3ED9" w:rsidP="005B3ED9">
      <w:r>
        <w:t>248.2918</w:t>
      </w:r>
      <w:r>
        <w:tab/>
        <w:t>1.013e0</w:t>
      </w:r>
    </w:p>
    <w:p w:rsidR="005B3ED9" w:rsidRDefault="005B3ED9" w:rsidP="005B3ED9">
      <w:r>
        <w:t>248.3039</w:t>
      </w:r>
      <w:r>
        <w:tab/>
        <w:t>1.013e0</w:t>
      </w:r>
    </w:p>
    <w:p w:rsidR="005B3ED9" w:rsidRDefault="005B3ED9" w:rsidP="005B3ED9">
      <w:r>
        <w:t>248.3242</w:t>
      </w:r>
      <w:r>
        <w:tab/>
        <w:t>1.013e0</w:t>
      </w:r>
    </w:p>
    <w:p w:rsidR="005B3ED9" w:rsidRDefault="005B3ED9" w:rsidP="005B3ED9">
      <w:r>
        <w:t>248.4038</w:t>
      </w:r>
      <w:r>
        <w:tab/>
        <w:t>1.013e0</w:t>
      </w:r>
    </w:p>
    <w:p w:rsidR="005B3ED9" w:rsidRDefault="005B3ED9" w:rsidP="005B3ED9">
      <w:r>
        <w:t>248.4205</w:t>
      </w:r>
      <w:r>
        <w:tab/>
        <w:t>2.025e0</w:t>
      </w:r>
    </w:p>
    <w:p w:rsidR="005B3ED9" w:rsidRDefault="005B3ED9" w:rsidP="005B3ED9">
      <w:r>
        <w:t>248.5299</w:t>
      </w:r>
      <w:r>
        <w:tab/>
        <w:t>1.013e0</w:t>
      </w:r>
    </w:p>
    <w:p w:rsidR="005B3ED9" w:rsidRDefault="005B3ED9" w:rsidP="005B3ED9">
      <w:r>
        <w:t>248.5544</w:t>
      </w:r>
      <w:r>
        <w:tab/>
        <w:t>2.025e0</w:t>
      </w:r>
    </w:p>
    <w:p w:rsidR="005B3ED9" w:rsidRDefault="005B3ED9" w:rsidP="005B3ED9">
      <w:r>
        <w:t>248.5679</w:t>
      </w:r>
      <w:r>
        <w:tab/>
        <w:t>1.013e0</w:t>
      </w:r>
    </w:p>
    <w:p w:rsidR="005B3ED9" w:rsidRDefault="005B3ED9" w:rsidP="005B3ED9">
      <w:r>
        <w:t>248.6297</w:t>
      </w:r>
      <w:r>
        <w:tab/>
        <w:t>1.013e0</w:t>
      </w:r>
    </w:p>
    <w:p w:rsidR="005B3ED9" w:rsidRDefault="005B3ED9" w:rsidP="005B3ED9">
      <w:r>
        <w:lastRenderedPageBreak/>
        <w:t>248.7639</w:t>
      </w:r>
      <w:r>
        <w:tab/>
        <w:t>1.013e0</w:t>
      </w:r>
    </w:p>
    <w:p w:rsidR="005B3ED9" w:rsidRDefault="005B3ED9" w:rsidP="005B3ED9">
      <w:r>
        <w:t>248.8018</w:t>
      </w:r>
      <w:r>
        <w:tab/>
        <w:t>1.013e0</w:t>
      </w:r>
    </w:p>
    <w:p w:rsidR="005B3ED9" w:rsidRDefault="005B3ED9" w:rsidP="005B3ED9">
      <w:r>
        <w:t>248.8242</w:t>
      </w:r>
      <w:r>
        <w:tab/>
        <w:t>1.013e0</w:t>
      </w:r>
    </w:p>
    <w:p w:rsidR="005B3ED9" w:rsidRDefault="005B3ED9" w:rsidP="005B3ED9">
      <w:r>
        <w:t>248.8478</w:t>
      </w:r>
      <w:r>
        <w:tab/>
        <w:t>1.013e0</w:t>
      </w:r>
    </w:p>
    <w:p w:rsidR="005B3ED9" w:rsidRDefault="005B3ED9" w:rsidP="005B3ED9">
      <w:r>
        <w:t>248.9162</w:t>
      </w:r>
      <w:r>
        <w:tab/>
        <w:t>1.013e0</w:t>
      </w:r>
    </w:p>
    <w:p w:rsidR="005B3ED9" w:rsidRDefault="005B3ED9" w:rsidP="005B3ED9">
      <w:r>
        <w:t>248.9759</w:t>
      </w:r>
      <w:r>
        <w:tab/>
        <w:t>2.025e0</w:t>
      </w:r>
    </w:p>
    <w:p w:rsidR="005B3ED9" w:rsidRDefault="005B3ED9" w:rsidP="005B3ED9">
      <w:r>
        <w:t>248.9779</w:t>
      </w:r>
      <w:r>
        <w:tab/>
        <w:t>1.013e0</w:t>
      </w:r>
    </w:p>
    <w:p w:rsidR="005B3ED9" w:rsidRDefault="005B3ED9" w:rsidP="005B3ED9">
      <w:r>
        <w:t>248.9911</w:t>
      </w:r>
      <w:r>
        <w:tab/>
        <w:t>3.038e0</w:t>
      </w:r>
    </w:p>
    <w:p w:rsidR="005B3ED9" w:rsidRDefault="005B3ED9" w:rsidP="005B3ED9">
      <w:r>
        <w:t>249.0042</w:t>
      </w:r>
      <w:r>
        <w:tab/>
        <w:t>2.025e0</w:t>
      </w:r>
    </w:p>
    <w:p w:rsidR="005B3ED9" w:rsidRDefault="005B3ED9" w:rsidP="005B3ED9">
      <w:r>
        <w:t>249.0105</w:t>
      </w:r>
      <w:r>
        <w:tab/>
        <w:t>3.897e0</w:t>
      </w:r>
    </w:p>
    <w:p w:rsidR="005B3ED9" w:rsidRDefault="005B3ED9" w:rsidP="005B3ED9">
      <w:r>
        <w:t>249.0281</w:t>
      </w:r>
      <w:r>
        <w:tab/>
        <w:t>1.013e0</w:t>
      </w:r>
    </w:p>
    <w:p w:rsidR="005B3ED9" w:rsidRDefault="005B3ED9" w:rsidP="005B3ED9">
      <w:r>
        <w:t>249.0328</w:t>
      </w:r>
      <w:r>
        <w:tab/>
        <w:t>1.013e0</w:t>
      </w:r>
    </w:p>
    <w:p w:rsidR="005B3ED9" w:rsidRDefault="005B3ED9" w:rsidP="005B3ED9">
      <w:r>
        <w:t>249.0698</w:t>
      </w:r>
      <w:r>
        <w:tab/>
        <w:t>5.063e0</w:t>
      </w:r>
    </w:p>
    <w:p w:rsidR="005B3ED9" w:rsidRDefault="005B3ED9" w:rsidP="005B3ED9">
      <w:r>
        <w:t>249.0729</w:t>
      </w:r>
      <w:r>
        <w:tab/>
        <w:t>3.038e0</w:t>
      </w:r>
    </w:p>
    <w:p w:rsidR="005B3ED9" w:rsidRDefault="005B3ED9" w:rsidP="005B3ED9">
      <w:r>
        <w:t>249.0770</w:t>
      </w:r>
      <w:r>
        <w:tab/>
        <w:t>2.025e0</w:t>
      </w:r>
    </w:p>
    <w:p w:rsidR="005B3ED9" w:rsidRDefault="005B3ED9" w:rsidP="005B3ED9">
      <w:r>
        <w:t>249.0792</w:t>
      </w:r>
      <w:r>
        <w:tab/>
        <w:t>1.013e0</w:t>
      </w:r>
    </w:p>
    <w:p w:rsidR="005B3ED9" w:rsidRDefault="005B3ED9" w:rsidP="005B3ED9">
      <w:r>
        <w:t>249.1060</w:t>
      </w:r>
      <w:r>
        <w:tab/>
        <w:t>2.025e0</w:t>
      </w:r>
    </w:p>
    <w:p w:rsidR="005B3ED9" w:rsidRDefault="005B3ED9" w:rsidP="005B3ED9">
      <w:r>
        <w:t>249.1119</w:t>
      </w:r>
      <w:r>
        <w:tab/>
        <w:t>1.013e0</w:t>
      </w:r>
    </w:p>
    <w:p w:rsidR="005B3ED9" w:rsidRDefault="005B3ED9" w:rsidP="005B3ED9">
      <w:r>
        <w:t>249.1587</w:t>
      </w:r>
      <w:r>
        <w:tab/>
        <w:t>2.025e0</w:t>
      </w:r>
    </w:p>
    <w:p w:rsidR="005B3ED9" w:rsidRDefault="005B3ED9" w:rsidP="005B3ED9">
      <w:r>
        <w:lastRenderedPageBreak/>
        <w:t>249.1607</w:t>
      </w:r>
      <w:r>
        <w:tab/>
        <w:t>2.025e0</w:t>
      </w:r>
    </w:p>
    <w:p w:rsidR="005B3ED9" w:rsidRDefault="005B3ED9" w:rsidP="005B3ED9">
      <w:r>
        <w:t>249.1738</w:t>
      </w:r>
      <w:r>
        <w:tab/>
        <w:t>2.025e0</w:t>
      </w:r>
    </w:p>
    <w:p w:rsidR="005B3ED9" w:rsidRDefault="005B3ED9" w:rsidP="005B3ED9">
      <w:r>
        <w:t>249.1758</w:t>
      </w:r>
      <w:r>
        <w:tab/>
        <w:t>2.025e0</w:t>
      </w:r>
    </w:p>
    <w:p w:rsidR="005B3ED9" w:rsidRDefault="005B3ED9" w:rsidP="005B3ED9">
      <w:r>
        <w:t>249.1882</w:t>
      </w:r>
      <w:r>
        <w:tab/>
        <w:t>1.013e0</w:t>
      </w:r>
    </w:p>
    <w:p w:rsidR="005B3ED9" w:rsidRDefault="005B3ED9" w:rsidP="005B3ED9">
      <w:r>
        <w:t>249.2060</w:t>
      </w:r>
      <w:r>
        <w:tab/>
        <w:t>2.025e0</w:t>
      </w:r>
    </w:p>
    <w:p w:rsidR="005B3ED9" w:rsidRDefault="005B3ED9" w:rsidP="005B3ED9">
      <w:r>
        <w:t>249.2684</w:t>
      </w:r>
      <w:r>
        <w:tab/>
        <w:t>1.013e0</w:t>
      </w:r>
    </w:p>
    <w:p w:rsidR="005B3ED9" w:rsidRDefault="005B3ED9" w:rsidP="005B3ED9">
      <w:r>
        <w:t>249.3224</w:t>
      </w:r>
      <w:r>
        <w:tab/>
        <w:t>1.013e0</w:t>
      </w:r>
    </w:p>
    <w:p w:rsidR="005B3ED9" w:rsidRDefault="005B3ED9" w:rsidP="005B3ED9">
      <w:r>
        <w:t>249.3302</w:t>
      </w:r>
      <w:r>
        <w:tab/>
        <w:t>1.013e0</w:t>
      </w:r>
    </w:p>
    <w:p w:rsidR="005B3ED9" w:rsidRDefault="005B3ED9" w:rsidP="005B3ED9">
      <w:r>
        <w:t>249.4144</w:t>
      </w:r>
      <w:r>
        <w:tab/>
        <w:t>1.013e0</w:t>
      </w:r>
    </w:p>
    <w:p w:rsidR="005B3ED9" w:rsidRDefault="005B3ED9" w:rsidP="005B3ED9">
      <w:r>
        <w:t>249.4225</w:t>
      </w:r>
      <w:r>
        <w:tab/>
        <w:t>1.013e0</w:t>
      </w:r>
    </w:p>
    <w:p w:rsidR="005B3ED9" w:rsidRDefault="005B3ED9" w:rsidP="005B3ED9">
      <w:r>
        <w:t>249.5063</w:t>
      </w:r>
      <w:r>
        <w:tab/>
        <w:t>1.013e0</w:t>
      </w:r>
    </w:p>
    <w:p w:rsidR="005B3ED9" w:rsidRDefault="005B3ED9" w:rsidP="005B3ED9">
      <w:r>
        <w:t>249.5154</w:t>
      </w:r>
      <w:r>
        <w:tab/>
        <w:t>1.013e0</w:t>
      </w:r>
    </w:p>
    <w:p w:rsidR="005B3ED9" w:rsidRDefault="005B3ED9" w:rsidP="005B3ED9">
      <w:r>
        <w:t>249.5619</w:t>
      </w:r>
      <w:r>
        <w:tab/>
        <w:t>1.013e0</w:t>
      </w:r>
    </w:p>
    <w:p w:rsidR="005B3ED9" w:rsidRDefault="005B3ED9" w:rsidP="005B3ED9">
      <w:r>
        <w:t>249.5787</w:t>
      </w:r>
      <w:r>
        <w:tab/>
        <w:t>1.013e0</w:t>
      </w:r>
    </w:p>
    <w:p w:rsidR="005B3ED9" w:rsidRDefault="005B3ED9" w:rsidP="005B3ED9">
      <w:r>
        <w:t>249.6137</w:t>
      </w:r>
      <w:r>
        <w:tab/>
        <w:t>3.212e0</w:t>
      </w:r>
    </w:p>
    <w:p w:rsidR="005B3ED9" w:rsidRDefault="005B3ED9" w:rsidP="005B3ED9">
      <w:r>
        <w:t>249.6993</w:t>
      </w:r>
      <w:r>
        <w:tab/>
        <w:t>2.025e0</w:t>
      </w:r>
    </w:p>
    <w:p w:rsidR="005B3ED9" w:rsidRDefault="005B3ED9" w:rsidP="005B3ED9">
      <w:r>
        <w:t>249.7281</w:t>
      </w:r>
      <w:r>
        <w:tab/>
        <w:t>2.025e0</w:t>
      </w:r>
    </w:p>
    <w:p w:rsidR="005B3ED9" w:rsidRDefault="005B3ED9" w:rsidP="005B3ED9">
      <w:r>
        <w:t>249.7710</w:t>
      </w:r>
      <w:r>
        <w:tab/>
        <w:t>1.013e0</w:t>
      </w:r>
    </w:p>
    <w:p w:rsidR="005B3ED9" w:rsidRDefault="005B3ED9" w:rsidP="005B3ED9">
      <w:r>
        <w:t>249.7907</w:t>
      </w:r>
      <w:r>
        <w:tab/>
        <w:t>2.025e0</w:t>
      </w:r>
    </w:p>
    <w:p w:rsidR="005B3ED9" w:rsidRDefault="005B3ED9" w:rsidP="005B3ED9">
      <w:r>
        <w:lastRenderedPageBreak/>
        <w:t>249.8431</w:t>
      </w:r>
      <w:r>
        <w:tab/>
        <w:t>1.013e0</w:t>
      </w:r>
    </w:p>
    <w:p w:rsidR="005B3ED9" w:rsidRDefault="005B3ED9" w:rsidP="005B3ED9">
      <w:r>
        <w:t>249.8687</w:t>
      </w:r>
      <w:r>
        <w:tab/>
        <w:t>1.013e0</w:t>
      </w:r>
    </w:p>
    <w:p w:rsidR="005B3ED9" w:rsidRDefault="005B3ED9" w:rsidP="005B3ED9">
      <w:r>
        <w:t>249.8733</w:t>
      </w:r>
      <w:r>
        <w:tab/>
        <w:t>1.013e0</w:t>
      </w:r>
    </w:p>
    <w:p w:rsidR="005B3ED9" w:rsidRDefault="005B3ED9" w:rsidP="005B3ED9">
      <w:r>
        <w:t>249.9814</w:t>
      </w:r>
      <w:r>
        <w:tab/>
        <w:t>1.013e0</w:t>
      </w:r>
    </w:p>
    <w:p w:rsidR="005B3ED9" w:rsidRDefault="005B3ED9" w:rsidP="005B3ED9">
      <w:r>
        <w:t>249.9852</w:t>
      </w:r>
      <w:r>
        <w:tab/>
        <w:t>1.013e0</w:t>
      </w:r>
    </w:p>
    <w:p w:rsidR="005B3ED9" w:rsidRDefault="005B3ED9" w:rsidP="005B3ED9">
      <w:r>
        <w:t>250.0116</w:t>
      </w:r>
      <w:r>
        <w:tab/>
        <w:t>1.013e0</w:t>
      </w:r>
    </w:p>
    <w:p w:rsidR="005B3ED9" w:rsidRDefault="005B3ED9" w:rsidP="005B3ED9">
      <w:r>
        <w:t>250.0143</w:t>
      </w:r>
      <w:r>
        <w:tab/>
        <w:t>1.013e1</w:t>
      </w:r>
    </w:p>
    <w:p w:rsidR="005B3ED9" w:rsidRDefault="005B3ED9" w:rsidP="005B3ED9">
      <w:r>
        <w:t>250.0166</w:t>
      </w:r>
      <w:r>
        <w:tab/>
        <w:t>5.063e0</w:t>
      </w:r>
    </w:p>
    <w:p w:rsidR="005B3ED9" w:rsidRDefault="005B3ED9" w:rsidP="005B3ED9">
      <w:r>
        <w:t>250.0305</w:t>
      </w:r>
      <w:r>
        <w:tab/>
        <w:t>2.025e0</w:t>
      </w:r>
    </w:p>
    <w:p w:rsidR="005B3ED9" w:rsidRDefault="005B3ED9" w:rsidP="005B3ED9">
      <w:r>
        <w:t>250.0576</w:t>
      </w:r>
      <w:r>
        <w:tab/>
        <w:t>1.013e0</w:t>
      </w:r>
    </w:p>
    <w:p w:rsidR="005B3ED9" w:rsidRDefault="005B3ED9" w:rsidP="005B3ED9">
      <w:r>
        <w:t>250.0780</w:t>
      </w:r>
      <w:r>
        <w:tab/>
        <w:t>1.013e0</w:t>
      </w:r>
    </w:p>
    <w:p w:rsidR="005B3ED9" w:rsidRDefault="005B3ED9" w:rsidP="005B3ED9">
      <w:r>
        <w:t>250.1231</w:t>
      </w:r>
      <w:r>
        <w:tab/>
        <w:t>2.025e0</w:t>
      </w:r>
    </w:p>
    <w:p w:rsidR="005B3ED9" w:rsidRDefault="005B3ED9" w:rsidP="005B3ED9">
      <w:r>
        <w:t>250.1292</w:t>
      </w:r>
      <w:r>
        <w:tab/>
        <w:t>1.013e0</w:t>
      </w:r>
    </w:p>
    <w:p w:rsidR="005B3ED9" w:rsidRDefault="005B3ED9" w:rsidP="005B3ED9">
      <w:r>
        <w:t>250.1498</w:t>
      </w:r>
      <w:r>
        <w:tab/>
        <w:t>2.025e0</w:t>
      </w:r>
    </w:p>
    <w:p w:rsidR="005B3ED9" w:rsidRDefault="005B3ED9" w:rsidP="005B3ED9">
      <w:r>
        <w:t>250.1688</w:t>
      </w:r>
      <w:r>
        <w:tab/>
        <w:t>2.025e0</w:t>
      </w:r>
    </w:p>
    <w:p w:rsidR="005B3ED9" w:rsidRDefault="005B3ED9" w:rsidP="005B3ED9">
      <w:r>
        <w:t>250.1784</w:t>
      </w:r>
      <w:r>
        <w:tab/>
        <w:t>2.025e0</w:t>
      </w:r>
    </w:p>
    <w:p w:rsidR="005B3ED9" w:rsidRDefault="005B3ED9" w:rsidP="005B3ED9">
      <w:r>
        <w:t>250.1919</w:t>
      </w:r>
      <w:r>
        <w:tab/>
        <w:t>2.025e0</w:t>
      </w:r>
    </w:p>
    <w:p w:rsidR="005B3ED9" w:rsidRDefault="005B3ED9" w:rsidP="005B3ED9">
      <w:r>
        <w:t>250.2177</w:t>
      </w:r>
      <w:r>
        <w:tab/>
        <w:t>1.013e0</w:t>
      </w:r>
    </w:p>
    <w:p w:rsidR="005B3ED9" w:rsidRDefault="005B3ED9" w:rsidP="005B3ED9">
      <w:r>
        <w:t>250.3182</w:t>
      </w:r>
      <w:r>
        <w:tab/>
        <w:t>1.013e0</w:t>
      </w:r>
    </w:p>
    <w:p w:rsidR="005B3ED9" w:rsidRDefault="005B3ED9" w:rsidP="005B3ED9">
      <w:r>
        <w:lastRenderedPageBreak/>
        <w:t>250.3603</w:t>
      </w:r>
      <w:r>
        <w:tab/>
        <w:t>1.013e0</w:t>
      </w:r>
    </w:p>
    <w:p w:rsidR="005B3ED9" w:rsidRDefault="005B3ED9" w:rsidP="005B3ED9">
      <w:r>
        <w:t>250.3878</w:t>
      </w:r>
      <w:r>
        <w:tab/>
        <w:t>3.038e0</w:t>
      </w:r>
    </w:p>
    <w:p w:rsidR="005B3ED9" w:rsidRDefault="005B3ED9" w:rsidP="005B3ED9">
      <w:r>
        <w:t>250.4692</w:t>
      </w:r>
      <w:r>
        <w:tab/>
        <w:t>1.013e0</w:t>
      </w:r>
    </w:p>
    <w:p w:rsidR="005B3ED9" w:rsidRDefault="005B3ED9" w:rsidP="005B3ED9">
      <w:r>
        <w:t>250.4867</w:t>
      </w:r>
      <w:r>
        <w:tab/>
        <w:t>1.013e0</w:t>
      </w:r>
    </w:p>
    <w:p w:rsidR="005B3ED9" w:rsidRDefault="005B3ED9" w:rsidP="005B3ED9">
      <w:r>
        <w:t>250.5092</w:t>
      </w:r>
      <w:r>
        <w:tab/>
        <w:t>2.025e0</w:t>
      </w:r>
    </w:p>
    <w:p w:rsidR="005B3ED9" w:rsidRDefault="005B3ED9" w:rsidP="005B3ED9">
      <w:r>
        <w:t>250.5749</w:t>
      </w:r>
      <w:r>
        <w:tab/>
        <w:t>1.013e0</w:t>
      </w:r>
    </w:p>
    <w:p w:rsidR="005B3ED9" w:rsidRDefault="005B3ED9" w:rsidP="005B3ED9">
      <w:r>
        <w:t>250.5829</w:t>
      </w:r>
      <w:r>
        <w:tab/>
        <w:t>1.013e0</w:t>
      </w:r>
    </w:p>
    <w:p w:rsidR="005B3ED9" w:rsidRDefault="005B3ED9" w:rsidP="005B3ED9">
      <w:r>
        <w:t>250.6171</w:t>
      </w:r>
      <w:r>
        <w:tab/>
        <w:t>1.013e0</w:t>
      </w:r>
    </w:p>
    <w:p w:rsidR="005B3ED9" w:rsidRDefault="005B3ED9" w:rsidP="005B3ED9">
      <w:r>
        <w:t>250.6510</w:t>
      </w:r>
      <w:r>
        <w:tab/>
        <w:t>1.013e0</w:t>
      </w:r>
    </w:p>
    <w:p w:rsidR="005B3ED9" w:rsidRDefault="005B3ED9" w:rsidP="005B3ED9">
      <w:r>
        <w:t>250.6790</w:t>
      </w:r>
      <w:r>
        <w:tab/>
        <w:t>1.013e0</w:t>
      </w:r>
    </w:p>
    <w:p w:rsidR="005B3ED9" w:rsidRDefault="005B3ED9" w:rsidP="005B3ED9">
      <w:r>
        <w:t>250.6883</w:t>
      </w:r>
      <w:r>
        <w:tab/>
        <w:t>1.013e0</w:t>
      </w:r>
    </w:p>
    <w:p w:rsidR="005B3ED9" w:rsidRDefault="005B3ED9" w:rsidP="005B3ED9">
      <w:r>
        <w:t>250.7093</w:t>
      </w:r>
      <w:r>
        <w:tab/>
        <w:t>1.013e0</w:t>
      </w:r>
    </w:p>
    <w:p w:rsidR="005B3ED9" w:rsidRDefault="005B3ED9" w:rsidP="005B3ED9">
      <w:r>
        <w:t>250.7935</w:t>
      </w:r>
      <w:r>
        <w:tab/>
        <w:t>1.013e0</w:t>
      </w:r>
    </w:p>
    <w:p w:rsidR="005B3ED9" w:rsidRDefault="005B3ED9" w:rsidP="005B3ED9">
      <w:r>
        <w:t>250.8279</w:t>
      </w:r>
      <w:r>
        <w:tab/>
        <w:t>1.013e0</w:t>
      </w:r>
    </w:p>
    <w:p w:rsidR="005B3ED9" w:rsidRDefault="005B3ED9" w:rsidP="005B3ED9">
      <w:r>
        <w:t>250.8730</w:t>
      </w:r>
      <w:r>
        <w:tab/>
        <w:t>2.025e0</w:t>
      </w:r>
    </w:p>
    <w:p w:rsidR="005B3ED9" w:rsidRDefault="005B3ED9" w:rsidP="005B3ED9">
      <w:r>
        <w:t>250.9681</w:t>
      </w:r>
      <w:r>
        <w:tab/>
        <w:t>3.038e0</w:t>
      </w:r>
    </w:p>
    <w:p w:rsidR="005B3ED9" w:rsidRDefault="005B3ED9" w:rsidP="005B3ED9">
      <w:r>
        <w:t>250.9808</w:t>
      </w:r>
      <w:r>
        <w:tab/>
        <w:t>2.590e1</w:t>
      </w:r>
    </w:p>
    <w:p w:rsidR="005B3ED9" w:rsidRDefault="005B3ED9" w:rsidP="005B3ED9">
      <w:r>
        <w:t>250.9859</w:t>
      </w:r>
      <w:r>
        <w:tab/>
        <w:t>9.114e0</w:t>
      </w:r>
    </w:p>
    <w:p w:rsidR="005B3ED9" w:rsidRDefault="005B3ED9" w:rsidP="005B3ED9">
      <w:r>
        <w:t>250.9956</w:t>
      </w:r>
      <w:r>
        <w:tab/>
        <w:t>8.101e0</w:t>
      </w:r>
    </w:p>
    <w:p w:rsidR="005B3ED9" w:rsidRDefault="005B3ED9" w:rsidP="005B3ED9">
      <w:r>
        <w:lastRenderedPageBreak/>
        <w:t>251.0381</w:t>
      </w:r>
      <w:r>
        <w:tab/>
        <w:t>4.051e0</w:t>
      </w:r>
    </w:p>
    <w:p w:rsidR="005B3ED9" w:rsidRDefault="005B3ED9" w:rsidP="005B3ED9">
      <w:r>
        <w:t>251.0422</w:t>
      </w:r>
      <w:r>
        <w:tab/>
        <w:t>2.025e0</w:t>
      </w:r>
    </w:p>
    <w:p w:rsidR="005B3ED9" w:rsidRDefault="005B3ED9" w:rsidP="005B3ED9">
      <w:r>
        <w:t>251.0465</w:t>
      </w:r>
      <w:r>
        <w:tab/>
        <w:t>2.025e0</w:t>
      </w:r>
    </w:p>
    <w:p w:rsidR="005B3ED9" w:rsidRDefault="005B3ED9" w:rsidP="005B3ED9">
      <w:r>
        <w:t>251.0736</w:t>
      </w:r>
      <w:r>
        <w:tab/>
        <w:t>2.025e0</w:t>
      </w:r>
    </w:p>
    <w:p w:rsidR="005B3ED9" w:rsidRDefault="005B3ED9" w:rsidP="005B3ED9">
      <w:r>
        <w:t>251.1130</w:t>
      </w:r>
      <w:r>
        <w:tab/>
        <w:t>2.025e0</w:t>
      </w:r>
    </w:p>
    <w:p w:rsidR="005B3ED9" w:rsidRDefault="005B3ED9" w:rsidP="005B3ED9">
      <w:r>
        <w:t>251.1597</w:t>
      </w:r>
      <w:r>
        <w:tab/>
        <w:t>1.013e0</w:t>
      </w:r>
    </w:p>
    <w:p w:rsidR="005B3ED9" w:rsidRDefault="005B3ED9" w:rsidP="005B3ED9">
      <w:r>
        <w:t>251.1644</w:t>
      </w:r>
      <w:r>
        <w:tab/>
        <w:t>1.013e0</w:t>
      </w:r>
    </w:p>
    <w:p w:rsidR="005B3ED9" w:rsidRDefault="005B3ED9" w:rsidP="005B3ED9">
      <w:r>
        <w:t>251.1691</w:t>
      </w:r>
      <w:r>
        <w:tab/>
        <w:t>1.013e0</w:t>
      </w:r>
    </w:p>
    <w:p w:rsidR="005B3ED9" w:rsidRDefault="005B3ED9" w:rsidP="005B3ED9">
      <w:r>
        <w:t>251.1901</w:t>
      </w:r>
      <w:r>
        <w:tab/>
        <w:t>4.051e0</w:t>
      </w:r>
    </w:p>
    <w:p w:rsidR="005B3ED9" w:rsidRDefault="005B3ED9" w:rsidP="005B3ED9">
      <w:r>
        <w:t>251.2190</w:t>
      </w:r>
      <w:r>
        <w:tab/>
        <w:t>1.013e0</w:t>
      </w:r>
    </w:p>
    <w:p w:rsidR="005B3ED9" w:rsidRDefault="005B3ED9" w:rsidP="005B3ED9">
      <w:r>
        <w:t>251.2289</w:t>
      </w:r>
      <w:r>
        <w:tab/>
        <w:t>2.025e0</w:t>
      </w:r>
    </w:p>
    <w:p w:rsidR="005B3ED9" w:rsidRDefault="005B3ED9" w:rsidP="005B3ED9">
      <w:r>
        <w:t>251.2334</w:t>
      </w:r>
      <w:r>
        <w:tab/>
        <w:t>2.025e0</w:t>
      </w:r>
    </w:p>
    <w:p w:rsidR="005B3ED9" w:rsidRDefault="005B3ED9" w:rsidP="005B3ED9">
      <w:r>
        <w:t>251.3153</w:t>
      </w:r>
      <w:r>
        <w:tab/>
        <w:t>1.013e0</w:t>
      </w:r>
    </w:p>
    <w:p w:rsidR="005B3ED9" w:rsidRDefault="005B3ED9" w:rsidP="005B3ED9">
      <w:r>
        <w:t>251.3833</w:t>
      </w:r>
      <w:r>
        <w:tab/>
        <w:t>2.025e0</w:t>
      </w:r>
    </w:p>
    <w:p w:rsidR="005B3ED9" w:rsidRDefault="005B3ED9" w:rsidP="005B3ED9">
      <w:r>
        <w:t>251.4541</w:t>
      </w:r>
      <w:r>
        <w:tab/>
        <w:t>1.013e0</w:t>
      </w:r>
    </w:p>
    <w:p w:rsidR="005B3ED9" w:rsidRDefault="005B3ED9" w:rsidP="005B3ED9">
      <w:r>
        <w:t>251.4721</w:t>
      </w:r>
      <w:r>
        <w:tab/>
        <w:t>1.013e0</w:t>
      </w:r>
    </w:p>
    <w:p w:rsidR="005B3ED9" w:rsidRDefault="005B3ED9" w:rsidP="005B3ED9">
      <w:r>
        <w:t>251.4962</w:t>
      </w:r>
      <w:r>
        <w:tab/>
        <w:t>1.013e0</w:t>
      </w:r>
    </w:p>
    <w:p w:rsidR="005B3ED9" w:rsidRDefault="005B3ED9" w:rsidP="005B3ED9">
      <w:r>
        <w:t>251.5340</w:t>
      </w:r>
      <w:r>
        <w:tab/>
        <w:t>1.013e0</w:t>
      </w:r>
    </w:p>
    <w:p w:rsidR="005B3ED9" w:rsidRDefault="005B3ED9" w:rsidP="005B3ED9">
      <w:r>
        <w:t>251.5604</w:t>
      </w:r>
      <w:r>
        <w:tab/>
        <w:t>1.013e0</w:t>
      </w:r>
    </w:p>
    <w:p w:rsidR="005B3ED9" w:rsidRDefault="005B3ED9" w:rsidP="005B3ED9">
      <w:r>
        <w:lastRenderedPageBreak/>
        <w:t>251.5898</w:t>
      </w:r>
      <w:r>
        <w:tab/>
        <w:t>1.013e0</w:t>
      </w:r>
    </w:p>
    <w:p w:rsidR="005B3ED9" w:rsidRDefault="005B3ED9" w:rsidP="005B3ED9">
      <w:r>
        <w:t>251.6106</w:t>
      </w:r>
      <w:r>
        <w:tab/>
        <w:t>1.013e0</w:t>
      </w:r>
    </w:p>
    <w:p w:rsidR="005B3ED9" w:rsidRDefault="005B3ED9" w:rsidP="005B3ED9">
      <w:r>
        <w:t>251.6527</w:t>
      </w:r>
      <w:r>
        <w:tab/>
        <w:t>1.013e0</w:t>
      </w:r>
    </w:p>
    <w:p w:rsidR="005B3ED9" w:rsidRDefault="005B3ED9" w:rsidP="005B3ED9">
      <w:r>
        <w:t>251.6909</w:t>
      </w:r>
      <w:r>
        <w:tab/>
        <w:t>1.013e0</w:t>
      </w:r>
    </w:p>
    <w:p w:rsidR="005B3ED9" w:rsidRDefault="005B3ED9" w:rsidP="005B3ED9">
      <w:r>
        <w:t>251.7028</w:t>
      </w:r>
      <w:r>
        <w:tab/>
        <w:t>1.013e0</w:t>
      </w:r>
    </w:p>
    <w:p w:rsidR="005B3ED9" w:rsidRDefault="005B3ED9" w:rsidP="005B3ED9">
      <w:r>
        <w:t>251.7450</w:t>
      </w:r>
      <w:r>
        <w:tab/>
        <w:t>1.013e0</w:t>
      </w:r>
    </w:p>
    <w:p w:rsidR="005B3ED9" w:rsidRDefault="005B3ED9" w:rsidP="005B3ED9">
      <w:r>
        <w:t>251.7583</w:t>
      </w:r>
      <w:r>
        <w:tab/>
        <w:t>1.013e0</w:t>
      </w:r>
    </w:p>
    <w:p w:rsidR="005B3ED9" w:rsidRDefault="005B3ED9" w:rsidP="005B3ED9">
      <w:r>
        <w:t>251.8519</w:t>
      </w:r>
      <w:r>
        <w:tab/>
        <w:t>1.013e0</w:t>
      </w:r>
    </w:p>
    <w:p w:rsidR="005B3ED9" w:rsidRDefault="005B3ED9" w:rsidP="005B3ED9">
      <w:r>
        <w:t>251.9402</w:t>
      </w:r>
      <w:r>
        <w:tab/>
        <w:t>1.013e0</w:t>
      </w:r>
    </w:p>
    <w:p w:rsidR="005B3ED9" w:rsidRDefault="005B3ED9" w:rsidP="005B3ED9">
      <w:r>
        <w:t>251.9598</w:t>
      </w:r>
      <w:r>
        <w:tab/>
        <w:t>1.013e0</w:t>
      </w:r>
    </w:p>
    <w:p w:rsidR="005B3ED9" w:rsidRDefault="005B3ED9" w:rsidP="005B3ED9">
      <w:r>
        <w:t>251.9737</w:t>
      </w:r>
      <w:r>
        <w:tab/>
        <w:t>2.025e0</w:t>
      </w:r>
    </w:p>
    <w:p w:rsidR="005B3ED9" w:rsidRDefault="005B3ED9" w:rsidP="005B3ED9">
      <w:r>
        <w:t>251.9873</w:t>
      </w:r>
      <w:r>
        <w:tab/>
        <w:t>3.038e0</w:t>
      </w:r>
    </w:p>
    <w:p w:rsidR="005B3ED9" w:rsidRDefault="005B3ED9" w:rsidP="005B3ED9">
      <w:r>
        <w:t>251.9943</w:t>
      </w:r>
      <w:r>
        <w:tab/>
        <w:t>1.013e0</w:t>
      </w:r>
    </w:p>
    <w:p w:rsidR="005B3ED9" w:rsidRDefault="005B3ED9" w:rsidP="005B3ED9">
      <w:r>
        <w:t>251.9982</w:t>
      </w:r>
      <w:r>
        <w:tab/>
        <w:t>2.025e0</w:t>
      </w:r>
    </w:p>
    <w:p w:rsidR="005B3ED9" w:rsidRDefault="005B3ED9" w:rsidP="005B3ED9">
      <w:r>
        <w:t>252.0325</w:t>
      </w:r>
      <w:r>
        <w:tab/>
        <w:t>1.013e0</w:t>
      </w:r>
    </w:p>
    <w:p w:rsidR="005B3ED9" w:rsidRDefault="005B3ED9" w:rsidP="005B3ED9">
      <w:r>
        <w:t>252.0404</w:t>
      </w:r>
      <w:r>
        <w:tab/>
        <w:t>2.025e0</w:t>
      </w:r>
    </w:p>
    <w:p w:rsidR="005B3ED9" w:rsidRDefault="005B3ED9" w:rsidP="005B3ED9">
      <w:r>
        <w:t>252.0668</w:t>
      </w:r>
      <w:r>
        <w:tab/>
        <w:t>1.013e0</w:t>
      </w:r>
    </w:p>
    <w:p w:rsidR="005B3ED9" w:rsidRDefault="005B3ED9" w:rsidP="005B3ED9">
      <w:r>
        <w:t>252.0865</w:t>
      </w:r>
      <w:r>
        <w:tab/>
        <w:t>2.025e0</w:t>
      </w:r>
    </w:p>
    <w:p w:rsidR="005B3ED9" w:rsidRDefault="005B3ED9" w:rsidP="005B3ED9">
      <w:r>
        <w:t>252.1347</w:t>
      </w:r>
      <w:r>
        <w:tab/>
        <w:t>2.025e0</w:t>
      </w:r>
    </w:p>
    <w:p w:rsidR="005B3ED9" w:rsidRDefault="005B3ED9" w:rsidP="005B3ED9">
      <w:r>
        <w:lastRenderedPageBreak/>
        <w:t>252.1471</w:t>
      </w:r>
      <w:r>
        <w:tab/>
        <w:t>1.013e0</w:t>
      </w:r>
    </w:p>
    <w:p w:rsidR="005B3ED9" w:rsidRDefault="005B3ED9" w:rsidP="005B3ED9">
      <w:r>
        <w:t>252.1533</w:t>
      </w:r>
      <w:r>
        <w:tab/>
        <w:t>2.025e0</w:t>
      </w:r>
    </w:p>
    <w:p w:rsidR="005B3ED9" w:rsidRDefault="005B3ED9" w:rsidP="005B3ED9">
      <w:r>
        <w:t>252.1671</w:t>
      </w:r>
      <w:r>
        <w:tab/>
        <w:t>1.013e0</w:t>
      </w:r>
    </w:p>
    <w:p w:rsidR="005B3ED9" w:rsidRDefault="005B3ED9" w:rsidP="005B3ED9">
      <w:r>
        <w:t>252.1726</w:t>
      </w:r>
      <w:r>
        <w:tab/>
        <w:t>2.025e0</w:t>
      </w:r>
    </w:p>
    <w:p w:rsidR="005B3ED9" w:rsidRDefault="005B3ED9" w:rsidP="005B3ED9">
      <w:r>
        <w:t>252.1846</w:t>
      </w:r>
      <w:r>
        <w:tab/>
        <w:t>4.051e0</w:t>
      </w:r>
    </w:p>
    <w:p w:rsidR="005B3ED9" w:rsidRDefault="005B3ED9" w:rsidP="005B3ED9">
      <w:r>
        <w:t>252.1984</w:t>
      </w:r>
      <w:r>
        <w:tab/>
        <w:t>3.038e0</w:t>
      </w:r>
    </w:p>
    <w:p w:rsidR="005B3ED9" w:rsidRDefault="005B3ED9" w:rsidP="005B3ED9">
      <w:r>
        <w:t>252.2013</w:t>
      </w:r>
      <w:r>
        <w:tab/>
        <w:t>2.025e0</w:t>
      </w:r>
    </w:p>
    <w:p w:rsidR="005B3ED9" w:rsidRDefault="005B3ED9" w:rsidP="005B3ED9">
      <w:r>
        <w:t>252.2053</w:t>
      </w:r>
      <w:r>
        <w:tab/>
        <w:t>1.013e0</w:t>
      </w:r>
    </w:p>
    <w:p w:rsidR="005B3ED9" w:rsidRDefault="005B3ED9" w:rsidP="005B3ED9">
      <w:r>
        <w:t>252.2596</w:t>
      </w:r>
      <w:r>
        <w:tab/>
        <w:t>1.013e0</w:t>
      </w:r>
    </w:p>
    <w:p w:rsidR="005B3ED9" w:rsidRDefault="005B3ED9" w:rsidP="005B3ED9">
      <w:r>
        <w:t>252.2646</w:t>
      </w:r>
      <w:r>
        <w:tab/>
        <w:t>2.025e0</w:t>
      </w:r>
    </w:p>
    <w:p w:rsidR="005B3ED9" w:rsidRDefault="005B3ED9" w:rsidP="005B3ED9">
      <w:r>
        <w:t>252.3018</w:t>
      </w:r>
      <w:r>
        <w:tab/>
        <w:t>1.013e0</w:t>
      </w:r>
    </w:p>
    <w:p w:rsidR="005B3ED9" w:rsidRDefault="005B3ED9" w:rsidP="005B3ED9">
      <w:r>
        <w:t>252.3280</w:t>
      </w:r>
      <w:r>
        <w:tab/>
        <w:t>1.013e0</w:t>
      </w:r>
    </w:p>
    <w:p w:rsidR="005B3ED9" w:rsidRDefault="005B3ED9" w:rsidP="005B3ED9">
      <w:r>
        <w:t>252.4003</w:t>
      </w:r>
      <w:r>
        <w:tab/>
        <w:t>1.013e0</w:t>
      </w:r>
    </w:p>
    <w:p w:rsidR="005B3ED9" w:rsidRDefault="005B3ED9" w:rsidP="005B3ED9">
      <w:r>
        <w:t>252.4332</w:t>
      </w:r>
      <w:r>
        <w:tab/>
        <w:t>1.013e0</w:t>
      </w:r>
    </w:p>
    <w:p w:rsidR="005B3ED9" w:rsidRDefault="005B3ED9" w:rsidP="005B3ED9">
      <w:r>
        <w:t>252.4391</w:t>
      </w:r>
      <w:r>
        <w:tab/>
        <w:t>2.025e0</w:t>
      </w:r>
    </w:p>
    <w:p w:rsidR="005B3ED9" w:rsidRDefault="005B3ED9" w:rsidP="005B3ED9">
      <w:r>
        <w:t>252.5794</w:t>
      </w:r>
      <w:r>
        <w:tab/>
        <w:t>2.025e0</w:t>
      </w:r>
    </w:p>
    <w:p w:rsidR="005B3ED9" w:rsidRDefault="005B3ED9" w:rsidP="005B3ED9">
      <w:r>
        <w:t>252.5813</w:t>
      </w:r>
      <w:r>
        <w:tab/>
        <w:t>1.013e0</w:t>
      </w:r>
    </w:p>
    <w:p w:rsidR="005B3ED9" w:rsidRDefault="005B3ED9" w:rsidP="005B3ED9">
      <w:r>
        <w:t>252.6021</w:t>
      </w:r>
      <w:r>
        <w:tab/>
        <w:t>1.013e0</w:t>
      </w:r>
    </w:p>
    <w:p w:rsidR="005B3ED9" w:rsidRDefault="005B3ED9" w:rsidP="005B3ED9">
      <w:r>
        <w:t>252.6276</w:t>
      </w:r>
      <w:r>
        <w:tab/>
        <w:t>1.013e0</w:t>
      </w:r>
    </w:p>
    <w:p w:rsidR="005B3ED9" w:rsidRDefault="005B3ED9" w:rsidP="005B3ED9">
      <w:r>
        <w:lastRenderedPageBreak/>
        <w:t>252.6490</w:t>
      </w:r>
      <w:r>
        <w:tab/>
        <w:t>1.013e0</w:t>
      </w:r>
    </w:p>
    <w:p w:rsidR="005B3ED9" w:rsidRDefault="005B3ED9" w:rsidP="005B3ED9">
      <w:r>
        <w:t>252.7242</w:t>
      </w:r>
      <w:r>
        <w:tab/>
        <w:t>1.013e0</w:t>
      </w:r>
    </w:p>
    <w:p w:rsidR="005B3ED9" w:rsidRDefault="005B3ED9" w:rsidP="005B3ED9">
      <w:r>
        <w:t>252.7383</w:t>
      </w:r>
      <w:r>
        <w:tab/>
        <w:t>1.013e0</w:t>
      </w:r>
    </w:p>
    <w:p w:rsidR="005B3ED9" w:rsidRDefault="005B3ED9" w:rsidP="005B3ED9">
      <w:r>
        <w:t>252.7464</w:t>
      </w:r>
      <w:r>
        <w:tab/>
        <w:t>2.025e0</w:t>
      </w:r>
    </w:p>
    <w:p w:rsidR="005B3ED9" w:rsidRDefault="005B3ED9" w:rsidP="005B3ED9">
      <w:r>
        <w:t>252.7847</w:t>
      </w:r>
      <w:r>
        <w:tab/>
        <w:t>1.013e0</w:t>
      </w:r>
    </w:p>
    <w:p w:rsidR="005B3ED9" w:rsidRDefault="005B3ED9" w:rsidP="005B3ED9">
      <w:r>
        <w:t>252.7925</w:t>
      </w:r>
      <w:r>
        <w:tab/>
        <w:t>1.013e0</w:t>
      </w:r>
    </w:p>
    <w:p w:rsidR="005B3ED9" w:rsidRDefault="005B3ED9" w:rsidP="005B3ED9">
      <w:r>
        <w:t>252.8005</w:t>
      </w:r>
      <w:r>
        <w:tab/>
        <w:t>1.013e0</w:t>
      </w:r>
    </w:p>
    <w:p w:rsidR="005B3ED9" w:rsidRDefault="005B3ED9" w:rsidP="005B3ED9">
      <w:r>
        <w:t>252.8388</w:t>
      </w:r>
      <w:r>
        <w:tab/>
        <w:t>1.013e0</w:t>
      </w:r>
    </w:p>
    <w:p w:rsidR="005B3ED9" w:rsidRDefault="005B3ED9" w:rsidP="005B3ED9">
      <w:r>
        <w:t>252.8651</w:t>
      </w:r>
      <w:r>
        <w:tab/>
        <w:t>1.013e0</w:t>
      </w:r>
    </w:p>
    <w:p w:rsidR="005B3ED9" w:rsidRDefault="005B3ED9" w:rsidP="005B3ED9">
      <w:r>
        <w:t>252.9027</w:t>
      </w:r>
      <w:r>
        <w:tab/>
        <w:t>1.013e0</w:t>
      </w:r>
    </w:p>
    <w:p w:rsidR="005B3ED9" w:rsidRDefault="005B3ED9" w:rsidP="005B3ED9">
      <w:r>
        <w:t>252.9193</w:t>
      </w:r>
      <w:r>
        <w:tab/>
        <w:t>1.013e0</w:t>
      </w:r>
    </w:p>
    <w:p w:rsidR="005B3ED9" w:rsidRDefault="005B3ED9" w:rsidP="005B3ED9">
      <w:r>
        <w:t>252.9596</w:t>
      </w:r>
      <w:r>
        <w:tab/>
        <w:t>2.025e0</w:t>
      </w:r>
    </w:p>
    <w:p w:rsidR="005B3ED9" w:rsidRDefault="005B3ED9" w:rsidP="005B3ED9">
      <w:r>
        <w:t>252.9615</w:t>
      </w:r>
      <w:r>
        <w:tab/>
        <w:t>1.013e0</w:t>
      </w:r>
    </w:p>
    <w:p w:rsidR="005B3ED9" w:rsidRDefault="005B3ED9" w:rsidP="005B3ED9">
      <w:r>
        <w:t>252.9752</w:t>
      </w:r>
      <w:r>
        <w:tab/>
        <w:t>2.025e0</w:t>
      </w:r>
    </w:p>
    <w:p w:rsidR="005B3ED9" w:rsidRDefault="005B3ED9" w:rsidP="005B3ED9">
      <w:r>
        <w:t>252.9884</w:t>
      </w:r>
      <w:r>
        <w:tab/>
        <w:t>2.025e0</w:t>
      </w:r>
    </w:p>
    <w:p w:rsidR="005B3ED9" w:rsidRDefault="005B3ED9" w:rsidP="005B3ED9">
      <w:r>
        <w:t>252.9937</w:t>
      </w:r>
      <w:r>
        <w:tab/>
        <w:t>2.025e0</w:t>
      </w:r>
    </w:p>
    <w:p w:rsidR="005B3ED9" w:rsidRDefault="005B3ED9" w:rsidP="005B3ED9">
      <w:r>
        <w:t>253.0078</w:t>
      </w:r>
      <w:r>
        <w:tab/>
        <w:t>1.013e0</w:t>
      </w:r>
    </w:p>
    <w:p w:rsidR="005B3ED9" w:rsidRDefault="005B3ED9" w:rsidP="005B3ED9">
      <w:r>
        <w:t>253.0105</w:t>
      </w:r>
      <w:r>
        <w:tab/>
        <w:t>4.051e0</w:t>
      </w:r>
    </w:p>
    <w:p w:rsidR="005B3ED9" w:rsidRDefault="005B3ED9" w:rsidP="005B3ED9">
      <w:r>
        <w:t>253.0117</w:t>
      </w:r>
      <w:r>
        <w:tab/>
        <w:t>1.013e0</w:t>
      </w:r>
    </w:p>
    <w:p w:rsidR="005B3ED9" w:rsidRDefault="005B3ED9" w:rsidP="005B3ED9">
      <w:r>
        <w:lastRenderedPageBreak/>
        <w:t>253.0540</w:t>
      </w:r>
      <w:r>
        <w:tab/>
        <w:t>1.013e0</w:t>
      </w:r>
    </w:p>
    <w:p w:rsidR="005B3ED9" w:rsidRDefault="005B3ED9" w:rsidP="005B3ED9">
      <w:r>
        <w:t>253.0813</w:t>
      </w:r>
      <w:r>
        <w:tab/>
        <w:t>3.038e0</w:t>
      </w:r>
    </w:p>
    <w:p w:rsidR="005B3ED9" w:rsidRDefault="005B3ED9" w:rsidP="005B3ED9">
      <w:r>
        <w:t>253.1117</w:t>
      </w:r>
      <w:r>
        <w:tab/>
        <w:t>2.025e0</w:t>
      </w:r>
    </w:p>
    <w:p w:rsidR="005B3ED9" w:rsidRDefault="005B3ED9" w:rsidP="005B3ED9">
      <w:r>
        <w:t>253.1183</w:t>
      </w:r>
      <w:r>
        <w:tab/>
        <w:t>4.051e0</w:t>
      </w:r>
    </w:p>
    <w:p w:rsidR="005B3ED9" w:rsidRDefault="005B3ED9" w:rsidP="005B3ED9">
      <w:r>
        <w:t>253.1256</w:t>
      </w:r>
      <w:r>
        <w:tab/>
        <w:t>9.114e0</w:t>
      </w:r>
    </w:p>
    <w:p w:rsidR="005B3ED9" w:rsidRDefault="005B3ED9" w:rsidP="005B3ED9">
      <w:r>
        <w:t>253.1267</w:t>
      </w:r>
      <w:r>
        <w:tab/>
        <w:t>1.519e1</w:t>
      </w:r>
    </w:p>
    <w:p w:rsidR="005B3ED9" w:rsidRDefault="005B3ED9" w:rsidP="005B3ED9">
      <w:r>
        <w:t>253.1379</w:t>
      </w:r>
      <w:r>
        <w:tab/>
        <w:t>3.038e0</w:t>
      </w:r>
    </w:p>
    <w:p w:rsidR="005B3ED9" w:rsidRDefault="005B3ED9" w:rsidP="005B3ED9">
      <w:r>
        <w:t>253.1498</w:t>
      </w:r>
      <w:r>
        <w:tab/>
        <w:t>2.025e0</w:t>
      </w:r>
    </w:p>
    <w:p w:rsidR="005B3ED9" w:rsidRDefault="005B3ED9" w:rsidP="005B3ED9">
      <w:r>
        <w:t>253.1688</w:t>
      </w:r>
      <w:r>
        <w:tab/>
        <w:t>1.013e0</w:t>
      </w:r>
    </w:p>
    <w:p w:rsidR="005B3ED9" w:rsidRDefault="005B3ED9" w:rsidP="005B3ED9">
      <w:r>
        <w:t>253.2032</w:t>
      </w:r>
      <w:r>
        <w:tab/>
        <w:t>1.013e0</w:t>
      </w:r>
    </w:p>
    <w:p w:rsidR="005B3ED9" w:rsidRDefault="005B3ED9" w:rsidP="005B3ED9">
      <w:r>
        <w:t>253.2111</w:t>
      </w:r>
      <w:r>
        <w:tab/>
        <w:t>2.025e0</w:t>
      </w:r>
    </w:p>
    <w:p w:rsidR="005B3ED9" w:rsidRDefault="005B3ED9" w:rsidP="005B3ED9">
      <w:r>
        <w:t>253.2366</w:t>
      </w:r>
      <w:r>
        <w:tab/>
        <w:t>1.013e0</w:t>
      </w:r>
    </w:p>
    <w:p w:rsidR="005B3ED9" w:rsidRDefault="005B3ED9" w:rsidP="005B3ED9">
      <w:r>
        <w:t>253.2419</w:t>
      </w:r>
      <w:r>
        <w:tab/>
        <w:t>3.038e0</w:t>
      </w:r>
    </w:p>
    <w:p w:rsidR="005B3ED9" w:rsidRDefault="005B3ED9" w:rsidP="005B3ED9">
      <w:r>
        <w:t>253.2854</w:t>
      </w:r>
      <w:r>
        <w:tab/>
        <w:t>2.025e0</w:t>
      </w:r>
    </w:p>
    <w:p w:rsidR="005B3ED9" w:rsidRDefault="005B3ED9" w:rsidP="005B3ED9">
      <w:r>
        <w:t>253.3802</w:t>
      </w:r>
      <w:r>
        <w:tab/>
        <w:t>1.013e0</w:t>
      </w:r>
    </w:p>
    <w:p w:rsidR="005B3ED9" w:rsidRDefault="005B3ED9" w:rsidP="005B3ED9">
      <w:r>
        <w:t>253.3821</w:t>
      </w:r>
      <w:r>
        <w:tab/>
        <w:t>2.025e0</w:t>
      </w:r>
    </w:p>
    <w:p w:rsidR="005B3ED9" w:rsidRDefault="005B3ED9" w:rsidP="005B3ED9">
      <w:r>
        <w:t>253.4185</w:t>
      </w:r>
      <w:r>
        <w:tab/>
        <w:t>1.013e0</w:t>
      </w:r>
    </w:p>
    <w:p w:rsidR="005B3ED9" w:rsidRDefault="005B3ED9" w:rsidP="005B3ED9">
      <w:r>
        <w:t>253.4607</w:t>
      </w:r>
      <w:r>
        <w:tab/>
        <w:t>1.013e0</w:t>
      </w:r>
    </w:p>
    <w:p w:rsidR="005B3ED9" w:rsidRDefault="005B3ED9" w:rsidP="005B3ED9">
      <w:r>
        <w:t>253.4726</w:t>
      </w:r>
      <w:r>
        <w:tab/>
        <w:t>1.013e0</w:t>
      </w:r>
    </w:p>
    <w:p w:rsidR="005B3ED9" w:rsidRDefault="005B3ED9" w:rsidP="005B3ED9">
      <w:r>
        <w:lastRenderedPageBreak/>
        <w:t>253.4814</w:t>
      </w:r>
      <w:r>
        <w:tab/>
        <w:t>1.013e0</w:t>
      </w:r>
    </w:p>
    <w:p w:rsidR="005B3ED9" w:rsidRDefault="005B3ED9" w:rsidP="005B3ED9">
      <w:r>
        <w:t>253.4991</w:t>
      </w:r>
      <w:r>
        <w:tab/>
        <w:t>2.025e0</w:t>
      </w:r>
    </w:p>
    <w:p w:rsidR="005B3ED9" w:rsidRDefault="005B3ED9" w:rsidP="005B3ED9">
      <w:r>
        <w:t>253.5876</w:t>
      </w:r>
      <w:r>
        <w:tab/>
        <w:t>1.013e0</w:t>
      </w:r>
    </w:p>
    <w:p w:rsidR="005B3ED9" w:rsidRDefault="005B3ED9" w:rsidP="005B3ED9">
      <w:r>
        <w:t>253.6259</w:t>
      </w:r>
      <w:r>
        <w:tab/>
        <w:t>1.013e0</w:t>
      </w:r>
    </w:p>
    <w:p w:rsidR="005B3ED9" w:rsidRDefault="005B3ED9" w:rsidP="005B3ED9">
      <w:r>
        <w:t>253.6378</w:t>
      </w:r>
      <w:r>
        <w:tab/>
        <w:t>1.013e0</w:t>
      </w:r>
    </w:p>
    <w:p w:rsidR="005B3ED9" w:rsidRDefault="005B3ED9" w:rsidP="005B3ED9">
      <w:r>
        <w:t>253.6642</w:t>
      </w:r>
      <w:r>
        <w:tab/>
        <w:t>1.013e0</w:t>
      </w:r>
    </w:p>
    <w:p w:rsidR="005B3ED9" w:rsidRDefault="005B3ED9" w:rsidP="005B3ED9">
      <w:r>
        <w:t>253.6980</w:t>
      </w:r>
      <w:r>
        <w:tab/>
        <w:t>1.013e0</w:t>
      </w:r>
    </w:p>
    <w:p w:rsidR="005B3ED9" w:rsidRDefault="005B3ED9" w:rsidP="005B3ED9">
      <w:r>
        <w:t>253.7027</w:t>
      </w:r>
      <w:r>
        <w:tab/>
        <w:t>1.013e0</w:t>
      </w:r>
    </w:p>
    <w:p w:rsidR="005B3ED9" w:rsidRDefault="005B3ED9" w:rsidP="005B3ED9">
      <w:r>
        <w:t>253.7310</w:t>
      </w:r>
      <w:r>
        <w:tab/>
        <w:t>2.025e0</w:t>
      </w:r>
    </w:p>
    <w:p w:rsidR="005B3ED9" w:rsidRDefault="005B3ED9" w:rsidP="005B3ED9">
      <w:r>
        <w:t>253.7872</w:t>
      </w:r>
      <w:r>
        <w:tab/>
        <w:t>1.013e0</w:t>
      </w:r>
    </w:p>
    <w:p w:rsidR="005B3ED9" w:rsidRDefault="005B3ED9" w:rsidP="005B3ED9">
      <w:r>
        <w:t>253.8718</w:t>
      </w:r>
      <w:r>
        <w:tab/>
        <w:t>1.013e0</w:t>
      </w:r>
    </w:p>
    <w:p w:rsidR="005B3ED9" w:rsidRDefault="005B3ED9" w:rsidP="005B3ED9">
      <w:r>
        <w:t>253.8986</w:t>
      </w:r>
      <w:r>
        <w:tab/>
        <w:t>2.025e0</w:t>
      </w:r>
    </w:p>
    <w:p w:rsidR="005B3ED9" w:rsidRDefault="005B3ED9" w:rsidP="005B3ED9">
      <w:r>
        <w:t>253.9603</w:t>
      </w:r>
      <w:r>
        <w:tab/>
        <w:t>1.013e0</w:t>
      </w:r>
    </w:p>
    <w:p w:rsidR="005B3ED9" w:rsidRDefault="005B3ED9" w:rsidP="005B3ED9">
      <w:r>
        <w:t>253.9762</w:t>
      </w:r>
      <w:r>
        <w:tab/>
        <w:t>1.013e0</w:t>
      </w:r>
    </w:p>
    <w:p w:rsidR="005B3ED9" w:rsidRDefault="005B3ED9" w:rsidP="005B3ED9">
      <w:r>
        <w:t>253.9789</w:t>
      </w:r>
      <w:r>
        <w:tab/>
        <w:t>2.025e0</w:t>
      </w:r>
    </w:p>
    <w:p w:rsidR="005B3ED9" w:rsidRDefault="005B3ED9" w:rsidP="005B3ED9">
      <w:r>
        <w:t>253.9904</w:t>
      </w:r>
      <w:r>
        <w:tab/>
        <w:t>1.013e0</w:t>
      </w:r>
    </w:p>
    <w:p w:rsidR="005B3ED9" w:rsidRDefault="005B3ED9" w:rsidP="005B3ED9">
      <w:r>
        <w:t>254.0305</w:t>
      </w:r>
      <w:r>
        <w:tab/>
        <w:t>3.038e0</w:t>
      </w:r>
    </w:p>
    <w:p w:rsidR="005B3ED9" w:rsidRDefault="005B3ED9" w:rsidP="005B3ED9">
      <w:r>
        <w:t>254.0381</w:t>
      </w:r>
      <w:r>
        <w:tab/>
        <w:t>1.013e1</w:t>
      </w:r>
    </w:p>
    <w:p w:rsidR="005B3ED9" w:rsidRDefault="005B3ED9" w:rsidP="005B3ED9">
      <w:r>
        <w:t>254.0508</w:t>
      </w:r>
      <w:r>
        <w:tab/>
        <w:t>4.051e0</w:t>
      </w:r>
    </w:p>
    <w:p w:rsidR="005B3ED9" w:rsidRDefault="005B3ED9" w:rsidP="005B3ED9">
      <w:r>
        <w:lastRenderedPageBreak/>
        <w:t>254.0832</w:t>
      </w:r>
      <w:r>
        <w:tab/>
        <w:t>1.013e0</w:t>
      </w:r>
    </w:p>
    <w:p w:rsidR="005B3ED9" w:rsidRDefault="005B3ED9" w:rsidP="005B3ED9">
      <w:r>
        <w:t>254.1036</w:t>
      </w:r>
      <w:r>
        <w:tab/>
        <w:t>1.013e0</w:t>
      </w:r>
    </w:p>
    <w:p w:rsidR="005B3ED9" w:rsidRDefault="005B3ED9" w:rsidP="005B3ED9">
      <w:r>
        <w:t>254.1066</w:t>
      </w:r>
      <w:r>
        <w:tab/>
        <w:t>2.025e0</w:t>
      </w:r>
    </w:p>
    <w:p w:rsidR="005B3ED9" w:rsidRDefault="005B3ED9" w:rsidP="005B3ED9">
      <w:r>
        <w:t>254.1291</w:t>
      </w:r>
      <w:r>
        <w:tab/>
        <w:t>1.211e1</w:t>
      </w:r>
    </w:p>
    <w:p w:rsidR="005B3ED9" w:rsidRDefault="005B3ED9" w:rsidP="005B3ED9">
      <w:r>
        <w:t>254.1471</w:t>
      </w:r>
      <w:r>
        <w:tab/>
        <w:t>2.025e0</w:t>
      </w:r>
    </w:p>
    <w:p w:rsidR="005B3ED9" w:rsidRDefault="005B3ED9" w:rsidP="005B3ED9">
      <w:r>
        <w:t>254.1838</w:t>
      </w:r>
      <w:r>
        <w:tab/>
        <w:t>1.013e0</w:t>
      </w:r>
    </w:p>
    <w:p w:rsidR="005B3ED9" w:rsidRDefault="005B3ED9" w:rsidP="005B3ED9">
      <w:r>
        <w:t>254.1885</w:t>
      </w:r>
      <w:r>
        <w:tab/>
        <w:t>1.013e0</w:t>
      </w:r>
    </w:p>
    <w:p w:rsidR="005B3ED9" w:rsidRDefault="005B3ED9" w:rsidP="005B3ED9">
      <w:r>
        <w:t>254.2062</w:t>
      </w:r>
      <w:r>
        <w:tab/>
        <w:t>1.013e0</w:t>
      </w:r>
    </w:p>
    <w:p w:rsidR="005B3ED9" w:rsidRDefault="005B3ED9" w:rsidP="005B3ED9">
      <w:r>
        <w:t>254.2263</w:t>
      </w:r>
      <w:r>
        <w:tab/>
        <w:t>1.013e0</w:t>
      </w:r>
    </w:p>
    <w:p w:rsidR="005B3ED9" w:rsidRDefault="005B3ED9" w:rsidP="005B3ED9">
      <w:r>
        <w:t>254.2310</w:t>
      </w:r>
      <w:r>
        <w:tab/>
        <w:t>1.013e0</w:t>
      </w:r>
    </w:p>
    <w:p w:rsidR="005B3ED9" w:rsidRDefault="005B3ED9" w:rsidP="005B3ED9">
      <w:r>
        <w:t>254.2605</w:t>
      </w:r>
      <w:r>
        <w:tab/>
        <w:t>1.013e0</w:t>
      </w:r>
    </w:p>
    <w:p w:rsidR="005B3ED9" w:rsidRDefault="005B3ED9" w:rsidP="005B3ED9">
      <w:r>
        <w:t>254.3065</w:t>
      </w:r>
      <w:r>
        <w:tab/>
        <w:t>1.013e0</w:t>
      </w:r>
    </w:p>
    <w:p w:rsidR="005B3ED9" w:rsidRDefault="005B3ED9" w:rsidP="005B3ED9">
      <w:r>
        <w:t>254.4435</w:t>
      </w:r>
      <w:r>
        <w:tab/>
        <w:t>1.013e0</w:t>
      </w:r>
    </w:p>
    <w:p w:rsidR="005B3ED9" w:rsidRDefault="005B3ED9" w:rsidP="005B3ED9">
      <w:r>
        <w:t>254.4601</w:t>
      </w:r>
      <w:r>
        <w:tab/>
        <w:t>1.013e0</w:t>
      </w:r>
    </w:p>
    <w:p w:rsidR="005B3ED9" w:rsidRDefault="005B3ED9" w:rsidP="005B3ED9">
      <w:r>
        <w:t>254.4985</w:t>
      </w:r>
      <w:r>
        <w:tab/>
        <w:t>2.025e0</w:t>
      </w:r>
    </w:p>
    <w:p w:rsidR="005B3ED9" w:rsidRDefault="005B3ED9" w:rsidP="005B3ED9">
      <w:r>
        <w:t>254.5064</w:t>
      </w:r>
      <w:r>
        <w:tab/>
        <w:t>1.013e0</w:t>
      </w:r>
    </w:p>
    <w:p w:rsidR="005B3ED9" w:rsidRDefault="005B3ED9" w:rsidP="005B3ED9">
      <w:r>
        <w:t>254.7366</w:t>
      </w:r>
      <w:r>
        <w:tab/>
        <w:t>1.013e0</w:t>
      </w:r>
    </w:p>
    <w:p w:rsidR="005B3ED9" w:rsidRDefault="005B3ED9" w:rsidP="005B3ED9">
      <w:r>
        <w:t>254.7603</w:t>
      </w:r>
      <w:r>
        <w:tab/>
        <w:t>1.013e0</w:t>
      </w:r>
    </w:p>
    <w:p w:rsidR="005B3ED9" w:rsidRDefault="005B3ED9" w:rsidP="005B3ED9">
      <w:r>
        <w:t>254.7948</w:t>
      </w:r>
      <w:r>
        <w:tab/>
        <w:t>1.013e0</w:t>
      </w:r>
    </w:p>
    <w:p w:rsidR="005B3ED9" w:rsidRDefault="005B3ED9" w:rsidP="005B3ED9">
      <w:r>
        <w:lastRenderedPageBreak/>
        <w:t>254.8076</w:t>
      </w:r>
      <w:r>
        <w:tab/>
        <w:t>1.013e0</w:t>
      </w:r>
    </w:p>
    <w:p w:rsidR="005B3ED9" w:rsidRDefault="005B3ED9" w:rsidP="005B3ED9">
      <w:r>
        <w:t>254.8410</w:t>
      </w:r>
      <w:r>
        <w:tab/>
        <w:t>1.013e0</w:t>
      </w:r>
    </w:p>
    <w:p w:rsidR="005B3ED9" w:rsidRDefault="005B3ED9" w:rsidP="005B3ED9">
      <w:r>
        <w:t>254.8549</w:t>
      </w:r>
      <w:r>
        <w:tab/>
        <w:t>1.013e0</w:t>
      </w:r>
    </w:p>
    <w:p w:rsidR="005B3ED9" w:rsidRDefault="005B3ED9" w:rsidP="005B3ED9">
      <w:r>
        <w:t>254.8715</w:t>
      </w:r>
      <w:r>
        <w:tab/>
        <w:t>2.025e0</w:t>
      </w:r>
    </w:p>
    <w:p w:rsidR="005B3ED9" w:rsidRDefault="005B3ED9" w:rsidP="005B3ED9">
      <w:r>
        <w:t>254.8880</w:t>
      </w:r>
      <w:r>
        <w:tab/>
        <w:t>1.013e0</w:t>
      </w:r>
    </w:p>
    <w:p w:rsidR="005B3ED9" w:rsidRDefault="005B3ED9" w:rsidP="005B3ED9">
      <w:r>
        <w:t>254.8927</w:t>
      </w:r>
      <w:r>
        <w:tab/>
        <w:t>1.013e0</w:t>
      </w:r>
    </w:p>
    <w:p w:rsidR="005B3ED9" w:rsidRDefault="005B3ED9" w:rsidP="005B3ED9">
      <w:r>
        <w:t>254.9059</w:t>
      </w:r>
      <w:r>
        <w:tab/>
        <w:t>1.013e0</w:t>
      </w:r>
    </w:p>
    <w:p w:rsidR="005B3ED9" w:rsidRDefault="005B3ED9" w:rsidP="005B3ED9">
      <w:r>
        <w:t>254.9139</w:t>
      </w:r>
      <w:r>
        <w:tab/>
        <w:t>1.013e0</w:t>
      </w:r>
    </w:p>
    <w:p w:rsidR="005B3ED9" w:rsidRDefault="005B3ED9" w:rsidP="005B3ED9">
      <w:r>
        <w:t>254.9258</w:t>
      </w:r>
      <w:r>
        <w:tab/>
        <w:t>1.013e0</w:t>
      </w:r>
    </w:p>
    <w:p w:rsidR="005B3ED9" w:rsidRDefault="005B3ED9" w:rsidP="005B3ED9">
      <w:r>
        <w:t>254.9392</w:t>
      </w:r>
      <w:r>
        <w:tab/>
        <w:t>3.038e0</w:t>
      </w:r>
    </w:p>
    <w:p w:rsidR="005B3ED9" w:rsidRDefault="005B3ED9" w:rsidP="005B3ED9">
      <w:r>
        <w:t>254.9684</w:t>
      </w:r>
      <w:r>
        <w:tab/>
        <w:t>1.013e0</w:t>
      </w:r>
    </w:p>
    <w:p w:rsidR="005B3ED9" w:rsidRDefault="005B3ED9" w:rsidP="005B3ED9">
      <w:r>
        <w:t>255.0071</w:t>
      </w:r>
      <w:r>
        <w:tab/>
        <w:t>2.025e0</w:t>
      </w:r>
    </w:p>
    <w:p w:rsidR="005B3ED9" w:rsidRDefault="005B3ED9" w:rsidP="005B3ED9">
      <w:r>
        <w:t>255.0205</w:t>
      </w:r>
      <w:r>
        <w:tab/>
        <w:t>1.013e0</w:t>
      </w:r>
    </w:p>
    <w:p w:rsidR="005B3ED9" w:rsidRDefault="005B3ED9" w:rsidP="005B3ED9">
      <w:r>
        <w:t>255.0370</w:t>
      </w:r>
      <w:r>
        <w:tab/>
        <w:t>2.025e0</w:t>
      </w:r>
    </w:p>
    <w:p w:rsidR="005B3ED9" w:rsidRDefault="005B3ED9" w:rsidP="005B3ED9">
      <w:r>
        <w:t>255.0793</w:t>
      </w:r>
      <w:r>
        <w:tab/>
        <w:t>2.025e0</w:t>
      </w:r>
    </w:p>
    <w:p w:rsidR="005B3ED9" w:rsidRDefault="005B3ED9" w:rsidP="005B3ED9">
      <w:r>
        <w:t>255.0915</w:t>
      </w:r>
      <w:r>
        <w:tab/>
        <w:t>1.013e0</w:t>
      </w:r>
    </w:p>
    <w:p w:rsidR="005B3ED9" w:rsidRDefault="005B3ED9" w:rsidP="005B3ED9">
      <w:r>
        <w:t>255.1216</w:t>
      </w:r>
      <w:r>
        <w:tab/>
        <w:t>2.025e0</w:t>
      </w:r>
    </w:p>
    <w:p w:rsidR="005B3ED9" w:rsidRDefault="005B3ED9" w:rsidP="005B3ED9">
      <w:r>
        <w:t>255.1389</w:t>
      </w:r>
      <w:r>
        <w:tab/>
        <w:t>1.013e0</w:t>
      </w:r>
    </w:p>
    <w:p w:rsidR="005B3ED9" w:rsidRDefault="005B3ED9" w:rsidP="005B3ED9">
      <w:r>
        <w:t>255.1481</w:t>
      </w:r>
      <w:r>
        <w:tab/>
        <w:t>1.192e0</w:t>
      </w:r>
    </w:p>
    <w:p w:rsidR="005B3ED9" w:rsidRDefault="005B3ED9" w:rsidP="005B3ED9">
      <w:r>
        <w:lastRenderedPageBreak/>
        <w:t>255.1523</w:t>
      </w:r>
      <w:r>
        <w:tab/>
        <w:t>2.025e0</w:t>
      </w:r>
    </w:p>
    <w:p w:rsidR="005B3ED9" w:rsidRDefault="005B3ED9" w:rsidP="005B3ED9">
      <w:r>
        <w:t>255.1844</w:t>
      </w:r>
      <w:r>
        <w:tab/>
        <w:t>4.051e0</w:t>
      </w:r>
    </w:p>
    <w:p w:rsidR="005B3ED9" w:rsidRDefault="005B3ED9" w:rsidP="005B3ED9">
      <w:r>
        <w:t>255.1862</w:t>
      </w:r>
      <w:r>
        <w:tab/>
        <w:t>1.013e0</w:t>
      </w:r>
    </w:p>
    <w:p w:rsidR="005B3ED9" w:rsidRDefault="005B3ED9" w:rsidP="005B3ED9">
      <w:r>
        <w:t>255.1985</w:t>
      </w:r>
      <w:r>
        <w:tab/>
        <w:t>2.025e0</w:t>
      </w:r>
    </w:p>
    <w:p w:rsidR="005B3ED9" w:rsidRDefault="005B3ED9" w:rsidP="005B3ED9">
      <w:r>
        <w:t>255.2103</w:t>
      </w:r>
      <w:r>
        <w:tab/>
        <w:t>1.013e0</w:t>
      </w:r>
    </w:p>
    <w:p w:rsidR="005B3ED9" w:rsidRDefault="005B3ED9" w:rsidP="005B3ED9">
      <w:r>
        <w:t>255.2217</w:t>
      </w:r>
      <w:r>
        <w:tab/>
        <w:t>2.025e0</w:t>
      </w:r>
    </w:p>
    <w:p w:rsidR="005B3ED9" w:rsidRDefault="005B3ED9" w:rsidP="005B3ED9">
      <w:r>
        <w:t>255.2281</w:t>
      </w:r>
      <w:r>
        <w:tab/>
        <w:t>3.038e0</w:t>
      </w:r>
    </w:p>
    <w:p w:rsidR="005B3ED9" w:rsidRDefault="005B3ED9" w:rsidP="005B3ED9">
      <w:r>
        <w:t>255.2952</w:t>
      </w:r>
      <w:r>
        <w:tab/>
        <w:t>1.013e0</w:t>
      </w:r>
    </w:p>
    <w:p w:rsidR="005B3ED9" w:rsidRDefault="005B3ED9" w:rsidP="005B3ED9">
      <w:r>
        <w:t>255.4232</w:t>
      </w:r>
      <w:r>
        <w:tab/>
        <w:t>1.013e0</w:t>
      </w:r>
    </w:p>
    <w:p w:rsidR="005B3ED9" w:rsidRDefault="005B3ED9" w:rsidP="005B3ED9">
      <w:r>
        <w:t>255.4611</w:t>
      </w:r>
      <w:r>
        <w:tab/>
        <w:t>1.013e0</w:t>
      </w:r>
    </w:p>
    <w:p w:rsidR="005B3ED9" w:rsidRDefault="005B3ED9" w:rsidP="005B3ED9">
      <w:r>
        <w:t>255.4753</w:t>
      </w:r>
      <w:r>
        <w:tab/>
        <w:t>1.013e0</w:t>
      </w:r>
    </w:p>
    <w:p w:rsidR="005B3ED9" w:rsidRDefault="005B3ED9" w:rsidP="005B3ED9">
      <w:r>
        <w:t>255.4871</w:t>
      </w:r>
      <w:r>
        <w:tab/>
        <w:t>1.013e0</w:t>
      </w:r>
    </w:p>
    <w:p w:rsidR="005B3ED9" w:rsidRDefault="005B3ED9" w:rsidP="005B3ED9">
      <w:r>
        <w:t>255.4891</w:t>
      </w:r>
      <w:r>
        <w:tab/>
        <w:t>2.025e0</w:t>
      </w:r>
    </w:p>
    <w:p w:rsidR="005B3ED9" w:rsidRDefault="005B3ED9" w:rsidP="005B3ED9">
      <w:r>
        <w:t>255.5133</w:t>
      </w:r>
      <w:r>
        <w:tab/>
        <w:t>1.013e0</w:t>
      </w:r>
    </w:p>
    <w:p w:rsidR="005B3ED9" w:rsidRDefault="005B3ED9" w:rsidP="005B3ED9">
      <w:r>
        <w:t>255.5255</w:t>
      </w:r>
      <w:r>
        <w:tab/>
        <w:t>1.013e0</w:t>
      </w:r>
    </w:p>
    <w:p w:rsidR="005B3ED9" w:rsidRDefault="005B3ED9" w:rsidP="005B3ED9">
      <w:r>
        <w:t>255.5639</w:t>
      </w:r>
      <w:r>
        <w:tab/>
        <w:t>1.013e0</w:t>
      </w:r>
    </w:p>
    <w:p w:rsidR="005B3ED9" w:rsidRDefault="005B3ED9" w:rsidP="005B3ED9">
      <w:r>
        <w:t>255.5833</w:t>
      </w:r>
      <w:r>
        <w:tab/>
        <w:t>2.025e0</w:t>
      </w:r>
    </w:p>
    <w:p w:rsidR="005B3ED9" w:rsidRDefault="005B3ED9" w:rsidP="005B3ED9">
      <w:r>
        <w:t>255.6447</w:t>
      </w:r>
      <w:r>
        <w:tab/>
        <w:t>1.013e0</w:t>
      </w:r>
    </w:p>
    <w:p w:rsidR="005B3ED9" w:rsidRDefault="005B3ED9" w:rsidP="005B3ED9">
      <w:r>
        <w:t>255.6951</w:t>
      </w:r>
      <w:r>
        <w:tab/>
        <w:t>1.013e0</w:t>
      </w:r>
    </w:p>
    <w:p w:rsidR="005B3ED9" w:rsidRDefault="005B3ED9" w:rsidP="005B3ED9">
      <w:r>
        <w:lastRenderedPageBreak/>
        <w:t>255.7447</w:t>
      </w:r>
      <w:r>
        <w:tab/>
        <w:t>2.025e0</w:t>
      </w:r>
    </w:p>
    <w:p w:rsidR="005B3ED9" w:rsidRDefault="005B3ED9" w:rsidP="005B3ED9">
      <w:r>
        <w:t>255.7798</w:t>
      </w:r>
      <w:r>
        <w:tab/>
        <w:t>1.013e0</w:t>
      </w:r>
    </w:p>
    <w:p w:rsidR="005B3ED9" w:rsidRDefault="005B3ED9" w:rsidP="005B3ED9">
      <w:r>
        <w:t>255.8063</w:t>
      </w:r>
      <w:r>
        <w:tab/>
        <w:t>1.013e0</w:t>
      </w:r>
    </w:p>
    <w:p w:rsidR="005B3ED9" w:rsidRDefault="005B3ED9" w:rsidP="005B3ED9">
      <w:r>
        <w:t>255.8786</w:t>
      </w:r>
      <w:r>
        <w:tab/>
        <w:t>1.013e0</w:t>
      </w:r>
    </w:p>
    <w:p w:rsidR="005B3ED9" w:rsidRDefault="005B3ED9" w:rsidP="005B3ED9">
      <w:r>
        <w:t>255.9256</w:t>
      </w:r>
      <w:r>
        <w:tab/>
        <w:t>1.013e0</w:t>
      </w:r>
    </w:p>
    <w:p w:rsidR="005B3ED9" w:rsidRDefault="005B3ED9" w:rsidP="005B3ED9">
      <w:r>
        <w:t>255.9679</w:t>
      </w:r>
      <w:r>
        <w:tab/>
        <w:t>1.013e0</w:t>
      </w:r>
    </w:p>
    <w:p w:rsidR="005B3ED9" w:rsidRDefault="005B3ED9" w:rsidP="005B3ED9">
      <w:r>
        <w:t>255.9973</w:t>
      </w:r>
      <w:r>
        <w:tab/>
        <w:t>1.013e0</w:t>
      </w:r>
    </w:p>
    <w:p w:rsidR="005B3ED9" w:rsidRDefault="005B3ED9" w:rsidP="005B3ED9">
      <w:r>
        <w:t>256.0266</w:t>
      </w:r>
      <w:r>
        <w:tab/>
        <w:t>2.025e0</w:t>
      </w:r>
    </w:p>
    <w:p w:rsidR="005B3ED9" w:rsidRDefault="005B3ED9" w:rsidP="005B3ED9">
      <w:r>
        <w:t>256.0305</w:t>
      </w:r>
      <w:r>
        <w:tab/>
        <w:t>1.013e0</w:t>
      </w:r>
    </w:p>
    <w:p w:rsidR="005B3ED9" w:rsidRDefault="005B3ED9" w:rsidP="005B3ED9">
      <w:r>
        <w:t>256.0374</w:t>
      </w:r>
      <w:r>
        <w:tab/>
        <w:t>2.025e0</w:t>
      </w:r>
    </w:p>
    <w:p w:rsidR="005B3ED9" w:rsidRDefault="005B3ED9" w:rsidP="005B3ED9">
      <w:r>
        <w:t>256.0567</w:t>
      </w:r>
      <w:r>
        <w:tab/>
        <w:t>2.025e0</w:t>
      </w:r>
    </w:p>
    <w:p w:rsidR="005B3ED9" w:rsidRDefault="005B3ED9" w:rsidP="005B3ED9">
      <w:r>
        <w:t>256.0691</w:t>
      </w:r>
      <w:r>
        <w:tab/>
        <w:t>3.038e0</w:t>
      </w:r>
    </w:p>
    <w:p w:rsidR="005B3ED9" w:rsidRDefault="005B3ED9" w:rsidP="005B3ED9">
      <w:r>
        <w:t>256.0781</w:t>
      </w:r>
      <w:r>
        <w:tab/>
        <w:t>1.013e0</w:t>
      </w:r>
    </w:p>
    <w:p w:rsidR="005B3ED9" w:rsidRDefault="005B3ED9" w:rsidP="005B3ED9">
      <w:r>
        <w:t>256.1113</w:t>
      </w:r>
      <w:r>
        <w:tab/>
        <w:t>2.025e0</w:t>
      </w:r>
    </w:p>
    <w:p w:rsidR="005B3ED9" w:rsidRDefault="005B3ED9" w:rsidP="005B3ED9">
      <w:r>
        <w:t>256.1208</w:t>
      </w:r>
      <w:r>
        <w:tab/>
        <w:t>1.013e0</w:t>
      </w:r>
    </w:p>
    <w:p w:rsidR="005B3ED9" w:rsidRDefault="005B3ED9" w:rsidP="005B3ED9">
      <w:r>
        <w:t>256.1681</w:t>
      </w:r>
      <w:r>
        <w:tab/>
        <w:t>1.013e0</w:t>
      </w:r>
    </w:p>
    <w:p w:rsidR="005B3ED9" w:rsidRDefault="005B3ED9" w:rsidP="005B3ED9">
      <w:r>
        <w:t>256.1698</w:t>
      </w:r>
      <w:r>
        <w:tab/>
        <w:t>3.038e0</w:t>
      </w:r>
    </w:p>
    <w:p w:rsidR="005B3ED9" w:rsidRDefault="005B3ED9" w:rsidP="005B3ED9">
      <w:r>
        <w:t>256.1740</w:t>
      </w:r>
      <w:r>
        <w:tab/>
        <w:t>2.067e0</w:t>
      </w:r>
    </w:p>
    <w:p w:rsidR="005B3ED9" w:rsidRDefault="005B3ED9" w:rsidP="005B3ED9">
      <w:r>
        <w:t>256.1799</w:t>
      </w:r>
      <w:r>
        <w:tab/>
        <w:t>2.025e0</w:t>
      </w:r>
    </w:p>
    <w:p w:rsidR="005B3ED9" w:rsidRDefault="005B3ED9" w:rsidP="005B3ED9">
      <w:r>
        <w:lastRenderedPageBreak/>
        <w:t>256.1969</w:t>
      </w:r>
      <w:r>
        <w:tab/>
        <w:t>2.025e0</w:t>
      </w:r>
    </w:p>
    <w:p w:rsidR="005B3ED9" w:rsidRDefault="005B3ED9" w:rsidP="005B3ED9">
      <w:r>
        <w:t>256.2034</w:t>
      </w:r>
      <w:r>
        <w:tab/>
        <w:t>3.038e0</w:t>
      </w:r>
    </w:p>
    <w:p w:rsidR="005B3ED9" w:rsidRDefault="005B3ED9" w:rsidP="005B3ED9">
      <w:r>
        <w:t>256.2104</w:t>
      </w:r>
      <w:r>
        <w:tab/>
        <w:t>1.013e0</w:t>
      </w:r>
    </w:p>
    <w:p w:rsidR="005B3ED9" w:rsidRDefault="005B3ED9" w:rsidP="005B3ED9">
      <w:r>
        <w:t>256.2329</w:t>
      </w:r>
      <w:r>
        <w:tab/>
        <w:t>2.025e0</w:t>
      </w:r>
    </w:p>
    <w:p w:rsidR="005B3ED9" w:rsidRDefault="005B3ED9" w:rsidP="005B3ED9">
      <w:r>
        <w:t>256.2349</w:t>
      </w:r>
      <w:r>
        <w:tab/>
        <w:t>1.013e0</w:t>
      </w:r>
    </w:p>
    <w:p w:rsidR="005B3ED9" w:rsidRDefault="005B3ED9" w:rsidP="005B3ED9">
      <w:r>
        <w:t>256.2528</w:t>
      </w:r>
      <w:r>
        <w:tab/>
        <w:t>2.025e0</w:t>
      </w:r>
    </w:p>
    <w:p w:rsidR="005B3ED9" w:rsidRDefault="005B3ED9" w:rsidP="005B3ED9">
      <w:r>
        <w:t>256.2952</w:t>
      </w:r>
      <w:r>
        <w:tab/>
        <w:t>1.013e0</w:t>
      </w:r>
    </w:p>
    <w:p w:rsidR="005B3ED9" w:rsidRDefault="005B3ED9" w:rsidP="005B3ED9">
      <w:r>
        <w:t>256.3820</w:t>
      </w:r>
      <w:r>
        <w:tab/>
        <w:t>2.025e0</w:t>
      </w:r>
    </w:p>
    <w:p w:rsidR="005B3ED9" w:rsidRDefault="005B3ED9" w:rsidP="005B3ED9">
      <w:r>
        <w:t>256.4225</w:t>
      </w:r>
      <w:r>
        <w:tab/>
        <w:t>1.013e0</w:t>
      </w:r>
    </w:p>
    <w:p w:rsidR="005B3ED9" w:rsidRDefault="005B3ED9" w:rsidP="005B3ED9">
      <w:r>
        <w:t>256.5536</w:t>
      </w:r>
      <w:r>
        <w:tab/>
        <w:t>1.013e0</w:t>
      </w:r>
    </w:p>
    <w:p w:rsidR="005B3ED9" w:rsidRDefault="005B3ED9" w:rsidP="005B3ED9">
      <w:r>
        <w:t>256.5583</w:t>
      </w:r>
      <w:r>
        <w:tab/>
        <w:t>1.013e0</w:t>
      </w:r>
    </w:p>
    <w:p w:rsidR="005B3ED9" w:rsidRDefault="005B3ED9" w:rsidP="005B3ED9">
      <w:r>
        <w:t>256.5742</w:t>
      </w:r>
      <w:r>
        <w:tab/>
        <w:t>2.025e0</w:t>
      </w:r>
    </w:p>
    <w:p w:rsidR="005B3ED9" w:rsidRDefault="005B3ED9" w:rsidP="005B3ED9">
      <w:r>
        <w:t>256.6227</w:t>
      </w:r>
      <w:r>
        <w:tab/>
        <w:t>1.013e0</w:t>
      </w:r>
    </w:p>
    <w:p w:rsidR="005B3ED9" w:rsidRDefault="005B3ED9" w:rsidP="005B3ED9">
      <w:r>
        <w:t>256.7297</w:t>
      </w:r>
      <w:r>
        <w:tab/>
        <w:t>1.013e0</w:t>
      </w:r>
    </w:p>
    <w:p w:rsidR="005B3ED9" w:rsidRDefault="005B3ED9" w:rsidP="005B3ED9">
      <w:r>
        <w:t>256.7420</w:t>
      </w:r>
      <w:r>
        <w:tab/>
        <w:t>1.013e0</w:t>
      </w:r>
    </w:p>
    <w:p w:rsidR="005B3ED9" w:rsidRDefault="005B3ED9" w:rsidP="005B3ED9">
      <w:r>
        <w:t>256.7500</w:t>
      </w:r>
      <w:r>
        <w:tab/>
        <w:t>1.013e0</w:t>
      </w:r>
    </w:p>
    <w:p w:rsidR="005B3ED9" w:rsidRDefault="005B3ED9" w:rsidP="005B3ED9">
      <w:r>
        <w:t>256.7765</w:t>
      </w:r>
      <w:r>
        <w:tab/>
        <w:t>1.013e0</w:t>
      </w:r>
    </w:p>
    <w:p w:rsidR="005B3ED9" w:rsidRDefault="005B3ED9" w:rsidP="005B3ED9">
      <w:r>
        <w:t>256.8106</w:t>
      </w:r>
      <w:r>
        <w:tab/>
        <w:t>1.013e0</w:t>
      </w:r>
    </w:p>
    <w:p w:rsidR="005B3ED9" w:rsidRDefault="005B3ED9" w:rsidP="005B3ED9">
      <w:r>
        <w:t>256.8269</w:t>
      </w:r>
      <w:r>
        <w:tab/>
        <w:t>1.013e0</w:t>
      </w:r>
    </w:p>
    <w:p w:rsidR="005B3ED9" w:rsidRDefault="005B3ED9" w:rsidP="005B3ED9">
      <w:r>
        <w:lastRenderedPageBreak/>
        <w:t>256.8347</w:t>
      </w:r>
      <w:r>
        <w:tab/>
        <w:t>1.013e0</w:t>
      </w:r>
    </w:p>
    <w:p w:rsidR="005B3ED9" w:rsidRDefault="005B3ED9" w:rsidP="005B3ED9">
      <w:r>
        <w:t>256.9297</w:t>
      </w:r>
      <w:r>
        <w:tab/>
        <w:t>1.013e0</w:t>
      </w:r>
    </w:p>
    <w:p w:rsidR="005B3ED9" w:rsidRDefault="005B3ED9" w:rsidP="005B3ED9">
      <w:r>
        <w:t>256.9502</w:t>
      </w:r>
      <w:r>
        <w:tab/>
        <w:t>2.025e0</w:t>
      </w:r>
    </w:p>
    <w:p w:rsidR="005B3ED9" w:rsidRDefault="005B3ED9" w:rsidP="005B3ED9">
      <w:r>
        <w:t>256.9615</w:t>
      </w:r>
      <w:r>
        <w:tab/>
        <w:t>7.089e0</w:t>
      </w:r>
    </w:p>
    <w:p w:rsidR="005B3ED9" w:rsidRDefault="005B3ED9" w:rsidP="005B3ED9">
      <w:r>
        <w:t>256.9646</w:t>
      </w:r>
      <w:r>
        <w:tab/>
        <w:t>8.101e0</w:t>
      </w:r>
    </w:p>
    <w:p w:rsidR="005B3ED9" w:rsidRDefault="005B3ED9" w:rsidP="005B3ED9">
      <w:r>
        <w:t>257.0012</w:t>
      </w:r>
      <w:r>
        <w:tab/>
        <w:t>1.013e0</w:t>
      </w:r>
    </w:p>
    <w:p w:rsidR="005B3ED9" w:rsidRDefault="005B3ED9" w:rsidP="005B3ED9">
      <w:r>
        <w:t>257.0164</w:t>
      </w:r>
      <w:r>
        <w:tab/>
        <w:t>2.025e0</w:t>
      </w:r>
    </w:p>
    <w:p w:rsidR="005B3ED9" w:rsidRDefault="005B3ED9" w:rsidP="005B3ED9">
      <w:r>
        <w:t>257.0231</w:t>
      </w:r>
      <w:r>
        <w:tab/>
        <w:t>1.013e0</w:t>
      </w:r>
    </w:p>
    <w:p w:rsidR="005B3ED9" w:rsidRDefault="005B3ED9" w:rsidP="005B3ED9">
      <w:r>
        <w:t>257.0312</w:t>
      </w:r>
      <w:r>
        <w:tab/>
        <w:t>1.013e0</w:t>
      </w:r>
    </w:p>
    <w:p w:rsidR="005B3ED9" w:rsidRDefault="005B3ED9" w:rsidP="005B3ED9">
      <w:r>
        <w:t>257.0488</w:t>
      </w:r>
      <w:r>
        <w:tab/>
        <w:t>1.013e0</w:t>
      </w:r>
    </w:p>
    <w:p w:rsidR="005B3ED9" w:rsidRDefault="005B3ED9" w:rsidP="005B3ED9">
      <w:r>
        <w:t>257.0775</w:t>
      </w:r>
      <w:r>
        <w:tab/>
        <w:t>2.025e0</w:t>
      </w:r>
    </w:p>
    <w:p w:rsidR="005B3ED9" w:rsidRDefault="005B3ED9" w:rsidP="005B3ED9">
      <w:r>
        <w:t>257.0870</w:t>
      </w:r>
      <w:r>
        <w:tab/>
        <w:t>1.013e0</w:t>
      </w:r>
    </w:p>
    <w:p w:rsidR="005B3ED9" w:rsidRDefault="005B3ED9" w:rsidP="005B3ED9">
      <w:r>
        <w:t>257.1001</w:t>
      </w:r>
      <w:r>
        <w:tab/>
        <w:t>1.013e0</w:t>
      </w:r>
    </w:p>
    <w:p w:rsidR="005B3ED9" w:rsidRDefault="005B3ED9" w:rsidP="005B3ED9">
      <w:r>
        <w:t>257.1041</w:t>
      </w:r>
      <w:r>
        <w:tab/>
        <w:t>1.013e0</w:t>
      </w:r>
    </w:p>
    <w:p w:rsidR="005B3ED9" w:rsidRDefault="005B3ED9" w:rsidP="005B3ED9">
      <w:r>
        <w:t>257.1121</w:t>
      </w:r>
      <w:r>
        <w:tab/>
        <w:t>1.013e0</w:t>
      </w:r>
    </w:p>
    <w:p w:rsidR="005B3ED9" w:rsidRDefault="005B3ED9" w:rsidP="005B3ED9">
      <w:r>
        <w:t>257.1204</w:t>
      </w:r>
      <w:r>
        <w:tab/>
        <w:t>1.013e0</w:t>
      </w:r>
    </w:p>
    <w:p w:rsidR="005B3ED9" w:rsidRDefault="005B3ED9" w:rsidP="005B3ED9">
      <w:r>
        <w:t>257.1633</w:t>
      </w:r>
      <w:r>
        <w:tab/>
        <w:t>1.013e0</w:t>
      </w:r>
    </w:p>
    <w:p w:rsidR="005B3ED9" w:rsidRDefault="005B3ED9" w:rsidP="005B3ED9">
      <w:r>
        <w:t>257.1772</w:t>
      </w:r>
      <w:r>
        <w:tab/>
        <w:t>2.025e0</w:t>
      </w:r>
    </w:p>
    <w:p w:rsidR="005B3ED9" w:rsidRDefault="005B3ED9" w:rsidP="005B3ED9">
      <w:r>
        <w:t>257.1786</w:t>
      </w:r>
      <w:r>
        <w:tab/>
        <w:t>2.025e0</w:t>
      </w:r>
    </w:p>
    <w:p w:rsidR="005B3ED9" w:rsidRDefault="005B3ED9" w:rsidP="005B3ED9">
      <w:r>
        <w:lastRenderedPageBreak/>
        <w:t>257.1930</w:t>
      </w:r>
      <w:r>
        <w:tab/>
        <w:t>1.013e0</w:t>
      </w:r>
    </w:p>
    <w:p w:rsidR="005B3ED9" w:rsidRDefault="005B3ED9" w:rsidP="005B3ED9">
      <w:r>
        <w:t>257.2110</w:t>
      </w:r>
      <w:r>
        <w:tab/>
        <w:t>1.013e0</w:t>
      </w:r>
    </w:p>
    <w:p w:rsidR="005B3ED9" w:rsidRDefault="005B3ED9" w:rsidP="005B3ED9">
      <w:r>
        <w:t>257.2444</w:t>
      </w:r>
      <w:r>
        <w:tab/>
        <w:t>1.013e0</w:t>
      </w:r>
    </w:p>
    <w:p w:rsidR="005B3ED9" w:rsidRDefault="005B3ED9" w:rsidP="005B3ED9">
      <w:r>
        <w:t>257.3207</w:t>
      </w:r>
      <w:r>
        <w:tab/>
        <w:t>1.013e0</w:t>
      </w:r>
    </w:p>
    <w:p w:rsidR="005B3ED9" w:rsidRDefault="005B3ED9" w:rsidP="005B3ED9">
      <w:r>
        <w:t>257.3684</w:t>
      </w:r>
      <w:r>
        <w:tab/>
        <w:t>1.013e0</w:t>
      </w:r>
    </w:p>
    <w:p w:rsidR="005B3ED9" w:rsidRDefault="005B3ED9" w:rsidP="005B3ED9">
      <w:r>
        <w:t>257.3934</w:t>
      </w:r>
      <w:r>
        <w:tab/>
        <w:t>1.013e0</w:t>
      </w:r>
    </w:p>
    <w:p w:rsidR="005B3ED9" w:rsidRDefault="005B3ED9" w:rsidP="005B3ED9">
      <w:r>
        <w:t>257.5513</w:t>
      </w:r>
      <w:r>
        <w:tab/>
        <w:t>2.025e0</w:t>
      </w:r>
    </w:p>
    <w:p w:rsidR="005B3ED9" w:rsidRDefault="005B3ED9" w:rsidP="005B3ED9">
      <w:r>
        <w:t>257.5737</w:t>
      </w:r>
      <w:r>
        <w:tab/>
        <w:t>1.013e0</w:t>
      </w:r>
    </w:p>
    <w:p w:rsidR="005B3ED9" w:rsidRDefault="005B3ED9" w:rsidP="005B3ED9">
      <w:r>
        <w:t>257.5898</w:t>
      </w:r>
      <w:r>
        <w:tab/>
        <w:t>1.013e0</w:t>
      </w:r>
    </w:p>
    <w:p w:rsidR="005B3ED9" w:rsidRDefault="005B3ED9" w:rsidP="005B3ED9">
      <w:r>
        <w:t>257.6787</w:t>
      </w:r>
      <w:r>
        <w:tab/>
        <w:t>1.013e0</w:t>
      </w:r>
    </w:p>
    <w:p w:rsidR="005B3ED9" w:rsidRDefault="005B3ED9" w:rsidP="005B3ED9">
      <w:r>
        <w:t>257.6883</w:t>
      </w:r>
      <w:r>
        <w:tab/>
        <w:t>1.013e0</w:t>
      </w:r>
    </w:p>
    <w:p w:rsidR="005B3ED9" w:rsidRDefault="005B3ED9" w:rsidP="005B3ED9">
      <w:r>
        <w:t>257.7743</w:t>
      </w:r>
      <w:r>
        <w:tab/>
        <w:t>1.013e0</w:t>
      </w:r>
    </w:p>
    <w:p w:rsidR="005B3ED9" w:rsidRDefault="005B3ED9" w:rsidP="005B3ED9">
      <w:r>
        <w:t>257.8125</w:t>
      </w:r>
      <w:r>
        <w:tab/>
        <w:t>1.013e0</w:t>
      </w:r>
    </w:p>
    <w:p w:rsidR="005B3ED9" w:rsidRDefault="005B3ED9" w:rsidP="005B3ED9">
      <w:r>
        <w:t>257.8248</w:t>
      </w:r>
      <w:r>
        <w:tab/>
        <w:t>2.025e0</w:t>
      </w:r>
    </w:p>
    <w:p w:rsidR="005B3ED9" w:rsidRDefault="005B3ED9" w:rsidP="005B3ED9">
      <w:r>
        <w:t>257.8555</w:t>
      </w:r>
      <w:r>
        <w:tab/>
        <w:t>1.013e0</w:t>
      </w:r>
    </w:p>
    <w:p w:rsidR="005B3ED9" w:rsidRDefault="005B3ED9" w:rsidP="005B3ED9">
      <w:r>
        <w:t>257.8890</w:t>
      </w:r>
      <w:r>
        <w:tab/>
        <w:t>1.013e0</w:t>
      </w:r>
    </w:p>
    <w:p w:rsidR="005B3ED9" w:rsidRDefault="005B3ED9" w:rsidP="005B3ED9">
      <w:r>
        <w:t>257.9442</w:t>
      </w:r>
      <w:r>
        <w:tab/>
        <w:t>1.013e0</w:t>
      </w:r>
    </w:p>
    <w:p w:rsidR="005B3ED9" w:rsidRDefault="005B3ED9" w:rsidP="005B3ED9">
      <w:r>
        <w:t>257.9607</w:t>
      </w:r>
      <w:r>
        <w:tab/>
        <w:t>1.013e0</w:t>
      </w:r>
    </w:p>
    <w:p w:rsidR="005B3ED9" w:rsidRDefault="005B3ED9" w:rsidP="005B3ED9">
      <w:r>
        <w:t>257.9713</w:t>
      </w:r>
      <w:r>
        <w:tab/>
        <w:t>2.025e0</w:t>
      </w:r>
    </w:p>
    <w:p w:rsidR="005B3ED9" w:rsidRDefault="005B3ED9" w:rsidP="005B3ED9">
      <w:r>
        <w:lastRenderedPageBreak/>
        <w:t>258.0070</w:t>
      </w:r>
      <w:r>
        <w:tab/>
        <w:t>3.038e0</w:t>
      </w:r>
    </w:p>
    <w:p w:rsidR="005B3ED9" w:rsidRDefault="005B3ED9" w:rsidP="005B3ED9">
      <w:r>
        <w:t>258.0085</w:t>
      </w:r>
      <w:r>
        <w:tab/>
        <w:t>2.025e0</w:t>
      </w:r>
    </w:p>
    <w:p w:rsidR="005B3ED9" w:rsidRDefault="005B3ED9" w:rsidP="005B3ED9">
      <w:r>
        <w:t>258.0426</w:t>
      </w:r>
      <w:r>
        <w:tab/>
        <w:t>3.038e0</w:t>
      </w:r>
    </w:p>
    <w:p w:rsidR="005B3ED9" w:rsidRDefault="005B3ED9" w:rsidP="005B3ED9">
      <w:r>
        <w:t>258.0678</w:t>
      </w:r>
      <w:r>
        <w:tab/>
        <w:t>1.013e0</w:t>
      </w:r>
    </w:p>
    <w:p w:rsidR="005B3ED9" w:rsidRDefault="005B3ED9" w:rsidP="005B3ED9">
      <w:r>
        <w:t>258.0718</w:t>
      </w:r>
      <w:r>
        <w:tab/>
        <w:t>1.013e0</w:t>
      </w:r>
    </w:p>
    <w:p w:rsidR="005B3ED9" w:rsidRDefault="005B3ED9" w:rsidP="005B3ED9">
      <w:r>
        <w:t>258.1064</w:t>
      </w:r>
      <w:r>
        <w:tab/>
        <w:t>1.013e0</w:t>
      </w:r>
    </w:p>
    <w:p w:rsidR="005B3ED9" w:rsidRDefault="005B3ED9" w:rsidP="005B3ED9">
      <w:r>
        <w:t>258.1103</w:t>
      </w:r>
      <w:r>
        <w:tab/>
        <w:t>1.013e0</w:t>
      </w:r>
    </w:p>
    <w:p w:rsidR="005B3ED9" w:rsidRDefault="005B3ED9" w:rsidP="005B3ED9">
      <w:r>
        <w:t>258.1281</w:t>
      </w:r>
      <w:r>
        <w:tab/>
        <w:t>1.013e0</w:t>
      </w:r>
    </w:p>
    <w:p w:rsidR="005B3ED9" w:rsidRDefault="005B3ED9" w:rsidP="005B3ED9">
      <w:r>
        <w:t>258.1543</w:t>
      </w:r>
      <w:r>
        <w:tab/>
        <w:t>3.038e0</w:t>
      </w:r>
    </w:p>
    <w:p w:rsidR="005B3ED9" w:rsidRDefault="005B3ED9" w:rsidP="005B3ED9">
      <w:r>
        <w:t>258.1664</w:t>
      </w:r>
      <w:r>
        <w:tab/>
        <w:t>1.013e0</w:t>
      </w:r>
    </w:p>
    <w:p w:rsidR="005B3ED9" w:rsidRDefault="005B3ED9" w:rsidP="005B3ED9">
      <w:r>
        <w:t>258.1769</w:t>
      </w:r>
      <w:r>
        <w:tab/>
        <w:t>2.025e0</w:t>
      </w:r>
    </w:p>
    <w:p w:rsidR="005B3ED9" w:rsidRDefault="005B3ED9" w:rsidP="005B3ED9">
      <w:r>
        <w:t>258.1913</w:t>
      </w:r>
      <w:r>
        <w:tab/>
        <w:t>1.013e0</w:t>
      </w:r>
    </w:p>
    <w:p w:rsidR="005B3ED9" w:rsidRDefault="005B3ED9" w:rsidP="005B3ED9">
      <w:r>
        <w:t>258.1999</w:t>
      </w:r>
      <w:r>
        <w:tab/>
        <w:t>1.013e0</w:t>
      </w:r>
    </w:p>
    <w:p w:rsidR="005B3ED9" w:rsidRDefault="005B3ED9" w:rsidP="005B3ED9">
      <w:r>
        <w:t>258.2064</w:t>
      </w:r>
      <w:r>
        <w:tab/>
        <w:t>2.025e0</w:t>
      </w:r>
    </w:p>
    <w:p w:rsidR="005B3ED9" w:rsidRDefault="005B3ED9" w:rsidP="005B3ED9">
      <w:r>
        <w:t>258.2134</w:t>
      </w:r>
      <w:r>
        <w:tab/>
        <w:t>2.025e0</w:t>
      </w:r>
    </w:p>
    <w:p w:rsidR="005B3ED9" w:rsidRDefault="005B3ED9" w:rsidP="005B3ED9">
      <w:r>
        <w:t>258.2773</w:t>
      </w:r>
      <w:r>
        <w:tab/>
        <w:t>2.025e0</w:t>
      </w:r>
    </w:p>
    <w:p w:rsidR="005B3ED9" w:rsidRDefault="005B3ED9" w:rsidP="005B3ED9">
      <w:r>
        <w:t>258.3069</w:t>
      </w:r>
      <w:r>
        <w:tab/>
        <w:t>1.013e0</w:t>
      </w:r>
    </w:p>
    <w:p w:rsidR="005B3ED9" w:rsidRDefault="005B3ED9" w:rsidP="005B3ED9">
      <w:r>
        <w:t>258.4057</w:t>
      </w:r>
      <w:r>
        <w:tab/>
        <w:t>1.013e0</w:t>
      </w:r>
    </w:p>
    <w:p w:rsidR="005B3ED9" w:rsidRDefault="005B3ED9" w:rsidP="005B3ED9">
      <w:r>
        <w:t>258.4344</w:t>
      </w:r>
      <w:r>
        <w:tab/>
        <w:t>1.013e0</w:t>
      </w:r>
    </w:p>
    <w:p w:rsidR="005B3ED9" w:rsidRDefault="005B3ED9" w:rsidP="005B3ED9">
      <w:r>
        <w:lastRenderedPageBreak/>
        <w:t>258.4440</w:t>
      </w:r>
      <w:r>
        <w:tab/>
        <w:t>1.013e0</w:t>
      </w:r>
    </w:p>
    <w:p w:rsidR="005B3ED9" w:rsidRDefault="005B3ED9" w:rsidP="005B3ED9">
      <w:r>
        <w:t>258.4689</w:t>
      </w:r>
      <w:r>
        <w:tab/>
        <w:t>1.013e0</w:t>
      </w:r>
    </w:p>
    <w:p w:rsidR="005B3ED9" w:rsidRDefault="005B3ED9" w:rsidP="005B3ED9">
      <w:r>
        <w:t>258.5489</w:t>
      </w:r>
      <w:r>
        <w:tab/>
        <w:t>3.038e0</w:t>
      </w:r>
    </w:p>
    <w:p w:rsidR="005B3ED9" w:rsidRDefault="005B3ED9" w:rsidP="005B3ED9">
      <w:r>
        <w:t>258.6232</w:t>
      </w:r>
      <w:r>
        <w:tab/>
        <w:t>1.013e0</w:t>
      </w:r>
    </w:p>
    <w:p w:rsidR="005B3ED9" w:rsidRDefault="005B3ED9" w:rsidP="005B3ED9">
      <w:r>
        <w:t>258.6617</w:t>
      </w:r>
      <w:r>
        <w:tab/>
        <w:t>1.013e0</w:t>
      </w:r>
    </w:p>
    <w:p w:rsidR="005B3ED9" w:rsidRDefault="005B3ED9" w:rsidP="005B3ED9">
      <w:r>
        <w:t>258.6740</w:t>
      </w:r>
      <w:r>
        <w:tab/>
        <w:t>1.013e0</w:t>
      </w:r>
    </w:p>
    <w:p w:rsidR="005B3ED9" w:rsidRDefault="005B3ED9" w:rsidP="005B3ED9">
      <w:r>
        <w:t>258.6884</w:t>
      </w:r>
      <w:r>
        <w:tab/>
        <w:t>1.013e0</w:t>
      </w:r>
    </w:p>
    <w:p w:rsidR="005B3ED9" w:rsidRDefault="005B3ED9" w:rsidP="005B3ED9">
      <w:r>
        <w:t>258.6962</w:t>
      </w:r>
      <w:r>
        <w:tab/>
        <w:t>1.013e0</w:t>
      </w:r>
    </w:p>
    <w:p w:rsidR="005B3ED9" w:rsidRDefault="005B3ED9" w:rsidP="005B3ED9">
      <w:r>
        <w:t>258.7002</w:t>
      </w:r>
      <w:r>
        <w:tab/>
        <w:t>1.013e0</w:t>
      </w:r>
    </w:p>
    <w:p w:rsidR="005B3ED9" w:rsidRDefault="005B3ED9" w:rsidP="005B3ED9">
      <w:r>
        <w:t>258.7427</w:t>
      </w:r>
      <w:r>
        <w:tab/>
        <w:t>1.013e0</w:t>
      </w:r>
    </w:p>
    <w:p w:rsidR="005B3ED9" w:rsidRDefault="005B3ED9" w:rsidP="005B3ED9">
      <w:r>
        <w:t>258.8466</w:t>
      </w:r>
      <w:r>
        <w:tab/>
        <w:t>1.013e0</w:t>
      </w:r>
    </w:p>
    <w:p w:rsidR="005B3ED9" w:rsidRDefault="005B3ED9" w:rsidP="005B3ED9">
      <w:r>
        <w:t>258.8630</w:t>
      </w:r>
      <w:r>
        <w:tab/>
        <w:t>2.025e0</w:t>
      </w:r>
    </w:p>
    <w:p w:rsidR="005B3ED9" w:rsidRDefault="005B3ED9" w:rsidP="005B3ED9">
      <w:r>
        <w:t>258.9138</w:t>
      </w:r>
      <w:r>
        <w:tab/>
        <w:t>2.025e0</w:t>
      </w:r>
    </w:p>
    <w:p w:rsidR="005B3ED9" w:rsidRDefault="005B3ED9" w:rsidP="005B3ED9">
      <w:r>
        <w:t>258.9395</w:t>
      </w:r>
      <w:r>
        <w:tab/>
        <w:t>2.025e0</w:t>
      </w:r>
    </w:p>
    <w:p w:rsidR="005B3ED9" w:rsidRDefault="005B3ED9" w:rsidP="005B3ED9">
      <w:r>
        <w:t>258.9583</w:t>
      </w:r>
      <w:r>
        <w:tab/>
        <w:t>4.051e0</w:t>
      </w:r>
    </w:p>
    <w:p w:rsidR="005B3ED9" w:rsidRDefault="005B3ED9" w:rsidP="005B3ED9">
      <w:r>
        <w:t>258.9760</w:t>
      </w:r>
      <w:r>
        <w:tab/>
        <w:t>2.025e0</w:t>
      </w:r>
    </w:p>
    <w:p w:rsidR="005B3ED9" w:rsidRDefault="005B3ED9" w:rsidP="005B3ED9">
      <w:r>
        <w:t>259.0006</w:t>
      </w:r>
      <w:r>
        <w:tab/>
        <w:t>9.114e0</w:t>
      </w:r>
    </w:p>
    <w:p w:rsidR="005B3ED9" w:rsidRDefault="005B3ED9" w:rsidP="005B3ED9">
      <w:r>
        <w:t>259.0033</w:t>
      </w:r>
      <w:r>
        <w:tab/>
        <w:t>1.316e1</w:t>
      </w:r>
    </w:p>
    <w:p w:rsidR="005B3ED9" w:rsidRDefault="005B3ED9" w:rsidP="005B3ED9">
      <w:r>
        <w:t>259.0076</w:t>
      </w:r>
      <w:r>
        <w:tab/>
        <w:t>5.063e0</w:t>
      </w:r>
    </w:p>
    <w:p w:rsidR="005B3ED9" w:rsidRDefault="005B3ED9" w:rsidP="005B3ED9">
      <w:r>
        <w:lastRenderedPageBreak/>
        <w:t>259.0296</w:t>
      </w:r>
      <w:r>
        <w:tab/>
        <w:t>2.025e0</w:t>
      </w:r>
    </w:p>
    <w:p w:rsidR="005B3ED9" w:rsidRDefault="005B3ED9" w:rsidP="005B3ED9">
      <w:r>
        <w:t>259.0858</w:t>
      </w:r>
      <w:r>
        <w:tab/>
        <w:t>2.139e0</w:t>
      </w:r>
    </w:p>
    <w:p w:rsidR="005B3ED9" w:rsidRDefault="005B3ED9" w:rsidP="005B3ED9">
      <w:r>
        <w:t>259.1104</w:t>
      </w:r>
      <w:r>
        <w:tab/>
        <w:t>1.013e0</w:t>
      </w:r>
    </w:p>
    <w:p w:rsidR="005B3ED9" w:rsidRDefault="005B3ED9" w:rsidP="005B3ED9">
      <w:r>
        <w:t>259.1402</w:t>
      </w:r>
      <w:r>
        <w:tab/>
        <w:t>1.013e0</w:t>
      </w:r>
    </w:p>
    <w:p w:rsidR="005B3ED9" w:rsidRDefault="005B3ED9" w:rsidP="005B3ED9">
      <w:r>
        <w:t>259.1627</w:t>
      </w:r>
      <w:r>
        <w:tab/>
        <w:t>4.051e0</w:t>
      </w:r>
    </w:p>
    <w:p w:rsidR="005B3ED9" w:rsidRDefault="005B3ED9" w:rsidP="005B3ED9">
      <w:r>
        <w:t>259.1969</w:t>
      </w:r>
      <w:r>
        <w:tab/>
        <w:t>1.013e0</w:t>
      </w:r>
    </w:p>
    <w:p w:rsidR="005B3ED9" w:rsidRDefault="005B3ED9" w:rsidP="005B3ED9">
      <w:r>
        <w:t>259.2325</w:t>
      </w:r>
      <w:r>
        <w:tab/>
        <w:t>2.025e0</w:t>
      </w:r>
    </w:p>
    <w:p w:rsidR="005B3ED9" w:rsidRDefault="005B3ED9" w:rsidP="005B3ED9">
      <w:r>
        <w:t>259.2578</w:t>
      </w:r>
      <w:r>
        <w:tab/>
        <w:t>2.025e0</w:t>
      </w:r>
    </w:p>
    <w:p w:rsidR="005B3ED9" w:rsidRDefault="005B3ED9" w:rsidP="005B3ED9">
      <w:r>
        <w:t>259.3000</w:t>
      </w:r>
      <w:r>
        <w:tab/>
        <w:t>2.025e0</w:t>
      </w:r>
    </w:p>
    <w:p w:rsidR="005B3ED9" w:rsidRDefault="005B3ED9" w:rsidP="005B3ED9">
      <w:r>
        <w:t>259.3842</w:t>
      </w:r>
      <w:r>
        <w:tab/>
        <w:t>1.013e0</w:t>
      </w:r>
    </w:p>
    <w:p w:rsidR="005B3ED9" w:rsidRDefault="005B3ED9" w:rsidP="005B3ED9">
      <w:r>
        <w:t>259.4370</w:t>
      </w:r>
      <w:r>
        <w:tab/>
        <w:t>1.013e0</w:t>
      </w:r>
    </w:p>
    <w:p w:rsidR="005B3ED9" w:rsidRDefault="005B3ED9" w:rsidP="005B3ED9">
      <w:r>
        <w:t>259.4755</w:t>
      </w:r>
      <w:r>
        <w:tab/>
        <w:t>1.013e0</w:t>
      </w:r>
    </w:p>
    <w:p w:rsidR="005B3ED9" w:rsidRDefault="005B3ED9" w:rsidP="005B3ED9">
      <w:r>
        <w:t>259.4995</w:t>
      </w:r>
      <w:r>
        <w:tab/>
        <w:t>1.013e0</w:t>
      </w:r>
    </w:p>
    <w:p w:rsidR="005B3ED9" w:rsidRDefault="005B3ED9" w:rsidP="005B3ED9">
      <w:r>
        <w:t>259.5139</w:t>
      </w:r>
      <w:r>
        <w:tab/>
        <w:t>1.013e0</w:t>
      </w:r>
    </w:p>
    <w:p w:rsidR="005B3ED9" w:rsidRDefault="005B3ED9" w:rsidP="005B3ED9">
      <w:r>
        <w:t>259.5470</w:t>
      </w:r>
      <w:r>
        <w:tab/>
        <w:t>2.025e0</w:t>
      </w:r>
    </w:p>
    <w:p w:rsidR="005B3ED9" w:rsidRDefault="005B3ED9" w:rsidP="005B3ED9">
      <w:r>
        <w:t>259.5605</w:t>
      </w:r>
      <w:r>
        <w:tab/>
        <w:t>1.013e0</w:t>
      </w:r>
    </w:p>
    <w:p w:rsidR="005B3ED9" w:rsidRDefault="005B3ED9" w:rsidP="005B3ED9">
      <w:r>
        <w:t>259.5724</w:t>
      </w:r>
      <w:r>
        <w:tab/>
        <w:t>1.013e0</w:t>
      </w:r>
    </w:p>
    <w:p w:rsidR="005B3ED9" w:rsidRDefault="005B3ED9" w:rsidP="005B3ED9">
      <w:r>
        <w:t>259.6031</w:t>
      </w:r>
      <w:r>
        <w:tab/>
        <w:t>2.025e0</w:t>
      </w:r>
    </w:p>
    <w:p w:rsidR="005B3ED9" w:rsidRDefault="005B3ED9" w:rsidP="005B3ED9">
      <w:r>
        <w:t>259.6966</w:t>
      </w:r>
      <w:r>
        <w:tab/>
        <w:t>1.013e0</w:t>
      </w:r>
    </w:p>
    <w:p w:rsidR="005B3ED9" w:rsidRDefault="005B3ED9" w:rsidP="005B3ED9">
      <w:r>
        <w:lastRenderedPageBreak/>
        <w:t>259.7654</w:t>
      </w:r>
      <w:r>
        <w:tab/>
        <w:t>1.013e0</w:t>
      </w:r>
    </w:p>
    <w:p w:rsidR="005B3ED9" w:rsidRDefault="005B3ED9" w:rsidP="005B3ED9">
      <w:r>
        <w:t>259.8466</w:t>
      </w:r>
      <w:r>
        <w:tab/>
        <w:t>2.025e0</w:t>
      </w:r>
    </w:p>
    <w:p w:rsidR="005B3ED9" w:rsidRDefault="005B3ED9" w:rsidP="005B3ED9">
      <w:r>
        <w:t>259.8602</w:t>
      </w:r>
      <w:r>
        <w:tab/>
        <w:t>1.013e0</w:t>
      </w:r>
    </w:p>
    <w:p w:rsidR="005B3ED9" w:rsidRDefault="005B3ED9" w:rsidP="005B3ED9">
      <w:r>
        <w:t>259.8732</w:t>
      </w:r>
      <w:r>
        <w:tab/>
        <w:t>1.013e0</w:t>
      </w:r>
    </w:p>
    <w:p w:rsidR="005B3ED9" w:rsidRDefault="005B3ED9" w:rsidP="005B3ED9">
      <w:r>
        <w:t>259.8772</w:t>
      </w:r>
      <w:r>
        <w:tab/>
        <w:t>1.013e0</w:t>
      </w:r>
    </w:p>
    <w:p w:rsidR="005B3ED9" w:rsidRDefault="005B3ED9" w:rsidP="005B3ED9">
      <w:r>
        <w:t>259.8987</w:t>
      </w:r>
      <w:r>
        <w:tab/>
        <w:t>1.013e0</w:t>
      </w:r>
    </w:p>
    <w:p w:rsidR="005B3ED9" w:rsidRDefault="005B3ED9" w:rsidP="005B3ED9">
      <w:r>
        <w:t>259.9118</w:t>
      </w:r>
      <w:r>
        <w:tab/>
        <w:t>2.025e0</w:t>
      </w:r>
    </w:p>
    <w:p w:rsidR="005B3ED9" w:rsidRDefault="005B3ED9" w:rsidP="005B3ED9">
      <w:r>
        <w:t>259.9987</w:t>
      </w:r>
      <w:r>
        <w:tab/>
        <w:t>4.051e0</w:t>
      </w:r>
    </w:p>
    <w:p w:rsidR="005B3ED9" w:rsidRDefault="005B3ED9" w:rsidP="005B3ED9">
      <w:r>
        <w:t>260.0010</w:t>
      </w:r>
      <w:r>
        <w:tab/>
        <w:t>1.013e0</w:t>
      </w:r>
    </w:p>
    <w:p w:rsidR="005B3ED9" w:rsidRDefault="005B3ED9" w:rsidP="005B3ED9">
      <w:r>
        <w:t>260.0060</w:t>
      </w:r>
      <w:r>
        <w:tab/>
        <w:t>8.101e0</w:t>
      </w:r>
    </w:p>
    <w:p w:rsidR="005B3ED9" w:rsidRDefault="005B3ED9" w:rsidP="005B3ED9">
      <w:r>
        <w:t>260.0103</w:t>
      </w:r>
      <w:r>
        <w:tab/>
        <w:t>3.038e0</w:t>
      </w:r>
    </w:p>
    <w:p w:rsidR="005B3ED9" w:rsidRDefault="005B3ED9" w:rsidP="005B3ED9">
      <w:r>
        <w:t>260.0547</w:t>
      </w:r>
      <w:r>
        <w:tab/>
        <w:t>2.025e0</w:t>
      </w:r>
    </w:p>
    <w:p w:rsidR="005B3ED9" w:rsidRDefault="005B3ED9" w:rsidP="005B3ED9">
      <w:r>
        <w:t>260.0576</w:t>
      </w:r>
      <w:r>
        <w:tab/>
        <w:t>1.013e0</w:t>
      </w:r>
    </w:p>
    <w:p w:rsidR="005B3ED9" w:rsidRDefault="005B3ED9" w:rsidP="005B3ED9">
      <w:r>
        <w:t>260.0865</w:t>
      </w:r>
      <w:r>
        <w:tab/>
        <w:t>1.013e0</w:t>
      </w:r>
    </w:p>
    <w:p w:rsidR="005B3ED9" w:rsidRDefault="005B3ED9" w:rsidP="005B3ED9">
      <w:r>
        <w:t>260.1029</w:t>
      </w:r>
      <w:r>
        <w:tab/>
        <w:t>3.038e0</w:t>
      </w:r>
    </w:p>
    <w:p w:rsidR="005B3ED9" w:rsidRDefault="005B3ED9" w:rsidP="005B3ED9">
      <w:r>
        <w:t>260.1635</w:t>
      </w:r>
      <w:r>
        <w:tab/>
        <w:t>1.013e0</w:t>
      </w:r>
    </w:p>
    <w:p w:rsidR="005B3ED9" w:rsidRDefault="005B3ED9" w:rsidP="005B3ED9">
      <w:r>
        <w:t>260.1684</w:t>
      </w:r>
      <w:r>
        <w:tab/>
        <w:t>1.013e0</w:t>
      </w:r>
    </w:p>
    <w:p w:rsidR="005B3ED9" w:rsidRDefault="005B3ED9" w:rsidP="005B3ED9">
      <w:r>
        <w:t>260.1900</w:t>
      </w:r>
      <w:r>
        <w:tab/>
        <w:t>2.025e0</w:t>
      </w:r>
    </w:p>
    <w:p w:rsidR="005B3ED9" w:rsidRDefault="005B3ED9" w:rsidP="005B3ED9">
      <w:r>
        <w:t>260.1959</w:t>
      </w:r>
      <w:r>
        <w:tab/>
        <w:t>2.025e0</w:t>
      </w:r>
    </w:p>
    <w:p w:rsidR="005B3ED9" w:rsidRDefault="005B3ED9" w:rsidP="005B3ED9">
      <w:r>
        <w:lastRenderedPageBreak/>
        <w:t>260.1981</w:t>
      </w:r>
      <w:r>
        <w:tab/>
        <w:t>2.025e0</w:t>
      </w:r>
    </w:p>
    <w:p w:rsidR="005B3ED9" w:rsidRDefault="005B3ED9" w:rsidP="005B3ED9">
      <w:r>
        <w:t>260.2246</w:t>
      </w:r>
      <w:r>
        <w:tab/>
        <w:t>1.013e0</w:t>
      </w:r>
    </w:p>
    <w:p w:rsidR="005B3ED9" w:rsidRDefault="005B3ED9" w:rsidP="005B3ED9">
      <w:r>
        <w:t>260.2286</w:t>
      </w:r>
      <w:r>
        <w:tab/>
        <w:t>1.013e0</w:t>
      </w:r>
    </w:p>
    <w:p w:rsidR="005B3ED9" w:rsidRDefault="005B3ED9" w:rsidP="005B3ED9">
      <w:r>
        <w:t>260.2366</w:t>
      </w:r>
      <w:r>
        <w:tab/>
        <w:t>1.013e0</w:t>
      </w:r>
    </w:p>
    <w:p w:rsidR="005B3ED9" w:rsidRDefault="005B3ED9" w:rsidP="005B3ED9">
      <w:r>
        <w:t>260.2752</w:t>
      </w:r>
      <w:r>
        <w:tab/>
        <w:t>1.013e0</w:t>
      </w:r>
    </w:p>
    <w:p w:rsidR="005B3ED9" w:rsidRDefault="005B3ED9" w:rsidP="005B3ED9">
      <w:r>
        <w:t>260.2840</w:t>
      </w:r>
      <w:r>
        <w:tab/>
        <w:t>1.013e0</w:t>
      </w:r>
    </w:p>
    <w:p w:rsidR="005B3ED9" w:rsidRDefault="005B3ED9" w:rsidP="005B3ED9">
      <w:r>
        <w:t>260.4093</w:t>
      </w:r>
      <w:r>
        <w:tab/>
        <w:t>1.013e0</w:t>
      </w:r>
    </w:p>
    <w:p w:rsidR="005B3ED9" w:rsidRDefault="005B3ED9" w:rsidP="005B3ED9">
      <w:r>
        <w:t>260.4216</w:t>
      </w:r>
      <w:r>
        <w:tab/>
        <w:t>1.013e0</w:t>
      </w:r>
    </w:p>
    <w:p w:rsidR="005B3ED9" w:rsidRDefault="005B3ED9" w:rsidP="005B3ED9">
      <w:r>
        <w:t>260.4563</w:t>
      </w:r>
      <w:r>
        <w:tab/>
        <w:t>1.013e0</w:t>
      </w:r>
    </w:p>
    <w:p w:rsidR="005B3ED9" w:rsidRDefault="005B3ED9" w:rsidP="005B3ED9">
      <w:r>
        <w:t>260.4683</w:t>
      </w:r>
      <w:r>
        <w:tab/>
        <w:t>1.013e0</w:t>
      </w:r>
    </w:p>
    <w:p w:rsidR="005B3ED9" w:rsidRDefault="005B3ED9" w:rsidP="005B3ED9">
      <w:r>
        <w:t>260.5154</w:t>
      </w:r>
      <w:r>
        <w:tab/>
        <w:t>1.013e0</w:t>
      </w:r>
    </w:p>
    <w:p w:rsidR="005B3ED9" w:rsidRDefault="005B3ED9" w:rsidP="005B3ED9">
      <w:r>
        <w:t>260.5761</w:t>
      </w:r>
      <w:r>
        <w:tab/>
        <w:t>1.013e0</w:t>
      </w:r>
    </w:p>
    <w:p w:rsidR="005B3ED9" w:rsidRDefault="005B3ED9" w:rsidP="005B3ED9">
      <w:r>
        <w:t>260.5952</w:t>
      </w:r>
      <w:r>
        <w:tab/>
        <w:t>2.025e0</w:t>
      </w:r>
    </w:p>
    <w:p w:rsidR="005B3ED9" w:rsidRDefault="005B3ED9" w:rsidP="005B3ED9">
      <w:r>
        <w:t>260.6312</w:t>
      </w:r>
      <w:r>
        <w:tab/>
        <w:t>1.013e0</w:t>
      </w:r>
    </w:p>
    <w:p w:rsidR="005B3ED9" w:rsidRDefault="005B3ED9" w:rsidP="005B3ED9">
      <w:r>
        <w:t>260.6360</w:t>
      </w:r>
      <w:r>
        <w:tab/>
        <w:t>1.013e0</w:t>
      </w:r>
    </w:p>
    <w:p w:rsidR="005B3ED9" w:rsidRDefault="005B3ED9" w:rsidP="005B3ED9">
      <w:r>
        <w:t>260.6614</w:t>
      </w:r>
      <w:r>
        <w:tab/>
        <w:t>1.013e0</w:t>
      </w:r>
    </w:p>
    <w:p w:rsidR="005B3ED9" w:rsidRDefault="005B3ED9" w:rsidP="005B3ED9">
      <w:r>
        <w:t>260.7000</w:t>
      </w:r>
      <w:r>
        <w:tab/>
        <w:t>1.013e0</w:t>
      </w:r>
    </w:p>
    <w:p w:rsidR="005B3ED9" w:rsidRDefault="005B3ED9" w:rsidP="005B3ED9">
      <w:r>
        <w:t>260.7306</w:t>
      </w:r>
      <w:r>
        <w:tab/>
        <w:t>1.013e0</w:t>
      </w:r>
    </w:p>
    <w:p w:rsidR="005B3ED9" w:rsidRDefault="005B3ED9" w:rsidP="005B3ED9">
      <w:r>
        <w:t>260.7518</w:t>
      </w:r>
      <w:r>
        <w:tab/>
        <w:t>1.013e0</w:t>
      </w:r>
    </w:p>
    <w:p w:rsidR="005B3ED9" w:rsidRDefault="005B3ED9" w:rsidP="005B3ED9">
      <w:r>
        <w:lastRenderedPageBreak/>
        <w:t>260.7693</w:t>
      </w:r>
      <w:r>
        <w:tab/>
        <w:t>1.013e0</w:t>
      </w:r>
    </w:p>
    <w:p w:rsidR="005B3ED9" w:rsidRDefault="005B3ED9" w:rsidP="005B3ED9">
      <w:r>
        <w:t>260.7812</w:t>
      </w:r>
      <w:r>
        <w:tab/>
        <w:t>1.013e0</w:t>
      </w:r>
    </w:p>
    <w:p w:rsidR="005B3ED9" w:rsidRDefault="005B3ED9" w:rsidP="005B3ED9">
      <w:r>
        <w:t>260.8198</w:t>
      </w:r>
      <w:r>
        <w:tab/>
        <w:t>1.013e0</w:t>
      </w:r>
    </w:p>
    <w:p w:rsidR="005B3ED9" w:rsidRDefault="005B3ED9" w:rsidP="005B3ED9">
      <w:r>
        <w:t>260.8773</w:t>
      </w:r>
      <w:r>
        <w:tab/>
        <w:t>1.013e0</w:t>
      </w:r>
    </w:p>
    <w:p w:rsidR="005B3ED9" w:rsidRDefault="005B3ED9" w:rsidP="005B3ED9">
      <w:r>
        <w:t>260.8812</w:t>
      </w:r>
      <w:r>
        <w:tab/>
        <w:t>2.025e0</w:t>
      </w:r>
    </w:p>
    <w:p w:rsidR="005B3ED9" w:rsidRDefault="005B3ED9" w:rsidP="005B3ED9">
      <w:r>
        <w:t>260.9111</w:t>
      </w:r>
      <w:r>
        <w:tab/>
        <w:t>1.013e0</w:t>
      </w:r>
    </w:p>
    <w:p w:rsidR="005B3ED9" w:rsidRDefault="005B3ED9" w:rsidP="005B3ED9">
      <w:r>
        <w:t>260.9577</w:t>
      </w:r>
      <w:r>
        <w:tab/>
        <w:t>3.569e0</w:t>
      </w:r>
    </w:p>
    <w:p w:rsidR="005B3ED9" w:rsidRDefault="005B3ED9" w:rsidP="005B3ED9">
      <w:r>
        <w:t>260.9991</w:t>
      </w:r>
      <w:r>
        <w:tab/>
        <w:t>1.155e2</w:t>
      </w:r>
    </w:p>
    <w:p w:rsidR="005B3ED9" w:rsidRDefault="005B3ED9" w:rsidP="005B3ED9">
      <w:r>
        <w:t>261.0010</w:t>
      </w:r>
      <w:r>
        <w:tab/>
        <w:t>2.543e2</w:t>
      </w:r>
    </w:p>
    <w:p w:rsidR="005B3ED9" w:rsidRDefault="005B3ED9" w:rsidP="005B3ED9">
      <w:r>
        <w:t>261.0027</w:t>
      </w:r>
      <w:r>
        <w:tab/>
        <w:t>9.543e1</w:t>
      </w:r>
    </w:p>
    <w:p w:rsidR="005B3ED9" w:rsidRDefault="005B3ED9" w:rsidP="005B3ED9">
      <w:r>
        <w:t>261.0611</w:t>
      </w:r>
      <w:r>
        <w:tab/>
        <w:t>2.025e0</w:t>
      </w:r>
    </w:p>
    <w:p w:rsidR="005B3ED9" w:rsidRDefault="005B3ED9" w:rsidP="005B3ED9">
      <w:r>
        <w:t>261.0648</w:t>
      </w:r>
      <w:r>
        <w:tab/>
        <w:t>2.025e0</w:t>
      </w:r>
    </w:p>
    <w:p w:rsidR="005B3ED9" w:rsidRDefault="005B3ED9" w:rsidP="005B3ED9">
      <w:r>
        <w:t>261.0705</w:t>
      </w:r>
      <w:r>
        <w:tab/>
        <w:t>1.013e0</w:t>
      </w:r>
    </w:p>
    <w:p w:rsidR="005B3ED9" w:rsidRDefault="005B3ED9" w:rsidP="005B3ED9">
      <w:r>
        <w:t>261.0871</w:t>
      </w:r>
      <w:r>
        <w:tab/>
        <w:t>2.025e0</w:t>
      </w:r>
    </w:p>
    <w:p w:rsidR="005B3ED9" w:rsidRDefault="005B3ED9" w:rsidP="005B3ED9">
      <w:r>
        <w:t>261.1211</w:t>
      </w:r>
      <w:r>
        <w:tab/>
        <w:t>2.025e0</w:t>
      </w:r>
    </w:p>
    <w:p w:rsidR="005B3ED9" w:rsidRDefault="005B3ED9" w:rsidP="005B3ED9">
      <w:r>
        <w:t>261.1295</w:t>
      </w:r>
      <w:r>
        <w:tab/>
        <w:t>3.038e0</w:t>
      </w:r>
    </w:p>
    <w:p w:rsidR="005B3ED9" w:rsidRDefault="005B3ED9" w:rsidP="005B3ED9">
      <w:r>
        <w:t>261.1382</w:t>
      </w:r>
      <w:r>
        <w:tab/>
        <w:t>5.063e0</w:t>
      </w:r>
    </w:p>
    <w:p w:rsidR="005B3ED9" w:rsidRDefault="005B3ED9" w:rsidP="005B3ED9">
      <w:r>
        <w:t>261.1451</w:t>
      </w:r>
      <w:r>
        <w:tab/>
        <w:t>4.051e0</w:t>
      </w:r>
    </w:p>
    <w:p w:rsidR="005B3ED9" w:rsidRDefault="005B3ED9" w:rsidP="005B3ED9">
      <w:r>
        <w:t>261.1597</w:t>
      </w:r>
      <w:r>
        <w:tab/>
        <w:t>2.025e0</w:t>
      </w:r>
    </w:p>
    <w:p w:rsidR="005B3ED9" w:rsidRDefault="005B3ED9" w:rsidP="005B3ED9">
      <w:r>
        <w:lastRenderedPageBreak/>
        <w:t>261.1747</w:t>
      </w:r>
      <w:r>
        <w:tab/>
        <w:t>2.025e0</w:t>
      </w:r>
    </w:p>
    <w:p w:rsidR="005B3ED9" w:rsidRDefault="005B3ED9" w:rsidP="005B3ED9">
      <w:r>
        <w:t>261.1811</w:t>
      </w:r>
      <w:r>
        <w:tab/>
        <w:t>2.025e0</w:t>
      </w:r>
    </w:p>
    <w:p w:rsidR="005B3ED9" w:rsidRDefault="005B3ED9" w:rsidP="005B3ED9">
      <w:r>
        <w:t>261.1886</w:t>
      </w:r>
      <w:r>
        <w:tab/>
        <w:t>3.038e0</w:t>
      </w:r>
    </w:p>
    <w:p w:rsidR="005B3ED9" w:rsidRDefault="005B3ED9" w:rsidP="005B3ED9">
      <w:r>
        <w:t>261.1984</w:t>
      </w:r>
      <w:r>
        <w:tab/>
        <w:t>1.013e0</w:t>
      </w:r>
    </w:p>
    <w:p w:rsidR="005B3ED9" w:rsidRDefault="005B3ED9" w:rsidP="005B3ED9">
      <w:r>
        <w:t>261.2136</w:t>
      </w:r>
      <w:r>
        <w:tab/>
        <w:t>3.038e0</w:t>
      </w:r>
    </w:p>
    <w:p w:rsidR="005B3ED9" w:rsidRDefault="005B3ED9" w:rsidP="005B3ED9">
      <w:r>
        <w:t>261.2243</w:t>
      </w:r>
      <w:r>
        <w:tab/>
        <w:t>2.025e0</w:t>
      </w:r>
    </w:p>
    <w:p w:rsidR="005B3ED9" w:rsidRDefault="005B3ED9" w:rsidP="005B3ED9">
      <w:r>
        <w:t>261.2590</w:t>
      </w:r>
      <w:r>
        <w:tab/>
        <w:t>1.013e0</w:t>
      </w:r>
    </w:p>
    <w:p w:rsidR="005B3ED9" w:rsidRDefault="005B3ED9" w:rsidP="005B3ED9">
      <w:r>
        <w:t>261.2907</w:t>
      </w:r>
      <w:r>
        <w:tab/>
        <w:t>2.025e0</w:t>
      </w:r>
    </w:p>
    <w:p w:rsidR="005B3ED9" w:rsidRDefault="005B3ED9" w:rsidP="005B3ED9">
      <w:r>
        <w:t>261.2928</w:t>
      </w:r>
      <w:r>
        <w:tab/>
        <w:t>1.013e0</w:t>
      </w:r>
    </w:p>
    <w:p w:rsidR="005B3ED9" w:rsidRDefault="005B3ED9" w:rsidP="005B3ED9">
      <w:r>
        <w:t>261.2948</w:t>
      </w:r>
      <w:r>
        <w:tab/>
        <w:t>2.025e0</w:t>
      </w:r>
    </w:p>
    <w:p w:rsidR="005B3ED9" w:rsidRDefault="005B3ED9" w:rsidP="005B3ED9">
      <w:r>
        <w:t>261.3364</w:t>
      </w:r>
      <w:r>
        <w:tab/>
        <w:t>1.013e0</w:t>
      </w:r>
    </w:p>
    <w:p w:rsidR="005B3ED9" w:rsidRDefault="005B3ED9" w:rsidP="005B3ED9">
      <w:r>
        <w:t>261.3510</w:t>
      </w:r>
      <w:r>
        <w:tab/>
        <w:t>2.025e0</w:t>
      </w:r>
    </w:p>
    <w:p w:rsidR="005B3ED9" w:rsidRDefault="005B3ED9" w:rsidP="005B3ED9">
      <w:r>
        <w:t>261.3917</w:t>
      </w:r>
      <w:r>
        <w:tab/>
        <w:t>1.013e0</w:t>
      </w:r>
    </w:p>
    <w:p w:rsidR="005B3ED9" w:rsidRDefault="005B3ED9" w:rsidP="005B3ED9">
      <w:r>
        <w:t>261.4303</w:t>
      </w:r>
      <w:r>
        <w:tab/>
        <w:t>1.013e0</w:t>
      </w:r>
    </w:p>
    <w:p w:rsidR="005B3ED9" w:rsidRDefault="005B3ED9" w:rsidP="005B3ED9">
      <w:r>
        <w:t>261.4729</w:t>
      </w:r>
      <w:r>
        <w:tab/>
        <w:t>1.013e0</w:t>
      </w:r>
    </w:p>
    <w:p w:rsidR="005B3ED9" w:rsidRDefault="005B3ED9" w:rsidP="005B3ED9">
      <w:r>
        <w:t>261.4815</w:t>
      </w:r>
      <w:r>
        <w:tab/>
        <w:t>1.013e0</w:t>
      </w:r>
    </w:p>
    <w:p w:rsidR="005B3ED9" w:rsidRDefault="005B3ED9" w:rsidP="005B3ED9">
      <w:r>
        <w:t>261.4886</w:t>
      </w:r>
      <w:r>
        <w:tab/>
        <w:t>2.025e0</w:t>
      </w:r>
    </w:p>
    <w:p w:rsidR="005B3ED9" w:rsidRDefault="005B3ED9" w:rsidP="005B3ED9">
      <w:r>
        <w:t>261.5056</w:t>
      </w:r>
      <w:r>
        <w:tab/>
        <w:t>2.025e0</w:t>
      </w:r>
    </w:p>
    <w:p w:rsidR="005B3ED9" w:rsidRDefault="005B3ED9" w:rsidP="005B3ED9">
      <w:r>
        <w:t>261.5214</w:t>
      </w:r>
      <w:r>
        <w:tab/>
        <w:t>2.025e0</w:t>
      </w:r>
    </w:p>
    <w:p w:rsidR="005B3ED9" w:rsidRDefault="005B3ED9" w:rsidP="005B3ED9">
      <w:r>
        <w:lastRenderedPageBreak/>
        <w:t>261.5251</w:t>
      </w:r>
      <w:r>
        <w:tab/>
        <w:t>1.013e0</w:t>
      </w:r>
    </w:p>
    <w:p w:rsidR="005B3ED9" w:rsidRDefault="005B3ED9" w:rsidP="005B3ED9">
      <w:r>
        <w:t>261.5344</w:t>
      </w:r>
      <w:r>
        <w:tab/>
        <w:t>1.013e0</w:t>
      </w:r>
    </w:p>
    <w:p w:rsidR="005B3ED9" w:rsidRDefault="005B3ED9" w:rsidP="005B3ED9">
      <w:r>
        <w:t>261.5515</w:t>
      </w:r>
      <w:r>
        <w:tab/>
        <w:t>2.025e0</w:t>
      </w:r>
    </w:p>
    <w:p w:rsidR="005B3ED9" w:rsidRDefault="005B3ED9" w:rsidP="005B3ED9">
      <w:r>
        <w:t>261.5708</w:t>
      </w:r>
      <w:r>
        <w:tab/>
        <w:t>4.051e0</w:t>
      </w:r>
    </w:p>
    <w:p w:rsidR="005B3ED9" w:rsidRDefault="005B3ED9" w:rsidP="005B3ED9">
      <w:r>
        <w:t>261.6118</w:t>
      </w:r>
      <w:r>
        <w:tab/>
        <w:t>1.013e0</w:t>
      </w:r>
    </w:p>
    <w:p w:rsidR="005B3ED9" w:rsidRDefault="005B3ED9" w:rsidP="005B3ED9">
      <w:r>
        <w:t>261.6276</w:t>
      </w:r>
      <w:r>
        <w:tab/>
        <w:t>1.013e0</w:t>
      </w:r>
    </w:p>
    <w:p w:rsidR="005B3ED9" w:rsidRDefault="005B3ED9" w:rsidP="005B3ED9">
      <w:r>
        <w:t>261.6344</w:t>
      </w:r>
      <w:r>
        <w:tab/>
        <w:t>2.025e0</w:t>
      </w:r>
    </w:p>
    <w:p w:rsidR="005B3ED9" w:rsidRDefault="005B3ED9" w:rsidP="005B3ED9">
      <w:r>
        <w:t>261.6518</w:t>
      </w:r>
      <w:r>
        <w:tab/>
        <w:t>2.025e0</w:t>
      </w:r>
    </w:p>
    <w:p w:rsidR="005B3ED9" w:rsidRDefault="005B3ED9" w:rsidP="005B3ED9">
      <w:r>
        <w:t>261.6848</w:t>
      </w:r>
      <w:r>
        <w:tab/>
        <w:t>1.013e0</w:t>
      </w:r>
    </w:p>
    <w:p w:rsidR="005B3ED9" w:rsidRDefault="005B3ED9" w:rsidP="005B3ED9">
      <w:r>
        <w:t>261.7029</w:t>
      </w:r>
      <w:r>
        <w:tab/>
        <w:t>2.025e0</w:t>
      </w:r>
    </w:p>
    <w:p w:rsidR="005B3ED9" w:rsidRDefault="005B3ED9" w:rsidP="005B3ED9">
      <w:r>
        <w:t>261.7477</w:t>
      </w:r>
      <w:r>
        <w:tab/>
        <w:t>1.013e0</w:t>
      </w:r>
    </w:p>
    <w:p w:rsidR="005B3ED9" w:rsidRDefault="005B3ED9" w:rsidP="005B3ED9">
      <w:r>
        <w:t>261.7664</w:t>
      </w:r>
      <w:r>
        <w:tab/>
        <w:t>1.013e0</w:t>
      </w:r>
    </w:p>
    <w:p w:rsidR="005B3ED9" w:rsidRDefault="005B3ED9" w:rsidP="005B3ED9">
      <w:r>
        <w:t>261.7962</w:t>
      </w:r>
      <w:r>
        <w:tab/>
        <w:t>2.025e0</w:t>
      </w:r>
    </w:p>
    <w:p w:rsidR="005B3ED9" w:rsidRDefault="005B3ED9" w:rsidP="005B3ED9">
      <w:r>
        <w:t>261.8028</w:t>
      </w:r>
      <w:r>
        <w:tab/>
        <w:t>2.025e0</w:t>
      </w:r>
    </w:p>
    <w:p w:rsidR="005B3ED9" w:rsidRDefault="005B3ED9" w:rsidP="005B3ED9">
      <w:r>
        <w:t>261.8300</w:t>
      </w:r>
      <w:r>
        <w:tab/>
        <w:t>1.013e0</w:t>
      </w:r>
    </w:p>
    <w:p w:rsidR="005B3ED9" w:rsidRDefault="005B3ED9" w:rsidP="005B3ED9">
      <w:r>
        <w:t>261.8517</w:t>
      </w:r>
      <w:r>
        <w:tab/>
        <w:t>1.013e0</w:t>
      </w:r>
    </w:p>
    <w:p w:rsidR="005B3ED9" w:rsidRDefault="005B3ED9" w:rsidP="005B3ED9">
      <w:r>
        <w:t>261.8557</w:t>
      </w:r>
      <w:r>
        <w:tab/>
        <w:t>1.013e0</w:t>
      </w:r>
    </w:p>
    <w:p w:rsidR="005B3ED9" w:rsidRDefault="005B3ED9" w:rsidP="005B3ED9">
      <w:r>
        <w:t>261.8884</w:t>
      </w:r>
      <w:r>
        <w:tab/>
        <w:t>2.025e0</w:t>
      </w:r>
    </w:p>
    <w:p w:rsidR="005B3ED9" w:rsidRDefault="005B3ED9" w:rsidP="005B3ED9">
      <w:r>
        <w:t>261.9250</w:t>
      </w:r>
      <w:r>
        <w:tab/>
        <w:t>1.013e0</w:t>
      </w:r>
    </w:p>
    <w:p w:rsidR="005B3ED9" w:rsidRDefault="005B3ED9" w:rsidP="005B3ED9">
      <w:r>
        <w:lastRenderedPageBreak/>
        <w:t>261.9331</w:t>
      </w:r>
      <w:r>
        <w:tab/>
        <w:t>1.013e0</w:t>
      </w:r>
    </w:p>
    <w:p w:rsidR="005B3ED9" w:rsidRDefault="005B3ED9" w:rsidP="005B3ED9">
      <w:r>
        <w:t>261.9464</w:t>
      </w:r>
      <w:r>
        <w:tab/>
        <w:t>1.013e0</w:t>
      </w:r>
    </w:p>
    <w:p w:rsidR="005B3ED9" w:rsidRDefault="005B3ED9" w:rsidP="005B3ED9">
      <w:r>
        <w:t>261.9559</w:t>
      </w:r>
      <w:r>
        <w:tab/>
        <w:t>1.013e0</w:t>
      </w:r>
    </w:p>
    <w:p w:rsidR="005B3ED9" w:rsidRDefault="005B3ED9" w:rsidP="005B3ED9">
      <w:r>
        <w:t>262.0011</w:t>
      </w:r>
      <w:r>
        <w:tab/>
        <w:t>5.095e1</w:t>
      </w:r>
    </w:p>
    <w:p w:rsidR="005B3ED9" w:rsidRDefault="005B3ED9" w:rsidP="005B3ED9">
      <w:r>
        <w:t>262.0085</w:t>
      </w:r>
      <w:r>
        <w:tab/>
        <w:t>8.101e0</w:t>
      </w:r>
    </w:p>
    <w:p w:rsidR="005B3ED9" w:rsidRDefault="005B3ED9" w:rsidP="005B3ED9">
      <w:r>
        <w:t>262.0522</w:t>
      </w:r>
      <w:r>
        <w:tab/>
        <w:t>2.025e0</w:t>
      </w:r>
    </w:p>
    <w:p w:rsidR="005B3ED9" w:rsidRDefault="005B3ED9" w:rsidP="005B3ED9">
      <w:r>
        <w:t>262.0603</w:t>
      </w:r>
      <w:r>
        <w:tab/>
        <w:t>2.025e0</w:t>
      </w:r>
    </w:p>
    <w:p w:rsidR="005B3ED9" w:rsidRDefault="005B3ED9" w:rsidP="005B3ED9">
      <w:r>
        <w:t>262.0966</w:t>
      </w:r>
      <w:r>
        <w:tab/>
        <w:t>1.013e0</w:t>
      </w:r>
    </w:p>
    <w:p w:rsidR="005B3ED9" w:rsidRDefault="005B3ED9" w:rsidP="005B3ED9">
      <w:r>
        <w:t>262.1144</w:t>
      </w:r>
      <w:r>
        <w:tab/>
        <w:t>1.013e0</w:t>
      </w:r>
    </w:p>
    <w:p w:rsidR="005B3ED9" w:rsidRDefault="005B3ED9" w:rsidP="005B3ED9">
      <w:r>
        <w:t>262.1256</w:t>
      </w:r>
      <w:r>
        <w:tab/>
        <w:t>4.051e0</w:t>
      </w:r>
    </w:p>
    <w:p w:rsidR="005B3ED9" w:rsidRDefault="005B3ED9" w:rsidP="005B3ED9">
      <w:r>
        <w:t>262.1451</w:t>
      </w:r>
      <w:r>
        <w:tab/>
        <w:t>2.025e0</w:t>
      </w:r>
    </w:p>
    <w:p w:rsidR="005B3ED9" w:rsidRDefault="005B3ED9" w:rsidP="005B3ED9">
      <w:r>
        <w:t>262.1767</w:t>
      </w:r>
      <w:r>
        <w:tab/>
        <w:t>3.038e0</w:t>
      </w:r>
    </w:p>
    <w:p w:rsidR="005B3ED9" w:rsidRDefault="005B3ED9" w:rsidP="005B3ED9">
      <w:r>
        <w:t>262.1827</w:t>
      </w:r>
      <w:r>
        <w:tab/>
        <w:t>8.101e0</w:t>
      </w:r>
    </w:p>
    <w:p w:rsidR="005B3ED9" w:rsidRDefault="005B3ED9" w:rsidP="005B3ED9">
      <w:r>
        <w:t>262.1879</w:t>
      </w:r>
      <w:r>
        <w:tab/>
        <w:t>1.013e0</w:t>
      </w:r>
    </w:p>
    <w:p w:rsidR="005B3ED9" w:rsidRDefault="005B3ED9" w:rsidP="005B3ED9">
      <w:r>
        <w:t>262.2235</w:t>
      </w:r>
      <w:r>
        <w:tab/>
        <w:t>2.025e0</w:t>
      </w:r>
    </w:p>
    <w:p w:rsidR="005B3ED9" w:rsidRDefault="005B3ED9" w:rsidP="005B3ED9">
      <w:r>
        <w:t>262.2386</w:t>
      </w:r>
      <w:r>
        <w:tab/>
        <w:t>1.013e0</w:t>
      </w:r>
    </w:p>
    <w:p w:rsidR="005B3ED9" w:rsidRDefault="005B3ED9" w:rsidP="005B3ED9">
      <w:r>
        <w:t>262.2674</w:t>
      </w:r>
      <w:r>
        <w:tab/>
        <w:t>2.025e0</w:t>
      </w:r>
    </w:p>
    <w:p w:rsidR="005B3ED9" w:rsidRDefault="005B3ED9" w:rsidP="005B3ED9">
      <w:r>
        <w:t>262.3120</w:t>
      </w:r>
      <w:r>
        <w:tab/>
        <w:t>1.013e0</w:t>
      </w:r>
    </w:p>
    <w:p w:rsidR="005B3ED9" w:rsidRDefault="005B3ED9" w:rsidP="005B3ED9">
      <w:r>
        <w:t>262.3159</w:t>
      </w:r>
      <w:r>
        <w:tab/>
        <w:t>1.013e0</w:t>
      </w:r>
    </w:p>
    <w:p w:rsidR="005B3ED9" w:rsidRDefault="005B3ED9" w:rsidP="005B3ED9">
      <w:r>
        <w:lastRenderedPageBreak/>
        <w:t>262.3466</w:t>
      </w:r>
      <w:r>
        <w:tab/>
        <w:t>1.013e0</w:t>
      </w:r>
    </w:p>
    <w:p w:rsidR="005B3ED9" w:rsidRDefault="005B3ED9" w:rsidP="005B3ED9">
      <w:r>
        <w:t>262.3639</w:t>
      </w:r>
      <w:r>
        <w:tab/>
        <w:t>2.025e0</w:t>
      </w:r>
    </w:p>
    <w:p w:rsidR="005B3ED9" w:rsidRDefault="005B3ED9" w:rsidP="005B3ED9">
      <w:r>
        <w:t>262.3933</w:t>
      </w:r>
      <w:r>
        <w:tab/>
        <w:t>1.013e0</w:t>
      </w:r>
    </w:p>
    <w:p w:rsidR="005B3ED9" w:rsidRDefault="005B3ED9" w:rsidP="005B3ED9">
      <w:r>
        <w:t>262.4070</w:t>
      </w:r>
      <w:r>
        <w:tab/>
        <w:t>1.013e0</w:t>
      </w:r>
    </w:p>
    <w:p w:rsidR="005B3ED9" w:rsidRDefault="005B3ED9" w:rsidP="005B3ED9">
      <w:r>
        <w:t>262.4200</w:t>
      </w:r>
      <w:r>
        <w:tab/>
        <w:t>1.013e0</w:t>
      </w:r>
    </w:p>
    <w:p w:rsidR="005B3ED9" w:rsidRDefault="005B3ED9" w:rsidP="005B3ED9">
      <w:r>
        <w:t>262.4707</w:t>
      </w:r>
      <w:r>
        <w:tab/>
        <w:t>1.013e0</w:t>
      </w:r>
    </w:p>
    <w:p w:rsidR="005B3ED9" w:rsidRDefault="005B3ED9" w:rsidP="005B3ED9">
      <w:r>
        <w:t>262.4975</w:t>
      </w:r>
      <w:r>
        <w:tab/>
        <w:t>2.025e0</w:t>
      </w:r>
    </w:p>
    <w:p w:rsidR="005B3ED9" w:rsidRDefault="005B3ED9" w:rsidP="005B3ED9">
      <w:r>
        <w:t>262.5624</w:t>
      </w:r>
      <w:r>
        <w:tab/>
        <w:t>1.013e0</w:t>
      </w:r>
    </w:p>
    <w:p w:rsidR="005B3ED9" w:rsidRDefault="005B3ED9" w:rsidP="005B3ED9">
      <w:r>
        <w:t>262.6096</w:t>
      </w:r>
      <w:r>
        <w:tab/>
        <w:t>1.013e0</w:t>
      </w:r>
    </w:p>
    <w:p w:rsidR="005B3ED9" w:rsidRDefault="005B3ED9" w:rsidP="005B3ED9">
      <w:r>
        <w:t>262.6564</w:t>
      </w:r>
      <w:r>
        <w:tab/>
        <w:t>1.013e0</w:t>
      </w:r>
    </w:p>
    <w:p w:rsidR="005B3ED9" w:rsidRDefault="005B3ED9" w:rsidP="005B3ED9">
      <w:r>
        <w:t>262.7032</w:t>
      </w:r>
      <w:r>
        <w:tab/>
        <w:t>1.013e0</w:t>
      </w:r>
    </w:p>
    <w:p w:rsidR="005B3ED9" w:rsidRDefault="005B3ED9" w:rsidP="005B3ED9">
      <w:r>
        <w:t>262.7218</w:t>
      </w:r>
      <w:r>
        <w:tab/>
        <w:t>1.013e0</w:t>
      </w:r>
    </w:p>
    <w:p w:rsidR="005B3ED9" w:rsidRDefault="005B3ED9" w:rsidP="005B3ED9">
      <w:r>
        <w:t>262.7470</w:t>
      </w:r>
      <w:r>
        <w:tab/>
        <w:t>1.013e0</w:t>
      </w:r>
    </w:p>
    <w:p w:rsidR="005B3ED9" w:rsidRDefault="005B3ED9" w:rsidP="005B3ED9">
      <w:r>
        <w:t>262.7605</w:t>
      </w:r>
      <w:r>
        <w:tab/>
        <w:t>1.013e0</w:t>
      </w:r>
    </w:p>
    <w:p w:rsidR="005B3ED9" w:rsidRDefault="005B3ED9" w:rsidP="005B3ED9">
      <w:r>
        <w:t>262.7704</w:t>
      </w:r>
      <w:r>
        <w:tab/>
        <w:t>2.025e0</w:t>
      </w:r>
    </w:p>
    <w:p w:rsidR="005B3ED9" w:rsidRDefault="005B3ED9" w:rsidP="005B3ED9">
      <w:r>
        <w:t>262.7763</w:t>
      </w:r>
      <w:r>
        <w:tab/>
        <w:t>1.013e0</w:t>
      </w:r>
    </w:p>
    <w:p w:rsidR="005B3ED9" w:rsidRDefault="005B3ED9" w:rsidP="005B3ED9">
      <w:r>
        <w:t>262.8072</w:t>
      </w:r>
      <w:r>
        <w:tab/>
        <w:t>1.013e0</w:t>
      </w:r>
    </w:p>
    <w:p w:rsidR="005B3ED9" w:rsidRDefault="005B3ED9" w:rsidP="005B3ED9">
      <w:r>
        <w:t>262.8199</w:t>
      </w:r>
      <w:r>
        <w:tab/>
        <w:t>1.013e0</w:t>
      </w:r>
    </w:p>
    <w:p w:rsidR="005B3ED9" w:rsidRDefault="005B3ED9" w:rsidP="005B3ED9">
      <w:r>
        <w:t>262.8539</w:t>
      </w:r>
      <w:r>
        <w:tab/>
        <w:t>1.013e0</w:t>
      </w:r>
    </w:p>
    <w:p w:rsidR="005B3ED9" w:rsidRDefault="005B3ED9" w:rsidP="005B3ED9">
      <w:r>
        <w:lastRenderedPageBreak/>
        <w:t>262.8976</w:t>
      </w:r>
      <w:r>
        <w:tab/>
        <w:t>1.013e0</w:t>
      </w:r>
    </w:p>
    <w:p w:rsidR="005B3ED9" w:rsidRDefault="005B3ED9" w:rsidP="005B3ED9">
      <w:r>
        <w:t>262.9114</w:t>
      </w:r>
      <w:r>
        <w:tab/>
        <w:t>1.013e0</w:t>
      </w:r>
    </w:p>
    <w:p w:rsidR="005B3ED9" w:rsidRDefault="005B3ED9" w:rsidP="005B3ED9">
      <w:r>
        <w:t>262.9889</w:t>
      </w:r>
      <w:r>
        <w:tab/>
        <w:t>4.830e0</w:t>
      </w:r>
    </w:p>
    <w:p w:rsidR="005B3ED9" w:rsidRDefault="005B3ED9" w:rsidP="005B3ED9">
      <w:r>
        <w:t>262.9963</w:t>
      </w:r>
      <w:r>
        <w:tab/>
        <w:t>1.019e1</w:t>
      </w:r>
    </w:p>
    <w:p w:rsidR="005B3ED9" w:rsidRDefault="005B3ED9" w:rsidP="005B3ED9">
      <w:r>
        <w:t>263.0018</w:t>
      </w:r>
      <w:r>
        <w:tab/>
        <w:t>7.089e0</w:t>
      </w:r>
    </w:p>
    <w:p w:rsidR="005B3ED9" w:rsidRDefault="005B3ED9" w:rsidP="005B3ED9">
      <w:r>
        <w:t>263.0059</w:t>
      </w:r>
      <w:r>
        <w:tab/>
        <w:t>1.418e1</w:t>
      </w:r>
    </w:p>
    <w:p w:rsidR="005B3ED9" w:rsidRDefault="005B3ED9" w:rsidP="005B3ED9">
      <w:r>
        <w:t>263.0185</w:t>
      </w:r>
      <w:r>
        <w:tab/>
        <w:t>4.352e0</w:t>
      </w:r>
    </w:p>
    <w:p w:rsidR="005B3ED9" w:rsidRDefault="005B3ED9" w:rsidP="005B3ED9">
      <w:r>
        <w:t>263.0374</w:t>
      </w:r>
      <w:r>
        <w:tab/>
        <w:t>2.025e0</w:t>
      </w:r>
    </w:p>
    <w:p w:rsidR="005B3ED9" w:rsidRDefault="005B3ED9" w:rsidP="005B3ED9">
      <w:r>
        <w:t>263.0435</w:t>
      </w:r>
      <w:r>
        <w:tab/>
        <w:t>3.038e0</w:t>
      </w:r>
    </w:p>
    <w:p w:rsidR="005B3ED9" w:rsidRDefault="005B3ED9" w:rsidP="005B3ED9">
      <w:r>
        <w:t>263.0489</w:t>
      </w:r>
      <w:r>
        <w:tab/>
        <w:t>2.025e0</w:t>
      </w:r>
    </w:p>
    <w:p w:rsidR="005B3ED9" w:rsidRDefault="005B3ED9" w:rsidP="005B3ED9">
      <w:r>
        <w:t>263.0824</w:t>
      </w:r>
      <w:r>
        <w:tab/>
        <w:t>1.013e0</w:t>
      </w:r>
    </w:p>
    <w:p w:rsidR="005B3ED9" w:rsidRDefault="005B3ED9" w:rsidP="005B3ED9">
      <w:r>
        <w:t>263.0872</w:t>
      </w:r>
      <w:r>
        <w:tab/>
        <w:t>1.013e0</w:t>
      </w:r>
    </w:p>
    <w:p w:rsidR="005B3ED9" w:rsidRDefault="005B3ED9" w:rsidP="005B3ED9">
      <w:r>
        <w:t>263.1049</w:t>
      </w:r>
      <w:r>
        <w:tab/>
        <w:t>1.013e0</w:t>
      </w:r>
    </w:p>
    <w:p w:rsidR="005B3ED9" w:rsidRDefault="005B3ED9" w:rsidP="005B3ED9">
      <w:r>
        <w:t>263.1262</w:t>
      </w:r>
      <w:r>
        <w:tab/>
        <w:t>1.013e0</w:t>
      </w:r>
    </w:p>
    <w:p w:rsidR="005B3ED9" w:rsidRDefault="005B3ED9" w:rsidP="005B3ED9">
      <w:r>
        <w:t>263.1556</w:t>
      </w:r>
      <w:r>
        <w:tab/>
        <w:t>1.013e0</w:t>
      </w:r>
    </w:p>
    <w:p w:rsidR="005B3ED9" w:rsidRDefault="005B3ED9" w:rsidP="005B3ED9">
      <w:r>
        <w:t>263.1700</w:t>
      </w:r>
      <w:r>
        <w:tab/>
        <w:t>1.013e0</w:t>
      </w:r>
    </w:p>
    <w:p w:rsidR="005B3ED9" w:rsidRDefault="005B3ED9" w:rsidP="005B3ED9">
      <w:r>
        <w:t>263.1746</w:t>
      </w:r>
      <w:r>
        <w:tab/>
        <w:t>1.013e0</w:t>
      </w:r>
    </w:p>
    <w:p w:rsidR="005B3ED9" w:rsidRDefault="005B3ED9" w:rsidP="005B3ED9">
      <w:r>
        <w:t>263.2089</w:t>
      </w:r>
      <w:r>
        <w:tab/>
        <w:t>1.013e0</w:t>
      </w:r>
    </w:p>
    <w:p w:rsidR="005B3ED9" w:rsidRDefault="005B3ED9" w:rsidP="005B3ED9">
      <w:r>
        <w:t>263.2172</w:t>
      </w:r>
      <w:r>
        <w:tab/>
        <w:t>1.013e0</w:t>
      </w:r>
    </w:p>
    <w:p w:rsidR="005B3ED9" w:rsidRDefault="005B3ED9" w:rsidP="005B3ED9">
      <w:r>
        <w:lastRenderedPageBreak/>
        <w:t>263.2252</w:t>
      </w:r>
      <w:r>
        <w:tab/>
        <w:t>2.025e0</w:t>
      </w:r>
    </w:p>
    <w:p w:rsidR="005B3ED9" w:rsidRDefault="005B3ED9" w:rsidP="005B3ED9">
      <w:r>
        <w:t>263.2430</w:t>
      </w:r>
      <w:r>
        <w:tab/>
        <w:t>1.013e0</w:t>
      </w:r>
    </w:p>
    <w:p w:rsidR="005B3ED9" w:rsidRDefault="005B3ED9" w:rsidP="005B3ED9">
      <w:r>
        <w:t>263.2559</w:t>
      </w:r>
      <w:r>
        <w:tab/>
        <w:t>1.013e0</w:t>
      </w:r>
    </w:p>
    <w:p w:rsidR="005B3ED9" w:rsidRDefault="005B3ED9" w:rsidP="005B3ED9">
      <w:r>
        <w:t>263.2599</w:t>
      </w:r>
      <w:r>
        <w:tab/>
        <w:t>1.013e0</w:t>
      </w:r>
    </w:p>
    <w:p w:rsidR="005B3ED9" w:rsidRDefault="005B3ED9" w:rsidP="005B3ED9">
      <w:r>
        <w:t>263.3111</w:t>
      </w:r>
      <w:r>
        <w:tab/>
        <w:t>1.013e0</w:t>
      </w:r>
    </w:p>
    <w:p w:rsidR="005B3ED9" w:rsidRDefault="005B3ED9" w:rsidP="005B3ED9">
      <w:r>
        <w:t>263.3160</w:t>
      </w:r>
      <w:r>
        <w:tab/>
        <w:t>1.013e0</w:t>
      </w:r>
    </w:p>
    <w:p w:rsidR="005B3ED9" w:rsidRDefault="005B3ED9" w:rsidP="005B3ED9">
      <w:r>
        <w:t>263.3414</w:t>
      </w:r>
      <w:r>
        <w:tab/>
        <w:t>1.013e0</w:t>
      </w:r>
    </w:p>
    <w:p w:rsidR="005B3ED9" w:rsidRDefault="005B3ED9" w:rsidP="005B3ED9">
      <w:r>
        <w:t>263.3452</w:t>
      </w:r>
      <w:r>
        <w:tab/>
        <w:t>1.013e0</w:t>
      </w:r>
    </w:p>
    <w:p w:rsidR="005B3ED9" w:rsidRDefault="005B3ED9" w:rsidP="005B3ED9">
      <w:r>
        <w:t>263.3722</w:t>
      </w:r>
      <w:r>
        <w:tab/>
        <w:t>1.013e0</w:t>
      </w:r>
    </w:p>
    <w:p w:rsidR="005B3ED9" w:rsidRDefault="005B3ED9" w:rsidP="005B3ED9">
      <w:r>
        <w:t>263.3762</w:t>
      </w:r>
      <w:r>
        <w:tab/>
        <w:t>1.013e0</w:t>
      </w:r>
    </w:p>
    <w:p w:rsidR="005B3ED9" w:rsidRDefault="005B3ED9" w:rsidP="005B3ED9">
      <w:r>
        <w:t>263.4280</w:t>
      </w:r>
      <w:r>
        <w:tab/>
        <w:t>1.013e0</w:t>
      </w:r>
    </w:p>
    <w:p w:rsidR="005B3ED9" w:rsidRDefault="005B3ED9" w:rsidP="005B3ED9">
      <w:r>
        <w:t>263.4576</w:t>
      </w:r>
      <w:r>
        <w:tab/>
        <w:t>1.013e0</w:t>
      </w:r>
    </w:p>
    <w:p w:rsidR="005B3ED9" w:rsidRDefault="005B3ED9" w:rsidP="005B3ED9">
      <w:r>
        <w:t>263.4669</w:t>
      </w:r>
      <w:r>
        <w:tab/>
        <w:t>1.013e0</w:t>
      </w:r>
    </w:p>
    <w:p w:rsidR="005B3ED9" w:rsidRDefault="005B3ED9" w:rsidP="005B3ED9">
      <w:r>
        <w:t>263.5272</w:t>
      </w:r>
      <w:r>
        <w:tab/>
        <w:t>2.025e0</w:t>
      </w:r>
    </w:p>
    <w:p w:rsidR="005B3ED9" w:rsidRDefault="005B3ED9" w:rsidP="005B3ED9">
      <w:r>
        <w:t>263.5449</w:t>
      </w:r>
      <w:r>
        <w:tab/>
        <w:t>1.013e0</w:t>
      </w:r>
    </w:p>
    <w:p w:rsidR="005B3ED9" w:rsidRDefault="005B3ED9" w:rsidP="005B3ED9">
      <w:r>
        <w:t>263.5839</w:t>
      </w:r>
      <w:r>
        <w:tab/>
        <w:t>1.013e0</w:t>
      </w:r>
    </w:p>
    <w:p w:rsidR="005B3ED9" w:rsidRDefault="005B3ED9" w:rsidP="005B3ED9">
      <w:r>
        <w:t>263.5927</w:t>
      </w:r>
      <w:r>
        <w:tab/>
        <w:t>1.013e0</w:t>
      </w:r>
    </w:p>
    <w:p w:rsidR="005B3ED9" w:rsidRDefault="005B3ED9" w:rsidP="005B3ED9">
      <w:r>
        <w:t>263.6007</w:t>
      </w:r>
      <w:r>
        <w:tab/>
        <w:t>1.013e0</w:t>
      </w:r>
    </w:p>
    <w:p w:rsidR="005B3ED9" w:rsidRDefault="005B3ED9" w:rsidP="005B3ED9">
      <w:r>
        <w:t>263.6521</w:t>
      </w:r>
      <w:r>
        <w:tab/>
        <w:t>1.013e0</w:t>
      </w:r>
    </w:p>
    <w:p w:rsidR="005B3ED9" w:rsidRDefault="005B3ED9" w:rsidP="005B3ED9">
      <w:r>
        <w:lastRenderedPageBreak/>
        <w:t>263.6989</w:t>
      </w:r>
      <w:r>
        <w:tab/>
        <w:t>2.025e0</w:t>
      </w:r>
    </w:p>
    <w:p w:rsidR="005B3ED9" w:rsidRDefault="005B3ED9" w:rsidP="005B3ED9">
      <w:r>
        <w:t>263.7301</w:t>
      </w:r>
      <w:r>
        <w:tab/>
        <w:t>1.013e0</w:t>
      </w:r>
    </w:p>
    <w:p w:rsidR="005B3ED9" w:rsidRDefault="005B3ED9" w:rsidP="005B3ED9">
      <w:r>
        <w:t>263.7322</w:t>
      </w:r>
      <w:r>
        <w:tab/>
        <w:t>2.025e0</w:t>
      </w:r>
    </w:p>
    <w:p w:rsidR="005B3ED9" w:rsidRDefault="005B3ED9" w:rsidP="005B3ED9">
      <w:r>
        <w:t>263.7596</w:t>
      </w:r>
      <w:r>
        <w:tab/>
        <w:t>1.013e0</w:t>
      </w:r>
    </w:p>
    <w:p w:rsidR="005B3ED9" w:rsidRDefault="005B3ED9" w:rsidP="005B3ED9">
      <w:r>
        <w:t>263.7739</w:t>
      </w:r>
      <w:r>
        <w:tab/>
        <w:t>1.013e0</w:t>
      </w:r>
    </w:p>
    <w:p w:rsidR="005B3ED9" w:rsidRDefault="005B3ED9" w:rsidP="005B3ED9">
      <w:r>
        <w:t>263.7824</w:t>
      </w:r>
      <w:r>
        <w:tab/>
        <w:t>1.013e0</w:t>
      </w:r>
    </w:p>
    <w:p w:rsidR="005B3ED9" w:rsidRDefault="005B3ED9" w:rsidP="005B3ED9">
      <w:r>
        <w:t>263.7983</w:t>
      </w:r>
      <w:r>
        <w:tab/>
        <w:t>1.013e0</w:t>
      </w:r>
    </w:p>
    <w:p w:rsidR="005B3ED9" w:rsidRDefault="005B3ED9" w:rsidP="005B3ED9">
      <w:r>
        <w:t>263.8422</w:t>
      </w:r>
      <w:r>
        <w:tab/>
        <w:t>1.013e0</w:t>
      </w:r>
    </w:p>
    <w:p w:rsidR="005B3ED9" w:rsidRDefault="005B3ED9" w:rsidP="005B3ED9">
      <w:r>
        <w:t>263.8640</w:t>
      </w:r>
      <w:r>
        <w:tab/>
        <w:t>2.025e0</w:t>
      </w:r>
    </w:p>
    <w:p w:rsidR="005B3ED9" w:rsidRDefault="005B3ED9" w:rsidP="005B3ED9">
      <w:r>
        <w:t>263.9699</w:t>
      </w:r>
      <w:r>
        <w:tab/>
        <w:t>2.025e0</w:t>
      </w:r>
    </w:p>
    <w:p w:rsidR="005B3ED9" w:rsidRDefault="005B3ED9" w:rsidP="005B3ED9">
      <w:r>
        <w:t>263.9867</w:t>
      </w:r>
      <w:r>
        <w:tab/>
        <w:t>2.025e0</w:t>
      </w:r>
    </w:p>
    <w:p w:rsidR="005B3ED9" w:rsidRDefault="005B3ED9" w:rsidP="005B3ED9">
      <w:r>
        <w:t>263.9914</w:t>
      </w:r>
      <w:r>
        <w:tab/>
        <w:t>3.038e0</w:t>
      </w:r>
    </w:p>
    <w:p w:rsidR="005B3ED9" w:rsidRDefault="005B3ED9" w:rsidP="005B3ED9">
      <w:r>
        <w:t>263.9988</w:t>
      </w:r>
      <w:r>
        <w:tab/>
        <w:t>3.038e0</w:t>
      </w:r>
    </w:p>
    <w:p w:rsidR="005B3ED9" w:rsidRDefault="005B3ED9" w:rsidP="005B3ED9">
      <w:r>
        <w:t>264.0218</w:t>
      </w:r>
      <w:r>
        <w:tab/>
        <w:t>2.025e0</w:t>
      </w:r>
    </w:p>
    <w:p w:rsidR="005B3ED9" w:rsidRDefault="005B3ED9" w:rsidP="005B3ED9">
      <w:r>
        <w:t>264.0345</w:t>
      </w:r>
      <w:r>
        <w:tab/>
        <w:t>3.038e0</w:t>
      </w:r>
    </w:p>
    <w:p w:rsidR="005B3ED9" w:rsidRDefault="005B3ED9" w:rsidP="005B3ED9">
      <w:r>
        <w:t>264.0422</w:t>
      </w:r>
      <w:r>
        <w:tab/>
        <w:t>3.233e0</w:t>
      </w:r>
    </w:p>
    <w:p w:rsidR="005B3ED9" w:rsidRDefault="005B3ED9" w:rsidP="005B3ED9">
      <w:r>
        <w:t>264.0458</w:t>
      </w:r>
      <w:r>
        <w:tab/>
        <w:t>1.013e0</w:t>
      </w:r>
    </w:p>
    <w:p w:rsidR="005B3ED9" w:rsidRDefault="005B3ED9" w:rsidP="005B3ED9">
      <w:r>
        <w:t>264.0806</w:t>
      </w:r>
      <w:r>
        <w:tab/>
        <w:t>1.013e0</w:t>
      </w:r>
    </w:p>
    <w:p w:rsidR="005B3ED9" w:rsidRDefault="005B3ED9" w:rsidP="005B3ED9">
      <w:r>
        <w:t>264.1154</w:t>
      </w:r>
      <w:r>
        <w:tab/>
        <w:t>2.025e0</w:t>
      </w:r>
    </w:p>
    <w:p w:rsidR="005B3ED9" w:rsidRDefault="005B3ED9" w:rsidP="005B3ED9">
      <w:r>
        <w:lastRenderedPageBreak/>
        <w:t>264.1233</w:t>
      </w:r>
      <w:r>
        <w:tab/>
        <w:t>2.025e0</w:t>
      </w:r>
    </w:p>
    <w:p w:rsidR="005B3ED9" w:rsidRDefault="005B3ED9" w:rsidP="005B3ED9">
      <w:r>
        <w:t>264.1621</w:t>
      </w:r>
      <w:r>
        <w:tab/>
        <w:t>1.013e0</w:t>
      </w:r>
    </w:p>
    <w:p w:rsidR="005B3ED9" w:rsidRDefault="005B3ED9" w:rsidP="005B3ED9">
      <w:r>
        <w:t>264.1701</w:t>
      </w:r>
      <w:r>
        <w:tab/>
        <w:t>1.013e0</w:t>
      </w:r>
    </w:p>
    <w:p w:rsidR="005B3ED9" w:rsidRDefault="005B3ED9" w:rsidP="005B3ED9">
      <w:r>
        <w:t>264.1911</w:t>
      </w:r>
      <w:r>
        <w:tab/>
        <w:t>2.025e0</w:t>
      </w:r>
    </w:p>
    <w:p w:rsidR="005B3ED9" w:rsidRDefault="005B3ED9" w:rsidP="005B3ED9">
      <w:r>
        <w:t>264.1930</w:t>
      </w:r>
      <w:r>
        <w:tab/>
        <w:t>1.013e0</w:t>
      </w:r>
    </w:p>
    <w:p w:rsidR="005B3ED9" w:rsidRDefault="005B3ED9" w:rsidP="005B3ED9">
      <w:r>
        <w:t>264.2397</w:t>
      </w:r>
      <w:r>
        <w:tab/>
        <w:t>1.013e0</w:t>
      </w:r>
    </w:p>
    <w:p w:rsidR="005B3ED9" w:rsidRDefault="005B3ED9" w:rsidP="005B3ED9">
      <w:r>
        <w:t>264.2960</w:t>
      </w:r>
      <w:r>
        <w:tab/>
        <w:t>1.013e0</w:t>
      </w:r>
    </w:p>
    <w:p w:rsidR="005B3ED9" w:rsidRDefault="005B3ED9" w:rsidP="005B3ED9">
      <w:r>
        <w:t>264.3521</w:t>
      </w:r>
      <w:r>
        <w:tab/>
        <w:t>2.025e0</w:t>
      </w:r>
    </w:p>
    <w:p w:rsidR="005B3ED9" w:rsidRDefault="005B3ED9" w:rsidP="005B3ED9">
      <w:r>
        <w:t>264.4133</w:t>
      </w:r>
      <w:r>
        <w:tab/>
        <w:t>1.013e0</w:t>
      </w:r>
    </w:p>
    <w:p w:rsidR="005B3ED9" w:rsidRDefault="005B3ED9" w:rsidP="005B3ED9">
      <w:r>
        <w:t>264.4177</w:t>
      </w:r>
      <w:r>
        <w:tab/>
        <w:t>1.013e0</w:t>
      </w:r>
    </w:p>
    <w:p w:rsidR="005B3ED9" w:rsidRDefault="005B3ED9" w:rsidP="005B3ED9">
      <w:r>
        <w:t>264.4723</w:t>
      </w:r>
      <w:r>
        <w:tab/>
        <w:t>1.013e0</w:t>
      </w:r>
    </w:p>
    <w:p w:rsidR="005B3ED9" w:rsidRDefault="005B3ED9" w:rsidP="005B3ED9">
      <w:r>
        <w:t>264.4817</w:t>
      </w:r>
      <w:r>
        <w:tab/>
        <w:t>1.013e0</w:t>
      </w:r>
    </w:p>
    <w:p w:rsidR="005B3ED9" w:rsidRDefault="005B3ED9" w:rsidP="005B3ED9">
      <w:r>
        <w:t>264.5072</w:t>
      </w:r>
      <w:r>
        <w:tab/>
        <w:t>1.013e0</w:t>
      </w:r>
    </w:p>
    <w:p w:rsidR="005B3ED9" w:rsidRDefault="005B3ED9" w:rsidP="005B3ED9">
      <w:r>
        <w:t>264.5159</w:t>
      </w:r>
      <w:r>
        <w:tab/>
        <w:t>1.013e0</w:t>
      </w:r>
    </w:p>
    <w:p w:rsidR="005B3ED9" w:rsidRDefault="005B3ED9" w:rsidP="005B3ED9">
      <w:r>
        <w:t>264.5314</w:t>
      </w:r>
      <w:r>
        <w:tab/>
        <w:t>2.025e0</w:t>
      </w:r>
    </w:p>
    <w:p w:rsidR="005B3ED9" w:rsidRDefault="005B3ED9" w:rsidP="005B3ED9">
      <w:r>
        <w:t>264.5648</w:t>
      </w:r>
      <w:r>
        <w:tab/>
        <w:t>1.013e0</w:t>
      </w:r>
    </w:p>
    <w:p w:rsidR="005B3ED9" w:rsidRDefault="005B3ED9" w:rsidP="005B3ED9">
      <w:r>
        <w:t>264.5768</w:t>
      </w:r>
      <w:r>
        <w:tab/>
        <w:t>1.013e0</w:t>
      </w:r>
    </w:p>
    <w:p w:rsidR="005B3ED9" w:rsidRDefault="005B3ED9" w:rsidP="005B3ED9">
      <w:r>
        <w:t>264.6734</w:t>
      </w:r>
      <w:r>
        <w:tab/>
        <w:t>2.025e0</w:t>
      </w:r>
    </w:p>
    <w:p w:rsidR="005B3ED9" w:rsidRDefault="005B3ED9" w:rsidP="005B3ED9">
      <w:r>
        <w:t>264.6772</w:t>
      </w:r>
      <w:r>
        <w:tab/>
        <w:t>1.013e0</w:t>
      </w:r>
    </w:p>
    <w:p w:rsidR="005B3ED9" w:rsidRDefault="005B3ED9" w:rsidP="005B3ED9">
      <w:r>
        <w:lastRenderedPageBreak/>
        <w:t>264.7115</w:t>
      </w:r>
      <w:r>
        <w:tab/>
        <w:t>1.013e0</w:t>
      </w:r>
    </w:p>
    <w:p w:rsidR="005B3ED9" w:rsidRDefault="005B3ED9" w:rsidP="005B3ED9">
      <w:r>
        <w:t>264.7140</w:t>
      </w:r>
      <w:r>
        <w:tab/>
        <w:t>2.025e0</w:t>
      </w:r>
    </w:p>
    <w:p w:rsidR="005B3ED9" w:rsidRDefault="005B3ED9" w:rsidP="005B3ED9">
      <w:r>
        <w:t>264.7199</w:t>
      </w:r>
      <w:r>
        <w:tab/>
        <w:t>1.013e0</w:t>
      </w:r>
    </w:p>
    <w:p w:rsidR="005B3ED9" w:rsidRDefault="005B3ED9" w:rsidP="005B3ED9">
      <w:r>
        <w:t>264.7935</w:t>
      </w:r>
      <w:r>
        <w:tab/>
        <w:t>1.013e0</w:t>
      </w:r>
    </w:p>
    <w:p w:rsidR="005B3ED9" w:rsidRDefault="005B3ED9" w:rsidP="005B3ED9">
      <w:r>
        <w:t>264.8056</w:t>
      </w:r>
      <w:r>
        <w:tab/>
        <w:t>1.013e0</w:t>
      </w:r>
    </w:p>
    <w:p w:rsidR="005B3ED9" w:rsidRDefault="005B3ED9" w:rsidP="005B3ED9">
      <w:r>
        <w:t>264.8323</w:t>
      </w:r>
      <w:r>
        <w:tab/>
        <w:t>1.013e0</w:t>
      </w:r>
    </w:p>
    <w:p w:rsidR="005B3ED9" w:rsidRDefault="005B3ED9" w:rsidP="005B3ED9">
      <w:r>
        <w:t>264.9179</w:t>
      </w:r>
      <w:r>
        <w:tab/>
        <w:t>2.025e0</w:t>
      </w:r>
    </w:p>
    <w:p w:rsidR="005B3ED9" w:rsidRDefault="005B3ED9" w:rsidP="005B3ED9">
      <w:r>
        <w:t>264.9316</w:t>
      </w:r>
      <w:r>
        <w:tab/>
        <w:t>1.013e0</w:t>
      </w:r>
    </w:p>
    <w:p w:rsidR="005B3ED9" w:rsidRDefault="005B3ED9" w:rsidP="005B3ED9">
      <w:r>
        <w:t>264.9624</w:t>
      </w:r>
      <w:r>
        <w:tab/>
        <w:t>1.385e1</w:t>
      </w:r>
    </w:p>
    <w:p w:rsidR="005B3ED9" w:rsidRDefault="005B3ED9" w:rsidP="005B3ED9">
      <w:r>
        <w:t>264.9729</w:t>
      </w:r>
      <w:r>
        <w:tab/>
        <w:t>3.607e1</w:t>
      </w:r>
    </w:p>
    <w:p w:rsidR="005B3ED9" w:rsidRDefault="005B3ED9" w:rsidP="005B3ED9">
      <w:r>
        <w:t>264.9757</w:t>
      </w:r>
      <w:r>
        <w:tab/>
        <w:t>1.114e1</w:t>
      </w:r>
    </w:p>
    <w:p w:rsidR="005B3ED9" w:rsidRDefault="005B3ED9" w:rsidP="005B3ED9">
      <w:r>
        <w:t>265.0224</w:t>
      </w:r>
      <w:r>
        <w:tab/>
        <w:t>1.013e0</w:t>
      </w:r>
    </w:p>
    <w:p w:rsidR="005B3ED9" w:rsidRDefault="005B3ED9" w:rsidP="005B3ED9">
      <w:r>
        <w:t>265.0334</w:t>
      </w:r>
      <w:r>
        <w:tab/>
        <w:t>3.038e0</w:t>
      </w:r>
    </w:p>
    <w:p w:rsidR="005B3ED9" w:rsidRDefault="005B3ED9" w:rsidP="005B3ED9">
      <w:r>
        <w:t>265.0393</w:t>
      </w:r>
      <w:r>
        <w:tab/>
        <w:t>1.013e0</w:t>
      </w:r>
    </w:p>
    <w:p w:rsidR="005B3ED9" w:rsidRDefault="005B3ED9" w:rsidP="005B3ED9">
      <w:r>
        <w:t>265.0568</w:t>
      </w:r>
      <w:r>
        <w:tab/>
        <w:t>2.025e0</w:t>
      </w:r>
    </w:p>
    <w:p w:rsidR="005B3ED9" w:rsidRDefault="005B3ED9" w:rsidP="005B3ED9">
      <w:r>
        <w:t>265.0612</w:t>
      </w:r>
      <w:r>
        <w:tab/>
        <w:t>1.013e0</w:t>
      </w:r>
    </w:p>
    <w:p w:rsidR="005B3ED9" w:rsidRDefault="005B3ED9" w:rsidP="005B3ED9">
      <w:r>
        <w:t>265.0736</w:t>
      </w:r>
      <w:r>
        <w:tab/>
        <w:t>1.013e0</w:t>
      </w:r>
    </w:p>
    <w:p w:rsidR="005B3ED9" w:rsidRDefault="005B3ED9" w:rsidP="005B3ED9">
      <w:r>
        <w:t>265.0980</w:t>
      </w:r>
      <w:r>
        <w:tab/>
        <w:t>2.025e0</w:t>
      </w:r>
    </w:p>
    <w:p w:rsidR="005B3ED9" w:rsidRDefault="005B3ED9" w:rsidP="005B3ED9">
      <w:r>
        <w:t>265.1308</w:t>
      </w:r>
      <w:r>
        <w:tab/>
        <w:t>3.038e0</w:t>
      </w:r>
    </w:p>
    <w:p w:rsidR="005B3ED9" w:rsidRDefault="005B3ED9" w:rsidP="005B3ED9">
      <w:r>
        <w:lastRenderedPageBreak/>
        <w:t>265.1407</w:t>
      </w:r>
      <w:r>
        <w:tab/>
        <w:t>2.025e0</w:t>
      </w:r>
    </w:p>
    <w:p w:rsidR="005B3ED9" w:rsidRDefault="005B3ED9" w:rsidP="005B3ED9">
      <w:r>
        <w:t>265.1470</w:t>
      </w:r>
      <w:r>
        <w:tab/>
        <w:t>1.013e0</w:t>
      </w:r>
    </w:p>
    <w:p w:rsidR="005B3ED9" w:rsidRDefault="005B3ED9" w:rsidP="005B3ED9">
      <w:r>
        <w:t>265.1625</w:t>
      </w:r>
      <w:r>
        <w:tab/>
        <w:t>2.025e0</w:t>
      </w:r>
    </w:p>
    <w:p w:rsidR="005B3ED9" w:rsidRDefault="005B3ED9" w:rsidP="005B3ED9">
      <w:r>
        <w:t>265.1776</w:t>
      </w:r>
      <w:r>
        <w:tab/>
        <w:t>1.013e0</w:t>
      </w:r>
    </w:p>
    <w:p w:rsidR="005B3ED9" w:rsidRDefault="005B3ED9" w:rsidP="005B3ED9">
      <w:r>
        <w:t>265.1815</w:t>
      </w:r>
      <w:r>
        <w:tab/>
        <w:t>1.013e0</w:t>
      </w:r>
    </w:p>
    <w:p w:rsidR="005B3ED9" w:rsidRDefault="005B3ED9" w:rsidP="005B3ED9">
      <w:r>
        <w:t>265.2025</w:t>
      </w:r>
      <w:r>
        <w:tab/>
        <w:t>2.025e0</w:t>
      </w:r>
    </w:p>
    <w:p w:rsidR="005B3ED9" w:rsidRDefault="005B3ED9" w:rsidP="005B3ED9">
      <w:r>
        <w:t>265.2085</w:t>
      </w:r>
      <w:r>
        <w:tab/>
        <w:t>1.013e0</w:t>
      </w:r>
    </w:p>
    <w:p w:rsidR="005B3ED9" w:rsidRDefault="005B3ED9" w:rsidP="005B3ED9">
      <w:r>
        <w:t>265.2714</w:t>
      </w:r>
      <w:r>
        <w:tab/>
        <w:t>2.025e0</w:t>
      </w:r>
    </w:p>
    <w:p w:rsidR="005B3ED9" w:rsidRDefault="005B3ED9" w:rsidP="005B3ED9">
      <w:r>
        <w:t>265.3557</w:t>
      </w:r>
      <w:r>
        <w:tab/>
        <w:t>2.025e0</w:t>
      </w:r>
    </w:p>
    <w:p w:rsidR="005B3ED9" w:rsidRDefault="005B3ED9" w:rsidP="005B3ED9">
      <w:r>
        <w:t>265.3867</w:t>
      </w:r>
      <w:r>
        <w:tab/>
        <w:t>1.013e0</w:t>
      </w:r>
    </w:p>
    <w:p w:rsidR="005B3ED9" w:rsidRDefault="005B3ED9" w:rsidP="005B3ED9">
      <w:r>
        <w:t>265.4459</w:t>
      </w:r>
      <w:r>
        <w:tab/>
        <w:t>1.013e0</w:t>
      </w:r>
    </w:p>
    <w:p w:rsidR="005B3ED9" w:rsidRDefault="005B3ED9" w:rsidP="005B3ED9">
      <w:r>
        <w:t>265.4557</w:t>
      </w:r>
      <w:r>
        <w:tab/>
        <w:t>1.013e0</w:t>
      </w:r>
    </w:p>
    <w:p w:rsidR="005B3ED9" w:rsidRDefault="005B3ED9" w:rsidP="005B3ED9">
      <w:r>
        <w:t>265.5030</w:t>
      </w:r>
      <w:r>
        <w:tab/>
        <w:t>1.013e0</w:t>
      </w:r>
    </w:p>
    <w:p w:rsidR="005B3ED9" w:rsidRDefault="005B3ED9" w:rsidP="005B3ED9">
      <w:r>
        <w:t>265.5244</w:t>
      </w:r>
      <w:r>
        <w:tab/>
        <w:t>1.013e0</w:t>
      </w:r>
    </w:p>
    <w:p w:rsidR="005B3ED9" w:rsidRDefault="005B3ED9" w:rsidP="005B3ED9">
      <w:r>
        <w:t>265.5767</w:t>
      </w:r>
      <w:r>
        <w:tab/>
        <w:t>1.013e0</w:t>
      </w:r>
    </w:p>
    <w:p w:rsidR="005B3ED9" w:rsidRDefault="005B3ED9" w:rsidP="005B3ED9">
      <w:r>
        <w:t>265.6421</w:t>
      </w:r>
      <w:r>
        <w:tab/>
        <w:t>1.013e0</w:t>
      </w:r>
    </w:p>
    <w:p w:rsidR="005B3ED9" w:rsidRDefault="005B3ED9" w:rsidP="005B3ED9">
      <w:r>
        <w:t>265.6544</w:t>
      </w:r>
      <w:r>
        <w:tab/>
        <w:t>1.013e0</w:t>
      </w:r>
    </w:p>
    <w:p w:rsidR="005B3ED9" w:rsidRDefault="005B3ED9" w:rsidP="005B3ED9">
      <w:r>
        <w:t>265.6972</w:t>
      </w:r>
      <w:r>
        <w:tab/>
        <w:t>1.013e0</w:t>
      </w:r>
    </w:p>
    <w:p w:rsidR="005B3ED9" w:rsidRDefault="005B3ED9" w:rsidP="005B3ED9">
      <w:r>
        <w:t>265.7709</w:t>
      </w:r>
      <w:r>
        <w:tab/>
        <w:t>1.013e0</w:t>
      </w:r>
    </w:p>
    <w:p w:rsidR="005B3ED9" w:rsidRDefault="005B3ED9" w:rsidP="005B3ED9">
      <w:r>
        <w:lastRenderedPageBreak/>
        <w:t>265.8138</w:t>
      </w:r>
      <w:r>
        <w:tab/>
        <w:t>1.013e0</w:t>
      </w:r>
    </w:p>
    <w:p w:rsidR="005B3ED9" w:rsidRDefault="005B3ED9" w:rsidP="005B3ED9">
      <w:r>
        <w:t>265.8446</w:t>
      </w:r>
      <w:r>
        <w:tab/>
        <w:t>1.013e0</w:t>
      </w:r>
    </w:p>
    <w:p w:rsidR="005B3ED9" w:rsidRDefault="005B3ED9" w:rsidP="005B3ED9">
      <w:r>
        <w:t>265.9451</w:t>
      </w:r>
      <w:r>
        <w:tab/>
        <w:t>1.013e0</w:t>
      </w:r>
    </w:p>
    <w:p w:rsidR="005B3ED9" w:rsidRDefault="005B3ED9" w:rsidP="005B3ED9">
      <w:r>
        <w:t>265.9491</w:t>
      </w:r>
      <w:r>
        <w:tab/>
        <w:t>1.013e0</w:t>
      </w:r>
    </w:p>
    <w:p w:rsidR="005B3ED9" w:rsidRDefault="005B3ED9" w:rsidP="005B3ED9">
      <w:r>
        <w:t>265.9750</w:t>
      </w:r>
      <w:r>
        <w:tab/>
        <w:t>2.025e0</w:t>
      </w:r>
    </w:p>
    <w:p w:rsidR="005B3ED9" w:rsidRDefault="005B3ED9" w:rsidP="005B3ED9">
      <w:r>
        <w:t>265.9880</w:t>
      </w:r>
      <w:r>
        <w:tab/>
        <w:t>2.025e0</w:t>
      </w:r>
    </w:p>
    <w:p w:rsidR="005B3ED9" w:rsidRDefault="005B3ED9" w:rsidP="005B3ED9">
      <w:r>
        <w:t>265.9965</w:t>
      </w:r>
      <w:r>
        <w:tab/>
        <w:t>2.025e0</w:t>
      </w:r>
    </w:p>
    <w:p w:rsidR="005B3ED9" w:rsidRDefault="005B3ED9" w:rsidP="005B3ED9">
      <w:r>
        <w:t>266.0010</w:t>
      </w:r>
      <w:r>
        <w:tab/>
        <w:t>3.038e0</w:t>
      </w:r>
    </w:p>
    <w:p w:rsidR="005B3ED9" w:rsidRDefault="005B3ED9" w:rsidP="005B3ED9">
      <w:r>
        <w:t>266.0260</w:t>
      </w:r>
      <w:r>
        <w:tab/>
        <w:t>3.038e0</w:t>
      </w:r>
    </w:p>
    <w:p w:rsidR="005B3ED9" w:rsidRDefault="005B3ED9" w:rsidP="005B3ED9">
      <w:r>
        <w:t>266.0309</w:t>
      </w:r>
      <w:r>
        <w:tab/>
        <w:t>2.025e0</w:t>
      </w:r>
    </w:p>
    <w:p w:rsidR="005B3ED9" w:rsidRDefault="005B3ED9" w:rsidP="005B3ED9">
      <w:r>
        <w:t>266.0397</w:t>
      </w:r>
      <w:r>
        <w:tab/>
        <w:t>1.013e0</w:t>
      </w:r>
    </w:p>
    <w:p w:rsidR="005B3ED9" w:rsidRDefault="005B3ED9" w:rsidP="005B3ED9">
      <w:r>
        <w:t>266.0537</w:t>
      </w:r>
      <w:r>
        <w:tab/>
        <w:t>3.038e0</w:t>
      </w:r>
    </w:p>
    <w:p w:rsidR="005B3ED9" w:rsidRDefault="005B3ED9" w:rsidP="005B3ED9">
      <w:r>
        <w:t>266.0553</w:t>
      </w:r>
      <w:r>
        <w:tab/>
        <w:t>2.025e0</w:t>
      </w:r>
    </w:p>
    <w:p w:rsidR="005B3ED9" w:rsidRDefault="005B3ED9" w:rsidP="005B3ED9">
      <w:r>
        <w:t>266.0696</w:t>
      </w:r>
      <w:r>
        <w:tab/>
        <w:t>1.013e0</w:t>
      </w:r>
    </w:p>
    <w:p w:rsidR="005B3ED9" w:rsidRDefault="005B3ED9" w:rsidP="005B3ED9">
      <w:r>
        <w:t>266.1274</w:t>
      </w:r>
      <w:r>
        <w:tab/>
        <w:t>1.013e0</w:t>
      </w:r>
    </w:p>
    <w:p w:rsidR="005B3ED9" w:rsidRDefault="005B3ED9" w:rsidP="005B3ED9">
      <w:r>
        <w:t>266.1413</w:t>
      </w:r>
      <w:r>
        <w:tab/>
        <w:t>2.025e0</w:t>
      </w:r>
    </w:p>
    <w:p w:rsidR="005B3ED9" w:rsidRDefault="005B3ED9" w:rsidP="005B3ED9">
      <w:r>
        <w:t>266.1550</w:t>
      </w:r>
      <w:r>
        <w:tab/>
        <w:t>2.025e0</w:t>
      </w:r>
    </w:p>
    <w:p w:rsidR="005B3ED9" w:rsidRDefault="005B3ED9" w:rsidP="005B3ED9">
      <w:r>
        <w:t>266.1722</w:t>
      </w:r>
      <w:r>
        <w:tab/>
        <w:t>2.025e0</w:t>
      </w:r>
    </w:p>
    <w:p w:rsidR="005B3ED9" w:rsidRDefault="005B3ED9" w:rsidP="005B3ED9">
      <w:r>
        <w:t>266.2131</w:t>
      </w:r>
      <w:r>
        <w:tab/>
        <w:t>1.013e0</w:t>
      </w:r>
    </w:p>
    <w:p w:rsidR="005B3ED9" w:rsidRDefault="005B3ED9" w:rsidP="005B3ED9">
      <w:r>
        <w:lastRenderedPageBreak/>
        <w:t>266.2215</w:t>
      </w:r>
      <w:r>
        <w:tab/>
        <w:t>1.013e0</w:t>
      </w:r>
    </w:p>
    <w:p w:rsidR="005B3ED9" w:rsidRDefault="005B3ED9" w:rsidP="005B3ED9">
      <w:r>
        <w:t>266.2264</w:t>
      </w:r>
      <w:r>
        <w:tab/>
        <w:t>1.013e0</w:t>
      </w:r>
    </w:p>
    <w:p w:rsidR="005B3ED9" w:rsidRDefault="005B3ED9" w:rsidP="005B3ED9">
      <w:r>
        <w:t>266.2480</w:t>
      </w:r>
      <w:r>
        <w:tab/>
        <w:t>1.013e0</w:t>
      </w:r>
    </w:p>
    <w:p w:rsidR="005B3ED9" w:rsidRDefault="005B3ED9" w:rsidP="005B3ED9">
      <w:r>
        <w:t>266.2707</w:t>
      </w:r>
      <w:r>
        <w:tab/>
        <w:t>1.013e0</w:t>
      </w:r>
    </w:p>
    <w:p w:rsidR="005B3ED9" w:rsidRDefault="005B3ED9" w:rsidP="005B3ED9">
      <w:r>
        <w:t>266.3395</w:t>
      </w:r>
      <w:r>
        <w:tab/>
        <w:t>1.013e0</w:t>
      </w:r>
    </w:p>
    <w:p w:rsidR="005B3ED9" w:rsidRDefault="005B3ED9" w:rsidP="005B3ED9">
      <w:r>
        <w:t>266.3566</w:t>
      </w:r>
      <w:r>
        <w:tab/>
        <w:t>1.013e0</w:t>
      </w:r>
    </w:p>
    <w:p w:rsidR="005B3ED9" w:rsidRDefault="005B3ED9" w:rsidP="005B3ED9">
      <w:r>
        <w:t>266.4223</w:t>
      </w:r>
      <w:r>
        <w:tab/>
        <w:t>1.013e0</w:t>
      </w:r>
    </w:p>
    <w:p w:rsidR="005B3ED9" w:rsidRDefault="005B3ED9" w:rsidP="005B3ED9">
      <w:r>
        <w:t>266.4477</w:t>
      </w:r>
      <w:r>
        <w:tab/>
        <w:t>1.013e0</w:t>
      </w:r>
    </w:p>
    <w:p w:rsidR="005B3ED9" w:rsidRDefault="005B3ED9" w:rsidP="005B3ED9">
      <w:r>
        <w:t>266.4572</w:t>
      </w:r>
      <w:r>
        <w:tab/>
        <w:t>1.013e0</w:t>
      </w:r>
    </w:p>
    <w:p w:rsidR="005B3ED9" w:rsidRDefault="005B3ED9" w:rsidP="005B3ED9">
      <w:r>
        <w:t>266.5310</w:t>
      </w:r>
      <w:r>
        <w:tab/>
        <w:t>1.013e0</w:t>
      </w:r>
    </w:p>
    <w:p w:rsidR="005B3ED9" w:rsidRDefault="005B3ED9" w:rsidP="005B3ED9">
      <w:r>
        <w:t>266.5469</w:t>
      </w:r>
      <w:r>
        <w:tab/>
        <w:t>1.013e0</w:t>
      </w:r>
    </w:p>
    <w:p w:rsidR="005B3ED9" w:rsidRDefault="005B3ED9" w:rsidP="005B3ED9">
      <w:r>
        <w:t>266.6594</w:t>
      </w:r>
      <w:r>
        <w:tab/>
        <w:t>2.025e0</w:t>
      </w:r>
    </w:p>
    <w:p w:rsidR="005B3ED9" w:rsidRDefault="005B3ED9" w:rsidP="005B3ED9">
      <w:r>
        <w:t>266.6987</w:t>
      </w:r>
      <w:r>
        <w:tab/>
        <w:t>1.013e0</w:t>
      </w:r>
    </w:p>
    <w:p w:rsidR="005B3ED9" w:rsidRDefault="005B3ED9" w:rsidP="005B3ED9">
      <w:r>
        <w:t>266.7518</w:t>
      </w:r>
      <w:r>
        <w:tab/>
        <w:t>2.025e0</w:t>
      </w:r>
    </w:p>
    <w:p w:rsidR="005B3ED9" w:rsidRDefault="005B3ED9" w:rsidP="005B3ED9">
      <w:r>
        <w:t>266.7681</w:t>
      </w:r>
      <w:r>
        <w:tab/>
        <w:t>1.013e0</w:t>
      </w:r>
    </w:p>
    <w:p w:rsidR="005B3ED9" w:rsidRDefault="005B3ED9" w:rsidP="005B3ED9">
      <w:r>
        <w:t>266.8259</w:t>
      </w:r>
      <w:r>
        <w:tab/>
        <w:t>1.013e0</w:t>
      </w:r>
    </w:p>
    <w:p w:rsidR="005B3ED9" w:rsidRDefault="005B3ED9" w:rsidP="005B3ED9">
      <w:r>
        <w:t>266.8647</w:t>
      </w:r>
      <w:r>
        <w:tab/>
        <w:t>1.013e0</w:t>
      </w:r>
    </w:p>
    <w:p w:rsidR="005B3ED9" w:rsidRDefault="005B3ED9" w:rsidP="005B3ED9">
      <w:r>
        <w:t>266.8768</w:t>
      </w:r>
      <w:r>
        <w:tab/>
        <w:t>1.013e0</w:t>
      </w:r>
    </w:p>
    <w:p w:rsidR="005B3ED9" w:rsidRDefault="005B3ED9" w:rsidP="005B3ED9">
      <w:r>
        <w:t>266.8907</w:t>
      </w:r>
      <w:r>
        <w:tab/>
        <w:t>1.013e0</w:t>
      </w:r>
    </w:p>
    <w:p w:rsidR="005B3ED9" w:rsidRDefault="005B3ED9" w:rsidP="005B3ED9">
      <w:r>
        <w:lastRenderedPageBreak/>
        <w:t>266.9036</w:t>
      </w:r>
      <w:r>
        <w:tab/>
        <w:t>1.013e0</w:t>
      </w:r>
    </w:p>
    <w:p w:rsidR="005B3ED9" w:rsidRDefault="005B3ED9" w:rsidP="005B3ED9">
      <w:r>
        <w:t>266.9156</w:t>
      </w:r>
      <w:r>
        <w:tab/>
        <w:t>1.013e0</w:t>
      </w:r>
    </w:p>
    <w:p w:rsidR="005B3ED9" w:rsidRDefault="005B3ED9" w:rsidP="005B3ED9">
      <w:r>
        <w:t>266.9494</w:t>
      </w:r>
      <w:r>
        <w:tab/>
        <w:t>3.038e0</w:t>
      </w:r>
    </w:p>
    <w:p w:rsidR="005B3ED9" w:rsidRDefault="005B3ED9" w:rsidP="005B3ED9">
      <w:r>
        <w:t>266.9569</w:t>
      </w:r>
      <w:r>
        <w:tab/>
        <w:t>3.038e0</w:t>
      </w:r>
    </w:p>
    <w:p w:rsidR="005B3ED9" w:rsidRDefault="005B3ED9" w:rsidP="005B3ED9">
      <w:r>
        <w:t>266.9601</w:t>
      </w:r>
      <w:r>
        <w:tab/>
        <w:t>2.025e0</w:t>
      </w:r>
    </w:p>
    <w:p w:rsidR="005B3ED9" w:rsidRDefault="005B3ED9" w:rsidP="005B3ED9">
      <w:r>
        <w:t>266.9695</w:t>
      </w:r>
      <w:r>
        <w:tab/>
        <w:t>1.013e0</w:t>
      </w:r>
    </w:p>
    <w:p w:rsidR="005B3ED9" w:rsidRDefault="005B3ED9" w:rsidP="005B3ED9">
      <w:r>
        <w:t>266.9885</w:t>
      </w:r>
      <w:r>
        <w:tab/>
        <w:t>2.025e0</w:t>
      </w:r>
    </w:p>
    <w:p w:rsidR="005B3ED9" w:rsidRDefault="005B3ED9" w:rsidP="005B3ED9">
      <w:r>
        <w:t>267.0084</w:t>
      </w:r>
      <w:r>
        <w:tab/>
        <w:t>1.013e0</w:t>
      </w:r>
    </w:p>
    <w:p w:rsidR="005B3ED9" w:rsidRDefault="005B3ED9" w:rsidP="005B3ED9">
      <w:r>
        <w:t>267.0472</w:t>
      </w:r>
      <w:r>
        <w:tab/>
        <w:t>3.038e0</w:t>
      </w:r>
    </w:p>
    <w:p w:rsidR="005B3ED9" w:rsidRDefault="005B3ED9" w:rsidP="005B3ED9">
      <w:r>
        <w:t>267.0573</w:t>
      </w:r>
      <w:r>
        <w:tab/>
        <w:t>2.025e0</w:t>
      </w:r>
    </w:p>
    <w:p w:rsidR="005B3ED9" w:rsidRDefault="005B3ED9" w:rsidP="005B3ED9">
      <w:r>
        <w:t>267.0653</w:t>
      </w:r>
      <w:r>
        <w:tab/>
        <w:t>2.025e0</w:t>
      </w:r>
    </w:p>
    <w:p w:rsidR="005B3ED9" w:rsidRDefault="005B3ED9" w:rsidP="005B3ED9">
      <w:r>
        <w:t>267.0821</w:t>
      </w:r>
      <w:r>
        <w:tab/>
        <w:t>1.013e0</w:t>
      </w:r>
    </w:p>
    <w:p w:rsidR="005B3ED9" w:rsidRDefault="005B3ED9" w:rsidP="005B3ED9">
      <w:r>
        <w:t>267.1374</w:t>
      </w:r>
      <w:r>
        <w:tab/>
        <w:t>1.155e1</w:t>
      </w:r>
    </w:p>
    <w:p w:rsidR="005B3ED9" w:rsidRDefault="005B3ED9" w:rsidP="005B3ED9">
      <w:r>
        <w:t>267.1487</w:t>
      </w:r>
      <w:r>
        <w:tab/>
        <w:t>5.007e0</w:t>
      </w:r>
    </w:p>
    <w:p w:rsidR="005B3ED9" w:rsidRDefault="005B3ED9" w:rsidP="005B3ED9">
      <w:r>
        <w:t>267.1554</w:t>
      </w:r>
      <w:r>
        <w:tab/>
        <w:t>6.076e0</w:t>
      </w:r>
    </w:p>
    <w:p w:rsidR="005B3ED9" w:rsidRDefault="005B3ED9" w:rsidP="005B3ED9">
      <w:r>
        <w:t>267.1564</w:t>
      </w:r>
      <w:r>
        <w:tab/>
        <w:t>7.169e0</w:t>
      </w:r>
    </w:p>
    <w:p w:rsidR="005B3ED9" w:rsidRDefault="005B3ED9" w:rsidP="005B3ED9">
      <w:r>
        <w:t>267.1909</w:t>
      </w:r>
      <w:r>
        <w:tab/>
        <w:t>1.013e0</w:t>
      </w:r>
    </w:p>
    <w:p w:rsidR="005B3ED9" w:rsidRDefault="005B3ED9" w:rsidP="005B3ED9">
      <w:r>
        <w:t>267.1988</w:t>
      </w:r>
      <w:r>
        <w:tab/>
        <w:t>2.025e0</w:t>
      </w:r>
    </w:p>
    <w:p w:rsidR="005B3ED9" w:rsidRDefault="005B3ED9" w:rsidP="005B3ED9">
      <w:r>
        <w:t>267.2336</w:t>
      </w:r>
      <w:r>
        <w:tab/>
        <w:t>1.013e0</w:t>
      </w:r>
    </w:p>
    <w:p w:rsidR="005B3ED9" w:rsidRDefault="005B3ED9" w:rsidP="005B3ED9">
      <w:r>
        <w:lastRenderedPageBreak/>
        <w:t>267.2595</w:t>
      </w:r>
      <w:r>
        <w:tab/>
        <w:t>2.025e0</w:t>
      </w:r>
    </w:p>
    <w:p w:rsidR="005B3ED9" w:rsidRDefault="005B3ED9" w:rsidP="005B3ED9">
      <w:r>
        <w:t>267.3155</w:t>
      </w:r>
      <w:r>
        <w:tab/>
        <w:t>1.013e0</w:t>
      </w:r>
    </w:p>
    <w:p w:rsidR="005B3ED9" w:rsidRDefault="005B3ED9" w:rsidP="005B3ED9">
      <w:r>
        <w:t>267.3423</w:t>
      </w:r>
      <w:r>
        <w:tab/>
        <w:t>1.013e0</w:t>
      </w:r>
    </w:p>
    <w:p w:rsidR="005B3ED9" w:rsidRDefault="005B3ED9" w:rsidP="005B3ED9">
      <w:r>
        <w:t>267.3542</w:t>
      </w:r>
      <w:r>
        <w:tab/>
        <w:t>1.013e0</w:t>
      </w:r>
    </w:p>
    <w:p w:rsidR="005B3ED9" w:rsidRDefault="005B3ED9" w:rsidP="005B3ED9">
      <w:r>
        <w:t>267.4330</w:t>
      </w:r>
      <w:r>
        <w:tab/>
        <w:t>1.013e0</w:t>
      </w:r>
    </w:p>
    <w:p w:rsidR="005B3ED9" w:rsidRDefault="005B3ED9" w:rsidP="005B3ED9">
      <w:r>
        <w:t>267.4531</w:t>
      </w:r>
      <w:r>
        <w:tab/>
        <w:t>2.025e0</w:t>
      </w:r>
    </w:p>
    <w:p w:rsidR="005B3ED9" w:rsidRDefault="005B3ED9" w:rsidP="005B3ED9">
      <w:r>
        <w:t>267.4591</w:t>
      </w:r>
      <w:r>
        <w:tab/>
        <w:t>1.013e0</w:t>
      </w:r>
    </w:p>
    <w:p w:rsidR="005B3ED9" w:rsidRDefault="005B3ED9" w:rsidP="005B3ED9">
      <w:r>
        <w:t>267.5523</w:t>
      </w:r>
      <w:r>
        <w:tab/>
        <w:t>2.025e0</w:t>
      </w:r>
    </w:p>
    <w:p w:rsidR="005B3ED9" w:rsidRDefault="005B3ED9" w:rsidP="005B3ED9">
      <w:r>
        <w:t>267.5947</w:t>
      </w:r>
      <w:r>
        <w:tab/>
        <w:t>1.013e0</w:t>
      </w:r>
    </w:p>
    <w:p w:rsidR="005B3ED9" w:rsidRDefault="005B3ED9" w:rsidP="005B3ED9">
      <w:r>
        <w:t>267.5968</w:t>
      </w:r>
      <w:r>
        <w:tab/>
        <w:t>2.025e0</w:t>
      </w:r>
    </w:p>
    <w:p w:rsidR="005B3ED9" w:rsidRDefault="005B3ED9" w:rsidP="005B3ED9">
      <w:r>
        <w:t>267.6206</w:t>
      </w:r>
      <w:r>
        <w:tab/>
        <w:t>1.013e0</w:t>
      </w:r>
    </w:p>
    <w:p w:rsidR="005B3ED9" w:rsidRDefault="005B3ED9" w:rsidP="005B3ED9">
      <w:r>
        <w:t>267.6376</w:t>
      </w:r>
      <w:r>
        <w:tab/>
        <w:t>1.013e0</w:t>
      </w:r>
    </w:p>
    <w:p w:rsidR="005B3ED9" w:rsidRDefault="005B3ED9" w:rsidP="005B3ED9">
      <w:r>
        <w:t>267.6601</w:t>
      </w:r>
      <w:r>
        <w:tab/>
        <w:t>1.013e0</w:t>
      </w:r>
    </w:p>
    <w:p w:rsidR="005B3ED9" w:rsidRDefault="005B3ED9" w:rsidP="005B3ED9">
      <w:r>
        <w:t>267.7034</w:t>
      </w:r>
      <w:r>
        <w:tab/>
        <w:t>1.013e0</w:t>
      </w:r>
    </w:p>
    <w:p w:rsidR="005B3ED9" w:rsidRDefault="005B3ED9" w:rsidP="005B3ED9">
      <w:r>
        <w:t>267.7384</w:t>
      </w:r>
      <w:r>
        <w:tab/>
        <w:t>1.013e0</w:t>
      </w:r>
    </w:p>
    <w:p w:rsidR="005B3ED9" w:rsidRDefault="005B3ED9" w:rsidP="005B3ED9">
      <w:r>
        <w:t>267.7423</w:t>
      </w:r>
      <w:r>
        <w:tab/>
        <w:t>1.013e0</w:t>
      </w:r>
    </w:p>
    <w:p w:rsidR="005B3ED9" w:rsidRDefault="005B3ED9" w:rsidP="005B3ED9">
      <w:r>
        <w:t>267.7589</w:t>
      </w:r>
      <w:r>
        <w:tab/>
        <w:t>1.013e0</w:t>
      </w:r>
    </w:p>
    <w:p w:rsidR="005B3ED9" w:rsidRDefault="005B3ED9" w:rsidP="005B3ED9">
      <w:r>
        <w:t>267.9071</w:t>
      </w:r>
      <w:r>
        <w:tab/>
        <w:t>1.013e0</w:t>
      </w:r>
    </w:p>
    <w:p w:rsidR="005B3ED9" w:rsidRDefault="005B3ED9" w:rsidP="005B3ED9">
      <w:r>
        <w:t>267.9330</w:t>
      </w:r>
      <w:r>
        <w:tab/>
        <w:t>1.013e0</w:t>
      </w:r>
    </w:p>
    <w:p w:rsidR="005B3ED9" w:rsidRDefault="005B3ED9" w:rsidP="005B3ED9">
      <w:r>
        <w:lastRenderedPageBreak/>
        <w:t>267.9560</w:t>
      </w:r>
      <w:r>
        <w:tab/>
        <w:t>1.013e0</w:t>
      </w:r>
    </w:p>
    <w:p w:rsidR="005B3ED9" w:rsidRDefault="005B3ED9" w:rsidP="005B3ED9">
      <w:r>
        <w:t>267.9705</w:t>
      </w:r>
      <w:r>
        <w:tab/>
        <w:t>2.025e0</w:t>
      </w:r>
    </w:p>
    <w:p w:rsidR="005B3ED9" w:rsidRDefault="005B3ED9" w:rsidP="005B3ED9">
      <w:r>
        <w:t>267.9956</w:t>
      </w:r>
      <w:r>
        <w:tab/>
        <w:t>3.038e0</w:t>
      </w:r>
    </w:p>
    <w:p w:rsidR="005B3ED9" w:rsidRDefault="005B3ED9" w:rsidP="005B3ED9">
      <w:r>
        <w:t>268.0294</w:t>
      </w:r>
      <w:r>
        <w:tab/>
        <w:t>3.038e0</w:t>
      </w:r>
    </w:p>
    <w:p w:rsidR="005B3ED9" w:rsidRDefault="005B3ED9" w:rsidP="005B3ED9">
      <w:r>
        <w:t>268.0335</w:t>
      </w:r>
      <w:r>
        <w:tab/>
        <w:t>2.025e0</w:t>
      </w:r>
    </w:p>
    <w:p w:rsidR="005B3ED9" w:rsidRDefault="005B3ED9" w:rsidP="005B3ED9">
      <w:r>
        <w:t>268.0418</w:t>
      </w:r>
      <w:r>
        <w:tab/>
        <w:t>3.038e0</w:t>
      </w:r>
    </w:p>
    <w:p w:rsidR="005B3ED9" w:rsidRDefault="005B3ED9" w:rsidP="005B3ED9">
      <w:r>
        <w:t>268.0628</w:t>
      </w:r>
      <w:r>
        <w:tab/>
        <w:t>2.025e0</w:t>
      </w:r>
    </w:p>
    <w:p w:rsidR="005B3ED9" w:rsidRDefault="005B3ED9" w:rsidP="005B3ED9">
      <w:r>
        <w:t>268.0686</w:t>
      </w:r>
      <w:r>
        <w:tab/>
        <w:t>3.081e0</w:t>
      </w:r>
    </w:p>
    <w:p w:rsidR="005B3ED9" w:rsidRDefault="005B3ED9" w:rsidP="005B3ED9">
      <w:r>
        <w:t>268.0768</w:t>
      </w:r>
      <w:r>
        <w:tab/>
        <w:t>1.013e0</w:t>
      </w:r>
    </w:p>
    <w:p w:rsidR="005B3ED9" w:rsidRDefault="005B3ED9" w:rsidP="005B3ED9">
      <w:r>
        <w:t>268.1369</w:t>
      </w:r>
      <w:r>
        <w:tab/>
        <w:t>2.025e0</w:t>
      </w:r>
    </w:p>
    <w:p w:rsidR="005B3ED9" w:rsidRDefault="005B3ED9" w:rsidP="005B3ED9">
      <w:r>
        <w:t>268.1425</w:t>
      </w:r>
      <w:r>
        <w:tab/>
        <w:t>1.013e0</w:t>
      </w:r>
    </w:p>
    <w:p w:rsidR="005B3ED9" w:rsidRDefault="005B3ED9" w:rsidP="005B3ED9">
      <w:r>
        <w:t>268.1544</w:t>
      </w:r>
      <w:r>
        <w:tab/>
        <w:t>1.013e0</w:t>
      </w:r>
    </w:p>
    <w:p w:rsidR="005B3ED9" w:rsidRDefault="005B3ED9" w:rsidP="005B3ED9">
      <w:r>
        <w:t>268.1989</w:t>
      </w:r>
      <w:r>
        <w:tab/>
        <w:t>1.013e0</w:t>
      </w:r>
    </w:p>
    <w:p w:rsidR="005B3ED9" w:rsidRDefault="005B3ED9" w:rsidP="005B3ED9">
      <w:r>
        <w:t>268.2043</w:t>
      </w:r>
      <w:r>
        <w:tab/>
        <w:t>3.038e0</w:t>
      </w:r>
    </w:p>
    <w:p w:rsidR="005B3ED9" w:rsidRDefault="005B3ED9" w:rsidP="005B3ED9">
      <w:r>
        <w:t>268.2124</w:t>
      </w:r>
      <w:r>
        <w:tab/>
        <w:t>1.013e0</w:t>
      </w:r>
    </w:p>
    <w:p w:rsidR="005B3ED9" w:rsidRDefault="005B3ED9" w:rsidP="005B3ED9">
      <w:r>
        <w:t>268.2349</w:t>
      </w:r>
      <w:r>
        <w:tab/>
        <w:t>3.038e0</w:t>
      </w:r>
    </w:p>
    <w:p w:rsidR="005B3ED9" w:rsidRDefault="005B3ED9" w:rsidP="005B3ED9">
      <w:r>
        <w:t>268.2780</w:t>
      </w:r>
      <w:r>
        <w:tab/>
        <w:t>1.013e0</w:t>
      </w:r>
    </w:p>
    <w:p w:rsidR="005B3ED9" w:rsidRDefault="005B3ED9" w:rsidP="005B3ED9">
      <w:r>
        <w:t>268.2943</w:t>
      </w:r>
      <w:r>
        <w:tab/>
        <w:t>1.013e0</w:t>
      </w:r>
    </w:p>
    <w:p w:rsidR="005B3ED9" w:rsidRDefault="005B3ED9" w:rsidP="005B3ED9">
      <w:r>
        <w:t>268.3126</w:t>
      </w:r>
      <w:r>
        <w:tab/>
        <w:t>1.013e0</w:t>
      </w:r>
    </w:p>
    <w:p w:rsidR="005B3ED9" w:rsidRDefault="005B3ED9" w:rsidP="005B3ED9">
      <w:r>
        <w:lastRenderedPageBreak/>
        <w:t>268.3174</w:t>
      </w:r>
      <w:r>
        <w:tab/>
        <w:t>1.013e0</w:t>
      </w:r>
    </w:p>
    <w:p w:rsidR="005B3ED9" w:rsidRDefault="005B3ED9" w:rsidP="005B3ED9">
      <w:r>
        <w:t>268.3293</w:t>
      </w:r>
      <w:r>
        <w:tab/>
        <w:t>1.013e0</w:t>
      </w:r>
    </w:p>
    <w:p w:rsidR="005B3ED9" w:rsidRDefault="005B3ED9" w:rsidP="005B3ED9">
      <w:r>
        <w:t>268.3642</w:t>
      </w:r>
      <w:r>
        <w:tab/>
        <w:t>1.013e0</w:t>
      </w:r>
    </w:p>
    <w:p w:rsidR="005B3ED9" w:rsidRDefault="005B3ED9" w:rsidP="005B3ED9">
      <w:r>
        <w:t>268.3951</w:t>
      </w:r>
      <w:r>
        <w:tab/>
        <w:t>1.013e0</w:t>
      </w:r>
    </w:p>
    <w:p w:rsidR="005B3ED9" w:rsidRDefault="005B3ED9" w:rsidP="005B3ED9">
      <w:r>
        <w:t>268.5120</w:t>
      </w:r>
      <w:r>
        <w:tab/>
        <w:t>1.013e0</w:t>
      </w:r>
    </w:p>
    <w:p w:rsidR="005B3ED9" w:rsidRDefault="005B3ED9" w:rsidP="005B3ED9">
      <w:r>
        <w:t>268.5469</w:t>
      </w:r>
      <w:r>
        <w:tab/>
        <w:t>1.013e0</w:t>
      </w:r>
    </w:p>
    <w:p w:rsidR="005B3ED9" w:rsidRDefault="005B3ED9" w:rsidP="005B3ED9">
      <w:r>
        <w:t>268.5948</w:t>
      </w:r>
      <w:r>
        <w:tab/>
        <w:t>1.013e0</w:t>
      </w:r>
    </w:p>
    <w:p w:rsidR="005B3ED9" w:rsidRDefault="005B3ED9" w:rsidP="005B3ED9">
      <w:r>
        <w:t>268.6106</w:t>
      </w:r>
      <w:r>
        <w:tab/>
        <w:t>2.025e0</w:t>
      </w:r>
    </w:p>
    <w:p w:rsidR="005B3ED9" w:rsidRDefault="005B3ED9" w:rsidP="005B3ED9">
      <w:r>
        <w:t>268.6642</w:t>
      </w:r>
      <w:r>
        <w:tab/>
        <w:t>1.013e0</w:t>
      </w:r>
    </w:p>
    <w:p w:rsidR="005B3ED9" w:rsidRDefault="005B3ED9" w:rsidP="005B3ED9">
      <w:r>
        <w:t>268.6691</w:t>
      </w:r>
      <w:r>
        <w:tab/>
        <w:t>1.013e0</w:t>
      </w:r>
    </w:p>
    <w:p w:rsidR="005B3ED9" w:rsidRDefault="005B3ED9" w:rsidP="005B3ED9">
      <w:r>
        <w:t>268.6741</w:t>
      </w:r>
      <w:r>
        <w:tab/>
        <w:t>1.013e0</w:t>
      </w:r>
    </w:p>
    <w:p w:rsidR="005B3ED9" w:rsidRDefault="005B3ED9" w:rsidP="005B3ED9">
      <w:r>
        <w:t>268.7256</w:t>
      </w:r>
      <w:r>
        <w:tab/>
        <w:t>1.013e0</w:t>
      </w:r>
    </w:p>
    <w:p w:rsidR="005B3ED9" w:rsidRDefault="005B3ED9" w:rsidP="005B3ED9">
      <w:r>
        <w:t>268.8226</w:t>
      </w:r>
      <w:r>
        <w:tab/>
        <w:t>1.013e0</w:t>
      </w:r>
    </w:p>
    <w:p w:rsidR="005B3ED9" w:rsidRDefault="005B3ED9" w:rsidP="005B3ED9">
      <w:r>
        <w:t>268.8426</w:t>
      </w:r>
      <w:r>
        <w:tab/>
        <w:t>1.013e0</w:t>
      </w:r>
    </w:p>
    <w:p w:rsidR="005B3ED9" w:rsidRDefault="005B3ED9" w:rsidP="005B3ED9">
      <w:r>
        <w:t>268.8476</w:t>
      </w:r>
      <w:r>
        <w:tab/>
        <w:t>1.013e0</w:t>
      </w:r>
    </w:p>
    <w:p w:rsidR="005B3ED9" w:rsidRDefault="005B3ED9" w:rsidP="005B3ED9">
      <w:r>
        <w:t>268.9610</w:t>
      </w:r>
      <w:r>
        <w:tab/>
        <w:t>2.025e0</w:t>
      </w:r>
    </w:p>
    <w:p w:rsidR="005B3ED9" w:rsidRDefault="005B3ED9" w:rsidP="005B3ED9">
      <w:r>
        <w:t>268.9879</w:t>
      </w:r>
      <w:r>
        <w:tab/>
        <w:t>3.038e0</w:t>
      </w:r>
    </w:p>
    <w:p w:rsidR="005B3ED9" w:rsidRDefault="005B3ED9" w:rsidP="005B3ED9">
      <w:r>
        <w:t>268.9964</w:t>
      </w:r>
      <w:r>
        <w:tab/>
        <w:t>9.669e0</w:t>
      </w:r>
    </w:p>
    <w:p w:rsidR="005B3ED9" w:rsidRDefault="005B3ED9" w:rsidP="005B3ED9">
      <w:r>
        <w:t>268.9989</w:t>
      </w:r>
      <w:r>
        <w:tab/>
        <w:t>9.669e0</w:t>
      </w:r>
    </w:p>
    <w:p w:rsidR="005B3ED9" w:rsidRDefault="005B3ED9" w:rsidP="005B3ED9">
      <w:r>
        <w:lastRenderedPageBreak/>
        <w:t>269.0001</w:t>
      </w:r>
      <w:r>
        <w:tab/>
        <w:t>4.051e0</w:t>
      </w:r>
    </w:p>
    <w:p w:rsidR="005B3ED9" w:rsidRDefault="005B3ED9" w:rsidP="005B3ED9">
      <w:r>
        <w:t>269.0442</w:t>
      </w:r>
      <w:r>
        <w:tab/>
        <w:t>1.013e0</w:t>
      </w:r>
    </w:p>
    <w:p w:rsidR="005B3ED9" w:rsidRDefault="005B3ED9" w:rsidP="005B3ED9">
      <w:r>
        <w:t>269.0478</w:t>
      </w:r>
      <w:r>
        <w:tab/>
        <w:t>4.051e0</w:t>
      </w:r>
    </w:p>
    <w:p w:rsidR="005B3ED9" w:rsidRDefault="005B3ED9" w:rsidP="005B3ED9">
      <w:r>
        <w:t>269.0562</w:t>
      </w:r>
      <w:r>
        <w:tab/>
        <w:t>1.013e0</w:t>
      </w:r>
    </w:p>
    <w:p w:rsidR="005B3ED9" w:rsidRDefault="005B3ED9" w:rsidP="005B3ED9">
      <w:r>
        <w:t>269.0973</w:t>
      </w:r>
      <w:r>
        <w:tab/>
        <w:t>2.025e0</w:t>
      </w:r>
    </w:p>
    <w:p w:rsidR="005B3ED9" w:rsidRDefault="005B3ED9" w:rsidP="005B3ED9">
      <w:r>
        <w:t>269.1182</w:t>
      </w:r>
      <w:r>
        <w:tab/>
        <w:t>1.013e0</w:t>
      </w:r>
    </w:p>
    <w:p w:rsidR="005B3ED9" w:rsidRDefault="005B3ED9" w:rsidP="005B3ED9">
      <w:r>
        <w:t>269.1531</w:t>
      </w:r>
      <w:r>
        <w:tab/>
        <w:t>1.013e0</w:t>
      </w:r>
    </w:p>
    <w:p w:rsidR="005B3ED9" w:rsidRDefault="005B3ED9" w:rsidP="005B3ED9">
      <w:r>
        <w:t>269.1689</w:t>
      </w:r>
      <w:r>
        <w:tab/>
        <w:t>2.025e0</w:t>
      </w:r>
    </w:p>
    <w:p w:rsidR="005B3ED9" w:rsidRDefault="005B3ED9" w:rsidP="005B3ED9">
      <w:r>
        <w:t>269.2000</w:t>
      </w:r>
      <w:r>
        <w:tab/>
        <w:t>2.025e0</w:t>
      </w:r>
    </w:p>
    <w:p w:rsidR="005B3ED9" w:rsidRDefault="005B3ED9" w:rsidP="005B3ED9">
      <w:r>
        <w:t>269.2074</w:t>
      </w:r>
      <w:r>
        <w:tab/>
        <w:t>2.025e0</w:t>
      </w:r>
    </w:p>
    <w:p w:rsidR="005B3ED9" w:rsidRDefault="005B3ED9" w:rsidP="005B3ED9">
      <w:r>
        <w:t>269.2351</w:t>
      </w:r>
      <w:r>
        <w:tab/>
        <w:t>1.013e0</w:t>
      </w:r>
    </w:p>
    <w:p w:rsidR="005B3ED9" w:rsidRDefault="005B3ED9" w:rsidP="005B3ED9">
      <w:r>
        <w:t>269.2841</w:t>
      </w:r>
      <w:r>
        <w:tab/>
        <w:t>1.013e0</w:t>
      </w:r>
    </w:p>
    <w:p w:rsidR="005B3ED9" w:rsidRDefault="005B3ED9" w:rsidP="005B3ED9">
      <w:r>
        <w:t>269.2930</w:t>
      </w:r>
      <w:r>
        <w:tab/>
        <w:t>1.013e0</w:t>
      </w:r>
    </w:p>
    <w:p w:rsidR="005B3ED9" w:rsidRDefault="005B3ED9" w:rsidP="005B3ED9">
      <w:r>
        <w:t>269.3139</w:t>
      </w:r>
      <w:r>
        <w:tab/>
        <w:t>1.013e0</w:t>
      </w:r>
    </w:p>
    <w:p w:rsidR="005B3ED9" w:rsidRDefault="005B3ED9" w:rsidP="005B3ED9">
      <w:r>
        <w:t>269.3189</w:t>
      </w:r>
      <w:r>
        <w:tab/>
        <w:t>1.013e0</w:t>
      </w:r>
    </w:p>
    <w:p w:rsidR="005B3ED9" w:rsidRDefault="005B3ED9" w:rsidP="005B3ED9">
      <w:r>
        <w:t>269.3710</w:t>
      </w:r>
      <w:r>
        <w:tab/>
        <w:t>1.013e0</w:t>
      </w:r>
    </w:p>
    <w:p w:rsidR="005B3ED9" w:rsidRDefault="005B3ED9" w:rsidP="005B3ED9">
      <w:r>
        <w:t>269.4568</w:t>
      </w:r>
      <w:r>
        <w:tab/>
        <w:t>2.025e0</w:t>
      </w:r>
    </w:p>
    <w:p w:rsidR="005B3ED9" w:rsidRDefault="005B3ED9" w:rsidP="005B3ED9">
      <w:r>
        <w:t>269.4579</w:t>
      </w:r>
      <w:r>
        <w:tab/>
        <w:t>1.013e0</w:t>
      </w:r>
    </w:p>
    <w:p w:rsidR="005B3ED9" w:rsidRDefault="005B3ED9" w:rsidP="005B3ED9">
      <w:r>
        <w:t>269.5889</w:t>
      </w:r>
      <w:r>
        <w:tab/>
        <w:t>1.013e0</w:t>
      </w:r>
    </w:p>
    <w:p w:rsidR="005B3ED9" w:rsidRDefault="005B3ED9" w:rsidP="005B3ED9">
      <w:r>
        <w:lastRenderedPageBreak/>
        <w:t>269.6239</w:t>
      </w:r>
      <w:r>
        <w:tab/>
        <w:t>2.025e0</w:t>
      </w:r>
    </w:p>
    <w:p w:rsidR="005B3ED9" w:rsidRDefault="005B3ED9" w:rsidP="005B3ED9">
      <w:r>
        <w:t>269.7209</w:t>
      </w:r>
      <w:r>
        <w:tab/>
        <w:t>1.013e0</w:t>
      </w:r>
    </w:p>
    <w:p w:rsidR="005B3ED9" w:rsidRDefault="005B3ED9" w:rsidP="005B3ED9">
      <w:r>
        <w:t>269.7909</w:t>
      </w:r>
      <w:r>
        <w:tab/>
        <w:t>1.013e0</w:t>
      </w:r>
    </w:p>
    <w:p w:rsidR="005B3ED9" w:rsidRDefault="005B3ED9" w:rsidP="005B3ED9">
      <w:r>
        <w:t>269.8728</w:t>
      </w:r>
      <w:r>
        <w:tab/>
        <w:t>1.013e0</w:t>
      </w:r>
    </w:p>
    <w:p w:rsidR="005B3ED9" w:rsidRDefault="005B3ED9" w:rsidP="005B3ED9">
      <w:r>
        <w:t>269.9078</w:t>
      </w:r>
      <w:r>
        <w:tab/>
        <w:t>2.025e0</w:t>
      </w:r>
    </w:p>
    <w:p w:rsidR="005B3ED9" w:rsidRDefault="005B3ED9" w:rsidP="005B3ED9">
      <w:r>
        <w:t>269.9508</w:t>
      </w:r>
      <w:r>
        <w:tab/>
        <w:t>1.013e0</w:t>
      </w:r>
    </w:p>
    <w:p w:rsidR="005B3ED9" w:rsidRDefault="005B3ED9" w:rsidP="005B3ED9">
      <w:r>
        <w:t>269.9951</w:t>
      </w:r>
      <w:r>
        <w:tab/>
        <w:t>3.038e0</w:t>
      </w:r>
    </w:p>
    <w:p w:rsidR="005B3ED9" w:rsidRDefault="005B3ED9" w:rsidP="005B3ED9">
      <w:r>
        <w:t>270.0088</w:t>
      </w:r>
      <w:r>
        <w:tab/>
        <w:t>2.025e0</w:t>
      </w:r>
    </w:p>
    <w:p w:rsidR="005B3ED9" w:rsidRDefault="005B3ED9" w:rsidP="005B3ED9">
      <w:r>
        <w:t>270.0291</w:t>
      </w:r>
      <w:r>
        <w:tab/>
        <w:t>4.027e0</w:t>
      </w:r>
    </w:p>
    <w:p w:rsidR="005B3ED9" w:rsidRDefault="005B3ED9" w:rsidP="005B3ED9">
      <w:r>
        <w:t>270.0518</w:t>
      </w:r>
      <w:r>
        <w:tab/>
        <w:t>1.013e0</w:t>
      </w:r>
    </w:p>
    <w:p w:rsidR="005B3ED9" w:rsidRDefault="005B3ED9" w:rsidP="005B3ED9">
      <w:r>
        <w:t>270.0558</w:t>
      </w:r>
      <w:r>
        <w:tab/>
        <w:t>2.025e0</w:t>
      </w:r>
    </w:p>
    <w:p w:rsidR="005B3ED9" w:rsidRDefault="005B3ED9" w:rsidP="005B3ED9">
      <w:r>
        <w:t>270.0745</w:t>
      </w:r>
      <w:r>
        <w:tab/>
        <w:t>1.013e0</w:t>
      </w:r>
    </w:p>
    <w:p w:rsidR="005B3ED9" w:rsidRDefault="005B3ED9" w:rsidP="005B3ED9">
      <w:r>
        <w:t>270.0763</w:t>
      </w:r>
      <w:r>
        <w:tab/>
        <w:t>2.025e0</w:t>
      </w:r>
    </w:p>
    <w:p w:rsidR="005B3ED9" w:rsidRDefault="005B3ED9" w:rsidP="005B3ED9">
      <w:r>
        <w:t>270.1489</w:t>
      </w:r>
      <w:r>
        <w:tab/>
        <w:t>1.013e0</w:t>
      </w:r>
    </w:p>
    <w:p w:rsidR="005B3ED9" w:rsidRDefault="005B3ED9" w:rsidP="005B3ED9">
      <w:r>
        <w:t>270.1878</w:t>
      </w:r>
      <w:r>
        <w:tab/>
        <w:t>1.013e0</w:t>
      </w:r>
    </w:p>
    <w:p w:rsidR="005B3ED9" w:rsidRDefault="005B3ED9" w:rsidP="005B3ED9">
      <w:r>
        <w:t>270.2159</w:t>
      </w:r>
      <w:r>
        <w:tab/>
        <w:t>2.025e0</w:t>
      </w:r>
    </w:p>
    <w:p w:rsidR="005B3ED9" w:rsidRDefault="005B3ED9" w:rsidP="005B3ED9">
      <w:r>
        <w:t>270.2968</w:t>
      </w:r>
      <w:r>
        <w:tab/>
        <w:t>1.013e0</w:t>
      </w:r>
    </w:p>
    <w:p w:rsidR="005B3ED9" w:rsidRDefault="005B3ED9" w:rsidP="005B3ED9">
      <w:r>
        <w:t>270.3289</w:t>
      </w:r>
      <w:r>
        <w:tab/>
        <w:t>3.038e0</w:t>
      </w:r>
    </w:p>
    <w:p w:rsidR="005B3ED9" w:rsidRDefault="005B3ED9" w:rsidP="005B3ED9">
      <w:r>
        <w:t>270.3669</w:t>
      </w:r>
      <w:r>
        <w:tab/>
        <w:t>1.013e0</w:t>
      </w:r>
    </w:p>
    <w:p w:rsidR="005B3ED9" w:rsidRDefault="005B3ED9" w:rsidP="005B3ED9">
      <w:r>
        <w:lastRenderedPageBreak/>
        <w:t>270.4450</w:t>
      </w:r>
      <w:r>
        <w:tab/>
        <w:t>1.013e0</w:t>
      </w:r>
    </w:p>
    <w:p w:rsidR="005B3ED9" w:rsidRDefault="005B3ED9" w:rsidP="005B3ED9">
      <w:r>
        <w:t>270.4800</w:t>
      </w:r>
      <w:r>
        <w:tab/>
        <w:t>1.013e0</w:t>
      </w:r>
    </w:p>
    <w:p w:rsidR="005B3ED9" w:rsidRDefault="005B3ED9" w:rsidP="005B3ED9">
      <w:r>
        <w:t>270.5726</w:t>
      </w:r>
      <w:r>
        <w:tab/>
        <w:t>1.013e0</w:t>
      </w:r>
    </w:p>
    <w:p w:rsidR="005B3ED9" w:rsidRDefault="005B3ED9" w:rsidP="005B3ED9">
      <w:r>
        <w:t>270.5890</w:t>
      </w:r>
      <w:r>
        <w:tab/>
        <w:t>1.013e0</w:t>
      </w:r>
    </w:p>
    <w:p w:rsidR="005B3ED9" w:rsidRDefault="005B3ED9" w:rsidP="005B3ED9">
      <w:r>
        <w:t>270.5975</w:t>
      </w:r>
      <w:r>
        <w:tab/>
        <w:t>1.013e0</w:t>
      </w:r>
    </w:p>
    <w:p w:rsidR="005B3ED9" w:rsidRDefault="005B3ED9" w:rsidP="005B3ED9">
      <w:r>
        <w:t>270.6374</w:t>
      </w:r>
      <w:r>
        <w:tab/>
        <w:t>1.013e0</w:t>
      </w:r>
    </w:p>
    <w:p w:rsidR="005B3ED9" w:rsidRDefault="005B3ED9" w:rsidP="005B3ED9">
      <w:r>
        <w:t>270.6510</w:t>
      </w:r>
      <w:r>
        <w:tab/>
        <w:t>1.013e0</w:t>
      </w:r>
    </w:p>
    <w:p w:rsidR="005B3ED9" w:rsidRDefault="005B3ED9" w:rsidP="005B3ED9">
      <w:r>
        <w:t>270.7073</w:t>
      </w:r>
      <w:r>
        <w:tab/>
        <w:t>1.013e0</w:t>
      </w:r>
    </w:p>
    <w:p w:rsidR="005B3ED9" w:rsidRDefault="005B3ED9" w:rsidP="005B3ED9">
      <w:r>
        <w:t>270.7122</w:t>
      </w:r>
      <w:r>
        <w:tab/>
        <w:t>2.025e0</w:t>
      </w:r>
    </w:p>
    <w:p w:rsidR="005B3ED9" w:rsidRDefault="005B3ED9" w:rsidP="005B3ED9">
      <w:r>
        <w:t>270.7251</w:t>
      </w:r>
      <w:r>
        <w:tab/>
        <w:t>1.013e0</w:t>
      </w:r>
    </w:p>
    <w:p w:rsidR="005B3ED9" w:rsidRDefault="005B3ED9" w:rsidP="005B3ED9">
      <w:r>
        <w:t>270.7331</w:t>
      </w:r>
      <w:r>
        <w:tab/>
        <w:t>1.013e0</w:t>
      </w:r>
    </w:p>
    <w:p w:rsidR="005B3ED9" w:rsidRDefault="005B3ED9" w:rsidP="005B3ED9">
      <w:r>
        <w:t>270.8170</w:t>
      </w:r>
      <w:r>
        <w:tab/>
        <w:t>1.013e0</w:t>
      </w:r>
    </w:p>
    <w:p w:rsidR="005B3ED9" w:rsidRDefault="005B3ED9" w:rsidP="005B3ED9">
      <w:r>
        <w:t>270.8220</w:t>
      </w:r>
      <w:r>
        <w:tab/>
        <w:t>1.013e0</w:t>
      </w:r>
    </w:p>
    <w:p w:rsidR="005B3ED9" w:rsidRDefault="005B3ED9" w:rsidP="005B3ED9">
      <w:r>
        <w:t>270.9042</w:t>
      </w:r>
      <w:r>
        <w:tab/>
        <w:t>1.013e0</w:t>
      </w:r>
    </w:p>
    <w:p w:rsidR="005B3ED9" w:rsidRDefault="005B3ED9" w:rsidP="005B3ED9">
      <w:r>
        <w:t>270.9796</w:t>
      </w:r>
      <w:r>
        <w:tab/>
        <w:t>7.089e0</w:t>
      </w:r>
    </w:p>
    <w:p w:rsidR="005B3ED9" w:rsidRDefault="005B3ED9" w:rsidP="005B3ED9">
      <w:r>
        <w:t>270.9822</w:t>
      </w:r>
      <w:r>
        <w:tab/>
        <w:t>1.013e0</w:t>
      </w:r>
    </w:p>
    <w:p w:rsidR="005B3ED9" w:rsidRDefault="005B3ED9" w:rsidP="005B3ED9">
      <w:r>
        <w:t>270.9917</w:t>
      </w:r>
      <w:r>
        <w:tab/>
        <w:t>1.013e0</w:t>
      </w:r>
    </w:p>
    <w:p w:rsidR="005B3ED9" w:rsidRDefault="005B3ED9" w:rsidP="005B3ED9">
      <w:r>
        <w:t>271.0316</w:t>
      </w:r>
      <w:r>
        <w:tab/>
        <w:t>1.013e0</w:t>
      </w:r>
    </w:p>
    <w:p w:rsidR="005B3ED9" w:rsidRDefault="005B3ED9" w:rsidP="005B3ED9">
      <w:r>
        <w:t>271.0716</w:t>
      </w:r>
      <w:r>
        <w:tab/>
        <w:t>1.013e0</w:t>
      </w:r>
    </w:p>
    <w:p w:rsidR="005B3ED9" w:rsidRDefault="005B3ED9" w:rsidP="005B3ED9">
      <w:r>
        <w:lastRenderedPageBreak/>
        <w:t>271.0753</w:t>
      </w:r>
      <w:r>
        <w:tab/>
        <w:t>2.025e0</w:t>
      </w:r>
    </w:p>
    <w:p w:rsidR="005B3ED9" w:rsidRDefault="005B3ED9" w:rsidP="005B3ED9">
      <w:r>
        <w:t>271.0909</w:t>
      </w:r>
      <w:r>
        <w:tab/>
        <w:t>2.025e0</w:t>
      </w:r>
    </w:p>
    <w:p w:rsidR="005B3ED9" w:rsidRDefault="005B3ED9" w:rsidP="005B3ED9">
      <w:r>
        <w:t>271.1144</w:t>
      </w:r>
      <w:r>
        <w:tab/>
        <w:t>1.013e0</w:t>
      </w:r>
    </w:p>
    <w:p w:rsidR="005B3ED9" w:rsidRDefault="005B3ED9" w:rsidP="005B3ED9">
      <w:r>
        <w:t>271.1494</w:t>
      </w:r>
      <w:r>
        <w:tab/>
        <w:t>2.025e0</w:t>
      </w:r>
    </w:p>
    <w:p w:rsidR="005B3ED9" w:rsidRDefault="005B3ED9" w:rsidP="005B3ED9">
      <w:r>
        <w:t>271.1743</w:t>
      </w:r>
      <w:r>
        <w:tab/>
        <w:t>2.025e0</w:t>
      </w:r>
    </w:p>
    <w:p w:rsidR="005B3ED9" w:rsidRDefault="005B3ED9" w:rsidP="005B3ED9">
      <w:r>
        <w:t>271.2060</w:t>
      </w:r>
      <w:r>
        <w:tab/>
        <w:t>2.025e0</w:t>
      </w:r>
    </w:p>
    <w:p w:rsidR="005B3ED9" w:rsidRDefault="005B3ED9" w:rsidP="005B3ED9">
      <w:r>
        <w:t>271.2124</w:t>
      </w:r>
      <w:r>
        <w:tab/>
        <w:t>3.038e0</w:t>
      </w:r>
    </w:p>
    <w:p w:rsidR="005B3ED9" w:rsidRDefault="005B3ED9" w:rsidP="005B3ED9">
      <w:r>
        <w:t>271.2586</w:t>
      </w:r>
      <w:r>
        <w:tab/>
        <w:t>1.013e0</w:t>
      </w:r>
    </w:p>
    <w:p w:rsidR="005B3ED9" w:rsidRDefault="005B3ED9" w:rsidP="005B3ED9">
      <w:r>
        <w:t>271.2627</w:t>
      </w:r>
      <w:r>
        <w:tab/>
        <w:t>1.013e0</w:t>
      </w:r>
    </w:p>
    <w:p w:rsidR="005B3ED9" w:rsidRDefault="005B3ED9" w:rsidP="005B3ED9">
      <w:r>
        <w:t>271.2857</w:t>
      </w:r>
      <w:r>
        <w:tab/>
        <w:t>1.013e0</w:t>
      </w:r>
    </w:p>
    <w:p w:rsidR="005B3ED9" w:rsidRDefault="005B3ED9" w:rsidP="005B3ED9">
      <w:r>
        <w:t>271.2977</w:t>
      </w:r>
      <w:r>
        <w:tab/>
        <w:t>1.013e0</w:t>
      </w:r>
    </w:p>
    <w:p w:rsidR="005B3ED9" w:rsidRDefault="005B3ED9" w:rsidP="005B3ED9">
      <w:r>
        <w:t>271.3513</w:t>
      </w:r>
      <w:r>
        <w:tab/>
        <w:t>1.013e0</w:t>
      </w:r>
    </w:p>
    <w:p w:rsidR="005B3ED9" w:rsidRDefault="005B3ED9" w:rsidP="005B3ED9">
      <w:r>
        <w:t>271.4438</w:t>
      </w:r>
      <w:r>
        <w:tab/>
        <w:t>2.025e0</w:t>
      </w:r>
    </w:p>
    <w:p w:rsidR="005B3ED9" w:rsidRDefault="005B3ED9" w:rsidP="005B3ED9">
      <w:r>
        <w:t>271.4913</w:t>
      </w:r>
      <w:r>
        <w:tab/>
        <w:t>1.013e0</w:t>
      </w:r>
    </w:p>
    <w:p w:rsidR="005B3ED9" w:rsidRDefault="005B3ED9" w:rsidP="005B3ED9">
      <w:r>
        <w:t>271.5350</w:t>
      </w:r>
      <w:r>
        <w:tab/>
        <w:t>1.013e0</w:t>
      </w:r>
    </w:p>
    <w:p w:rsidR="005B3ED9" w:rsidRDefault="005B3ED9" w:rsidP="005B3ED9">
      <w:r>
        <w:t>271.5662</w:t>
      </w:r>
      <w:r>
        <w:tab/>
        <w:t>1.013e0</w:t>
      </w:r>
    </w:p>
    <w:p w:rsidR="005B3ED9" w:rsidRDefault="005B3ED9" w:rsidP="005B3ED9">
      <w:r>
        <w:t>271.6012</w:t>
      </w:r>
      <w:r>
        <w:tab/>
        <w:t>1.013e0</w:t>
      </w:r>
    </w:p>
    <w:p w:rsidR="005B3ED9" w:rsidRDefault="005B3ED9" w:rsidP="005B3ED9">
      <w:r>
        <w:t>271.6872</w:t>
      </w:r>
      <w:r>
        <w:tab/>
        <w:t>1.013e0</w:t>
      </w:r>
    </w:p>
    <w:p w:rsidR="005B3ED9" w:rsidRDefault="005B3ED9" w:rsidP="005B3ED9">
      <w:r>
        <w:t>271.7103</w:t>
      </w:r>
      <w:r>
        <w:tab/>
        <w:t>1.013e0</w:t>
      </w:r>
    </w:p>
    <w:p w:rsidR="005B3ED9" w:rsidRDefault="005B3ED9" w:rsidP="005B3ED9">
      <w:r>
        <w:lastRenderedPageBreak/>
        <w:t>271.7714</w:t>
      </w:r>
      <w:r>
        <w:tab/>
        <w:t>1.013e0</w:t>
      </w:r>
    </w:p>
    <w:p w:rsidR="005B3ED9" w:rsidRDefault="005B3ED9" w:rsidP="005B3ED9">
      <w:r>
        <w:t>271.8586</w:t>
      </w:r>
      <w:r>
        <w:tab/>
        <w:t>1.013e0</w:t>
      </w:r>
    </w:p>
    <w:p w:rsidR="005B3ED9" w:rsidRDefault="005B3ED9" w:rsidP="005B3ED9">
      <w:r>
        <w:t>271.8642</w:t>
      </w:r>
      <w:r>
        <w:tab/>
        <w:t>2.025e0</w:t>
      </w:r>
    </w:p>
    <w:p w:rsidR="005B3ED9" w:rsidRDefault="005B3ED9" w:rsidP="005B3ED9">
      <w:r>
        <w:t>271.8714</w:t>
      </w:r>
      <w:r>
        <w:tab/>
        <w:t>2.452e0</w:t>
      </w:r>
    </w:p>
    <w:p w:rsidR="005B3ED9" w:rsidRDefault="005B3ED9" w:rsidP="005B3ED9">
      <w:r>
        <w:t>271.9287</w:t>
      </w:r>
      <w:r>
        <w:tab/>
        <w:t>1.013e0</w:t>
      </w:r>
    </w:p>
    <w:p w:rsidR="005B3ED9" w:rsidRDefault="005B3ED9" w:rsidP="005B3ED9">
      <w:r>
        <w:t>271.9793</w:t>
      </w:r>
      <w:r>
        <w:tab/>
        <w:t>2.025e0</w:t>
      </w:r>
    </w:p>
    <w:p w:rsidR="005B3ED9" w:rsidRDefault="005B3ED9" w:rsidP="005B3ED9">
      <w:r>
        <w:t>271.9872</w:t>
      </w:r>
      <w:r>
        <w:tab/>
        <w:t>4.051e0</w:t>
      </w:r>
    </w:p>
    <w:p w:rsidR="005B3ED9" w:rsidRDefault="005B3ED9" w:rsidP="005B3ED9">
      <w:r>
        <w:t>272.0009</w:t>
      </w:r>
      <w:r>
        <w:tab/>
        <w:t>2.025e0</w:t>
      </w:r>
    </w:p>
    <w:p w:rsidR="005B3ED9" w:rsidRDefault="005B3ED9" w:rsidP="005B3ED9">
      <w:r>
        <w:t>272.0167</w:t>
      </w:r>
      <w:r>
        <w:tab/>
        <w:t>1.013e0</w:t>
      </w:r>
    </w:p>
    <w:p w:rsidR="005B3ED9" w:rsidRDefault="005B3ED9" w:rsidP="005B3ED9">
      <w:r>
        <w:t>272.0186</w:t>
      </w:r>
      <w:r>
        <w:tab/>
        <w:t>3.038e0</w:t>
      </w:r>
    </w:p>
    <w:p w:rsidR="005B3ED9" w:rsidRDefault="005B3ED9" w:rsidP="005B3ED9">
      <w:r>
        <w:t>272.0339</w:t>
      </w:r>
      <w:r>
        <w:tab/>
        <w:t>1.013e0</w:t>
      </w:r>
    </w:p>
    <w:p w:rsidR="005B3ED9" w:rsidRDefault="005B3ED9" w:rsidP="005B3ED9">
      <w:r>
        <w:t>272.0418</w:t>
      </w:r>
      <w:r>
        <w:tab/>
        <w:t>1.013e0</w:t>
      </w:r>
    </w:p>
    <w:p w:rsidR="005B3ED9" w:rsidRDefault="005B3ED9" w:rsidP="005B3ED9">
      <w:r>
        <w:t>272.1219</w:t>
      </w:r>
      <w:r>
        <w:tab/>
        <w:t>2.025e0</w:t>
      </w:r>
    </w:p>
    <w:p w:rsidR="005B3ED9" w:rsidRDefault="005B3ED9" w:rsidP="005B3ED9">
      <w:r>
        <w:t>272.1520</w:t>
      </w:r>
      <w:r>
        <w:tab/>
        <w:t>1.013e0</w:t>
      </w:r>
    </w:p>
    <w:p w:rsidR="005B3ED9" w:rsidRDefault="005B3ED9" w:rsidP="005B3ED9">
      <w:r>
        <w:t>272.1660</w:t>
      </w:r>
      <w:r>
        <w:tab/>
        <w:t>2.025e0</w:t>
      </w:r>
    </w:p>
    <w:p w:rsidR="005B3ED9" w:rsidRDefault="005B3ED9" w:rsidP="005B3ED9">
      <w:r>
        <w:t>272.1742</w:t>
      </w:r>
      <w:r>
        <w:tab/>
        <w:t>1.013e0</w:t>
      </w:r>
    </w:p>
    <w:p w:rsidR="005B3ED9" w:rsidRDefault="005B3ED9" w:rsidP="005B3ED9">
      <w:r>
        <w:t>272.1821</w:t>
      </w:r>
      <w:r>
        <w:tab/>
        <w:t>2.025e0</w:t>
      </w:r>
    </w:p>
    <w:p w:rsidR="005B3ED9" w:rsidRDefault="005B3ED9" w:rsidP="005B3ED9">
      <w:r>
        <w:t>272.1992</w:t>
      </w:r>
      <w:r>
        <w:tab/>
        <w:t>3.038e0</w:t>
      </w:r>
    </w:p>
    <w:p w:rsidR="005B3ED9" w:rsidRDefault="005B3ED9" w:rsidP="005B3ED9">
      <w:r>
        <w:t>272.2484</w:t>
      </w:r>
      <w:r>
        <w:tab/>
        <w:t>1.013e0</w:t>
      </w:r>
    </w:p>
    <w:p w:rsidR="005B3ED9" w:rsidRDefault="005B3ED9" w:rsidP="005B3ED9">
      <w:r>
        <w:lastRenderedPageBreak/>
        <w:t>272.2714</w:t>
      </w:r>
      <w:r>
        <w:tab/>
        <w:t>1.013e0</w:t>
      </w:r>
    </w:p>
    <w:p w:rsidR="005B3ED9" w:rsidRDefault="005B3ED9" w:rsidP="005B3ED9">
      <w:r>
        <w:t>272.3456</w:t>
      </w:r>
      <w:r>
        <w:tab/>
        <w:t>2.025e0</w:t>
      </w:r>
    </w:p>
    <w:p w:rsidR="005B3ED9" w:rsidRDefault="005B3ED9" w:rsidP="005B3ED9">
      <w:r>
        <w:t>272.3575</w:t>
      </w:r>
      <w:r>
        <w:tab/>
        <w:t>1.013e0</w:t>
      </w:r>
    </w:p>
    <w:p w:rsidR="005B3ED9" w:rsidRDefault="005B3ED9" w:rsidP="005B3ED9">
      <w:r>
        <w:t>272.4468</w:t>
      </w:r>
      <w:r>
        <w:tab/>
        <w:t>1.013e0</w:t>
      </w:r>
    </w:p>
    <w:p w:rsidR="005B3ED9" w:rsidRDefault="005B3ED9" w:rsidP="005B3ED9">
      <w:r>
        <w:t>272.4570</w:t>
      </w:r>
      <w:r>
        <w:tab/>
        <w:t>2.025e0</w:t>
      </w:r>
    </w:p>
    <w:p w:rsidR="005B3ED9" w:rsidRDefault="005B3ED9" w:rsidP="005B3ED9">
      <w:r>
        <w:t>272.4819</w:t>
      </w:r>
      <w:r>
        <w:tab/>
        <w:t>1.013e0</w:t>
      </w:r>
    </w:p>
    <w:p w:rsidR="005B3ED9" w:rsidRDefault="005B3ED9" w:rsidP="005B3ED9">
      <w:r>
        <w:t>272.5130</w:t>
      </w:r>
      <w:r>
        <w:tab/>
        <w:t>1.013e0</w:t>
      </w:r>
    </w:p>
    <w:p w:rsidR="005B3ED9" w:rsidRDefault="005B3ED9" w:rsidP="005B3ED9">
      <w:r>
        <w:t>272.5601</w:t>
      </w:r>
      <w:r>
        <w:tab/>
        <w:t>1.013e0</w:t>
      </w:r>
    </w:p>
    <w:p w:rsidR="005B3ED9" w:rsidRDefault="005B3ED9" w:rsidP="005B3ED9">
      <w:r>
        <w:t>272.5832</w:t>
      </w:r>
      <w:r>
        <w:tab/>
        <w:t>1.013e0</w:t>
      </w:r>
    </w:p>
    <w:p w:rsidR="005B3ED9" w:rsidRDefault="005B3ED9" w:rsidP="005B3ED9">
      <w:r>
        <w:t>272.6303</w:t>
      </w:r>
      <w:r>
        <w:tab/>
        <w:t>1.013e0</w:t>
      </w:r>
    </w:p>
    <w:p w:rsidR="005B3ED9" w:rsidRDefault="005B3ED9" w:rsidP="005B3ED9">
      <w:r>
        <w:t>272.6535</w:t>
      </w:r>
      <w:r>
        <w:tab/>
        <w:t>1.013e0</w:t>
      </w:r>
    </w:p>
    <w:p w:rsidR="005B3ED9" w:rsidRDefault="005B3ED9" w:rsidP="005B3ED9">
      <w:r>
        <w:t>272.6693</w:t>
      </w:r>
      <w:r>
        <w:tab/>
        <w:t>1.013e0</w:t>
      </w:r>
    </w:p>
    <w:p w:rsidR="005B3ED9" w:rsidRDefault="005B3ED9" w:rsidP="005B3ED9">
      <w:r>
        <w:t>272.7707</w:t>
      </w:r>
      <w:r>
        <w:tab/>
        <w:t>1.013e0</w:t>
      </w:r>
    </w:p>
    <w:p w:rsidR="005B3ED9" w:rsidRDefault="005B3ED9" w:rsidP="005B3ED9">
      <w:r>
        <w:t>272.8369</w:t>
      </w:r>
      <w:r>
        <w:tab/>
        <w:t>1.013e0</w:t>
      </w:r>
    </w:p>
    <w:p w:rsidR="005B3ED9" w:rsidRDefault="005B3ED9" w:rsidP="005B3ED9">
      <w:r>
        <w:t>272.8593</w:t>
      </w:r>
      <w:r>
        <w:tab/>
        <w:t>1.013e0</w:t>
      </w:r>
    </w:p>
    <w:p w:rsidR="005B3ED9" w:rsidRDefault="005B3ED9" w:rsidP="005B3ED9">
      <w:r>
        <w:t>272.8720</w:t>
      </w:r>
      <w:r>
        <w:tab/>
        <w:t>1.013e0</w:t>
      </w:r>
    </w:p>
    <w:p w:rsidR="005B3ED9" w:rsidRDefault="005B3ED9" w:rsidP="005B3ED9">
      <w:r>
        <w:t>272.8991</w:t>
      </w:r>
      <w:r>
        <w:tab/>
        <w:t>1.013e0</w:t>
      </w:r>
    </w:p>
    <w:p w:rsidR="005B3ED9" w:rsidRDefault="005B3ED9" w:rsidP="005B3ED9">
      <w:r>
        <w:t>272.9381</w:t>
      </w:r>
      <w:r>
        <w:tab/>
        <w:t>1.013e0</w:t>
      </w:r>
    </w:p>
    <w:p w:rsidR="005B3ED9" w:rsidRDefault="005B3ED9" w:rsidP="005B3ED9">
      <w:r>
        <w:t>272.9522</w:t>
      </w:r>
      <w:r>
        <w:tab/>
        <w:t>2.025e0</w:t>
      </w:r>
    </w:p>
    <w:p w:rsidR="005B3ED9" w:rsidRDefault="005B3ED9" w:rsidP="005B3ED9">
      <w:r>
        <w:lastRenderedPageBreak/>
        <w:t>272.9724</w:t>
      </w:r>
      <w:r>
        <w:tab/>
        <w:t>4.721e0</w:t>
      </w:r>
    </w:p>
    <w:p w:rsidR="005B3ED9" w:rsidRDefault="005B3ED9" w:rsidP="005B3ED9">
      <w:r>
        <w:t>272.9900</w:t>
      </w:r>
      <w:r>
        <w:tab/>
        <w:t>1.013e0</w:t>
      </w:r>
    </w:p>
    <w:p w:rsidR="005B3ED9" w:rsidRDefault="005B3ED9" w:rsidP="005B3ED9">
      <w:r>
        <w:t>272.9949</w:t>
      </w:r>
      <w:r>
        <w:tab/>
        <w:t>3.038e0</w:t>
      </w:r>
    </w:p>
    <w:p w:rsidR="005B3ED9" w:rsidRDefault="005B3ED9" w:rsidP="005B3ED9">
      <w:r>
        <w:t>273.0022</w:t>
      </w:r>
      <w:r>
        <w:tab/>
        <w:t>1.148e1</w:t>
      </w:r>
    </w:p>
    <w:p w:rsidR="005B3ED9" w:rsidRDefault="005B3ED9" w:rsidP="005B3ED9">
      <w:r>
        <w:t>273.0093</w:t>
      </w:r>
      <w:r>
        <w:tab/>
        <w:t>3.038e0</w:t>
      </w:r>
    </w:p>
    <w:p w:rsidR="005B3ED9" w:rsidRDefault="005B3ED9" w:rsidP="005B3ED9">
      <w:r>
        <w:t>273.0185</w:t>
      </w:r>
      <w:r>
        <w:tab/>
        <w:t>2.025e0</w:t>
      </w:r>
    </w:p>
    <w:p w:rsidR="005B3ED9" w:rsidRDefault="005B3ED9" w:rsidP="005B3ED9">
      <w:r>
        <w:t>273.0234</w:t>
      </w:r>
      <w:r>
        <w:tab/>
        <w:t>3.663e0</w:t>
      </w:r>
    </w:p>
    <w:p w:rsidR="005B3ED9" w:rsidRDefault="005B3ED9" w:rsidP="005B3ED9">
      <w:r>
        <w:t>273.0418</w:t>
      </w:r>
      <w:r>
        <w:tab/>
        <w:t>4.091e0</w:t>
      </w:r>
    </w:p>
    <w:p w:rsidR="005B3ED9" w:rsidRDefault="005B3ED9" w:rsidP="005B3ED9">
      <w:r>
        <w:t>273.0553</w:t>
      </w:r>
      <w:r>
        <w:tab/>
        <w:t>1.013e0</w:t>
      </w:r>
    </w:p>
    <w:p w:rsidR="005B3ED9" w:rsidRDefault="005B3ED9" w:rsidP="005B3ED9">
      <w:r>
        <w:t>273.1136</w:t>
      </w:r>
      <w:r>
        <w:tab/>
        <w:t>1.013e0</w:t>
      </w:r>
    </w:p>
    <w:p w:rsidR="005B3ED9" w:rsidRDefault="005B3ED9" w:rsidP="005B3ED9">
      <w:r>
        <w:t>273.1586</w:t>
      </w:r>
      <w:r>
        <w:tab/>
        <w:t>2.025e0</w:t>
      </w:r>
    </w:p>
    <w:p w:rsidR="005B3ED9" w:rsidRDefault="005B3ED9" w:rsidP="005B3ED9">
      <w:r>
        <w:t>273.1709</w:t>
      </w:r>
      <w:r>
        <w:tab/>
        <w:t>1.013e0</w:t>
      </w:r>
    </w:p>
    <w:p w:rsidR="005B3ED9" w:rsidRDefault="005B3ED9" w:rsidP="005B3ED9">
      <w:r>
        <w:t>273.1839</w:t>
      </w:r>
      <w:r>
        <w:tab/>
        <w:t>1.013e0</w:t>
      </w:r>
    </w:p>
    <w:p w:rsidR="005B3ED9" w:rsidRDefault="005B3ED9" w:rsidP="005B3ED9">
      <w:r>
        <w:t>273.2111</w:t>
      </w:r>
      <w:r>
        <w:tab/>
        <w:t>2.025e0</w:t>
      </w:r>
    </w:p>
    <w:p w:rsidR="005B3ED9" w:rsidRDefault="005B3ED9" w:rsidP="005B3ED9">
      <w:r>
        <w:t>273.2501</w:t>
      </w:r>
      <w:r>
        <w:tab/>
        <w:t>1.013e0</w:t>
      </w:r>
    </w:p>
    <w:p w:rsidR="005B3ED9" w:rsidRDefault="005B3ED9" w:rsidP="005B3ED9">
      <w:r>
        <w:t>273.2813</w:t>
      </w:r>
      <w:r>
        <w:tab/>
        <w:t>1.013e0</w:t>
      </w:r>
    </w:p>
    <w:p w:rsidR="005B3ED9" w:rsidRDefault="005B3ED9" w:rsidP="005B3ED9">
      <w:r>
        <w:t>273.4475</w:t>
      </w:r>
      <w:r>
        <w:tab/>
        <w:t>1.013e0</w:t>
      </w:r>
    </w:p>
    <w:p w:rsidR="005B3ED9" w:rsidRDefault="005B3ED9" w:rsidP="005B3ED9">
      <w:r>
        <w:t>273.4919</w:t>
      </w:r>
      <w:r>
        <w:tab/>
        <w:t>4.051e0</w:t>
      </w:r>
    </w:p>
    <w:p w:rsidR="005B3ED9" w:rsidRDefault="005B3ED9" w:rsidP="005B3ED9">
      <w:r>
        <w:t>273.5482</w:t>
      </w:r>
      <w:r>
        <w:tab/>
        <w:t>1.013e0</w:t>
      </w:r>
    </w:p>
    <w:p w:rsidR="005B3ED9" w:rsidRDefault="005B3ED9" w:rsidP="005B3ED9">
      <w:r>
        <w:lastRenderedPageBreak/>
        <w:t>273.6186</w:t>
      </w:r>
      <w:r>
        <w:tab/>
        <w:t>1.013e0</w:t>
      </w:r>
    </w:p>
    <w:p w:rsidR="005B3ED9" w:rsidRDefault="005B3ED9" w:rsidP="005B3ED9">
      <w:r>
        <w:t>273.6230</w:t>
      </w:r>
      <w:r>
        <w:tab/>
        <w:t>2.025e0</w:t>
      </w:r>
    </w:p>
    <w:p w:rsidR="005B3ED9" w:rsidRDefault="005B3ED9" w:rsidP="005B3ED9">
      <w:r>
        <w:t>273.6539</w:t>
      </w:r>
      <w:r>
        <w:tab/>
        <w:t>2.025e0</w:t>
      </w:r>
    </w:p>
    <w:p w:rsidR="005B3ED9" w:rsidRDefault="005B3ED9" w:rsidP="005B3ED9">
      <w:r>
        <w:t>273.6577</w:t>
      </w:r>
      <w:r>
        <w:tab/>
        <w:t>4.051e0</w:t>
      </w:r>
    </w:p>
    <w:p w:rsidR="005B3ED9" w:rsidRDefault="005B3ED9" w:rsidP="005B3ED9">
      <w:r>
        <w:t>273.6891</w:t>
      </w:r>
      <w:r>
        <w:tab/>
        <w:t>1.013e0</w:t>
      </w:r>
    </w:p>
    <w:p w:rsidR="005B3ED9" w:rsidRDefault="005B3ED9" w:rsidP="005B3ED9">
      <w:r>
        <w:t>273.7067</w:t>
      </w:r>
      <w:r>
        <w:tab/>
        <w:t>1.013e0</w:t>
      </w:r>
    </w:p>
    <w:p w:rsidR="005B3ED9" w:rsidRDefault="005B3ED9" w:rsidP="005B3ED9">
      <w:r>
        <w:t>273.7294</w:t>
      </w:r>
      <w:r>
        <w:tab/>
        <w:t>1.013e0</w:t>
      </w:r>
    </w:p>
    <w:p w:rsidR="005B3ED9" w:rsidRDefault="005B3ED9" w:rsidP="005B3ED9">
      <w:r>
        <w:t>273.7339</w:t>
      </w:r>
      <w:r>
        <w:tab/>
        <w:t>1.013e0</w:t>
      </w:r>
    </w:p>
    <w:p w:rsidR="005B3ED9" w:rsidRDefault="005B3ED9" w:rsidP="005B3ED9">
      <w:r>
        <w:t>273.7949</w:t>
      </w:r>
      <w:r>
        <w:tab/>
        <w:t>1.013e0</w:t>
      </w:r>
    </w:p>
    <w:p w:rsidR="005B3ED9" w:rsidRDefault="005B3ED9" w:rsidP="005B3ED9">
      <w:r>
        <w:t>273.8301</w:t>
      </w:r>
      <w:r>
        <w:tab/>
        <w:t>1.013e0</w:t>
      </w:r>
    </w:p>
    <w:p w:rsidR="005B3ED9" w:rsidRDefault="005B3ED9" w:rsidP="005B3ED9">
      <w:r>
        <w:t>273.8906</w:t>
      </w:r>
      <w:r>
        <w:tab/>
        <w:t>2.025e0</w:t>
      </w:r>
    </w:p>
    <w:p w:rsidR="005B3ED9" w:rsidRDefault="005B3ED9" w:rsidP="005B3ED9">
      <w:r>
        <w:t>273.9434</w:t>
      </w:r>
      <w:r>
        <w:tab/>
        <w:t>2.025e0</w:t>
      </w:r>
    </w:p>
    <w:p w:rsidR="005B3ED9" w:rsidRDefault="005B3ED9" w:rsidP="005B3ED9">
      <w:r>
        <w:t>273.9526</w:t>
      </w:r>
      <w:r>
        <w:tab/>
        <w:t>2.025e0</w:t>
      </w:r>
    </w:p>
    <w:p w:rsidR="005B3ED9" w:rsidRDefault="005B3ED9" w:rsidP="005B3ED9">
      <w:r>
        <w:t>273.9818</w:t>
      </w:r>
      <w:r>
        <w:tab/>
        <w:t>2.025e0</w:t>
      </w:r>
    </w:p>
    <w:p w:rsidR="005B3ED9" w:rsidRDefault="005B3ED9" w:rsidP="005B3ED9">
      <w:r>
        <w:t>273.9973</w:t>
      </w:r>
      <w:r>
        <w:tab/>
        <w:t>3.038e0</w:t>
      </w:r>
    </w:p>
    <w:p w:rsidR="005B3ED9" w:rsidRDefault="005B3ED9" w:rsidP="005B3ED9">
      <w:r>
        <w:t>274.0134</w:t>
      </w:r>
      <w:r>
        <w:tab/>
        <w:t>3.038e0</w:t>
      </w:r>
    </w:p>
    <w:p w:rsidR="005B3ED9" w:rsidRDefault="005B3ED9" w:rsidP="005B3ED9">
      <w:r>
        <w:t>274.0149</w:t>
      </w:r>
      <w:r>
        <w:tab/>
        <w:t>8.101e0</w:t>
      </w:r>
    </w:p>
    <w:p w:rsidR="005B3ED9" w:rsidRDefault="005B3ED9" w:rsidP="005B3ED9">
      <w:r>
        <w:t>274.0181</w:t>
      </w:r>
      <w:r>
        <w:tab/>
        <w:t>3.957e0</w:t>
      </w:r>
    </w:p>
    <w:p w:rsidR="005B3ED9" w:rsidRDefault="005B3ED9" w:rsidP="005B3ED9">
      <w:r>
        <w:t>274.0229</w:t>
      </w:r>
      <w:r>
        <w:tab/>
        <w:t>2.025e0</w:t>
      </w:r>
    </w:p>
    <w:p w:rsidR="005B3ED9" w:rsidRDefault="005B3ED9" w:rsidP="005B3ED9">
      <w:r>
        <w:lastRenderedPageBreak/>
        <w:t>274.0630</w:t>
      </w:r>
      <w:r>
        <w:tab/>
        <w:t>2.025e0</w:t>
      </w:r>
    </w:p>
    <w:p w:rsidR="005B3ED9" w:rsidRDefault="005B3ED9" w:rsidP="005B3ED9">
      <w:r>
        <w:t>274.1476</w:t>
      </w:r>
      <w:r>
        <w:tab/>
        <w:t>1.013e0</w:t>
      </w:r>
    </w:p>
    <w:p w:rsidR="005B3ED9" w:rsidRDefault="005B3ED9" w:rsidP="005B3ED9">
      <w:r>
        <w:t>274.1729</w:t>
      </w:r>
      <w:r>
        <w:tab/>
        <w:t>1.013e0</w:t>
      </w:r>
    </w:p>
    <w:p w:rsidR="005B3ED9" w:rsidRDefault="005B3ED9" w:rsidP="005B3ED9">
      <w:r>
        <w:t>274.1827</w:t>
      </w:r>
      <w:r>
        <w:tab/>
        <w:t>1.013e0</w:t>
      </w:r>
    </w:p>
    <w:p w:rsidR="005B3ED9" w:rsidRDefault="005B3ED9" w:rsidP="005B3ED9">
      <w:r>
        <w:t>274.1947</w:t>
      </w:r>
      <w:r>
        <w:tab/>
        <w:t>2.025e0</w:t>
      </w:r>
    </w:p>
    <w:p w:rsidR="005B3ED9" w:rsidRDefault="005B3ED9" w:rsidP="005B3ED9">
      <w:r>
        <w:t>274.1986</w:t>
      </w:r>
      <w:r>
        <w:tab/>
        <w:t>1.013e0</w:t>
      </w:r>
    </w:p>
    <w:p w:rsidR="005B3ED9" w:rsidRDefault="005B3ED9" w:rsidP="005B3ED9">
      <w:r>
        <w:t>274.2032</w:t>
      </w:r>
      <w:r>
        <w:tab/>
        <w:t>1.013e0</w:t>
      </w:r>
    </w:p>
    <w:p w:rsidR="005B3ED9" w:rsidRDefault="005B3ED9" w:rsidP="005B3ED9">
      <w:r>
        <w:t>274.2345</w:t>
      </w:r>
      <w:r>
        <w:tab/>
        <w:t>2.025e0</w:t>
      </w:r>
    </w:p>
    <w:p w:rsidR="005B3ED9" w:rsidRDefault="005B3ED9" w:rsidP="005B3ED9">
      <w:r>
        <w:t>274.2486</w:t>
      </w:r>
      <w:r>
        <w:tab/>
        <w:t>1.013e0</w:t>
      </w:r>
    </w:p>
    <w:p w:rsidR="005B3ED9" w:rsidRDefault="005B3ED9" w:rsidP="005B3ED9">
      <w:r>
        <w:t>274.2839</w:t>
      </w:r>
      <w:r>
        <w:tab/>
        <w:t>1.013e0</w:t>
      </w:r>
    </w:p>
    <w:p w:rsidR="005B3ED9" w:rsidRDefault="005B3ED9" w:rsidP="005B3ED9">
      <w:r>
        <w:t>274.3703</w:t>
      </w:r>
      <w:r>
        <w:tab/>
        <w:t>1.013e0</w:t>
      </w:r>
    </w:p>
    <w:p w:rsidR="005B3ED9" w:rsidRDefault="005B3ED9" w:rsidP="005B3ED9">
      <w:r>
        <w:t>274.3935</w:t>
      </w:r>
      <w:r>
        <w:tab/>
        <w:t>1.013e0</w:t>
      </w:r>
    </w:p>
    <w:p w:rsidR="005B3ED9" w:rsidRDefault="005B3ED9" w:rsidP="005B3ED9">
      <w:r>
        <w:t>274.4259</w:t>
      </w:r>
      <w:r>
        <w:tab/>
        <w:t>2.025e0</w:t>
      </w:r>
    </w:p>
    <w:p w:rsidR="005B3ED9" w:rsidRDefault="005B3ED9" w:rsidP="005B3ED9">
      <w:r>
        <w:t>274.4286</w:t>
      </w:r>
      <w:r>
        <w:tab/>
        <w:t>1.013e0</w:t>
      </w:r>
    </w:p>
    <w:p w:rsidR="005B3ED9" w:rsidRDefault="005B3ED9" w:rsidP="005B3ED9">
      <w:r>
        <w:t>274.4679</w:t>
      </w:r>
      <w:r>
        <w:tab/>
        <w:t>1.013e0</w:t>
      </w:r>
    </w:p>
    <w:p w:rsidR="005B3ED9" w:rsidRDefault="005B3ED9" w:rsidP="005B3ED9">
      <w:r>
        <w:t>274.4757</w:t>
      </w:r>
      <w:r>
        <w:tab/>
        <w:t>1.013e0</w:t>
      </w:r>
    </w:p>
    <w:p w:rsidR="005B3ED9" w:rsidRDefault="005B3ED9" w:rsidP="005B3ED9">
      <w:r>
        <w:t>274.5110</w:t>
      </w:r>
      <w:r>
        <w:tab/>
        <w:t>1.013e0</w:t>
      </w:r>
    </w:p>
    <w:p w:rsidR="005B3ED9" w:rsidRDefault="005B3ED9" w:rsidP="005B3ED9">
      <w:r>
        <w:t>274.5262</w:t>
      </w:r>
      <w:r>
        <w:tab/>
        <w:t>1.013e0</w:t>
      </w:r>
    </w:p>
    <w:p w:rsidR="005B3ED9" w:rsidRDefault="005B3ED9" w:rsidP="005B3ED9">
      <w:r>
        <w:t>274.6045</w:t>
      </w:r>
      <w:r>
        <w:tab/>
        <w:t>1.013e0</w:t>
      </w:r>
    </w:p>
    <w:p w:rsidR="005B3ED9" w:rsidRDefault="005B3ED9" w:rsidP="005B3ED9">
      <w:r>
        <w:lastRenderedPageBreak/>
        <w:t>274.6329</w:t>
      </w:r>
      <w:r>
        <w:tab/>
        <w:t>2.025e0</w:t>
      </w:r>
    </w:p>
    <w:p w:rsidR="005B3ED9" w:rsidRDefault="005B3ED9" w:rsidP="005B3ED9">
      <w:r>
        <w:t>274.6979</w:t>
      </w:r>
      <w:r>
        <w:tab/>
        <w:t>1.013e0</w:t>
      </w:r>
    </w:p>
    <w:p w:rsidR="005B3ED9" w:rsidRDefault="005B3ED9" w:rsidP="005B3ED9">
      <w:r>
        <w:t>274.7534</w:t>
      </w:r>
      <w:r>
        <w:tab/>
        <w:t>1.013e0</w:t>
      </w:r>
    </w:p>
    <w:p w:rsidR="005B3ED9" w:rsidRDefault="005B3ED9" w:rsidP="005B3ED9">
      <w:r>
        <w:t>274.8407</w:t>
      </w:r>
      <w:r>
        <w:tab/>
        <w:t>2.025e0</w:t>
      </w:r>
    </w:p>
    <w:p w:rsidR="005B3ED9" w:rsidRDefault="005B3ED9" w:rsidP="005B3ED9">
      <w:r>
        <w:t>274.9481</w:t>
      </w:r>
      <w:r>
        <w:tab/>
        <w:t>2.025e0</w:t>
      </w:r>
    </w:p>
    <w:p w:rsidR="005B3ED9" w:rsidRDefault="005B3ED9" w:rsidP="005B3ED9">
      <w:r>
        <w:t>274.9873</w:t>
      </w:r>
      <w:r>
        <w:tab/>
        <w:t>2.142e0</w:t>
      </w:r>
    </w:p>
    <w:p w:rsidR="005B3ED9" w:rsidRDefault="005B3ED9" w:rsidP="005B3ED9">
      <w:r>
        <w:t>275.0041</w:t>
      </w:r>
      <w:r>
        <w:tab/>
        <w:t>4.051e0</w:t>
      </w:r>
    </w:p>
    <w:p w:rsidR="005B3ED9" w:rsidRDefault="005B3ED9" w:rsidP="005B3ED9">
      <w:r>
        <w:t>275.0176</w:t>
      </w:r>
      <w:r>
        <w:tab/>
        <w:t>3.901e0</w:t>
      </w:r>
    </w:p>
    <w:p w:rsidR="005B3ED9" w:rsidRDefault="005B3ED9" w:rsidP="005B3ED9">
      <w:r>
        <w:t>275.0274</w:t>
      </w:r>
      <w:r>
        <w:tab/>
        <w:t>3.038e0</w:t>
      </w:r>
    </w:p>
    <w:p w:rsidR="005B3ED9" w:rsidRDefault="005B3ED9" w:rsidP="005B3ED9">
      <w:r>
        <w:t>275.0422</w:t>
      </w:r>
      <w:r>
        <w:tab/>
        <w:t>6.226e0</w:t>
      </w:r>
    </w:p>
    <w:p w:rsidR="005B3ED9" w:rsidRDefault="005B3ED9" w:rsidP="005B3ED9">
      <w:r>
        <w:t>275.0496</w:t>
      </w:r>
      <w:r>
        <w:tab/>
        <w:t>2.025e0</w:t>
      </w:r>
    </w:p>
    <w:p w:rsidR="005B3ED9" w:rsidRDefault="005B3ED9" w:rsidP="005B3ED9">
      <w:r>
        <w:t>275.0536</w:t>
      </w:r>
      <w:r>
        <w:tab/>
        <w:t>1.013e0</w:t>
      </w:r>
    </w:p>
    <w:p w:rsidR="005B3ED9" w:rsidRDefault="005B3ED9" w:rsidP="005B3ED9">
      <w:r>
        <w:t>275.0618</w:t>
      </w:r>
      <w:r>
        <w:tab/>
        <w:t>1.013e0</w:t>
      </w:r>
    </w:p>
    <w:p w:rsidR="005B3ED9" w:rsidRDefault="005B3ED9" w:rsidP="005B3ED9">
      <w:r>
        <w:t>275.0915</w:t>
      </w:r>
      <w:r>
        <w:tab/>
        <w:t>2.025e0</w:t>
      </w:r>
    </w:p>
    <w:p w:rsidR="005B3ED9" w:rsidRDefault="005B3ED9" w:rsidP="005B3ED9">
      <w:r>
        <w:t>275.1240</w:t>
      </w:r>
      <w:r>
        <w:tab/>
        <w:t>1.013e0</w:t>
      </w:r>
    </w:p>
    <w:p w:rsidR="005B3ED9" w:rsidRDefault="005B3ED9" w:rsidP="005B3ED9">
      <w:r>
        <w:t>275.1630</w:t>
      </w:r>
      <w:r>
        <w:tab/>
        <w:t>1.013e0</w:t>
      </w:r>
    </w:p>
    <w:p w:rsidR="005B3ED9" w:rsidRDefault="005B3ED9" w:rsidP="005B3ED9">
      <w:r>
        <w:t>275.1681</w:t>
      </w:r>
      <w:r>
        <w:tab/>
        <w:t>1.013e0</w:t>
      </w:r>
    </w:p>
    <w:p w:rsidR="005B3ED9" w:rsidRDefault="005B3ED9" w:rsidP="005B3ED9">
      <w:r>
        <w:t>275.2174</w:t>
      </w:r>
      <w:r>
        <w:tab/>
        <w:t>1.013e0</w:t>
      </w:r>
    </w:p>
    <w:p w:rsidR="005B3ED9" w:rsidRDefault="005B3ED9" w:rsidP="005B3ED9">
      <w:r>
        <w:t>275.2527</w:t>
      </w:r>
      <w:r>
        <w:tab/>
        <w:t>1.013e0</w:t>
      </w:r>
    </w:p>
    <w:p w:rsidR="005B3ED9" w:rsidRDefault="005B3ED9" w:rsidP="005B3ED9">
      <w:r>
        <w:lastRenderedPageBreak/>
        <w:t>275.3582</w:t>
      </w:r>
      <w:r>
        <w:tab/>
        <w:t>1.013e0</w:t>
      </w:r>
    </w:p>
    <w:p w:rsidR="005B3ED9" w:rsidRDefault="005B3ED9" w:rsidP="005B3ED9">
      <w:r>
        <w:t>275.3855</w:t>
      </w:r>
      <w:r>
        <w:tab/>
        <w:t>1.013e0</w:t>
      </w:r>
    </w:p>
    <w:p w:rsidR="005B3ED9" w:rsidRDefault="005B3ED9" w:rsidP="005B3ED9">
      <w:r>
        <w:t>275.3975</w:t>
      </w:r>
      <w:r>
        <w:tab/>
        <w:t>1.013e0</w:t>
      </w:r>
    </w:p>
    <w:p w:rsidR="005B3ED9" w:rsidRDefault="005B3ED9" w:rsidP="005B3ED9">
      <w:r>
        <w:t>275.4718</w:t>
      </w:r>
      <w:r>
        <w:tab/>
        <w:t>1.013e0</w:t>
      </w:r>
    </w:p>
    <w:p w:rsidR="005B3ED9" w:rsidRDefault="005B3ED9" w:rsidP="005B3ED9">
      <w:r>
        <w:t>275.5381</w:t>
      </w:r>
      <w:r>
        <w:tab/>
        <w:t>1.013e0</w:t>
      </w:r>
    </w:p>
    <w:p w:rsidR="005B3ED9" w:rsidRDefault="005B3ED9" w:rsidP="005B3ED9">
      <w:r>
        <w:t>275.5732</w:t>
      </w:r>
      <w:r>
        <w:tab/>
        <w:t>1.013e0</w:t>
      </w:r>
    </w:p>
    <w:p w:rsidR="005B3ED9" w:rsidRDefault="005B3ED9" w:rsidP="005B3ED9">
      <w:r>
        <w:t>275.6116</w:t>
      </w:r>
      <w:r>
        <w:tab/>
        <w:t>2.025e0</w:t>
      </w:r>
    </w:p>
    <w:p w:rsidR="005B3ED9" w:rsidRDefault="005B3ED9" w:rsidP="005B3ED9">
      <w:r>
        <w:t>275.6136</w:t>
      </w:r>
      <w:r>
        <w:tab/>
        <w:t>1.013e0</w:t>
      </w:r>
    </w:p>
    <w:p w:rsidR="005B3ED9" w:rsidRDefault="005B3ED9" w:rsidP="005B3ED9">
      <w:r>
        <w:t>275.6358</w:t>
      </w:r>
      <w:r>
        <w:tab/>
        <w:t>1.013e0</w:t>
      </w:r>
    </w:p>
    <w:p w:rsidR="005B3ED9" w:rsidRDefault="005B3ED9" w:rsidP="005B3ED9">
      <w:r>
        <w:t>275.6669</w:t>
      </w:r>
      <w:r>
        <w:tab/>
        <w:t>1.013e0</w:t>
      </w:r>
    </w:p>
    <w:p w:rsidR="005B3ED9" w:rsidRDefault="005B3ED9" w:rsidP="005B3ED9">
      <w:r>
        <w:t>275.6868</w:t>
      </w:r>
      <w:r>
        <w:tab/>
        <w:t>2.025e0</w:t>
      </w:r>
    </w:p>
    <w:p w:rsidR="005B3ED9" w:rsidRDefault="005B3ED9" w:rsidP="005B3ED9">
      <w:r>
        <w:t>275.7150</w:t>
      </w:r>
      <w:r>
        <w:tab/>
        <w:t>1.013e0</w:t>
      </w:r>
    </w:p>
    <w:p w:rsidR="005B3ED9" w:rsidRDefault="005B3ED9" w:rsidP="005B3ED9">
      <w:r>
        <w:t>275.7201</w:t>
      </w:r>
      <w:r>
        <w:tab/>
        <w:t>1.013e0</w:t>
      </w:r>
    </w:p>
    <w:p w:rsidR="005B3ED9" w:rsidRDefault="005B3ED9" w:rsidP="005B3ED9">
      <w:r>
        <w:t>275.7860</w:t>
      </w:r>
      <w:r>
        <w:tab/>
        <w:t>1.013e0</w:t>
      </w:r>
    </w:p>
    <w:p w:rsidR="005B3ED9" w:rsidRDefault="005B3ED9" w:rsidP="005B3ED9">
      <w:r>
        <w:t>275.8620</w:t>
      </w:r>
      <w:r>
        <w:tab/>
        <w:t>1.013e0</w:t>
      </w:r>
    </w:p>
    <w:p w:rsidR="005B3ED9" w:rsidRDefault="005B3ED9" w:rsidP="005B3ED9">
      <w:r>
        <w:t>275.8661</w:t>
      </w:r>
      <w:r>
        <w:tab/>
        <w:t>1.013e0</w:t>
      </w:r>
    </w:p>
    <w:p w:rsidR="005B3ED9" w:rsidRDefault="005B3ED9" w:rsidP="005B3ED9">
      <w:r>
        <w:t>275.9533</w:t>
      </w:r>
      <w:r>
        <w:tab/>
        <w:t>2.025e0</w:t>
      </w:r>
    </w:p>
    <w:p w:rsidR="005B3ED9" w:rsidRDefault="005B3ED9" w:rsidP="005B3ED9">
      <w:r>
        <w:t>275.9717</w:t>
      </w:r>
      <w:r>
        <w:tab/>
        <w:t>2.025e0</w:t>
      </w:r>
    </w:p>
    <w:p w:rsidR="005B3ED9" w:rsidRDefault="005B3ED9" w:rsidP="005B3ED9">
      <w:r>
        <w:t>275.9737</w:t>
      </w:r>
      <w:r>
        <w:tab/>
        <w:t>2.025e0</w:t>
      </w:r>
    </w:p>
    <w:p w:rsidR="005B3ED9" w:rsidRDefault="005B3ED9" w:rsidP="005B3ED9">
      <w:r>
        <w:lastRenderedPageBreak/>
        <w:t>275.9837</w:t>
      </w:r>
      <w:r>
        <w:tab/>
        <w:t>1.013e0</w:t>
      </w:r>
    </w:p>
    <w:p w:rsidR="005B3ED9" w:rsidRDefault="005B3ED9" w:rsidP="005B3ED9">
      <w:r>
        <w:t>275.9893</w:t>
      </w:r>
      <w:r>
        <w:tab/>
        <w:t>2.025e0</w:t>
      </w:r>
    </w:p>
    <w:p w:rsidR="005B3ED9" w:rsidRDefault="005B3ED9" w:rsidP="005B3ED9">
      <w:r>
        <w:t>276.0174</w:t>
      </w:r>
      <w:r>
        <w:tab/>
        <w:t>2.025e0</w:t>
      </w:r>
    </w:p>
    <w:p w:rsidR="005B3ED9" w:rsidRDefault="005B3ED9" w:rsidP="005B3ED9">
      <w:r>
        <w:t>276.0267</w:t>
      </w:r>
      <w:r>
        <w:tab/>
        <w:t>2.025e0</w:t>
      </w:r>
    </w:p>
    <w:p w:rsidR="005B3ED9" w:rsidRDefault="005B3ED9" w:rsidP="005B3ED9">
      <w:r>
        <w:t>276.0401</w:t>
      </w:r>
      <w:r>
        <w:tab/>
        <w:t>3.038e0</w:t>
      </w:r>
    </w:p>
    <w:p w:rsidR="005B3ED9" w:rsidRDefault="005B3ED9" w:rsidP="005B3ED9">
      <w:r>
        <w:t>276.0500</w:t>
      </w:r>
      <w:r>
        <w:tab/>
        <w:t>1.013e0</w:t>
      </w:r>
    </w:p>
    <w:p w:rsidR="005B3ED9" w:rsidRDefault="005B3ED9" w:rsidP="005B3ED9">
      <w:r>
        <w:t>276.0813</w:t>
      </w:r>
      <w:r>
        <w:tab/>
        <w:t>2.025e0</w:t>
      </w:r>
    </w:p>
    <w:p w:rsidR="005B3ED9" w:rsidRDefault="005B3ED9" w:rsidP="005B3ED9">
      <w:r>
        <w:t>276.1004</w:t>
      </w:r>
      <w:r>
        <w:tab/>
        <w:t>1.013e0</w:t>
      </w:r>
    </w:p>
    <w:p w:rsidR="005B3ED9" w:rsidRDefault="005B3ED9" w:rsidP="005B3ED9">
      <w:r>
        <w:t>276.1126</w:t>
      </w:r>
      <w:r>
        <w:tab/>
        <w:t>1.013e0</w:t>
      </w:r>
    </w:p>
    <w:p w:rsidR="005B3ED9" w:rsidRDefault="005B3ED9" w:rsidP="005B3ED9">
      <w:r>
        <w:t>276.1359</w:t>
      </w:r>
      <w:r>
        <w:tab/>
        <w:t>1.013e0</w:t>
      </w:r>
    </w:p>
    <w:p w:rsidR="005B3ED9" w:rsidRDefault="005B3ED9" w:rsidP="005B3ED9">
      <w:r>
        <w:t>276.1790</w:t>
      </w:r>
      <w:r>
        <w:tab/>
        <w:t>1.013e0</w:t>
      </w:r>
    </w:p>
    <w:p w:rsidR="005B3ED9" w:rsidRDefault="005B3ED9" w:rsidP="005B3ED9">
      <w:r>
        <w:t>276.1812</w:t>
      </w:r>
      <w:r>
        <w:tab/>
        <w:t>3.038e0</w:t>
      </w:r>
    </w:p>
    <w:p w:rsidR="005B3ED9" w:rsidRDefault="005B3ED9" w:rsidP="005B3ED9">
      <w:r>
        <w:t>276.2087</w:t>
      </w:r>
      <w:r>
        <w:tab/>
        <w:t>3.038e0</w:t>
      </w:r>
    </w:p>
    <w:p w:rsidR="005B3ED9" w:rsidRDefault="005B3ED9" w:rsidP="005B3ED9">
      <w:r>
        <w:t>276.2612</w:t>
      </w:r>
      <w:r>
        <w:tab/>
        <w:t>3.038e0</w:t>
      </w:r>
    </w:p>
    <w:p w:rsidR="005B3ED9" w:rsidRDefault="005B3ED9" w:rsidP="005B3ED9">
      <w:r>
        <w:t>276.2984</w:t>
      </w:r>
      <w:r>
        <w:tab/>
        <w:t>1.013e0</w:t>
      </w:r>
    </w:p>
    <w:p w:rsidR="005B3ED9" w:rsidRDefault="005B3ED9" w:rsidP="005B3ED9">
      <w:r>
        <w:t>276.3511</w:t>
      </w:r>
      <w:r>
        <w:tab/>
        <w:t>1.013e0</w:t>
      </w:r>
    </w:p>
    <w:p w:rsidR="005B3ED9" w:rsidRDefault="005B3ED9" w:rsidP="005B3ED9">
      <w:r>
        <w:t>276.3644</w:t>
      </w:r>
      <w:r>
        <w:tab/>
        <w:t>1.013e0</w:t>
      </w:r>
    </w:p>
    <w:p w:rsidR="005B3ED9" w:rsidRDefault="005B3ED9" w:rsidP="005B3ED9">
      <w:r>
        <w:t>276.3695</w:t>
      </w:r>
      <w:r>
        <w:tab/>
        <w:t>1.013e0</w:t>
      </w:r>
    </w:p>
    <w:p w:rsidR="005B3ED9" w:rsidRDefault="005B3ED9" w:rsidP="005B3ED9">
      <w:r>
        <w:t>276.3949</w:t>
      </w:r>
      <w:r>
        <w:tab/>
        <w:t>1.013e0</w:t>
      </w:r>
    </w:p>
    <w:p w:rsidR="005B3ED9" w:rsidRDefault="005B3ED9" w:rsidP="005B3ED9">
      <w:r>
        <w:lastRenderedPageBreak/>
        <w:t>276.4527</w:t>
      </w:r>
      <w:r>
        <w:tab/>
        <w:t>1.013e0</w:t>
      </w:r>
    </w:p>
    <w:p w:rsidR="005B3ED9" w:rsidRDefault="005B3ED9" w:rsidP="005B3ED9">
      <w:r>
        <w:t>276.4567</w:t>
      </w:r>
      <w:r>
        <w:tab/>
        <w:t>1.013e0</w:t>
      </w:r>
    </w:p>
    <w:p w:rsidR="005B3ED9" w:rsidRDefault="005B3ED9" w:rsidP="005B3ED9">
      <w:r>
        <w:t>276.4760</w:t>
      </w:r>
      <w:r>
        <w:tab/>
        <w:t>1.013e0</w:t>
      </w:r>
    </w:p>
    <w:p w:rsidR="005B3ED9" w:rsidRDefault="005B3ED9" w:rsidP="005B3ED9">
      <w:r>
        <w:t>276.5111</w:t>
      </w:r>
      <w:r>
        <w:tab/>
        <w:t>1.013e0</w:t>
      </w:r>
    </w:p>
    <w:p w:rsidR="005B3ED9" w:rsidRDefault="005B3ED9" w:rsidP="005B3ED9">
      <w:r>
        <w:t>276.5232</w:t>
      </w:r>
      <w:r>
        <w:tab/>
        <w:t>1.013e0</w:t>
      </w:r>
    </w:p>
    <w:p w:rsidR="005B3ED9" w:rsidRDefault="005B3ED9" w:rsidP="005B3ED9">
      <w:r>
        <w:t>276.5321</w:t>
      </w:r>
      <w:r>
        <w:tab/>
        <w:t>1.013e0</w:t>
      </w:r>
    </w:p>
    <w:p w:rsidR="005B3ED9" w:rsidRDefault="005B3ED9" w:rsidP="005B3ED9">
      <w:r>
        <w:t>276.6082</w:t>
      </w:r>
      <w:r>
        <w:tab/>
        <w:t>3.038e0</w:t>
      </w:r>
    </w:p>
    <w:p w:rsidR="005B3ED9" w:rsidRDefault="005B3ED9" w:rsidP="005B3ED9">
      <w:r>
        <w:t>276.7184</w:t>
      </w:r>
      <w:r>
        <w:tab/>
        <w:t>1.013e0</w:t>
      </w:r>
    </w:p>
    <w:p w:rsidR="005B3ED9" w:rsidRDefault="005B3ED9" w:rsidP="005B3ED9">
      <w:r>
        <w:t>276.7761</w:t>
      </w:r>
      <w:r>
        <w:tab/>
        <w:t>2.025e0</w:t>
      </w:r>
    </w:p>
    <w:p w:rsidR="005B3ED9" w:rsidRDefault="005B3ED9" w:rsidP="005B3ED9">
      <w:r>
        <w:t>276.7889</w:t>
      </w:r>
      <w:r>
        <w:tab/>
        <w:t>1.013e0</w:t>
      </w:r>
    </w:p>
    <w:p w:rsidR="005B3ED9" w:rsidRDefault="005B3ED9" w:rsidP="005B3ED9">
      <w:r>
        <w:t>276.8201</w:t>
      </w:r>
      <w:r>
        <w:tab/>
        <w:t>1.013e0</w:t>
      </w:r>
    </w:p>
    <w:p w:rsidR="005B3ED9" w:rsidRDefault="005B3ED9" w:rsidP="005B3ED9">
      <w:r>
        <w:t>276.8320</w:t>
      </w:r>
      <w:r>
        <w:tab/>
        <w:t>1.013e0</w:t>
      </w:r>
    </w:p>
    <w:p w:rsidR="005B3ED9" w:rsidRDefault="005B3ED9" w:rsidP="005B3ED9">
      <w:r>
        <w:t>276.8633</w:t>
      </w:r>
      <w:r>
        <w:tab/>
        <w:t>1.013e0</w:t>
      </w:r>
    </w:p>
    <w:p w:rsidR="005B3ED9" w:rsidRDefault="005B3ED9" w:rsidP="005B3ED9">
      <w:r>
        <w:t>276.9745</w:t>
      </w:r>
      <w:r>
        <w:tab/>
        <w:t>1.013e0</w:t>
      </w:r>
    </w:p>
    <w:p w:rsidR="005B3ED9" w:rsidRDefault="005B3ED9" w:rsidP="005B3ED9">
      <w:r>
        <w:t>276.9800</w:t>
      </w:r>
      <w:r>
        <w:tab/>
        <w:t>3.038e0</w:t>
      </w:r>
    </w:p>
    <w:p w:rsidR="005B3ED9" w:rsidRDefault="005B3ED9" w:rsidP="005B3ED9">
      <w:r>
        <w:t>276.9853</w:t>
      </w:r>
      <w:r>
        <w:tab/>
        <w:t>4.051e0</w:t>
      </w:r>
    </w:p>
    <w:p w:rsidR="005B3ED9" w:rsidRDefault="005B3ED9" w:rsidP="005B3ED9">
      <w:r>
        <w:t>277.0175</w:t>
      </w:r>
      <w:r>
        <w:tab/>
        <w:t>2.025e0</w:t>
      </w:r>
    </w:p>
    <w:p w:rsidR="005B3ED9" w:rsidRDefault="005B3ED9" w:rsidP="005B3ED9">
      <w:r>
        <w:t>277.0191</w:t>
      </w:r>
      <w:r>
        <w:tab/>
        <w:t>4.051e0</w:t>
      </w:r>
    </w:p>
    <w:p w:rsidR="005B3ED9" w:rsidRDefault="005B3ED9" w:rsidP="005B3ED9">
      <w:r>
        <w:t>277.0565</w:t>
      </w:r>
      <w:r>
        <w:tab/>
        <w:t>3.038e0</w:t>
      </w:r>
    </w:p>
    <w:p w:rsidR="005B3ED9" w:rsidRDefault="005B3ED9" w:rsidP="005B3ED9">
      <w:r>
        <w:lastRenderedPageBreak/>
        <w:t>277.0861</w:t>
      </w:r>
      <w:r>
        <w:tab/>
        <w:t>2.025e0</w:t>
      </w:r>
    </w:p>
    <w:p w:rsidR="005B3ED9" w:rsidRDefault="005B3ED9" w:rsidP="005B3ED9">
      <w:r>
        <w:t>277.1028</w:t>
      </w:r>
      <w:r>
        <w:tab/>
        <w:t>2.025e0</w:t>
      </w:r>
    </w:p>
    <w:p w:rsidR="005B3ED9" w:rsidRDefault="005B3ED9" w:rsidP="005B3ED9">
      <w:r>
        <w:t>277.1293</w:t>
      </w:r>
      <w:r>
        <w:tab/>
        <w:t>2.025e0</w:t>
      </w:r>
    </w:p>
    <w:p w:rsidR="005B3ED9" w:rsidRDefault="005B3ED9" w:rsidP="005B3ED9">
      <w:r>
        <w:t>277.1315</w:t>
      </w:r>
      <w:r>
        <w:tab/>
        <w:t>2.025e0</w:t>
      </w:r>
    </w:p>
    <w:p w:rsidR="005B3ED9" w:rsidRDefault="005B3ED9" w:rsidP="005B3ED9">
      <w:r>
        <w:t>277.1333</w:t>
      </w:r>
      <w:r>
        <w:tab/>
        <w:t>1.013e0</w:t>
      </w:r>
    </w:p>
    <w:p w:rsidR="005B3ED9" w:rsidRDefault="005B3ED9" w:rsidP="005B3ED9">
      <w:r>
        <w:t>277.1706</w:t>
      </w:r>
      <w:r>
        <w:tab/>
        <w:t>2.025e0</w:t>
      </w:r>
    </w:p>
    <w:p w:rsidR="005B3ED9" w:rsidRDefault="005B3ED9" w:rsidP="005B3ED9">
      <w:r>
        <w:t>277.1781</w:t>
      </w:r>
      <w:r>
        <w:tab/>
        <w:t>1.013e0</w:t>
      </w:r>
    </w:p>
    <w:p w:rsidR="005B3ED9" w:rsidRDefault="005B3ED9" w:rsidP="005B3ED9">
      <w:r>
        <w:t>277.1938</w:t>
      </w:r>
      <w:r>
        <w:tab/>
        <w:t>2.025e0</w:t>
      </w:r>
    </w:p>
    <w:p w:rsidR="005B3ED9" w:rsidRDefault="005B3ED9" w:rsidP="005B3ED9">
      <w:r>
        <w:t>277.2047</w:t>
      </w:r>
      <w:r>
        <w:tab/>
        <w:t>2.025e0</w:t>
      </w:r>
    </w:p>
    <w:p w:rsidR="005B3ED9" w:rsidRDefault="005B3ED9" w:rsidP="005B3ED9">
      <w:r>
        <w:t>277.2188</w:t>
      </w:r>
      <w:r>
        <w:tab/>
        <w:t>1.013e0</w:t>
      </w:r>
    </w:p>
    <w:p w:rsidR="005B3ED9" w:rsidRDefault="005B3ED9" w:rsidP="005B3ED9">
      <w:r>
        <w:t>277.2392</w:t>
      </w:r>
      <w:r>
        <w:tab/>
        <w:t>3.038e0</w:t>
      </w:r>
    </w:p>
    <w:p w:rsidR="005B3ED9" w:rsidRDefault="005B3ED9" w:rsidP="005B3ED9">
      <w:r>
        <w:t>277.2749</w:t>
      </w:r>
      <w:r>
        <w:tab/>
        <w:t>1.013e0</w:t>
      </w:r>
    </w:p>
    <w:p w:rsidR="005B3ED9" w:rsidRDefault="005B3ED9" w:rsidP="005B3ED9">
      <w:r>
        <w:t>277.3156</w:t>
      </w:r>
      <w:r>
        <w:tab/>
        <w:t>1.013e0</w:t>
      </w:r>
    </w:p>
    <w:p w:rsidR="005B3ED9" w:rsidRDefault="005B3ED9" w:rsidP="005B3ED9">
      <w:r>
        <w:t>277.3462</w:t>
      </w:r>
      <w:r>
        <w:tab/>
        <w:t>1.013e0</w:t>
      </w:r>
    </w:p>
    <w:p w:rsidR="005B3ED9" w:rsidRDefault="005B3ED9" w:rsidP="005B3ED9">
      <w:r>
        <w:t>277.4736</w:t>
      </w:r>
      <w:r>
        <w:tab/>
        <w:t>1.013e0</w:t>
      </w:r>
    </w:p>
    <w:p w:rsidR="005B3ED9" w:rsidRDefault="005B3ED9" w:rsidP="005B3ED9">
      <w:r>
        <w:t>277.4889</w:t>
      </w:r>
      <w:r>
        <w:tab/>
        <w:t>1.013e0</w:t>
      </w:r>
    </w:p>
    <w:p w:rsidR="005B3ED9" w:rsidRDefault="005B3ED9" w:rsidP="005B3ED9">
      <w:r>
        <w:t>277.4930</w:t>
      </w:r>
      <w:r>
        <w:tab/>
        <w:t>1.013e0</w:t>
      </w:r>
    </w:p>
    <w:p w:rsidR="005B3ED9" w:rsidRDefault="005B3ED9" w:rsidP="005B3ED9">
      <w:r>
        <w:t>277.5675</w:t>
      </w:r>
      <w:r>
        <w:tab/>
        <w:t>1.013e0</w:t>
      </w:r>
    </w:p>
    <w:p w:rsidR="005B3ED9" w:rsidRDefault="005B3ED9" w:rsidP="005B3ED9">
      <w:r>
        <w:t>277.5806</w:t>
      </w:r>
      <w:r>
        <w:tab/>
        <w:t>1.013e0</w:t>
      </w:r>
    </w:p>
    <w:p w:rsidR="005B3ED9" w:rsidRDefault="005B3ED9" w:rsidP="005B3ED9">
      <w:r>
        <w:lastRenderedPageBreak/>
        <w:t>277.6612</w:t>
      </w:r>
      <w:r>
        <w:tab/>
        <w:t>1.013e0</w:t>
      </w:r>
    </w:p>
    <w:p w:rsidR="005B3ED9" w:rsidRDefault="005B3ED9" w:rsidP="005B3ED9">
      <w:r>
        <w:t>277.6732</w:t>
      </w:r>
      <w:r>
        <w:tab/>
        <w:t>1.013e0</w:t>
      </w:r>
    </w:p>
    <w:p w:rsidR="005B3ED9" w:rsidRDefault="005B3ED9" w:rsidP="005B3ED9">
      <w:r>
        <w:t>277.8102</w:t>
      </w:r>
      <w:r>
        <w:tab/>
        <w:t>1.013e0</w:t>
      </w:r>
    </w:p>
    <w:p w:rsidR="005B3ED9" w:rsidRDefault="005B3ED9" w:rsidP="005B3ED9">
      <w:r>
        <w:t>277.8254</w:t>
      </w:r>
      <w:r>
        <w:tab/>
        <w:t>1.013e0</w:t>
      </w:r>
    </w:p>
    <w:p w:rsidR="005B3ED9" w:rsidRDefault="005B3ED9" w:rsidP="005B3ED9">
      <w:r>
        <w:t>277.8510</w:t>
      </w:r>
      <w:r>
        <w:tab/>
        <w:t>1.013e0</w:t>
      </w:r>
    </w:p>
    <w:p w:rsidR="005B3ED9" w:rsidRDefault="005B3ED9" w:rsidP="005B3ED9">
      <w:r>
        <w:t>277.8560</w:t>
      </w:r>
      <w:r>
        <w:tab/>
        <w:t>1.013e0</w:t>
      </w:r>
    </w:p>
    <w:p w:rsidR="005B3ED9" w:rsidRDefault="005B3ED9" w:rsidP="005B3ED9">
      <w:r>
        <w:t>277.8816</w:t>
      </w:r>
      <w:r>
        <w:tab/>
        <w:t>1.013e0</w:t>
      </w:r>
    </w:p>
    <w:p w:rsidR="005B3ED9" w:rsidRDefault="005B3ED9" w:rsidP="005B3ED9">
      <w:r>
        <w:t>277.9081</w:t>
      </w:r>
      <w:r>
        <w:tab/>
        <w:t>1.013e0</w:t>
      </w:r>
    </w:p>
    <w:p w:rsidR="005B3ED9" w:rsidRDefault="005B3ED9" w:rsidP="005B3ED9">
      <w:r>
        <w:t>277.9275</w:t>
      </w:r>
      <w:r>
        <w:tab/>
        <w:t>1.013e0</w:t>
      </w:r>
    </w:p>
    <w:p w:rsidR="005B3ED9" w:rsidRDefault="005B3ED9" w:rsidP="005B3ED9">
      <w:r>
        <w:t>277.9679</w:t>
      </w:r>
      <w:r>
        <w:tab/>
        <w:t>9.114e0</w:t>
      </w:r>
    </w:p>
    <w:p w:rsidR="005B3ED9" w:rsidRDefault="005B3ED9" w:rsidP="005B3ED9">
      <w:r>
        <w:t>277.9785</w:t>
      </w:r>
      <w:r>
        <w:tab/>
        <w:t>2.025e0</w:t>
      </w:r>
    </w:p>
    <w:p w:rsidR="005B3ED9" w:rsidRDefault="005B3ED9" w:rsidP="005B3ED9">
      <w:r>
        <w:t>278.0007</w:t>
      </w:r>
      <w:r>
        <w:tab/>
        <w:t>3.038e0</w:t>
      </w:r>
    </w:p>
    <w:p w:rsidR="005B3ED9" w:rsidRDefault="005B3ED9" w:rsidP="005B3ED9">
      <w:r>
        <w:t>278.0172</w:t>
      </w:r>
      <w:r>
        <w:tab/>
        <w:t>2.025e0</w:t>
      </w:r>
    </w:p>
    <w:p w:rsidR="005B3ED9" w:rsidRDefault="005B3ED9" w:rsidP="005B3ED9">
      <w:r>
        <w:t>278.0450</w:t>
      </w:r>
      <w:r>
        <w:tab/>
        <w:t>1.013e0</w:t>
      </w:r>
    </w:p>
    <w:p w:rsidR="005B3ED9" w:rsidRDefault="005B3ED9" w:rsidP="005B3ED9">
      <w:r>
        <w:t>278.1036</w:t>
      </w:r>
      <w:r>
        <w:tab/>
        <w:t>2.025e0</w:t>
      </w:r>
    </w:p>
    <w:p w:rsidR="005B3ED9" w:rsidRDefault="005B3ED9" w:rsidP="005B3ED9">
      <w:r>
        <w:t>278.1216</w:t>
      </w:r>
      <w:r>
        <w:tab/>
        <w:t>1.013e0</w:t>
      </w:r>
    </w:p>
    <w:p w:rsidR="005B3ED9" w:rsidRDefault="005B3ED9" w:rsidP="005B3ED9">
      <w:r>
        <w:t>278.1295</w:t>
      </w:r>
      <w:r>
        <w:tab/>
        <w:t>4.051e0</w:t>
      </w:r>
    </w:p>
    <w:p w:rsidR="005B3ED9" w:rsidRDefault="005B3ED9" w:rsidP="005B3ED9">
      <w:r>
        <w:t>278.2408</w:t>
      </w:r>
      <w:r>
        <w:tab/>
        <w:t>1.013e0</w:t>
      </w:r>
    </w:p>
    <w:p w:rsidR="005B3ED9" w:rsidRDefault="005B3ED9" w:rsidP="005B3ED9">
      <w:r>
        <w:t>278.3425</w:t>
      </w:r>
      <w:r>
        <w:tab/>
        <w:t>2.025e0</w:t>
      </w:r>
    </w:p>
    <w:p w:rsidR="005B3ED9" w:rsidRDefault="005B3ED9" w:rsidP="005B3ED9">
      <w:r>
        <w:lastRenderedPageBreak/>
        <w:t>278.4051</w:t>
      </w:r>
      <w:r>
        <w:tab/>
        <w:t>1.013e0</w:t>
      </w:r>
    </w:p>
    <w:p w:rsidR="005B3ED9" w:rsidRDefault="005B3ED9" w:rsidP="005B3ED9">
      <w:r>
        <w:t>278.4363</w:t>
      </w:r>
      <w:r>
        <w:tab/>
        <w:t>1.013e0</w:t>
      </w:r>
    </w:p>
    <w:p w:rsidR="005B3ED9" w:rsidRDefault="005B3ED9" w:rsidP="005B3ED9">
      <w:r>
        <w:t>278.4588</w:t>
      </w:r>
      <w:r>
        <w:tab/>
        <w:t>1.013e0</w:t>
      </w:r>
    </w:p>
    <w:p w:rsidR="005B3ED9" w:rsidRDefault="005B3ED9" w:rsidP="005B3ED9">
      <w:r>
        <w:t>278.5304</w:t>
      </w:r>
      <w:r>
        <w:tab/>
        <w:t>1.013e0</w:t>
      </w:r>
    </w:p>
    <w:p w:rsidR="005B3ED9" w:rsidRDefault="005B3ED9" w:rsidP="005B3ED9">
      <w:r>
        <w:t>278.5815</w:t>
      </w:r>
      <w:r>
        <w:tab/>
        <w:t>1.013e0</w:t>
      </w:r>
    </w:p>
    <w:p w:rsidR="005B3ED9" w:rsidRDefault="005B3ED9" w:rsidP="005B3ED9">
      <w:r>
        <w:t>278.5866</w:t>
      </w:r>
      <w:r>
        <w:tab/>
        <w:t>1.013e0</w:t>
      </w:r>
    </w:p>
    <w:p w:rsidR="005B3ED9" w:rsidRDefault="005B3ED9" w:rsidP="005B3ED9">
      <w:r>
        <w:t>278.6401</w:t>
      </w:r>
      <w:r>
        <w:tab/>
        <w:t>1.013e0</w:t>
      </w:r>
    </w:p>
    <w:p w:rsidR="005B3ED9" w:rsidRDefault="005B3ED9" w:rsidP="005B3ED9">
      <w:r>
        <w:t>278.6583</w:t>
      </w:r>
      <w:r>
        <w:tab/>
        <w:t>1.013e0</w:t>
      </w:r>
    </w:p>
    <w:p w:rsidR="005B3ED9" w:rsidRDefault="005B3ED9" w:rsidP="005B3ED9">
      <w:r>
        <w:t>278.6838</w:t>
      </w:r>
      <w:r>
        <w:tab/>
        <w:t>1.013e0</w:t>
      </w:r>
    </w:p>
    <w:p w:rsidR="005B3ED9" w:rsidRDefault="005B3ED9" w:rsidP="005B3ED9">
      <w:r>
        <w:t>278.9705</w:t>
      </w:r>
      <w:r>
        <w:tab/>
        <w:t>3.038e0</w:t>
      </w:r>
    </w:p>
    <w:p w:rsidR="005B3ED9" w:rsidRDefault="005B3ED9" w:rsidP="005B3ED9">
      <w:r>
        <w:t>278.9977</w:t>
      </w:r>
      <w:r>
        <w:tab/>
        <w:t>4.051e0</w:t>
      </w:r>
    </w:p>
    <w:p w:rsidR="005B3ED9" w:rsidRDefault="005B3ED9" w:rsidP="005B3ED9">
      <w:r>
        <w:t>279.0003</w:t>
      </w:r>
      <w:r>
        <w:tab/>
        <w:t>1.013e0</w:t>
      </w:r>
    </w:p>
    <w:p w:rsidR="005B3ED9" w:rsidRDefault="005B3ED9" w:rsidP="005B3ED9">
      <w:r>
        <w:t>279.0336</w:t>
      </w:r>
      <w:r>
        <w:tab/>
        <w:t>5.339e0</w:t>
      </w:r>
    </w:p>
    <w:p w:rsidR="005B3ED9" w:rsidRDefault="005B3ED9" w:rsidP="005B3ED9">
      <w:r>
        <w:t>279.0709</w:t>
      </w:r>
      <w:r>
        <w:tab/>
        <w:t>1.013e0</w:t>
      </w:r>
    </w:p>
    <w:p w:rsidR="005B3ED9" w:rsidRDefault="005B3ED9" w:rsidP="005B3ED9">
      <w:r>
        <w:t>279.0858</w:t>
      </w:r>
      <w:r>
        <w:tab/>
        <w:t>5.565e0</w:t>
      </w:r>
    </w:p>
    <w:p w:rsidR="005B3ED9" w:rsidRDefault="005B3ED9" w:rsidP="005B3ED9">
      <w:r>
        <w:t>279.0954</w:t>
      </w:r>
      <w:r>
        <w:tab/>
        <w:t>2.025e0</w:t>
      </w:r>
    </w:p>
    <w:p w:rsidR="005B3ED9" w:rsidRDefault="005B3ED9" w:rsidP="005B3ED9">
      <w:r>
        <w:t>279.1017</w:t>
      </w:r>
      <w:r>
        <w:tab/>
        <w:t>6.076e0</w:t>
      </w:r>
    </w:p>
    <w:p w:rsidR="005B3ED9" w:rsidRDefault="005B3ED9" w:rsidP="005B3ED9">
      <w:r>
        <w:t>279.1039</w:t>
      </w:r>
      <w:r>
        <w:tab/>
        <w:t>4.051e0</w:t>
      </w:r>
    </w:p>
    <w:p w:rsidR="005B3ED9" w:rsidRDefault="005B3ED9" w:rsidP="005B3ED9">
      <w:r>
        <w:t>279.1297</w:t>
      </w:r>
      <w:r>
        <w:tab/>
        <w:t>3.038e0</w:t>
      </w:r>
    </w:p>
    <w:p w:rsidR="005B3ED9" w:rsidRDefault="005B3ED9" w:rsidP="005B3ED9">
      <w:r>
        <w:lastRenderedPageBreak/>
        <w:t>279.1535</w:t>
      </w:r>
      <w:r>
        <w:tab/>
        <w:t>4.051e0</w:t>
      </w:r>
    </w:p>
    <w:p w:rsidR="005B3ED9" w:rsidRDefault="005B3ED9" w:rsidP="005B3ED9">
      <w:r>
        <w:t>279.1593</w:t>
      </w:r>
      <w:r>
        <w:tab/>
        <w:t>2.025e0</w:t>
      </w:r>
    </w:p>
    <w:p w:rsidR="005B3ED9" w:rsidRDefault="005B3ED9" w:rsidP="005B3ED9">
      <w:r>
        <w:t>279.1643</w:t>
      </w:r>
      <w:r>
        <w:tab/>
        <w:t>4.051e0</w:t>
      </w:r>
    </w:p>
    <w:p w:rsidR="005B3ED9" w:rsidRDefault="005B3ED9" w:rsidP="005B3ED9">
      <w:r>
        <w:t>279.1718</w:t>
      </w:r>
      <w:r>
        <w:tab/>
        <w:t>5.063e0</w:t>
      </w:r>
    </w:p>
    <w:p w:rsidR="005B3ED9" w:rsidRDefault="005B3ED9" w:rsidP="005B3ED9">
      <w:r>
        <w:t>279.2395</w:t>
      </w:r>
      <w:r>
        <w:tab/>
        <w:t>1.013e0</w:t>
      </w:r>
    </w:p>
    <w:p w:rsidR="005B3ED9" w:rsidRDefault="005B3ED9" w:rsidP="005B3ED9">
      <w:r>
        <w:t>279.3687</w:t>
      </w:r>
      <w:r>
        <w:tab/>
        <w:t>1.013e0</w:t>
      </w:r>
    </w:p>
    <w:p w:rsidR="005B3ED9" w:rsidRDefault="005B3ED9" w:rsidP="005B3ED9">
      <w:r>
        <w:t>279.3855</w:t>
      </w:r>
      <w:r>
        <w:tab/>
        <w:t>1.013e0</w:t>
      </w:r>
    </w:p>
    <w:p w:rsidR="005B3ED9" w:rsidRDefault="005B3ED9" w:rsidP="005B3ED9">
      <w:r>
        <w:t>279.3907</w:t>
      </w:r>
      <w:r>
        <w:tab/>
        <w:t>1.013e0</w:t>
      </w:r>
    </w:p>
    <w:p w:rsidR="005B3ED9" w:rsidRDefault="005B3ED9" w:rsidP="005B3ED9">
      <w:r>
        <w:t>279.4574</w:t>
      </w:r>
      <w:r>
        <w:tab/>
        <w:t>1.013e0</w:t>
      </w:r>
    </w:p>
    <w:p w:rsidR="005B3ED9" w:rsidRDefault="005B3ED9" w:rsidP="005B3ED9">
      <w:r>
        <w:t>279.4786</w:t>
      </w:r>
      <w:r>
        <w:tab/>
        <w:t>1.013e0</w:t>
      </w:r>
    </w:p>
    <w:p w:rsidR="005B3ED9" w:rsidRDefault="005B3ED9" w:rsidP="005B3ED9">
      <w:r>
        <w:t>279.5100</w:t>
      </w:r>
      <w:r>
        <w:tab/>
        <w:t>1.013e0</w:t>
      </w:r>
    </w:p>
    <w:p w:rsidR="005B3ED9" w:rsidRDefault="005B3ED9" w:rsidP="005B3ED9">
      <w:r>
        <w:t>279.5413</w:t>
      </w:r>
      <w:r>
        <w:tab/>
        <w:t>1.013e0</w:t>
      </w:r>
    </w:p>
    <w:p w:rsidR="005B3ED9" w:rsidRDefault="005B3ED9" w:rsidP="005B3ED9">
      <w:r>
        <w:t>279.5599</w:t>
      </w:r>
      <w:r>
        <w:tab/>
        <w:t>1.013e0</w:t>
      </w:r>
    </w:p>
    <w:p w:rsidR="005B3ED9" w:rsidRDefault="005B3ED9" w:rsidP="005B3ED9">
      <w:r>
        <w:t>279.5726</w:t>
      </w:r>
      <w:r>
        <w:tab/>
        <w:t>1.013e0</w:t>
      </w:r>
    </w:p>
    <w:p w:rsidR="005B3ED9" w:rsidRDefault="005B3ED9" w:rsidP="005B3ED9">
      <w:r>
        <w:t>279.5959</w:t>
      </w:r>
      <w:r>
        <w:tab/>
        <w:t>1.013e0</w:t>
      </w:r>
    </w:p>
    <w:p w:rsidR="005B3ED9" w:rsidRDefault="005B3ED9" w:rsidP="005B3ED9">
      <w:r>
        <w:t>279.6266</w:t>
      </w:r>
      <w:r>
        <w:tab/>
        <w:t>1.013e0</w:t>
      </w:r>
    </w:p>
    <w:p w:rsidR="005B3ED9" w:rsidRDefault="005B3ED9" w:rsidP="005B3ED9">
      <w:r>
        <w:t>279.6392</w:t>
      </w:r>
      <w:r>
        <w:tab/>
        <w:t>1.013e0</w:t>
      </w:r>
    </w:p>
    <w:p w:rsidR="005B3ED9" w:rsidRDefault="005B3ED9" w:rsidP="005B3ED9">
      <w:r>
        <w:t>279.6665</w:t>
      </w:r>
      <w:r>
        <w:tab/>
        <w:t>1.013e0</w:t>
      </w:r>
    </w:p>
    <w:p w:rsidR="005B3ED9" w:rsidRDefault="005B3ED9" w:rsidP="005B3ED9">
      <w:r>
        <w:t>279.7242</w:t>
      </w:r>
      <w:r>
        <w:tab/>
        <w:t>1.013e0</w:t>
      </w:r>
    </w:p>
    <w:p w:rsidR="005B3ED9" w:rsidRDefault="005B3ED9" w:rsidP="005B3ED9">
      <w:r>
        <w:lastRenderedPageBreak/>
        <w:t>279.7293</w:t>
      </w:r>
      <w:r>
        <w:tab/>
        <w:t>1.013e0</w:t>
      </w:r>
    </w:p>
    <w:p w:rsidR="005B3ED9" w:rsidRDefault="005B3ED9" w:rsidP="005B3ED9">
      <w:r>
        <w:t>279.8268</w:t>
      </w:r>
      <w:r>
        <w:tab/>
        <w:t>1.013e0</w:t>
      </w:r>
    </w:p>
    <w:p w:rsidR="005B3ED9" w:rsidRDefault="005B3ED9" w:rsidP="005B3ED9">
      <w:r>
        <w:t>279.9077</w:t>
      </w:r>
      <w:r>
        <w:tab/>
        <w:t>2.025e0</w:t>
      </w:r>
    </w:p>
    <w:p w:rsidR="005B3ED9" w:rsidRDefault="005B3ED9" w:rsidP="005B3ED9">
      <w:r>
        <w:t>279.9724</w:t>
      </w:r>
      <w:r>
        <w:tab/>
        <w:t>2.025e0</w:t>
      </w:r>
    </w:p>
    <w:p w:rsidR="005B3ED9" w:rsidRDefault="005B3ED9" w:rsidP="005B3ED9">
      <w:r>
        <w:t>279.9809</w:t>
      </w:r>
      <w:r>
        <w:tab/>
        <w:t>1.013e0</w:t>
      </w:r>
    </w:p>
    <w:p w:rsidR="005B3ED9" w:rsidRDefault="005B3ED9" w:rsidP="005B3ED9">
      <w:r>
        <w:t>279.9825</w:t>
      </w:r>
      <w:r>
        <w:tab/>
        <w:t>2.025e0</w:t>
      </w:r>
    </w:p>
    <w:p w:rsidR="005B3ED9" w:rsidRDefault="005B3ED9" w:rsidP="005B3ED9">
      <w:r>
        <w:t>279.9958</w:t>
      </w:r>
      <w:r>
        <w:tab/>
        <w:t>1.013e0</w:t>
      </w:r>
    </w:p>
    <w:p w:rsidR="005B3ED9" w:rsidRDefault="005B3ED9" w:rsidP="005B3ED9">
      <w:r>
        <w:t>280.0220</w:t>
      </w:r>
      <w:r>
        <w:tab/>
        <w:t>2.025e0</w:t>
      </w:r>
    </w:p>
    <w:p w:rsidR="005B3ED9" w:rsidRDefault="005B3ED9" w:rsidP="005B3ED9">
      <w:r>
        <w:t>280.0310</w:t>
      </w:r>
      <w:r>
        <w:tab/>
        <w:t>1.013e0</w:t>
      </w:r>
    </w:p>
    <w:p w:rsidR="005B3ED9" w:rsidRDefault="005B3ED9" w:rsidP="005B3ED9">
      <w:r>
        <w:t>280.0528</w:t>
      </w:r>
      <w:r>
        <w:tab/>
        <w:t>1.013e0</w:t>
      </w:r>
    </w:p>
    <w:p w:rsidR="005B3ED9" w:rsidRDefault="005B3ED9" w:rsidP="005B3ED9">
      <w:r>
        <w:t>280.1017</w:t>
      </w:r>
      <w:r>
        <w:tab/>
        <w:t>1.013e0</w:t>
      </w:r>
    </w:p>
    <w:p w:rsidR="005B3ED9" w:rsidRDefault="005B3ED9" w:rsidP="005B3ED9">
      <w:r>
        <w:t>280.1134</w:t>
      </w:r>
      <w:r>
        <w:tab/>
        <w:t>3.038e0</w:t>
      </w:r>
    </w:p>
    <w:p w:rsidR="005B3ED9" w:rsidRDefault="005B3ED9" w:rsidP="005B3ED9">
      <w:r>
        <w:t>280.1197</w:t>
      </w:r>
      <w:r>
        <w:tab/>
        <w:t>1.013e0</w:t>
      </w:r>
    </w:p>
    <w:p w:rsidR="005B3ED9" w:rsidRDefault="005B3ED9" w:rsidP="005B3ED9">
      <w:r>
        <w:t>280.1454</w:t>
      </w:r>
      <w:r>
        <w:tab/>
        <w:t>2.025e0</w:t>
      </w:r>
    </w:p>
    <w:p w:rsidR="005B3ED9" w:rsidRDefault="005B3ED9" w:rsidP="005B3ED9">
      <w:r>
        <w:t>280.1644</w:t>
      </w:r>
      <w:r>
        <w:tab/>
        <w:t>1.013e0</w:t>
      </w:r>
    </w:p>
    <w:p w:rsidR="005B3ED9" w:rsidRDefault="005B3ED9" w:rsidP="005B3ED9">
      <w:r>
        <w:t>280.1704</w:t>
      </w:r>
      <w:r>
        <w:tab/>
        <w:t>5.063e0</w:t>
      </w:r>
    </w:p>
    <w:p w:rsidR="005B3ED9" w:rsidRDefault="005B3ED9" w:rsidP="005B3ED9">
      <w:r>
        <w:t>280.1813</w:t>
      </w:r>
      <w:r>
        <w:tab/>
        <w:t>1.013e0</w:t>
      </w:r>
    </w:p>
    <w:p w:rsidR="005B3ED9" w:rsidRDefault="005B3ED9" w:rsidP="005B3ED9">
      <w:r>
        <w:t>280.1829</w:t>
      </w:r>
      <w:r>
        <w:tab/>
        <w:t>4.051e0</w:t>
      </w:r>
    </w:p>
    <w:p w:rsidR="005B3ED9" w:rsidRDefault="005B3ED9" w:rsidP="005B3ED9">
      <w:r>
        <w:t>280.2224</w:t>
      </w:r>
      <w:r>
        <w:tab/>
        <w:t>1.013e0</w:t>
      </w:r>
    </w:p>
    <w:p w:rsidR="005B3ED9" w:rsidRDefault="005B3ED9" w:rsidP="005B3ED9">
      <w:r>
        <w:lastRenderedPageBreak/>
        <w:t>280.2791</w:t>
      </w:r>
      <w:r>
        <w:tab/>
        <w:t>1.013e0</w:t>
      </w:r>
    </w:p>
    <w:p w:rsidR="005B3ED9" w:rsidRDefault="005B3ED9" w:rsidP="005B3ED9">
      <w:r>
        <w:t>280.2841</w:t>
      </w:r>
      <w:r>
        <w:tab/>
        <w:t>1.013e0</w:t>
      </w:r>
    </w:p>
    <w:p w:rsidR="005B3ED9" w:rsidRDefault="005B3ED9" w:rsidP="005B3ED9">
      <w:r>
        <w:t>280.3331</w:t>
      </w:r>
      <w:r>
        <w:tab/>
        <w:t>1.013e0</w:t>
      </w:r>
    </w:p>
    <w:p w:rsidR="005B3ED9" w:rsidRDefault="005B3ED9" w:rsidP="005B3ED9">
      <w:r>
        <w:t>280.3957</w:t>
      </w:r>
      <w:r>
        <w:tab/>
        <w:t>1.013e0</w:t>
      </w:r>
    </w:p>
    <w:p w:rsidR="005B3ED9" w:rsidRDefault="005B3ED9" w:rsidP="005B3ED9">
      <w:r>
        <w:t>280.4127</w:t>
      </w:r>
      <w:r>
        <w:tab/>
        <w:t>1.013e0</w:t>
      </w:r>
    </w:p>
    <w:p w:rsidR="005B3ED9" w:rsidRDefault="005B3ED9" w:rsidP="005B3ED9">
      <w:r>
        <w:t>280.4311</w:t>
      </w:r>
      <w:r>
        <w:tab/>
        <w:t>1.013e0</w:t>
      </w:r>
    </w:p>
    <w:p w:rsidR="005B3ED9" w:rsidRDefault="005B3ED9" w:rsidP="005B3ED9">
      <w:r>
        <w:t>280.4729</w:t>
      </w:r>
      <w:r>
        <w:tab/>
        <w:t>3.038e0</w:t>
      </w:r>
    </w:p>
    <w:p w:rsidR="005B3ED9" w:rsidRDefault="005B3ED9" w:rsidP="005B3ED9">
      <w:r>
        <w:t>280.5291</w:t>
      </w:r>
      <w:r>
        <w:tab/>
        <w:t>1.013e0</w:t>
      </w:r>
    </w:p>
    <w:p w:rsidR="005B3ED9" w:rsidRDefault="005B3ED9" w:rsidP="005B3ED9">
      <w:r>
        <w:t>280.6666</w:t>
      </w:r>
      <w:r>
        <w:tab/>
        <w:t>1.013e0</w:t>
      </w:r>
    </w:p>
    <w:p w:rsidR="005B3ED9" w:rsidRDefault="005B3ED9" w:rsidP="005B3ED9">
      <w:r>
        <w:t>280.6979</w:t>
      </w:r>
      <w:r>
        <w:tab/>
        <w:t>1.013e0</w:t>
      </w:r>
    </w:p>
    <w:p w:rsidR="005B3ED9" w:rsidRDefault="005B3ED9" w:rsidP="005B3ED9">
      <w:r>
        <w:t>280.7880</w:t>
      </w:r>
      <w:r>
        <w:tab/>
        <w:t>1.013e0</w:t>
      </w:r>
    </w:p>
    <w:p w:rsidR="005B3ED9" w:rsidRDefault="005B3ED9" w:rsidP="005B3ED9">
      <w:r>
        <w:t>280.8091</w:t>
      </w:r>
      <w:r>
        <w:tab/>
        <w:t>1.013e0</w:t>
      </w:r>
    </w:p>
    <w:p w:rsidR="005B3ED9" w:rsidRDefault="005B3ED9" w:rsidP="005B3ED9">
      <w:r>
        <w:t>280.8586</w:t>
      </w:r>
      <w:r>
        <w:tab/>
        <w:t>1.013e0</w:t>
      </w:r>
    </w:p>
    <w:p w:rsidR="005B3ED9" w:rsidRDefault="005B3ED9" w:rsidP="005B3ED9">
      <w:r>
        <w:t>280.8627</w:t>
      </w:r>
      <w:r>
        <w:tab/>
        <w:t>1.013e0</w:t>
      </w:r>
    </w:p>
    <w:p w:rsidR="005B3ED9" w:rsidRDefault="005B3ED9" w:rsidP="005B3ED9">
      <w:r>
        <w:t>280.9213</w:t>
      </w:r>
      <w:r>
        <w:tab/>
        <w:t>1.013e0</w:t>
      </w:r>
    </w:p>
    <w:p w:rsidR="005B3ED9" w:rsidRDefault="005B3ED9" w:rsidP="005B3ED9">
      <w:r>
        <w:t>280.9431</w:t>
      </w:r>
      <w:r>
        <w:tab/>
        <w:t>1.013e0</w:t>
      </w:r>
    </w:p>
    <w:p w:rsidR="005B3ED9" w:rsidRDefault="005B3ED9" w:rsidP="005B3ED9">
      <w:r>
        <w:t>280.9607</w:t>
      </w:r>
      <w:r>
        <w:tab/>
        <w:t>1.013e0</w:t>
      </w:r>
    </w:p>
    <w:p w:rsidR="005B3ED9" w:rsidRDefault="005B3ED9" w:rsidP="005B3ED9">
      <w:r>
        <w:t>280.9719</w:t>
      </w:r>
      <w:r>
        <w:tab/>
        <w:t>2.025e0</w:t>
      </w:r>
    </w:p>
    <w:p w:rsidR="005B3ED9" w:rsidRDefault="005B3ED9" w:rsidP="005B3ED9">
      <w:r>
        <w:t>280.9921</w:t>
      </w:r>
      <w:r>
        <w:tab/>
        <w:t>1.013e0</w:t>
      </w:r>
    </w:p>
    <w:p w:rsidR="005B3ED9" w:rsidRDefault="005B3ED9" w:rsidP="005B3ED9">
      <w:r>
        <w:lastRenderedPageBreak/>
        <w:t>280.9981</w:t>
      </w:r>
      <w:r>
        <w:tab/>
        <w:t>2.025e0</w:t>
      </w:r>
    </w:p>
    <w:p w:rsidR="005B3ED9" w:rsidRDefault="005B3ED9" w:rsidP="005B3ED9">
      <w:r>
        <w:t>281.0101</w:t>
      </w:r>
      <w:r>
        <w:tab/>
        <w:t>1.013e0</w:t>
      </w:r>
    </w:p>
    <w:p w:rsidR="005B3ED9" w:rsidRDefault="005B3ED9" w:rsidP="005B3ED9">
      <w:r>
        <w:t>281.0194</w:t>
      </w:r>
      <w:r>
        <w:tab/>
        <w:t>1.013e0</w:t>
      </w:r>
    </w:p>
    <w:p w:rsidR="005B3ED9" w:rsidRDefault="005B3ED9" w:rsidP="005B3ED9">
      <w:r>
        <w:t>281.0588</w:t>
      </w:r>
      <w:r>
        <w:tab/>
        <w:t>1.013e0</w:t>
      </w:r>
    </w:p>
    <w:p w:rsidR="005B3ED9" w:rsidRDefault="005B3ED9" w:rsidP="005B3ED9">
      <w:r>
        <w:t>281.0628</w:t>
      </w:r>
      <w:r>
        <w:tab/>
        <w:t>1.013e0</w:t>
      </w:r>
    </w:p>
    <w:p w:rsidR="005B3ED9" w:rsidRDefault="005B3ED9" w:rsidP="005B3ED9">
      <w:r>
        <w:t>281.0822</w:t>
      </w:r>
      <w:r>
        <w:tab/>
        <w:t>1.013e0</w:t>
      </w:r>
    </w:p>
    <w:p w:rsidR="005B3ED9" w:rsidRDefault="005B3ED9" w:rsidP="005B3ED9">
      <w:r>
        <w:t>281.0861</w:t>
      </w:r>
      <w:r>
        <w:tab/>
        <w:t>1.013e0</w:t>
      </w:r>
    </w:p>
    <w:p w:rsidR="005B3ED9" w:rsidRDefault="005B3ED9" w:rsidP="005B3ED9">
      <w:r>
        <w:t>281.1132</w:t>
      </w:r>
      <w:r>
        <w:tab/>
        <w:t>1.013e0</w:t>
      </w:r>
    </w:p>
    <w:p w:rsidR="005B3ED9" w:rsidRDefault="005B3ED9" w:rsidP="005B3ED9">
      <w:r>
        <w:t>281.1215</w:t>
      </w:r>
      <w:r>
        <w:tab/>
        <w:t>1.013e0</w:t>
      </w:r>
    </w:p>
    <w:p w:rsidR="005B3ED9" w:rsidRDefault="005B3ED9" w:rsidP="005B3ED9">
      <w:r>
        <w:t>281.1528</w:t>
      </w:r>
      <w:r>
        <w:tab/>
        <w:t>2.025e0</w:t>
      </w:r>
    </w:p>
    <w:p w:rsidR="005B3ED9" w:rsidRDefault="005B3ED9" w:rsidP="005B3ED9">
      <w:r>
        <w:t>281.1609</w:t>
      </w:r>
      <w:r>
        <w:tab/>
        <w:t>1.013e0</w:t>
      </w:r>
    </w:p>
    <w:p w:rsidR="005B3ED9" w:rsidRDefault="005B3ED9" w:rsidP="005B3ED9">
      <w:r>
        <w:t>281.1662</w:t>
      </w:r>
      <w:r>
        <w:tab/>
        <w:t>4.051e0</w:t>
      </w:r>
    </w:p>
    <w:p w:rsidR="005B3ED9" w:rsidRDefault="005B3ED9" w:rsidP="005B3ED9">
      <w:r>
        <w:t>281.1761</w:t>
      </w:r>
      <w:r>
        <w:tab/>
        <w:t>3.038e0</w:t>
      </w:r>
    </w:p>
    <w:p w:rsidR="005B3ED9" w:rsidRDefault="005B3ED9" w:rsidP="005B3ED9">
      <w:r>
        <w:t>281.2008</w:t>
      </w:r>
      <w:r>
        <w:tab/>
        <w:t>1.013e0</w:t>
      </w:r>
    </w:p>
    <w:p w:rsidR="005B3ED9" w:rsidRDefault="005B3ED9" w:rsidP="005B3ED9">
      <w:r>
        <w:t>281.2156</w:t>
      </w:r>
      <w:r>
        <w:tab/>
        <w:t>1.013e0</w:t>
      </w:r>
    </w:p>
    <w:p w:rsidR="005B3ED9" w:rsidRDefault="005B3ED9" w:rsidP="005B3ED9">
      <w:r>
        <w:t>281.2318</w:t>
      </w:r>
      <w:r>
        <w:tab/>
        <w:t>1.013e0</w:t>
      </w:r>
    </w:p>
    <w:p w:rsidR="005B3ED9" w:rsidRDefault="005B3ED9" w:rsidP="005B3ED9">
      <w:r>
        <w:t>281.2420</w:t>
      </w:r>
      <w:r>
        <w:tab/>
        <w:t>1.013e0</w:t>
      </w:r>
    </w:p>
    <w:p w:rsidR="005B3ED9" w:rsidRDefault="005B3ED9" w:rsidP="005B3ED9">
      <w:r>
        <w:t>281.2752</w:t>
      </w:r>
      <w:r>
        <w:tab/>
        <w:t>2.025e0</w:t>
      </w:r>
    </w:p>
    <w:p w:rsidR="005B3ED9" w:rsidRDefault="005B3ED9" w:rsidP="005B3ED9">
      <w:r>
        <w:t>281.2823</w:t>
      </w:r>
      <w:r>
        <w:tab/>
        <w:t>2.025e0</w:t>
      </w:r>
    </w:p>
    <w:p w:rsidR="005B3ED9" w:rsidRDefault="005B3ED9" w:rsidP="005B3ED9">
      <w:r>
        <w:lastRenderedPageBreak/>
        <w:t>281.4785</w:t>
      </w:r>
      <w:r>
        <w:tab/>
        <w:t>1.013e0</w:t>
      </w:r>
    </w:p>
    <w:p w:rsidR="005B3ED9" w:rsidRDefault="005B3ED9" w:rsidP="005B3ED9">
      <w:r>
        <w:t>281.5219</w:t>
      </w:r>
      <w:r>
        <w:tab/>
        <w:t>1.013e0</w:t>
      </w:r>
    </w:p>
    <w:p w:rsidR="005B3ED9" w:rsidRDefault="005B3ED9" w:rsidP="005B3ED9">
      <w:r>
        <w:t>281.5573</w:t>
      </w:r>
      <w:r>
        <w:tab/>
        <w:t>1.013e0</w:t>
      </w:r>
    </w:p>
    <w:p w:rsidR="005B3ED9" w:rsidRDefault="005B3ED9" w:rsidP="005B3ED9">
      <w:r>
        <w:t>281.5766</w:t>
      </w:r>
      <w:r>
        <w:tab/>
        <w:t>1.013e0</w:t>
      </w:r>
    </w:p>
    <w:p w:rsidR="005B3ED9" w:rsidRDefault="005B3ED9" w:rsidP="005B3ED9">
      <w:r>
        <w:t>281.6201</w:t>
      </w:r>
      <w:r>
        <w:tab/>
        <w:t>1.013e0</w:t>
      </w:r>
    </w:p>
    <w:p w:rsidR="005B3ED9" w:rsidRDefault="005B3ED9" w:rsidP="005B3ED9">
      <w:r>
        <w:t>281.6395</w:t>
      </w:r>
      <w:r>
        <w:tab/>
        <w:t>1.013e0</w:t>
      </w:r>
    </w:p>
    <w:p w:rsidR="005B3ED9" w:rsidRDefault="005B3ED9" w:rsidP="005B3ED9">
      <w:r>
        <w:t>281.6544</w:t>
      </w:r>
      <w:r>
        <w:tab/>
        <w:t>2.025e0</w:t>
      </w:r>
    </w:p>
    <w:p w:rsidR="005B3ED9" w:rsidRDefault="005B3ED9" w:rsidP="005B3ED9">
      <w:r>
        <w:t>281.7583</w:t>
      </w:r>
      <w:r>
        <w:tab/>
        <w:t>1.013e0</w:t>
      </w:r>
    </w:p>
    <w:p w:rsidR="005B3ED9" w:rsidRDefault="005B3ED9" w:rsidP="005B3ED9">
      <w:r>
        <w:t>281.8792</w:t>
      </w:r>
      <w:r>
        <w:tab/>
        <w:t>1.013e0</w:t>
      </w:r>
    </w:p>
    <w:p w:rsidR="005B3ED9" w:rsidRDefault="005B3ED9" w:rsidP="005B3ED9">
      <w:r>
        <w:t>281.8977</w:t>
      </w:r>
      <w:r>
        <w:tab/>
        <w:t>1.013e0</w:t>
      </w:r>
    </w:p>
    <w:p w:rsidR="005B3ED9" w:rsidRDefault="005B3ED9" w:rsidP="005B3ED9">
      <w:r>
        <w:t>281.9595</w:t>
      </w:r>
      <w:r>
        <w:tab/>
        <w:t>2.025e0</w:t>
      </w:r>
    </w:p>
    <w:p w:rsidR="005B3ED9" w:rsidRDefault="005B3ED9" w:rsidP="005B3ED9">
      <w:r>
        <w:t>281.9620</w:t>
      </w:r>
      <w:r>
        <w:tab/>
        <w:t>2.025e0</w:t>
      </w:r>
    </w:p>
    <w:p w:rsidR="005B3ED9" w:rsidRDefault="005B3ED9" w:rsidP="005B3ED9">
      <w:r>
        <w:t>281.9689</w:t>
      </w:r>
      <w:r>
        <w:tab/>
        <w:t>2.025e0</w:t>
      </w:r>
    </w:p>
    <w:p w:rsidR="005B3ED9" w:rsidRDefault="005B3ED9" w:rsidP="005B3ED9">
      <w:r>
        <w:t>281.9856</w:t>
      </w:r>
      <w:r>
        <w:tab/>
        <w:t>1.013e0</w:t>
      </w:r>
    </w:p>
    <w:p w:rsidR="005B3ED9" w:rsidRDefault="005B3ED9" w:rsidP="005B3ED9">
      <w:r>
        <w:t>282.0147</w:t>
      </w:r>
      <w:r>
        <w:tab/>
        <w:t>1.418e1</w:t>
      </w:r>
    </w:p>
    <w:p w:rsidR="005B3ED9" w:rsidRDefault="005B3ED9" w:rsidP="005B3ED9">
      <w:r>
        <w:t>282.0193</w:t>
      </w:r>
      <w:r>
        <w:tab/>
        <w:t>1.179e1</w:t>
      </w:r>
    </w:p>
    <w:p w:rsidR="005B3ED9" w:rsidRDefault="005B3ED9" w:rsidP="005B3ED9">
      <w:r>
        <w:t>282.0231</w:t>
      </w:r>
      <w:r>
        <w:tab/>
        <w:t>8.101e0</w:t>
      </w:r>
    </w:p>
    <w:p w:rsidR="005B3ED9" w:rsidRDefault="005B3ED9" w:rsidP="005B3ED9">
      <w:r>
        <w:t>282.0245</w:t>
      </w:r>
      <w:r>
        <w:tab/>
        <w:t>7.744e0</w:t>
      </w:r>
    </w:p>
    <w:p w:rsidR="005B3ED9" w:rsidRDefault="005B3ED9" w:rsidP="005B3ED9">
      <w:r>
        <w:t>282.0755</w:t>
      </w:r>
      <w:r>
        <w:tab/>
        <w:t>1.013e0</w:t>
      </w:r>
    </w:p>
    <w:p w:rsidR="005B3ED9" w:rsidRDefault="005B3ED9" w:rsidP="005B3ED9">
      <w:r>
        <w:lastRenderedPageBreak/>
        <w:t>282.0794</w:t>
      </w:r>
      <w:r>
        <w:tab/>
        <w:t>1.013e0</w:t>
      </w:r>
    </w:p>
    <w:p w:rsidR="005B3ED9" w:rsidRDefault="005B3ED9" w:rsidP="005B3ED9">
      <w:r>
        <w:t>282.1108</w:t>
      </w:r>
      <w:r>
        <w:tab/>
        <w:t>1.013e0</w:t>
      </w:r>
    </w:p>
    <w:p w:rsidR="005B3ED9" w:rsidRDefault="005B3ED9" w:rsidP="005B3ED9">
      <w:r>
        <w:t>282.1461</w:t>
      </w:r>
      <w:r>
        <w:tab/>
        <w:t>2.025e0</w:t>
      </w:r>
    </w:p>
    <w:p w:rsidR="005B3ED9" w:rsidRDefault="005B3ED9" w:rsidP="005B3ED9">
      <w:r>
        <w:t>282.1695</w:t>
      </w:r>
      <w:r>
        <w:tab/>
        <w:t>1.013e0</w:t>
      </w:r>
    </w:p>
    <w:p w:rsidR="005B3ED9" w:rsidRDefault="005B3ED9" w:rsidP="005B3ED9">
      <w:r>
        <w:t>282.1736</w:t>
      </w:r>
      <w:r>
        <w:tab/>
        <w:t>2.025e0</w:t>
      </w:r>
    </w:p>
    <w:p w:rsidR="005B3ED9" w:rsidRDefault="005B3ED9" w:rsidP="005B3ED9">
      <w:r>
        <w:t>282.1813</w:t>
      </w:r>
      <w:r>
        <w:tab/>
        <w:t>2.025e0</w:t>
      </w:r>
    </w:p>
    <w:p w:rsidR="005B3ED9" w:rsidRDefault="005B3ED9" w:rsidP="005B3ED9">
      <w:r>
        <w:t>282.1932</w:t>
      </w:r>
      <w:r>
        <w:tab/>
        <w:t>2.025e0</w:t>
      </w:r>
    </w:p>
    <w:p w:rsidR="005B3ED9" w:rsidRDefault="005B3ED9" w:rsidP="005B3ED9">
      <w:r>
        <w:t>282.2162</w:t>
      </w:r>
      <w:r>
        <w:tab/>
        <w:t>2.025e0</w:t>
      </w:r>
    </w:p>
    <w:p w:rsidR="005B3ED9" w:rsidRDefault="005B3ED9" w:rsidP="005B3ED9">
      <w:r>
        <w:t>282.2235</w:t>
      </w:r>
      <w:r>
        <w:tab/>
        <w:t>1.013e0</w:t>
      </w:r>
    </w:p>
    <w:p w:rsidR="005B3ED9" w:rsidRDefault="005B3ED9" w:rsidP="005B3ED9">
      <w:r>
        <w:t>282.2323</w:t>
      </w:r>
      <w:r>
        <w:tab/>
        <w:t>1.013e0</w:t>
      </w:r>
    </w:p>
    <w:p w:rsidR="005B3ED9" w:rsidRDefault="005B3ED9" w:rsidP="005B3ED9">
      <w:r>
        <w:t>282.2364</w:t>
      </w:r>
      <w:r>
        <w:tab/>
        <w:t>1.013e0</w:t>
      </w:r>
    </w:p>
    <w:p w:rsidR="005B3ED9" w:rsidRDefault="005B3ED9" w:rsidP="005B3ED9">
      <w:r>
        <w:t>282.2494</w:t>
      </w:r>
      <w:r>
        <w:tab/>
        <w:t>1.013e0</w:t>
      </w:r>
    </w:p>
    <w:p w:rsidR="005B3ED9" w:rsidRDefault="005B3ED9" w:rsidP="005B3ED9">
      <w:r>
        <w:t>282.3032</w:t>
      </w:r>
      <w:r>
        <w:tab/>
        <w:t>2.025e0</w:t>
      </w:r>
    </w:p>
    <w:p w:rsidR="005B3ED9" w:rsidRDefault="005B3ED9" w:rsidP="005B3ED9">
      <w:r>
        <w:t>282.4014</w:t>
      </w:r>
      <w:r>
        <w:tab/>
        <w:t>1.013e0</w:t>
      </w:r>
    </w:p>
    <w:p w:rsidR="005B3ED9" w:rsidRDefault="005B3ED9" w:rsidP="005B3ED9">
      <w:r>
        <w:t>282.4328</w:t>
      </w:r>
      <w:r>
        <w:tab/>
        <w:t>1.013e0</w:t>
      </w:r>
    </w:p>
    <w:p w:rsidR="005B3ED9" w:rsidRDefault="005B3ED9" w:rsidP="005B3ED9">
      <w:r>
        <w:t>282.5082</w:t>
      </w:r>
      <w:r>
        <w:tab/>
        <w:t>1.013e0</w:t>
      </w:r>
    </w:p>
    <w:p w:rsidR="005B3ED9" w:rsidRDefault="005B3ED9" w:rsidP="005B3ED9">
      <w:r>
        <w:t>282.6251</w:t>
      </w:r>
      <w:r>
        <w:tab/>
        <w:t>2.025e0</w:t>
      </w:r>
    </w:p>
    <w:p w:rsidR="005B3ED9" w:rsidRDefault="005B3ED9" w:rsidP="005B3ED9">
      <w:r>
        <w:t>282.6377</w:t>
      </w:r>
      <w:r>
        <w:tab/>
        <w:t>1.013e0</w:t>
      </w:r>
    </w:p>
    <w:p w:rsidR="005B3ED9" w:rsidRDefault="005B3ED9" w:rsidP="005B3ED9">
      <w:r>
        <w:t>282.6565</w:t>
      </w:r>
      <w:r>
        <w:tab/>
        <w:t>1.013e0</w:t>
      </w:r>
    </w:p>
    <w:p w:rsidR="005B3ED9" w:rsidRDefault="005B3ED9" w:rsidP="005B3ED9">
      <w:r>
        <w:lastRenderedPageBreak/>
        <w:t>282.6879</w:t>
      </w:r>
      <w:r>
        <w:tab/>
        <w:t>1.013e0</w:t>
      </w:r>
    </w:p>
    <w:p w:rsidR="005B3ED9" w:rsidRDefault="005B3ED9" w:rsidP="005B3ED9">
      <w:r>
        <w:t>282.8295</w:t>
      </w:r>
      <w:r>
        <w:tab/>
        <w:t>1.013e0</w:t>
      </w:r>
    </w:p>
    <w:p w:rsidR="005B3ED9" w:rsidRDefault="005B3ED9" w:rsidP="005B3ED9">
      <w:r>
        <w:t>282.8398</w:t>
      </w:r>
      <w:r>
        <w:tab/>
        <w:t>1.013e0</w:t>
      </w:r>
    </w:p>
    <w:p w:rsidR="005B3ED9" w:rsidRDefault="005B3ED9" w:rsidP="005B3ED9">
      <w:r>
        <w:t>282.8844</w:t>
      </w:r>
      <w:r>
        <w:tab/>
        <w:t>1.013e0</w:t>
      </w:r>
    </w:p>
    <w:p w:rsidR="005B3ED9" w:rsidRDefault="005B3ED9" w:rsidP="005B3ED9">
      <w:r>
        <w:t>282.9158</w:t>
      </w:r>
      <w:r>
        <w:tab/>
        <w:t>1.013e0</w:t>
      </w:r>
    </w:p>
    <w:p w:rsidR="005B3ED9" w:rsidRDefault="005B3ED9" w:rsidP="005B3ED9">
      <w:r>
        <w:t>282.9383</w:t>
      </w:r>
      <w:r>
        <w:tab/>
        <w:t>1.013e0</w:t>
      </w:r>
    </w:p>
    <w:p w:rsidR="005B3ED9" w:rsidRDefault="005B3ED9" w:rsidP="005B3ED9">
      <w:r>
        <w:t>282.9472</w:t>
      </w:r>
      <w:r>
        <w:tab/>
        <w:t>1.013e0</w:t>
      </w:r>
    </w:p>
    <w:p w:rsidR="005B3ED9" w:rsidRDefault="005B3ED9" w:rsidP="005B3ED9">
      <w:r>
        <w:t>282.9725</w:t>
      </w:r>
      <w:r>
        <w:tab/>
        <w:t>3.038e0</w:t>
      </w:r>
    </w:p>
    <w:p w:rsidR="005B3ED9" w:rsidRDefault="005B3ED9" w:rsidP="005B3ED9">
      <w:r>
        <w:t>282.9853</w:t>
      </w:r>
      <w:r>
        <w:tab/>
        <w:t>4.051e0</w:t>
      </w:r>
    </w:p>
    <w:p w:rsidR="005B3ED9" w:rsidRDefault="005B3ED9" w:rsidP="005B3ED9">
      <w:r>
        <w:t>283.0005</w:t>
      </w:r>
      <w:r>
        <w:tab/>
        <w:t>1.013e0</w:t>
      </w:r>
    </w:p>
    <w:p w:rsidR="005B3ED9" w:rsidRDefault="005B3ED9" w:rsidP="005B3ED9">
      <w:r>
        <w:t>283.0257</w:t>
      </w:r>
      <w:r>
        <w:tab/>
        <w:t>6.076e0</w:t>
      </w:r>
    </w:p>
    <w:p w:rsidR="005B3ED9" w:rsidRDefault="005B3ED9" w:rsidP="005B3ED9">
      <w:r>
        <w:t>283.0370</w:t>
      </w:r>
      <w:r>
        <w:tab/>
        <w:t>3.038e0</w:t>
      </w:r>
    </w:p>
    <w:p w:rsidR="005B3ED9" w:rsidRDefault="005B3ED9" w:rsidP="005B3ED9">
      <w:r>
        <w:t>283.0475</w:t>
      </w:r>
      <w:r>
        <w:tab/>
        <w:t>4.067e0</w:t>
      </w:r>
    </w:p>
    <w:p w:rsidR="005B3ED9" w:rsidRDefault="005B3ED9" w:rsidP="005B3ED9">
      <w:r>
        <w:t>283.0632</w:t>
      </w:r>
      <w:r>
        <w:tab/>
        <w:t>2.025e0</w:t>
      </w:r>
    </w:p>
    <w:p w:rsidR="005B3ED9" w:rsidRDefault="005B3ED9" w:rsidP="005B3ED9">
      <w:r>
        <w:t>283.1042</w:t>
      </w:r>
      <w:r>
        <w:tab/>
        <w:t>1.013e0</w:t>
      </w:r>
    </w:p>
    <w:p w:rsidR="005B3ED9" w:rsidRDefault="005B3ED9" w:rsidP="005B3ED9">
      <w:r>
        <w:t>283.1083</w:t>
      </w:r>
      <w:r>
        <w:tab/>
        <w:t>1.013e0</w:t>
      </w:r>
    </w:p>
    <w:p w:rsidR="005B3ED9" w:rsidRDefault="005B3ED9" w:rsidP="005B3ED9">
      <w:r>
        <w:t>283.1354</w:t>
      </w:r>
      <w:r>
        <w:tab/>
        <w:t>1.013e0</w:t>
      </w:r>
    </w:p>
    <w:p w:rsidR="005B3ED9" w:rsidRDefault="005B3ED9" w:rsidP="005B3ED9">
      <w:r>
        <w:t>283.1478</w:t>
      </w:r>
      <w:r>
        <w:tab/>
        <w:t>1.013e0</w:t>
      </w:r>
    </w:p>
    <w:p w:rsidR="005B3ED9" w:rsidRDefault="005B3ED9" w:rsidP="005B3ED9">
      <w:r>
        <w:t>283.1697</w:t>
      </w:r>
      <w:r>
        <w:tab/>
        <w:t>3.038e0</w:t>
      </w:r>
    </w:p>
    <w:p w:rsidR="005B3ED9" w:rsidRDefault="005B3ED9" w:rsidP="005B3ED9">
      <w:r>
        <w:lastRenderedPageBreak/>
        <w:t>283.1734</w:t>
      </w:r>
      <w:r>
        <w:tab/>
        <w:t>3.038e0</w:t>
      </w:r>
    </w:p>
    <w:p w:rsidR="005B3ED9" w:rsidRDefault="005B3ED9" w:rsidP="005B3ED9">
      <w:r>
        <w:t>283.1801</w:t>
      </w:r>
      <w:r>
        <w:tab/>
        <w:t>3.038e0</w:t>
      </w:r>
    </w:p>
    <w:p w:rsidR="005B3ED9" w:rsidRDefault="005B3ED9" w:rsidP="005B3ED9">
      <w:r>
        <w:t>283.2106</w:t>
      </w:r>
      <w:r>
        <w:tab/>
        <w:t>1.013e0</w:t>
      </w:r>
    </w:p>
    <w:p w:rsidR="005B3ED9" w:rsidRDefault="005B3ED9" w:rsidP="005B3ED9">
      <w:r>
        <w:t>283.2147</w:t>
      </w:r>
      <w:r>
        <w:tab/>
        <w:t>1.013e0</w:t>
      </w:r>
    </w:p>
    <w:p w:rsidR="005B3ED9" w:rsidRDefault="005B3ED9" w:rsidP="005B3ED9">
      <w:r>
        <w:t>283.2222</w:t>
      </w:r>
      <w:r>
        <w:tab/>
        <w:t>3.038e0</w:t>
      </w:r>
    </w:p>
    <w:p w:rsidR="005B3ED9" w:rsidRDefault="005B3ED9" w:rsidP="005B3ED9">
      <w:r>
        <w:t>283.2500</w:t>
      </w:r>
      <w:r>
        <w:tab/>
        <w:t>1.013e0</w:t>
      </w:r>
    </w:p>
    <w:p w:rsidR="005B3ED9" w:rsidRDefault="005B3ED9" w:rsidP="005B3ED9">
      <w:r>
        <w:t>283.2599</w:t>
      </w:r>
      <w:r>
        <w:tab/>
        <w:t>1.013e0</w:t>
      </w:r>
    </w:p>
    <w:p w:rsidR="005B3ED9" w:rsidRDefault="005B3ED9" w:rsidP="005B3ED9">
      <w:r>
        <w:t>283.3362</w:t>
      </w:r>
      <w:r>
        <w:tab/>
        <w:t>1.013e0</w:t>
      </w:r>
    </w:p>
    <w:p w:rsidR="005B3ED9" w:rsidRDefault="005B3ED9" w:rsidP="005B3ED9">
      <w:r>
        <w:t>283.3677</w:t>
      </w:r>
      <w:r>
        <w:tab/>
        <w:t>1.013e0</w:t>
      </w:r>
    </w:p>
    <w:p w:rsidR="005B3ED9" w:rsidRDefault="005B3ED9" w:rsidP="005B3ED9">
      <w:r>
        <w:t>283.4741</w:t>
      </w:r>
      <w:r>
        <w:tab/>
        <w:t>1.013e0</w:t>
      </w:r>
    </w:p>
    <w:p w:rsidR="005B3ED9" w:rsidRDefault="005B3ED9" w:rsidP="005B3ED9">
      <w:r>
        <w:t>283.4780</w:t>
      </w:r>
      <w:r>
        <w:tab/>
        <w:t>1.013e0</w:t>
      </w:r>
    </w:p>
    <w:p w:rsidR="005B3ED9" w:rsidRDefault="005B3ED9" w:rsidP="005B3ED9">
      <w:r>
        <w:t>283.5767</w:t>
      </w:r>
      <w:r>
        <w:tab/>
        <w:t>1.013e0</w:t>
      </w:r>
    </w:p>
    <w:p w:rsidR="005B3ED9" w:rsidRDefault="005B3ED9" w:rsidP="005B3ED9">
      <w:r>
        <w:t>283.6078</w:t>
      </w:r>
      <w:r>
        <w:tab/>
        <w:t>1.013e0</w:t>
      </w:r>
    </w:p>
    <w:p w:rsidR="005B3ED9" w:rsidRDefault="005B3ED9" w:rsidP="005B3ED9">
      <w:r>
        <w:t>283.6173</w:t>
      </w:r>
      <w:r>
        <w:tab/>
        <w:t>2.025e0</w:t>
      </w:r>
    </w:p>
    <w:p w:rsidR="005B3ED9" w:rsidRDefault="005B3ED9" w:rsidP="005B3ED9">
      <w:r>
        <w:t>283.6442</w:t>
      </w:r>
      <w:r>
        <w:tab/>
        <w:t>1.013e0</w:t>
      </w:r>
    </w:p>
    <w:p w:rsidR="005B3ED9" w:rsidRDefault="005B3ED9" w:rsidP="005B3ED9">
      <w:r>
        <w:t>283.6667</w:t>
      </w:r>
      <w:r>
        <w:tab/>
        <w:t>1.013e0</w:t>
      </w:r>
    </w:p>
    <w:p w:rsidR="005B3ED9" w:rsidRDefault="005B3ED9" w:rsidP="005B3ED9">
      <w:r>
        <w:t>283.7482</w:t>
      </w:r>
      <w:r>
        <w:tab/>
        <w:t>1.013e0</w:t>
      </w:r>
    </w:p>
    <w:p w:rsidR="005B3ED9" w:rsidRDefault="005B3ED9" w:rsidP="005B3ED9">
      <w:r>
        <w:t>283.7924</w:t>
      </w:r>
      <w:r>
        <w:tab/>
        <w:t>1.013e0</w:t>
      </w:r>
    </w:p>
    <w:p w:rsidR="005B3ED9" w:rsidRDefault="005B3ED9" w:rsidP="005B3ED9">
      <w:r>
        <w:t>283.7964</w:t>
      </w:r>
      <w:r>
        <w:tab/>
        <w:t>1.013e0</w:t>
      </w:r>
    </w:p>
    <w:p w:rsidR="005B3ED9" w:rsidRDefault="005B3ED9" w:rsidP="005B3ED9">
      <w:r>
        <w:lastRenderedPageBreak/>
        <w:t>283.9301</w:t>
      </w:r>
      <w:r>
        <w:tab/>
        <w:t>1.013e0</w:t>
      </w:r>
    </w:p>
    <w:p w:rsidR="005B3ED9" w:rsidRDefault="005B3ED9" w:rsidP="005B3ED9">
      <w:r>
        <w:t>283.9614</w:t>
      </w:r>
      <w:r>
        <w:tab/>
        <w:t>1.013e0</w:t>
      </w:r>
    </w:p>
    <w:p w:rsidR="005B3ED9" w:rsidRDefault="005B3ED9" w:rsidP="005B3ED9">
      <w:r>
        <w:t>283.9809</w:t>
      </w:r>
      <w:r>
        <w:tab/>
        <w:t>1.013e0</w:t>
      </w:r>
    </w:p>
    <w:p w:rsidR="005B3ED9" w:rsidRDefault="005B3ED9" w:rsidP="005B3ED9">
      <w:r>
        <w:t>284.0082</w:t>
      </w:r>
      <w:r>
        <w:tab/>
        <w:t>1.013e0</w:t>
      </w:r>
    </w:p>
    <w:p w:rsidR="005B3ED9" w:rsidRDefault="005B3ED9" w:rsidP="005B3ED9">
      <w:r>
        <w:t>284.0158</w:t>
      </w:r>
      <w:r>
        <w:tab/>
        <w:t>4.051e0</w:t>
      </w:r>
    </w:p>
    <w:p w:rsidR="005B3ED9" w:rsidRDefault="005B3ED9" w:rsidP="005B3ED9">
      <w:r>
        <w:t>284.0282</w:t>
      </w:r>
      <w:r>
        <w:tab/>
        <w:t>2.025e0</w:t>
      </w:r>
    </w:p>
    <w:p w:rsidR="005B3ED9" w:rsidRDefault="005B3ED9" w:rsidP="005B3ED9">
      <w:r>
        <w:t>284.0322</w:t>
      </w:r>
      <w:r>
        <w:tab/>
        <w:t>3.038e0</w:t>
      </w:r>
    </w:p>
    <w:p w:rsidR="005B3ED9" w:rsidRDefault="005B3ED9" w:rsidP="005B3ED9">
      <w:r>
        <w:t>284.0478</w:t>
      </w:r>
      <w:r>
        <w:tab/>
        <w:t>1.013e0</w:t>
      </w:r>
    </w:p>
    <w:p w:rsidR="005B3ED9" w:rsidRDefault="005B3ED9" w:rsidP="005B3ED9">
      <w:r>
        <w:t>284.0874</w:t>
      </w:r>
      <w:r>
        <w:tab/>
        <w:t>1.013e0</w:t>
      </w:r>
    </w:p>
    <w:p w:rsidR="005B3ED9" w:rsidRDefault="005B3ED9" w:rsidP="005B3ED9">
      <w:r>
        <w:t>284.1028</w:t>
      </w:r>
      <w:r>
        <w:tab/>
        <w:t>2.025e0</w:t>
      </w:r>
    </w:p>
    <w:p w:rsidR="005B3ED9" w:rsidRDefault="005B3ED9" w:rsidP="005B3ED9">
      <w:r>
        <w:t>284.1058</w:t>
      </w:r>
      <w:r>
        <w:tab/>
        <w:t>2.025e0</w:t>
      </w:r>
    </w:p>
    <w:p w:rsidR="005B3ED9" w:rsidRDefault="005B3ED9" w:rsidP="005B3ED9">
      <w:r>
        <w:t>284.1598</w:t>
      </w:r>
      <w:r>
        <w:tab/>
        <w:t>3.038e0</w:t>
      </w:r>
    </w:p>
    <w:p w:rsidR="005B3ED9" w:rsidRDefault="005B3ED9" w:rsidP="005B3ED9">
      <w:r>
        <w:t>284.1695</w:t>
      </w:r>
      <w:r>
        <w:tab/>
        <w:t>1.013e0</w:t>
      </w:r>
    </w:p>
    <w:p w:rsidR="005B3ED9" w:rsidRDefault="005B3ED9" w:rsidP="005B3ED9">
      <w:r>
        <w:t>284.1712</w:t>
      </w:r>
      <w:r>
        <w:tab/>
        <w:t>2.025e0</w:t>
      </w:r>
    </w:p>
    <w:p w:rsidR="005B3ED9" w:rsidRDefault="005B3ED9" w:rsidP="005B3ED9">
      <w:r>
        <w:t>284.1857</w:t>
      </w:r>
      <w:r>
        <w:tab/>
        <w:t>1.013e0</w:t>
      </w:r>
    </w:p>
    <w:p w:rsidR="005B3ED9" w:rsidRDefault="005B3ED9" w:rsidP="005B3ED9">
      <w:r>
        <w:t>284.2366</w:t>
      </w:r>
      <w:r>
        <w:tab/>
        <w:t>1.013e0</w:t>
      </w:r>
    </w:p>
    <w:p w:rsidR="005B3ED9" w:rsidRDefault="005B3ED9" w:rsidP="005B3ED9">
      <w:r>
        <w:t>284.2446</w:t>
      </w:r>
      <w:r>
        <w:tab/>
        <w:t>1.013e0</w:t>
      </w:r>
    </w:p>
    <w:p w:rsidR="005B3ED9" w:rsidRDefault="005B3ED9" w:rsidP="005B3ED9">
      <w:r>
        <w:t>284.2522</w:t>
      </w:r>
      <w:r>
        <w:tab/>
        <w:t>2.025e0</w:t>
      </w:r>
    </w:p>
    <w:p w:rsidR="005B3ED9" w:rsidRDefault="005B3ED9" w:rsidP="005B3ED9">
      <w:r>
        <w:t>284.2801</w:t>
      </w:r>
      <w:r>
        <w:tab/>
        <w:t>2.025e0</w:t>
      </w:r>
    </w:p>
    <w:p w:rsidR="005B3ED9" w:rsidRDefault="005B3ED9" w:rsidP="005B3ED9">
      <w:r>
        <w:lastRenderedPageBreak/>
        <w:t>284.2892</w:t>
      </w:r>
      <w:r>
        <w:tab/>
        <w:t>1.013e0</w:t>
      </w:r>
    </w:p>
    <w:p w:rsidR="005B3ED9" w:rsidRDefault="005B3ED9" w:rsidP="005B3ED9">
      <w:r>
        <w:t>284.3298</w:t>
      </w:r>
      <w:r>
        <w:tab/>
        <w:t>2.025e0</w:t>
      </w:r>
    </w:p>
    <w:p w:rsidR="005B3ED9" w:rsidRDefault="005B3ED9" w:rsidP="005B3ED9">
      <w:r>
        <w:t>284.3309</w:t>
      </w:r>
      <w:r>
        <w:tab/>
        <w:t>1.013e0</w:t>
      </w:r>
    </w:p>
    <w:p w:rsidR="005B3ED9" w:rsidRDefault="005B3ED9" w:rsidP="005B3ED9">
      <w:r>
        <w:t>284.3517</w:t>
      </w:r>
      <w:r>
        <w:tab/>
        <w:t>1.013e0</w:t>
      </w:r>
    </w:p>
    <w:p w:rsidR="005B3ED9" w:rsidRDefault="005B3ED9" w:rsidP="005B3ED9">
      <w:r>
        <w:t>284.3745</w:t>
      </w:r>
      <w:r>
        <w:tab/>
        <w:t>1.013e0</w:t>
      </w:r>
    </w:p>
    <w:p w:rsidR="005B3ED9" w:rsidRDefault="005B3ED9" w:rsidP="005B3ED9">
      <w:r>
        <w:t>284.3882</w:t>
      </w:r>
      <w:r>
        <w:tab/>
        <w:t>1.013e0</w:t>
      </w:r>
    </w:p>
    <w:p w:rsidR="005B3ED9" w:rsidRDefault="005B3ED9" w:rsidP="005B3ED9">
      <w:r>
        <w:t>284.4247</w:t>
      </w:r>
      <w:r>
        <w:tab/>
        <w:t>1.013e0</w:t>
      </w:r>
    </w:p>
    <w:p w:rsidR="005B3ED9" w:rsidRDefault="005B3ED9" w:rsidP="005B3ED9">
      <w:r>
        <w:t>284.4373</w:t>
      </w:r>
      <w:r>
        <w:tab/>
        <w:t>1.013e0</w:t>
      </w:r>
    </w:p>
    <w:p w:rsidR="005B3ED9" w:rsidRDefault="005B3ED9" w:rsidP="005B3ED9">
      <w:r>
        <w:t>284.5316</w:t>
      </w:r>
      <w:r>
        <w:tab/>
        <w:t>1.013e0</w:t>
      </w:r>
    </w:p>
    <w:p w:rsidR="005B3ED9" w:rsidRDefault="005B3ED9" w:rsidP="005B3ED9">
      <w:r>
        <w:t>284.5612</w:t>
      </w:r>
      <w:r>
        <w:tab/>
        <w:t>2.025e0</w:t>
      </w:r>
    </w:p>
    <w:p w:rsidR="005B3ED9" w:rsidRDefault="005B3ED9" w:rsidP="005B3ED9">
      <w:r>
        <w:t>284.5862</w:t>
      </w:r>
      <w:r>
        <w:tab/>
        <w:t>1.013e0</w:t>
      </w:r>
    </w:p>
    <w:p w:rsidR="005B3ED9" w:rsidRDefault="005B3ED9" w:rsidP="005B3ED9">
      <w:r>
        <w:t>284.6221</w:t>
      </w:r>
      <w:r>
        <w:tab/>
        <w:t>1.013e0</w:t>
      </w:r>
    </w:p>
    <w:p w:rsidR="005B3ED9" w:rsidRDefault="005B3ED9" w:rsidP="005B3ED9">
      <w:r>
        <w:t>284.6496</w:t>
      </w:r>
      <w:r>
        <w:tab/>
        <w:t>2.025e0</w:t>
      </w:r>
    </w:p>
    <w:p w:rsidR="005B3ED9" w:rsidRDefault="005B3ED9" w:rsidP="005B3ED9">
      <w:r>
        <w:t>284.7009</w:t>
      </w:r>
      <w:r>
        <w:tab/>
        <w:t>1.013e0</w:t>
      </w:r>
    </w:p>
    <w:p w:rsidR="005B3ED9" w:rsidRDefault="005B3ED9" w:rsidP="005B3ED9">
      <w:r>
        <w:t>284.7686</w:t>
      </w:r>
      <w:r>
        <w:tab/>
        <w:t>1.013e0</w:t>
      </w:r>
    </w:p>
    <w:p w:rsidR="005B3ED9" w:rsidRDefault="005B3ED9" w:rsidP="005B3ED9">
      <w:r>
        <w:t>284.8103</w:t>
      </w:r>
      <w:r>
        <w:tab/>
        <w:t>1.013e0</w:t>
      </w:r>
    </w:p>
    <w:p w:rsidR="005B3ED9" w:rsidRDefault="005B3ED9" w:rsidP="005B3ED9">
      <w:r>
        <w:t>284.8990</w:t>
      </w:r>
      <w:r>
        <w:tab/>
        <w:t>1.013e0</w:t>
      </w:r>
    </w:p>
    <w:p w:rsidR="005B3ED9" w:rsidRDefault="005B3ED9" w:rsidP="005B3ED9">
      <w:r>
        <w:t>284.9172</w:t>
      </w:r>
      <w:r>
        <w:tab/>
        <w:t>2.025e0</w:t>
      </w:r>
    </w:p>
    <w:p w:rsidR="005B3ED9" w:rsidRDefault="005B3ED9" w:rsidP="005B3ED9">
      <w:r>
        <w:t>284.9762</w:t>
      </w:r>
      <w:r>
        <w:tab/>
        <w:t>1.013e0</w:t>
      </w:r>
    </w:p>
    <w:p w:rsidR="005B3ED9" w:rsidRDefault="005B3ED9" w:rsidP="005B3ED9">
      <w:r>
        <w:lastRenderedPageBreak/>
        <w:t>284.9801</w:t>
      </w:r>
      <w:r>
        <w:tab/>
        <w:t>1.013e0</w:t>
      </w:r>
    </w:p>
    <w:p w:rsidR="005B3ED9" w:rsidRDefault="005B3ED9" w:rsidP="005B3ED9">
      <w:r>
        <w:t>285.0116</w:t>
      </w:r>
      <w:r>
        <w:tab/>
        <w:t>1.013e0</w:t>
      </w:r>
    </w:p>
    <w:p w:rsidR="005B3ED9" w:rsidRDefault="005B3ED9" w:rsidP="005B3ED9">
      <w:r>
        <w:t>285.0337</w:t>
      </w:r>
      <w:r>
        <w:tab/>
        <w:t>2.025e0</w:t>
      </w:r>
    </w:p>
    <w:p w:rsidR="005B3ED9" w:rsidRDefault="005B3ED9" w:rsidP="005B3ED9">
      <w:r>
        <w:t>285.0370</w:t>
      </w:r>
      <w:r>
        <w:tab/>
        <w:t>2.025e0</w:t>
      </w:r>
    </w:p>
    <w:p w:rsidR="005B3ED9" w:rsidRDefault="005B3ED9" w:rsidP="005B3ED9">
      <w:r>
        <w:t>285.1182</w:t>
      </w:r>
      <w:r>
        <w:tab/>
        <w:t>1.013e0</w:t>
      </w:r>
    </w:p>
    <w:p w:rsidR="005B3ED9" w:rsidRDefault="005B3ED9" w:rsidP="005B3ED9">
      <w:r>
        <w:t>285.1600</w:t>
      </w:r>
      <w:r>
        <w:tab/>
        <w:t>2.025e0</w:t>
      </w:r>
    </w:p>
    <w:p w:rsidR="005B3ED9" w:rsidRDefault="005B3ED9" w:rsidP="005B3ED9">
      <w:r>
        <w:t>285.1620</w:t>
      </w:r>
      <w:r>
        <w:tab/>
        <w:t>2.025e0</w:t>
      </w:r>
    </w:p>
    <w:p w:rsidR="005B3ED9" w:rsidRDefault="005B3ED9" w:rsidP="005B3ED9">
      <w:r>
        <w:t>285.1787</w:t>
      </w:r>
      <w:r>
        <w:tab/>
        <w:t>2.025e0</w:t>
      </w:r>
    </w:p>
    <w:p w:rsidR="005B3ED9" w:rsidRDefault="005B3ED9" w:rsidP="005B3ED9">
      <w:r>
        <w:t>285.2226</w:t>
      </w:r>
      <w:r>
        <w:tab/>
        <w:t>2.025e0</w:t>
      </w:r>
    </w:p>
    <w:p w:rsidR="005B3ED9" w:rsidRDefault="005B3ED9" w:rsidP="005B3ED9">
      <w:r>
        <w:t>285.2320</w:t>
      </w:r>
      <w:r>
        <w:tab/>
        <w:t>1.013e0</w:t>
      </w:r>
    </w:p>
    <w:p w:rsidR="005B3ED9" w:rsidRDefault="005B3ED9" w:rsidP="005B3ED9">
      <w:r>
        <w:t>285.2592</w:t>
      </w:r>
      <w:r>
        <w:tab/>
        <w:t>1.013e0</w:t>
      </w:r>
    </w:p>
    <w:p w:rsidR="005B3ED9" w:rsidRDefault="005B3ED9" w:rsidP="005B3ED9">
      <w:r>
        <w:t>285.2905</w:t>
      </w:r>
      <w:r>
        <w:tab/>
        <w:t>1.013e0</w:t>
      </w:r>
    </w:p>
    <w:p w:rsidR="005B3ED9" w:rsidRDefault="005B3ED9" w:rsidP="005B3ED9">
      <w:r>
        <w:t>285.2950</w:t>
      </w:r>
      <w:r>
        <w:tab/>
        <w:t>1.013e0</w:t>
      </w:r>
    </w:p>
    <w:p w:rsidR="005B3ED9" w:rsidRDefault="005B3ED9" w:rsidP="005B3ED9">
      <w:r>
        <w:t>285.3492</w:t>
      </w:r>
      <w:r>
        <w:tab/>
        <w:t>3.038e0</w:t>
      </w:r>
    </w:p>
    <w:p w:rsidR="005B3ED9" w:rsidRDefault="005B3ED9" w:rsidP="005B3ED9">
      <w:r>
        <w:t>285.3741</w:t>
      </w:r>
      <w:r>
        <w:tab/>
        <w:t>1.013e0</w:t>
      </w:r>
    </w:p>
    <w:p w:rsidR="005B3ED9" w:rsidRDefault="005B3ED9" w:rsidP="005B3ED9">
      <w:r>
        <w:t>285.4106</w:t>
      </w:r>
      <w:r>
        <w:tab/>
        <w:t>1.013e0</w:t>
      </w:r>
    </w:p>
    <w:p w:rsidR="005B3ED9" w:rsidRDefault="005B3ED9" w:rsidP="005B3ED9">
      <w:r>
        <w:t>285.4289</w:t>
      </w:r>
      <w:r>
        <w:tab/>
        <w:t>1.013e0</w:t>
      </w:r>
    </w:p>
    <w:p w:rsidR="005B3ED9" w:rsidRDefault="005B3ED9" w:rsidP="005B3ED9">
      <w:r>
        <w:t>285.4330</w:t>
      </w:r>
      <w:r>
        <w:tab/>
        <w:t>1.013e0</w:t>
      </w:r>
    </w:p>
    <w:p w:rsidR="005B3ED9" w:rsidRDefault="005B3ED9" w:rsidP="005B3ED9">
      <w:r>
        <w:t>285.4420</w:t>
      </w:r>
      <w:r>
        <w:tab/>
        <w:t>1.013e0</w:t>
      </w:r>
    </w:p>
    <w:p w:rsidR="005B3ED9" w:rsidRDefault="005B3ED9" w:rsidP="005B3ED9">
      <w:r>
        <w:lastRenderedPageBreak/>
        <w:t>285.6985</w:t>
      </w:r>
      <w:r>
        <w:tab/>
        <w:t>2.025e0</w:t>
      </w:r>
    </w:p>
    <w:p w:rsidR="005B3ED9" w:rsidRDefault="005B3ED9" w:rsidP="005B3ED9">
      <w:r>
        <w:t>285.7615</w:t>
      </w:r>
      <w:r>
        <w:tab/>
        <w:t>2.025e0</w:t>
      </w:r>
    </w:p>
    <w:p w:rsidR="005B3ED9" w:rsidRDefault="005B3ED9" w:rsidP="005B3ED9">
      <w:r>
        <w:t>285.7752</w:t>
      </w:r>
      <w:r>
        <w:tab/>
        <w:t>1.013e0</w:t>
      </w:r>
    </w:p>
    <w:p w:rsidR="005B3ED9" w:rsidRDefault="005B3ED9" w:rsidP="005B3ED9">
      <w:r>
        <w:t>285.8289</w:t>
      </w:r>
      <w:r>
        <w:tab/>
        <w:t>1.013e0</w:t>
      </w:r>
    </w:p>
    <w:p w:rsidR="005B3ED9" w:rsidRDefault="005B3ED9" w:rsidP="005B3ED9">
      <w:r>
        <w:t>285.8551</w:t>
      </w:r>
      <w:r>
        <w:tab/>
        <w:t>1.013e0</w:t>
      </w:r>
    </w:p>
    <w:p w:rsidR="005B3ED9" w:rsidRDefault="005B3ED9" w:rsidP="005B3ED9">
      <w:r>
        <w:t>285.8603</w:t>
      </w:r>
      <w:r>
        <w:tab/>
        <w:t>1.013e0</w:t>
      </w:r>
    </w:p>
    <w:p w:rsidR="005B3ED9" w:rsidRDefault="005B3ED9" w:rsidP="005B3ED9">
      <w:r>
        <w:t>285.9283</w:t>
      </w:r>
      <w:r>
        <w:tab/>
        <w:t>1.013e0</w:t>
      </w:r>
    </w:p>
    <w:p w:rsidR="005B3ED9" w:rsidRDefault="005B3ED9" w:rsidP="005B3ED9">
      <w:r>
        <w:t>285.9367</w:t>
      </w:r>
      <w:r>
        <w:tab/>
        <w:t>1.013e0</w:t>
      </w:r>
    </w:p>
    <w:p w:rsidR="005B3ED9" w:rsidRDefault="005B3ED9" w:rsidP="005B3ED9">
      <w:r>
        <w:t>285.9731</w:t>
      </w:r>
      <w:r>
        <w:tab/>
        <w:t>2.025e0</w:t>
      </w:r>
    </w:p>
    <w:p w:rsidR="005B3ED9" w:rsidRDefault="005B3ED9" w:rsidP="005B3ED9">
      <w:r>
        <w:t>286.0226</w:t>
      </w:r>
      <w:r>
        <w:tab/>
        <w:t>2.025e0</w:t>
      </w:r>
    </w:p>
    <w:p w:rsidR="005B3ED9" w:rsidRDefault="005B3ED9" w:rsidP="005B3ED9">
      <w:r>
        <w:t>286.0432</w:t>
      </w:r>
      <w:r>
        <w:tab/>
        <w:t>3.038e0</w:t>
      </w:r>
    </w:p>
    <w:p w:rsidR="005B3ED9" w:rsidRDefault="005B3ED9" w:rsidP="005B3ED9">
      <w:r>
        <w:t>286.0487</w:t>
      </w:r>
      <w:r>
        <w:tab/>
        <w:t>2.025e0</w:t>
      </w:r>
    </w:p>
    <w:p w:rsidR="005B3ED9" w:rsidRDefault="005B3ED9" w:rsidP="005B3ED9">
      <w:r>
        <w:t>286.0597</w:t>
      </w:r>
      <w:r>
        <w:tab/>
        <w:t>2.025e0</w:t>
      </w:r>
    </w:p>
    <w:p w:rsidR="005B3ED9" w:rsidRDefault="005B3ED9" w:rsidP="005B3ED9">
      <w:r>
        <w:t>286.0941</w:t>
      </w:r>
      <w:r>
        <w:tab/>
        <w:t>1.013e0</w:t>
      </w:r>
    </w:p>
    <w:p w:rsidR="005B3ED9" w:rsidRDefault="005B3ED9" w:rsidP="005B3ED9">
      <w:r>
        <w:t>286.1430</w:t>
      </w:r>
      <w:r>
        <w:tab/>
        <w:t>1.013e0</w:t>
      </w:r>
    </w:p>
    <w:p w:rsidR="005B3ED9" w:rsidRDefault="005B3ED9" w:rsidP="005B3ED9">
      <w:r>
        <w:t>286.1796</w:t>
      </w:r>
      <w:r>
        <w:tab/>
        <w:t>1.013e0</w:t>
      </w:r>
    </w:p>
    <w:p w:rsidR="005B3ED9" w:rsidRDefault="005B3ED9" w:rsidP="005B3ED9">
      <w:r>
        <w:t>286.1887</w:t>
      </w:r>
      <w:r>
        <w:tab/>
        <w:t>1.013e0</w:t>
      </w:r>
    </w:p>
    <w:p w:rsidR="005B3ED9" w:rsidRDefault="005B3ED9" w:rsidP="005B3ED9">
      <w:r>
        <w:t>286.2111</w:t>
      </w:r>
      <w:r>
        <w:tab/>
        <w:t>1.013e0</w:t>
      </w:r>
    </w:p>
    <w:p w:rsidR="005B3ED9" w:rsidRDefault="005B3ED9" w:rsidP="005B3ED9">
      <w:r>
        <w:t>286.2304</w:t>
      </w:r>
      <w:r>
        <w:tab/>
        <w:t>2.025e0</w:t>
      </w:r>
    </w:p>
    <w:p w:rsidR="005B3ED9" w:rsidRDefault="005B3ED9" w:rsidP="005B3ED9">
      <w:r>
        <w:lastRenderedPageBreak/>
        <w:t>286.2557</w:t>
      </w:r>
      <w:r>
        <w:tab/>
        <w:t>1.013e0</w:t>
      </w:r>
    </w:p>
    <w:p w:rsidR="005B3ED9" w:rsidRDefault="005B3ED9" w:rsidP="005B3ED9">
      <w:r>
        <w:t>286.2913</w:t>
      </w:r>
      <w:r>
        <w:tab/>
        <w:t>1.013e0</w:t>
      </w:r>
    </w:p>
    <w:p w:rsidR="005B3ED9" w:rsidRDefault="005B3ED9" w:rsidP="005B3ED9">
      <w:r>
        <w:t>286.3054</w:t>
      </w:r>
      <w:r>
        <w:tab/>
        <w:t>1.013e0</w:t>
      </w:r>
    </w:p>
    <w:p w:rsidR="005B3ED9" w:rsidRDefault="005B3ED9" w:rsidP="005B3ED9">
      <w:r>
        <w:t>286.3187</w:t>
      </w:r>
      <w:r>
        <w:tab/>
        <w:t>1.013e0</w:t>
      </w:r>
    </w:p>
    <w:p w:rsidR="005B3ED9" w:rsidRDefault="005B3ED9" w:rsidP="005B3ED9">
      <w:r>
        <w:t>286.3268</w:t>
      </w:r>
      <w:r>
        <w:tab/>
        <w:t>1.013e0</w:t>
      </w:r>
    </w:p>
    <w:p w:rsidR="005B3ED9" w:rsidRDefault="005B3ED9" w:rsidP="005B3ED9">
      <w:r>
        <w:t>286.3502</w:t>
      </w:r>
      <w:r>
        <w:tab/>
        <w:t>1.013e0</w:t>
      </w:r>
    </w:p>
    <w:p w:rsidR="005B3ED9" w:rsidRDefault="005B3ED9" w:rsidP="005B3ED9">
      <w:r>
        <w:t>286.4259</w:t>
      </w:r>
      <w:r>
        <w:tab/>
        <w:t>1.013e0</w:t>
      </w:r>
    </w:p>
    <w:p w:rsidR="005B3ED9" w:rsidRDefault="005B3ED9" w:rsidP="005B3ED9">
      <w:r>
        <w:t>286.4528</w:t>
      </w:r>
      <w:r>
        <w:tab/>
        <w:t>1.013e0</w:t>
      </w:r>
    </w:p>
    <w:p w:rsidR="005B3ED9" w:rsidRDefault="005B3ED9" w:rsidP="005B3ED9">
      <w:r>
        <w:t>286.4804</w:t>
      </w:r>
      <w:r>
        <w:tab/>
        <w:t>1.013e0</w:t>
      </w:r>
    </w:p>
    <w:p w:rsidR="005B3ED9" w:rsidRDefault="005B3ED9" w:rsidP="005B3ED9">
      <w:r>
        <w:t>286.5570</w:t>
      </w:r>
      <w:r>
        <w:tab/>
        <w:t>1.013e0</w:t>
      </w:r>
    </w:p>
    <w:p w:rsidR="005B3ED9" w:rsidRDefault="005B3ED9" w:rsidP="005B3ED9">
      <w:r>
        <w:t>286.5669</w:t>
      </w:r>
      <w:r>
        <w:tab/>
        <w:t>1.013e0</w:t>
      </w:r>
    </w:p>
    <w:p w:rsidR="005B3ED9" w:rsidRDefault="005B3ED9" w:rsidP="005B3ED9">
      <w:r>
        <w:t>286.6251</w:t>
      </w:r>
      <w:r>
        <w:tab/>
        <w:t>1.013e0</w:t>
      </w:r>
    </w:p>
    <w:p w:rsidR="005B3ED9" w:rsidRDefault="005B3ED9" w:rsidP="005B3ED9">
      <w:r>
        <w:t>286.6566</w:t>
      </w:r>
      <w:r>
        <w:tab/>
        <w:t>1.013e0</w:t>
      </w:r>
    </w:p>
    <w:p w:rsidR="005B3ED9" w:rsidRDefault="005B3ED9" w:rsidP="005B3ED9">
      <w:r>
        <w:t>286.6654</w:t>
      </w:r>
      <w:r>
        <w:tab/>
        <w:t>1.013e0</w:t>
      </w:r>
    </w:p>
    <w:p w:rsidR="005B3ED9" w:rsidRDefault="005B3ED9" w:rsidP="005B3ED9">
      <w:r>
        <w:t>286.6776</w:t>
      </w:r>
      <w:r>
        <w:tab/>
        <w:t>1.013e0</w:t>
      </w:r>
    </w:p>
    <w:p w:rsidR="005B3ED9" w:rsidRDefault="005B3ED9" w:rsidP="005B3ED9">
      <w:r>
        <w:t>286.7010</w:t>
      </w:r>
      <w:r>
        <w:tab/>
        <w:t>1.013e0</w:t>
      </w:r>
    </w:p>
    <w:p w:rsidR="005B3ED9" w:rsidRDefault="005B3ED9" w:rsidP="005B3ED9">
      <w:r>
        <w:t>286.7090</w:t>
      </w:r>
      <w:r>
        <w:tab/>
        <w:t>1.013e0</w:t>
      </w:r>
    </w:p>
    <w:p w:rsidR="005B3ED9" w:rsidRDefault="005B3ED9" w:rsidP="005B3ED9">
      <w:r>
        <w:t>286.7680</w:t>
      </w:r>
      <w:r>
        <w:tab/>
        <w:t>1.013e0</w:t>
      </w:r>
    </w:p>
    <w:p w:rsidR="005B3ED9" w:rsidRDefault="005B3ED9" w:rsidP="005B3ED9">
      <w:r>
        <w:t>286.7876</w:t>
      </w:r>
      <w:r>
        <w:tab/>
        <w:t>1.013e0</w:t>
      </w:r>
    </w:p>
    <w:p w:rsidR="005B3ED9" w:rsidRDefault="005B3ED9" w:rsidP="005B3ED9">
      <w:r>
        <w:lastRenderedPageBreak/>
        <w:t>286.8230</w:t>
      </w:r>
      <w:r>
        <w:tab/>
        <w:t>1.013e0</w:t>
      </w:r>
    </w:p>
    <w:p w:rsidR="005B3ED9" w:rsidRDefault="005B3ED9" w:rsidP="005B3ED9">
      <w:r>
        <w:t>286.8545</w:t>
      </w:r>
      <w:r>
        <w:tab/>
        <w:t>1.013e0</w:t>
      </w:r>
    </w:p>
    <w:p w:rsidR="005B3ED9" w:rsidRDefault="005B3ED9" w:rsidP="005B3ED9">
      <w:r>
        <w:t>286.8626</w:t>
      </w:r>
      <w:r>
        <w:tab/>
        <w:t>1.013e0</w:t>
      </w:r>
    </w:p>
    <w:p w:rsidR="005B3ED9" w:rsidRDefault="005B3ED9" w:rsidP="005B3ED9">
      <w:r>
        <w:t>286.9610</w:t>
      </w:r>
      <w:r>
        <w:tab/>
        <w:t>1.013e0</w:t>
      </w:r>
    </w:p>
    <w:p w:rsidR="005B3ED9" w:rsidRDefault="005B3ED9" w:rsidP="005B3ED9">
      <w:r>
        <w:t>286.9662</w:t>
      </w:r>
      <w:r>
        <w:tab/>
        <w:t>1.013e0</w:t>
      </w:r>
    </w:p>
    <w:p w:rsidR="005B3ED9" w:rsidRDefault="005B3ED9" w:rsidP="005B3ED9">
      <w:r>
        <w:t>286.9866</w:t>
      </w:r>
      <w:r>
        <w:tab/>
        <w:t>2.025e0</w:t>
      </w:r>
    </w:p>
    <w:p w:rsidR="005B3ED9" w:rsidRDefault="005B3ED9" w:rsidP="005B3ED9">
      <w:r>
        <w:t>286.9887</w:t>
      </w:r>
      <w:r>
        <w:tab/>
        <w:t>1.013e0</w:t>
      </w:r>
    </w:p>
    <w:p w:rsidR="005B3ED9" w:rsidRDefault="005B3ED9" w:rsidP="005B3ED9">
      <w:r>
        <w:t>287.0122</w:t>
      </w:r>
      <w:r>
        <w:tab/>
        <w:t>2.857e0</w:t>
      </w:r>
    </w:p>
    <w:p w:rsidR="005B3ED9" w:rsidRDefault="005B3ED9" w:rsidP="005B3ED9">
      <w:r>
        <w:t>287.0181</w:t>
      </w:r>
      <w:r>
        <w:tab/>
        <w:t>2.025e0</w:t>
      </w:r>
    </w:p>
    <w:p w:rsidR="005B3ED9" w:rsidRDefault="005B3ED9" w:rsidP="005B3ED9">
      <w:r>
        <w:t>287.0477</w:t>
      </w:r>
      <w:r>
        <w:tab/>
        <w:t>1.013e0</w:t>
      </w:r>
    </w:p>
    <w:p w:rsidR="005B3ED9" w:rsidRDefault="005B3ED9" w:rsidP="005B3ED9">
      <w:r>
        <w:t>287.0587</w:t>
      </w:r>
      <w:r>
        <w:tab/>
        <w:t>2.025e0</w:t>
      </w:r>
    </w:p>
    <w:p w:rsidR="005B3ED9" w:rsidRDefault="005B3ED9" w:rsidP="005B3ED9">
      <w:r>
        <w:t>287.0614</w:t>
      </w:r>
      <w:r>
        <w:tab/>
        <w:t>5.063e0</w:t>
      </w:r>
    </w:p>
    <w:p w:rsidR="005B3ED9" w:rsidRDefault="005B3ED9" w:rsidP="005B3ED9">
      <w:r>
        <w:t>287.1331</w:t>
      </w:r>
      <w:r>
        <w:tab/>
        <w:t>2.025e0</w:t>
      </w:r>
    </w:p>
    <w:p w:rsidR="005B3ED9" w:rsidRDefault="005B3ED9" w:rsidP="005B3ED9">
      <w:r>
        <w:t>287.1463</w:t>
      </w:r>
      <w:r>
        <w:tab/>
        <w:t>2.025e0</w:t>
      </w:r>
    </w:p>
    <w:p w:rsidR="005B3ED9" w:rsidRDefault="005B3ED9" w:rsidP="005B3ED9">
      <w:r>
        <w:t>287.1916</w:t>
      </w:r>
      <w:r>
        <w:tab/>
        <w:t>2.025e0</w:t>
      </w:r>
    </w:p>
    <w:p w:rsidR="005B3ED9" w:rsidRDefault="005B3ED9" w:rsidP="005B3ED9">
      <w:r>
        <w:t>287.2126</w:t>
      </w:r>
      <w:r>
        <w:tab/>
        <w:t>2.025e0</w:t>
      </w:r>
    </w:p>
    <w:p w:rsidR="005B3ED9" w:rsidRDefault="005B3ED9" w:rsidP="005B3ED9">
      <w:r>
        <w:t>287.2183</w:t>
      </w:r>
      <w:r>
        <w:tab/>
        <w:t>1.013e0</w:t>
      </w:r>
    </w:p>
    <w:p w:rsidR="005B3ED9" w:rsidRDefault="005B3ED9" w:rsidP="005B3ED9">
      <w:r>
        <w:t>287.2328</w:t>
      </w:r>
      <w:r>
        <w:tab/>
        <w:t>1.013e0</w:t>
      </w:r>
    </w:p>
    <w:p w:rsidR="005B3ED9" w:rsidRDefault="005B3ED9" w:rsidP="005B3ED9">
      <w:r>
        <w:t>287.2958</w:t>
      </w:r>
      <w:r>
        <w:tab/>
        <w:t>2.025e0</w:t>
      </w:r>
    </w:p>
    <w:p w:rsidR="005B3ED9" w:rsidRDefault="005B3ED9" w:rsidP="005B3ED9">
      <w:r>
        <w:lastRenderedPageBreak/>
        <w:t>287.3630</w:t>
      </w:r>
      <w:r>
        <w:tab/>
        <w:t>1.013e0</w:t>
      </w:r>
    </w:p>
    <w:p w:rsidR="005B3ED9" w:rsidRDefault="005B3ED9" w:rsidP="005B3ED9">
      <w:r>
        <w:t>287.4340</w:t>
      </w:r>
      <w:r>
        <w:tab/>
        <w:t>1.013e0</w:t>
      </w:r>
    </w:p>
    <w:p w:rsidR="005B3ED9" w:rsidRDefault="005B3ED9" w:rsidP="005B3ED9">
      <w:r>
        <w:t>287.4811</w:t>
      </w:r>
      <w:r>
        <w:tab/>
        <w:t>1.013e0</w:t>
      </w:r>
    </w:p>
    <w:p w:rsidR="005B3ED9" w:rsidRDefault="005B3ED9" w:rsidP="005B3ED9">
      <w:r>
        <w:t>287.4971</w:t>
      </w:r>
      <w:r>
        <w:tab/>
        <w:t>1.013e0</w:t>
      </w:r>
    </w:p>
    <w:p w:rsidR="005B3ED9" w:rsidRDefault="005B3ED9" w:rsidP="005B3ED9">
      <w:r>
        <w:t>287.5705</w:t>
      </w:r>
      <w:r>
        <w:tab/>
        <w:t>1.013e0</w:t>
      </w:r>
    </w:p>
    <w:p w:rsidR="005B3ED9" w:rsidRDefault="005B3ED9" w:rsidP="005B3ED9">
      <w:r>
        <w:t>287.6284</w:t>
      </w:r>
      <w:r>
        <w:tab/>
        <w:t>1.013e0</w:t>
      </w:r>
    </w:p>
    <w:p w:rsidR="005B3ED9" w:rsidRDefault="005B3ED9" w:rsidP="005B3ED9">
      <w:r>
        <w:t>287.6509</w:t>
      </w:r>
      <w:r>
        <w:tab/>
        <w:t>1.013e0</w:t>
      </w:r>
    </w:p>
    <w:p w:rsidR="005B3ED9" w:rsidRDefault="005B3ED9" w:rsidP="005B3ED9">
      <w:r>
        <w:t>287.6673</w:t>
      </w:r>
      <w:r>
        <w:tab/>
        <w:t>2.025e0</w:t>
      </w:r>
    </w:p>
    <w:p w:rsidR="005B3ED9" w:rsidRDefault="005B3ED9" w:rsidP="005B3ED9">
      <w:r>
        <w:t>287.7100</w:t>
      </w:r>
      <w:r>
        <w:tab/>
        <w:t>1.013e0</w:t>
      </w:r>
    </w:p>
    <w:p w:rsidR="005B3ED9" w:rsidRDefault="005B3ED9" w:rsidP="005B3ED9">
      <w:r>
        <w:t>287.8046</w:t>
      </w:r>
      <w:r>
        <w:tab/>
        <w:t>1.013e0</w:t>
      </w:r>
    </w:p>
    <w:p w:rsidR="005B3ED9" w:rsidRDefault="005B3ED9" w:rsidP="005B3ED9">
      <w:r>
        <w:t>287.8126</w:t>
      </w:r>
      <w:r>
        <w:tab/>
        <w:t>1.013e0</w:t>
      </w:r>
    </w:p>
    <w:p w:rsidR="005B3ED9" w:rsidRDefault="005B3ED9" w:rsidP="005B3ED9">
      <w:r>
        <w:t>287.8598</w:t>
      </w:r>
      <w:r>
        <w:tab/>
        <w:t>1.013e0</w:t>
      </w:r>
    </w:p>
    <w:p w:rsidR="005B3ED9" w:rsidRDefault="005B3ED9" w:rsidP="005B3ED9">
      <w:r>
        <w:t>287.8993</w:t>
      </w:r>
      <w:r>
        <w:tab/>
        <w:t>1.013e0</w:t>
      </w:r>
    </w:p>
    <w:p w:rsidR="005B3ED9" w:rsidRDefault="005B3ED9" w:rsidP="005B3ED9">
      <w:r>
        <w:t>287.9534</w:t>
      </w:r>
      <w:r>
        <w:tab/>
        <w:t>2.025e0</w:t>
      </w:r>
    </w:p>
    <w:p w:rsidR="005B3ED9" w:rsidRDefault="005B3ED9" w:rsidP="005B3ED9">
      <w:r>
        <w:t>287.9683</w:t>
      </w:r>
      <w:r>
        <w:tab/>
        <w:t>6.076e0</w:t>
      </w:r>
    </w:p>
    <w:p w:rsidR="005B3ED9" w:rsidRDefault="005B3ED9" w:rsidP="005B3ED9">
      <w:r>
        <w:t>287.9697</w:t>
      </w:r>
      <w:r>
        <w:tab/>
        <w:t>3.038e0</w:t>
      </w:r>
    </w:p>
    <w:p w:rsidR="005B3ED9" w:rsidRDefault="005B3ED9" w:rsidP="005B3ED9">
      <w:r>
        <w:t>288.0121</w:t>
      </w:r>
      <w:r>
        <w:tab/>
        <w:t>3.038e0</w:t>
      </w:r>
    </w:p>
    <w:p w:rsidR="005B3ED9" w:rsidRDefault="005B3ED9" w:rsidP="005B3ED9">
      <w:r>
        <w:t>288.0295</w:t>
      </w:r>
      <w:r>
        <w:tab/>
        <w:t>2.025e0</w:t>
      </w:r>
    </w:p>
    <w:p w:rsidR="005B3ED9" w:rsidRDefault="005B3ED9" w:rsidP="005B3ED9">
      <w:r>
        <w:t>288.0490</w:t>
      </w:r>
      <w:r>
        <w:tab/>
        <w:t>1.013e0</w:t>
      </w:r>
    </w:p>
    <w:p w:rsidR="005B3ED9" w:rsidRDefault="005B3ED9" w:rsidP="005B3ED9">
      <w:r>
        <w:lastRenderedPageBreak/>
        <w:t>288.0759</w:t>
      </w:r>
      <w:r>
        <w:tab/>
        <w:t>1.013e0</w:t>
      </w:r>
    </w:p>
    <w:p w:rsidR="005B3ED9" w:rsidRDefault="005B3ED9" w:rsidP="005B3ED9">
      <w:r>
        <w:t>288.1122</w:t>
      </w:r>
      <w:r>
        <w:tab/>
        <w:t>1.013e0</w:t>
      </w:r>
    </w:p>
    <w:p w:rsidR="005B3ED9" w:rsidRDefault="005B3ED9" w:rsidP="005B3ED9">
      <w:r>
        <w:t>288.1241</w:t>
      </w:r>
      <w:r>
        <w:tab/>
        <w:t>1.013e0</w:t>
      </w:r>
    </w:p>
    <w:p w:rsidR="005B3ED9" w:rsidRDefault="005B3ED9" w:rsidP="005B3ED9">
      <w:r>
        <w:t>288.1476</w:t>
      </w:r>
      <w:r>
        <w:tab/>
        <w:t>1.013e0</w:t>
      </w:r>
    </w:p>
    <w:p w:rsidR="005B3ED9" w:rsidRDefault="005B3ED9" w:rsidP="005B3ED9">
      <w:r>
        <w:t>288.1707</w:t>
      </w:r>
      <w:r>
        <w:tab/>
        <w:t>1.013e0</w:t>
      </w:r>
    </w:p>
    <w:p w:rsidR="005B3ED9" w:rsidRDefault="005B3ED9" w:rsidP="005B3ED9">
      <w:r>
        <w:t>288.1747</w:t>
      </w:r>
      <w:r>
        <w:tab/>
        <w:t>2.025e0</w:t>
      </w:r>
    </w:p>
    <w:p w:rsidR="005B3ED9" w:rsidRDefault="005B3ED9" w:rsidP="005B3ED9">
      <w:r>
        <w:t>288.1769</w:t>
      </w:r>
      <w:r>
        <w:tab/>
        <w:t>3.038e0</w:t>
      </w:r>
    </w:p>
    <w:p w:rsidR="005B3ED9" w:rsidRDefault="005B3ED9" w:rsidP="005B3ED9">
      <w:r>
        <w:t>288.2148</w:t>
      </w:r>
      <w:r>
        <w:tab/>
        <w:t>7.089e0</w:t>
      </w:r>
    </w:p>
    <w:p w:rsidR="005B3ED9" w:rsidRDefault="005B3ED9" w:rsidP="005B3ED9">
      <w:r>
        <w:t>288.2166</w:t>
      </w:r>
      <w:r>
        <w:tab/>
        <w:t>5.331e0</w:t>
      </w:r>
    </w:p>
    <w:p w:rsidR="005B3ED9" w:rsidRDefault="005B3ED9" w:rsidP="005B3ED9">
      <w:r>
        <w:t>288.2263</w:t>
      </w:r>
      <w:r>
        <w:tab/>
        <w:t>2.025e0</w:t>
      </w:r>
    </w:p>
    <w:p w:rsidR="005B3ED9" w:rsidRDefault="005B3ED9" w:rsidP="005B3ED9">
      <w:r>
        <w:t>288.2549</w:t>
      </w:r>
      <w:r>
        <w:tab/>
        <w:t>3.038e0</w:t>
      </w:r>
    </w:p>
    <w:p w:rsidR="005B3ED9" w:rsidRDefault="005B3ED9" w:rsidP="005B3ED9">
      <w:r>
        <w:t>288.2603</w:t>
      </w:r>
      <w:r>
        <w:tab/>
        <w:t>1.013e0</w:t>
      </w:r>
    </w:p>
    <w:p w:rsidR="005B3ED9" w:rsidRDefault="005B3ED9" w:rsidP="005B3ED9">
      <w:r>
        <w:t>288.2699</w:t>
      </w:r>
      <w:r>
        <w:tab/>
        <w:t>1.013e0</w:t>
      </w:r>
    </w:p>
    <w:p w:rsidR="005B3ED9" w:rsidRDefault="005B3ED9" w:rsidP="005B3ED9">
      <w:r>
        <w:t>288.2780</w:t>
      </w:r>
      <w:r>
        <w:tab/>
        <w:t>1.013e0</w:t>
      </w:r>
    </w:p>
    <w:p w:rsidR="005B3ED9" w:rsidRDefault="005B3ED9" w:rsidP="005B3ED9">
      <w:r>
        <w:t>288.3645</w:t>
      </w:r>
      <w:r>
        <w:tab/>
        <w:t>1.013e0</w:t>
      </w:r>
    </w:p>
    <w:p w:rsidR="005B3ED9" w:rsidRDefault="005B3ED9" w:rsidP="005B3ED9">
      <w:r>
        <w:t>288.4238</w:t>
      </w:r>
      <w:r>
        <w:tab/>
        <w:t>1.013e0</w:t>
      </w:r>
    </w:p>
    <w:p w:rsidR="005B3ED9" w:rsidRDefault="005B3ED9" w:rsidP="005B3ED9">
      <w:r>
        <w:t>288.4277</w:t>
      </w:r>
      <w:r>
        <w:tab/>
        <w:t>1.013e0</w:t>
      </w:r>
    </w:p>
    <w:p w:rsidR="005B3ED9" w:rsidRDefault="005B3ED9" w:rsidP="005B3ED9">
      <w:r>
        <w:t>288.4755</w:t>
      </w:r>
      <w:r>
        <w:tab/>
        <w:t>2.025e0</w:t>
      </w:r>
    </w:p>
    <w:p w:rsidR="005B3ED9" w:rsidRDefault="005B3ED9" w:rsidP="005B3ED9">
      <w:r>
        <w:t>288.5081</w:t>
      </w:r>
      <w:r>
        <w:tab/>
        <w:t>1.013e0</w:t>
      </w:r>
    </w:p>
    <w:p w:rsidR="005B3ED9" w:rsidRDefault="005B3ED9" w:rsidP="005B3ED9">
      <w:r>
        <w:lastRenderedPageBreak/>
        <w:t>288.5345</w:t>
      </w:r>
      <w:r>
        <w:tab/>
        <w:t>1.013e0</w:t>
      </w:r>
    </w:p>
    <w:p w:rsidR="005B3ED9" w:rsidRDefault="005B3ED9" w:rsidP="005B3ED9">
      <w:r>
        <w:t>288.6252</w:t>
      </w:r>
      <w:r>
        <w:tab/>
        <w:t>1.013e0</w:t>
      </w:r>
    </w:p>
    <w:p w:rsidR="005B3ED9" w:rsidRDefault="005B3ED9" w:rsidP="005B3ED9">
      <w:r>
        <w:t>288.6347</w:t>
      </w:r>
      <w:r>
        <w:tab/>
        <w:t>1.013e0</w:t>
      </w:r>
    </w:p>
    <w:p w:rsidR="005B3ED9" w:rsidRDefault="005B3ED9" w:rsidP="005B3ED9">
      <w:r>
        <w:t>288.6567</w:t>
      </w:r>
      <w:r>
        <w:tab/>
        <w:t>1.013e0</w:t>
      </w:r>
    </w:p>
    <w:p w:rsidR="005B3ED9" w:rsidRDefault="005B3ED9" w:rsidP="005B3ED9">
      <w:r>
        <w:t>288.6611</w:t>
      </w:r>
      <w:r>
        <w:tab/>
        <w:t>1.013e0</w:t>
      </w:r>
    </w:p>
    <w:p w:rsidR="005B3ED9" w:rsidRDefault="005B3ED9" w:rsidP="005B3ED9">
      <w:r>
        <w:t>288.6641</w:t>
      </w:r>
      <w:r>
        <w:tab/>
        <w:t>2.025e0</w:t>
      </w:r>
    </w:p>
    <w:p w:rsidR="005B3ED9" w:rsidRDefault="005B3ED9" w:rsidP="005B3ED9">
      <w:r>
        <w:t>288.6981</w:t>
      </w:r>
      <w:r>
        <w:tab/>
        <w:t>1.013e0</w:t>
      </w:r>
    </w:p>
    <w:p w:rsidR="005B3ED9" w:rsidRDefault="005B3ED9" w:rsidP="005B3ED9">
      <w:r>
        <w:t>288.7328</w:t>
      </w:r>
      <w:r>
        <w:tab/>
        <w:t>3.038e0</w:t>
      </w:r>
    </w:p>
    <w:p w:rsidR="005B3ED9" w:rsidRDefault="005B3ED9" w:rsidP="005B3ED9">
      <w:r>
        <w:t>288.8175</w:t>
      </w:r>
      <w:r>
        <w:tab/>
        <w:t>2.025e0</w:t>
      </w:r>
    </w:p>
    <w:p w:rsidR="005B3ED9" w:rsidRDefault="005B3ED9" w:rsidP="005B3ED9">
      <w:r>
        <w:t>288.8341</w:t>
      </w:r>
      <w:r>
        <w:tab/>
        <w:t>1.013e0</w:t>
      </w:r>
    </w:p>
    <w:p w:rsidR="005B3ED9" w:rsidRDefault="005B3ED9" w:rsidP="005B3ED9">
      <w:r>
        <w:t>288.8657</w:t>
      </w:r>
      <w:r>
        <w:tab/>
        <w:t>1.013e0</w:t>
      </w:r>
    </w:p>
    <w:p w:rsidR="005B3ED9" w:rsidRDefault="005B3ED9" w:rsidP="005B3ED9">
      <w:r>
        <w:t>288.8934</w:t>
      </w:r>
      <w:r>
        <w:tab/>
        <w:t>1.013e0</w:t>
      </w:r>
    </w:p>
    <w:p w:rsidR="005B3ED9" w:rsidRDefault="005B3ED9" w:rsidP="005B3ED9">
      <w:r>
        <w:t>288.9013</w:t>
      </w:r>
      <w:r>
        <w:tab/>
        <w:t>1.013e0</w:t>
      </w:r>
    </w:p>
    <w:p w:rsidR="005B3ED9" w:rsidRDefault="005B3ED9" w:rsidP="005B3ED9">
      <w:r>
        <w:t>288.9249</w:t>
      </w:r>
      <w:r>
        <w:tab/>
        <w:t>1.013e0</w:t>
      </w:r>
    </w:p>
    <w:p w:rsidR="005B3ED9" w:rsidRDefault="005B3ED9" w:rsidP="005B3ED9">
      <w:r>
        <w:t>288.9329</w:t>
      </w:r>
      <w:r>
        <w:tab/>
        <w:t>1.013e0</w:t>
      </w:r>
    </w:p>
    <w:p w:rsidR="005B3ED9" w:rsidRDefault="005B3ED9" w:rsidP="005B3ED9">
      <w:r>
        <w:t>288.9538</w:t>
      </w:r>
      <w:r>
        <w:tab/>
        <w:t>3.038e0</w:t>
      </w:r>
    </w:p>
    <w:p w:rsidR="005B3ED9" w:rsidRDefault="005B3ED9" w:rsidP="005B3ED9">
      <w:r>
        <w:t>288.9705</w:t>
      </w:r>
      <w:r>
        <w:tab/>
        <w:t>2.025e0</w:t>
      </w:r>
    </w:p>
    <w:p w:rsidR="005B3ED9" w:rsidRDefault="005B3ED9" w:rsidP="005B3ED9">
      <w:r>
        <w:t>288.9727</w:t>
      </w:r>
      <w:r>
        <w:tab/>
        <w:t>1.013e0</w:t>
      </w:r>
    </w:p>
    <w:p w:rsidR="005B3ED9" w:rsidRDefault="005B3ED9" w:rsidP="005B3ED9">
      <w:r>
        <w:t>288.9939</w:t>
      </w:r>
      <w:r>
        <w:tab/>
        <w:t>3.038e0</w:t>
      </w:r>
    </w:p>
    <w:p w:rsidR="005B3ED9" w:rsidRDefault="005B3ED9" w:rsidP="005B3ED9">
      <w:r>
        <w:lastRenderedPageBreak/>
        <w:t>289.0043</w:t>
      </w:r>
      <w:r>
        <w:tab/>
        <w:t>1.013e0</w:t>
      </w:r>
    </w:p>
    <w:p w:rsidR="005B3ED9" w:rsidRDefault="005B3ED9" w:rsidP="005B3ED9">
      <w:r>
        <w:t>289.0149</w:t>
      </w:r>
      <w:r>
        <w:tab/>
        <w:t>3.038e0</w:t>
      </w:r>
    </w:p>
    <w:p w:rsidR="005B3ED9" w:rsidRDefault="005B3ED9" w:rsidP="005B3ED9">
      <w:r>
        <w:t>289.0512</w:t>
      </w:r>
      <w:r>
        <w:tab/>
        <w:t>1.013e0</w:t>
      </w:r>
    </w:p>
    <w:p w:rsidR="005B3ED9" w:rsidRDefault="005B3ED9" w:rsidP="005B3ED9">
      <w:r>
        <w:t>289.0551</w:t>
      </w:r>
      <w:r>
        <w:tab/>
        <w:t>1.013e0</w:t>
      </w:r>
    </w:p>
    <w:p w:rsidR="005B3ED9" w:rsidRDefault="005B3ED9" w:rsidP="005B3ED9">
      <w:r>
        <w:t>289.0828</w:t>
      </w:r>
      <w:r>
        <w:tab/>
        <w:t>1.013e0</w:t>
      </w:r>
    </w:p>
    <w:p w:rsidR="005B3ED9" w:rsidRDefault="005B3ED9" w:rsidP="005B3ED9">
      <w:r>
        <w:t>289.1459</w:t>
      </w:r>
      <w:r>
        <w:tab/>
        <w:t>1.013e0</w:t>
      </w:r>
    </w:p>
    <w:p w:rsidR="005B3ED9" w:rsidRDefault="005B3ED9" w:rsidP="005B3ED9">
      <w:r>
        <w:t>289.1629</w:t>
      </w:r>
      <w:r>
        <w:tab/>
        <w:t>1.013e0</w:t>
      </w:r>
    </w:p>
    <w:p w:rsidR="005B3ED9" w:rsidRDefault="005B3ED9" w:rsidP="005B3ED9">
      <w:r>
        <w:t>289.1658</w:t>
      </w:r>
      <w:r>
        <w:tab/>
        <w:t>2.025e0</w:t>
      </w:r>
    </w:p>
    <w:p w:rsidR="005B3ED9" w:rsidRDefault="005B3ED9" w:rsidP="005B3ED9">
      <w:r>
        <w:t>289.2172</w:t>
      </w:r>
      <w:r>
        <w:tab/>
        <w:t>2.025e0</w:t>
      </w:r>
    </w:p>
    <w:p w:rsidR="005B3ED9" w:rsidRDefault="005B3ED9" w:rsidP="005B3ED9">
      <w:r>
        <w:t>289.2316</w:t>
      </w:r>
      <w:r>
        <w:tab/>
        <w:t>1.013e0</w:t>
      </w:r>
    </w:p>
    <w:p w:rsidR="005B3ED9" w:rsidRDefault="005B3ED9" w:rsidP="005B3ED9">
      <w:r>
        <w:t>289.2722</w:t>
      </w:r>
      <w:r>
        <w:tab/>
        <w:t>1.013e0</w:t>
      </w:r>
    </w:p>
    <w:p w:rsidR="005B3ED9" w:rsidRDefault="005B3ED9" w:rsidP="005B3ED9">
      <w:r>
        <w:t>289.2999</w:t>
      </w:r>
      <w:r>
        <w:tab/>
        <w:t>1.013e0</w:t>
      </w:r>
    </w:p>
    <w:p w:rsidR="005B3ED9" w:rsidRDefault="005B3ED9" w:rsidP="005B3ED9">
      <w:r>
        <w:t>289.3395</w:t>
      </w:r>
      <w:r>
        <w:tab/>
        <w:t>1.013e0</w:t>
      </w:r>
    </w:p>
    <w:p w:rsidR="005B3ED9" w:rsidRDefault="005B3ED9" w:rsidP="005B3ED9">
      <w:r>
        <w:t>289.4220</w:t>
      </w:r>
      <w:r>
        <w:tab/>
        <w:t>1.013e0</w:t>
      </w:r>
    </w:p>
    <w:p w:rsidR="005B3ED9" w:rsidRDefault="005B3ED9" w:rsidP="005B3ED9">
      <w:r>
        <w:t>289.4975</w:t>
      </w:r>
      <w:r>
        <w:tab/>
        <w:t>1.013e0</w:t>
      </w:r>
    </w:p>
    <w:p w:rsidR="005B3ED9" w:rsidRDefault="005B3ED9" w:rsidP="005B3ED9">
      <w:r>
        <w:t>289.5290</w:t>
      </w:r>
      <w:r>
        <w:tab/>
        <w:t>1.013e0</w:t>
      </w:r>
    </w:p>
    <w:p w:rsidR="005B3ED9" w:rsidRDefault="005B3ED9" w:rsidP="005B3ED9">
      <w:r>
        <w:t>289.5409</w:t>
      </w:r>
      <w:r>
        <w:tab/>
        <w:t>2.025e0</w:t>
      </w:r>
    </w:p>
    <w:p w:rsidR="005B3ED9" w:rsidRDefault="005B3ED9" w:rsidP="005B3ED9">
      <w:r>
        <w:t>289.5525</w:t>
      </w:r>
      <w:r>
        <w:tab/>
        <w:t>1.013e0</w:t>
      </w:r>
    </w:p>
    <w:p w:rsidR="005B3ED9" w:rsidRDefault="005B3ED9" w:rsidP="005B3ED9">
      <w:r>
        <w:t>289.5566</w:t>
      </w:r>
      <w:r>
        <w:tab/>
        <w:t>1.013e0</w:t>
      </w:r>
    </w:p>
    <w:p w:rsidR="005B3ED9" w:rsidRDefault="005B3ED9" w:rsidP="005B3ED9">
      <w:r>
        <w:lastRenderedPageBreak/>
        <w:t>289.6072</w:t>
      </w:r>
      <w:r>
        <w:tab/>
        <w:t>1.013e0</w:t>
      </w:r>
    </w:p>
    <w:p w:rsidR="005B3ED9" w:rsidRDefault="005B3ED9" w:rsidP="005B3ED9">
      <w:r>
        <w:t>289.6919</w:t>
      </w:r>
      <w:r>
        <w:tab/>
        <w:t>1.013e0</w:t>
      </w:r>
    </w:p>
    <w:p w:rsidR="005B3ED9" w:rsidRDefault="005B3ED9" w:rsidP="005B3ED9">
      <w:r>
        <w:t>289.7381</w:t>
      </w:r>
      <w:r>
        <w:tab/>
        <w:t>1.013e0</w:t>
      </w:r>
    </w:p>
    <w:p w:rsidR="005B3ED9" w:rsidRDefault="005B3ED9" w:rsidP="005B3ED9">
      <w:r>
        <w:t>289.7659</w:t>
      </w:r>
      <w:r>
        <w:tab/>
        <w:t>1.013e0</w:t>
      </w:r>
    </w:p>
    <w:p w:rsidR="005B3ED9" w:rsidRDefault="005B3ED9" w:rsidP="005B3ED9">
      <w:r>
        <w:t>289.7697</w:t>
      </w:r>
      <w:r>
        <w:tab/>
        <w:t>1.013e0</w:t>
      </w:r>
    </w:p>
    <w:p w:rsidR="005B3ED9" w:rsidRDefault="005B3ED9" w:rsidP="005B3ED9">
      <w:r>
        <w:t>289.8013</w:t>
      </w:r>
      <w:r>
        <w:tab/>
        <w:t>2.025e0</w:t>
      </w:r>
    </w:p>
    <w:p w:rsidR="005B3ED9" w:rsidRDefault="005B3ED9" w:rsidP="005B3ED9">
      <w:r>
        <w:t>289.8250</w:t>
      </w:r>
      <w:r>
        <w:tab/>
        <w:t>2.025e0</w:t>
      </w:r>
    </w:p>
    <w:p w:rsidR="005B3ED9" w:rsidRDefault="005B3ED9" w:rsidP="005B3ED9">
      <w:r>
        <w:t>289.8329</w:t>
      </w:r>
      <w:r>
        <w:tab/>
        <w:t>1.013e0</w:t>
      </w:r>
    </w:p>
    <w:p w:rsidR="005B3ED9" w:rsidRDefault="005B3ED9" w:rsidP="005B3ED9">
      <w:r>
        <w:t>289.9090</w:t>
      </w:r>
      <w:r>
        <w:tab/>
        <w:t>1.013e0</w:t>
      </w:r>
    </w:p>
    <w:p w:rsidR="005B3ED9" w:rsidRDefault="005B3ED9" w:rsidP="005B3ED9">
      <w:r>
        <w:t>289.9553</w:t>
      </w:r>
      <w:r>
        <w:tab/>
        <w:t>1.013e0</w:t>
      </w:r>
    </w:p>
    <w:p w:rsidR="005B3ED9" w:rsidRDefault="005B3ED9" w:rsidP="005B3ED9">
      <w:r>
        <w:t>289.9674</w:t>
      </w:r>
      <w:r>
        <w:tab/>
        <w:t>3.038e0</w:t>
      </w:r>
    </w:p>
    <w:p w:rsidR="005B3ED9" w:rsidRDefault="005B3ED9" w:rsidP="005B3ED9">
      <w:r>
        <w:t>289.9717</w:t>
      </w:r>
      <w:r>
        <w:tab/>
        <w:t>3.038e0</w:t>
      </w:r>
    </w:p>
    <w:p w:rsidR="005B3ED9" w:rsidRDefault="005B3ED9" w:rsidP="005B3ED9">
      <w:r>
        <w:t>289.9869</w:t>
      </w:r>
      <w:r>
        <w:tab/>
        <w:t>1.013e0</w:t>
      </w:r>
    </w:p>
    <w:p w:rsidR="005B3ED9" w:rsidRDefault="005B3ED9" w:rsidP="005B3ED9">
      <w:r>
        <w:t>290.0226</w:t>
      </w:r>
      <w:r>
        <w:tab/>
        <w:t>1.013e0</w:t>
      </w:r>
    </w:p>
    <w:p w:rsidR="005B3ED9" w:rsidRDefault="005B3ED9" w:rsidP="005B3ED9">
      <w:r>
        <w:t>290.0266</w:t>
      </w:r>
      <w:r>
        <w:tab/>
        <w:t>1.013e0</w:t>
      </w:r>
    </w:p>
    <w:p w:rsidR="005B3ED9" w:rsidRDefault="005B3ED9" w:rsidP="005B3ED9">
      <w:r>
        <w:t>290.0680</w:t>
      </w:r>
      <w:r>
        <w:tab/>
        <w:t>1.013e0</w:t>
      </w:r>
    </w:p>
    <w:p w:rsidR="005B3ED9" w:rsidRDefault="005B3ED9" w:rsidP="005B3ED9">
      <w:r>
        <w:t>290.0778</w:t>
      </w:r>
      <w:r>
        <w:tab/>
        <w:t>1.013e0</w:t>
      </w:r>
    </w:p>
    <w:p w:rsidR="005B3ED9" w:rsidRDefault="005B3ED9" w:rsidP="005B3ED9">
      <w:r>
        <w:t>290.1214</w:t>
      </w:r>
      <w:r>
        <w:tab/>
        <w:t>1.013e0</w:t>
      </w:r>
    </w:p>
    <w:p w:rsidR="005B3ED9" w:rsidRDefault="005B3ED9" w:rsidP="005B3ED9">
      <w:r>
        <w:t>290.1290</w:t>
      </w:r>
      <w:r>
        <w:tab/>
        <w:t>2.025e0</w:t>
      </w:r>
    </w:p>
    <w:p w:rsidR="005B3ED9" w:rsidRDefault="005B3ED9" w:rsidP="005B3ED9">
      <w:r>
        <w:lastRenderedPageBreak/>
        <w:t>290.1369</w:t>
      </w:r>
      <w:r>
        <w:tab/>
        <w:t>1.013e0</w:t>
      </w:r>
    </w:p>
    <w:p w:rsidR="005B3ED9" w:rsidRDefault="005B3ED9" w:rsidP="005B3ED9">
      <w:r>
        <w:t>290.1564</w:t>
      </w:r>
      <w:r>
        <w:tab/>
        <w:t>3.038e0</w:t>
      </w:r>
    </w:p>
    <w:p w:rsidR="005B3ED9" w:rsidRDefault="005B3ED9" w:rsidP="005B3ED9">
      <w:r>
        <w:t>290.1687</w:t>
      </w:r>
      <w:r>
        <w:tab/>
        <w:t>1.013e0</w:t>
      </w:r>
    </w:p>
    <w:p w:rsidR="005B3ED9" w:rsidRDefault="005B3ED9" w:rsidP="005B3ED9">
      <w:r>
        <w:t>290.2042</w:t>
      </w:r>
      <w:r>
        <w:tab/>
        <w:t>1.013e0</w:t>
      </w:r>
    </w:p>
    <w:p w:rsidR="005B3ED9" w:rsidRDefault="005B3ED9" w:rsidP="005B3ED9">
      <w:r>
        <w:t>290.2092</w:t>
      </w:r>
      <w:r>
        <w:tab/>
        <w:t>4.051e0</w:t>
      </w:r>
    </w:p>
    <w:p w:rsidR="005B3ED9" w:rsidRDefault="005B3ED9" w:rsidP="005B3ED9">
      <w:r>
        <w:t>290.2535</w:t>
      </w:r>
      <w:r>
        <w:tab/>
        <w:t>1.013e0</w:t>
      </w:r>
    </w:p>
    <w:p w:rsidR="005B3ED9" w:rsidRDefault="005B3ED9" w:rsidP="005B3ED9">
      <w:r>
        <w:t>290.2853</w:t>
      </w:r>
      <w:r>
        <w:tab/>
        <w:t>2.025e0</w:t>
      </w:r>
    </w:p>
    <w:p w:rsidR="005B3ED9" w:rsidRDefault="005B3ED9" w:rsidP="005B3ED9">
      <w:r>
        <w:t>290.3490</w:t>
      </w:r>
      <w:r>
        <w:tab/>
        <w:t>1.013e0</w:t>
      </w:r>
    </w:p>
    <w:p w:rsidR="005B3ED9" w:rsidRDefault="005B3ED9" w:rsidP="005B3ED9">
      <w:r>
        <w:t>290.3939</w:t>
      </w:r>
      <w:r>
        <w:tab/>
        <w:t>1.013e0</w:t>
      </w:r>
    </w:p>
    <w:p w:rsidR="005B3ED9" w:rsidRDefault="005B3ED9" w:rsidP="005B3ED9">
      <w:r>
        <w:t>290.4572</w:t>
      </w:r>
      <w:r>
        <w:tab/>
        <w:t>1.013e0</w:t>
      </w:r>
    </w:p>
    <w:p w:rsidR="005B3ED9" w:rsidRDefault="005B3ED9" w:rsidP="005B3ED9">
      <w:r>
        <w:t>290.5836</w:t>
      </w:r>
      <w:r>
        <w:tab/>
        <w:t>1.013e0</w:t>
      </w:r>
    </w:p>
    <w:p w:rsidR="005B3ED9" w:rsidRDefault="005B3ED9" w:rsidP="005B3ED9">
      <w:r>
        <w:t>290.6072</w:t>
      </w:r>
      <w:r>
        <w:tab/>
        <w:t>1.013e0</w:t>
      </w:r>
    </w:p>
    <w:p w:rsidR="005B3ED9" w:rsidRDefault="005B3ED9" w:rsidP="005B3ED9">
      <w:r>
        <w:t>290.6113</w:t>
      </w:r>
      <w:r>
        <w:tab/>
        <w:t>1.013e0</w:t>
      </w:r>
    </w:p>
    <w:p w:rsidR="005B3ED9" w:rsidRDefault="005B3ED9" w:rsidP="005B3ED9">
      <w:r>
        <w:t>290.6233</w:t>
      </w:r>
      <w:r>
        <w:tab/>
        <w:t>2.025e0</w:t>
      </w:r>
    </w:p>
    <w:p w:rsidR="005B3ED9" w:rsidRDefault="005B3ED9" w:rsidP="005B3ED9">
      <w:r>
        <w:t>290.6349</w:t>
      </w:r>
      <w:r>
        <w:tab/>
        <w:t>1.013e0</w:t>
      </w:r>
    </w:p>
    <w:p w:rsidR="005B3ED9" w:rsidRDefault="005B3ED9" w:rsidP="005B3ED9">
      <w:r>
        <w:t>290.6568</w:t>
      </w:r>
      <w:r>
        <w:tab/>
        <w:t>1.013e0</w:t>
      </w:r>
    </w:p>
    <w:p w:rsidR="005B3ED9" w:rsidRDefault="005B3ED9" w:rsidP="005B3ED9">
      <w:r>
        <w:t>290.6833</w:t>
      </w:r>
      <w:r>
        <w:tab/>
        <w:t>1.013e0</w:t>
      </w:r>
    </w:p>
    <w:p w:rsidR="005B3ED9" w:rsidRDefault="005B3ED9" w:rsidP="005B3ED9">
      <w:r>
        <w:t>290.6864</w:t>
      </w:r>
      <w:r>
        <w:tab/>
        <w:t>2.025e0</w:t>
      </w:r>
    </w:p>
    <w:p w:rsidR="005B3ED9" w:rsidRDefault="005B3ED9" w:rsidP="005B3ED9">
      <w:r>
        <w:t>290.9116</w:t>
      </w:r>
      <w:r>
        <w:tab/>
        <w:t>1.013e0</w:t>
      </w:r>
    </w:p>
    <w:p w:rsidR="005B3ED9" w:rsidRDefault="005B3ED9" w:rsidP="005B3ED9">
      <w:r>
        <w:lastRenderedPageBreak/>
        <w:t>290.9277</w:t>
      </w:r>
      <w:r>
        <w:tab/>
        <w:t>1.013e0</w:t>
      </w:r>
    </w:p>
    <w:p w:rsidR="005B3ED9" w:rsidRDefault="005B3ED9" w:rsidP="005B3ED9">
      <w:r>
        <w:t>290.9308</w:t>
      </w:r>
      <w:r>
        <w:tab/>
        <w:t>2.025e0</w:t>
      </w:r>
    </w:p>
    <w:p w:rsidR="005B3ED9" w:rsidRDefault="005B3ED9" w:rsidP="005B3ED9">
      <w:r>
        <w:t>290.9649</w:t>
      </w:r>
      <w:r>
        <w:tab/>
        <w:t>2.025e0</w:t>
      </w:r>
    </w:p>
    <w:p w:rsidR="005B3ED9" w:rsidRDefault="005B3ED9" w:rsidP="005B3ED9">
      <w:r>
        <w:t>290.9787</w:t>
      </w:r>
      <w:r>
        <w:tab/>
        <w:t>1.013e0</w:t>
      </w:r>
    </w:p>
    <w:p w:rsidR="005B3ED9" w:rsidRDefault="005B3ED9" w:rsidP="005B3ED9">
      <w:r>
        <w:t>290.9907</w:t>
      </w:r>
      <w:r>
        <w:tab/>
        <w:t>2.025e0</w:t>
      </w:r>
    </w:p>
    <w:p w:rsidR="005B3ED9" w:rsidRDefault="005B3ED9" w:rsidP="005B3ED9">
      <w:r>
        <w:t>291.0284</w:t>
      </w:r>
      <w:r>
        <w:tab/>
        <w:t>3.038e0</w:t>
      </w:r>
    </w:p>
    <w:p w:rsidR="005B3ED9" w:rsidRDefault="005B3ED9" w:rsidP="005B3ED9">
      <w:r>
        <w:t>291.0420</w:t>
      </w:r>
      <w:r>
        <w:tab/>
        <w:t>1.013e0</w:t>
      </w:r>
    </w:p>
    <w:p w:rsidR="005B3ED9" w:rsidRDefault="005B3ED9" w:rsidP="005B3ED9">
      <w:r>
        <w:t>291.0819</w:t>
      </w:r>
      <w:r>
        <w:tab/>
        <w:t>1.013e0</w:t>
      </w:r>
    </w:p>
    <w:p w:rsidR="005B3ED9" w:rsidRDefault="005B3ED9" w:rsidP="005B3ED9">
      <w:r>
        <w:t>291.0925</w:t>
      </w:r>
      <w:r>
        <w:tab/>
        <w:t>1.013e0</w:t>
      </w:r>
    </w:p>
    <w:p w:rsidR="005B3ED9" w:rsidRDefault="005B3ED9" w:rsidP="005B3ED9">
      <w:r>
        <w:t>291.1244</w:t>
      </w:r>
      <w:r>
        <w:tab/>
        <w:t>1.013e0</w:t>
      </w:r>
    </w:p>
    <w:p w:rsidR="005B3ED9" w:rsidRDefault="005B3ED9" w:rsidP="005B3ED9">
      <w:r>
        <w:t>291.1438</w:t>
      </w:r>
      <w:r>
        <w:tab/>
        <w:t>4.051e0</w:t>
      </w:r>
    </w:p>
    <w:p w:rsidR="005B3ED9" w:rsidRDefault="005B3ED9" w:rsidP="005B3ED9">
      <w:r>
        <w:t>291.1457</w:t>
      </w:r>
      <w:r>
        <w:tab/>
        <w:t>1.013e0</w:t>
      </w:r>
    </w:p>
    <w:p w:rsidR="005B3ED9" w:rsidRDefault="005B3ED9" w:rsidP="005B3ED9">
      <w:r>
        <w:t>291.2148</w:t>
      </w:r>
      <w:r>
        <w:tab/>
        <w:t>1.013e0</w:t>
      </w:r>
    </w:p>
    <w:p w:rsidR="005B3ED9" w:rsidRDefault="005B3ED9" w:rsidP="005B3ED9">
      <w:r>
        <w:t>291.2733</w:t>
      </w:r>
      <w:r>
        <w:tab/>
        <w:t>1.013e0</w:t>
      </w:r>
    </w:p>
    <w:p w:rsidR="005B3ED9" w:rsidRDefault="005B3ED9" w:rsidP="005B3ED9">
      <w:r>
        <w:t>291.3545</w:t>
      </w:r>
      <w:r>
        <w:tab/>
        <w:t>2.025e0</w:t>
      </w:r>
    </w:p>
    <w:p w:rsidR="005B3ED9" w:rsidRDefault="005B3ED9" w:rsidP="005B3ED9">
      <w:r>
        <w:t>291.3860</w:t>
      </w:r>
      <w:r>
        <w:tab/>
        <w:t>1.013e0</w:t>
      </w:r>
    </w:p>
    <w:p w:rsidR="005B3ED9" w:rsidRDefault="005B3ED9" w:rsidP="005B3ED9">
      <w:r>
        <w:t>291.4050</w:t>
      </w:r>
      <w:r>
        <w:tab/>
        <w:t>2.025e0</w:t>
      </w:r>
    </w:p>
    <w:p w:rsidR="005B3ED9" w:rsidRDefault="005B3ED9" w:rsidP="005B3ED9">
      <w:r>
        <w:t>291.4223</w:t>
      </w:r>
      <w:r>
        <w:tab/>
        <w:t>1.013e0</w:t>
      </w:r>
    </w:p>
    <w:p w:rsidR="005B3ED9" w:rsidRDefault="005B3ED9" w:rsidP="005B3ED9">
      <w:r>
        <w:t>291.4276</w:t>
      </w:r>
      <w:r>
        <w:tab/>
        <w:t>1.013e0</w:t>
      </w:r>
    </w:p>
    <w:p w:rsidR="005B3ED9" w:rsidRDefault="005B3ED9" w:rsidP="005B3ED9">
      <w:r>
        <w:lastRenderedPageBreak/>
        <w:t>291.4542</w:t>
      </w:r>
      <w:r>
        <w:tab/>
        <w:t>1.013e0</w:t>
      </w:r>
    </w:p>
    <w:p w:rsidR="005B3ED9" w:rsidRDefault="005B3ED9" w:rsidP="005B3ED9">
      <w:r>
        <w:t>291.4888</w:t>
      </w:r>
      <w:r>
        <w:tab/>
        <w:t>2.025e0</w:t>
      </w:r>
    </w:p>
    <w:p w:rsidR="005B3ED9" w:rsidRDefault="005B3ED9" w:rsidP="005B3ED9">
      <w:r>
        <w:t>291.5363</w:t>
      </w:r>
      <w:r>
        <w:tab/>
        <w:t>1.013e0</w:t>
      </w:r>
    </w:p>
    <w:p w:rsidR="005B3ED9" w:rsidRDefault="005B3ED9" w:rsidP="005B3ED9">
      <w:r>
        <w:t>291.5759</w:t>
      </w:r>
      <w:r>
        <w:tab/>
        <w:t>2.025e0</w:t>
      </w:r>
    </w:p>
    <w:p w:rsidR="005B3ED9" w:rsidRDefault="005B3ED9" w:rsidP="005B3ED9">
      <w:r>
        <w:t>291.5994</w:t>
      </w:r>
      <w:r>
        <w:tab/>
        <w:t>2.025e0</w:t>
      </w:r>
    </w:p>
    <w:p w:rsidR="005B3ED9" w:rsidRDefault="005B3ED9" w:rsidP="005B3ED9">
      <w:r>
        <w:t>291.6992</w:t>
      </w:r>
      <w:r>
        <w:tab/>
        <w:t>1.013e0</w:t>
      </w:r>
    </w:p>
    <w:p w:rsidR="005B3ED9" w:rsidRDefault="005B3ED9" w:rsidP="005B3ED9">
      <w:r>
        <w:t>291.7140</w:t>
      </w:r>
      <w:r>
        <w:tab/>
        <w:t>1.013e0</w:t>
      </w:r>
    </w:p>
    <w:p w:rsidR="005B3ED9" w:rsidRDefault="005B3ED9" w:rsidP="005B3ED9">
      <w:r>
        <w:t>291.7181</w:t>
      </w:r>
      <w:r>
        <w:tab/>
        <w:t>1.013e0</w:t>
      </w:r>
    </w:p>
    <w:p w:rsidR="005B3ED9" w:rsidRDefault="005B3ED9" w:rsidP="005B3ED9">
      <w:r>
        <w:t>291.7457</w:t>
      </w:r>
      <w:r>
        <w:tab/>
        <w:t>2.025e0</w:t>
      </w:r>
    </w:p>
    <w:p w:rsidR="005B3ED9" w:rsidRDefault="005B3ED9" w:rsidP="005B3ED9">
      <w:r>
        <w:t>291.7897</w:t>
      </w:r>
      <w:r>
        <w:tab/>
        <w:t>1.013e0</w:t>
      </w:r>
    </w:p>
    <w:p w:rsidR="005B3ED9" w:rsidRDefault="005B3ED9" w:rsidP="005B3ED9">
      <w:r>
        <w:t>291.7951</w:t>
      </w:r>
      <w:r>
        <w:tab/>
        <w:t>1.013e0</w:t>
      </w:r>
    </w:p>
    <w:p w:rsidR="005B3ED9" w:rsidRDefault="005B3ED9" w:rsidP="005B3ED9">
      <w:r>
        <w:t>291.8683</w:t>
      </w:r>
      <w:r>
        <w:tab/>
        <w:t>1.013e0</w:t>
      </w:r>
    </w:p>
    <w:p w:rsidR="005B3ED9" w:rsidRDefault="005B3ED9" w:rsidP="005B3ED9">
      <w:r>
        <w:t>291.8803</w:t>
      </w:r>
      <w:r>
        <w:tab/>
        <w:t>1.013e0</w:t>
      </w:r>
    </w:p>
    <w:p w:rsidR="005B3ED9" w:rsidRDefault="005B3ED9" w:rsidP="005B3ED9">
      <w:r>
        <w:t>291.9124</w:t>
      </w:r>
      <w:r>
        <w:tab/>
        <w:t>3.854e0</w:t>
      </w:r>
    </w:p>
    <w:p w:rsidR="005B3ED9" w:rsidRDefault="005B3ED9" w:rsidP="005B3ED9">
      <w:r>
        <w:t>291.9176</w:t>
      </w:r>
      <w:r>
        <w:tab/>
        <w:t>2.025e0</w:t>
      </w:r>
    </w:p>
    <w:p w:rsidR="005B3ED9" w:rsidRDefault="005B3ED9" w:rsidP="005B3ED9">
      <w:r>
        <w:t>291.9866</w:t>
      </w:r>
      <w:r>
        <w:tab/>
        <w:t>3.038e0</w:t>
      </w:r>
    </w:p>
    <w:p w:rsidR="005B3ED9" w:rsidRDefault="005B3ED9" w:rsidP="005B3ED9">
      <w:r>
        <w:t>291.9969</w:t>
      </w:r>
      <w:r>
        <w:tab/>
        <w:t>2.025e0</w:t>
      </w:r>
    </w:p>
    <w:p w:rsidR="005B3ED9" w:rsidRDefault="005B3ED9" w:rsidP="005B3ED9">
      <w:r>
        <w:t>292.0083</w:t>
      </w:r>
      <w:r>
        <w:tab/>
        <w:t>1.013e0</w:t>
      </w:r>
    </w:p>
    <w:p w:rsidR="005B3ED9" w:rsidRDefault="005B3ED9" w:rsidP="005B3ED9">
      <w:r>
        <w:t>292.0136</w:t>
      </w:r>
      <w:r>
        <w:tab/>
        <w:t>2.025e0</w:t>
      </w:r>
    </w:p>
    <w:p w:rsidR="005B3ED9" w:rsidRDefault="005B3ED9" w:rsidP="005B3ED9">
      <w:r>
        <w:lastRenderedPageBreak/>
        <w:t>292.0623</w:t>
      </w:r>
      <w:r>
        <w:tab/>
        <w:t>1.013e0</w:t>
      </w:r>
    </w:p>
    <w:p w:rsidR="005B3ED9" w:rsidRDefault="005B3ED9" w:rsidP="005B3ED9">
      <w:r>
        <w:t>292.0702</w:t>
      </w:r>
      <w:r>
        <w:tab/>
        <w:t>2.025e0</w:t>
      </w:r>
    </w:p>
    <w:p w:rsidR="005B3ED9" w:rsidRDefault="005B3ED9" w:rsidP="005B3ED9">
      <w:r>
        <w:t>292.0776</w:t>
      </w:r>
      <w:r>
        <w:tab/>
        <w:t>1.013e0</w:t>
      </w:r>
    </w:p>
    <w:p w:rsidR="005B3ED9" w:rsidRDefault="005B3ED9" w:rsidP="005B3ED9">
      <w:r>
        <w:t>292.1096</w:t>
      </w:r>
      <w:r>
        <w:tab/>
        <w:t>1.013e0</w:t>
      </w:r>
    </w:p>
    <w:p w:rsidR="005B3ED9" w:rsidRDefault="005B3ED9" w:rsidP="005B3ED9">
      <w:r>
        <w:t>292.1216</w:t>
      </w:r>
      <w:r>
        <w:tab/>
        <w:t>1.013e0</w:t>
      </w:r>
    </w:p>
    <w:p w:rsidR="005B3ED9" w:rsidRDefault="005B3ED9" w:rsidP="005B3ED9">
      <w:r>
        <w:t>292.1413</w:t>
      </w:r>
      <w:r>
        <w:tab/>
        <w:t>1.013e0</w:t>
      </w:r>
    </w:p>
    <w:p w:rsidR="005B3ED9" w:rsidRDefault="005B3ED9" w:rsidP="005B3ED9">
      <w:r>
        <w:t>292.1533</w:t>
      </w:r>
      <w:r>
        <w:tab/>
        <w:t>2.025e0</w:t>
      </w:r>
    </w:p>
    <w:p w:rsidR="005B3ED9" w:rsidRDefault="005B3ED9" w:rsidP="005B3ED9">
      <w:r>
        <w:t>292.2002</w:t>
      </w:r>
      <w:r>
        <w:tab/>
        <w:t>1.013e0</w:t>
      </w:r>
    </w:p>
    <w:p w:rsidR="005B3ED9" w:rsidRDefault="005B3ED9" w:rsidP="005B3ED9">
      <w:r>
        <w:t>292.2165</w:t>
      </w:r>
      <w:r>
        <w:tab/>
        <w:t>1.013e0</w:t>
      </w:r>
    </w:p>
    <w:p w:rsidR="005B3ED9" w:rsidRDefault="005B3ED9" w:rsidP="005B3ED9">
      <w:r>
        <w:t>292.2402</w:t>
      </w:r>
      <w:r>
        <w:tab/>
        <w:t>1.013e0</w:t>
      </w:r>
    </w:p>
    <w:p w:rsidR="005B3ED9" w:rsidRDefault="005B3ED9" w:rsidP="005B3ED9">
      <w:r>
        <w:t>292.2719</w:t>
      </w:r>
      <w:r>
        <w:tab/>
        <w:t>2.025e0</w:t>
      </w:r>
    </w:p>
    <w:p w:rsidR="005B3ED9" w:rsidRDefault="005B3ED9" w:rsidP="005B3ED9">
      <w:r>
        <w:t>292.2759</w:t>
      </w:r>
      <w:r>
        <w:tab/>
        <w:t>1.013e0</w:t>
      </w:r>
    </w:p>
    <w:p w:rsidR="005B3ED9" w:rsidRDefault="005B3ED9" w:rsidP="005B3ED9">
      <w:r>
        <w:t>292.2956</w:t>
      </w:r>
      <w:r>
        <w:tab/>
        <w:t>1.013e0</w:t>
      </w:r>
    </w:p>
    <w:p w:rsidR="005B3ED9" w:rsidRDefault="005B3ED9" w:rsidP="005B3ED9">
      <w:r>
        <w:t>292.3391</w:t>
      </w:r>
      <w:r>
        <w:tab/>
        <w:t>1.013e0</w:t>
      </w:r>
    </w:p>
    <w:p w:rsidR="005B3ED9" w:rsidRDefault="005B3ED9" w:rsidP="005B3ED9">
      <w:r>
        <w:t>292.3946</w:t>
      </w:r>
      <w:r>
        <w:tab/>
        <w:t>1.013e0</w:t>
      </w:r>
    </w:p>
    <w:p w:rsidR="005B3ED9" w:rsidRDefault="005B3ED9" w:rsidP="005B3ED9">
      <w:r>
        <w:t>292.5311</w:t>
      </w:r>
      <w:r>
        <w:tab/>
        <w:t>1.013e0</w:t>
      </w:r>
    </w:p>
    <w:p w:rsidR="005B3ED9" w:rsidRDefault="005B3ED9" w:rsidP="005B3ED9">
      <w:r>
        <w:t>292.5632</w:t>
      </w:r>
      <w:r>
        <w:tab/>
        <w:t>1.013e0</w:t>
      </w:r>
    </w:p>
    <w:p w:rsidR="005B3ED9" w:rsidRDefault="005B3ED9" w:rsidP="005B3ED9">
      <w:r>
        <w:t>292.6540</w:t>
      </w:r>
      <w:r>
        <w:tab/>
        <w:t>1.013e0</w:t>
      </w:r>
    </w:p>
    <w:p w:rsidR="005B3ED9" w:rsidRDefault="005B3ED9" w:rsidP="005B3ED9">
      <w:r>
        <w:t>292.6913</w:t>
      </w:r>
      <w:r>
        <w:tab/>
        <w:t>1.013e0</w:t>
      </w:r>
    </w:p>
    <w:p w:rsidR="005B3ED9" w:rsidRDefault="005B3ED9" w:rsidP="005B3ED9">
      <w:r>
        <w:lastRenderedPageBreak/>
        <w:t>292.7268</w:t>
      </w:r>
      <w:r>
        <w:tab/>
        <w:t>1.013e0</w:t>
      </w:r>
    </w:p>
    <w:p w:rsidR="005B3ED9" w:rsidRDefault="005B3ED9" w:rsidP="005B3ED9">
      <w:r>
        <w:t>292.8090</w:t>
      </w:r>
      <w:r>
        <w:tab/>
        <w:t>1.013e0</w:t>
      </w:r>
    </w:p>
    <w:p w:rsidR="005B3ED9" w:rsidRDefault="005B3ED9" w:rsidP="005B3ED9">
      <w:r>
        <w:t>292.8624</w:t>
      </w:r>
      <w:r>
        <w:tab/>
        <w:t>1.013e0</w:t>
      </w:r>
    </w:p>
    <w:p w:rsidR="005B3ED9" w:rsidRDefault="005B3ED9" w:rsidP="005B3ED9">
      <w:r>
        <w:t>292.9089</w:t>
      </w:r>
      <w:r>
        <w:tab/>
        <w:t>1.013e0</w:t>
      </w:r>
    </w:p>
    <w:p w:rsidR="005B3ED9" w:rsidRDefault="005B3ED9" w:rsidP="005B3ED9">
      <w:r>
        <w:t>292.9170</w:t>
      </w:r>
      <w:r>
        <w:tab/>
        <w:t>1.013e0</w:t>
      </w:r>
    </w:p>
    <w:p w:rsidR="005B3ED9" w:rsidRDefault="005B3ED9" w:rsidP="005B3ED9">
      <w:r>
        <w:t>292.9907</w:t>
      </w:r>
      <w:r>
        <w:tab/>
        <w:t>2.025e0</w:t>
      </w:r>
    </w:p>
    <w:p w:rsidR="005B3ED9" w:rsidRDefault="005B3ED9" w:rsidP="005B3ED9">
      <w:r>
        <w:t>293.0040</w:t>
      </w:r>
      <w:r>
        <w:tab/>
        <w:t>1.013e0</w:t>
      </w:r>
    </w:p>
    <w:p w:rsidR="005B3ED9" w:rsidRDefault="005B3ED9" w:rsidP="005B3ED9">
      <w:r>
        <w:t>293.0121</w:t>
      </w:r>
      <w:r>
        <w:tab/>
        <w:t>1.013e0</w:t>
      </w:r>
    </w:p>
    <w:p w:rsidR="005B3ED9" w:rsidRDefault="005B3ED9" w:rsidP="005B3ED9">
      <w:r>
        <w:t>293.0316</w:t>
      </w:r>
      <w:r>
        <w:tab/>
        <w:t>1.013e0</w:t>
      </w:r>
    </w:p>
    <w:p w:rsidR="005B3ED9" w:rsidRDefault="005B3ED9" w:rsidP="005B3ED9">
      <w:r>
        <w:t>293.0397</w:t>
      </w:r>
      <w:r>
        <w:tab/>
        <w:t>1.013e0</w:t>
      </w:r>
    </w:p>
    <w:p w:rsidR="005B3ED9" w:rsidRDefault="005B3ED9" w:rsidP="005B3ED9">
      <w:r>
        <w:t>293.0593</w:t>
      </w:r>
      <w:r>
        <w:tab/>
        <w:t>1.013e0</w:t>
      </w:r>
    </w:p>
    <w:p w:rsidR="005B3ED9" w:rsidRDefault="005B3ED9" w:rsidP="005B3ED9">
      <w:r>
        <w:t>293.1084</w:t>
      </w:r>
      <w:r>
        <w:tab/>
        <w:t>1.013e0</w:t>
      </w:r>
    </w:p>
    <w:p w:rsidR="005B3ED9" w:rsidRDefault="005B3ED9" w:rsidP="005B3ED9">
      <w:r>
        <w:t>293.1489</w:t>
      </w:r>
      <w:r>
        <w:tab/>
        <w:t>3.826e0</w:t>
      </w:r>
    </w:p>
    <w:p w:rsidR="005B3ED9" w:rsidRDefault="005B3ED9" w:rsidP="005B3ED9">
      <w:r>
        <w:t>293.1820</w:t>
      </w:r>
      <w:r>
        <w:tab/>
        <w:t>2.025e0</w:t>
      </w:r>
    </w:p>
    <w:p w:rsidR="005B3ED9" w:rsidRDefault="005B3ED9" w:rsidP="005B3ED9">
      <w:r>
        <w:t>293.2072</w:t>
      </w:r>
      <w:r>
        <w:tab/>
        <w:t>2.025e0</w:t>
      </w:r>
    </w:p>
    <w:p w:rsidR="005B3ED9" w:rsidRDefault="005B3ED9" w:rsidP="005B3ED9">
      <w:r>
        <w:t>293.2415</w:t>
      </w:r>
      <w:r>
        <w:tab/>
        <w:t>1.013e0</w:t>
      </w:r>
    </w:p>
    <w:p w:rsidR="005B3ED9" w:rsidRDefault="005B3ED9" w:rsidP="005B3ED9">
      <w:r>
        <w:t>293.3642</w:t>
      </w:r>
      <w:r>
        <w:tab/>
        <w:t>1.013e0</w:t>
      </w:r>
    </w:p>
    <w:p w:rsidR="005B3ED9" w:rsidRDefault="005B3ED9" w:rsidP="005B3ED9">
      <w:r>
        <w:t>293.3723</w:t>
      </w:r>
      <w:r>
        <w:tab/>
        <w:t>1.013e0</w:t>
      </w:r>
    </w:p>
    <w:p w:rsidR="005B3ED9" w:rsidRDefault="005B3ED9" w:rsidP="005B3ED9">
      <w:r>
        <w:t>293.4456</w:t>
      </w:r>
      <w:r>
        <w:tab/>
        <w:t>1.013e0</w:t>
      </w:r>
    </w:p>
    <w:p w:rsidR="005B3ED9" w:rsidRDefault="005B3ED9" w:rsidP="005B3ED9">
      <w:r>
        <w:lastRenderedPageBreak/>
        <w:t>293.5186</w:t>
      </w:r>
      <w:r>
        <w:tab/>
        <w:t>1.013e0</w:t>
      </w:r>
    </w:p>
    <w:p w:rsidR="005B3ED9" w:rsidRDefault="005B3ED9" w:rsidP="005B3ED9">
      <w:r>
        <w:t>293.6223</w:t>
      </w:r>
      <w:r>
        <w:tab/>
        <w:t>1.013e0</w:t>
      </w:r>
    </w:p>
    <w:p w:rsidR="005B3ED9" w:rsidRDefault="005B3ED9" w:rsidP="005B3ED9">
      <w:r>
        <w:t>293.7007</w:t>
      </w:r>
      <w:r>
        <w:tab/>
        <w:t>1.013e0</w:t>
      </w:r>
    </w:p>
    <w:p w:rsidR="005B3ED9" w:rsidRDefault="005B3ED9" w:rsidP="005B3ED9">
      <w:r>
        <w:t>293.8474</w:t>
      </w:r>
      <w:r>
        <w:tab/>
        <w:t>1.013e0</w:t>
      </w:r>
    </w:p>
    <w:p w:rsidR="005B3ED9" w:rsidRDefault="005B3ED9" w:rsidP="005B3ED9">
      <w:r>
        <w:t>293.8742</w:t>
      </w:r>
      <w:r>
        <w:tab/>
        <w:t>1.013e0</w:t>
      </w:r>
    </w:p>
    <w:p w:rsidR="005B3ED9" w:rsidRDefault="005B3ED9" w:rsidP="005B3ED9">
      <w:r>
        <w:t>293.9332</w:t>
      </w:r>
      <w:r>
        <w:tab/>
        <w:t>1.013e0</w:t>
      </w:r>
    </w:p>
    <w:p w:rsidR="005B3ED9" w:rsidRDefault="005B3ED9" w:rsidP="005B3ED9">
      <w:r>
        <w:t>294.0052</w:t>
      </w:r>
      <w:r>
        <w:tab/>
        <w:t>2.025e0</w:t>
      </w:r>
    </w:p>
    <w:p w:rsidR="005B3ED9" w:rsidRDefault="005B3ED9" w:rsidP="005B3ED9">
      <w:r>
        <w:t>294.0512</w:t>
      </w:r>
      <w:r>
        <w:tab/>
        <w:t>2.025e0</w:t>
      </w:r>
    </w:p>
    <w:p w:rsidR="005B3ED9" w:rsidRDefault="005B3ED9" w:rsidP="005B3ED9">
      <w:r>
        <w:t>294.0693</w:t>
      </w:r>
      <w:r>
        <w:tab/>
        <w:t>1.013e0</w:t>
      </w:r>
    </w:p>
    <w:p w:rsidR="005B3ED9" w:rsidRDefault="005B3ED9" w:rsidP="005B3ED9">
      <w:r>
        <w:t>294.0780</w:t>
      </w:r>
      <w:r>
        <w:tab/>
        <w:t>1.013e0</w:t>
      </w:r>
    </w:p>
    <w:p w:rsidR="005B3ED9" w:rsidRDefault="005B3ED9" w:rsidP="005B3ED9">
      <w:r>
        <w:t>294.1287</w:t>
      </w:r>
      <w:r>
        <w:tab/>
        <w:t>2.025e0</w:t>
      </w:r>
    </w:p>
    <w:p w:rsidR="005B3ED9" w:rsidRDefault="005B3ED9" w:rsidP="005B3ED9">
      <w:r>
        <w:t>294.1604</w:t>
      </w:r>
      <w:r>
        <w:tab/>
        <w:t>1.013e0</w:t>
      </w:r>
    </w:p>
    <w:p w:rsidR="005B3ED9" w:rsidRDefault="005B3ED9" w:rsidP="005B3ED9">
      <w:r>
        <w:t>294.1957</w:t>
      </w:r>
      <w:r>
        <w:tab/>
        <w:t>2.025e0</w:t>
      </w:r>
    </w:p>
    <w:p w:rsidR="005B3ED9" w:rsidRDefault="005B3ED9" w:rsidP="005B3ED9">
      <w:r>
        <w:t>294.2014</w:t>
      </w:r>
      <w:r>
        <w:tab/>
        <w:t>1.013e0</w:t>
      </w:r>
    </w:p>
    <w:p w:rsidR="005B3ED9" w:rsidRDefault="005B3ED9" w:rsidP="005B3ED9">
      <w:r>
        <w:t>294.2238</w:t>
      </w:r>
      <w:r>
        <w:tab/>
        <w:t>1.013e0</w:t>
      </w:r>
    </w:p>
    <w:p w:rsidR="005B3ED9" w:rsidRDefault="005B3ED9" w:rsidP="005B3ED9">
      <w:r>
        <w:t>294.2282</w:t>
      </w:r>
      <w:r>
        <w:tab/>
        <w:t>1.013e0</w:t>
      </w:r>
    </w:p>
    <w:p w:rsidR="005B3ED9" w:rsidRDefault="005B3ED9" w:rsidP="005B3ED9">
      <w:r>
        <w:t>294.2658</w:t>
      </w:r>
      <w:r>
        <w:tab/>
        <w:t>1.013e0</w:t>
      </w:r>
    </w:p>
    <w:p w:rsidR="005B3ED9" w:rsidRDefault="005B3ED9" w:rsidP="005B3ED9">
      <w:r>
        <w:t>294.3249</w:t>
      </w:r>
      <w:r>
        <w:tab/>
        <w:t>1.013e0</w:t>
      </w:r>
    </w:p>
    <w:p w:rsidR="005B3ED9" w:rsidRDefault="005B3ED9" w:rsidP="005B3ED9">
      <w:r>
        <w:t>294.3625</w:t>
      </w:r>
      <w:r>
        <w:tab/>
        <w:t>1.013e0</w:t>
      </w:r>
    </w:p>
    <w:p w:rsidR="005B3ED9" w:rsidRDefault="005B3ED9" w:rsidP="005B3ED9">
      <w:r>
        <w:lastRenderedPageBreak/>
        <w:t>294.3704</w:t>
      </w:r>
      <w:r>
        <w:tab/>
        <w:t>1.013e0</w:t>
      </w:r>
    </w:p>
    <w:p w:rsidR="005B3ED9" w:rsidRDefault="005B3ED9" w:rsidP="005B3ED9">
      <w:r>
        <w:t>294.3893</w:t>
      </w:r>
      <w:r>
        <w:tab/>
        <w:t>1.013e0</w:t>
      </w:r>
    </w:p>
    <w:p w:rsidR="005B3ED9" w:rsidRDefault="005B3ED9" w:rsidP="005B3ED9">
      <w:r>
        <w:t>294.3980</w:t>
      </w:r>
      <w:r>
        <w:tab/>
        <w:t>1.013e0</w:t>
      </w:r>
    </w:p>
    <w:p w:rsidR="005B3ED9" w:rsidRDefault="005B3ED9" w:rsidP="005B3ED9">
      <w:r>
        <w:t>294.4681</w:t>
      </w:r>
      <w:r>
        <w:tab/>
        <w:t>2.025e0</w:t>
      </w:r>
    </w:p>
    <w:p w:rsidR="005B3ED9" w:rsidRDefault="005B3ED9" w:rsidP="005B3ED9">
      <w:r>
        <w:t>294.4806</w:t>
      </w:r>
      <w:r>
        <w:tab/>
        <w:t>1.013e0</w:t>
      </w:r>
    </w:p>
    <w:p w:rsidR="005B3ED9" w:rsidRDefault="005B3ED9" w:rsidP="005B3ED9">
      <w:r>
        <w:t>294.5250</w:t>
      </w:r>
      <w:r>
        <w:tab/>
        <w:t>1.013e0</w:t>
      </w:r>
    </w:p>
    <w:p w:rsidR="005B3ED9" w:rsidRDefault="005B3ED9" w:rsidP="005B3ED9">
      <w:r>
        <w:t>294.6203</w:t>
      </w:r>
      <w:r>
        <w:tab/>
        <w:t>1.013e0</w:t>
      </w:r>
    </w:p>
    <w:p w:rsidR="005B3ED9" w:rsidRDefault="005B3ED9" w:rsidP="005B3ED9">
      <w:r>
        <w:t>294.6526</w:t>
      </w:r>
      <w:r>
        <w:tab/>
        <w:t>1.013e0</w:t>
      </w:r>
    </w:p>
    <w:p w:rsidR="005B3ED9" w:rsidRDefault="005B3ED9" w:rsidP="005B3ED9">
      <w:r>
        <w:t>294.6579</w:t>
      </w:r>
      <w:r>
        <w:tab/>
        <w:t>1.013e0</w:t>
      </w:r>
    </w:p>
    <w:p w:rsidR="005B3ED9" w:rsidRDefault="005B3ED9" w:rsidP="005B3ED9">
      <w:r>
        <w:t>294.6633</w:t>
      </w:r>
      <w:r>
        <w:tab/>
        <w:t>1.013e0</w:t>
      </w:r>
    </w:p>
    <w:p w:rsidR="005B3ED9" w:rsidRDefault="005B3ED9" w:rsidP="005B3ED9">
      <w:r>
        <w:t>294.6992</w:t>
      </w:r>
      <w:r>
        <w:tab/>
        <w:t>1.013e0</w:t>
      </w:r>
    </w:p>
    <w:p w:rsidR="005B3ED9" w:rsidRDefault="005B3ED9" w:rsidP="005B3ED9">
      <w:r>
        <w:t>294.7864</w:t>
      </w:r>
      <w:r>
        <w:tab/>
        <w:t>1.013e0</w:t>
      </w:r>
    </w:p>
    <w:p w:rsidR="005B3ED9" w:rsidRDefault="005B3ED9" w:rsidP="005B3ED9">
      <w:r>
        <w:t>294.7984</w:t>
      </w:r>
      <w:r>
        <w:tab/>
        <w:t>1.013e0</w:t>
      </w:r>
    </w:p>
    <w:p w:rsidR="005B3ED9" w:rsidRDefault="005B3ED9" w:rsidP="005B3ED9">
      <w:r>
        <w:t>294.8300</w:t>
      </w:r>
      <w:r>
        <w:tab/>
        <w:t>1.013e0</w:t>
      </w:r>
    </w:p>
    <w:p w:rsidR="005B3ED9" w:rsidRDefault="005B3ED9" w:rsidP="005B3ED9">
      <w:r>
        <w:t>294.9133</w:t>
      </w:r>
      <w:r>
        <w:tab/>
        <w:t>1.013e0</w:t>
      </w:r>
    </w:p>
    <w:p w:rsidR="005B3ED9" w:rsidRDefault="005B3ED9" w:rsidP="005B3ED9">
      <w:r>
        <w:t>294.9214</w:t>
      </w:r>
      <w:r>
        <w:tab/>
        <w:t>1.013e0</w:t>
      </w:r>
    </w:p>
    <w:p w:rsidR="005B3ED9" w:rsidRDefault="005B3ED9" w:rsidP="005B3ED9">
      <w:r>
        <w:t>294.9321</w:t>
      </w:r>
      <w:r>
        <w:tab/>
        <w:t>1.013e0</w:t>
      </w:r>
    </w:p>
    <w:p w:rsidR="005B3ED9" w:rsidRDefault="005B3ED9" w:rsidP="005B3ED9">
      <w:r>
        <w:t>294.9536</w:t>
      </w:r>
      <w:r>
        <w:tab/>
        <w:t>1.013e0</w:t>
      </w:r>
    </w:p>
    <w:p w:rsidR="005B3ED9" w:rsidRDefault="005B3ED9" w:rsidP="005B3ED9">
      <w:r>
        <w:t>294.9859</w:t>
      </w:r>
      <w:r>
        <w:tab/>
        <w:t>1.013e0</w:t>
      </w:r>
    </w:p>
    <w:p w:rsidR="005B3ED9" w:rsidRDefault="005B3ED9" w:rsidP="005B3ED9">
      <w:r>
        <w:lastRenderedPageBreak/>
        <w:t>294.9913</w:t>
      </w:r>
      <w:r>
        <w:tab/>
        <w:t>1.013e0</w:t>
      </w:r>
    </w:p>
    <w:p w:rsidR="005B3ED9" w:rsidRDefault="005B3ED9" w:rsidP="005B3ED9">
      <w:r>
        <w:t>295.0166</w:t>
      </w:r>
      <w:r>
        <w:tab/>
        <w:t>2.025e0</w:t>
      </w:r>
    </w:p>
    <w:p w:rsidR="005B3ED9" w:rsidRDefault="005B3ED9" w:rsidP="005B3ED9">
      <w:r>
        <w:t>295.0183</w:t>
      </w:r>
      <w:r>
        <w:tab/>
        <w:t>2.025e0</w:t>
      </w:r>
    </w:p>
    <w:p w:rsidR="005B3ED9" w:rsidRDefault="005B3ED9" w:rsidP="005B3ED9">
      <w:r>
        <w:t>295.0877</w:t>
      </w:r>
      <w:r>
        <w:tab/>
        <w:t>2.025e0</w:t>
      </w:r>
    </w:p>
    <w:p w:rsidR="005B3ED9" w:rsidRDefault="005B3ED9" w:rsidP="005B3ED9">
      <w:r>
        <w:t>295.1194</w:t>
      </w:r>
      <w:r>
        <w:tab/>
        <w:t>2.282e0</w:t>
      </w:r>
    </w:p>
    <w:p w:rsidR="005B3ED9" w:rsidRDefault="005B3ED9" w:rsidP="005B3ED9">
      <w:r>
        <w:t>295.1511</w:t>
      </w:r>
      <w:r>
        <w:tab/>
        <w:t>1.013e0</w:t>
      </w:r>
    </w:p>
    <w:p w:rsidR="005B3ED9" w:rsidRDefault="005B3ED9" w:rsidP="005B3ED9">
      <w:r>
        <w:t>295.1689</w:t>
      </w:r>
      <w:r>
        <w:tab/>
        <w:t>1.013e0</w:t>
      </w:r>
    </w:p>
    <w:p w:rsidR="005B3ED9" w:rsidRDefault="005B3ED9" w:rsidP="005B3ED9">
      <w:r>
        <w:t>295.2011</w:t>
      </w:r>
      <w:r>
        <w:tab/>
        <w:t>1.013e0</w:t>
      </w:r>
    </w:p>
    <w:p w:rsidR="005B3ED9" w:rsidRDefault="005B3ED9" w:rsidP="005B3ED9">
      <w:r>
        <w:t>295.2091</w:t>
      </w:r>
      <w:r>
        <w:tab/>
        <w:t>3.038e0</w:t>
      </w:r>
    </w:p>
    <w:p w:rsidR="005B3ED9" w:rsidRDefault="005B3ED9" w:rsidP="005B3ED9">
      <w:r>
        <w:t>295.2927</w:t>
      </w:r>
      <w:r>
        <w:tab/>
        <w:t>1.013e0</w:t>
      </w:r>
    </w:p>
    <w:p w:rsidR="005B3ED9" w:rsidRDefault="005B3ED9" w:rsidP="005B3ED9">
      <w:r>
        <w:t>295.3789</w:t>
      </w:r>
      <w:r>
        <w:tab/>
        <w:t>1.013e0</w:t>
      </w:r>
    </w:p>
    <w:p w:rsidR="005B3ED9" w:rsidRDefault="005B3ED9" w:rsidP="005B3ED9">
      <w:r>
        <w:t>295.4381</w:t>
      </w:r>
      <w:r>
        <w:tab/>
        <w:t>1.013e0</w:t>
      </w:r>
    </w:p>
    <w:p w:rsidR="005B3ED9" w:rsidRDefault="005B3ED9" w:rsidP="005B3ED9">
      <w:r>
        <w:t>295.4922</w:t>
      </w:r>
      <w:r>
        <w:tab/>
        <w:t>1.013e0</w:t>
      </w:r>
    </w:p>
    <w:p w:rsidR="005B3ED9" w:rsidRDefault="005B3ED9" w:rsidP="005B3ED9">
      <w:r>
        <w:t>295.7183</w:t>
      </w:r>
      <w:r>
        <w:tab/>
        <w:t>1.013e0</w:t>
      </w:r>
    </w:p>
    <w:p w:rsidR="005B3ED9" w:rsidRDefault="005B3ED9" w:rsidP="005B3ED9">
      <w:r>
        <w:t>295.7242</w:t>
      </w:r>
      <w:r>
        <w:tab/>
        <w:t>2.025e0</w:t>
      </w:r>
    </w:p>
    <w:p w:rsidR="005B3ED9" w:rsidRDefault="005B3ED9" w:rsidP="005B3ED9">
      <w:r>
        <w:t>295.7619</w:t>
      </w:r>
      <w:r>
        <w:tab/>
        <w:t>1.013e0</w:t>
      </w:r>
    </w:p>
    <w:p w:rsidR="005B3ED9" w:rsidRDefault="005B3ED9" w:rsidP="005B3ED9">
      <w:r>
        <w:t>295.8370</w:t>
      </w:r>
      <w:r>
        <w:tab/>
        <w:t>1.013e0</w:t>
      </w:r>
    </w:p>
    <w:p w:rsidR="005B3ED9" w:rsidRDefault="005B3ED9" w:rsidP="005B3ED9">
      <w:r>
        <w:t>295.8492</w:t>
      </w:r>
      <w:r>
        <w:tab/>
        <w:t>1.013e0</w:t>
      </w:r>
    </w:p>
    <w:p w:rsidR="005B3ED9" w:rsidRDefault="005B3ED9" w:rsidP="005B3ED9">
      <w:r>
        <w:t>295.8855</w:t>
      </w:r>
      <w:r>
        <w:tab/>
        <w:t>1.013e0</w:t>
      </w:r>
    </w:p>
    <w:p w:rsidR="005B3ED9" w:rsidRDefault="005B3ED9" w:rsidP="005B3ED9">
      <w:r>
        <w:lastRenderedPageBreak/>
        <w:t>295.9126</w:t>
      </w:r>
      <w:r>
        <w:tab/>
        <w:t>1.013e0</w:t>
      </w:r>
    </w:p>
    <w:p w:rsidR="005B3ED9" w:rsidRDefault="005B3ED9" w:rsidP="005B3ED9">
      <w:r>
        <w:t>295.9641</w:t>
      </w:r>
      <w:r>
        <w:tab/>
        <w:t>2.025e0</w:t>
      </w:r>
    </w:p>
    <w:p w:rsidR="005B3ED9" w:rsidRDefault="005B3ED9" w:rsidP="005B3ED9">
      <w:r>
        <w:t>295.9767</w:t>
      </w:r>
      <w:r>
        <w:tab/>
        <w:t>3.038e0</w:t>
      </w:r>
    </w:p>
    <w:p w:rsidR="005B3ED9" w:rsidRDefault="005B3ED9" w:rsidP="005B3ED9">
      <w:r>
        <w:t>296.0208</w:t>
      </w:r>
      <w:r>
        <w:tab/>
        <w:t>2.025e0</w:t>
      </w:r>
    </w:p>
    <w:p w:rsidR="005B3ED9" w:rsidRDefault="005B3ED9" w:rsidP="005B3ED9">
      <w:r>
        <w:t>296.0236</w:t>
      </w:r>
      <w:r>
        <w:tab/>
        <w:t>2.025e0</w:t>
      </w:r>
    </w:p>
    <w:p w:rsidR="005B3ED9" w:rsidRDefault="005B3ED9" w:rsidP="005B3ED9">
      <w:r>
        <w:t>296.0358</w:t>
      </w:r>
      <w:r>
        <w:tab/>
        <w:t>2.025e0</w:t>
      </w:r>
    </w:p>
    <w:p w:rsidR="005B3ED9" w:rsidRDefault="005B3ED9" w:rsidP="005B3ED9">
      <w:r>
        <w:t>296.0714</w:t>
      </w:r>
      <w:r>
        <w:tab/>
        <w:t>2.025e0</w:t>
      </w:r>
    </w:p>
    <w:p w:rsidR="005B3ED9" w:rsidRDefault="005B3ED9" w:rsidP="005B3ED9">
      <w:r>
        <w:t>296.0952</w:t>
      </w:r>
      <w:r>
        <w:tab/>
        <w:t>2.025e0</w:t>
      </w:r>
    </w:p>
    <w:p w:rsidR="005B3ED9" w:rsidRDefault="005B3ED9" w:rsidP="005B3ED9">
      <w:r>
        <w:t>296.1149</w:t>
      </w:r>
      <w:r>
        <w:tab/>
        <w:t>1.013e0</w:t>
      </w:r>
    </w:p>
    <w:p w:rsidR="005B3ED9" w:rsidRDefault="005B3ED9" w:rsidP="005B3ED9">
      <w:r>
        <w:t>296.1230</w:t>
      </w:r>
      <w:r>
        <w:tab/>
        <w:t>1.013e0</w:t>
      </w:r>
    </w:p>
    <w:p w:rsidR="005B3ED9" w:rsidRDefault="005B3ED9" w:rsidP="005B3ED9">
      <w:r>
        <w:t>296.1507</w:t>
      </w:r>
      <w:r>
        <w:tab/>
        <w:t>2.025e0</w:t>
      </w:r>
    </w:p>
    <w:p w:rsidR="005B3ED9" w:rsidRDefault="005B3ED9" w:rsidP="005B3ED9">
      <w:r>
        <w:t>296.1704</w:t>
      </w:r>
      <w:r>
        <w:tab/>
        <w:t>2.025e0</w:t>
      </w:r>
    </w:p>
    <w:p w:rsidR="005B3ED9" w:rsidRDefault="005B3ED9" w:rsidP="005B3ED9">
      <w:r>
        <w:t>296.1896</w:t>
      </w:r>
      <w:r>
        <w:tab/>
        <w:t>4.051e0</w:t>
      </w:r>
    </w:p>
    <w:p w:rsidR="005B3ED9" w:rsidRDefault="005B3ED9" w:rsidP="005B3ED9">
      <w:r>
        <w:t>296.2339</w:t>
      </w:r>
      <w:r>
        <w:tab/>
        <w:t>1.013e0</w:t>
      </w:r>
    </w:p>
    <w:p w:rsidR="005B3ED9" w:rsidRDefault="005B3ED9" w:rsidP="005B3ED9">
      <w:r>
        <w:t>296.2795</w:t>
      </w:r>
      <w:r>
        <w:tab/>
        <w:t>1.013e0</w:t>
      </w:r>
    </w:p>
    <w:p w:rsidR="005B3ED9" w:rsidRDefault="005B3ED9" w:rsidP="005B3ED9">
      <w:r>
        <w:t>296.3119</w:t>
      </w:r>
      <w:r>
        <w:tab/>
        <w:t>1.013e0</w:t>
      </w:r>
    </w:p>
    <w:p w:rsidR="005B3ED9" w:rsidRDefault="005B3ED9" w:rsidP="005B3ED9">
      <w:r>
        <w:t>296.3174</w:t>
      </w:r>
      <w:r>
        <w:tab/>
        <w:t>1.013e0</w:t>
      </w:r>
    </w:p>
    <w:p w:rsidR="005B3ED9" w:rsidRDefault="005B3ED9" w:rsidP="005B3ED9">
      <w:r>
        <w:t>296.3713</w:t>
      </w:r>
      <w:r>
        <w:tab/>
        <w:t>1.013e0</w:t>
      </w:r>
    </w:p>
    <w:p w:rsidR="005B3ED9" w:rsidRDefault="005B3ED9" w:rsidP="005B3ED9">
      <w:r>
        <w:t>296.3767</w:t>
      </w:r>
      <w:r>
        <w:tab/>
        <w:t>1.013e0</w:t>
      </w:r>
    </w:p>
    <w:p w:rsidR="005B3ED9" w:rsidRDefault="005B3ED9" w:rsidP="005B3ED9">
      <w:r>
        <w:lastRenderedPageBreak/>
        <w:t>296.3807</w:t>
      </w:r>
      <w:r>
        <w:tab/>
        <w:t>1.013e0</w:t>
      </w:r>
    </w:p>
    <w:p w:rsidR="005B3ED9" w:rsidRDefault="005B3ED9" w:rsidP="005B3ED9">
      <w:r>
        <w:t>296.4362</w:t>
      </w:r>
      <w:r>
        <w:tab/>
        <w:t>1.013e0</w:t>
      </w:r>
    </w:p>
    <w:p w:rsidR="005B3ED9" w:rsidRDefault="005B3ED9" w:rsidP="005B3ED9">
      <w:r>
        <w:t>296.4402</w:t>
      </w:r>
      <w:r>
        <w:tab/>
        <w:t>1.013e0</w:t>
      </w:r>
    </w:p>
    <w:p w:rsidR="005B3ED9" w:rsidRDefault="005B3ED9" w:rsidP="005B3ED9">
      <w:r>
        <w:t>296.4720</w:t>
      </w:r>
      <w:r>
        <w:tab/>
        <w:t>1.013e0</w:t>
      </w:r>
    </w:p>
    <w:p w:rsidR="005B3ED9" w:rsidRDefault="005B3ED9" w:rsidP="005B3ED9">
      <w:r>
        <w:t>296.4944</w:t>
      </w:r>
      <w:r>
        <w:tab/>
        <w:t>2.025e0</w:t>
      </w:r>
    </w:p>
    <w:p w:rsidR="005B3ED9" w:rsidRDefault="005B3ED9" w:rsidP="005B3ED9">
      <w:r>
        <w:t>296.5276</w:t>
      </w:r>
      <w:r>
        <w:tab/>
        <w:t>2.025e0</w:t>
      </w:r>
    </w:p>
    <w:p w:rsidR="005B3ED9" w:rsidRDefault="005B3ED9" w:rsidP="005B3ED9">
      <w:r>
        <w:t>296.5551</w:t>
      </w:r>
      <w:r>
        <w:tab/>
        <w:t>1.013e0</w:t>
      </w:r>
    </w:p>
    <w:p w:rsidR="005B3ED9" w:rsidRDefault="005B3ED9" w:rsidP="005B3ED9">
      <w:r>
        <w:t>296.5674</w:t>
      </w:r>
      <w:r>
        <w:tab/>
        <w:t>3.038e0</w:t>
      </w:r>
    </w:p>
    <w:p w:rsidR="005B3ED9" w:rsidRDefault="005B3ED9" w:rsidP="005B3ED9">
      <w:r>
        <w:t>296.6228</w:t>
      </w:r>
      <w:r>
        <w:tab/>
        <w:t>1.013e0</w:t>
      </w:r>
    </w:p>
    <w:p w:rsidR="005B3ED9" w:rsidRDefault="005B3ED9" w:rsidP="005B3ED9">
      <w:r>
        <w:t>296.6547</w:t>
      </w:r>
      <w:r>
        <w:tab/>
        <w:t>1.013e0</w:t>
      </w:r>
    </w:p>
    <w:p w:rsidR="005B3ED9" w:rsidRDefault="005B3ED9" w:rsidP="005B3ED9">
      <w:r>
        <w:t>296.6956</w:t>
      </w:r>
      <w:r>
        <w:tab/>
        <w:t>1.013e0</w:t>
      </w:r>
    </w:p>
    <w:p w:rsidR="005B3ED9" w:rsidRDefault="005B3ED9" w:rsidP="005B3ED9">
      <w:r>
        <w:t>296.7036</w:t>
      </w:r>
      <w:r>
        <w:tab/>
        <w:t>2.025e0</w:t>
      </w:r>
    </w:p>
    <w:p w:rsidR="005B3ED9" w:rsidRDefault="005B3ED9" w:rsidP="005B3ED9">
      <w:r>
        <w:t>296.7559</w:t>
      </w:r>
      <w:r>
        <w:tab/>
        <w:t>2.025e0</w:t>
      </w:r>
    </w:p>
    <w:p w:rsidR="005B3ED9" w:rsidRDefault="005B3ED9" w:rsidP="005B3ED9">
      <w:r>
        <w:t>296.7778</w:t>
      </w:r>
      <w:r>
        <w:tab/>
        <w:t>1.013e0</w:t>
      </w:r>
    </w:p>
    <w:p w:rsidR="005B3ED9" w:rsidRDefault="005B3ED9" w:rsidP="005B3ED9">
      <w:r>
        <w:t>296.8254</w:t>
      </w:r>
      <w:r>
        <w:tab/>
        <w:t>1.013e0</w:t>
      </w:r>
    </w:p>
    <w:p w:rsidR="005B3ED9" w:rsidRDefault="005B3ED9" w:rsidP="005B3ED9">
      <w:r>
        <w:t>296.8570</w:t>
      </w:r>
      <w:r>
        <w:tab/>
        <w:t>1.013e0</w:t>
      </w:r>
    </w:p>
    <w:p w:rsidR="005B3ED9" w:rsidRDefault="005B3ED9" w:rsidP="005B3ED9">
      <w:r>
        <w:t>296.9528</w:t>
      </w:r>
      <w:r>
        <w:tab/>
        <w:t>2.025e0</w:t>
      </w:r>
    </w:p>
    <w:p w:rsidR="005B3ED9" w:rsidRDefault="005B3ED9" w:rsidP="005B3ED9">
      <w:r>
        <w:t>296.9607</w:t>
      </w:r>
      <w:r>
        <w:tab/>
        <w:t>1.013e0</w:t>
      </w:r>
    </w:p>
    <w:p w:rsidR="005B3ED9" w:rsidRDefault="005B3ED9" w:rsidP="005B3ED9">
      <w:r>
        <w:t>296.9865</w:t>
      </w:r>
      <w:r>
        <w:tab/>
        <w:t>3.038e0</w:t>
      </w:r>
    </w:p>
    <w:p w:rsidR="005B3ED9" w:rsidRDefault="005B3ED9" w:rsidP="005B3ED9">
      <w:r>
        <w:lastRenderedPageBreak/>
        <w:t>296.9970</w:t>
      </w:r>
      <w:r>
        <w:tab/>
        <w:t>2.601e0</w:t>
      </w:r>
    </w:p>
    <w:p w:rsidR="005B3ED9" w:rsidRDefault="005B3ED9" w:rsidP="005B3ED9">
      <w:r>
        <w:t>297.0014</w:t>
      </w:r>
      <w:r>
        <w:tab/>
        <w:t>2.025e0</w:t>
      </w:r>
    </w:p>
    <w:p w:rsidR="005B3ED9" w:rsidRDefault="005B3ED9" w:rsidP="005B3ED9">
      <w:r>
        <w:t>297.0310</w:t>
      </w:r>
      <w:r>
        <w:tab/>
        <w:t>1.013e0</w:t>
      </w:r>
    </w:p>
    <w:p w:rsidR="005B3ED9" w:rsidRDefault="005B3ED9" w:rsidP="005B3ED9">
      <w:r>
        <w:t>297.0357</w:t>
      </w:r>
      <w:r>
        <w:tab/>
        <w:t>1.013e0</w:t>
      </w:r>
    </w:p>
    <w:p w:rsidR="005B3ED9" w:rsidRDefault="005B3ED9" w:rsidP="005B3ED9">
      <w:r>
        <w:t>297.0476</w:t>
      </w:r>
      <w:r>
        <w:tab/>
        <w:t>1.013e0</w:t>
      </w:r>
    </w:p>
    <w:p w:rsidR="005B3ED9" w:rsidRDefault="005B3ED9" w:rsidP="005B3ED9">
      <w:r>
        <w:t>297.0797</w:t>
      </w:r>
      <w:r>
        <w:tab/>
        <w:t>1.013e0</w:t>
      </w:r>
    </w:p>
    <w:p w:rsidR="005B3ED9" w:rsidRDefault="005B3ED9" w:rsidP="005B3ED9">
      <w:r>
        <w:t>297.1072</w:t>
      </w:r>
      <w:r>
        <w:tab/>
        <w:t>1.013e0</w:t>
      </w:r>
    </w:p>
    <w:p w:rsidR="005B3ED9" w:rsidRDefault="005B3ED9" w:rsidP="005B3ED9">
      <w:r>
        <w:t>297.1230</w:t>
      </w:r>
      <w:r>
        <w:tab/>
        <w:t>1.013e0</w:t>
      </w:r>
    </w:p>
    <w:p w:rsidR="005B3ED9" w:rsidRDefault="005B3ED9" w:rsidP="005B3ED9">
      <w:r>
        <w:t>297.1668</w:t>
      </w:r>
      <w:r>
        <w:tab/>
        <w:t>1.013e0</w:t>
      </w:r>
    </w:p>
    <w:p w:rsidR="005B3ED9" w:rsidRDefault="005B3ED9" w:rsidP="005B3ED9">
      <w:r>
        <w:t>297.1718</w:t>
      </w:r>
      <w:r>
        <w:tab/>
        <w:t>2.025e0</w:t>
      </w:r>
    </w:p>
    <w:p w:rsidR="005B3ED9" w:rsidRDefault="005B3ED9" w:rsidP="005B3ED9">
      <w:r>
        <w:t>297.1826</w:t>
      </w:r>
      <w:r>
        <w:tab/>
        <w:t>1.013e0</w:t>
      </w:r>
    </w:p>
    <w:p w:rsidR="005B3ED9" w:rsidRDefault="005B3ED9" w:rsidP="005B3ED9">
      <w:r>
        <w:t>297.2276</w:t>
      </w:r>
      <w:r>
        <w:tab/>
        <w:t>5.063e0</w:t>
      </w:r>
    </w:p>
    <w:p w:rsidR="005B3ED9" w:rsidRDefault="005B3ED9" w:rsidP="005B3ED9">
      <w:r>
        <w:t>297.2343</w:t>
      </w:r>
      <w:r>
        <w:tab/>
        <w:t>2.025e0</w:t>
      </w:r>
    </w:p>
    <w:p w:rsidR="005B3ED9" w:rsidRDefault="005B3ED9" w:rsidP="005B3ED9">
      <w:r>
        <w:t>297.2368</w:t>
      </w:r>
      <w:r>
        <w:tab/>
        <w:t>1.013e0</w:t>
      </w:r>
    </w:p>
    <w:p w:rsidR="005B3ED9" w:rsidRDefault="005B3ED9" w:rsidP="005B3ED9">
      <w:r>
        <w:t>297.2461</w:t>
      </w:r>
      <w:r>
        <w:tab/>
        <w:t>2.025e0</w:t>
      </w:r>
    </w:p>
    <w:p w:rsidR="005B3ED9" w:rsidRDefault="005B3ED9" w:rsidP="005B3ED9">
      <w:r>
        <w:t>297.2779</w:t>
      </w:r>
      <w:r>
        <w:tab/>
        <w:t>1.013e0</w:t>
      </w:r>
    </w:p>
    <w:p w:rsidR="005B3ED9" w:rsidRDefault="005B3ED9" w:rsidP="005B3ED9">
      <w:r>
        <w:t>297.2820</w:t>
      </w:r>
      <w:r>
        <w:tab/>
        <w:t>1.013e0</w:t>
      </w:r>
    </w:p>
    <w:p w:rsidR="005B3ED9" w:rsidRDefault="005B3ED9" w:rsidP="005B3ED9">
      <w:r>
        <w:t>297.2849</w:t>
      </w:r>
      <w:r>
        <w:tab/>
        <w:t>3.383e0</w:t>
      </w:r>
    </w:p>
    <w:p w:rsidR="005B3ED9" w:rsidRDefault="005B3ED9" w:rsidP="005B3ED9">
      <w:r>
        <w:t>297.3884</w:t>
      </w:r>
      <w:r>
        <w:tab/>
        <w:t>1.013e0</w:t>
      </w:r>
    </w:p>
    <w:p w:rsidR="005B3ED9" w:rsidRDefault="005B3ED9" w:rsidP="005B3ED9">
      <w:r>
        <w:lastRenderedPageBreak/>
        <w:t>297.4155</w:t>
      </w:r>
      <w:r>
        <w:tab/>
        <w:t>1.013e0</w:t>
      </w:r>
    </w:p>
    <w:p w:rsidR="005B3ED9" w:rsidRDefault="005B3ED9" w:rsidP="005B3ED9">
      <w:r>
        <w:t>297.4248</w:t>
      </w:r>
      <w:r>
        <w:tab/>
        <w:t>1.013e0</w:t>
      </w:r>
    </w:p>
    <w:p w:rsidR="005B3ED9" w:rsidRDefault="005B3ED9" w:rsidP="005B3ED9">
      <w:r>
        <w:t>297.4566</w:t>
      </w:r>
      <w:r>
        <w:tab/>
        <w:t>1.013e0</w:t>
      </w:r>
    </w:p>
    <w:p w:rsidR="005B3ED9" w:rsidRDefault="005B3ED9" w:rsidP="005B3ED9">
      <w:r>
        <w:t>297.5005</w:t>
      </w:r>
      <w:r>
        <w:tab/>
        <w:t>2.025e0</w:t>
      </w:r>
    </w:p>
    <w:p w:rsidR="005B3ED9" w:rsidRDefault="005B3ED9" w:rsidP="005B3ED9">
      <w:r>
        <w:t>297.6035</w:t>
      </w:r>
      <w:r>
        <w:tab/>
        <w:t>1.013e0</w:t>
      </w:r>
    </w:p>
    <w:p w:rsidR="005B3ED9" w:rsidRDefault="005B3ED9" w:rsidP="005B3ED9">
      <w:r>
        <w:t>297.6076</w:t>
      </w:r>
      <w:r>
        <w:tab/>
        <w:t>1.013e0</w:t>
      </w:r>
    </w:p>
    <w:p w:rsidR="005B3ED9" w:rsidRDefault="005B3ED9" w:rsidP="005B3ED9">
      <w:r>
        <w:t>297.6161</w:t>
      </w:r>
      <w:r>
        <w:tab/>
        <w:t>1.013e0</w:t>
      </w:r>
    </w:p>
    <w:p w:rsidR="005B3ED9" w:rsidRDefault="005B3ED9" w:rsidP="005B3ED9">
      <w:r>
        <w:t>297.6812</w:t>
      </w:r>
      <w:r>
        <w:tab/>
        <w:t>1.013e0</w:t>
      </w:r>
    </w:p>
    <w:p w:rsidR="005B3ED9" w:rsidRDefault="005B3ED9" w:rsidP="005B3ED9">
      <w:r>
        <w:t>297.6990</w:t>
      </w:r>
      <w:r>
        <w:tab/>
        <w:t>1.013e0</w:t>
      </w:r>
    </w:p>
    <w:p w:rsidR="005B3ED9" w:rsidRDefault="005B3ED9" w:rsidP="005B3ED9">
      <w:r>
        <w:t>297.7268</w:t>
      </w:r>
      <w:r>
        <w:tab/>
        <w:t>1.013e0</w:t>
      </w:r>
    </w:p>
    <w:p w:rsidR="005B3ED9" w:rsidRDefault="005B3ED9" w:rsidP="005B3ED9">
      <w:r>
        <w:t>297.8778</w:t>
      </w:r>
      <w:r>
        <w:tab/>
        <w:t>1.013e0</w:t>
      </w:r>
    </w:p>
    <w:p w:rsidR="005B3ED9" w:rsidRDefault="005B3ED9" w:rsidP="005B3ED9">
      <w:r>
        <w:t>297.9712</w:t>
      </w:r>
      <w:r>
        <w:tab/>
        <w:t>3.038e0</w:t>
      </w:r>
    </w:p>
    <w:p w:rsidR="005B3ED9" w:rsidRDefault="005B3ED9" w:rsidP="005B3ED9">
      <w:r>
        <w:t>297.9848</w:t>
      </w:r>
      <w:r>
        <w:tab/>
        <w:t>5.063e0</w:t>
      </w:r>
    </w:p>
    <w:p w:rsidR="005B3ED9" w:rsidRDefault="005B3ED9" w:rsidP="005B3ED9">
      <w:r>
        <w:t>297.9886</w:t>
      </w:r>
      <w:r>
        <w:tab/>
        <w:t>6.076e0</w:t>
      </w:r>
    </w:p>
    <w:p w:rsidR="005B3ED9" w:rsidRDefault="005B3ED9" w:rsidP="005B3ED9">
      <w:r>
        <w:t>297.9913</w:t>
      </w:r>
      <w:r>
        <w:tab/>
        <w:t>7.089e0</w:t>
      </w:r>
    </w:p>
    <w:p w:rsidR="005B3ED9" w:rsidRDefault="005B3ED9" w:rsidP="005B3ED9">
      <w:r>
        <w:t>298.0286</w:t>
      </w:r>
      <w:r>
        <w:tab/>
        <w:t>1.013e0</w:t>
      </w:r>
    </w:p>
    <w:p w:rsidR="005B3ED9" w:rsidRDefault="005B3ED9" w:rsidP="005B3ED9">
      <w:r>
        <w:t>298.0565</w:t>
      </w:r>
      <w:r>
        <w:tab/>
        <w:t>1.013e0</w:t>
      </w:r>
    </w:p>
    <w:p w:rsidR="005B3ED9" w:rsidRDefault="005B3ED9" w:rsidP="005B3ED9">
      <w:r>
        <w:t>298.0664</w:t>
      </w:r>
      <w:r>
        <w:tab/>
        <w:t>1.013e0</w:t>
      </w:r>
    </w:p>
    <w:p w:rsidR="005B3ED9" w:rsidRDefault="005B3ED9" w:rsidP="005B3ED9">
      <w:r>
        <w:t>298.1080</w:t>
      </w:r>
      <w:r>
        <w:tab/>
        <w:t>1.013e0</w:t>
      </w:r>
    </w:p>
    <w:p w:rsidR="005B3ED9" w:rsidRDefault="005B3ED9" w:rsidP="005B3ED9">
      <w:r>
        <w:lastRenderedPageBreak/>
        <w:t>298.1359</w:t>
      </w:r>
      <w:r>
        <w:tab/>
        <w:t>1.013e0</w:t>
      </w:r>
    </w:p>
    <w:p w:rsidR="005B3ED9" w:rsidRDefault="005B3ED9" w:rsidP="005B3ED9">
      <w:r>
        <w:t>298.1533</w:t>
      </w:r>
      <w:r>
        <w:tab/>
        <w:t>1.013e0</w:t>
      </w:r>
    </w:p>
    <w:p w:rsidR="005B3ED9" w:rsidRDefault="005B3ED9" w:rsidP="005B3ED9">
      <w:r>
        <w:t>298.1637</w:t>
      </w:r>
      <w:r>
        <w:tab/>
        <w:t>2.025e0</w:t>
      </w:r>
    </w:p>
    <w:p w:rsidR="005B3ED9" w:rsidRDefault="005B3ED9" w:rsidP="005B3ED9">
      <w:r>
        <w:t>298.2272</w:t>
      </w:r>
      <w:r>
        <w:tab/>
        <w:t>1.013e0</w:t>
      </w:r>
    </w:p>
    <w:p w:rsidR="005B3ED9" w:rsidRDefault="005B3ED9" w:rsidP="005B3ED9">
      <w:r>
        <w:t>298.2456</w:t>
      </w:r>
      <w:r>
        <w:tab/>
        <w:t>2.025e0</w:t>
      </w:r>
    </w:p>
    <w:p w:rsidR="005B3ED9" w:rsidRDefault="005B3ED9" w:rsidP="005B3ED9">
      <w:r>
        <w:t>298.2656</w:t>
      </w:r>
      <w:r>
        <w:tab/>
        <w:t>2.025e0</w:t>
      </w:r>
    </w:p>
    <w:p w:rsidR="005B3ED9" w:rsidRDefault="005B3ED9" w:rsidP="005B3ED9">
      <w:r>
        <w:t>298.3232</w:t>
      </w:r>
      <w:r>
        <w:tab/>
        <w:t>2.025e0</w:t>
      </w:r>
    </w:p>
    <w:p w:rsidR="005B3ED9" w:rsidRDefault="005B3ED9" w:rsidP="005B3ED9">
      <w:r>
        <w:t>298.3380</w:t>
      </w:r>
      <w:r>
        <w:tab/>
        <w:t>1.013e0</w:t>
      </w:r>
    </w:p>
    <w:p w:rsidR="005B3ED9" w:rsidRDefault="005B3ED9" w:rsidP="005B3ED9">
      <w:r>
        <w:t>298.3465</w:t>
      </w:r>
      <w:r>
        <w:tab/>
        <w:t>1.013e0</w:t>
      </w:r>
    </w:p>
    <w:p w:rsidR="005B3ED9" w:rsidRDefault="005B3ED9" w:rsidP="005B3ED9">
      <w:r>
        <w:t>298.3597</w:t>
      </w:r>
      <w:r>
        <w:tab/>
        <w:t>1.013e0</w:t>
      </w:r>
    </w:p>
    <w:p w:rsidR="005B3ED9" w:rsidRDefault="005B3ED9" w:rsidP="005B3ED9">
      <w:r>
        <w:t>298.3652</w:t>
      </w:r>
      <w:r>
        <w:tab/>
        <w:t>1.013e0</w:t>
      </w:r>
    </w:p>
    <w:p w:rsidR="005B3ED9" w:rsidRDefault="005B3ED9" w:rsidP="005B3ED9">
      <w:r>
        <w:t>298.4521</w:t>
      </w:r>
      <w:r>
        <w:tab/>
        <w:t>1.013e0</w:t>
      </w:r>
    </w:p>
    <w:p w:rsidR="005B3ED9" w:rsidRDefault="005B3ED9" w:rsidP="005B3ED9">
      <w:r>
        <w:t>298.4617</w:t>
      </w:r>
      <w:r>
        <w:tab/>
        <w:t>1.013e0</w:t>
      </w:r>
    </w:p>
    <w:p w:rsidR="005B3ED9" w:rsidRDefault="005B3ED9" w:rsidP="005B3ED9">
      <w:r>
        <w:t>298.4896</w:t>
      </w:r>
      <w:r>
        <w:tab/>
        <w:t>1.013e0</w:t>
      </w:r>
    </w:p>
    <w:p w:rsidR="005B3ED9" w:rsidRDefault="005B3ED9" w:rsidP="005B3ED9">
      <w:r>
        <w:t>298.4935</w:t>
      </w:r>
      <w:r>
        <w:tab/>
        <w:t>1.013e0</w:t>
      </w:r>
    </w:p>
    <w:p w:rsidR="005B3ED9" w:rsidRDefault="005B3ED9" w:rsidP="005B3ED9">
      <w:r>
        <w:t>298.5531</w:t>
      </w:r>
      <w:r>
        <w:tab/>
        <w:t>1.013e0</w:t>
      </w:r>
    </w:p>
    <w:p w:rsidR="005B3ED9" w:rsidRDefault="005B3ED9" w:rsidP="005B3ED9">
      <w:r>
        <w:t>298.5851</w:t>
      </w:r>
      <w:r>
        <w:tab/>
        <w:t>1.013e0</w:t>
      </w:r>
    </w:p>
    <w:p w:rsidR="005B3ED9" w:rsidRDefault="005B3ED9" w:rsidP="005B3ED9">
      <w:r>
        <w:t>298.6128</w:t>
      </w:r>
      <w:r>
        <w:tab/>
        <w:t>1.013e0</w:t>
      </w:r>
    </w:p>
    <w:p w:rsidR="005B3ED9" w:rsidRDefault="005B3ED9" w:rsidP="005B3ED9">
      <w:r>
        <w:t>298.6169</w:t>
      </w:r>
      <w:r>
        <w:tab/>
        <w:t>1.013e0</w:t>
      </w:r>
    </w:p>
    <w:p w:rsidR="005B3ED9" w:rsidRDefault="005B3ED9" w:rsidP="005B3ED9">
      <w:r>
        <w:lastRenderedPageBreak/>
        <w:t>298.6308</w:t>
      </w:r>
      <w:r>
        <w:tab/>
        <w:t>2.025e0</w:t>
      </w:r>
    </w:p>
    <w:p w:rsidR="005B3ED9" w:rsidRDefault="005B3ED9" w:rsidP="005B3ED9">
      <w:r>
        <w:t>298.7778</w:t>
      </w:r>
      <w:r>
        <w:tab/>
        <w:t>2.025e0</w:t>
      </w:r>
    </w:p>
    <w:p w:rsidR="005B3ED9" w:rsidRDefault="005B3ED9" w:rsidP="005B3ED9">
      <w:r>
        <w:t>298.8873</w:t>
      </w:r>
      <w:r>
        <w:tab/>
        <w:t>1.013e0</w:t>
      </w:r>
    </w:p>
    <w:p w:rsidR="005B3ED9" w:rsidRDefault="005B3ED9" w:rsidP="005B3ED9">
      <w:r>
        <w:t>298.9525</w:t>
      </w:r>
      <w:r>
        <w:tab/>
        <w:t>1.013e0</w:t>
      </w:r>
    </w:p>
    <w:p w:rsidR="005B3ED9" w:rsidRDefault="005B3ED9" w:rsidP="005B3ED9">
      <w:r>
        <w:t>298.9798</w:t>
      </w:r>
      <w:r>
        <w:tab/>
        <w:t>1.013e0</w:t>
      </w:r>
    </w:p>
    <w:p w:rsidR="005B3ED9" w:rsidRDefault="005B3ED9" w:rsidP="005B3ED9">
      <w:r>
        <w:t>298.9923</w:t>
      </w:r>
      <w:r>
        <w:tab/>
        <w:t>2.025e0</w:t>
      </w:r>
    </w:p>
    <w:p w:rsidR="005B3ED9" w:rsidRDefault="005B3ED9" w:rsidP="005B3ED9">
      <w:r>
        <w:t>298.9984</w:t>
      </w:r>
      <w:r>
        <w:tab/>
        <w:t>1.013e0</w:t>
      </w:r>
    </w:p>
    <w:p w:rsidR="005B3ED9" w:rsidRDefault="005B3ED9" w:rsidP="005B3ED9">
      <w:r>
        <w:t>299.0051</w:t>
      </w:r>
      <w:r>
        <w:tab/>
        <w:t>2.025e0</w:t>
      </w:r>
    </w:p>
    <w:p w:rsidR="005B3ED9" w:rsidRDefault="005B3ED9" w:rsidP="005B3ED9">
      <w:r>
        <w:t>299.0168</w:t>
      </w:r>
      <w:r>
        <w:tab/>
        <w:t>2.025e0</w:t>
      </w:r>
    </w:p>
    <w:p w:rsidR="005B3ED9" w:rsidRDefault="005B3ED9" w:rsidP="005B3ED9">
      <w:r>
        <w:t>299.0524</w:t>
      </w:r>
      <w:r>
        <w:tab/>
        <w:t>2.025e0</w:t>
      </w:r>
    </w:p>
    <w:p w:rsidR="005B3ED9" w:rsidRDefault="005B3ED9" w:rsidP="005B3ED9">
      <w:r>
        <w:t>299.0540</w:t>
      </w:r>
      <w:r>
        <w:tab/>
        <w:t>1.013e0</w:t>
      </w:r>
    </w:p>
    <w:p w:rsidR="005B3ED9" w:rsidRDefault="005B3ED9" w:rsidP="005B3ED9">
      <w:r>
        <w:t>299.0581</w:t>
      </w:r>
      <w:r>
        <w:tab/>
        <w:t>1.013e0</w:t>
      </w:r>
    </w:p>
    <w:p w:rsidR="005B3ED9" w:rsidRDefault="005B3ED9" w:rsidP="005B3ED9">
      <w:r>
        <w:t>299.1050</w:t>
      </w:r>
      <w:r>
        <w:tab/>
        <w:t>1.013e0</w:t>
      </w:r>
    </w:p>
    <w:p w:rsidR="005B3ED9" w:rsidRDefault="005B3ED9" w:rsidP="005B3ED9">
      <w:r>
        <w:t>299.1137</w:t>
      </w:r>
      <w:r>
        <w:tab/>
        <w:t>1.013e0</w:t>
      </w:r>
    </w:p>
    <w:p w:rsidR="005B3ED9" w:rsidRDefault="005B3ED9" w:rsidP="005B3ED9">
      <w:r>
        <w:t>299.1376</w:t>
      </w:r>
      <w:r>
        <w:tab/>
        <w:t>1.013e0</w:t>
      </w:r>
    </w:p>
    <w:p w:rsidR="005B3ED9" w:rsidRDefault="005B3ED9" w:rsidP="005B3ED9">
      <w:r>
        <w:t>299.1496</w:t>
      </w:r>
      <w:r>
        <w:tab/>
        <w:t>1.013e0</w:t>
      </w:r>
    </w:p>
    <w:p w:rsidR="005B3ED9" w:rsidRDefault="005B3ED9" w:rsidP="005B3ED9">
      <w:r>
        <w:t>299.1540</w:t>
      </w:r>
      <w:r>
        <w:tab/>
        <w:t>1.013e0</w:t>
      </w:r>
    </w:p>
    <w:p w:rsidR="005B3ED9" w:rsidRDefault="005B3ED9" w:rsidP="005B3ED9">
      <w:r>
        <w:t>299.1922</w:t>
      </w:r>
      <w:r>
        <w:tab/>
        <w:t>1.013e0</w:t>
      </w:r>
    </w:p>
    <w:p w:rsidR="005B3ED9" w:rsidRDefault="005B3ED9" w:rsidP="005B3ED9">
      <w:r>
        <w:t>299.1972</w:t>
      </w:r>
      <w:r>
        <w:tab/>
        <w:t>1.013e0</w:t>
      </w:r>
    </w:p>
    <w:p w:rsidR="005B3ED9" w:rsidRDefault="005B3ED9" w:rsidP="005B3ED9">
      <w:r>
        <w:lastRenderedPageBreak/>
        <w:t>299.2139</w:t>
      </w:r>
      <w:r>
        <w:tab/>
        <w:t>2.025e0</w:t>
      </w:r>
    </w:p>
    <w:p w:rsidR="005B3ED9" w:rsidRDefault="005B3ED9" w:rsidP="005B3ED9">
      <w:r>
        <w:t>299.2289</w:t>
      </w:r>
      <w:r>
        <w:tab/>
        <w:t>2.025e0</w:t>
      </w:r>
    </w:p>
    <w:p w:rsidR="005B3ED9" w:rsidRDefault="005B3ED9" w:rsidP="005B3ED9">
      <w:r>
        <w:t>299.2439</w:t>
      </w:r>
      <w:r>
        <w:tab/>
        <w:t>3.038e0</w:t>
      </w:r>
    </w:p>
    <w:p w:rsidR="005B3ED9" w:rsidRDefault="005B3ED9" w:rsidP="005B3ED9">
      <w:r>
        <w:t>299.2596</w:t>
      </w:r>
      <w:r>
        <w:tab/>
        <w:t>2.025e0</w:t>
      </w:r>
    </w:p>
    <w:p w:rsidR="005B3ED9" w:rsidRDefault="005B3ED9" w:rsidP="005B3ED9">
      <w:r>
        <w:t>299.3011</w:t>
      </w:r>
      <w:r>
        <w:tab/>
        <w:t>1.013e0</w:t>
      </w:r>
    </w:p>
    <w:p w:rsidR="005B3ED9" w:rsidRDefault="005B3ED9" w:rsidP="005B3ED9">
      <w:r>
        <w:t>299.3665</w:t>
      </w:r>
      <w:r>
        <w:tab/>
        <w:t>1.013e0</w:t>
      </w:r>
    </w:p>
    <w:p w:rsidR="005B3ED9" w:rsidRDefault="005B3ED9" w:rsidP="005B3ED9">
      <w:r>
        <w:t>299.4080</w:t>
      </w:r>
      <w:r>
        <w:tab/>
        <w:t>1.013e0</w:t>
      </w:r>
    </w:p>
    <w:p w:rsidR="005B3ED9" w:rsidRDefault="005B3ED9" w:rsidP="005B3ED9">
      <w:r>
        <w:t>299.4769</w:t>
      </w:r>
      <w:r>
        <w:tab/>
        <w:t>2.025e0</w:t>
      </w:r>
    </w:p>
    <w:p w:rsidR="005B3ED9" w:rsidRDefault="005B3ED9" w:rsidP="005B3ED9">
      <w:r>
        <w:t>299.5683</w:t>
      </w:r>
      <w:r>
        <w:tab/>
        <w:t>1.013e0</w:t>
      </w:r>
    </w:p>
    <w:p w:rsidR="005B3ED9" w:rsidRDefault="005B3ED9" w:rsidP="005B3ED9">
      <w:r>
        <w:t>299.5791</w:t>
      </w:r>
      <w:r>
        <w:tab/>
        <w:t>1.013e0</w:t>
      </w:r>
    </w:p>
    <w:p w:rsidR="005B3ED9" w:rsidRDefault="005B3ED9" w:rsidP="005B3ED9">
      <w:r>
        <w:t>299.6108</w:t>
      </w:r>
      <w:r>
        <w:tab/>
        <w:t>1.013e0</w:t>
      </w:r>
    </w:p>
    <w:p w:rsidR="005B3ED9" w:rsidRDefault="005B3ED9" w:rsidP="005B3ED9">
      <w:r>
        <w:t>299.6209</w:t>
      </w:r>
      <w:r>
        <w:tab/>
        <w:t>2.025e0</w:t>
      </w:r>
    </w:p>
    <w:p w:rsidR="005B3ED9" w:rsidRDefault="005B3ED9" w:rsidP="005B3ED9">
      <w:r>
        <w:t>299.6785</w:t>
      </w:r>
      <w:r>
        <w:tab/>
        <w:t>1.013e0</w:t>
      </w:r>
    </w:p>
    <w:p w:rsidR="005B3ED9" w:rsidRDefault="005B3ED9" w:rsidP="005B3ED9">
      <w:r>
        <w:t>299.7483</w:t>
      </w:r>
      <w:r>
        <w:tab/>
        <w:t>1.013e0</w:t>
      </w:r>
    </w:p>
    <w:p w:rsidR="005B3ED9" w:rsidRDefault="005B3ED9" w:rsidP="005B3ED9">
      <w:r>
        <w:t>299.7579</w:t>
      </w:r>
      <w:r>
        <w:tab/>
        <w:t>1.013e0</w:t>
      </w:r>
    </w:p>
    <w:p w:rsidR="005B3ED9" w:rsidRDefault="005B3ED9" w:rsidP="005B3ED9">
      <w:r>
        <w:t>299.7755</w:t>
      </w:r>
      <w:r>
        <w:tab/>
        <w:t>1.013e0</w:t>
      </w:r>
    </w:p>
    <w:p w:rsidR="005B3ED9" w:rsidRDefault="005B3ED9" w:rsidP="005B3ED9">
      <w:r>
        <w:t>299.8320</w:t>
      </w:r>
      <w:r>
        <w:tab/>
        <w:t>2.025e0</w:t>
      </w:r>
    </w:p>
    <w:p w:rsidR="005B3ED9" w:rsidRDefault="005B3ED9" w:rsidP="005B3ED9">
      <w:r>
        <w:t>299.8683</w:t>
      </w:r>
      <w:r>
        <w:tab/>
        <w:t>1.013e0</w:t>
      </w:r>
    </w:p>
    <w:p w:rsidR="005B3ED9" w:rsidRDefault="005B3ED9" w:rsidP="005B3ED9">
      <w:r>
        <w:t>299.8998</w:t>
      </w:r>
      <w:r>
        <w:tab/>
        <w:t>2.025e0</w:t>
      </w:r>
    </w:p>
    <w:p w:rsidR="005B3ED9" w:rsidRDefault="005B3ED9" w:rsidP="005B3ED9">
      <w:r>
        <w:lastRenderedPageBreak/>
        <w:t>299.9092</w:t>
      </w:r>
      <w:r>
        <w:tab/>
        <w:t>1.013e0</w:t>
      </w:r>
    </w:p>
    <w:p w:rsidR="005B3ED9" w:rsidRDefault="005B3ED9" w:rsidP="005B3ED9">
      <w:r>
        <w:t>299.9133</w:t>
      </w:r>
      <w:r>
        <w:tab/>
        <w:t>1.013e0</w:t>
      </w:r>
    </w:p>
    <w:p w:rsidR="005B3ED9" w:rsidRDefault="005B3ED9" w:rsidP="005B3ED9">
      <w:r>
        <w:t>299.9411</w:t>
      </w:r>
      <w:r>
        <w:tab/>
        <w:t>1.013e0</w:t>
      </w:r>
    </w:p>
    <w:p w:rsidR="005B3ED9" w:rsidRDefault="005B3ED9" w:rsidP="005B3ED9">
      <w:r>
        <w:t>299.9582</w:t>
      </w:r>
      <w:r>
        <w:tab/>
        <w:t>2.025e0</w:t>
      </w:r>
    </w:p>
    <w:p w:rsidR="005B3ED9" w:rsidRDefault="005B3ED9" w:rsidP="005B3ED9">
      <w:r>
        <w:t>299.9648</w:t>
      </w:r>
      <w:r>
        <w:tab/>
        <w:t>1.013e0</w:t>
      </w:r>
    </w:p>
    <w:p w:rsidR="005B3ED9" w:rsidRDefault="005B3ED9" w:rsidP="005B3ED9">
      <w:r>
        <w:t>299.9830</w:t>
      </w:r>
      <w:r>
        <w:tab/>
        <w:t>1.013e0</w:t>
      </w:r>
    </w:p>
    <w:p w:rsidR="005B3ED9" w:rsidRDefault="005B3ED9" w:rsidP="005B3ED9">
      <w:r>
        <w:t>300.0008</w:t>
      </w:r>
      <w:r>
        <w:tab/>
        <w:t>1.013e0</w:t>
      </w:r>
    </w:p>
    <w:p w:rsidR="005B3ED9" w:rsidRDefault="005B3ED9" w:rsidP="005B3ED9">
      <w:r>
        <w:t>300.0231</w:t>
      </w:r>
      <w:r>
        <w:tab/>
        <w:t>2.025e0</w:t>
      </w:r>
    </w:p>
    <w:p w:rsidR="005B3ED9" w:rsidRDefault="005B3ED9" w:rsidP="005B3ED9">
      <w:r>
        <w:t>300.0286</w:t>
      </w:r>
      <w:r>
        <w:tab/>
        <w:t>1.013e0</w:t>
      </w:r>
    </w:p>
    <w:p w:rsidR="005B3ED9" w:rsidRDefault="005B3ED9" w:rsidP="005B3ED9">
      <w:r>
        <w:t>300.0472</w:t>
      </w:r>
      <w:r>
        <w:tab/>
        <w:t>4.453e0</w:t>
      </w:r>
    </w:p>
    <w:p w:rsidR="005B3ED9" w:rsidRDefault="005B3ED9" w:rsidP="005B3ED9">
      <w:r>
        <w:t>300.0922</w:t>
      </w:r>
      <w:r>
        <w:tab/>
        <w:t>1.013e0</w:t>
      </w:r>
    </w:p>
    <w:p w:rsidR="005B3ED9" w:rsidRDefault="005B3ED9" w:rsidP="005B3ED9">
      <w:r>
        <w:t>300.0977</w:t>
      </w:r>
      <w:r>
        <w:tab/>
        <w:t>1.013e0</w:t>
      </w:r>
    </w:p>
    <w:p w:rsidR="005B3ED9" w:rsidRDefault="005B3ED9" w:rsidP="005B3ED9">
      <w:r>
        <w:t>300.1121</w:t>
      </w:r>
      <w:r>
        <w:tab/>
        <w:t>2.025e0</w:t>
      </w:r>
    </w:p>
    <w:p w:rsidR="005B3ED9" w:rsidRDefault="005B3ED9" w:rsidP="005B3ED9">
      <w:r>
        <w:t>300.1359</w:t>
      </w:r>
      <w:r>
        <w:tab/>
        <w:t>1.013e0</w:t>
      </w:r>
    </w:p>
    <w:p w:rsidR="005B3ED9" w:rsidRDefault="005B3ED9" w:rsidP="005B3ED9">
      <w:r>
        <w:t>300.1443</w:t>
      </w:r>
      <w:r>
        <w:tab/>
        <w:t>2.025e0</w:t>
      </w:r>
    </w:p>
    <w:p w:rsidR="005B3ED9" w:rsidRDefault="005B3ED9" w:rsidP="005B3ED9">
      <w:r>
        <w:t>300.1962</w:t>
      </w:r>
      <w:r>
        <w:tab/>
        <w:t>2.025e0</w:t>
      </w:r>
    </w:p>
    <w:p w:rsidR="005B3ED9" w:rsidRDefault="005B3ED9" w:rsidP="005B3ED9">
      <w:r>
        <w:t>300.1978</w:t>
      </w:r>
      <w:r>
        <w:tab/>
        <w:t>6.076e0</w:t>
      </w:r>
    </w:p>
    <w:p w:rsidR="005B3ED9" w:rsidRDefault="005B3ED9" w:rsidP="005B3ED9">
      <w:r>
        <w:t>300.2071</w:t>
      </w:r>
      <w:r>
        <w:tab/>
        <w:t>5.063e0</w:t>
      </w:r>
    </w:p>
    <w:p w:rsidR="005B3ED9" w:rsidRDefault="005B3ED9" w:rsidP="005B3ED9">
      <w:r>
        <w:t>300.2094</w:t>
      </w:r>
      <w:r>
        <w:tab/>
        <w:t>5.063e0</w:t>
      </w:r>
    </w:p>
    <w:p w:rsidR="005B3ED9" w:rsidRDefault="005B3ED9" w:rsidP="005B3ED9">
      <w:r>
        <w:lastRenderedPageBreak/>
        <w:t>300.2506</w:t>
      </w:r>
      <w:r>
        <w:tab/>
        <w:t>1.013e0</w:t>
      </w:r>
    </w:p>
    <w:p w:rsidR="005B3ED9" w:rsidRDefault="005B3ED9" w:rsidP="005B3ED9">
      <w:r>
        <w:t>300.2575</w:t>
      </w:r>
      <w:r>
        <w:tab/>
        <w:t>2.025e0</w:t>
      </w:r>
    </w:p>
    <w:p w:rsidR="005B3ED9" w:rsidRDefault="005B3ED9" w:rsidP="005B3ED9">
      <w:r>
        <w:t>300.2952</w:t>
      </w:r>
      <w:r>
        <w:tab/>
        <w:t>1.013e0</w:t>
      </w:r>
    </w:p>
    <w:p w:rsidR="005B3ED9" w:rsidRDefault="005B3ED9" w:rsidP="005B3ED9">
      <w:r>
        <w:t>300.3381</w:t>
      </w:r>
      <w:r>
        <w:tab/>
        <w:t>1.013e0</w:t>
      </w:r>
    </w:p>
    <w:p w:rsidR="005B3ED9" w:rsidRDefault="005B3ED9" w:rsidP="005B3ED9">
      <w:r>
        <w:t>300.3606</w:t>
      </w:r>
      <w:r>
        <w:tab/>
        <w:t>3.038e0</w:t>
      </w:r>
    </w:p>
    <w:p w:rsidR="005B3ED9" w:rsidRDefault="005B3ED9" w:rsidP="005B3ED9">
      <w:r>
        <w:t>300.4663</w:t>
      </w:r>
      <w:r>
        <w:tab/>
        <w:t>1.013e0</w:t>
      </w:r>
    </w:p>
    <w:p w:rsidR="005B3ED9" w:rsidRDefault="005B3ED9" w:rsidP="005B3ED9">
      <w:r>
        <w:t>300.5130</w:t>
      </w:r>
      <w:r>
        <w:tab/>
        <w:t>1.013e0</w:t>
      </w:r>
    </w:p>
    <w:p w:rsidR="005B3ED9" w:rsidRDefault="005B3ED9" w:rsidP="005B3ED9">
      <w:r>
        <w:t>300.5181</w:t>
      </w:r>
      <w:r>
        <w:tab/>
        <w:t>1.013e0</w:t>
      </w:r>
    </w:p>
    <w:p w:rsidR="005B3ED9" w:rsidRDefault="005B3ED9" w:rsidP="005B3ED9">
      <w:r>
        <w:t>300.6005</w:t>
      </w:r>
      <w:r>
        <w:tab/>
        <w:t>1.013e0</w:t>
      </w:r>
    </w:p>
    <w:p w:rsidR="005B3ED9" w:rsidRDefault="005B3ED9" w:rsidP="005B3ED9">
      <w:r>
        <w:t>300.6374</w:t>
      </w:r>
      <w:r>
        <w:tab/>
        <w:t>1.013e0</w:t>
      </w:r>
    </w:p>
    <w:p w:rsidR="005B3ED9" w:rsidRDefault="005B3ED9" w:rsidP="005B3ED9">
      <w:r>
        <w:t>300.6414</w:t>
      </w:r>
      <w:r>
        <w:tab/>
        <w:t>1.013e0</w:t>
      </w:r>
    </w:p>
    <w:p w:rsidR="005B3ED9" w:rsidRDefault="005B3ED9" w:rsidP="005B3ED9">
      <w:r>
        <w:t>300.6826</w:t>
      </w:r>
      <w:r>
        <w:tab/>
        <w:t>1.013e0</w:t>
      </w:r>
    </w:p>
    <w:p w:rsidR="005B3ED9" w:rsidRDefault="005B3ED9" w:rsidP="005B3ED9">
      <w:r>
        <w:t>300.7373</w:t>
      </w:r>
      <w:r>
        <w:tab/>
        <w:t>1.013e0</w:t>
      </w:r>
    </w:p>
    <w:p w:rsidR="005B3ED9" w:rsidRDefault="005B3ED9" w:rsidP="005B3ED9">
      <w:r>
        <w:t>300.8444</w:t>
      </w:r>
      <w:r>
        <w:tab/>
        <w:t>1.013e0</w:t>
      </w:r>
    </w:p>
    <w:p w:rsidR="005B3ED9" w:rsidRDefault="005B3ED9" w:rsidP="005B3ED9">
      <w:r>
        <w:t>300.8723</w:t>
      </w:r>
      <w:r>
        <w:tab/>
        <w:t>1.013e0</w:t>
      </w:r>
    </w:p>
    <w:p w:rsidR="005B3ED9" w:rsidRDefault="005B3ED9" w:rsidP="005B3ED9">
      <w:r>
        <w:t>300.9001</w:t>
      </w:r>
      <w:r>
        <w:tab/>
        <w:t>1.013e0</w:t>
      </w:r>
    </w:p>
    <w:p w:rsidR="005B3ED9" w:rsidRDefault="005B3ED9" w:rsidP="005B3ED9">
      <w:r>
        <w:t>300.9280</w:t>
      </w:r>
      <w:r>
        <w:tab/>
        <w:t>1.013e0</w:t>
      </w:r>
    </w:p>
    <w:p w:rsidR="005B3ED9" w:rsidRDefault="005B3ED9" w:rsidP="005B3ED9">
      <w:r>
        <w:t>300.9658</w:t>
      </w:r>
      <w:r>
        <w:tab/>
        <w:t>2.025e0</w:t>
      </w:r>
    </w:p>
    <w:p w:rsidR="005B3ED9" w:rsidRDefault="005B3ED9" w:rsidP="005B3ED9">
      <w:r>
        <w:t>300.9824</w:t>
      </w:r>
      <w:r>
        <w:tab/>
        <w:t>2.025e0</w:t>
      </w:r>
    </w:p>
    <w:p w:rsidR="005B3ED9" w:rsidRDefault="005B3ED9" w:rsidP="005B3ED9">
      <w:r>
        <w:lastRenderedPageBreak/>
        <w:t>301.0309</w:t>
      </w:r>
      <w:r>
        <w:tab/>
        <w:t>2.025e0</w:t>
      </w:r>
    </w:p>
    <w:p w:rsidR="005B3ED9" w:rsidRDefault="005B3ED9" w:rsidP="005B3ED9">
      <w:r>
        <w:t>301.0357</w:t>
      </w:r>
      <w:r>
        <w:tab/>
        <w:t>2.025e0</w:t>
      </w:r>
    </w:p>
    <w:p w:rsidR="005B3ED9" w:rsidRDefault="005B3ED9" w:rsidP="005B3ED9">
      <w:r>
        <w:t>301.0384</w:t>
      </w:r>
      <w:r>
        <w:tab/>
        <w:t>1.013e0</w:t>
      </w:r>
    </w:p>
    <w:p w:rsidR="005B3ED9" w:rsidRDefault="005B3ED9" w:rsidP="005B3ED9">
      <w:r>
        <w:t>301.0681</w:t>
      </w:r>
      <w:r>
        <w:tab/>
        <w:t>2.025e0</w:t>
      </w:r>
    </w:p>
    <w:p w:rsidR="005B3ED9" w:rsidRDefault="005B3ED9" w:rsidP="005B3ED9">
      <w:r>
        <w:t>301.0717</w:t>
      </w:r>
      <w:r>
        <w:tab/>
        <w:t>2.025e0</w:t>
      </w:r>
    </w:p>
    <w:p w:rsidR="005B3ED9" w:rsidRDefault="005B3ED9" w:rsidP="005B3ED9">
      <w:r>
        <w:t>301.0753</w:t>
      </w:r>
      <w:r>
        <w:tab/>
        <w:t>1.013e0</w:t>
      </w:r>
    </w:p>
    <w:p w:rsidR="005B3ED9" w:rsidRDefault="005B3ED9" w:rsidP="005B3ED9">
      <w:r>
        <w:t>301.1113</w:t>
      </w:r>
      <w:r>
        <w:tab/>
        <w:t>1.013e0</w:t>
      </w:r>
    </w:p>
    <w:p w:rsidR="005B3ED9" w:rsidRDefault="005B3ED9" w:rsidP="005B3ED9">
      <w:r>
        <w:t>301.1152</w:t>
      </w:r>
      <w:r>
        <w:tab/>
        <w:t>2.025e0</w:t>
      </w:r>
    </w:p>
    <w:p w:rsidR="005B3ED9" w:rsidRDefault="005B3ED9" w:rsidP="005B3ED9">
      <w:r>
        <w:t>301.1590</w:t>
      </w:r>
      <w:r>
        <w:tab/>
        <w:t>1.013e0</w:t>
      </w:r>
    </w:p>
    <w:p w:rsidR="005B3ED9" w:rsidRDefault="005B3ED9" w:rsidP="005B3ED9">
      <w:r>
        <w:t>301.1711</w:t>
      </w:r>
      <w:r>
        <w:tab/>
        <w:t>1.013e0</w:t>
      </w:r>
    </w:p>
    <w:p w:rsidR="005B3ED9" w:rsidRDefault="005B3ED9" w:rsidP="005B3ED9">
      <w:r>
        <w:t>301.1754</w:t>
      </w:r>
      <w:r>
        <w:tab/>
        <w:t>1.013e0</w:t>
      </w:r>
    </w:p>
    <w:p w:rsidR="005B3ED9" w:rsidRDefault="005B3ED9" w:rsidP="005B3ED9">
      <w:r>
        <w:t>301.2040</w:t>
      </w:r>
      <w:r>
        <w:tab/>
        <w:t>3.038e0</w:t>
      </w:r>
    </w:p>
    <w:p w:rsidR="005B3ED9" w:rsidRDefault="005B3ED9" w:rsidP="005B3ED9">
      <w:r>
        <w:t>301.2083</w:t>
      </w:r>
      <w:r>
        <w:tab/>
        <w:t>1.013e0</w:t>
      </w:r>
    </w:p>
    <w:p w:rsidR="005B3ED9" w:rsidRDefault="005B3ED9" w:rsidP="005B3ED9">
      <w:r>
        <w:t>301.2268</w:t>
      </w:r>
      <w:r>
        <w:tab/>
        <w:t>1.013e0</w:t>
      </w:r>
    </w:p>
    <w:p w:rsidR="005B3ED9" w:rsidRDefault="005B3ED9" w:rsidP="005B3ED9">
      <w:r>
        <w:t>301.2631</w:t>
      </w:r>
      <w:r>
        <w:tab/>
        <w:t>1.013e0</w:t>
      </w:r>
    </w:p>
    <w:p w:rsidR="005B3ED9" w:rsidRDefault="005B3ED9" w:rsidP="005B3ED9">
      <w:r>
        <w:t>301.2685</w:t>
      </w:r>
      <w:r>
        <w:tab/>
        <w:t>1.013e0</w:t>
      </w:r>
    </w:p>
    <w:p w:rsidR="005B3ED9" w:rsidRDefault="005B3ED9" w:rsidP="005B3ED9">
      <w:r>
        <w:t>301.2960</w:t>
      </w:r>
      <w:r>
        <w:tab/>
        <w:t>1.013e0</w:t>
      </w:r>
    </w:p>
    <w:p w:rsidR="005B3ED9" w:rsidRDefault="005B3ED9" w:rsidP="005B3ED9">
      <w:r>
        <w:t>301.3837</w:t>
      </w:r>
      <w:r>
        <w:tab/>
        <w:t>1.013e0</w:t>
      </w:r>
    </w:p>
    <w:p w:rsidR="005B3ED9" w:rsidRDefault="005B3ED9" w:rsidP="005B3ED9">
      <w:r>
        <w:t>301.4159</w:t>
      </w:r>
      <w:r>
        <w:tab/>
        <w:t>2.025e0</w:t>
      </w:r>
    </w:p>
    <w:p w:rsidR="005B3ED9" w:rsidRDefault="005B3ED9" w:rsidP="005B3ED9">
      <w:r>
        <w:lastRenderedPageBreak/>
        <w:t>301.4769</w:t>
      </w:r>
      <w:r>
        <w:tab/>
        <w:t>1.013e0</w:t>
      </w:r>
    </w:p>
    <w:p w:rsidR="005B3ED9" w:rsidRDefault="005B3ED9" w:rsidP="005B3ED9">
      <w:r>
        <w:t>301.4935</w:t>
      </w:r>
      <w:r>
        <w:tab/>
        <w:t>1.013e0</w:t>
      </w:r>
    </w:p>
    <w:p w:rsidR="005B3ED9" w:rsidRDefault="005B3ED9" w:rsidP="005B3ED9">
      <w:r>
        <w:t>301.5263</w:t>
      </w:r>
      <w:r>
        <w:tab/>
        <w:t>1.013e0</w:t>
      </w:r>
    </w:p>
    <w:p w:rsidR="005B3ED9" w:rsidRDefault="005B3ED9" w:rsidP="005B3ED9">
      <w:r>
        <w:t>301.5536</w:t>
      </w:r>
      <w:r>
        <w:tab/>
        <w:t>1.013e0</w:t>
      </w:r>
    </w:p>
    <w:p w:rsidR="005B3ED9" w:rsidRDefault="005B3ED9" w:rsidP="005B3ED9">
      <w:r>
        <w:t>301.5921</w:t>
      </w:r>
      <w:r>
        <w:tab/>
        <w:t>1.013e0</w:t>
      </w:r>
    </w:p>
    <w:p w:rsidR="005B3ED9" w:rsidRDefault="005B3ED9" w:rsidP="005B3ED9">
      <w:r>
        <w:t>301.6010</w:t>
      </w:r>
      <w:r>
        <w:tab/>
        <w:t>1.013e0</w:t>
      </w:r>
    </w:p>
    <w:p w:rsidR="005B3ED9" w:rsidRDefault="005B3ED9" w:rsidP="005B3ED9">
      <w:r>
        <w:t>301.6546</w:t>
      </w:r>
      <w:r>
        <w:tab/>
        <w:t>2.025e0</w:t>
      </w:r>
    </w:p>
    <w:p w:rsidR="005B3ED9" w:rsidRDefault="005B3ED9" w:rsidP="005B3ED9">
      <w:r>
        <w:t>301.7018</w:t>
      </w:r>
      <w:r>
        <w:tab/>
        <w:t>1.013e0</w:t>
      </w:r>
    </w:p>
    <w:p w:rsidR="005B3ED9" w:rsidRDefault="005B3ED9" w:rsidP="005B3ED9">
      <w:r>
        <w:t>301.8919</w:t>
      </w:r>
      <w:r>
        <w:tab/>
        <w:t>2.025e0</w:t>
      </w:r>
    </w:p>
    <w:p w:rsidR="005B3ED9" w:rsidRDefault="005B3ED9" w:rsidP="005B3ED9">
      <w:r>
        <w:t>301.9134</w:t>
      </w:r>
      <w:r>
        <w:tab/>
        <w:t>4.051e0</w:t>
      </w:r>
    </w:p>
    <w:p w:rsidR="005B3ED9" w:rsidRDefault="005B3ED9" w:rsidP="005B3ED9">
      <w:r>
        <w:t>301.9159</w:t>
      </w:r>
      <w:r>
        <w:tab/>
        <w:t>1.013e0</w:t>
      </w:r>
    </w:p>
    <w:p w:rsidR="005B3ED9" w:rsidRDefault="005B3ED9" w:rsidP="005B3ED9">
      <w:r>
        <w:t>301.9467</w:t>
      </w:r>
      <w:r>
        <w:tab/>
        <w:t>7.089e0</w:t>
      </w:r>
    </w:p>
    <w:p w:rsidR="005B3ED9" w:rsidRDefault="005B3ED9" w:rsidP="005B3ED9">
      <w:r>
        <w:t>301.9533</w:t>
      </w:r>
      <w:r>
        <w:tab/>
        <w:t>9.114e0</w:t>
      </w:r>
    </w:p>
    <w:p w:rsidR="005B3ED9" w:rsidRDefault="005B3ED9" w:rsidP="005B3ED9">
      <w:r>
        <w:t>301.9622</w:t>
      </w:r>
      <w:r>
        <w:tab/>
        <w:t>1.867e1</w:t>
      </w:r>
    </w:p>
    <w:p w:rsidR="005B3ED9" w:rsidRDefault="005B3ED9" w:rsidP="005B3ED9">
      <w:r>
        <w:t>301.9740</w:t>
      </w:r>
      <w:r>
        <w:tab/>
        <w:t>8.101e0</w:t>
      </w:r>
    </w:p>
    <w:p w:rsidR="005B3ED9" w:rsidRDefault="005B3ED9" w:rsidP="005B3ED9">
      <w:r>
        <w:t>301.9938</w:t>
      </w:r>
      <w:r>
        <w:tab/>
        <w:t>4.188e0</w:t>
      </w:r>
    </w:p>
    <w:p w:rsidR="005B3ED9" w:rsidRDefault="005B3ED9" w:rsidP="005B3ED9">
      <w:r>
        <w:t>302.0023</w:t>
      </w:r>
      <w:r>
        <w:tab/>
        <w:t>6.076e0</w:t>
      </w:r>
    </w:p>
    <w:p w:rsidR="005B3ED9" w:rsidRDefault="005B3ED9" w:rsidP="005B3ED9">
      <w:r>
        <w:t>302.0095</w:t>
      </w:r>
      <w:r>
        <w:tab/>
        <w:t>2.025e0</w:t>
      </w:r>
    </w:p>
    <w:p w:rsidR="005B3ED9" w:rsidRDefault="005B3ED9" w:rsidP="005B3ED9">
      <w:r>
        <w:t>302.0258</w:t>
      </w:r>
      <w:r>
        <w:tab/>
        <w:t>1.013e0</w:t>
      </w:r>
    </w:p>
    <w:p w:rsidR="005B3ED9" w:rsidRDefault="005B3ED9" w:rsidP="005B3ED9">
      <w:r>
        <w:lastRenderedPageBreak/>
        <w:t>302.0353</w:t>
      </w:r>
      <w:r>
        <w:tab/>
        <w:t>2.078e0</w:t>
      </w:r>
    </w:p>
    <w:p w:rsidR="005B3ED9" w:rsidRDefault="005B3ED9" w:rsidP="005B3ED9">
      <w:r>
        <w:t>302.0477</w:t>
      </w:r>
      <w:r>
        <w:tab/>
        <w:t>1.013e0</w:t>
      </w:r>
    </w:p>
    <w:p w:rsidR="005B3ED9" w:rsidRDefault="005B3ED9" w:rsidP="005B3ED9">
      <w:r>
        <w:t>302.0632</w:t>
      </w:r>
      <w:r>
        <w:tab/>
        <w:t>1.013e0</w:t>
      </w:r>
    </w:p>
    <w:p w:rsidR="005B3ED9" w:rsidRDefault="005B3ED9" w:rsidP="005B3ED9">
      <w:r>
        <w:t>302.0862</w:t>
      </w:r>
      <w:r>
        <w:tab/>
        <w:t>1.013e0</w:t>
      </w:r>
    </w:p>
    <w:p w:rsidR="005B3ED9" w:rsidRDefault="005B3ED9" w:rsidP="005B3ED9">
      <w:r>
        <w:t>302.1136</w:t>
      </w:r>
      <w:r>
        <w:tab/>
        <w:t>2.025e0</w:t>
      </w:r>
    </w:p>
    <w:p w:rsidR="005B3ED9" w:rsidRDefault="005B3ED9" w:rsidP="005B3ED9">
      <w:r>
        <w:t>302.1230</w:t>
      </w:r>
      <w:r>
        <w:tab/>
        <w:t>2.025e0</w:t>
      </w:r>
    </w:p>
    <w:p w:rsidR="005B3ED9" w:rsidRDefault="005B3ED9" w:rsidP="005B3ED9">
      <w:r>
        <w:t>302.1590</w:t>
      </w:r>
      <w:r>
        <w:tab/>
        <w:t>2.025e0</w:t>
      </w:r>
    </w:p>
    <w:p w:rsidR="005B3ED9" w:rsidRDefault="005B3ED9" w:rsidP="005B3ED9">
      <w:r>
        <w:t>302.1631</w:t>
      </w:r>
      <w:r>
        <w:tab/>
        <w:t>1.013e0</w:t>
      </w:r>
    </w:p>
    <w:p w:rsidR="005B3ED9" w:rsidRDefault="005B3ED9" w:rsidP="005B3ED9">
      <w:r>
        <w:t>302.1961</w:t>
      </w:r>
      <w:r>
        <w:tab/>
        <w:t>1.013e0</w:t>
      </w:r>
    </w:p>
    <w:p w:rsidR="005B3ED9" w:rsidRDefault="005B3ED9" w:rsidP="005B3ED9">
      <w:r>
        <w:t>302.2108</w:t>
      </w:r>
      <w:r>
        <w:tab/>
        <w:t>2.025e0</w:t>
      </w:r>
    </w:p>
    <w:p w:rsidR="005B3ED9" w:rsidRDefault="005B3ED9" w:rsidP="005B3ED9">
      <w:r>
        <w:t>302.2157</w:t>
      </w:r>
      <w:r>
        <w:tab/>
        <w:t>3.038e0</w:t>
      </w:r>
    </w:p>
    <w:p w:rsidR="005B3ED9" w:rsidRDefault="005B3ED9" w:rsidP="005B3ED9">
      <w:r>
        <w:t>302.2187</w:t>
      </w:r>
      <w:r>
        <w:tab/>
        <w:t>1.013e0</w:t>
      </w:r>
    </w:p>
    <w:p w:rsidR="005B3ED9" w:rsidRDefault="005B3ED9" w:rsidP="005B3ED9">
      <w:r>
        <w:t>302.2565</w:t>
      </w:r>
      <w:r>
        <w:tab/>
        <w:t>1.013e0</w:t>
      </w:r>
    </w:p>
    <w:p w:rsidR="005B3ED9" w:rsidRDefault="005B3ED9" w:rsidP="005B3ED9">
      <w:r>
        <w:t>302.2714</w:t>
      </w:r>
      <w:r>
        <w:tab/>
        <w:t>3.038e0</w:t>
      </w:r>
    </w:p>
    <w:p w:rsidR="005B3ED9" w:rsidRDefault="005B3ED9" w:rsidP="005B3ED9">
      <w:r>
        <w:t>302.2896</w:t>
      </w:r>
      <w:r>
        <w:tab/>
        <w:t>2.025e0</w:t>
      </w:r>
    </w:p>
    <w:p w:rsidR="005B3ED9" w:rsidRDefault="005B3ED9" w:rsidP="005B3ED9">
      <w:r>
        <w:t>302.3025</w:t>
      </w:r>
      <w:r>
        <w:tab/>
        <w:t>1.013e0</w:t>
      </w:r>
    </w:p>
    <w:p w:rsidR="005B3ED9" w:rsidRDefault="005B3ED9" w:rsidP="005B3ED9">
      <w:r>
        <w:t>302.3303</w:t>
      </w:r>
      <w:r>
        <w:tab/>
        <w:t>1.013e0</w:t>
      </w:r>
    </w:p>
    <w:p w:rsidR="005B3ED9" w:rsidRDefault="005B3ED9" w:rsidP="005B3ED9">
      <w:r>
        <w:t>302.3500</w:t>
      </w:r>
      <w:r>
        <w:tab/>
        <w:t>1.013e0</w:t>
      </w:r>
    </w:p>
    <w:p w:rsidR="005B3ED9" w:rsidRDefault="005B3ED9" w:rsidP="005B3ED9">
      <w:r>
        <w:t>302.4050</w:t>
      </w:r>
      <w:r>
        <w:tab/>
        <w:t>1.013e0</w:t>
      </w:r>
    </w:p>
    <w:p w:rsidR="005B3ED9" w:rsidRDefault="005B3ED9" w:rsidP="005B3ED9">
      <w:r>
        <w:lastRenderedPageBreak/>
        <w:t>302.4325</w:t>
      </w:r>
      <w:r>
        <w:tab/>
        <w:t>1.013e0</w:t>
      </w:r>
    </w:p>
    <w:p w:rsidR="005B3ED9" w:rsidRDefault="005B3ED9" w:rsidP="005B3ED9">
      <w:r>
        <w:t>302.5057</w:t>
      </w:r>
      <w:r>
        <w:tab/>
        <w:t>1.013e0</w:t>
      </w:r>
    </w:p>
    <w:p w:rsidR="005B3ED9" w:rsidRDefault="005B3ED9" w:rsidP="005B3ED9">
      <w:r>
        <w:t>302.5425</w:t>
      </w:r>
      <w:r>
        <w:tab/>
        <w:t>1.013e0</w:t>
      </w:r>
    </w:p>
    <w:p w:rsidR="005B3ED9" w:rsidRDefault="005B3ED9" w:rsidP="005B3ED9">
      <w:r>
        <w:t>302.5755</w:t>
      </w:r>
      <w:r>
        <w:tab/>
        <w:t>1.013e0</w:t>
      </w:r>
    </w:p>
    <w:p w:rsidR="005B3ED9" w:rsidRDefault="005B3ED9" w:rsidP="005B3ED9">
      <w:r>
        <w:t>302.6085</w:t>
      </w:r>
      <w:r>
        <w:tab/>
        <w:t>1.013e0</w:t>
      </w:r>
    </w:p>
    <w:p w:rsidR="005B3ED9" w:rsidRDefault="005B3ED9" w:rsidP="005B3ED9">
      <w:r>
        <w:t>302.6911</w:t>
      </w:r>
      <w:r>
        <w:tab/>
        <w:t>1.013e0</w:t>
      </w:r>
    </w:p>
    <w:p w:rsidR="005B3ED9" w:rsidRDefault="005B3ED9" w:rsidP="005B3ED9">
      <w:r>
        <w:t>302.7186</w:t>
      </w:r>
      <w:r>
        <w:tab/>
        <w:t>1.013e0</w:t>
      </w:r>
    </w:p>
    <w:p w:rsidR="005B3ED9" w:rsidRDefault="005B3ED9" w:rsidP="005B3ED9">
      <w:r>
        <w:t>302.7241</w:t>
      </w:r>
      <w:r>
        <w:tab/>
        <w:t>1.013e0</w:t>
      </w:r>
    </w:p>
    <w:p w:rsidR="005B3ED9" w:rsidRDefault="005B3ED9" w:rsidP="005B3ED9">
      <w:r>
        <w:t>302.7927</w:t>
      </w:r>
      <w:r>
        <w:tab/>
        <w:t>1.013e0</w:t>
      </w:r>
    </w:p>
    <w:p w:rsidR="005B3ED9" w:rsidRDefault="005B3ED9" w:rsidP="005B3ED9">
      <w:r>
        <w:t>302.8564</w:t>
      </w:r>
      <w:r>
        <w:tab/>
        <w:t>1.013e0</w:t>
      </w:r>
    </w:p>
    <w:p w:rsidR="005B3ED9" w:rsidRDefault="005B3ED9" w:rsidP="005B3ED9">
      <w:r>
        <w:t>302.8725</w:t>
      </w:r>
      <w:r>
        <w:tab/>
        <w:t>1.013e0</w:t>
      </w:r>
    </w:p>
    <w:p w:rsidR="005B3ED9" w:rsidRDefault="005B3ED9" w:rsidP="005B3ED9">
      <w:r>
        <w:t>302.9042</w:t>
      </w:r>
      <w:r>
        <w:tab/>
        <w:t>1.013e0</w:t>
      </w:r>
    </w:p>
    <w:p w:rsidR="005B3ED9" w:rsidRDefault="005B3ED9" w:rsidP="005B3ED9">
      <w:r>
        <w:t>302.9223</w:t>
      </w:r>
      <w:r>
        <w:tab/>
        <w:t>1.013e0</w:t>
      </w:r>
    </w:p>
    <w:p w:rsidR="005B3ED9" w:rsidRDefault="005B3ED9" w:rsidP="005B3ED9">
      <w:r>
        <w:t>302.9573</w:t>
      </w:r>
      <w:r>
        <w:tab/>
        <w:t>2.025e0</w:t>
      </w:r>
    </w:p>
    <w:p w:rsidR="005B3ED9" w:rsidRDefault="005B3ED9" w:rsidP="005B3ED9">
      <w:r>
        <w:t>302.9587</w:t>
      </w:r>
      <w:r>
        <w:tab/>
        <w:t>5.267e0</w:t>
      </w:r>
    </w:p>
    <w:p w:rsidR="005B3ED9" w:rsidRDefault="005B3ED9" w:rsidP="005B3ED9">
      <w:r>
        <w:t>302.9727</w:t>
      </w:r>
      <w:r>
        <w:tab/>
        <w:t>4.051e0</w:t>
      </w:r>
    </w:p>
    <w:p w:rsidR="005B3ED9" w:rsidRDefault="005B3ED9" w:rsidP="005B3ED9">
      <w:r>
        <w:t>302.9919</w:t>
      </w:r>
      <w:r>
        <w:tab/>
        <w:t>1.013e0</w:t>
      </w:r>
    </w:p>
    <w:p w:rsidR="005B3ED9" w:rsidRDefault="005B3ED9" w:rsidP="005B3ED9">
      <w:r>
        <w:t>303.0278</w:t>
      </w:r>
      <w:r>
        <w:tab/>
        <w:t>1.872e1</w:t>
      </w:r>
    </w:p>
    <w:p w:rsidR="005B3ED9" w:rsidRDefault="005B3ED9" w:rsidP="005B3ED9">
      <w:r>
        <w:t>303.0380</w:t>
      </w:r>
      <w:r>
        <w:tab/>
        <w:t>5.063e0</w:t>
      </w:r>
    </w:p>
    <w:p w:rsidR="005B3ED9" w:rsidRDefault="005B3ED9" w:rsidP="005B3ED9">
      <w:r>
        <w:lastRenderedPageBreak/>
        <w:t>303.0957</w:t>
      </w:r>
      <w:r>
        <w:tab/>
        <w:t>2.025e0</w:t>
      </w:r>
    </w:p>
    <w:p w:rsidR="005B3ED9" w:rsidRDefault="005B3ED9" w:rsidP="005B3ED9">
      <w:r>
        <w:t>303.1206</w:t>
      </w:r>
      <w:r>
        <w:tab/>
        <w:t>1.013e0</w:t>
      </w:r>
    </w:p>
    <w:p w:rsidR="005B3ED9" w:rsidRDefault="005B3ED9" w:rsidP="005B3ED9">
      <w:r>
        <w:t>303.1317</w:t>
      </w:r>
      <w:r>
        <w:tab/>
        <w:t>1.013e0</w:t>
      </w:r>
    </w:p>
    <w:p w:rsidR="005B3ED9" w:rsidRDefault="005B3ED9" w:rsidP="005B3ED9">
      <w:r>
        <w:t>303.1355</w:t>
      </w:r>
      <w:r>
        <w:tab/>
        <w:t>1.013e0</w:t>
      </w:r>
    </w:p>
    <w:p w:rsidR="005B3ED9" w:rsidRDefault="005B3ED9" w:rsidP="005B3ED9">
      <w:r>
        <w:t>303.1695</w:t>
      </w:r>
      <w:r>
        <w:tab/>
        <w:t>2.025e0</w:t>
      </w:r>
    </w:p>
    <w:p w:rsidR="005B3ED9" w:rsidRDefault="005B3ED9" w:rsidP="005B3ED9">
      <w:r>
        <w:t>303.1935</w:t>
      </w:r>
      <w:r>
        <w:tab/>
        <w:t>2.025e0</w:t>
      </w:r>
    </w:p>
    <w:p w:rsidR="005B3ED9" w:rsidRDefault="005B3ED9" w:rsidP="005B3ED9">
      <w:r>
        <w:t>303.2047</w:t>
      </w:r>
      <w:r>
        <w:tab/>
        <w:t>2.025e0</w:t>
      </w:r>
    </w:p>
    <w:p w:rsidR="005B3ED9" w:rsidRDefault="005B3ED9" w:rsidP="005B3ED9">
      <w:r>
        <w:t>303.2419</w:t>
      </w:r>
      <w:r>
        <w:tab/>
        <w:t>1.013e0</w:t>
      </w:r>
    </w:p>
    <w:p w:rsidR="005B3ED9" w:rsidRDefault="005B3ED9" w:rsidP="005B3ED9">
      <w:r>
        <w:t>303.2600</w:t>
      </w:r>
      <w:r>
        <w:tab/>
        <w:t>2.025e0</w:t>
      </w:r>
    </w:p>
    <w:p w:rsidR="005B3ED9" w:rsidRDefault="005B3ED9" w:rsidP="005B3ED9">
      <w:r>
        <w:t>303.2832</w:t>
      </w:r>
      <w:r>
        <w:tab/>
        <w:t>1.013e0</w:t>
      </w:r>
    </w:p>
    <w:p w:rsidR="005B3ED9" w:rsidRDefault="005B3ED9" w:rsidP="005B3ED9">
      <w:r>
        <w:t>303.3430</w:t>
      </w:r>
      <w:r>
        <w:tab/>
        <w:t>1.013e0</w:t>
      </w:r>
    </w:p>
    <w:p w:rsidR="005B3ED9" w:rsidRDefault="005B3ED9" w:rsidP="005B3ED9">
      <w:r>
        <w:t>303.4268</w:t>
      </w:r>
      <w:r>
        <w:tab/>
        <w:t>1.013e0</w:t>
      </w:r>
    </w:p>
    <w:p w:rsidR="005B3ED9" w:rsidRDefault="005B3ED9" w:rsidP="005B3ED9">
      <w:r>
        <w:t>303.4735</w:t>
      </w:r>
      <w:r>
        <w:tab/>
        <w:t>1.013e0</w:t>
      </w:r>
    </w:p>
    <w:p w:rsidR="005B3ED9" w:rsidRDefault="005B3ED9" w:rsidP="005B3ED9">
      <w:r>
        <w:t>303.4956</w:t>
      </w:r>
      <w:r>
        <w:tab/>
        <w:t>1.013e0</w:t>
      </w:r>
    </w:p>
    <w:p w:rsidR="005B3ED9" w:rsidRDefault="005B3ED9" w:rsidP="005B3ED9">
      <w:r>
        <w:t>303.5145</w:t>
      </w:r>
      <w:r>
        <w:tab/>
        <w:t>1.013e0</w:t>
      </w:r>
    </w:p>
    <w:p w:rsidR="005B3ED9" w:rsidRDefault="005B3ED9" w:rsidP="005B3ED9">
      <w:r>
        <w:t>303.5424</w:t>
      </w:r>
      <w:r>
        <w:tab/>
        <w:t>1.013e0</w:t>
      </w:r>
    </w:p>
    <w:p w:rsidR="005B3ED9" w:rsidRDefault="005B3ED9" w:rsidP="005B3ED9">
      <w:r>
        <w:t>303.5784</w:t>
      </w:r>
      <w:r>
        <w:tab/>
        <w:t>1.013e0</w:t>
      </w:r>
    </w:p>
    <w:p w:rsidR="005B3ED9" w:rsidRDefault="005B3ED9" w:rsidP="005B3ED9">
      <w:r>
        <w:t>303.6223</w:t>
      </w:r>
      <w:r>
        <w:tab/>
        <w:t>1.013e0</w:t>
      </w:r>
    </w:p>
    <w:p w:rsidR="005B3ED9" w:rsidRDefault="005B3ED9" w:rsidP="005B3ED9">
      <w:r>
        <w:t>303.6777</w:t>
      </w:r>
      <w:r>
        <w:tab/>
        <w:t>1.013e0</w:t>
      </w:r>
    </w:p>
    <w:p w:rsidR="005B3ED9" w:rsidRDefault="005B3ED9" w:rsidP="005B3ED9">
      <w:r>
        <w:lastRenderedPageBreak/>
        <w:t>303.7605</w:t>
      </w:r>
      <w:r>
        <w:tab/>
        <w:t>1.013e0</w:t>
      </w:r>
    </w:p>
    <w:p w:rsidR="005B3ED9" w:rsidRDefault="005B3ED9" w:rsidP="005B3ED9">
      <w:r>
        <w:t>303.8018</w:t>
      </w:r>
      <w:r>
        <w:tab/>
        <w:t>1.013e0</w:t>
      </w:r>
    </w:p>
    <w:p w:rsidR="005B3ED9" w:rsidRDefault="005B3ED9" w:rsidP="005B3ED9">
      <w:r>
        <w:t>303.8378</w:t>
      </w:r>
      <w:r>
        <w:tab/>
        <w:t>1.013e0</w:t>
      </w:r>
    </w:p>
    <w:p w:rsidR="005B3ED9" w:rsidRDefault="005B3ED9" w:rsidP="005B3ED9">
      <w:r>
        <w:t>303.8816</w:t>
      </w:r>
      <w:r>
        <w:tab/>
        <w:t>1.013e0</w:t>
      </w:r>
    </w:p>
    <w:p w:rsidR="005B3ED9" w:rsidRDefault="005B3ED9" w:rsidP="005B3ED9">
      <w:r>
        <w:t>303.9454</w:t>
      </w:r>
      <w:r>
        <w:tab/>
        <w:t>1.013e0</w:t>
      </w:r>
    </w:p>
    <w:p w:rsidR="005B3ED9" w:rsidRDefault="005B3ED9" w:rsidP="005B3ED9">
      <w:r>
        <w:t>303.9482</w:t>
      </w:r>
      <w:r>
        <w:tab/>
        <w:t>3.038e0</w:t>
      </w:r>
    </w:p>
    <w:p w:rsidR="005B3ED9" w:rsidRDefault="005B3ED9" w:rsidP="005B3ED9">
      <w:r>
        <w:t>303.9519</w:t>
      </w:r>
      <w:r>
        <w:tab/>
        <w:t>3.038e0</w:t>
      </w:r>
    </w:p>
    <w:p w:rsidR="005B3ED9" w:rsidRDefault="005B3ED9" w:rsidP="005B3ED9">
      <w:r>
        <w:t>303.9706</w:t>
      </w:r>
      <w:r>
        <w:tab/>
        <w:t>2.025e0</w:t>
      </w:r>
    </w:p>
    <w:p w:rsidR="005B3ED9" w:rsidRDefault="005B3ED9" w:rsidP="005B3ED9">
      <w:r>
        <w:t>304.0332</w:t>
      </w:r>
      <w:r>
        <w:tab/>
        <w:t>2.025e0</w:t>
      </w:r>
    </w:p>
    <w:p w:rsidR="005B3ED9" w:rsidRDefault="005B3ED9" w:rsidP="005B3ED9">
      <w:r>
        <w:t>304.0754</w:t>
      </w:r>
      <w:r>
        <w:tab/>
        <w:t>1.013e0</w:t>
      </w:r>
    </w:p>
    <w:p w:rsidR="005B3ED9" w:rsidRDefault="005B3ED9" w:rsidP="005B3ED9">
      <w:r>
        <w:t>304.0767</w:t>
      </w:r>
      <w:r>
        <w:tab/>
        <w:t>5.063e0</w:t>
      </w:r>
    </w:p>
    <w:p w:rsidR="005B3ED9" w:rsidRDefault="005B3ED9" w:rsidP="005B3ED9">
      <w:r>
        <w:t>304.0809</w:t>
      </w:r>
      <w:r>
        <w:tab/>
        <w:t>1.013e0</w:t>
      </w:r>
    </w:p>
    <w:p w:rsidR="005B3ED9" w:rsidRDefault="005B3ED9" w:rsidP="005B3ED9">
      <w:r>
        <w:t>304.1528</w:t>
      </w:r>
      <w:r>
        <w:tab/>
        <w:t>1.013e0</w:t>
      </w:r>
    </w:p>
    <w:p w:rsidR="005B3ED9" w:rsidRDefault="005B3ED9" w:rsidP="005B3ED9">
      <w:r>
        <w:t>304.1728</w:t>
      </w:r>
      <w:r>
        <w:tab/>
        <w:t>1.013e0</w:t>
      </w:r>
    </w:p>
    <w:p w:rsidR="005B3ED9" w:rsidRDefault="005B3ED9" w:rsidP="005B3ED9">
      <w:r>
        <w:t>304.1819</w:t>
      </w:r>
      <w:r>
        <w:tab/>
        <w:t>2.025e0</w:t>
      </w:r>
    </w:p>
    <w:p w:rsidR="005B3ED9" w:rsidRDefault="005B3ED9" w:rsidP="005B3ED9">
      <w:r>
        <w:t>304.2007</w:t>
      </w:r>
      <w:r>
        <w:tab/>
        <w:t>2.025e0</w:t>
      </w:r>
    </w:p>
    <w:p w:rsidR="005B3ED9" w:rsidRDefault="005B3ED9" w:rsidP="005B3ED9">
      <w:r>
        <w:t>304.2067</w:t>
      </w:r>
      <w:r>
        <w:tab/>
        <w:t>2.025e0</w:t>
      </w:r>
    </w:p>
    <w:p w:rsidR="005B3ED9" w:rsidRDefault="005B3ED9" w:rsidP="005B3ED9">
      <w:r>
        <w:t>304.2191</w:t>
      </w:r>
      <w:r>
        <w:tab/>
        <w:t>1.013e0</w:t>
      </w:r>
    </w:p>
    <w:p w:rsidR="005B3ED9" w:rsidRDefault="005B3ED9" w:rsidP="005B3ED9">
      <w:r>
        <w:t>304.2286</w:t>
      </w:r>
      <w:r>
        <w:tab/>
        <w:t>1.013e0</w:t>
      </w:r>
    </w:p>
    <w:p w:rsidR="005B3ED9" w:rsidRDefault="005B3ED9" w:rsidP="005B3ED9">
      <w:r>
        <w:lastRenderedPageBreak/>
        <w:t>304.2566</w:t>
      </w:r>
      <w:r>
        <w:tab/>
        <w:t>1.013e0</w:t>
      </w:r>
    </w:p>
    <w:p w:rsidR="005B3ED9" w:rsidRDefault="005B3ED9" w:rsidP="005B3ED9">
      <w:r>
        <w:t>304.2981</w:t>
      </w:r>
      <w:r>
        <w:tab/>
        <w:t>6.076e0</w:t>
      </w:r>
    </w:p>
    <w:p w:rsidR="005B3ED9" w:rsidRDefault="005B3ED9" w:rsidP="005B3ED9">
      <w:r>
        <w:t>304.3058</w:t>
      </w:r>
      <w:r>
        <w:tab/>
        <w:t>1.620e1</w:t>
      </w:r>
    </w:p>
    <w:p w:rsidR="005B3ED9" w:rsidRDefault="005B3ED9" w:rsidP="005B3ED9">
      <w:r>
        <w:t>304.3196</w:t>
      </w:r>
      <w:r>
        <w:tab/>
        <w:t>3.038e0</w:t>
      </w:r>
    </w:p>
    <w:p w:rsidR="005B3ED9" w:rsidRDefault="005B3ED9" w:rsidP="005B3ED9">
      <w:r>
        <w:t>304.4126</w:t>
      </w:r>
      <w:r>
        <w:tab/>
        <w:t>1.013e0</w:t>
      </w:r>
    </w:p>
    <w:p w:rsidR="005B3ED9" w:rsidRDefault="005B3ED9" w:rsidP="005B3ED9">
      <w:r>
        <w:t>304.4681</w:t>
      </w:r>
      <w:r>
        <w:tab/>
        <w:t>1.013e0</w:t>
      </w:r>
    </w:p>
    <w:p w:rsidR="005B3ED9" w:rsidRDefault="005B3ED9" w:rsidP="005B3ED9">
      <w:r>
        <w:t>304.5160</w:t>
      </w:r>
      <w:r>
        <w:tab/>
        <w:t>1.013e0</w:t>
      </w:r>
    </w:p>
    <w:p w:rsidR="005B3ED9" w:rsidRDefault="005B3ED9" w:rsidP="005B3ED9">
      <w:r>
        <w:t>304.5897</w:t>
      </w:r>
      <w:r>
        <w:tab/>
        <w:t>1.013e0</w:t>
      </w:r>
    </w:p>
    <w:p w:rsidR="005B3ED9" w:rsidRDefault="005B3ED9" w:rsidP="005B3ED9">
      <w:r>
        <w:t>304.6080</w:t>
      </w:r>
      <w:r>
        <w:tab/>
        <w:t>2.025e0</w:t>
      </w:r>
    </w:p>
    <w:p w:rsidR="005B3ED9" w:rsidRDefault="005B3ED9" w:rsidP="005B3ED9">
      <w:r>
        <w:t>304.6466</w:t>
      </w:r>
      <w:r>
        <w:tab/>
        <w:t>3.038e0</w:t>
      </w:r>
    </w:p>
    <w:p w:rsidR="005B3ED9" w:rsidRDefault="005B3ED9" w:rsidP="005B3ED9">
      <w:r>
        <w:t>304.6687</w:t>
      </w:r>
      <w:r>
        <w:tab/>
        <w:t>2.025e0</w:t>
      </w:r>
    </w:p>
    <w:p w:rsidR="005B3ED9" w:rsidRDefault="005B3ED9" w:rsidP="005B3ED9">
      <w:r>
        <w:t>304.6727</w:t>
      </w:r>
      <w:r>
        <w:tab/>
        <w:t>1.013e0</w:t>
      </w:r>
    </w:p>
    <w:p w:rsidR="005B3ED9" w:rsidRDefault="005B3ED9" w:rsidP="005B3ED9">
      <w:r>
        <w:t>304.7517</w:t>
      </w:r>
      <w:r>
        <w:tab/>
        <w:t>1.013e0</w:t>
      </w:r>
    </w:p>
    <w:p w:rsidR="005B3ED9" w:rsidRDefault="005B3ED9" w:rsidP="005B3ED9">
      <w:r>
        <w:t>304.8355</w:t>
      </w:r>
      <w:r>
        <w:tab/>
        <w:t>2.025e0</w:t>
      </w:r>
    </w:p>
    <w:p w:rsidR="005B3ED9" w:rsidRDefault="005B3ED9" w:rsidP="005B3ED9">
      <w:r>
        <w:t>304.8873</w:t>
      </w:r>
      <w:r>
        <w:tab/>
        <w:t>1.013e0</w:t>
      </w:r>
    </w:p>
    <w:p w:rsidR="005B3ED9" w:rsidRDefault="005B3ED9" w:rsidP="005B3ED9">
      <w:r>
        <w:t>304.8895</w:t>
      </w:r>
      <w:r>
        <w:tab/>
        <w:t>3.038e0</w:t>
      </w:r>
    </w:p>
    <w:p w:rsidR="005B3ED9" w:rsidRDefault="005B3ED9" w:rsidP="005B3ED9">
      <w:r>
        <w:t>304.8997</w:t>
      </w:r>
      <w:r>
        <w:tab/>
        <w:t>1.013e0</w:t>
      </w:r>
    </w:p>
    <w:p w:rsidR="005B3ED9" w:rsidRDefault="005B3ED9" w:rsidP="005B3ED9">
      <w:r>
        <w:t>304.9108</w:t>
      </w:r>
      <w:r>
        <w:tab/>
        <w:t>1.013e0</w:t>
      </w:r>
    </w:p>
    <w:p w:rsidR="005B3ED9" w:rsidRDefault="005B3ED9" w:rsidP="005B3ED9">
      <w:r>
        <w:t>304.9330</w:t>
      </w:r>
      <w:r>
        <w:tab/>
        <w:t>1.013e0</w:t>
      </w:r>
    </w:p>
    <w:p w:rsidR="005B3ED9" w:rsidRDefault="005B3ED9" w:rsidP="005B3ED9">
      <w:r>
        <w:lastRenderedPageBreak/>
        <w:t>304.9713</w:t>
      </w:r>
      <w:r>
        <w:tab/>
        <w:t>1.013e0</w:t>
      </w:r>
    </w:p>
    <w:p w:rsidR="005B3ED9" w:rsidRDefault="005B3ED9" w:rsidP="005B3ED9">
      <w:r>
        <w:t>304.9832</w:t>
      </w:r>
      <w:r>
        <w:tab/>
        <w:t>1.013e0</w:t>
      </w:r>
    </w:p>
    <w:p w:rsidR="005B3ED9" w:rsidRDefault="005B3ED9" w:rsidP="005B3ED9">
      <w:r>
        <w:t>304.9884</w:t>
      </w:r>
      <w:r>
        <w:tab/>
        <w:t>1.013e0</w:t>
      </w:r>
    </w:p>
    <w:p w:rsidR="005B3ED9" w:rsidRDefault="005B3ED9" w:rsidP="005B3ED9">
      <w:r>
        <w:t>305.0161</w:t>
      </w:r>
      <w:r>
        <w:tab/>
        <w:t>1.013e0</w:t>
      </w:r>
    </w:p>
    <w:p w:rsidR="005B3ED9" w:rsidRDefault="005B3ED9" w:rsidP="005B3ED9">
      <w:r>
        <w:t>305.0233</w:t>
      </w:r>
      <w:r>
        <w:tab/>
        <w:t>6.076e0</w:t>
      </w:r>
    </w:p>
    <w:p w:rsidR="005B3ED9" w:rsidRDefault="005B3ED9" w:rsidP="005B3ED9">
      <w:r>
        <w:t>305.0671</w:t>
      </w:r>
      <w:r>
        <w:tab/>
        <w:t>1.013e0</w:t>
      </w:r>
    </w:p>
    <w:p w:rsidR="005B3ED9" w:rsidRDefault="005B3ED9" w:rsidP="005B3ED9">
      <w:r>
        <w:t>305.0771</w:t>
      </w:r>
      <w:r>
        <w:tab/>
        <w:t>1.013e0</w:t>
      </w:r>
    </w:p>
    <w:p w:rsidR="005B3ED9" w:rsidRDefault="005B3ED9" w:rsidP="005B3ED9">
      <w:r>
        <w:t>305.0992</w:t>
      </w:r>
      <w:r>
        <w:tab/>
        <w:t>1.013e0</w:t>
      </w:r>
    </w:p>
    <w:p w:rsidR="005B3ED9" w:rsidRDefault="005B3ED9" w:rsidP="005B3ED9">
      <w:r>
        <w:t>305.1330</w:t>
      </w:r>
      <w:r>
        <w:tab/>
        <w:t>2.025e0</w:t>
      </w:r>
    </w:p>
    <w:p w:rsidR="005B3ED9" w:rsidRDefault="005B3ED9" w:rsidP="005B3ED9">
      <w:r>
        <w:t>305.1470</w:t>
      </w:r>
      <w:r>
        <w:tab/>
        <w:t>2.025e0</w:t>
      </w:r>
    </w:p>
    <w:p w:rsidR="005B3ED9" w:rsidRDefault="005B3ED9" w:rsidP="005B3ED9">
      <w:r>
        <w:t>305.1571</w:t>
      </w:r>
      <w:r>
        <w:tab/>
        <w:t>3.038e0</w:t>
      </w:r>
    </w:p>
    <w:p w:rsidR="005B3ED9" w:rsidRDefault="005B3ED9" w:rsidP="005B3ED9">
      <w:r>
        <w:t>305.1585</w:t>
      </w:r>
      <w:r>
        <w:tab/>
        <w:t>4.051e0</w:t>
      </w:r>
    </w:p>
    <w:p w:rsidR="005B3ED9" w:rsidRDefault="005B3ED9" w:rsidP="005B3ED9">
      <w:r>
        <w:t>305.1625</w:t>
      </w:r>
      <w:r>
        <w:tab/>
        <w:t>6.076e0</w:t>
      </w:r>
    </w:p>
    <w:p w:rsidR="005B3ED9" w:rsidRDefault="005B3ED9" w:rsidP="005B3ED9">
      <w:r>
        <w:t>305.2270</w:t>
      </w:r>
      <w:r>
        <w:tab/>
        <w:t>2.025e0</w:t>
      </w:r>
    </w:p>
    <w:p w:rsidR="005B3ED9" w:rsidRDefault="005B3ED9" w:rsidP="005B3ED9">
      <w:r>
        <w:t>305.2307</w:t>
      </w:r>
      <w:r>
        <w:tab/>
        <w:t>2.025e0</w:t>
      </w:r>
    </w:p>
    <w:p w:rsidR="005B3ED9" w:rsidRDefault="005B3ED9" w:rsidP="005B3ED9">
      <w:r>
        <w:t>305.2348</w:t>
      </w:r>
      <w:r>
        <w:tab/>
        <w:t>1.013e0</w:t>
      </w:r>
    </w:p>
    <w:p w:rsidR="005B3ED9" w:rsidRDefault="005B3ED9" w:rsidP="005B3ED9">
      <w:r>
        <w:t>305.2914</w:t>
      </w:r>
      <w:r>
        <w:tab/>
        <w:t>5.063e0</w:t>
      </w:r>
    </w:p>
    <w:p w:rsidR="005B3ED9" w:rsidRDefault="005B3ED9" w:rsidP="005B3ED9">
      <w:r>
        <w:t>305.2989</w:t>
      </w:r>
      <w:r>
        <w:tab/>
        <w:t>1.013e0</w:t>
      </w:r>
    </w:p>
    <w:p w:rsidR="005B3ED9" w:rsidRDefault="005B3ED9" w:rsidP="005B3ED9">
      <w:r>
        <w:t>305.3099</w:t>
      </w:r>
      <w:r>
        <w:tab/>
        <w:t>1.013e0</w:t>
      </w:r>
    </w:p>
    <w:p w:rsidR="005B3ED9" w:rsidRDefault="005B3ED9" w:rsidP="005B3ED9">
      <w:r>
        <w:lastRenderedPageBreak/>
        <w:t>305.3187</w:t>
      </w:r>
      <w:r>
        <w:tab/>
        <w:t>2.025e0</w:t>
      </w:r>
    </w:p>
    <w:p w:rsidR="005B3ED9" w:rsidRDefault="005B3ED9" w:rsidP="005B3ED9">
      <w:r>
        <w:t>305.3228</w:t>
      </w:r>
      <w:r>
        <w:tab/>
        <w:t>1.013e0</w:t>
      </w:r>
    </w:p>
    <w:p w:rsidR="005B3ED9" w:rsidRDefault="005B3ED9" w:rsidP="005B3ED9">
      <w:r>
        <w:t>305.3654</w:t>
      </w:r>
      <w:r>
        <w:tab/>
        <w:t>1.013e0</w:t>
      </w:r>
    </w:p>
    <w:p w:rsidR="005B3ED9" w:rsidRDefault="005B3ED9" w:rsidP="005B3ED9">
      <w:r>
        <w:t>305.4106</w:t>
      </w:r>
      <w:r>
        <w:tab/>
        <w:t>1.013e0</w:t>
      </w:r>
    </w:p>
    <w:p w:rsidR="005B3ED9" w:rsidRDefault="005B3ED9" w:rsidP="005B3ED9">
      <w:r>
        <w:t>305.4486</w:t>
      </w:r>
      <w:r>
        <w:tab/>
        <w:t>1.013e0</w:t>
      </w:r>
    </w:p>
    <w:p w:rsidR="005B3ED9" w:rsidRDefault="005B3ED9" w:rsidP="005B3ED9">
      <w:r>
        <w:t>305.4666</w:t>
      </w:r>
      <w:r>
        <w:tab/>
        <w:t>1.013e0</w:t>
      </w:r>
    </w:p>
    <w:p w:rsidR="005B3ED9" w:rsidRDefault="005B3ED9" w:rsidP="005B3ED9">
      <w:r>
        <w:t>305.4904</w:t>
      </w:r>
      <w:r>
        <w:tab/>
        <w:t>1.013e0</w:t>
      </w:r>
    </w:p>
    <w:p w:rsidR="005B3ED9" w:rsidRDefault="005B3ED9" w:rsidP="005B3ED9">
      <w:r>
        <w:t>305.5319</w:t>
      </w:r>
      <w:r>
        <w:tab/>
        <w:t>1.013e0</w:t>
      </w:r>
    </w:p>
    <w:p w:rsidR="005B3ED9" w:rsidRDefault="005B3ED9" w:rsidP="005B3ED9">
      <w:r>
        <w:t>305.5874</w:t>
      </w:r>
      <w:r>
        <w:tab/>
        <w:t>1.013e0</w:t>
      </w:r>
    </w:p>
    <w:p w:rsidR="005B3ED9" w:rsidRDefault="005B3ED9" w:rsidP="005B3ED9">
      <w:r>
        <w:t>305.6540</w:t>
      </w:r>
      <w:r>
        <w:tab/>
        <w:t>1.013e0</w:t>
      </w:r>
    </w:p>
    <w:p w:rsidR="005B3ED9" w:rsidRDefault="005B3ED9" w:rsidP="005B3ED9">
      <w:r>
        <w:t>305.6857</w:t>
      </w:r>
      <w:r>
        <w:tab/>
        <w:t>2.025e0</w:t>
      </w:r>
    </w:p>
    <w:p w:rsidR="005B3ED9" w:rsidRDefault="005B3ED9" w:rsidP="005B3ED9">
      <w:r>
        <w:t>305.6984</w:t>
      </w:r>
      <w:r>
        <w:tab/>
        <w:t>2.025e0</w:t>
      </w:r>
    </w:p>
    <w:p w:rsidR="005B3ED9" w:rsidRDefault="005B3ED9" w:rsidP="005B3ED9">
      <w:r>
        <w:t>305.7101</w:t>
      </w:r>
      <w:r>
        <w:tab/>
        <w:t>2.025e0</w:t>
      </w:r>
    </w:p>
    <w:p w:rsidR="005B3ED9" w:rsidRDefault="005B3ED9" w:rsidP="005B3ED9">
      <w:r>
        <w:t>305.7317</w:t>
      </w:r>
      <w:r>
        <w:tab/>
        <w:t>1.013e0</w:t>
      </w:r>
    </w:p>
    <w:p w:rsidR="005B3ED9" w:rsidRDefault="005B3ED9" w:rsidP="005B3ED9">
      <w:r>
        <w:t>305.8150</w:t>
      </w:r>
      <w:r>
        <w:tab/>
        <w:t>1.013e0</w:t>
      </w:r>
    </w:p>
    <w:p w:rsidR="005B3ED9" w:rsidRDefault="005B3ED9" w:rsidP="005B3ED9">
      <w:r>
        <w:t>305.8900</w:t>
      </w:r>
      <w:r>
        <w:tab/>
        <w:t>1.013e0</w:t>
      </w:r>
    </w:p>
    <w:p w:rsidR="005B3ED9" w:rsidRDefault="005B3ED9" w:rsidP="005B3ED9">
      <w:r>
        <w:t>305.9039</w:t>
      </w:r>
      <w:r>
        <w:tab/>
        <w:t>1.013e0</w:t>
      </w:r>
    </w:p>
    <w:p w:rsidR="005B3ED9" w:rsidRDefault="005B3ED9" w:rsidP="005B3ED9">
      <w:r>
        <w:t>305.9699</w:t>
      </w:r>
      <w:r>
        <w:tab/>
        <w:t>1.013e0</w:t>
      </w:r>
    </w:p>
    <w:p w:rsidR="005B3ED9" w:rsidRDefault="005B3ED9" w:rsidP="005B3ED9">
      <w:r>
        <w:t>305.9739</w:t>
      </w:r>
      <w:r>
        <w:tab/>
        <w:t>2.025e0</w:t>
      </w:r>
    </w:p>
    <w:p w:rsidR="005B3ED9" w:rsidRDefault="005B3ED9" w:rsidP="005B3ED9">
      <w:r>
        <w:lastRenderedPageBreak/>
        <w:t>305.9780</w:t>
      </w:r>
      <w:r>
        <w:tab/>
        <w:t>1.013e0</w:t>
      </w:r>
    </w:p>
    <w:p w:rsidR="005B3ED9" w:rsidRDefault="005B3ED9" w:rsidP="005B3ED9">
      <w:r>
        <w:t>305.9826</w:t>
      </w:r>
      <w:r>
        <w:tab/>
        <w:t>7.089e0</w:t>
      </w:r>
    </w:p>
    <w:p w:rsidR="005B3ED9" w:rsidRDefault="005B3ED9" w:rsidP="005B3ED9">
      <w:r>
        <w:t>306.0018</w:t>
      </w:r>
      <w:r>
        <w:tab/>
        <w:t>1.013e0</w:t>
      </w:r>
    </w:p>
    <w:p w:rsidR="005B3ED9" w:rsidRDefault="005B3ED9" w:rsidP="005B3ED9">
      <w:r>
        <w:t>306.0298</w:t>
      </w:r>
      <w:r>
        <w:tab/>
        <w:t>1.013e0</w:t>
      </w:r>
    </w:p>
    <w:p w:rsidR="005B3ED9" w:rsidRDefault="005B3ED9" w:rsidP="005B3ED9">
      <w:r>
        <w:t>306.0339</w:t>
      </w:r>
      <w:r>
        <w:tab/>
        <w:t>2.025e0</w:t>
      </w:r>
    </w:p>
    <w:p w:rsidR="005B3ED9" w:rsidRDefault="005B3ED9" w:rsidP="005B3ED9">
      <w:r>
        <w:t>306.0539</w:t>
      </w:r>
      <w:r>
        <w:tab/>
        <w:t>1.013e0</w:t>
      </w:r>
    </w:p>
    <w:p w:rsidR="005B3ED9" w:rsidRDefault="005B3ED9" w:rsidP="005B3ED9">
      <w:r>
        <w:t>306.0762</w:t>
      </w:r>
      <w:r>
        <w:tab/>
        <w:t>1.013e0</w:t>
      </w:r>
    </w:p>
    <w:p w:rsidR="005B3ED9" w:rsidRDefault="005B3ED9" w:rsidP="005B3ED9">
      <w:r>
        <w:t>306.1818</w:t>
      </w:r>
      <w:r>
        <w:tab/>
        <w:t>1.013e0</w:t>
      </w:r>
    </w:p>
    <w:p w:rsidR="005B3ED9" w:rsidRDefault="005B3ED9" w:rsidP="005B3ED9">
      <w:r>
        <w:t>306.1929</w:t>
      </w:r>
      <w:r>
        <w:tab/>
        <w:t>1.013e0</w:t>
      </w:r>
    </w:p>
    <w:p w:rsidR="005B3ED9" w:rsidRDefault="005B3ED9" w:rsidP="005B3ED9">
      <w:r>
        <w:t>306.1977</w:t>
      </w:r>
      <w:r>
        <w:tab/>
        <w:t>1.013e0</w:t>
      </w:r>
    </w:p>
    <w:p w:rsidR="005B3ED9" w:rsidRDefault="005B3ED9" w:rsidP="005B3ED9">
      <w:r>
        <w:t>306.2247</w:t>
      </w:r>
      <w:r>
        <w:tab/>
        <w:t>3.038e0</w:t>
      </w:r>
    </w:p>
    <w:p w:rsidR="005B3ED9" w:rsidRDefault="005B3ED9" w:rsidP="005B3ED9">
      <w:r>
        <w:t>306.2617</w:t>
      </w:r>
      <w:r>
        <w:tab/>
        <w:t>1.013e0</w:t>
      </w:r>
    </w:p>
    <w:p w:rsidR="005B3ED9" w:rsidRDefault="005B3ED9" w:rsidP="005B3ED9">
      <w:r>
        <w:t>306.2675</w:t>
      </w:r>
      <w:r>
        <w:tab/>
        <w:t>3.038e0</w:t>
      </w:r>
    </w:p>
    <w:p w:rsidR="005B3ED9" w:rsidRDefault="005B3ED9" w:rsidP="005B3ED9">
      <w:r>
        <w:t>306.2763</w:t>
      </w:r>
      <w:r>
        <w:tab/>
        <w:t>1.013e0</w:t>
      </w:r>
    </w:p>
    <w:p w:rsidR="005B3ED9" w:rsidRDefault="005B3ED9" w:rsidP="005B3ED9">
      <w:r>
        <w:t>306.3041</w:t>
      </w:r>
      <w:r>
        <w:tab/>
        <w:t>1.013e0</w:t>
      </w:r>
    </w:p>
    <w:p w:rsidR="005B3ED9" w:rsidRDefault="005B3ED9" w:rsidP="005B3ED9">
      <w:r>
        <w:t>306.3195</w:t>
      </w:r>
      <w:r>
        <w:tab/>
        <w:t>2.025e0</w:t>
      </w:r>
    </w:p>
    <w:p w:rsidR="005B3ED9" w:rsidRDefault="005B3ED9" w:rsidP="005B3ED9">
      <w:r>
        <w:t>306.3597</w:t>
      </w:r>
      <w:r>
        <w:tab/>
        <w:t>1.013e0</w:t>
      </w:r>
    </w:p>
    <w:p w:rsidR="005B3ED9" w:rsidRDefault="005B3ED9" w:rsidP="005B3ED9">
      <w:r>
        <w:t>306.4295</w:t>
      </w:r>
      <w:r>
        <w:tab/>
        <w:t>1.013e0</w:t>
      </w:r>
    </w:p>
    <w:p w:rsidR="005B3ED9" w:rsidRDefault="005B3ED9" w:rsidP="005B3ED9">
      <w:r>
        <w:t>306.4895</w:t>
      </w:r>
      <w:r>
        <w:tab/>
        <w:t>1.013e0</w:t>
      </w:r>
    </w:p>
    <w:p w:rsidR="005B3ED9" w:rsidRDefault="005B3ED9" w:rsidP="005B3ED9">
      <w:r>
        <w:lastRenderedPageBreak/>
        <w:t>306.5267</w:t>
      </w:r>
      <w:r>
        <w:tab/>
        <w:t>1.013e0</w:t>
      </w:r>
    </w:p>
    <w:p w:rsidR="005B3ED9" w:rsidRDefault="005B3ED9" w:rsidP="005B3ED9">
      <w:r>
        <w:t>306.5735</w:t>
      </w:r>
      <w:r>
        <w:tab/>
        <w:t>1.013e0</w:t>
      </w:r>
    </w:p>
    <w:p w:rsidR="005B3ED9" w:rsidRDefault="005B3ED9" w:rsidP="005B3ED9">
      <w:r>
        <w:t>306.5935</w:t>
      </w:r>
      <w:r>
        <w:tab/>
        <w:t>1.013e0</w:t>
      </w:r>
    </w:p>
    <w:p w:rsidR="005B3ED9" w:rsidRDefault="005B3ED9" w:rsidP="005B3ED9">
      <w:r>
        <w:t>306.6102</w:t>
      </w:r>
      <w:r>
        <w:tab/>
        <w:t>1.013e0</w:t>
      </w:r>
    </w:p>
    <w:p w:rsidR="005B3ED9" w:rsidRDefault="005B3ED9" w:rsidP="005B3ED9">
      <w:r>
        <w:t>306.6158</w:t>
      </w:r>
      <w:r>
        <w:tab/>
        <w:t>1.013e0</w:t>
      </w:r>
    </w:p>
    <w:p w:rsidR="005B3ED9" w:rsidRDefault="005B3ED9" w:rsidP="005B3ED9">
      <w:r>
        <w:t>306.6895</w:t>
      </w:r>
      <w:r>
        <w:tab/>
        <w:t>1.013e0</w:t>
      </w:r>
    </w:p>
    <w:p w:rsidR="005B3ED9" w:rsidRDefault="005B3ED9" w:rsidP="005B3ED9">
      <w:r>
        <w:t>306.7048</w:t>
      </w:r>
      <w:r>
        <w:tab/>
        <w:t>1.013e0</w:t>
      </w:r>
    </w:p>
    <w:p w:rsidR="005B3ED9" w:rsidRDefault="005B3ED9" w:rsidP="005B3ED9">
      <w:r>
        <w:t>306.7327</w:t>
      </w:r>
      <w:r>
        <w:tab/>
        <w:t>1.013e0</w:t>
      </w:r>
    </w:p>
    <w:p w:rsidR="005B3ED9" w:rsidRDefault="005B3ED9" w:rsidP="005B3ED9">
      <w:r>
        <w:t>306.7550</w:t>
      </w:r>
      <w:r>
        <w:tab/>
        <w:t>1.013e0</w:t>
      </w:r>
    </w:p>
    <w:p w:rsidR="005B3ED9" w:rsidRDefault="005B3ED9" w:rsidP="005B3ED9">
      <w:r>
        <w:t>306.8253</w:t>
      </w:r>
      <w:r>
        <w:tab/>
        <w:t>1.013e0</w:t>
      </w:r>
    </w:p>
    <w:p w:rsidR="005B3ED9" w:rsidRDefault="005B3ED9" w:rsidP="005B3ED9">
      <w:r>
        <w:t>306.8494</w:t>
      </w:r>
      <w:r>
        <w:tab/>
        <w:t>1.013e0</w:t>
      </w:r>
    </w:p>
    <w:p w:rsidR="005B3ED9" w:rsidRDefault="005B3ED9" w:rsidP="005B3ED9">
      <w:r>
        <w:t>306.8664</w:t>
      </w:r>
      <w:r>
        <w:tab/>
        <w:t>1.013e0</w:t>
      </w:r>
    </w:p>
    <w:p w:rsidR="005B3ED9" w:rsidRDefault="005B3ED9" w:rsidP="005B3ED9">
      <w:r>
        <w:t>306.8854</w:t>
      </w:r>
      <w:r>
        <w:tab/>
        <w:t>1.013e0</w:t>
      </w:r>
    </w:p>
    <w:p w:rsidR="005B3ED9" w:rsidRDefault="005B3ED9" w:rsidP="005B3ED9">
      <w:r>
        <w:t>306.9071</w:t>
      </w:r>
      <w:r>
        <w:tab/>
        <w:t>2.025e0</w:t>
      </w:r>
    </w:p>
    <w:p w:rsidR="005B3ED9" w:rsidRDefault="005B3ED9" w:rsidP="005B3ED9">
      <w:r>
        <w:t>306.9778</w:t>
      </w:r>
      <w:r>
        <w:tab/>
        <w:t>1.013e0</w:t>
      </w:r>
    </w:p>
    <w:p w:rsidR="005B3ED9" w:rsidRDefault="005B3ED9" w:rsidP="005B3ED9">
      <w:r>
        <w:t>307.0013</w:t>
      </w:r>
      <w:r>
        <w:tab/>
        <w:t>1.013e0</w:t>
      </w:r>
    </w:p>
    <w:p w:rsidR="005B3ED9" w:rsidRDefault="005B3ED9" w:rsidP="005B3ED9">
      <w:r>
        <w:t>307.0156</w:t>
      </w:r>
      <w:r>
        <w:tab/>
        <w:t>2.025e0</w:t>
      </w:r>
    </w:p>
    <w:p w:rsidR="005B3ED9" w:rsidRDefault="005B3ED9" w:rsidP="005B3ED9">
      <w:r>
        <w:t>307.0614</w:t>
      </w:r>
      <w:r>
        <w:tab/>
        <w:t>1.013e0</w:t>
      </w:r>
    </w:p>
    <w:p w:rsidR="005B3ED9" w:rsidRDefault="005B3ED9" w:rsidP="005B3ED9">
      <w:r>
        <w:t>307.0794</w:t>
      </w:r>
      <w:r>
        <w:tab/>
        <w:t>2.025e0</w:t>
      </w:r>
    </w:p>
    <w:p w:rsidR="005B3ED9" w:rsidRDefault="005B3ED9" w:rsidP="005B3ED9">
      <w:r>
        <w:lastRenderedPageBreak/>
        <w:t>307.0874</w:t>
      </w:r>
      <w:r>
        <w:tab/>
        <w:t>2.025e0</w:t>
      </w:r>
    </w:p>
    <w:p w:rsidR="005B3ED9" w:rsidRDefault="005B3ED9" w:rsidP="005B3ED9">
      <w:r>
        <w:t>307.1172</w:t>
      </w:r>
      <w:r>
        <w:tab/>
        <w:t>1.013e0</w:t>
      </w:r>
    </w:p>
    <w:p w:rsidR="005B3ED9" w:rsidRDefault="005B3ED9" w:rsidP="005B3ED9">
      <w:r>
        <w:t>307.1848</w:t>
      </w:r>
      <w:r>
        <w:tab/>
        <w:t>2.025e0</w:t>
      </w:r>
    </w:p>
    <w:p w:rsidR="005B3ED9" w:rsidRDefault="005B3ED9" w:rsidP="005B3ED9">
      <w:r>
        <w:t>307.2012</w:t>
      </w:r>
      <w:r>
        <w:tab/>
        <w:t>1.013e0</w:t>
      </w:r>
    </w:p>
    <w:p w:rsidR="005B3ED9" w:rsidRDefault="005B3ED9" w:rsidP="005B3ED9">
      <w:r>
        <w:t>307.2092</w:t>
      </w:r>
      <w:r>
        <w:tab/>
        <w:t>2.025e0</w:t>
      </w:r>
    </w:p>
    <w:p w:rsidR="005B3ED9" w:rsidRDefault="005B3ED9" w:rsidP="005B3ED9">
      <w:r>
        <w:t>307.2173</w:t>
      </w:r>
      <w:r>
        <w:tab/>
        <w:t>1.013e0</w:t>
      </w:r>
    </w:p>
    <w:p w:rsidR="005B3ED9" w:rsidRDefault="005B3ED9" w:rsidP="005B3ED9">
      <w:r>
        <w:t>307.2622</w:t>
      </w:r>
      <w:r>
        <w:tab/>
        <w:t>1.013e0</w:t>
      </w:r>
    </w:p>
    <w:p w:rsidR="005B3ED9" w:rsidRDefault="005B3ED9" w:rsidP="005B3ED9">
      <w:r>
        <w:t>307.2813</w:t>
      </w:r>
      <w:r>
        <w:tab/>
        <w:t>1.013e0</w:t>
      </w:r>
    </w:p>
    <w:p w:rsidR="005B3ED9" w:rsidRDefault="005B3ED9" w:rsidP="005B3ED9">
      <w:r>
        <w:t>307.3291</w:t>
      </w:r>
      <w:r>
        <w:tab/>
        <w:t>1.013e0</w:t>
      </w:r>
    </w:p>
    <w:p w:rsidR="005B3ED9" w:rsidRDefault="005B3ED9" w:rsidP="005B3ED9">
      <w:r>
        <w:t>307.4351</w:t>
      </w:r>
      <w:r>
        <w:tab/>
        <w:t>1.013e0</w:t>
      </w:r>
    </w:p>
    <w:p w:rsidR="005B3ED9" w:rsidRDefault="005B3ED9" w:rsidP="005B3ED9">
      <w:r>
        <w:t>307.5033</w:t>
      </w:r>
      <w:r>
        <w:tab/>
        <w:t>2.025e0</w:t>
      </w:r>
    </w:p>
    <w:p w:rsidR="005B3ED9" w:rsidRDefault="005B3ED9" w:rsidP="005B3ED9">
      <w:r>
        <w:t>307.5132</w:t>
      </w:r>
      <w:r>
        <w:tab/>
        <w:t>1.013e0</w:t>
      </w:r>
    </w:p>
    <w:p w:rsidR="005B3ED9" w:rsidRDefault="005B3ED9" w:rsidP="005B3ED9">
      <w:r>
        <w:t>307.5188</w:t>
      </w:r>
      <w:r>
        <w:tab/>
        <w:t>1.013e0</w:t>
      </w:r>
    </w:p>
    <w:p w:rsidR="005B3ED9" w:rsidRDefault="005B3ED9" w:rsidP="005B3ED9">
      <w:r>
        <w:t>307.5523</w:t>
      </w:r>
      <w:r>
        <w:tab/>
        <w:t>1.013e0</w:t>
      </w:r>
    </w:p>
    <w:p w:rsidR="005B3ED9" w:rsidRDefault="005B3ED9" w:rsidP="005B3ED9">
      <w:r>
        <w:t>307.5802</w:t>
      </w:r>
      <w:r>
        <w:tab/>
        <w:t>1.013e0</w:t>
      </w:r>
    </w:p>
    <w:p w:rsidR="005B3ED9" w:rsidRDefault="005B3ED9" w:rsidP="005B3ED9">
      <w:r>
        <w:t>307.5892</w:t>
      </w:r>
      <w:r>
        <w:tab/>
        <w:t>1.013e0</w:t>
      </w:r>
    </w:p>
    <w:p w:rsidR="005B3ED9" w:rsidRDefault="005B3ED9" w:rsidP="005B3ED9">
      <w:r>
        <w:t>307.6472</w:t>
      </w:r>
      <w:r>
        <w:tab/>
        <w:t>2.025e0</w:t>
      </w:r>
    </w:p>
    <w:p w:rsidR="005B3ED9" w:rsidRDefault="005B3ED9" w:rsidP="005B3ED9">
      <w:r>
        <w:t>307.7012</w:t>
      </w:r>
      <w:r>
        <w:tab/>
        <w:t>1.013e0</w:t>
      </w:r>
    </w:p>
    <w:p w:rsidR="005B3ED9" w:rsidRDefault="005B3ED9" w:rsidP="005B3ED9">
      <w:r>
        <w:t>307.7292</w:t>
      </w:r>
      <w:r>
        <w:tab/>
        <w:t>1.013e0</w:t>
      </w:r>
    </w:p>
    <w:p w:rsidR="005B3ED9" w:rsidRDefault="005B3ED9" w:rsidP="005B3ED9">
      <w:r>
        <w:lastRenderedPageBreak/>
        <w:t>307.7813</w:t>
      </w:r>
      <w:r>
        <w:tab/>
        <w:t>1.013e0</w:t>
      </w:r>
    </w:p>
    <w:p w:rsidR="005B3ED9" w:rsidRDefault="005B3ED9" w:rsidP="005B3ED9">
      <w:r>
        <w:t>307.8973</w:t>
      </w:r>
      <w:r>
        <w:tab/>
        <w:t>1.013e0</w:t>
      </w:r>
    </w:p>
    <w:p w:rsidR="005B3ED9" w:rsidRDefault="005B3ED9" w:rsidP="005B3ED9">
      <w:r>
        <w:t>307.9489</w:t>
      </w:r>
      <w:r>
        <w:tab/>
        <w:t>1.013e0</w:t>
      </w:r>
    </w:p>
    <w:p w:rsidR="005B3ED9" w:rsidRDefault="005B3ED9" w:rsidP="005B3ED9">
      <w:r>
        <w:t>307.9734</w:t>
      </w:r>
      <w:r>
        <w:tab/>
        <w:t>2.025e0</w:t>
      </w:r>
    </w:p>
    <w:p w:rsidR="005B3ED9" w:rsidRDefault="005B3ED9" w:rsidP="005B3ED9">
      <w:r>
        <w:t>307.9949</w:t>
      </w:r>
      <w:r>
        <w:tab/>
        <w:t>2.025e0</w:t>
      </w:r>
    </w:p>
    <w:p w:rsidR="005B3ED9" w:rsidRDefault="005B3ED9" w:rsidP="005B3ED9">
      <w:r>
        <w:t>307.9977</w:t>
      </w:r>
      <w:r>
        <w:tab/>
        <w:t>2.025e0</w:t>
      </w:r>
    </w:p>
    <w:p w:rsidR="005B3ED9" w:rsidRDefault="005B3ED9" w:rsidP="005B3ED9">
      <w:r>
        <w:t>308.0048</w:t>
      </w:r>
      <w:r>
        <w:tab/>
        <w:t>1.013e0</w:t>
      </w:r>
    </w:p>
    <w:p w:rsidR="005B3ED9" w:rsidRDefault="005B3ED9" w:rsidP="005B3ED9">
      <w:r>
        <w:t>308.0346</w:t>
      </w:r>
      <w:r>
        <w:tab/>
        <w:t>2.025e0</w:t>
      </w:r>
    </w:p>
    <w:p w:rsidR="005B3ED9" w:rsidRDefault="005B3ED9" w:rsidP="005B3ED9">
      <w:r>
        <w:t>308.0597</w:t>
      </w:r>
      <w:r>
        <w:tab/>
        <w:t>2.025e0</w:t>
      </w:r>
    </w:p>
    <w:p w:rsidR="005B3ED9" w:rsidRDefault="005B3ED9" w:rsidP="005B3ED9">
      <w:r>
        <w:t>308.0694</w:t>
      </w:r>
      <w:r>
        <w:tab/>
        <w:t>1.013e0</w:t>
      </w:r>
    </w:p>
    <w:p w:rsidR="005B3ED9" w:rsidRDefault="005B3ED9" w:rsidP="005B3ED9">
      <w:r>
        <w:t>308.0974</w:t>
      </w:r>
      <w:r>
        <w:tab/>
        <w:t>2.025e0</w:t>
      </w:r>
    </w:p>
    <w:p w:rsidR="005B3ED9" w:rsidRDefault="005B3ED9" w:rsidP="005B3ED9">
      <w:r>
        <w:t>308.1153</w:t>
      </w:r>
      <w:r>
        <w:tab/>
        <w:t>2.025e0</w:t>
      </w:r>
    </w:p>
    <w:p w:rsidR="005B3ED9" w:rsidRDefault="005B3ED9" w:rsidP="005B3ED9">
      <w:r>
        <w:t>308.1214</w:t>
      </w:r>
      <w:r>
        <w:tab/>
        <w:t>1.013e0</w:t>
      </w:r>
    </w:p>
    <w:p w:rsidR="005B3ED9" w:rsidRDefault="005B3ED9" w:rsidP="005B3ED9">
      <w:r>
        <w:t>308.1534</w:t>
      </w:r>
      <w:r>
        <w:tab/>
        <w:t>1.013e0</w:t>
      </w:r>
    </w:p>
    <w:p w:rsidR="005B3ED9" w:rsidRDefault="005B3ED9" w:rsidP="005B3ED9">
      <w:r>
        <w:t>308.1796</w:t>
      </w:r>
      <w:r>
        <w:tab/>
        <w:t>2.025e0</w:t>
      </w:r>
    </w:p>
    <w:p w:rsidR="005B3ED9" w:rsidRDefault="005B3ED9" w:rsidP="005B3ED9">
      <w:r>
        <w:t>308.1938</w:t>
      </w:r>
      <w:r>
        <w:tab/>
        <w:t>2.025e0</w:t>
      </w:r>
    </w:p>
    <w:p w:rsidR="005B3ED9" w:rsidRDefault="005B3ED9" w:rsidP="005B3ED9">
      <w:r>
        <w:t>308.2045</w:t>
      </w:r>
      <w:r>
        <w:tab/>
        <w:t>2.025e0</w:t>
      </w:r>
    </w:p>
    <w:p w:rsidR="005B3ED9" w:rsidRDefault="005B3ED9" w:rsidP="005B3ED9">
      <w:r>
        <w:t>308.2454</w:t>
      </w:r>
      <w:r>
        <w:tab/>
        <w:t>1.013e0</w:t>
      </w:r>
    </w:p>
    <w:p w:rsidR="005B3ED9" w:rsidRDefault="005B3ED9" w:rsidP="005B3ED9">
      <w:r>
        <w:t>308.2796</w:t>
      </w:r>
      <w:r>
        <w:tab/>
        <w:t>2.025e0</w:t>
      </w:r>
    </w:p>
    <w:p w:rsidR="005B3ED9" w:rsidRDefault="005B3ED9" w:rsidP="005B3ED9">
      <w:r>
        <w:lastRenderedPageBreak/>
        <w:t>308.3457</w:t>
      </w:r>
      <w:r>
        <w:tab/>
        <w:t>1.013e0</w:t>
      </w:r>
    </w:p>
    <w:p w:rsidR="005B3ED9" w:rsidRDefault="005B3ED9" w:rsidP="005B3ED9">
      <w:r>
        <w:t>308.3537</w:t>
      </w:r>
      <w:r>
        <w:tab/>
        <w:t>1.013e0</w:t>
      </w:r>
    </w:p>
    <w:p w:rsidR="005B3ED9" w:rsidRDefault="005B3ED9" w:rsidP="005B3ED9">
      <w:r>
        <w:t>308.3575</w:t>
      </w:r>
      <w:r>
        <w:tab/>
        <w:t>1.013e0</w:t>
      </w:r>
    </w:p>
    <w:p w:rsidR="005B3ED9" w:rsidRDefault="005B3ED9" w:rsidP="005B3ED9">
      <w:r>
        <w:t>308.3739</w:t>
      </w:r>
      <w:r>
        <w:tab/>
        <w:t>2.025e0</w:t>
      </w:r>
    </w:p>
    <w:p w:rsidR="005B3ED9" w:rsidRDefault="005B3ED9" w:rsidP="005B3ED9">
      <w:r>
        <w:t>308.4466</w:t>
      </w:r>
      <w:r>
        <w:tab/>
        <w:t>1.013e0</w:t>
      </w:r>
    </w:p>
    <w:p w:rsidR="005B3ED9" w:rsidRDefault="005B3ED9" w:rsidP="005B3ED9">
      <w:r>
        <w:t>308.4578</w:t>
      </w:r>
      <w:r>
        <w:tab/>
        <w:t>1.013e0</w:t>
      </w:r>
    </w:p>
    <w:p w:rsidR="005B3ED9" w:rsidRDefault="005B3ED9" w:rsidP="005B3ED9">
      <w:r>
        <w:t>308.4802</w:t>
      </w:r>
      <w:r>
        <w:tab/>
        <w:t>1.013e0</w:t>
      </w:r>
    </w:p>
    <w:p w:rsidR="005B3ED9" w:rsidRDefault="005B3ED9" w:rsidP="005B3ED9">
      <w:r>
        <w:t>308.5026</w:t>
      </w:r>
      <w:r>
        <w:tab/>
        <w:t>1.013e0</w:t>
      </w:r>
    </w:p>
    <w:p w:rsidR="005B3ED9" w:rsidRDefault="005B3ED9" w:rsidP="005B3ED9">
      <w:r>
        <w:t>308.6017</w:t>
      </w:r>
      <w:r>
        <w:tab/>
        <w:t>1.013e0</w:t>
      </w:r>
    </w:p>
    <w:p w:rsidR="005B3ED9" w:rsidRDefault="005B3ED9" w:rsidP="005B3ED9">
      <w:r>
        <w:t>308.6482</w:t>
      </w:r>
      <w:r>
        <w:tab/>
        <w:t>1.013e0</w:t>
      </w:r>
    </w:p>
    <w:p w:rsidR="005B3ED9" w:rsidRDefault="005B3ED9" w:rsidP="005B3ED9">
      <w:r>
        <w:t>308.6818</w:t>
      </w:r>
      <w:r>
        <w:tab/>
        <w:t>1.013e0</w:t>
      </w:r>
    </w:p>
    <w:p w:rsidR="005B3ED9" w:rsidRDefault="005B3ED9" w:rsidP="005B3ED9">
      <w:r>
        <w:t>308.7138</w:t>
      </w:r>
      <w:r>
        <w:tab/>
        <w:t>1.013e0</w:t>
      </w:r>
    </w:p>
    <w:p w:rsidR="005B3ED9" w:rsidRDefault="005B3ED9" w:rsidP="005B3ED9">
      <w:r>
        <w:t>308.7500</w:t>
      </w:r>
      <w:r>
        <w:tab/>
        <w:t>1.013e0</w:t>
      </w:r>
    </w:p>
    <w:p w:rsidR="005B3ED9" w:rsidRDefault="005B3ED9" w:rsidP="005B3ED9">
      <w:r>
        <w:t>308.7880</w:t>
      </w:r>
      <w:r>
        <w:tab/>
        <w:t>2.025e0</w:t>
      </w:r>
    </w:p>
    <w:p w:rsidR="005B3ED9" w:rsidRDefault="005B3ED9" w:rsidP="005B3ED9">
      <w:r>
        <w:t>308.9003</w:t>
      </w:r>
      <w:r>
        <w:tab/>
        <w:t>1.013e0</w:t>
      </w:r>
    </w:p>
    <w:p w:rsidR="005B3ED9" w:rsidRDefault="005B3ED9" w:rsidP="005B3ED9">
      <w:r>
        <w:t>308.9187</w:t>
      </w:r>
      <w:r>
        <w:tab/>
        <w:t>2.025e0</w:t>
      </w:r>
    </w:p>
    <w:p w:rsidR="005B3ED9" w:rsidRDefault="005B3ED9" w:rsidP="005B3ED9">
      <w:r>
        <w:t>308.9941</w:t>
      </w:r>
      <w:r>
        <w:tab/>
        <w:t>1.013e0</w:t>
      </w:r>
    </w:p>
    <w:p w:rsidR="005B3ED9" w:rsidRDefault="005B3ED9" w:rsidP="005B3ED9">
      <w:r>
        <w:t>309.0148</w:t>
      </w:r>
      <w:r>
        <w:tab/>
        <w:t>2.025e0</w:t>
      </w:r>
    </w:p>
    <w:p w:rsidR="005B3ED9" w:rsidRDefault="005B3ED9" w:rsidP="005B3ED9">
      <w:r>
        <w:t>309.0222</w:t>
      </w:r>
      <w:r>
        <w:tab/>
        <w:t>1.013e0</w:t>
      </w:r>
    </w:p>
    <w:p w:rsidR="005B3ED9" w:rsidRDefault="005B3ED9" w:rsidP="005B3ED9">
      <w:r>
        <w:lastRenderedPageBreak/>
        <w:t>309.0348</w:t>
      </w:r>
      <w:r>
        <w:tab/>
        <w:t>1.013e0</w:t>
      </w:r>
    </w:p>
    <w:p w:rsidR="005B3ED9" w:rsidRDefault="005B3ED9" w:rsidP="005B3ED9">
      <w:r>
        <w:t>309.0460</w:t>
      </w:r>
      <w:r>
        <w:tab/>
        <w:t>1.013e0</w:t>
      </w:r>
    </w:p>
    <w:p w:rsidR="005B3ED9" w:rsidRDefault="005B3ED9" w:rsidP="005B3ED9">
      <w:r>
        <w:t>309.0909</w:t>
      </w:r>
      <w:r>
        <w:tab/>
        <w:t>1.013e0</w:t>
      </w:r>
    </w:p>
    <w:p w:rsidR="005B3ED9" w:rsidRDefault="005B3ED9" w:rsidP="005B3ED9">
      <w:r>
        <w:t>309.1021</w:t>
      </w:r>
      <w:r>
        <w:tab/>
        <w:t>1.013e0</w:t>
      </w:r>
    </w:p>
    <w:p w:rsidR="005B3ED9" w:rsidRDefault="005B3ED9" w:rsidP="005B3ED9">
      <w:r>
        <w:t>309.1245</w:t>
      </w:r>
      <w:r>
        <w:tab/>
        <w:t>1.013e0</w:t>
      </w:r>
    </w:p>
    <w:p w:rsidR="005B3ED9" w:rsidRDefault="005B3ED9" w:rsidP="005B3ED9">
      <w:r>
        <w:t>309.1704</w:t>
      </w:r>
      <w:r>
        <w:tab/>
        <w:t>1.013e0</w:t>
      </w:r>
    </w:p>
    <w:p w:rsidR="005B3ED9" w:rsidRDefault="005B3ED9" w:rsidP="005B3ED9">
      <w:r>
        <w:t>309.1798</w:t>
      </w:r>
      <w:r>
        <w:tab/>
        <w:t>4.051e0</w:t>
      </w:r>
    </w:p>
    <w:p w:rsidR="005B3ED9" w:rsidRDefault="005B3ED9" w:rsidP="005B3ED9">
      <w:r>
        <w:t>309.1830</w:t>
      </w:r>
      <w:r>
        <w:tab/>
        <w:t>2.025e0</w:t>
      </w:r>
    </w:p>
    <w:p w:rsidR="005B3ED9" w:rsidRDefault="005B3ED9" w:rsidP="005B3ED9">
      <w:r>
        <w:t>309.2184</w:t>
      </w:r>
      <w:r>
        <w:tab/>
        <w:t>1.013e0</w:t>
      </w:r>
    </w:p>
    <w:p w:rsidR="005B3ED9" w:rsidRDefault="005B3ED9" w:rsidP="005B3ED9">
      <w:r>
        <w:t>309.2200</w:t>
      </w:r>
      <w:r>
        <w:tab/>
        <w:t>2.025e0</w:t>
      </w:r>
    </w:p>
    <w:p w:rsidR="005B3ED9" w:rsidRDefault="005B3ED9" w:rsidP="005B3ED9">
      <w:r>
        <w:t>309.2647</w:t>
      </w:r>
      <w:r>
        <w:tab/>
        <w:t>1.013e0</w:t>
      </w:r>
    </w:p>
    <w:p w:rsidR="005B3ED9" w:rsidRDefault="005B3ED9" w:rsidP="005B3ED9">
      <w:r>
        <w:t>309.2984</w:t>
      </w:r>
      <w:r>
        <w:tab/>
        <w:t>1.013e0</w:t>
      </w:r>
    </w:p>
    <w:p w:rsidR="005B3ED9" w:rsidRDefault="005B3ED9" w:rsidP="005B3ED9">
      <w:r>
        <w:t>309.3152</w:t>
      </w:r>
      <w:r>
        <w:tab/>
        <w:t>1.013e0</w:t>
      </w:r>
    </w:p>
    <w:p w:rsidR="005B3ED9" w:rsidRDefault="005B3ED9" w:rsidP="005B3ED9">
      <w:r>
        <w:t>309.3208</w:t>
      </w:r>
      <w:r>
        <w:tab/>
        <w:t>1.013e0</w:t>
      </w:r>
    </w:p>
    <w:p w:rsidR="005B3ED9" w:rsidRDefault="005B3ED9" w:rsidP="005B3ED9">
      <w:r>
        <w:t>309.3264</w:t>
      </w:r>
      <w:r>
        <w:tab/>
        <w:t>1.013e0</w:t>
      </w:r>
    </w:p>
    <w:p w:rsidR="005B3ED9" w:rsidRDefault="005B3ED9" w:rsidP="005B3ED9">
      <w:r>
        <w:t>309.3347</w:t>
      </w:r>
      <w:r>
        <w:tab/>
        <w:t>1.013e0</w:t>
      </w:r>
    </w:p>
    <w:p w:rsidR="005B3ED9" w:rsidRDefault="005B3ED9" w:rsidP="005B3ED9">
      <w:r>
        <w:t>309.3770</w:t>
      </w:r>
      <w:r>
        <w:tab/>
        <w:t>1.013e0</w:t>
      </w:r>
    </w:p>
    <w:p w:rsidR="005B3ED9" w:rsidRDefault="005B3ED9" w:rsidP="005B3ED9">
      <w:r>
        <w:t>309.4427</w:t>
      </w:r>
      <w:r>
        <w:tab/>
        <w:t>1.013e0</w:t>
      </w:r>
    </w:p>
    <w:p w:rsidR="005B3ED9" w:rsidRDefault="005B3ED9" w:rsidP="005B3ED9">
      <w:r>
        <w:t>309.5391</w:t>
      </w:r>
      <w:r>
        <w:tab/>
        <w:t>2.025e0</w:t>
      </w:r>
    </w:p>
    <w:p w:rsidR="005B3ED9" w:rsidRDefault="005B3ED9" w:rsidP="005B3ED9">
      <w:r>
        <w:lastRenderedPageBreak/>
        <w:t>309.6191</w:t>
      </w:r>
      <w:r>
        <w:tab/>
        <w:t>2.025e0</w:t>
      </w:r>
    </w:p>
    <w:p w:rsidR="005B3ED9" w:rsidRDefault="005B3ED9" w:rsidP="005B3ED9">
      <w:r>
        <w:t>309.6712</w:t>
      </w:r>
      <w:r>
        <w:tab/>
        <w:t>1.013e0</w:t>
      </w:r>
    </w:p>
    <w:p w:rsidR="005B3ED9" w:rsidRDefault="005B3ED9" w:rsidP="005B3ED9">
      <w:r>
        <w:t>309.6752</w:t>
      </w:r>
      <w:r>
        <w:tab/>
        <w:t>1.013e0</w:t>
      </w:r>
    </w:p>
    <w:p w:rsidR="005B3ED9" w:rsidRDefault="005B3ED9" w:rsidP="005B3ED9">
      <w:r>
        <w:t>309.7194</w:t>
      </w:r>
      <w:r>
        <w:tab/>
        <w:t>1.013e0</w:t>
      </w:r>
    </w:p>
    <w:p w:rsidR="005B3ED9" w:rsidRDefault="005B3ED9" w:rsidP="005B3ED9">
      <w:r>
        <w:t>309.7513</w:t>
      </w:r>
      <w:r>
        <w:tab/>
        <w:t>1.013e0</w:t>
      </w:r>
    </w:p>
    <w:p w:rsidR="005B3ED9" w:rsidRDefault="005B3ED9" w:rsidP="005B3ED9">
      <w:r>
        <w:t>309.7924</w:t>
      </w:r>
      <w:r>
        <w:tab/>
        <w:t>1.013e0</w:t>
      </w:r>
    </w:p>
    <w:p w:rsidR="005B3ED9" w:rsidRDefault="005B3ED9" w:rsidP="005B3ED9">
      <w:r>
        <w:t>309.8261</w:t>
      </w:r>
      <w:r>
        <w:tab/>
        <w:t>1.013e0</w:t>
      </w:r>
    </w:p>
    <w:p w:rsidR="005B3ED9" w:rsidRDefault="005B3ED9" w:rsidP="005B3ED9">
      <w:r>
        <w:t>309.8354</w:t>
      </w:r>
      <w:r>
        <w:tab/>
        <w:t>1.013e0</w:t>
      </w:r>
    </w:p>
    <w:p w:rsidR="005B3ED9" w:rsidRDefault="005B3ED9" w:rsidP="005B3ED9">
      <w:r>
        <w:t>309.8995</w:t>
      </w:r>
      <w:r>
        <w:tab/>
        <w:t>1.013e0</w:t>
      </w:r>
    </w:p>
    <w:p w:rsidR="005B3ED9" w:rsidRDefault="005B3ED9" w:rsidP="005B3ED9">
      <w:r>
        <w:t>309.9538</w:t>
      </w:r>
      <w:r>
        <w:tab/>
        <w:t>2.025e0</w:t>
      </w:r>
    </w:p>
    <w:p w:rsidR="005B3ED9" w:rsidRDefault="005B3ED9" w:rsidP="005B3ED9">
      <w:r>
        <w:t>309.9666</w:t>
      </w:r>
      <w:r>
        <w:tab/>
        <w:t>1.013e0</w:t>
      </w:r>
    </w:p>
    <w:p w:rsidR="005B3ED9" w:rsidRDefault="005B3ED9" w:rsidP="005B3ED9">
      <w:r>
        <w:t>309.9718</w:t>
      </w:r>
      <w:r>
        <w:tab/>
        <w:t>1.013e0</w:t>
      </w:r>
    </w:p>
    <w:p w:rsidR="005B3ED9" w:rsidRDefault="005B3ED9" w:rsidP="005B3ED9">
      <w:r>
        <w:t>309.9919</w:t>
      </w:r>
      <w:r>
        <w:tab/>
        <w:t>2.025e0</w:t>
      </w:r>
    </w:p>
    <w:p w:rsidR="005B3ED9" w:rsidRDefault="005B3ED9" w:rsidP="005B3ED9">
      <w:r>
        <w:t>310.0079</w:t>
      </w:r>
      <w:r>
        <w:tab/>
        <w:t>1.013e0</w:t>
      </w:r>
    </w:p>
    <w:p w:rsidR="005B3ED9" w:rsidRDefault="005B3ED9" w:rsidP="005B3ED9">
      <w:r>
        <w:t>310.0099</w:t>
      </w:r>
      <w:r>
        <w:tab/>
        <w:t>4.024e0</w:t>
      </w:r>
    </w:p>
    <w:p w:rsidR="005B3ED9" w:rsidRDefault="005B3ED9" w:rsidP="005B3ED9">
      <w:r>
        <w:t>310.0218</w:t>
      </w:r>
      <w:r>
        <w:tab/>
        <w:t>2.025e0</w:t>
      </w:r>
    </w:p>
    <w:p w:rsidR="005B3ED9" w:rsidRDefault="005B3ED9" w:rsidP="005B3ED9">
      <w:r>
        <w:t>310.0479</w:t>
      </w:r>
      <w:r>
        <w:tab/>
        <w:t>2.025e0</w:t>
      </w:r>
    </w:p>
    <w:p w:rsidR="005B3ED9" w:rsidRDefault="005B3ED9" w:rsidP="005B3ED9">
      <w:r>
        <w:t>310.0791</w:t>
      </w:r>
      <w:r>
        <w:tab/>
        <w:t>1.013e0</w:t>
      </w:r>
    </w:p>
    <w:p w:rsidR="005B3ED9" w:rsidRDefault="005B3ED9" w:rsidP="005B3ED9">
      <w:r>
        <w:t>310.0840</w:t>
      </w:r>
      <w:r>
        <w:tab/>
        <w:t>1.013e0</w:t>
      </w:r>
    </w:p>
    <w:p w:rsidR="005B3ED9" w:rsidRDefault="005B3ED9" w:rsidP="005B3ED9">
      <w:r>
        <w:lastRenderedPageBreak/>
        <w:t>310.1159</w:t>
      </w:r>
      <w:r>
        <w:tab/>
        <w:t>1.013e0</w:t>
      </w:r>
    </w:p>
    <w:p w:rsidR="005B3ED9" w:rsidRDefault="005B3ED9" w:rsidP="005B3ED9">
      <w:r>
        <w:t>310.1297</w:t>
      </w:r>
      <w:r>
        <w:tab/>
        <w:t>2.025e0</w:t>
      </w:r>
    </w:p>
    <w:p w:rsidR="005B3ED9" w:rsidRDefault="005B3ED9" w:rsidP="005B3ED9">
      <w:r>
        <w:t>310.1327</w:t>
      </w:r>
      <w:r>
        <w:tab/>
        <w:t>4.051e0</w:t>
      </w:r>
    </w:p>
    <w:p w:rsidR="005B3ED9" w:rsidRDefault="005B3ED9" w:rsidP="005B3ED9">
      <w:r>
        <w:t>310.2085</w:t>
      </w:r>
      <w:r>
        <w:tab/>
        <w:t>1.013e0</w:t>
      </w:r>
    </w:p>
    <w:p w:rsidR="005B3ED9" w:rsidRDefault="005B3ED9" w:rsidP="005B3ED9">
      <w:r>
        <w:t>310.2141</w:t>
      </w:r>
      <w:r>
        <w:tab/>
        <w:t>1.013e0</w:t>
      </w:r>
    </w:p>
    <w:p w:rsidR="005B3ED9" w:rsidRDefault="005B3ED9" w:rsidP="005B3ED9">
      <w:r>
        <w:t>310.2323</w:t>
      </w:r>
      <w:r>
        <w:tab/>
        <w:t>1.013e0</w:t>
      </w:r>
    </w:p>
    <w:p w:rsidR="005B3ED9" w:rsidRDefault="005B3ED9" w:rsidP="005B3ED9">
      <w:r>
        <w:t>310.2478</w:t>
      </w:r>
      <w:r>
        <w:tab/>
        <w:t>2.025e0</w:t>
      </w:r>
    </w:p>
    <w:p w:rsidR="005B3ED9" w:rsidRDefault="005B3ED9" w:rsidP="005B3ED9">
      <w:r>
        <w:t>310.2803</w:t>
      </w:r>
      <w:r>
        <w:tab/>
        <w:t>1.013e0</w:t>
      </w:r>
    </w:p>
    <w:p w:rsidR="005B3ED9" w:rsidRDefault="005B3ED9" w:rsidP="005B3ED9">
      <w:r>
        <w:t>310.3364</w:t>
      </w:r>
      <w:r>
        <w:tab/>
        <w:t>1.013e0</w:t>
      </w:r>
    </w:p>
    <w:p w:rsidR="005B3ED9" w:rsidRDefault="005B3ED9" w:rsidP="005B3ED9">
      <w:r>
        <w:t>310.3726</w:t>
      </w:r>
      <w:r>
        <w:tab/>
        <w:t>1.013e0</w:t>
      </w:r>
    </w:p>
    <w:p w:rsidR="005B3ED9" w:rsidRDefault="005B3ED9" w:rsidP="005B3ED9">
      <w:r>
        <w:t>310.5984</w:t>
      </w:r>
      <w:r>
        <w:tab/>
        <w:t>2.025e0</w:t>
      </w:r>
    </w:p>
    <w:p w:rsidR="005B3ED9" w:rsidRDefault="005B3ED9" w:rsidP="005B3ED9">
      <w:r>
        <w:t>310.6170</w:t>
      </w:r>
      <w:r>
        <w:tab/>
        <w:t>1.013e0</w:t>
      </w:r>
    </w:p>
    <w:p w:rsidR="005B3ED9" w:rsidRDefault="005B3ED9" w:rsidP="005B3ED9">
      <w:r>
        <w:t>310.6492</w:t>
      </w:r>
      <w:r>
        <w:tab/>
        <w:t>1.013e0</w:t>
      </w:r>
    </w:p>
    <w:p w:rsidR="005B3ED9" w:rsidRDefault="005B3ED9" w:rsidP="005B3ED9">
      <w:r>
        <w:t>310.6925</w:t>
      </w:r>
      <w:r>
        <w:tab/>
        <w:t>1.013e0</w:t>
      </w:r>
    </w:p>
    <w:p w:rsidR="005B3ED9" w:rsidRDefault="005B3ED9" w:rsidP="005B3ED9">
      <w:r>
        <w:t>310.7433</w:t>
      </w:r>
      <w:r>
        <w:tab/>
        <w:t>1.013e0</w:t>
      </w:r>
    </w:p>
    <w:p w:rsidR="005B3ED9" w:rsidRDefault="005B3ED9" w:rsidP="005B3ED9">
      <w:r>
        <w:t>310.8095</w:t>
      </w:r>
      <w:r>
        <w:tab/>
        <w:t>1.013e0</w:t>
      </w:r>
    </w:p>
    <w:p w:rsidR="005B3ED9" w:rsidRDefault="005B3ED9" w:rsidP="005B3ED9">
      <w:r>
        <w:t>310.8978</w:t>
      </w:r>
      <w:r>
        <w:tab/>
        <w:t>1.013e0</w:t>
      </w:r>
    </w:p>
    <w:p w:rsidR="005B3ED9" w:rsidRDefault="005B3ED9" w:rsidP="005B3ED9">
      <w:r>
        <w:t>310.9045</w:t>
      </w:r>
      <w:r>
        <w:tab/>
        <w:t>2.025e0</w:t>
      </w:r>
    </w:p>
    <w:p w:rsidR="005B3ED9" w:rsidRDefault="005B3ED9" w:rsidP="005B3ED9">
      <w:r>
        <w:t>310.9342</w:t>
      </w:r>
      <w:r>
        <w:tab/>
        <w:t>3.038e0</w:t>
      </w:r>
    </w:p>
    <w:p w:rsidR="005B3ED9" w:rsidRDefault="005B3ED9" w:rsidP="005B3ED9">
      <w:r>
        <w:lastRenderedPageBreak/>
        <w:t>310.9659</w:t>
      </w:r>
      <w:r>
        <w:tab/>
        <w:t>2.025e0</w:t>
      </w:r>
    </w:p>
    <w:p w:rsidR="005B3ED9" w:rsidRDefault="005B3ED9" w:rsidP="005B3ED9">
      <w:r>
        <w:t>310.9760</w:t>
      </w:r>
      <w:r>
        <w:tab/>
        <w:t>2.025e0</w:t>
      </w:r>
    </w:p>
    <w:p w:rsidR="005B3ED9" w:rsidRDefault="005B3ED9" w:rsidP="005B3ED9">
      <w:r>
        <w:t>311.0222</w:t>
      </w:r>
      <w:r>
        <w:tab/>
        <w:t>2.025e0</w:t>
      </w:r>
    </w:p>
    <w:p w:rsidR="005B3ED9" w:rsidRDefault="005B3ED9" w:rsidP="005B3ED9">
      <w:r>
        <w:t>311.0533</w:t>
      </w:r>
      <w:r>
        <w:tab/>
        <w:t>1.013e0</w:t>
      </w:r>
    </w:p>
    <w:p w:rsidR="005B3ED9" w:rsidRDefault="005B3ED9" w:rsidP="005B3ED9">
      <w:r>
        <w:t>311.0662</w:t>
      </w:r>
      <w:r>
        <w:tab/>
        <w:t>2.025e0</w:t>
      </w:r>
    </w:p>
    <w:p w:rsidR="005B3ED9" w:rsidRDefault="005B3ED9" w:rsidP="005B3ED9">
      <w:r>
        <w:t>311.1143</w:t>
      </w:r>
      <w:r>
        <w:tab/>
        <w:t>1.013e0</w:t>
      </w:r>
    </w:p>
    <w:p w:rsidR="005B3ED9" w:rsidRDefault="005B3ED9" w:rsidP="005B3ED9">
      <w:r>
        <w:t>311.1266</w:t>
      </w:r>
      <w:r>
        <w:tab/>
        <w:t>1.013e0</w:t>
      </w:r>
    </w:p>
    <w:p w:rsidR="005B3ED9" w:rsidRDefault="005B3ED9" w:rsidP="005B3ED9">
      <w:r>
        <w:t>311.1569</w:t>
      </w:r>
      <w:r>
        <w:tab/>
        <w:t>2.025e0</w:t>
      </w:r>
    </w:p>
    <w:p w:rsidR="005B3ED9" w:rsidRDefault="005B3ED9" w:rsidP="005B3ED9">
      <w:r>
        <w:t>311.1659</w:t>
      </w:r>
      <w:r>
        <w:tab/>
        <w:t>3.038e0</w:t>
      </w:r>
    </w:p>
    <w:p w:rsidR="005B3ED9" w:rsidRDefault="005B3ED9" w:rsidP="005B3ED9">
      <w:r>
        <w:t>311.1718</w:t>
      </w:r>
      <w:r>
        <w:tab/>
        <w:t>2.025e0</w:t>
      </w:r>
    </w:p>
    <w:p w:rsidR="005B3ED9" w:rsidRDefault="005B3ED9" w:rsidP="005B3ED9">
      <w:r>
        <w:t>311.1985</w:t>
      </w:r>
      <w:r>
        <w:tab/>
        <w:t>2.025e0</w:t>
      </w:r>
    </w:p>
    <w:p w:rsidR="005B3ED9" w:rsidRDefault="005B3ED9" w:rsidP="005B3ED9">
      <w:r>
        <w:t>311.2314</w:t>
      </w:r>
      <w:r>
        <w:tab/>
        <w:t>4.051e0</w:t>
      </w:r>
    </w:p>
    <w:p w:rsidR="005B3ED9" w:rsidRDefault="005B3ED9" w:rsidP="005B3ED9">
      <w:r>
        <w:t>311.2424</w:t>
      </w:r>
      <w:r>
        <w:tab/>
        <w:t>2.025e0</w:t>
      </w:r>
    </w:p>
    <w:p w:rsidR="005B3ED9" w:rsidRDefault="005B3ED9" w:rsidP="005B3ED9">
      <w:r>
        <w:t>311.2588</w:t>
      </w:r>
      <w:r>
        <w:tab/>
        <w:t>1.013e0</w:t>
      </w:r>
    </w:p>
    <w:p w:rsidR="005B3ED9" w:rsidRDefault="005B3ED9" w:rsidP="005B3ED9">
      <w:r>
        <w:t>311.2869</w:t>
      </w:r>
      <w:r>
        <w:tab/>
        <w:t>1.013e0</w:t>
      </w:r>
    </w:p>
    <w:p w:rsidR="005B3ED9" w:rsidRDefault="005B3ED9" w:rsidP="005B3ED9">
      <w:r>
        <w:t>311.2958</w:t>
      </w:r>
      <w:r>
        <w:tab/>
        <w:t>1.013e0</w:t>
      </w:r>
    </w:p>
    <w:p w:rsidR="005B3ED9" w:rsidRDefault="005B3ED9" w:rsidP="005B3ED9">
      <w:r>
        <w:t>311.3169</w:t>
      </w:r>
      <w:r>
        <w:tab/>
        <w:t>2.025e0</w:t>
      </w:r>
    </w:p>
    <w:p w:rsidR="005B3ED9" w:rsidRDefault="005B3ED9" w:rsidP="005B3ED9">
      <w:r>
        <w:t>311.3297</w:t>
      </w:r>
      <w:r>
        <w:tab/>
        <w:t>1.013e0</w:t>
      </w:r>
    </w:p>
    <w:p w:rsidR="005B3ED9" w:rsidRDefault="005B3ED9" w:rsidP="005B3ED9">
      <w:r>
        <w:t>311.3431</w:t>
      </w:r>
      <w:r>
        <w:tab/>
        <w:t>1.013e0</w:t>
      </w:r>
    </w:p>
    <w:p w:rsidR="005B3ED9" w:rsidRDefault="005B3ED9" w:rsidP="005B3ED9">
      <w:r>
        <w:lastRenderedPageBreak/>
        <w:t>311.3861</w:t>
      </w:r>
      <w:r>
        <w:tab/>
        <w:t>1.013e0</w:t>
      </w:r>
    </w:p>
    <w:p w:rsidR="005B3ED9" w:rsidRDefault="005B3ED9" w:rsidP="005B3ED9">
      <w:r>
        <w:t>311.4193</w:t>
      </w:r>
      <w:r>
        <w:tab/>
        <w:t>1.013e0</w:t>
      </w:r>
    </w:p>
    <w:p w:rsidR="005B3ED9" w:rsidRDefault="005B3ED9" w:rsidP="005B3ED9">
      <w:r>
        <w:t>311.5555</w:t>
      </w:r>
      <w:r>
        <w:tab/>
        <w:t>2.025e0</w:t>
      </w:r>
    </w:p>
    <w:p w:rsidR="005B3ED9" w:rsidRDefault="005B3ED9" w:rsidP="005B3ED9">
      <w:r>
        <w:t>311.5724</w:t>
      </w:r>
      <w:r>
        <w:tab/>
        <w:t>1.013e0</w:t>
      </w:r>
    </w:p>
    <w:p w:rsidR="005B3ED9" w:rsidRDefault="005B3ED9" w:rsidP="005B3ED9">
      <w:r>
        <w:t>311.5918</w:t>
      </w:r>
      <w:r>
        <w:tab/>
        <w:t>1.013e0</w:t>
      </w:r>
    </w:p>
    <w:p w:rsidR="005B3ED9" w:rsidRDefault="005B3ED9" w:rsidP="005B3ED9">
      <w:r>
        <w:t>311.6346</w:t>
      </w:r>
      <w:r>
        <w:tab/>
        <w:t>1.013e0</w:t>
      </w:r>
    </w:p>
    <w:p w:rsidR="005B3ED9" w:rsidRDefault="005B3ED9" w:rsidP="005B3ED9">
      <w:r>
        <w:t>311.7419</w:t>
      </w:r>
      <w:r>
        <w:tab/>
        <w:t>1.013e0</w:t>
      </w:r>
    </w:p>
    <w:p w:rsidR="005B3ED9" w:rsidRDefault="005B3ED9" w:rsidP="005B3ED9">
      <w:r>
        <w:t>311.8405</w:t>
      </w:r>
      <w:r>
        <w:tab/>
        <w:t>1.013e0</w:t>
      </w:r>
    </w:p>
    <w:p w:rsidR="005B3ED9" w:rsidRDefault="005B3ED9" w:rsidP="005B3ED9">
      <w:r>
        <w:t>311.8726</w:t>
      </w:r>
      <w:r>
        <w:tab/>
        <w:t>1.013e0</w:t>
      </w:r>
    </w:p>
    <w:p w:rsidR="005B3ED9" w:rsidRDefault="005B3ED9" w:rsidP="005B3ED9">
      <w:r>
        <w:t>311.9207</w:t>
      </w:r>
      <w:r>
        <w:tab/>
        <w:t>1.013e0</w:t>
      </w:r>
    </w:p>
    <w:p w:rsidR="005B3ED9" w:rsidRDefault="005B3ED9" w:rsidP="005B3ED9">
      <w:r>
        <w:t>311.9249</w:t>
      </w:r>
      <w:r>
        <w:tab/>
        <w:t>2.025e0</w:t>
      </w:r>
    </w:p>
    <w:p w:rsidR="005B3ED9" w:rsidRDefault="005B3ED9" w:rsidP="005B3ED9">
      <w:r>
        <w:t>311.9730</w:t>
      </w:r>
      <w:r>
        <w:tab/>
        <w:t>1.013e0</w:t>
      </w:r>
    </w:p>
    <w:p w:rsidR="005B3ED9" w:rsidRDefault="005B3ED9" w:rsidP="005B3ED9">
      <w:r>
        <w:t>311.9810</w:t>
      </w:r>
      <w:r>
        <w:tab/>
        <w:t>1.013e0</w:t>
      </w:r>
    </w:p>
    <w:p w:rsidR="005B3ED9" w:rsidRDefault="005B3ED9" w:rsidP="005B3ED9">
      <w:r>
        <w:t>312.0091</w:t>
      </w:r>
      <w:r>
        <w:tab/>
        <w:t>1.013e0</w:t>
      </w:r>
    </w:p>
    <w:p w:rsidR="005B3ED9" w:rsidRDefault="005B3ED9" w:rsidP="005B3ED9">
      <w:r>
        <w:t>312.0130</w:t>
      </w:r>
      <w:r>
        <w:tab/>
        <w:t>2.025e0</w:t>
      </w:r>
    </w:p>
    <w:p w:rsidR="005B3ED9" w:rsidRDefault="005B3ED9" w:rsidP="005B3ED9">
      <w:r>
        <w:t>312.0236</w:t>
      </w:r>
      <w:r>
        <w:tab/>
        <w:t>3.038e0</w:t>
      </w:r>
    </w:p>
    <w:p w:rsidR="005B3ED9" w:rsidRDefault="005B3ED9" w:rsidP="005B3ED9">
      <w:r>
        <w:t>312.0427</w:t>
      </w:r>
      <w:r>
        <w:tab/>
        <w:t>2.025e0</w:t>
      </w:r>
    </w:p>
    <w:p w:rsidR="005B3ED9" w:rsidRDefault="005B3ED9" w:rsidP="005B3ED9">
      <w:r>
        <w:t>312.0548</w:t>
      </w:r>
      <w:r>
        <w:tab/>
        <w:t>2.025e0</w:t>
      </w:r>
    </w:p>
    <w:p w:rsidR="005B3ED9" w:rsidRDefault="005B3ED9" w:rsidP="005B3ED9">
      <w:r>
        <w:t>312.0894</w:t>
      </w:r>
      <w:r>
        <w:tab/>
        <w:t>1.013e0</w:t>
      </w:r>
    </w:p>
    <w:p w:rsidR="005B3ED9" w:rsidRDefault="005B3ED9" w:rsidP="005B3ED9">
      <w:r>
        <w:lastRenderedPageBreak/>
        <w:t>312.1133</w:t>
      </w:r>
      <w:r>
        <w:tab/>
        <w:t>1.013e0</w:t>
      </w:r>
    </w:p>
    <w:p w:rsidR="005B3ED9" w:rsidRDefault="005B3ED9" w:rsidP="005B3ED9">
      <w:r>
        <w:t>312.1695</w:t>
      </w:r>
      <w:r>
        <w:tab/>
        <w:t>1.013e0</w:t>
      </w:r>
    </w:p>
    <w:p w:rsidR="005B3ED9" w:rsidRDefault="005B3ED9" w:rsidP="005B3ED9">
      <w:r>
        <w:t>312.1757</w:t>
      </w:r>
      <w:r>
        <w:tab/>
        <w:t>2.025e0</w:t>
      </w:r>
    </w:p>
    <w:p w:rsidR="005B3ED9" w:rsidRDefault="005B3ED9" w:rsidP="005B3ED9">
      <w:r>
        <w:t>312.2111</w:t>
      </w:r>
      <w:r>
        <w:tab/>
        <w:t>1.013e0</w:t>
      </w:r>
    </w:p>
    <w:p w:rsidR="005B3ED9" w:rsidRDefault="005B3ED9" w:rsidP="005B3ED9">
      <w:r>
        <w:t>312.2419</w:t>
      </w:r>
      <w:r>
        <w:tab/>
        <w:t>2.025e0</w:t>
      </w:r>
    </w:p>
    <w:p w:rsidR="005B3ED9" w:rsidRDefault="005B3ED9" w:rsidP="005B3ED9">
      <w:r>
        <w:t>312.2654</w:t>
      </w:r>
      <w:r>
        <w:tab/>
        <w:t>2.025e0</w:t>
      </w:r>
    </w:p>
    <w:p w:rsidR="005B3ED9" w:rsidRDefault="005B3ED9" w:rsidP="005B3ED9">
      <w:r>
        <w:t>312.2903</w:t>
      </w:r>
      <w:r>
        <w:tab/>
        <w:t>1.013e0</w:t>
      </w:r>
    </w:p>
    <w:p w:rsidR="005B3ED9" w:rsidRDefault="005B3ED9" w:rsidP="005B3ED9">
      <w:r>
        <w:t>312.3141</w:t>
      </w:r>
      <w:r>
        <w:tab/>
        <w:t>1.013e0</w:t>
      </w:r>
    </w:p>
    <w:p w:rsidR="005B3ED9" w:rsidRDefault="005B3ED9" w:rsidP="005B3ED9">
      <w:r>
        <w:t>312.3242</w:t>
      </w:r>
      <w:r>
        <w:tab/>
        <w:t>2.025e0</w:t>
      </w:r>
    </w:p>
    <w:p w:rsidR="005B3ED9" w:rsidRDefault="005B3ED9" w:rsidP="005B3ED9">
      <w:r>
        <w:t>312.3422</w:t>
      </w:r>
      <w:r>
        <w:tab/>
        <w:t>1.013e0</w:t>
      </w:r>
    </w:p>
    <w:p w:rsidR="005B3ED9" w:rsidRDefault="005B3ED9" w:rsidP="005B3ED9">
      <w:r>
        <w:t>312.3582</w:t>
      </w:r>
      <w:r>
        <w:tab/>
        <w:t>1.013e0</w:t>
      </w:r>
    </w:p>
    <w:p w:rsidR="005B3ED9" w:rsidRDefault="005B3ED9" w:rsidP="005B3ED9">
      <w:r>
        <w:t>312.4427</w:t>
      </w:r>
      <w:r>
        <w:tab/>
        <w:t>1.013e0</w:t>
      </w:r>
    </w:p>
    <w:p w:rsidR="005B3ED9" w:rsidRDefault="005B3ED9" w:rsidP="005B3ED9">
      <w:r>
        <w:t>312.4707</w:t>
      </w:r>
      <w:r>
        <w:tab/>
        <w:t>1.013e0</w:t>
      </w:r>
    </w:p>
    <w:p w:rsidR="005B3ED9" w:rsidRDefault="005B3ED9" w:rsidP="005B3ED9">
      <w:r>
        <w:t>312.6111</w:t>
      </w:r>
      <w:r>
        <w:tab/>
        <w:t>1.013e0</w:t>
      </w:r>
    </w:p>
    <w:p w:rsidR="005B3ED9" w:rsidRDefault="005B3ED9" w:rsidP="005B3ED9">
      <w:r>
        <w:t>312.6153</w:t>
      </w:r>
      <w:r>
        <w:tab/>
        <w:t>1.013e0</w:t>
      </w:r>
    </w:p>
    <w:p w:rsidR="005B3ED9" w:rsidRDefault="005B3ED9" w:rsidP="005B3ED9">
      <w:r>
        <w:t>312.6996</w:t>
      </w:r>
      <w:r>
        <w:tab/>
        <w:t>1.013e0</w:t>
      </w:r>
    </w:p>
    <w:p w:rsidR="005B3ED9" w:rsidRDefault="005B3ED9" w:rsidP="005B3ED9">
      <w:r>
        <w:t>312.7477</w:t>
      </w:r>
      <w:r>
        <w:tab/>
        <w:t>1.013e0</w:t>
      </w:r>
    </w:p>
    <w:p w:rsidR="005B3ED9" w:rsidRDefault="005B3ED9" w:rsidP="005B3ED9">
      <w:r>
        <w:t>312.9077</w:t>
      </w:r>
      <w:r>
        <w:tab/>
        <w:t>1.013e0</w:t>
      </w:r>
    </w:p>
    <w:p w:rsidR="005B3ED9" w:rsidRDefault="005B3ED9" w:rsidP="005B3ED9">
      <w:r>
        <w:t>312.9478</w:t>
      </w:r>
      <w:r>
        <w:tab/>
        <w:t>4.051e0</w:t>
      </w:r>
    </w:p>
    <w:p w:rsidR="005B3ED9" w:rsidRDefault="005B3ED9" w:rsidP="005B3ED9">
      <w:r>
        <w:lastRenderedPageBreak/>
        <w:t>312.9510</w:t>
      </w:r>
      <w:r>
        <w:tab/>
        <w:t>2.025e0</w:t>
      </w:r>
    </w:p>
    <w:p w:rsidR="005B3ED9" w:rsidRDefault="005B3ED9" w:rsidP="005B3ED9">
      <w:r>
        <w:t>312.9656</w:t>
      </w:r>
      <w:r>
        <w:tab/>
        <w:t>4.051e0</w:t>
      </w:r>
    </w:p>
    <w:p w:rsidR="005B3ED9" w:rsidRDefault="005B3ED9" w:rsidP="005B3ED9">
      <w:r>
        <w:t>313.0211</w:t>
      </w:r>
      <w:r>
        <w:tab/>
        <w:t>2.025e0</w:t>
      </w:r>
    </w:p>
    <w:p w:rsidR="005B3ED9" w:rsidRDefault="005B3ED9" w:rsidP="005B3ED9">
      <w:r>
        <w:t>313.0247</w:t>
      </w:r>
      <w:r>
        <w:tab/>
        <w:t>2.025e0</w:t>
      </w:r>
    </w:p>
    <w:p w:rsidR="005B3ED9" w:rsidRDefault="005B3ED9" w:rsidP="005B3ED9">
      <w:r>
        <w:t>313.0288</w:t>
      </w:r>
      <w:r>
        <w:tab/>
        <w:t>2.025e0</w:t>
      </w:r>
    </w:p>
    <w:p w:rsidR="005B3ED9" w:rsidRDefault="005B3ED9" w:rsidP="005B3ED9">
      <w:r>
        <w:t>313.0328</w:t>
      </w:r>
      <w:r>
        <w:tab/>
        <w:t>1.013e0</w:t>
      </w:r>
    </w:p>
    <w:p w:rsidR="005B3ED9" w:rsidRDefault="005B3ED9" w:rsidP="005B3ED9">
      <w:r>
        <w:t>313.0627</w:t>
      </w:r>
      <w:r>
        <w:tab/>
        <w:t>2.827e0</w:t>
      </w:r>
    </w:p>
    <w:p w:rsidR="005B3ED9" w:rsidRDefault="005B3ED9" w:rsidP="005B3ED9">
      <w:r>
        <w:t>313.0761</w:t>
      </w:r>
      <w:r>
        <w:tab/>
        <w:t>2.025e0</w:t>
      </w:r>
    </w:p>
    <w:p w:rsidR="005B3ED9" w:rsidRDefault="005B3ED9" w:rsidP="005B3ED9">
      <w:r>
        <w:t>313.0851</w:t>
      </w:r>
      <w:r>
        <w:tab/>
        <w:t>1.013e0</w:t>
      </w:r>
    </w:p>
    <w:p w:rsidR="005B3ED9" w:rsidRDefault="005B3ED9" w:rsidP="005B3ED9">
      <w:r>
        <w:t>313.1414</w:t>
      </w:r>
      <w:r>
        <w:tab/>
        <w:t>1.013e0</w:t>
      </w:r>
    </w:p>
    <w:p w:rsidR="005B3ED9" w:rsidRDefault="005B3ED9" w:rsidP="005B3ED9">
      <w:r>
        <w:t>313.1572</w:t>
      </w:r>
      <w:r>
        <w:tab/>
        <w:t>2.025e0</w:t>
      </w:r>
    </w:p>
    <w:p w:rsidR="005B3ED9" w:rsidRDefault="005B3ED9" w:rsidP="005B3ED9">
      <w:r>
        <w:t>313.1856</w:t>
      </w:r>
      <w:r>
        <w:tab/>
        <w:t>1.013e0</w:t>
      </w:r>
    </w:p>
    <w:p w:rsidR="005B3ED9" w:rsidRDefault="005B3ED9" w:rsidP="005B3ED9">
      <w:r>
        <w:t>313.2196</w:t>
      </w:r>
      <w:r>
        <w:tab/>
        <w:t>2.025e0</w:t>
      </w:r>
    </w:p>
    <w:p w:rsidR="005B3ED9" w:rsidRDefault="005B3ED9" w:rsidP="005B3ED9">
      <w:r>
        <w:t>313.2256</w:t>
      </w:r>
      <w:r>
        <w:tab/>
        <w:t>1.013e0</w:t>
      </w:r>
    </w:p>
    <w:p w:rsidR="005B3ED9" w:rsidRDefault="005B3ED9" w:rsidP="005B3ED9">
      <w:r>
        <w:t>313.2390</w:t>
      </w:r>
      <w:r>
        <w:tab/>
        <w:t>2.025e0</w:t>
      </w:r>
    </w:p>
    <w:p w:rsidR="005B3ED9" w:rsidRDefault="005B3ED9" w:rsidP="005B3ED9">
      <w:r>
        <w:t>313.2820</w:t>
      </w:r>
      <w:r>
        <w:tab/>
        <w:t>1.013e0</w:t>
      </w:r>
    </w:p>
    <w:p w:rsidR="005B3ED9" w:rsidRDefault="005B3ED9" w:rsidP="005B3ED9">
      <w:r>
        <w:t>313.3020</w:t>
      </w:r>
      <w:r>
        <w:tab/>
        <w:t>2.025e0</w:t>
      </w:r>
    </w:p>
    <w:p w:rsidR="005B3ED9" w:rsidRDefault="005B3ED9" w:rsidP="005B3ED9">
      <w:r>
        <w:t>313.3260</w:t>
      </w:r>
      <w:r>
        <w:tab/>
        <w:t>1.013e0</w:t>
      </w:r>
    </w:p>
    <w:p w:rsidR="005B3ED9" w:rsidRDefault="005B3ED9" w:rsidP="005B3ED9">
      <w:r>
        <w:t>313.5752</w:t>
      </w:r>
      <w:r>
        <w:tab/>
        <w:t>3.038e0</w:t>
      </w:r>
    </w:p>
    <w:p w:rsidR="005B3ED9" w:rsidRDefault="005B3ED9" w:rsidP="005B3ED9">
      <w:r>
        <w:lastRenderedPageBreak/>
        <w:t>313.5845</w:t>
      </w:r>
      <w:r>
        <w:tab/>
        <w:t>2.025e0</w:t>
      </w:r>
    </w:p>
    <w:p w:rsidR="005B3ED9" w:rsidRDefault="005B3ED9" w:rsidP="005B3ED9">
      <w:r>
        <w:t>313.6170</w:t>
      </w:r>
      <w:r>
        <w:tab/>
        <w:t>1.013e0</w:t>
      </w:r>
    </w:p>
    <w:p w:rsidR="005B3ED9" w:rsidRDefault="005B3ED9" w:rsidP="005B3ED9">
      <w:r>
        <w:t>313.6397</w:t>
      </w:r>
      <w:r>
        <w:tab/>
        <w:t>2.025e0</w:t>
      </w:r>
    </w:p>
    <w:p w:rsidR="005B3ED9" w:rsidRDefault="005B3ED9" w:rsidP="005B3ED9">
      <w:r>
        <w:t>313.6681</w:t>
      </w:r>
      <w:r>
        <w:tab/>
        <w:t>1.013e0</w:t>
      </w:r>
    </w:p>
    <w:p w:rsidR="005B3ED9" w:rsidRDefault="005B3ED9" w:rsidP="005B3ED9">
      <w:r>
        <w:t>313.7419</w:t>
      </w:r>
      <w:r>
        <w:tab/>
        <w:t>2.025e0</w:t>
      </w:r>
    </w:p>
    <w:p w:rsidR="005B3ED9" w:rsidRDefault="005B3ED9" w:rsidP="005B3ED9">
      <w:r>
        <w:t>313.7479</w:t>
      </w:r>
      <w:r>
        <w:tab/>
        <w:t>1.013e0</w:t>
      </w:r>
    </w:p>
    <w:p w:rsidR="005B3ED9" w:rsidRDefault="005B3ED9" w:rsidP="005B3ED9">
      <w:r>
        <w:t>313.7760</w:t>
      </w:r>
      <w:r>
        <w:tab/>
        <w:t>1.013e0</w:t>
      </w:r>
    </w:p>
    <w:p w:rsidR="005B3ED9" w:rsidRDefault="005B3ED9" w:rsidP="005B3ED9">
      <w:r>
        <w:t>313.8284</w:t>
      </w:r>
      <w:r>
        <w:tab/>
        <w:t>1.013e0</w:t>
      </w:r>
    </w:p>
    <w:p w:rsidR="005B3ED9" w:rsidRDefault="005B3ED9" w:rsidP="005B3ED9">
      <w:r>
        <w:t>313.8613</w:t>
      </w:r>
      <w:r>
        <w:tab/>
        <w:t>2.025e0</w:t>
      </w:r>
    </w:p>
    <w:p w:rsidR="005B3ED9" w:rsidRDefault="005B3ED9" w:rsidP="005B3ED9">
      <w:r>
        <w:t>313.9289</w:t>
      </w:r>
      <w:r>
        <w:tab/>
        <w:t>1.013e0</w:t>
      </w:r>
    </w:p>
    <w:p w:rsidR="005B3ED9" w:rsidRDefault="005B3ED9" w:rsidP="005B3ED9">
      <w:r>
        <w:t>313.9328</w:t>
      </w:r>
      <w:r>
        <w:tab/>
        <w:t>1.013e0</w:t>
      </w:r>
    </w:p>
    <w:p w:rsidR="005B3ED9" w:rsidRDefault="005B3ED9" w:rsidP="005B3ED9">
      <w:r>
        <w:t>313.9466</w:t>
      </w:r>
      <w:r>
        <w:tab/>
        <w:t>1.013e0</w:t>
      </w:r>
    </w:p>
    <w:p w:rsidR="005B3ED9" w:rsidRDefault="005B3ED9" w:rsidP="005B3ED9">
      <w:r>
        <w:t>313.9609</w:t>
      </w:r>
      <w:r>
        <w:tab/>
        <w:t>2.025e0</w:t>
      </w:r>
    </w:p>
    <w:p w:rsidR="005B3ED9" w:rsidRDefault="005B3ED9" w:rsidP="005B3ED9">
      <w:r>
        <w:t>313.9629</w:t>
      </w:r>
      <w:r>
        <w:tab/>
        <w:t>2.025e0</w:t>
      </w:r>
    </w:p>
    <w:p w:rsidR="005B3ED9" w:rsidRDefault="005B3ED9" w:rsidP="005B3ED9">
      <w:r>
        <w:t>314.0091</w:t>
      </w:r>
      <w:r>
        <w:tab/>
        <w:t>1.013e0</w:t>
      </w:r>
    </w:p>
    <w:p w:rsidR="005B3ED9" w:rsidRDefault="005B3ED9" w:rsidP="005B3ED9">
      <w:r>
        <w:t>314.0414</w:t>
      </w:r>
      <w:r>
        <w:tab/>
        <w:t>2.025e0</w:t>
      </w:r>
    </w:p>
    <w:p w:rsidR="005B3ED9" w:rsidRDefault="005B3ED9" w:rsidP="005B3ED9">
      <w:r>
        <w:t>314.0433</w:t>
      </w:r>
      <w:r>
        <w:tab/>
        <w:t>2.025e0</w:t>
      </w:r>
    </w:p>
    <w:p w:rsidR="005B3ED9" w:rsidRDefault="005B3ED9" w:rsidP="005B3ED9">
      <w:r>
        <w:t>314.0454</w:t>
      </w:r>
      <w:r>
        <w:tab/>
        <w:t>1.013e0</w:t>
      </w:r>
    </w:p>
    <w:p w:rsidR="005B3ED9" w:rsidRDefault="005B3ED9" w:rsidP="005B3ED9">
      <w:r>
        <w:t>314.0774</w:t>
      </w:r>
      <w:r>
        <w:tab/>
        <w:t>1.013e0</w:t>
      </w:r>
    </w:p>
    <w:p w:rsidR="005B3ED9" w:rsidRDefault="005B3ED9" w:rsidP="005B3ED9">
      <w:r>
        <w:lastRenderedPageBreak/>
        <w:t>314.0936</w:t>
      </w:r>
      <w:r>
        <w:tab/>
        <w:t>1.013e0</w:t>
      </w:r>
    </w:p>
    <w:p w:rsidR="005B3ED9" w:rsidRDefault="005B3ED9" w:rsidP="005B3ED9">
      <w:r>
        <w:t>314.1498</w:t>
      </w:r>
      <w:r>
        <w:tab/>
        <w:t>1.013e0</w:t>
      </w:r>
    </w:p>
    <w:p w:rsidR="005B3ED9" w:rsidRDefault="005B3ED9" w:rsidP="005B3ED9">
      <w:r>
        <w:t>314.1627</w:t>
      </w:r>
      <w:r>
        <w:tab/>
        <w:t>1.013e0</w:t>
      </w:r>
    </w:p>
    <w:p w:rsidR="005B3ED9" w:rsidRDefault="005B3ED9" w:rsidP="005B3ED9">
      <w:r>
        <w:t>314.1820</w:t>
      </w:r>
      <w:r>
        <w:tab/>
        <w:t>2.025e0</w:t>
      </w:r>
    </w:p>
    <w:p w:rsidR="005B3ED9" w:rsidRDefault="005B3ED9" w:rsidP="005B3ED9">
      <w:r>
        <w:t>314.2243</w:t>
      </w:r>
      <w:r>
        <w:tab/>
        <w:t>2.025e0</w:t>
      </w:r>
    </w:p>
    <w:p w:rsidR="005B3ED9" w:rsidRDefault="005B3ED9" w:rsidP="005B3ED9">
      <w:r>
        <w:t>314.2711</w:t>
      </w:r>
      <w:r>
        <w:tab/>
        <w:t>3.038e0</w:t>
      </w:r>
    </w:p>
    <w:p w:rsidR="005B3ED9" w:rsidRDefault="005B3ED9" w:rsidP="005B3ED9">
      <w:r>
        <w:t>314.2906</w:t>
      </w:r>
      <w:r>
        <w:tab/>
        <w:t>1.013e0</w:t>
      </w:r>
    </w:p>
    <w:p w:rsidR="005B3ED9" w:rsidRDefault="005B3ED9" w:rsidP="005B3ED9">
      <w:r>
        <w:t>314.3227</w:t>
      </w:r>
      <w:r>
        <w:tab/>
        <w:t>1.013e0</w:t>
      </w:r>
    </w:p>
    <w:p w:rsidR="005B3ED9" w:rsidRDefault="005B3ED9" w:rsidP="005B3ED9">
      <w:r>
        <w:t>314.3562</w:t>
      </w:r>
      <w:r>
        <w:tab/>
        <w:t>2.025e0</w:t>
      </w:r>
    </w:p>
    <w:p w:rsidR="005B3ED9" w:rsidRDefault="005B3ED9" w:rsidP="005B3ED9">
      <w:r>
        <w:t>314.3951</w:t>
      </w:r>
      <w:r>
        <w:tab/>
        <w:t>1.013e0</w:t>
      </w:r>
    </w:p>
    <w:p w:rsidR="005B3ED9" w:rsidRDefault="005B3ED9" w:rsidP="005B3ED9">
      <w:r>
        <w:t>314.4513</w:t>
      </w:r>
      <w:r>
        <w:tab/>
        <w:t>1.013e0</w:t>
      </w:r>
    </w:p>
    <w:p w:rsidR="005B3ED9" w:rsidRDefault="005B3ED9" w:rsidP="005B3ED9">
      <w:r>
        <w:t>314.4756</w:t>
      </w:r>
      <w:r>
        <w:tab/>
        <w:t>1.013e0</w:t>
      </w:r>
    </w:p>
    <w:p w:rsidR="005B3ED9" w:rsidRDefault="005B3ED9" w:rsidP="005B3ED9">
      <w:r>
        <w:t>314.5318</w:t>
      </w:r>
      <w:r>
        <w:tab/>
        <w:t>1.013e0</w:t>
      </w:r>
    </w:p>
    <w:p w:rsidR="005B3ED9" w:rsidRDefault="005B3ED9" w:rsidP="005B3ED9">
      <w:r>
        <w:t>314.5554</w:t>
      </w:r>
      <w:r>
        <w:tab/>
        <w:t>1.013e0</w:t>
      </w:r>
    </w:p>
    <w:p w:rsidR="005B3ED9" w:rsidRDefault="005B3ED9" w:rsidP="005B3ED9">
      <w:r>
        <w:t>314.6010</w:t>
      </w:r>
      <w:r>
        <w:tab/>
        <w:t>1.013e0</w:t>
      </w:r>
    </w:p>
    <w:p w:rsidR="005B3ED9" w:rsidRDefault="005B3ED9" w:rsidP="005B3ED9">
      <w:r>
        <w:t>314.6285</w:t>
      </w:r>
      <w:r>
        <w:tab/>
        <w:t>3.038e0</w:t>
      </w:r>
    </w:p>
    <w:p w:rsidR="005B3ED9" w:rsidRDefault="005B3ED9" w:rsidP="005B3ED9">
      <w:r>
        <w:t>314.6523</w:t>
      </w:r>
      <w:r>
        <w:tab/>
        <w:t>1.013e0</w:t>
      </w:r>
    </w:p>
    <w:p w:rsidR="005B3ED9" w:rsidRDefault="005B3ED9" w:rsidP="005B3ED9">
      <w:r>
        <w:t>314.6765</w:t>
      </w:r>
      <w:r>
        <w:tab/>
        <w:t>1.013e0</w:t>
      </w:r>
    </w:p>
    <w:p w:rsidR="005B3ED9" w:rsidRDefault="005B3ED9" w:rsidP="005B3ED9">
      <w:r>
        <w:t>314.7093</w:t>
      </w:r>
      <w:r>
        <w:tab/>
        <w:t>1.013e0</w:t>
      </w:r>
    </w:p>
    <w:p w:rsidR="005B3ED9" w:rsidRDefault="005B3ED9" w:rsidP="005B3ED9">
      <w:r>
        <w:lastRenderedPageBreak/>
        <w:t>314.8574</w:t>
      </w:r>
      <w:r>
        <w:tab/>
        <w:t>1.013e0</w:t>
      </w:r>
    </w:p>
    <w:p w:rsidR="005B3ED9" w:rsidRDefault="005B3ED9" w:rsidP="005B3ED9">
      <w:r>
        <w:t>314.8976</w:t>
      </w:r>
      <w:r>
        <w:tab/>
        <w:t>1.013e0</w:t>
      </w:r>
    </w:p>
    <w:p w:rsidR="005B3ED9" w:rsidRDefault="005B3ED9" w:rsidP="005B3ED9">
      <w:r>
        <w:t>314.9315</w:t>
      </w:r>
      <w:r>
        <w:tab/>
        <w:t>1.013e0</w:t>
      </w:r>
    </w:p>
    <w:p w:rsidR="005B3ED9" w:rsidRDefault="005B3ED9" w:rsidP="005B3ED9">
      <w:r>
        <w:t>314.9576</w:t>
      </w:r>
      <w:r>
        <w:tab/>
        <w:t>2.025e0</w:t>
      </w:r>
    </w:p>
    <w:p w:rsidR="005B3ED9" w:rsidRDefault="005B3ED9" w:rsidP="005B3ED9">
      <w:r>
        <w:t>314.9641</w:t>
      </w:r>
      <w:r>
        <w:tab/>
        <w:t>4.051e0</w:t>
      </w:r>
    </w:p>
    <w:p w:rsidR="005B3ED9" w:rsidRDefault="005B3ED9" w:rsidP="005B3ED9">
      <w:r>
        <w:t>314.9828</w:t>
      </w:r>
      <w:r>
        <w:tab/>
        <w:t>1.013e0</w:t>
      </w:r>
    </w:p>
    <w:p w:rsidR="005B3ED9" w:rsidRDefault="005B3ED9" w:rsidP="005B3ED9">
      <w:r>
        <w:t>315.0023</w:t>
      </w:r>
      <w:r>
        <w:tab/>
        <w:t>1.013e0</w:t>
      </w:r>
    </w:p>
    <w:p w:rsidR="005B3ED9" w:rsidRDefault="005B3ED9" w:rsidP="005B3ED9">
      <w:r>
        <w:t>315.0171</w:t>
      </w:r>
      <w:r>
        <w:tab/>
        <w:t>1.013e0</w:t>
      </w:r>
    </w:p>
    <w:p w:rsidR="005B3ED9" w:rsidRDefault="005B3ED9" w:rsidP="005B3ED9">
      <w:r>
        <w:t>315.0284</w:t>
      </w:r>
      <w:r>
        <w:tab/>
        <w:t>2.025e0</w:t>
      </w:r>
    </w:p>
    <w:p w:rsidR="005B3ED9" w:rsidRDefault="005B3ED9" w:rsidP="005B3ED9">
      <w:r>
        <w:t>315.0627</w:t>
      </w:r>
      <w:r>
        <w:tab/>
        <w:t>1.013e0</w:t>
      </w:r>
    </w:p>
    <w:p w:rsidR="005B3ED9" w:rsidRDefault="005B3ED9" w:rsidP="005B3ED9">
      <w:r>
        <w:t>315.0868</w:t>
      </w:r>
      <w:r>
        <w:tab/>
        <w:t>1.013e0</w:t>
      </w:r>
    </w:p>
    <w:p w:rsidR="005B3ED9" w:rsidRDefault="005B3ED9" w:rsidP="005B3ED9">
      <w:r>
        <w:t>315.1229</w:t>
      </w:r>
      <w:r>
        <w:tab/>
        <w:t>2.025e0</w:t>
      </w:r>
    </w:p>
    <w:p w:rsidR="005B3ED9" w:rsidRDefault="005B3ED9" w:rsidP="005B3ED9">
      <w:r>
        <w:t>315.1255</w:t>
      </w:r>
      <w:r>
        <w:tab/>
        <w:t>1.013e0</w:t>
      </w:r>
    </w:p>
    <w:p w:rsidR="005B3ED9" w:rsidRDefault="005B3ED9" w:rsidP="005B3ED9">
      <w:r>
        <w:t>315.1277</w:t>
      </w:r>
      <w:r>
        <w:tab/>
        <w:t>2.025e0</w:t>
      </w:r>
    </w:p>
    <w:p w:rsidR="005B3ED9" w:rsidRDefault="005B3ED9" w:rsidP="005B3ED9">
      <w:r>
        <w:t>315.1615</w:t>
      </w:r>
      <w:r>
        <w:tab/>
        <w:t>2.025e0</w:t>
      </w:r>
    </w:p>
    <w:p w:rsidR="005B3ED9" w:rsidRDefault="005B3ED9" w:rsidP="005B3ED9">
      <w:r>
        <w:t>315.1935</w:t>
      </w:r>
      <w:r>
        <w:tab/>
        <w:t>4.051e0</w:t>
      </w:r>
    </w:p>
    <w:p w:rsidR="005B3ED9" w:rsidRDefault="005B3ED9" w:rsidP="005B3ED9">
      <w:r>
        <w:t>315.1996</w:t>
      </w:r>
      <w:r>
        <w:tab/>
        <w:t>1.013e0</w:t>
      </w:r>
    </w:p>
    <w:p w:rsidR="005B3ED9" w:rsidRDefault="005B3ED9" w:rsidP="005B3ED9">
      <w:r>
        <w:t>315.2879</w:t>
      </w:r>
      <w:r>
        <w:tab/>
        <w:t>2.025e0</w:t>
      </w:r>
    </w:p>
    <w:p w:rsidR="005B3ED9" w:rsidRDefault="005B3ED9" w:rsidP="005B3ED9">
      <w:r>
        <w:t>315.3651</w:t>
      </w:r>
      <w:r>
        <w:tab/>
        <w:t>1.013e0</w:t>
      </w:r>
    </w:p>
    <w:p w:rsidR="005B3ED9" w:rsidRDefault="005B3ED9" w:rsidP="005B3ED9">
      <w:r>
        <w:lastRenderedPageBreak/>
        <w:t>315.4046</w:t>
      </w:r>
      <w:r>
        <w:tab/>
        <w:t>1.013e0</w:t>
      </w:r>
    </w:p>
    <w:p w:rsidR="005B3ED9" w:rsidRDefault="005B3ED9" w:rsidP="005B3ED9">
      <w:r>
        <w:t>315.4165</w:t>
      </w:r>
      <w:r>
        <w:tab/>
        <w:t>1.013e0</w:t>
      </w:r>
    </w:p>
    <w:p w:rsidR="005B3ED9" w:rsidRDefault="005B3ED9" w:rsidP="005B3ED9">
      <w:r>
        <w:t>315.4564</w:t>
      </w:r>
      <w:r>
        <w:tab/>
        <w:t>1.013e0</w:t>
      </w:r>
    </w:p>
    <w:p w:rsidR="005B3ED9" w:rsidRDefault="005B3ED9" w:rsidP="005B3ED9">
      <w:r>
        <w:t>315.4931</w:t>
      </w:r>
      <w:r>
        <w:tab/>
        <w:t>1.013e0</w:t>
      </w:r>
    </w:p>
    <w:p w:rsidR="005B3ED9" w:rsidRDefault="005B3ED9" w:rsidP="005B3ED9">
      <w:r>
        <w:t>315.5414</w:t>
      </w:r>
      <w:r>
        <w:tab/>
        <w:t>1.013e0</w:t>
      </w:r>
    </w:p>
    <w:p w:rsidR="005B3ED9" w:rsidRDefault="005B3ED9" w:rsidP="005B3ED9">
      <w:r>
        <w:t>315.5775</w:t>
      </w:r>
      <w:r>
        <w:tab/>
        <w:t>1.013e0</w:t>
      </w:r>
    </w:p>
    <w:p w:rsidR="005B3ED9" w:rsidRDefault="005B3ED9" w:rsidP="005B3ED9">
      <w:r>
        <w:t>315.6449</w:t>
      </w:r>
      <w:r>
        <w:tab/>
        <w:t>1.013e0</w:t>
      </w:r>
    </w:p>
    <w:p w:rsidR="005B3ED9" w:rsidRDefault="005B3ED9" w:rsidP="005B3ED9">
      <w:r>
        <w:t>315.6735</w:t>
      </w:r>
      <w:r>
        <w:tab/>
        <w:t>1.013e0</w:t>
      </w:r>
    </w:p>
    <w:p w:rsidR="005B3ED9" w:rsidRDefault="005B3ED9" w:rsidP="005B3ED9">
      <w:r>
        <w:t>315.7667</w:t>
      </w:r>
      <w:r>
        <w:tab/>
        <w:t>1.013e0</w:t>
      </w:r>
    </w:p>
    <w:p w:rsidR="005B3ED9" w:rsidRDefault="005B3ED9" w:rsidP="005B3ED9">
      <w:r>
        <w:t>315.8292</w:t>
      </w:r>
      <w:r>
        <w:tab/>
        <w:t>2.025e0</w:t>
      </w:r>
    </w:p>
    <w:p w:rsidR="005B3ED9" w:rsidRDefault="005B3ED9" w:rsidP="005B3ED9">
      <w:r>
        <w:t>315.8874</w:t>
      </w:r>
      <w:r>
        <w:tab/>
        <w:t>2.025e0</w:t>
      </w:r>
    </w:p>
    <w:p w:rsidR="005B3ED9" w:rsidRDefault="005B3ED9" w:rsidP="005B3ED9">
      <w:r>
        <w:t>315.9035</w:t>
      </w:r>
      <w:r>
        <w:tab/>
        <w:t>2.025e0</w:t>
      </w:r>
    </w:p>
    <w:p w:rsidR="005B3ED9" w:rsidRDefault="005B3ED9" w:rsidP="005B3ED9">
      <w:r>
        <w:t>315.9597</w:t>
      </w:r>
      <w:r>
        <w:tab/>
        <w:t>1.013e0</w:t>
      </w:r>
    </w:p>
    <w:p w:rsidR="005B3ED9" w:rsidRDefault="005B3ED9" w:rsidP="005B3ED9">
      <w:r>
        <w:t>315.9650</w:t>
      </w:r>
      <w:r>
        <w:tab/>
        <w:t>1.013e0</w:t>
      </w:r>
    </w:p>
    <w:p w:rsidR="005B3ED9" w:rsidRDefault="005B3ED9" w:rsidP="005B3ED9">
      <w:r>
        <w:t>315.9871</w:t>
      </w:r>
      <w:r>
        <w:tab/>
        <w:t>4.051e0</w:t>
      </w:r>
    </w:p>
    <w:p w:rsidR="005B3ED9" w:rsidRDefault="005B3ED9" w:rsidP="005B3ED9">
      <w:r>
        <w:t>316.0142</w:t>
      </w:r>
      <w:r>
        <w:tab/>
        <w:t>3.038e0</w:t>
      </w:r>
    </w:p>
    <w:p w:rsidR="005B3ED9" w:rsidRDefault="005B3ED9" w:rsidP="005B3ED9">
      <w:r>
        <w:t>316.0685</w:t>
      </w:r>
      <w:r>
        <w:tab/>
        <w:t>2.025e0</w:t>
      </w:r>
    </w:p>
    <w:p w:rsidR="005B3ED9" w:rsidRDefault="005B3ED9" w:rsidP="005B3ED9">
      <w:r>
        <w:t>316.0696</w:t>
      </w:r>
      <w:r>
        <w:tab/>
        <w:t>2.025e0</w:t>
      </w:r>
    </w:p>
    <w:p w:rsidR="005B3ED9" w:rsidRDefault="005B3ED9" w:rsidP="005B3ED9">
      <w:r>
        <w:t>316.0736</w:t>
      </w:r>
      <w:r>
        <w:tab/>
        <w:t>1.013e0</w:t>
      </w:r>
    </w:p>
    <w:p w:rsidR="005B3ED9" w:rsidRDefault="005B3ED9" w:rsidP="005B3ED9">
      <w:r>
        <w:lastRenderedPageBreak/>
        <w:t>316.1384</w:t>
      </w:r>
      <w:r>
        <w:tab/>
        <w:t>2.025e0</w:t>
      </w:r>
    </w:p>
    <w:p w:rsidR="005B3ED9" w:rsidRDefault="005B3ED9" w:rsidP="005B3ED9">
      <w:r>
        <w:t>316.1517</w:t>
      </w:r>
      <w:r>
        <w:tab/>
        <w:t>2.025e0</w:t>
      </w:r>
    </w:p>
    <w:p w:rsidR="005B3ED9" w:rsidRDefault="005B3ED9" w:rsidP="005B3ED9">
      <w:r>
        <w:t>316.1823</w:t>
      </w:r>
      <w:r>
        <w:tab/>
        <w:t>1.013e0</w:t>
      </w:r>
    </w:p>
    <w:p w:rsidR="005B3ED9" w:rsidRDefault="005B3ED9" w:rsidP="005B3ED9">
      <w:r>
        <w:t>316.1993</w:t>
      </w:r>
      <w:r>
        <w:tab/>
        <w:t>2.025e0</w:t>
      </w:r>
    </w:p>
    <w:p w:rsidR="005B3ED9" w:rsidRDefault="005B3ED9" w:rsidP="005B3ED9">
      <w:r>
        <w:t>316.2215</w:t>
      </w:r>
      <w:r>
        <w:tab/>
        <w:t>1.013e0</w:t>
      </w:r>
    </w:p>
    <w:p w:rsidR="005B3ED9" w:rsidRDefault="005B3ED9" w:rsidP="005B3ED9">
      <w:r>
        <w:t>316.2416</w:t>
      </w:r>
      <w:r>
        <w:tab/>
        <w:t>2.025e0</w:t>
      </w:r>
    </w:p>
    <w:p w:rsidR="005B3ED9" w:rsidRDefault="005B3ED9" w:rsidP="005B3ED9">
      <w:r>
        <w:t>316.2453</w:t>
      </w:r>
      <w:r>
        <w:tab/>
        <w:t>1.013e0</w:t>
      </w:r>
    </w:p>
    <w:p w:rsidR="005B3ED9" w:rsidRDefault="005B3ED9" w:rsidP="005B3ED9">
      <w:r>
        <w:t>316.2624</w:t>
      </w:r>
      <w:r>
        <w:tab/>
        <w:t>1.013e0</w:t>
      </w:r>
    </w:p>
    <w:p w:rsidR="005B3ED9" w:rsidRDefault="005B3ED9" w:rsidP="005B3ED9">
      <w:r>
        <w:t>316.2819</w:t>
      </w:r>
      <w:r>
        <w:tab/>
        <w:t>1.013e0</w:t>
      </w:r>
    </w:p>
    <w:p w:rsidR="005B3ED9" w:rsidRDefault="005B3ED9" w:rsidP="005B3ED9">
      <w:r>
        <w:t>316.2906</w:t>
      </w:r>
      <w:r>
        <w:tab/>
        <w:t>3.038e0</w:t>
      </w:r>
    </w:p>
    <w:p w:rsidR="005B3ED9" w:rsidRDefault="005B3ED9" w:rsidP="005B3ED9">
      <w:r>
        <w:t>316.3101</w:t>
      </w:r>
      <w:r>
        <w:tab/>
        <w:t>1.013e0</w:t>
      </w:r>
    </w:p>
    <w:p w:rsidR="005B3ED9" w:rsidRDefault="005B3ED9" w:rsidP="005B3ED9">
      <w:r>
        <w:t>316.4342</w:t>
      </w:r>
      <w:r>
        <w:tab/>
        <w:t>1.013e0</w:t>
      </w:r>
    </w:p>
    <w:p w:rsidR="005B3ED9" w:rsidRDefault="005B3ED9" w:rsidP="005B3ED9">
      <w:r>
        <w:t>316.4470</w:t>
      </w:r>
      <w:r>
        <w:tab/>
        <w:t>1.013e0</w:t>
      </w:r>
    </w:p>
    <w:p w:rsidR="005B3ED9" w:rsidRDefault="005B3ED9" w:rsidP="005B3ED9">
      <w:r>
        <w:t>316.4615</w:t>
      </w:r>
      <w:r>
        <w:tab/>
        <w:t>2.025e0</w:t>
      </w:r>
    </w:p>
    <w:p w:rsidR="005B3ED9" w:rsidRDefault="005B3ED9" w:rsidP="005B3ED9">
      <w:r>
        <w:t>316.5372</w:t>
      </w:r>
      <w:r>
        <w:tab/>
        <w:t>1.013e0</w:t>
      </w:r>
    </w:p>
    <w:p w:rsidR="005B3ED9" w:rsidRDefault="005B3ED9" w:rsidP="005B3ED9">
      <w:r>
        <w:t>316.5557</w:t>
      </w:r>
      <w:r>
        <w:tab/>
        <w:t>1.013e0</w:t>
      </w:r>
    </w:p>
    <w:p w:rsidR="005B3ED9" w:rsidRDefault="005B3ED9" w:rsidP="005B3ED9">
      <w:r>
        <w:t>316.5799</w:t>
      </w:r>
      <w:r>
        <w:tab/>
        <w:t>1.013e0</w:t>
      </w:r>
    </w:p>
    <w:p w:rsidR="005B3ED9" w:rsidRDefault="005B3ED9" w:rsidP="005B3ED9">
      <w:r>
        <w:t>316.7046</w:t>
      </w:r>
      <w:r>
        <w:tab/>
        <w:t>3.038e0</w:t>
      </w:r>
    </w:p>
    <w:p w:rsidR="005B3ED9" w:rsidRDefault="005B3ED9" w:rsidP="005B3ED9">
      <w:r>
        <w:t>316.7650</w:t>
      </w:r>
      <w:r>
        <w:tab/>
        <w:t>1.013e0</w:t>
      </w:r>
    </w:p>
    <w:p w:rsidR="005B3ED9" w:rsidRDefault="005B3ED9" w:rsidP="005B3ED9">
      <w:r>
        <w:lastRenderedPageBreak/>
        <w:t>316.7758</w:t>
      </w:r>
      <w:r>
        <w:tab/>
        <w:t>2.025e0</w:t>
      </w:r>
    </w:p>
    <w:p w:rsidR="005B3ED9" w:rsidRDefault="005B3ED9" w:rsidP="005B3ED9">
      <w:r>
        <w:t>316.8294</w:t>
      </w:r>
      <w:r>
        <w:tab/>
        <w:t>1.013e0</w:t>
      </w:r>
    </w:p>
    <w:p w:rsidR="005B3ED9" w:rsidRDefault="005B3ED9" w:rsidP="005B3ED9">
      <w:r>
        <w:t>316.8496</w:t>
      </w:r>
      <w:r>
        <w:tab/>
        <w:t>1.013e0</w:t>
      </w:r>
    </w:p>
    <w:p w:rsidR="005B3ED9" w:rsidRDefault="005B3ED9" w:rsidP="005B3ED9">
      <w:r>
        <w:t>316.8696</w:t>
      </w:r>
      <w:r>
        <w:tab/>
        <w:t>1.013e0</w:t>
      </w:r>
    </w:p>
    <w:p w:rsidR="005B3ED9" w:rsidRDefault="005B3ED9" w:rsidP="005B3ED9">
      <w:r>
        <w:t>316.9061</w:t>
      </w:r>
      <w:r>
        <w:tab/>
        <w:t>1.013e0</w:t>
      </w:r>
    </w:p>
    <w:p w:rsidR="005B3ED9" w:rsidRDefault="005B3ED9" w:rsidP="005B3ED9">
      <w:r>
        <w:t>316.9342</w:t>
      </w:r>
      <w:r>
        <w:tab/>
        <w:t>1.013e0</w:t>
      </w:r>
    </w:p>
    <w:p w:rsidR="005B3ED9" w:rsidRDefault="005B3ED9" w:rsidP="005B3ED9">
      <w:r>
        <w:t>316.9548</w:t>
      </w:r>
      <w:r>
        <w:tab/>
        <w:t>6.076e0</w:t>
      </w:r>
    </w:p>
    <w:p w:rsidR="005B3ED9" w:rsidRDefault="005B3ED9" w:rsidP="005B3ED9">
      <w:r>
        <w:t>316.9564</w:t>
      </w:r>
      <w:r>
        <w:tab/>
        <w:t>2.025e0</w:t>
      </w:r>
    </w:p>
    <w:p w:rsidR="005B3ED9" w:rsidRDefault="005B3ED9" w:rsidP="005B3ED9">
      <w:r>
        <w:t>316.9624</w:t>
      </w:r>
      <w:r>
        <w:tab/>
        <w:t>1.013e0</w:t>
      </w:r>
    </w:p>
    <w:p w:rsidR="005B3ED9" w:rsidRDefault="005B3ED9" w:rsidP="005B3ED9">
      <w:r>
        <w:t>316.9917</w:t>
      </w:r>
      <w:r>
        <w:tab/>
        <w:t>2.025e0</w:t>
      </w:r>
    </w:p>
    <w:p w:rsidR="005B3ED9" w:rsidRDefault="005B3ED9" w:rsidP="005B3ED9">
      <w:r>
        <w:t>317.0015</w:t>
      </w:r>
      <w:r>
        <w:tab/>
        <w:t>2.025e0</w:t>
      </w:r>
    </w:p>
    <w:p w:rsidR="005B3ED9" w:rsidRDefault="005B3ED9" w:rsidP="005B3ED9">
      <w:r>
        <w:t>317.0470</w:t>
      </w:r>
      <w:r>
        <w:tab/>
        <w:t>2.025e0</w:t>
      </w:r>
    </w:p>
    <w:p w:rsidR="005B3ED9" w:rsidRDefault="005B3ED9" w:rsidP="005B3ED9">
      <w:r>
        <w:t>317.0754</w:t>
      </w:r>
      <w:r>
        <w:tab/>
        <w:t>2.025e0</w:t>
      </w:r>
    </w:p>
    <w:p w:rsidR="005B3ED9" w:rsidRDefault="005B3ED9" w:rsidP="005B3ED9">
      <w:r>
        <w:t>317.0912</w:t>
      </w:r>
      <w:r>
        <w:tab/>
        <w:t>1.013e0</w:t>
      </w:r>
    </w:p>
    <w:p w:rsidR="005B3ED9" w:rsidRDefault="005B3ED9" w:rsidP="005B3ED9">
      <w:r>
        <w:t>317.1194</w:t>
      </w:r>
      <w:r>
        <w:tab/>
        <w:t>1.013e0</w:t>
      </w:r>
    </w:p>
    <w:p w:rsidR="005B3ED9" w:rsidRDefault="005B3ED9" w:rsidP="005B3ED9">
      <w:r>
        <w:t>317.1263</w:t>
      </w:r>
      <w:r>
        <w:tab/>
        <w:t>3.038e0</w:t>
      </w:r>
    </w:p>
    <w:p w:rsidR="005B3ED9" w:rsidRDefault="005B3ED9" w:rsidP="005B3ED9">
      <w:r>
        <w:t>317.1276</w:t>
      </w:r>
      <w:r>
        <w:tab/>
        <w:t>1.013e0</w:t>
      </w:r>
    </w:p>
    <w:p w:rsidR="005B3ED9" w:rsidRDefault="005B3ED9" w:rsidP="005B3ED9">
      <w:r>
        <w:t>317.1559</w:t>
      </w:r>
      <w:r>
        <w:tab/>
        <w:t>2.025e0</w:t>
      </w:r>
    </w:p>
    <w:p w:rsidR="005B3ED9" w:rsidRDefault="005B3ED9" w:rsidP="005B3ED9">
      <w:r>
        <w:t>317.2141</w:t>
      </w:r>
      <w:r>
        <w:tab/>
        <w:t>2.025e0</w:t>
      </w:r>
    </w:p>
    <w:p w:rsidR="005B3ED9" w:rsidRDefault="005B3ED9" w:rsidP="005B3ED9">
      <w:r>
        <w:lastRenderedPageBreak/>
        <w:t>317.2198</w:t>
      </w:r>
      <w:r>
        <w:tab/>
        <w:t>3.038e0</w:t>
      </w:r>
    </w:p>
    <w:p w:rsidR="005B3ED9" w:rsidRDefault="005B3ED9" w:rsidP="005B3ED9">
      <w:r>
        <w:t>317.2654</w:t>
      </w:r>
      <w:r>
        <w:tab/>
        <w:t>1.013e0</w:t>
      </w:r>
    </w:p>
    <w:p w:rsidR="005B3ED9" w:rsidRDefault="005B3ED9" w:rsidP="005B3ED9">
      <w:r>
        <w:t>317.2859</w:t>
      </w:r>
      <w:r>
        <w:tab/>
        <w:t>3.038e0</w:t>
      </w:r>
    </w:p>
    <w:p w:rsidR="005B3ED9" w:rsidRDefault="005B3ED9" w:rsidP="005B3ED9">
      <w:r>
        <w:t>317.2927</w:t>
      </w:r>
      <w:r>
        <w:tab/>
        <w:t>2.025e0</w:t>
      </w:r>
    </w:p>
    <w:p w:rsidR="005B3ED9" w:rsidRDefault="005B3ED9" w:rsidP="005B3ED9">
      <w:r>
        <w:t>317.3128</w:t>
      </w:r>
      <w:r>
        <w:tab/>
        <w:t>1.013e0</w:t>
      </w:r>
    </w:p>
    <w:p w:rsidR="005B3ED9" w:rsidRDefault="005B3ED9" w:rsidP="005B3ED9">
      <w:r>
        <w:t>317.3935</w:t>
      </w:r>
      <w:r>
        <w:tab/>
        <w:t>1.013e0</w:t>
      </w:r>
    </w:p>
    <w:p w:rsidR="005B3ED9" w:rsidRDefault="005B3ED9" w:rsidP="005B3ED9">
      <w:r>
        <w:t>317.4375</w:t>
      </w:r>
      <w:r>
        <w:tab/>
        <w:t>1.013e0</w:t>
      </w:r>
    </w:p>
    <w:p w:rsidR="005B3ED9" w:rsidRDefault="005B3ED9" w:rsidP="005B3ED9">
      <w:r>
        <w:t>317.4699</w:t>
      </w:r>
      <w:r>
        <w:tab/>
        <w:t>1.013e0</w:t>
      </w:r>
    </w:p>
    <w:p w:rsidR="005B3ED9" w:rsidRDefault="005B3ED9" w:rsidP="005B3ED9">
      <w:r>
        <w:t>317.5025</w:t>
      </w:r>
      <w:r>
        <w:tab/>
        <w:t>2.025e0</w:t>
      </w:r>
    </w:p>
    <w:p w:rsidR="005B3ED9" w:rsidRDefault="005B3ED9" w:rsidP="005B3ED9">
      <w:r>
        <w:t>317.5409</w:t>
      </w:r>
      <w:r>
        <w:tab/>
        <w:t>2.025e0</w:t>
      </w:r>
    </w:p>
    <w:p w:rsidR="005B3ED9" w:rsidRDefault="005B3ED9" w:rsidP="005B3ED9">
      <w:r>
        <w:t>317.5639</w:t>
      </w:r>
      <w:r>
        <w:tab/>
        <w:t>1.013e0</w:t>
      </w:r>
    </w:p>
    <w:p w:rsidR="005B3ED9" w:rsidRDefault="005B3ED9" w:rsidP="005B3ED9">
      <w:r>
        <w:t>317.6311</w:t>
      </w:r>
      <w:r>
        <w:tab/>
        <w:t>1.013e0</w:t>
      </w:r>
    </w:p>
    <w:p w:rsidR="005B3ED9" w:rsidRDefault="005B3ED9" w:rsidP="005B3ED9">
      <w:r>
        <w:t>317.6916</w:t>
      </w:r>
      <w:r>
        <w:tab/>
        <w:t>1.013e0</w:t>
      </w:r>
    </w:p>
    <w:p w:rsidR="005B3ED9" w:rsidRDefault="005B3ED9" w:rsidP="005B3ED9">
      <w:r>
        <w:t>317.7765</w:t>
      </w:r>
      <w:r>
        <w:tab/>
        <w:t>1.013e0</w:t>
      </w:r>
    </w:p>
    <w:p w:rsidR="005B3ED9" w:rsidRDefault="005B3ED9" w:rsidP="005B3ED9">
      <w:r>
        <w:t>317.8109</w:t>
      </w:r>
      <w:r>
        <w:tab/>
        <w:t>1.013e0</w:t>
      </w:r>
    </w:p>
    <w:p w:rsidR="005B3ED9" w:rsidRDefault="005B3ED9" w:rsidP="005B3ED9">
      <w:r>
        <w:t>317.9052</w:t>
      </w:r>
      <w:r>
        <w:tab/>
        <w:t>1.013e0</w:t>
      </w:r>
    </w:p>
    <w:p w:rsidR="005B3ED9" w:rsidRDefault="005B3ED9" w:rsidP="005B3ED9">
      <w:r>
        <w:t>317.9374</w:t>
      </w:r>
      <w:r>
        <w:tab/>
        <w:t>1.013e0</w:t>
      </w:r>
    </w:p>
    <w:p w:rsidR="005B3ED9" w:rsidRDefault="005B3ED9" w:rsidP="005B3ED9">
      <w:r>
        <w:t>317.9858</w:t>
      </w:r>
      <w:r>
        <w:tab/>
        <w:t>1.013e0</w:t>
      </w:r>
    </w:p>
    <w:p w:rsidR="005B3ED9" w:rsidRDefault="005B3ED9" w:rsidP="005B3ED9">
      <w:r>
        <w:t>318.0007</w:t>
      </w:r>
      <w:r>
        <w:tab/>
        <w:t>1.013e0</w:t>
      </w:r>
    </w:p>
    <w:p w:rsidR="005B3ED9" w:rsidRDefault="005B3ED9" w:rsidP="005B3ED9">
      <w:r>
        <w:lastRenderedPageBreak/>
        <w:t>318.0179</w:t>
      </w:r>
      <w:r>
        <w:tab/>
        <w:t>3.038e0</w:t>
      </w:r>
    </w:p>
    <w:p w:rsidR="005B3ED9" w:rsidRDefault="005B3ED9" w:rsidP="005B3ED9">
      <w:r>
        <w:t>318.0341</w:t>
      </w:r>
      <w:r>
        <w:tab/>
        <w:t>1.013e0</w:t>
      </w:r>
    </w:p>
    <w:p w:rsidR="005B3ED9" w:rsidRDefault="005B3ED9" w:rsidP="005B3ED9">
      <w:r>
        <w:t>318.0381</w:t>
      </w:r>
      <w:r>
        <w:tab/>
        <w:t>2.025e0</w:t>
      </w:r>
    </w:p>
    <w:p w:rsidR="005B3ED9" w:rsidRDefault="005B3ED9" w:rsidP="005B3ED9">
      <w:r>
        <w:t>318.0754</w:t>
      </w:r>
      <w:r>
        <w:tab/>
        <w:t>1.013e0</w:t>
      </w:r>
    </w:p>
    <w:p w:rsidR="005B3ED9" w:rsidRDefault="005B3ED9" w:rsidP="005B3ED9">
      <w:r>
        <w:t>318.1330</w:t>
      </w:r>
      <w:r>
        <w:tab/>
        <w:t>1.013e0</w:t>
      </w:r>
    </w:p>
    <w:p w:rsidR="005B3ED9" w:rsidRDefault="005B3ED9" w:rsidP="005B3ED9">
      <w:r>
        <w:t>318.1387</w:t>
      </w:r>
      <w:r>
        <w:tab/>
        <w:t>1.013e0</w:t>
      </w:r>
    </w:p>
    <w:p w:rsidR="005B3ED9" w:rsidRDefault="005B3ED9" w:rsidP="005B3ED9">
      <w:r>
        <w:t>318.1954</w:t>
      </w:r>
      <w:r>
        <w:tab/>
        <w:t>1.013e0</w:t>
      </w:r>
    </w:p>
    <w:p w:rsidR="005B3ED9" w:rsidRDefault="005B3ED9" w:rsidP="005B3ED9">
      <w:r>
        <w:t>318.1975</w:t>
      </w:r>
      <w:r>
        <w:tab/>
        <w:t>2.025e0</w:t>
      </w:r>
    </w:p>
    <w:p w:rsidR="005B3ED9" w:rsidRDefault="005B3ED9" w:rsidP="005B3ED9">
      <w:r>
        <w:t>318.2277</w:t>
      </w:r>
      <w:r>
        <w:tab/>
        <w:t>1.013e0</w:t>
      </w:r>
    </w:p>
    <w:p w:rsidR="005B3ED9" w:rsidRDefault="005B3ED9" w:rsidP="005B3ED9">
      <w:r>
        <w:t>318.2316</w:t>
      </w:r>
      <w:r>
        <w:tab/>
        <w:t>2.025e0</w:t>
      </w:r>
    </w:p>
    <w:p w:rsidR="005B3ED9" w:rsidRDefault="005B3ED9" w:rsidP="005B3ED9">
      <w:r>
        <w:t>318.2417</w:t>
      </w:r>
      <w:r>
        <w:tab/>
        <w:t>2.025e0</w:t>
      </w:r>
    </w:p>
    <w:p w:rsidR="005B3ED9" w:rsidRDefault="005B3ED9" w:rsidP="005B3ED9">
      <w:r>
        <w:t>318.2612</w:t>
      </w:r>
      <w:r>
        <w:tab/>
        <w:t>2.025e0</w:t>
      </w:r>
    </w:p>
    <w:p w:rsidR="005B3ED9" w:rsidRDefault="005B3ED9" w:rsidP="005B3ED9">
      <w:r>
        <w:t>318.2883</w:t>
      </w:r>
      <w:r>
        <w:tab/>
        <w:t>1.013e0</w:t>
      </w:r>
    </w:p>
    <w:p w:rsidR="005B3ED9" w:rsidRDefault="005B3ED9" w:rsidP="005B3ED9">
      <w:r>
        <w:t>318.4109</w:t>
      </w:r>
      <w:r>
        <w:tab/>
        <w:t>2.025e0</w:t>
      </w:r>
    </w:p>
    <w:p w:rsidR="005B3ED9" w:rsidRDefault="005B3ED9" w:rsidP="005B3ED9">
      <w:r>
        <w:t>318.4265</w:t>
      </w:r>
      <w:r>
        <w:tab/>
        <w:t>1.013e0</w:t>
      </w:r>
    </w:p>
    <w:p w:rsidR="005B3ED9" w:rsidRDefault="005B3ED9" w:rsidP="005B3ED9">
      <w:r>
        <w:t>318.4783</w:t>
      </w:r>
      <w:r>
        <w:tab/>
        <w:t>1.013e0</w:t>
      </w:r>
    </w:p>
    <w:p w:rsidR="005B3ED9" w:rsidRDefault="005B3ED9" w:rsidP="005B3ED9">
      <w:r>
        <w:t>318.4814</w:t>
      </w:r>
      <w:r>
        <w:tab/>
        <w:t>2.025e0</w:t>
      </w:r>
    </w:p>
    <w:p w:rsidR="005B3ED9" w:rsidRDefault="005B3ED9" w:rsidP="005B3ED9">
      <w:r>
        <w:t>318.5179</w:t>
      </w:r>
      <w:r>
        <w:tab/>
        <w:t>1.013e0</w:t>
      </w:r>
    </w:p>
    <w:p w:rsidR="005B3ED9" w:rsidRDefault="005B3ED9" w:rsidP="005B3ED9">
      <w:r>
        <w:t>318.5647</w:t>
      </w:r>
      <w:r>
        <w:tab/>
        <w:t>1.013e0</w:t>
      </w:r>
    </w:p>
    <w:p w:rsidR="005B3ED9" w:rsidRDefault="005B3ED9" w:rsidP="005B3ED9">
      <w:r>
        <w:lastRenderedPageBreak/>
        <w:t>318.5885</w:t>
      </w:r>
      <w:r>
        <w:tab/>
        <w:t>2.025e0</w:t>
      </w:r>
    </w:p>
    <w:p w:rsidR="005B3ED9" w:rsidRDefault="005B3ED9" w:rsidP="005B3ED9">
      <w:r>
        <w:t>318.6972</w:t>
      </w:r>
      <w:r>
        <w:tab/>
        <w:t>1.013e0</w:t>
      </w:r>
    </w:p>
    <w:p w:rsidR="005B3ED9" w:rsidRDefault="005B3ED9" w:rsidP="005B3ED9">
      <w:r>
        <w:t>318.7548</w:t>
      </w:r>
      <w:r>
        <w:tab/>
        <w:t>1.013e0</w:t>
      </w:r>
    </w:p>
    <w:p w:rsidR="005B3ED9" w:rsidRDefault="005B3ED9" w:rsidP="005B3ED9">
      <w:r>
        <w:t>318.7679</w:t>
      </w:r>
      <w:r>
        <w:tab/>
        <w:t>1.013e0</w:t>
      </w:r>
    </w:p>
    <w:p w:rsidR="005B3ED9" w:rsidRDefault="005B3ED9" w:rsidP="005B3ED9">
      <w:r>
        <w:t>318.7762</w:t>
      </w:r>
      <w:r>
        <w:tab/>
        <w:t>2.025e0</w:t>
      </w:r>
    </w:p>
    <w:p w:rsidR="005B3ED9" w:rsidRDefault="005B3ED9" w:rsidP="005B3ED9">
      <w:r>
        <w:t>318.8406</w:t>
      </w:r>
      <w:r>
        <w:tab/>
        <w:t>1.013e0</w:t>
      </w:r>
    </w:p>
    <w:p w:rsidR="005B3ED9" w:rsidRDefault="005B3ED9" w:rsidP="005B3ED9">
      <w:r>
        <w:t>318.8643</w:t>
      </w:r>
      <w:r>
        <w:tab/>
        <w:t>1.013e0</w:t>
      </w:r>
    </w:p>
    <w:p w:rsidR="005B3ED9" w:rsidRDefault="005B3ED9" w:rsidP="005B3ED9">
      <w:r>
        <w:t>318.8777</w:t>
      </w:r>
      <w:r>
        <w:tab/>
        <w:t>3.038e0</w:t>
      </w:r>
    </w:p>
    <w:p w:rsidR="005B3ED9" w:rsidRDefault="005B3ED9" w:rsidP="005B3ED9">
      <w:r>
        <w:t>318.8969</w:t>
      </w:r>
      <w:r>
        <w:tab/>
        <w:t>1.013e0</w:t>
      </w:r>
    </w:p>
    <w:p w:rsidR="005B3ED9" w:rsidRDefault="005B3ED9" w:rsidP="005B3ED9">
      <w:r>
        <w:t>318.9012</w:t>
      </w:r>
      <w:r>
        <w:tab/>
        <w:t>3.038e0</w:t>
      </w:r>
    </w:p>
    <w:p w:rsidR="005B3ED9" w:rsidRDefault="005B3ED9" w:rsidP="005B3ED9">
      <w:r>
        <w:t>318.9111</w:t>
      </w:r>
      <w:r>
        <w:tab/>
        <w:t>2.025e0</w:t>
      </w:r>
    </w:p>
    <w:p w:rsidR="005B3ED9" w:rsidRDefault="005B3ED9" w:rsidP="005B3ED9">
      <w:r>
        <w:t>318.9335</w:t>
      </w:r>
      <w:r>
        <w:tab/>
        <w:t>1.013e0</w:t>
      </w:r>
    </w:p>
    <w:p w:rsidR="005B3ED9" w:rsidRDefault="005B3ED9" w:rsidP="005B3ED9">
      <w:r>
        <w:t>318.9450</w:t>
      </w:r>
      <w:r>
        <w:tab/>
        <w:t>1.013e0</w:t>
      </w:r>
    </w:p>
    <w:p w:rsidR="005B3ED9" w:rsidRDefault="005B3ED9" w:rsidP="005B3ED9">
      <w:r>
        <w:t>318.9623</w:t>
      </w:r>
      <w:r>
        <w:tab/>
        <w:t>2.025e0</w:t>
      </w:r>
    </w:p>
    <w:p w:rsidR="005B3ED9" w:rsidRDefault="005B3ED9" w:rsidP="005B3ED9">
      <w:r>
        <w:t>319.0019</w:t>
      </w:r>
      <w:r>
        <w:tab/>
        <w:t>1.013e0</w:t>
      </w:r>
    </w:p>
    <w:p w:rsidR="005B3ED9" w:rsidRDefault="005B3ED9" w:rsidP="005B3ED9">
      <w:r>
        <w:t>319.0125</w:t>
      </w:r>
      <w:r>
        <w:tab/>
        <w:t>2.025e0</w:t>
      </w:r>
    </w:p>
    <w:p w:rsidR="005B3ED9" w:rsidRDefault="005B3ED9" w:rsidP="005B3ED9">
      <w:r>
        <w:t>319.0143</w:t>
      </w:r>
      <w:r>
        <w:tab/>
        <w:t>1.013e0</w:t>
      </w:r>
    </w:p>
    <w:p w:rsidR="005B3ED9" w:rsidRDefault="005B3ED9" w:rsidP="005B3ED9">
      <w:r>
        <w:t>319.0381</w:t>
      </w:r>
      <w:r>
        <w:tab/>
        <w:t>1.013e0</w:t>
      </w:r>
    </w:p>
    <w:p w:rsidR="005B3ED9" w:rsidRDefault="005B3ED9" w:rsidP="005B3ED9">
      <w:r>
        <w:t>319.0431</w:t>
      </w:r>
      <w:r>
        <w:tab/>
        <w:t>1.013e0</w:t>
      </w:r>
    </w:p>
    <w:p w:rsidR="005B3ED9" w:rsidRDefault="005B3ED9" w:rsidP="005B3ED9">
      <w:r>
        <w:lastRenderedPageBreak/>
        <w:t>319.0777</w:t>
      </w:r>
      <w:r>
        <w:tab/>
        <w:t>1.013e0</w:t>
      </w:r>
    </w:p>
    <w:p w:rsidR="005B3ED9" w:rsidRDefault="005B3ED9" w:rsidP="005B3ED9">
      <w:r>
        <w:t>319.0942</w:t>
      </w:r>
      <w:r>
        <w:tab/>
        <w:t>3.038e0</w:t>
      </w:r>
    </w:p>
    <w:p w:rsidR="005B3ED9" w:rsidRDefault="005B3ED9" w:rsidP="005B3ED9">
      <w:r>
        <w:t>319.1065</w:t>
      </w:r>
      <w:r>
        <w:tab/>
        <w:t>1.013e0</w:t>
      </w:r>
    </w:p>
    <w:p w:rsidR="005B3ED9" w:rsidRDefault="005B3ED9" w:rsidP="005B3ED9">
      <w:r>
        <w:t>319.1296</w:t>
      </w:r>
      <w:r>
        <w:tab/>
        <w:t>1.013e0</w:t>
      </w:r>
    </w:p>
    <w:p w:rsidR="005B3ED9" w:rsidRDefault="005B3ED9" w:rsidP="005B3ED9">
      <w:r>
        <w:t>319.1815</w:t>
      </w:r>
      <w:r>
        <w:tab/>
        <w:t>1.013e0</w:t>
      </w:r>
    </w:p>
    <w:p w:rsidR="005B3ED9" w:rsidRDefault="005B3ED9" w:rsidP="005B3ED9">
      <w:r>
        <w:t>319.1994</w:t>
      </w:r>
      <w:r>
        <w:tab/>
        <w:t>1.013e0</w:t>
      </w:r>
    </w:p>
    <w:p w:rsidR="005B3ED9" w:rsidRDefault="005B3ED9" w:rsidP="005B3ED9">
      <w:r>
        <w:t>319.2196</w:t>
      </w:r>
      <w:r>
        <w:tab/>
        <w:t>1.013e0</w:t>
      </w:r>
    </w:p>
    <w:p w:rsidR="005B3ED9" w:rsidRDefault="005B3ED9" w:rsidP="005B3ED9">
      <w:r>
        <w:t>319.3662</w:t>
      </w:r>
      <w:r>
        <w:tab/>
        <w:t>1.013e0</w:t>
      </w:r>
    </w:p>
    <w:p w:rsidR="005B3ED9" w:rsidRDefault="005B3ED9" w:rsidP="005B3ED9">
      <w:r>
        <w:t>319.4658</w:t>
      </w:r>
      <w:r>
        <w:tab/>
        <w:t>2.025e0</w:t>
      </w:r>
    </w:p>
    <w:p w:rsidR="005B3ED9" w:rsidRDefault="005B3ED9" w:rsidP="005B3ED9">
      <w:r>
        <w:t>319.4991</w:t>
      </w:r>
      <w:r>
        <w:tab/>
        <w:t>2.025e0</w:t>
      </w:r>
    </w:p>
    <w:p w:rsidR="005B3ED9" w:rsidRDefault="005B3ED9" w:rsidP="005B3ED9">
      <w:r>
        <w:t>319.5048</w:t>
      </w:r>
      <w:r>
        <w:tab/>
        <w:t>1.013e0</w:t>
      </w:r>
    </w:p>
    <w:p w:rsidR="005B3ED9" w:rsidRDefault="005B3ED9" w:rsidP="005B3ED9">
      <w:r>
        <w:t>319.5279</w:t>
      </w:r>
      <w:r>
        <w:tab/>
        <w:t>1.013e0</w:t>
      </w:r>
    </w:p>
    <w:p w:rsidR="005B3ED9" w:rsidRDefault="005B3ED9" w:rsidP="005B3ED9">
      <w:r>
        <w:t>319.6088</w:t>
      </w:r>
      <w:r>
        <w:tab/>
        <w:t>1.013e0</w:t>
      </w:r>
    </w:p>
    <w:p w:rsidR="005B3ED9" w:rsidRDefault="005B3ED9" w:rsidP="005B3ED9">
      <w:r>
        <w:t>319.6756</w:t>
      </w:r>
      <w:r>
        <w:tab/>
        <w:t>1.013e0</w:t>
      </w:r>
    </w:p>
    <w:p w:rsidR="005B3ED9" w:rsidRDefault="005B3ED9" w:rsidP="005B3ED9">
      <w:r>
        <w:t>319.6839</w:t>
      </w:r>
      <w:r>
        <w:tab/>
        <w:t>2.025e0</w:t>
      </w:r>
    </w:p>
    <w:p w:rsidR="005B3ED9" w:rsidRDefault="005B3ED9" w:rsidP="005B3ED9">
      <w:r>
        <w:t>319.8226</w:t>
      </w:r>
      <w:r>
        <w:tab/>
        <w:t>1.013e0</w:t>
      </w:r>
    </w:p>
    <w:p w:rsidR="005B3ED9" w:rsidRDefault="005B3ED9" w:rsidP="005B3ED9">
      <w:r>
        <w:t>319.9093</w:t>
      </w:r>
      <w:r>
        <w:tab/>
        <w:t>1.013e0</w:t>
      </w:r>
    </w:p>
    <w:p w:rsidR="005B3ED9" w:rsidRDefault="005B3ED9" w:rsidP="005B3ED9">
      <w:r>
        <w:t>319.9178</w:t>
      </w:r>
      <w:r>
        <w:tab/>
        <w:t>2.025e0</w:t>
      </w:r>
    </w:p>
    <w:p w:rsidR="005B3ED9" w:rsidRDefault="005B3ED9" w:rsidP="005B3ED9">
      <w:r>
        <w:t>319.9210</w:t>
      </w:r>
      <w:r>
        <w:tab/>
        <w:t>2.025e0</w:t>
      </w:r>
    </w:p>
    <w:p w:rsidR="005B3ED9" w:rsidRDefault="005B3ED9" w:rsidP="005B3ED9">
      <w:r>
        <w:lastRenderedPageBreak/>
        <w:t>319.9400</w:t>
      </w:r>
      <w:r>
        <w:tab/>
        <w:t>2.025e0</w:t>
      </w:r>
    </w:p>
    <w:p w:rsidR="005B3ED9" w:rsidRDefault="005B3ED9" w:rsidP="005B3ED9">
      <w:r>
        <w:t>319.9556</w:t>
      </w:r>
      <w:r>
        <w:tab/>
        <w:t>1.013e0</w:t>
      </w:r>
    </w:p>
    <w:p w:rsidR="005B3ED9" w:rsidRDefault="005B3ED9" w:rsidP="005B3ED9">
      <w:r>
        <w:t>319.9799</w:t>
      </w:r>
      <w:r>
        <w:tab/>
        <w:t>2.025e0</w:t>
      </w:r>
    </w:p>
    <w:p w:rsidR="005B3ED9" w:rsidRDefault="005B3ED9" w:rsidP="005B3ED9">
      <w:r>
        <w:t>319.9819</w:t>
      </w:r>
      <w:r>
        <w:tab/>
        <w:t>2.025e0</w:t>
      </w:r>
    </w:p>
    <w:p w:rsidR="005B3ED9" w:rsidRDefault="005B3ED9" w:rsidP="005B3ED9">
      <w:r>
        <w:t>320.0226</w:t>
      </w:r>
      <w:r>
        <w:tab/>
        <w:t>2.025e0</w:t>
      </w:r>
    </w:p>
    <w:p w:rsidR="005B3ED9" w:rsidRDefault="005B3ED9" w:rsidP="005B3ED9">
      <w:r>
        <w:t>320.0423</w:t>
      </w:r>
      <w:r>
        <w:tab/>
        <w:t>1.013e0</w:t>
      </w:r>
    </w:p>
    <w:p w:rsidR="005B3ED9" w:rsidRDefault="005B3ED9" w:rsidP="005B3ED9">
      <w:r>
        <w:t>320.1034</w:t>
      </w:r>
      <w:r>
        <w:tab/>
        <w:t>1.013e0</w:t>
      </w:r>
    </w:p>
    <w:p w:rsidR="005B3ED9" w:rsidRDefault="005B3ED9" w:rsidP="005B3ED9">
      <w:r>
        <w:t>320.1117</w:t>
      </w:r>
      <w:r>
        <w:tab/>
        <w:t>1.013e0</w:t>
      </w:r>
    </w:p>
    <w:p w:rsidR="005B3ED9" w:rsidRDefault="005B3ED9" w:rsidP="005B3ED9">
      <w:r>
        <w:t>320.1317</w:t>
      </w:r>
      <w:r>
        <w:tab/>
        <w:t>1.013e0</w:t>
      </w:r>
    </w:p>
    <w:p w:rsidR="005B3ED9" w:rsidRDefault="005B3ED9" w:rsidP="005B3ED9">
      <w:r>
        <w:t>320.1357</w:t>
      </w:r>
      <w:r>
        <w:tab/>
        <w:t>1.013e0</w:t>
      </w:r>
    </w:p>
    <w:p w:rsidR="005B3ED9" w:rsidRDefault="005B3ED9" w:rsidP="005B3ED9">
      <w:r>
        <w:t>320.1520</w:t>
      </w:r>
      <w:r>
        <w:tab/>
        <w:t>1.013e0</w:t>
      </w:r>
    </w:p>
    <w:p w:rsidR="005B3ED9" w:rsidRDefault="005B3ED9" w:rsidP="005B3ED9">
      <w:r>
        <w:t>320.1559</w:t>
      </w:r>
      <w:r>
        <w:tab/>
        <w:t>1.013e0</w:t>
      </w:r>
    </w:p>
    <w:p w:rsidR="005B3ED9" w:rsidRDefault="005B3ED9" w:rsidP="005B3ED9">
      <w:r>
        <w:t>320.2043</w:t>
      </w:r>
      <w:r>
        <w:tab/>
        <w:t>1.013e0</w:t>
      </w:r>
    </w:p>
    <w:p w:rsidR="005B3ED9" w:rsidRDefault="005B3ED9" w:rsidP="005B3ED9">
      <w:r>
        <w:t>320.2163</w:t>
      </w:r>
      <w:r>
        <w:tab/>
        <w:t>1.013e0</w:t>
      </w:r>
    </w:p>
    <w:p w:rsidR="005B3ED9" w:rsidRDefault="005B3ED9" w:rsidP="005B3ED9">
      <w:r>
        <w:t>320.2274</w:t>
      </w:r>
      <w:r>
        <w:tab/>
        <w:t>1.013e0</w:t>
      </w:r>
    </w:p>
    <w:p w:rsidR="005B3ED9" w:rsidRDefault="005B3ED9" w:rsidP="005B3ED9">
      <w:r>
        <w:t>320.2327</w:t>
      </w:r>
      <w:r>
        <w:tab/>
        <w:t>1.013e0</w:t>
      </w:r>
    </w:p>
    <w:p w:rsidR="005B3ED9" w:rsidRDefault="005B3ED9" w:rsidP="005B3ED9">
      <w:r>
        <w:t>320.2506</w:t>
      </w:r>
      <w:r>
        <w:tab/>
        <w:t>1.013e0</w:t>
      </w:r>
    </w:p>
    <w:p w:rsidR="005B3ED9" w:rsidRDefault="005B3ED9" w:rsidP="005B3ED9">
      <w:r>
        <w:t>320.2609</w:t>
      </w:r>
      <w:r>
        <w:tab/>
        <w:t>1.013e0</w:t>
      </w:r>
    </w:p>
    <w:p w:rsidR="005B3ED9" w:rsidRDefault="005B3ED9" w:rsidP="005B3ED9">
      <w:r>
        <w:t>320.2795</w:t>
      </w:r>
      <w:r>
        <w:tab/>
        <w:t>1.013e0</w:t>
      </w:r>
    </w:p>
    <w:p w:rsidR="005B3ED9" w:rsidRDefault="005B3ED9" w:rsidP="005B3ED9">
      <w:r>
        <w:lastRenderedPageBreak/>
        <w:t>320.2853</w:t>
      </w:r>
      <w:r>
        <w:tab/>
        <w:t>1.013e0</w:t>
      </w:r>
    </w:p>
    <w:p w:rsidR="005B3ED9" w:rsidRDefault="005B3ED9" w:rsidP="005B3ED9">
      <w:r>
        <w:t>320.2891</w:t>
      </w:r>
      <w:r>
        <w:tab/>
        <w:t>1.013e0</w:t>
      </w:r>
    </w:p>
    <w:p w:rsidR="005B3ED9" w:rsidRDefault="005B3ED9" w:rsidP="005B3ED9">
      <w:r>
        <w:t>320.4386</w:t>
      </w:r>
      <w:r>
        <w:tab/>
        <w:t>2.025e0</w:t>
      </w:r>
    </w:p>
    <w:p w:rsidR="005B3ED9" w:rsidRDefault="005B3ED9" w:rsidP="005B3ED9">
      <w:r>
        <w:t>320.6501</w:t>
      </w:r>
      <w:r>
        <w:tab/>
        <w:t>1.013e0</w:t>
      </w:r>
    </w:p>
    <w:p w:rsidR="005B3ED9" w:rsidRDefault="005B3ED9" w:rsidP="005B3ED9">
      <w:r>
        <w:t>320.7254</w:t>
      </w:r>
      <w:r>
        <w:tab/>
        <w:t>1.013e0</w:t>
      </w:r>
    </w:p>
    <w:p w:rsidR="005B3ED9" w:rsidRDefault="005B3ED9" w:rsidP="005B3ED9">
      <w:r>
        <w:t>320.8277</w:t>
      </w:r>
      <w:r>
        <w:tab/>
        <w:t>2.025e0</w:t>
      </w:r>
    </w:p>
    <w:p w:rsidR="005B3ED9" w:rsidRDefault="005B3ED9" w:rsidP="005B3ED9">
      <w:r>
        <w:t>320.8645</w:t>
      </w:r>
      <w:r>
        <w:tab/>
        <w:t>1.013e0</w:t>
      </w:r>
    </w:p>
    <w:p w:rsidR="005B3ED9" w:rsidRDefault="005B3ED9" w:rsidP="005B3ED9">
      <w:r>
        <w:t>320.8877</w:t>
      </w:r>
      <w:r>
        <w:tab/>
        <w:t>1.013e0</w:t>
      </w:r>
    </w:p>
    <w:p w:rsidR="005B3ED9" w:rsidRDefault="005B3ED9" w:rsidP="005B3ED9">
      <w:r>
        <w:t>320.9028</w:t>
      </w:r>
      <w:r>
        <w:tab/>
        <w:t>2.025e0</w:t>
      </w:r>
    </w:p>
    <w:p w:rsidR="005B3ED9" w:rsidRDefault="005B3ED9" w:rsidP="005B3ED9">
      <w:r>
        <w:t>320.9271</w:t>
      </w:r>
      <w:r>
        <w:tab/>
        <w:t>1.013e0</w:t>
      </w:r>
    </w:p>
    <w:p w:rsidR="005B3ED9" w:rsidRDefault="005B3ED9" w:rsidP="005B3ED9">
      <w:r>
        <w:t>320.9829</w:t>
      </w:r>
      <w:r>
        <w:tab/>
        <w:t>2.025e0</w:t>
      </w:r>
    </w:p>
    <w:p w:rsidR="005B3ED9" w:rsidRDefault="005B3ED9" w:rsidP="005B3ED9">
      <w:r>
        <w:t>321.0263</w:t>
      </w:r>
      <w:r>
        <w:tab/>
        <w:t>3.038e0</w:t>
      </w:r>
    </w:p>
    <w:p w:rsidR="005B3ED9" w:rsidRDefault="005B3ED9" w:rsidP="005B3ED9">
      <w:r>
        <w:t>321.0403</w:t>
      </w:r>
      <w:r>
        <w:tab/>
        <w:t>2.025e0</w:t>
      </w:r>
    </w:p>
    <w:p w:rsidR="005B3ED9" w:rsidRDefault="005B3ED9" w:rsidP="005B3ED9">
      <w:r>
        <w:t>321.0616</w:t>
      </w:r>
      <w:r>
        <w:tab/>
        <w:t>2.025e0</w:t>
      </w:r>
    </w:p>
    <w:p w:rsidR="005B3ED9" w:rsidRDefault="005B3ED9" w:rsidP="005B3ED9">
      <w:r>
        <w:t>321.1129</w:t>
      </w:r>
      <w:r>
        <w:tab/>
        <w:t>1.013e0</w:t>
      </w:r>
    </w:p>
    <w:p w:rsidR="005B3ED9" w:rsidRDefault="005B3ED9" w:rsidP="005B3ED9">
      <w:r>
        <w:t>321.1210</w:t>
      </w:r>
      <w:r>
        <w:tab/>
        <w:t>1.013e0</w:t>
      </w:r>
    </w:p>
    <w:p w:rsidR="005B3ED9" w:rsidRDefault="005B3ED9" w:rsidP="005B3ED9">
      <w:r>
        <w:t>321.1311</w:t>
      </w:r>
      <w:r>
        <w:tab/>
        <w:t>2.025e0</w:t>
      </w:r>
    </w:p>
    <w:p w:rsidR="005B3ED9" w:rsidRDefault="005B3ED9" w:rsidP="005B3ED9">
      <w:r>
        <w:t>321.1452</w:t>
      </w:r>
      <w:r>
        <w:tab/>
        <w:t>2.025e0</w:t>
      </w:r>
    </w:p>
    <w:p w:rsidR="005B3ED9" w:rsidRDefault="005B3ED9" w:rsidP="005B3ED9">
      <w:r>
        <w:t>321.1791</w:t>
      </w:r>
      <w:r>
        <w:tab/>
        <w:t>2.025e0</w:t>
      </w:r>
    </w:p>
    <w:p w:rsidR="005B3ED9" w:rsidRDefault="005B3ED9" w:rsidP="005B3ED9">
      <w:r>
        <w:lastRenderedPageBreak/>
        <w:t>321.2067</w:t>
      </w:r>
      <w:r>
        <w:tab/>
        <w:t>1.013e0</w:t>
      </w:r>
    </w:p>
    <w:p w:rsidR="005B3ED9" w:rsidRDefault="005B3ED9" w:rsidP="005B3ED9">
      <w:r>
        <w:t>321.2503</w:t>
      </w:r>
      <w:r>
        <w:tab/>
        <w:t>1.013e0</w:t>
      </w:r>
    </w:p>
    <w:p w:rsidR="005B3ED9" w:rsidRDefault="005B3ED9" w:rsidP="005B3ED9">
      <w:r>
        <w:t>321.3270</w:t>
      </w:r>
      <w:r>
        <w:tab/>
        <w:t>1.013e0</w:t>
      </w:r>
    </w:p>
    <w:p w:rsidR="005B3ED9" w:rsidRDefault="005B3ED9" w:rsidP="005B3ED9">
      <w:r>
        <w:t>321.3311</w:t>
      </w:r>
      <w:r>
        <w:tab/>
        <w:t>1.013e0</w:t>
      </w:r>
    </w:p>
    <w:p w:rsidR="005B3ED9" w:rsidRDefault="005B3ED9" w:rsidP="005B3ED9">
      <w:r>
        <w:t>321.3594</w:t>
      </w:r>
      <w:r>
        <w:tab/>
        <w:t>1.013e0</w:t>
      </w:r>
    </w:p>
    <w:p w:rsidR="005B3ED9" w:rsidRDefault="005B3ED9" w:rsidP="005B3ED9">
      <w:r>
        <w:t>321.3692</w:t>
      </w:r>
      <w:r>
        <w:tab/>
        <w:t>2.025e0</w:t>
      </w:r>
    </w:p>
    <w:p w:rsidR="005B3ED9" w:rsidRDefault="005B3ED9" w:rsidP="005B3ED9">
      <w:r>
        <w:t>321.3836</w:t>
      </w:r>
      <w:r>
        <w:tab/>
        <w:t>1.013e0</w:t>
      </w:r>
    </w:p>
    <w:p w:rsidR="005B3ED9" w:rsidRDefault="005B3ED9" w:rsidP="005B3ED9">
      <w:r>
        <w:t>321.4447</w:t>
      </w:r>
      <w:r>
        <w:tab/>
        <w:t>1.013e0</w:t>
      </w:r>
    </w:p>
    <w:p w:rsidR="005B3ED9" w:rsidRDefault="005B3ED9" w:rsidP="005B3ED9">
      <w:r>
        <w:t>321.6219</w:t>
      </w:r>
      <w:r>
        <w:tab/>
        <w:t>1.013e0</w:t>
      </w:r>
    </w:p>
    <w:p w:rsidR="005B3ED9" w:rsidRDefault="005B3ED9" w:rsidP="005B3ED9">
      <w:r>
        <w:t>321.6248</w:t>
      </w:r>
      <w:r>
        <w:tab/>
        <w:t>2.025e0</w:t>
      </w:r>
    </w:p>
    <w:p w:rsidR="005B3ED9" w:rsidRDefault="005B3ED9" w:rsidP="005B3ED9">
      <w:r>
        <w:t>321.6987</w:t>
      </w:r>
      <w:r>
        <w:tab/>
        <w:t>1.013e0</w:t>
      </w:r>
    </w:p>
    <w:p w:rsidR="005B3ED9" w:rsidRDefault="005B3ED9" w:rsidP="005B3ED9">
      <w:r>
        <w:t>321.7312</w:t>
      </w:r>
      <w:r>
        <w:tab/>
        <w:t>1.013e0</w:t>
      </w:r>
    </w:p>
    <w:p w:rsidR="005B3ED9" w:rsidRDefault="005B3ED9" w:rsidP="005B3ED9">
      <w:r>
        <w:t>321.7409</w:t>
      </w:r>
      <w:r>
        <w:tab/>
        <w:t>1.013e0</w:t>
      </w:r>
    </w:p>
    <w:p w:rsidR="005B3ED9" w:rsidRDefault="005B3ED9" w:rsidP="005B3ED9">
      <w:r>
        <w:t>321.8119</w:t>
      </w:r>
      <w:r>
        <w:tab/>
        <w:t>1.013e0</w:t>
      </w:r>
    </w:p>
    <w:p w:rsidR="005B3ED9" w:rsidRDefault="005B3ED9" w:rsidP="005B3ED9">
      <w:r>
        <w:t>321.8979</w:t>
      </w:r>
      <w:r>
        <w:tab/>
        <w:t>1.013e0</w:t>
      </w:r>
    </w:p>
    <w:p w:rsidR="005B3ED9" w:rsidRDefault="005B3ED9" w:rsidP="005B3ED9">
      <w:r>
        <w:t>321.9171</w:t>
      </w:r>
      <w:r>
        <w:tab/>
        <w:t>1.013e0</w:t>
      </w:r>
    </w:p>
    <w:p w:rsidR="005B3ED9" w:rsidRDefault="005B3ED9" w:rsidP="005B3ED9">
      <w:r>
        <w:t>321.9734</w:t>
      </w:r>
      <w:r>
        <w:tab/>
        <w:t>1.013e0</w:t>
      </w:r>
    </w:p>
    <w:p w:rsidR="005B3ED9" w:rsidRDefault="005B3ED9" w:rsidP="005B3ED9">
      <w:r>
        <w:t>321.9792</w:t>
      </w:r>
      <w:r>
        <w:tab/>
        <w:t>1.013e0</w:t>
      </w:r>
    </w:p>
    <w:p w:rsidR="005B3ED9" w:rsidRDefault="005B3ED9" w:rsidP="005B3ED9">
      <w:r>
        <w:t>321.9979</w:t>
      </w:r>
      <w:r>
        <w:tab/>
        <w:t>1.013e0</w:t>
      </w:r>
    </w:p>
    <w:p w:rsidR="005B3ED9" w:rsidRDefault="005B3ED9" w:rsidP="005B3ED9">
      <w:r>
        <w:lastRenderedPageBreak/>
        <w:t>322.0424</w:t>
      </w:r>
      <w:r>
        <w:tab/>
        <w:t>1.013e0</w:t>
      </w:r>
    </w:p>
    <w:p w:rsidR="005B3ED9" w:rsidRDefault="005B3ED9" w:rsidP="005B3ED9">
      <w:r>
        <w:t>322.0504</w:t>
      </w:r>
      <w:r>
        <w:tab/>
        <w:t>1.013e0</w:t>
      </w:r>
    </w:p>
    <w:p w:rsidR="005B3ED9" w:rsidRDefault="005B3ED9" w:rsidP="005B3ED9">
      <w:r>
        <w:t>322.0665</w:t>
      </w:r>
      <w:r>
        <w:tab/>
        <w:t>1.013e0</w:t>
      </w:r>
    </w:p>
    <w:p w:rsidR="005B3ED9" w:rsidRDefault="005B3ED9" w:rsidP="005B3ED9">
      <w:r>
        <w:t>322.0747</w:t>
      </w:r>
      <w:r>
        <w:tab/>
        <w:t>1.013e0</w:t>
      </w:r>
    </w:p>
    <w:p w:rsidR="005B3ED9" w:rsidRDefault="005B3ED9" w:rsidP="005B3ED9">
      <w:r>
        <w:t>322.1030</w:t>
      </w:r>
      <w:r>
        <w:tab/>
        <w:t>1.013e0</w:t>
      </w:r>
    </w:p>
    <w:p w:rsidR="005B3ED9" w:rsidRDefault="005B3ED9" w:rsidP="005B3ED9">
      <w:r>
        <w:t>322.1188</w:t>
      </w:r>
      <w:r>
        <w:tab/>
        <w:t>1.013e0</w:t>
      </w:r>
    </w:p>
    <w:p w:rsidR="005B3ED9" w:rsidRDefault="005B3ED9" w:rsidP="005B3ED9">
      <w:r>
        <w:t>322.1312</w:t>
      </w:r>
      <w:r>
        <w:tab/>
        <w:t>1.013e0</w:t>
      </w:r>
    </w:p>
    <w:p w:rsidR="005B3ED9" w:rsidRDefault="005B3ED9" w:rsidP="005B3ED9">
      <w:r>
        <w:t>322.1421</w:t>
      </w:r>
      <w:r>
        <w:tab/>
        <w:t>1.013e0</w:t>
      </w:r>
    </w:p>
    <w:p w:rsidR="005B3ED9" w:rsidRDefault="005B3ED9" w:rsidP="005B3ED9">
      <w:r>
        <w:t>322.1757</w:t>
      </w:r>
      <w:r>
        <w:tab/>
        <w:t>1.013e0</w:t>
      </w:r>
    </w:p>
    <w:p w:rsidR="005B3ED9" w:rsidRDefault="005B3ED9" w:rsidP="005B3ED9">
      <w:r>
        <w:t>322.1797</w:t>
      </w:r>
      <w:r>
        <w:tab/>
        <w:t>1.013e0</w:t>
      </w:r>
    </w:p>
    <w:p w:rsidR="005B3ED9" w:rsidRDefault="005B3ED9" w:rsidP="005B3ED9">
      <w:r>
        <w:t>322.2122</w:t>
      </w:r>
      <w:r>
        <w:tab/>
        <w:t>3.038e0</w:t>
      </w:r>
    </w:p>
    <w:p w:rsidR="005B3ED9" w:rsidRDefault="005B3ED9" w:rsidP="005B3ED9">
      <w:r>
        <w:t>322.2177</w:t>
      </w:r>
      <w:r>
        <w:tab/>
        <w:t>1.013e0</w:t>
      </w:r>
    </w:p>
    <w:p w:rsidR="005B3ED9" w:rsidRDefault="005B3ED9" w:rsidP="005B3ED9">
      <w:r>
        <w:t>322.2283</w:t>
      </w:r>
      <w:r>
        <w:tab/>
        <w:t>1.013e0</w:t>
      </w:r>
    </w:p>
    <w:p w:rsidR="005B3ED9" w:rsidRDefault="005B3ED9" w:rsidP="005B3ED9">
      <w:r>
        <w:t>322.2527</w:t>
      </w:r>
      <w:r>
        <w:tab/>
        <w:t>1.013e0</w:t>
      </w:r>
    </w:p>
    <w:p w:rsidR="005B3ED9" w:rsidRDefault="005B3ED9" w:rsidP="005B3ED9">
      <w:r>
        <w:t>322.2701</w:t>
      </w:r>
      <w:r>
        <w:tab/>
        <w:t>1.013e0</w:t>
      </w:r>
    </w:p>
    <w:p w:rsidR="005B3ED9" w:rsidRDefault="005B3ED9" w:rsidP="005B3ED9">
      <w:r>
        <w:t>322.2809</w:t>
      </w:r>
      <w:r>
        <w:tab/>
        <w:t>1.013e0</w:t>
      </w:r>
    </w:p>
    <w:p w:rsidR="005B3ED9" w:rsidRDefault="005B3ED9" w:rsidP="005B3ED9">
      <w:r>
        <w:t>322.3283</w:t>
      </w:r>
      <w:r>
        <w:tab/>
        <w:t>1.013e0</w:t>
      </w:r>
    </w:p>
    <w:p w:rsidR="005B3ED9" w:rsidRDefault="005B3ED9" w:rsidP="005B3ED9">
      <w:r>
        <w:t>322.3374</w:t>
      </w:r>
      <w:r>
        <w:tab/>
        <w:t>2.025e0</w:t>
      </w:r>
    </w:p>
    <w:p w:rsidR="005B3ED9" w:rsidRDefault="005B3ED9" w:rsidP="005B3ED9">
      <w:r>
        <w:t>322.4040</w:t>
      </w:r>
      <w:r>
        <w:tab/>
        <w:t>1.013e0</w:t>
      </w:r>
    </w:p>
    <w:p w:rsidR="005B3ED9" w:rsidRDefault="005B3ED9" w:rsidP="005B3ED9">
      <w:r>
        <w:lastRenderedPageBreak/>
        <w:t>322.4183</w:t>
      </w:r>
      <w:r>
        <w:tab/>
        <w:t>1.013e0</w:t>
      </w:r>
    </w:p>
    <w:p w:rsidR="005B3ED9" w:rsidRDefault="005B3ED9" w:rsidP="005B3ED9">
      <w:r>
        <w:t>322.4564</w:t>
      </w:r>
      <w:r>
        <w:tab/>
        <w:t>1.013e0</w:t>
      </w:r>
    </w:p>
    <w:p w:rsidR="005B3ED9" w:rsidRDefault="005B3ED9" w:rsidP="005B3ED9">
      <w:r>
        <w:t>322.5438</w:t>
      </w:r>
      <w:r>
        <w:tab/>
        <w:t>1.013e0</w:t>
      </w:r>
    </w:p>
    <w:p w:rsidR="005B3ED9" w:rsidRDefault="005B3ED9" w:rsidP="005B3ED9">
      <w:r>
        <w:t>322.5691</w:t>
      </w:r>
      <w:r>
        <w:tab/>
        <w:t>2.025e0</w:t>
      </w:r>
    </w:p>
    <w:p w:rsidR="005B3ED9" w:rsidRDefault="005B3ED9" w:rsidP="005B3ED9">
      <w:r>
        <w:t>322.8631</w:t>
      </w:r>
      <w:r>
        <w:tab/>
        <w:t>1.013e0</w:t>
      </w:r>
    </w:p>
    <w:p w:rsidR="005B3ED9" w:rsidRDefault="005B3ED9" w:rsidP="005B3ED9">
      <w:r>
        <w:t>322.8817</w:t>
      </w:r>
      <w:r>
        <w:tab/>
        <w:t>1.013e0</w:t>
      </w:r>
    </w:p>
    <w:p w:rsidR="005B3ED9" w:rsidRDefault="005B3ED9" w:rsidP="005B3ED9">
      <w:r>
        <w:t>322.9197</w:t>
      </w:r>
      <w:r>
        <w:tab/>
        <w:t>2.025e0</w:t>
      </w:r>
    </w:p>
    <w:p w:rsidR="005B3ED9" w:rsidRDefault="005B3ED9" w:rsidP="005B3ED9">
      <w:r>
        <w:t>322.9356</w:t>
      </w:r>
      <w:r>
        <w:tab/>
        <w:t>2.025e0</w:t>
      </w:r>
    </w:p>
    <w:p w:rsidR="005B3ED9" w:rsidRDefault="005B3ED9" w:rsidP="005B3ED9">
      <w:r>
        <w:t>322.9723</w:t>
      </w:r>
      <w:r>
        <w:tab/>
        <w:t>1.013e0</w:t>
      </w:r>
    </w:p>
    <w:p w:rsidR="005B3ED9" w:rsidRDefault="005B3ED9" w:rsidP="005B3ED9">
      <w:r>
        <w:t>322.9865</w:t>
      </w:r>
      <w:r>
        <w:tab/>
        <w:t>2.025e0</w:t>
      </w:r>
    </w:p>
    <w:p w:rsidR="005B3ED9" w:rsidRDefault="005B3ED9" w:rsidP="005B3ED9">
      <w:r>
        <w:t>322.9891</w:t>
      </w:r>
      <w:r>
        <w:tab/>
        <w:t>2.025e0</w:t>
      </w:r>
    </w:p>
    <w:p w:rsidR="005B3ED9" w:rsidRDefault="005B3ED9" w:rsidP="005B3ED9">
      <w:r>
        <w:t>322.9925</w:t>
      </w:r>
      <w:r>
        <w:tab/>
        <w:t>1.013e0</w:t>
      </w:r>
    </w:p>
    <w:p w:rsidR="005B3ED9" w:rsidRDefault="005B3ED9" w:rsidP="005B3ED9">
      <w:r>
        <w:t>323.0571</w:t>
      </w:r>
      <w:r>
        <w:tab/>
        <w:t>1.013e0</w:t>
      </w:r>
    </w:p>
    <w:p w:rsidR="005B3ED9" w:rsidRDefault="005B3ED9" w:rsidP="005B3ED9">
      <w:r>
        <w:t>323.0735</w:t>
      </w:r>
      <w:r>
        <w:tab/>
        <w:t>1.013e0</w:t>
      </w:r>
    </w:p>
    <w:p w:rsidR="005B3ED9" w:rsidRDefault="005B3ED9" w:rsidP="005B3ED9">
      <w:r>
        <w:t>323.1150</w:t>
      </w:r>
      <w:r>
        <w:tab/>
        <w:t>1.013e0</w:t>
      </w:r>
    </w:p>
    <w:p w:rsidR="005B3ED9" w:rsidRDefault="005B3ED9" w:rsidP="005B3ED9">
      <w:r>
        <w:t>323.1248</w:t>
      </w:r>
      <w:r>
        <w:tab/>
        <w:t>2.025e0</w:t>
      </w:r>
    </w:p>
    <w:p w:rsidR="005B3ED9" w:rsidRDefault="005B3ED9" w:rsidP="005B3ED9">
      <w:r>
        <w:t>323.1383</w:t>
      </w:r>
      <w:r>
        <w:tab/>
        <w:t>1.013e0</w:t>
      </w:r>
    </w:p>
    <w:p w:rsidR="005B3ED9" w:rsidRDefault="005B3ED9" w:rsidP="005B3ED9">
      <w:r>
        <w:t>323.1674</w:t>
      </w:r>
      <w:r>
        <w:tab/>
        <w:t>1.013e0</w:t>
      </w:r>
    </w:p>
    <w:p w:rsidR="005B3ED9" w:rsidRDefault="005B3ED9" w:rsidP="005B3ED9">
      <w:r>
        <w:t>323.1774</w:t>
      </w:r>
      <w:r>
        <w:tab/>
        <w:t>2.025e0</w:t>
      </w:r>
    </w:p>
    <w:p w:rsidR="005B3ED9" w:rsidRDefault="005B3ED9" w:rsidP="005B3ED9">
      <w:r>
        <w:lastRenderedPageBreak/>
        <w:t>323.1867</w:t>
      </w:r>
      <w:r>
        <w:tab/>
        <w:t>1.013e0</w:t>
      </w:r>
    </w:p>
    <w:p w:rsidR="005B3ED9" w:rsidRDefault="005B3ED9" w:rsidP="005B3ED9">
      <w:r>
        <w:t>323.1908</w:t>
      </w:r>
      <w:r>
        <w:tab/>
        <w:t>1.013e0</w:t>
      </w:r>
    </w:p>
    <w:p w:rsidR="005B3ED9" w:rsidRDefault="005B3ED9" w:rsidP="005B3ED9">
      <w:r>
        <w:t>323.2433</w:t>
      </w:r>
      <w:r>
        <w:tab/>
        <w:t>1.013e0</w:t>
      </w:r>
    </w:p>
    <w:p w:rsidR="005B3ED9" w:rsidRDefault="005B3ED9" w:rsidP="005B3ED9">
      <w:r>
        <w:t>323.2528</w:t>
      </w:r>
      <w:r>
        <w:tab/>
        <w:t>3.038e0</w:t>
      </w:r>
    </w:p>
    <w:p w:rsidR="005B3ED9" w:rsidRDefault="005B3ED9" w:rsidP="005B3ED9">
      <w:r>
        <w:t>323.2660</w:t>
      </w:r>
      <w:r>
        <w:tab/>
        <w:t>6.076e0</w:t>
      </w:r>
    </w:p>
    <w:p w:rsidR="005B3ED9" w:rsidRDefault="005B3ED9" w:rsidP="005B3ED9">
      <w:r>
        <w:t>323.2878</w:t>
      </w:r>
      <w:r>
        <w:tab/>
        <w:t>1.013e0</w:t>
      </w:r>
    </w:p>
    <w:p w:rsidR="005B3ED9" w:rsidRDefault="005B3ED9" w:rsidP="005B3ED9">
      <w:r>
        <w:t>323.2958</w:t>
      </w:r>
      <w:r>
        <w:tab/>
        <w:t>1.013e0</w:t>
      </w:r>
    </w:p>
    <w:p w:rsidR="005B3ED9" w:rsidRDefault="005B3ED9" w:rsidP="005B3ED9">
      <w:r>
        <w:t>323.3121</w:t>
      </w:r>
      <w:r>
        <w:tab/>
        <w:t>1.013e0</w:t>
      </w:r>
    </w:p>
    <w:p w:rsidR="005B3ED9" w:rsidRDefault="005B3ED9" w:rsidP="005B3ED9">
      <w:r>
        <w:t>323.4214</w:t>
      </w:r>
      <w:r>
        <w:tab/>
        <w:t>1.013e0</w:t>
      </w:r>
    </w:p>
    <w:p w:rsidR="005B3ED9" w:rsidRDefault="005B3ED9" w:rsidP="005B3ED9">
      <w:r>
        <w:t>323.4740</w:t>
      </w:r>
      <w:r>
        <w:tab/>
        <w:t>1.013e0</w:t>
      </w:r>
    </w:p>
    <w:p w:rsidR="005B3ED9" w:rsidRDefault="005B3ED9" w:rsidP="005B3ED9">
      <w:r>
        <w:t>323.5650</w:t>
      </w:r>
      <w:r>
        <w:tab/>
        <w:t>2.025e0</w:t>
      </w:r>
    </w:p>
    <w:p w:rsidR="005B3ED9" w:rsidRDefault="005B3ED9" w:rsidP="005B3ED9">
      <w:r>
        <w:t>323.6318</w:t>
      </w:r>
      <w:r>
        <w:tab/>
        <w:t>1.013e0</w:t>
      </w:r>
    </w:p>
    <w:p w:rsidR="005B3ED9" w:rsidRDefault="005B3ED9" w:rsidP="005B3ED9">
      <w:r>
        <w:t>323.6462</w:t>
      </w:r>
      <w:r>
        <w:tab/>
        <w:t>2.025e0</w:t>
      </w:r>
    </w:p>
    <w:p w:rsidR="005B3ED9" w:rsidRDefault="005B3ED9" w:rsidP="005B3ED9">
      <w:r>
        <w:t>323.6931</w:t>
      </w:r>
      <w:r>
        <w:tab/>
        <w:t>3.038e0</w:t>
      </w:r>
    </w:p>
    <w:p w:rsidR="005B3ED9" w:rsidRDefault="005B3ED9" w:rsidP="005B3ED9">
      <w:r>
        <w:t>323.7221</w:t>
      </w:r>
      <w:r>
        <w:tab/>
        <w:t>1.013e0</w:t>
      </w:r>
    </w:p>
    <w:p w:rsidR="005B3ED9" w:rsidRDefault="005B3ED9" w:rsidP="005B3ED9">
      <w:r>
        <w:t>323.8463</w:t>
      </w:r>
      <w:r>
        <w:tab/>
        <w:t>1.013e0</w:t>
      </w:r>
    </w:p>
    <w:p w:rsidR="005B3ED9" w:rsidRDefault="005B3ED9" w:rsidP="005B3ED9">
      <w:r>
        <w:t>323.8857</w:t>
      </w:r>
      <w:r>
        <w:tab/>
        <w:t>1.013e0</w:t>
      </w:r>
    </w:p>
    <w:p w:rsidR="005B3ED9" w:rsidRDefault="005B3ED9" w:rsidP="005B3ED9">
      <w:r>
        <w:t>323.9878</w:t>
      </w:r>
      <w:r>
        <w:tab/>
        <w:t>3.038e0</w:t>
      </w:r>
    </w:p>
    <w:p w:rsidR="005B3ED9" w:rsidRDefault="005B3ED9" w:rsidP="005B3ED9">
      <w:r>
        <w:t>324.0041</w:t>
      </w:r>
      <w:r>
        <w:tab/>
        <w:t>1.013e0</w:t>
      </w:r>
    </w:p>
    <w:p w:rsidR="005B3ED9" w:rsidRDefault="005B3ED9" w:rsidP="005B3ED9">
      <w:r>
        <w:lastRenderedPageBreak/>
        <w:t>324.0323</w:t>
      </w:r>
      <w:r>
        <w:tab/>
        <w:t>1.013e0</w:t>
      </w:r>
    </w:p>
    <w:p w:rsidR="005B3ED9" w:rsidRDefault="005B3ED9" w:rsidP="005B3ED9">
      <w:r>
        <w:t>324.0436</w:t>
      </w:r>
      <w:r>
        <w:tab/>
        <w:t>1.013e0</w:t>
      </w:r>
    </w:p>
    <w:p w:rsidR="005B3ED9" w:rsidRDefault="005B3ED9" w:rsidP="005B3ED9">
      <w:r>
        <w:t>324.0769</w:t>
      </w:r>
      <w:r>
        <w:tab/>
        <w:t>1.013e0</w:t>
      </w:r>
    </w:p>
    <w:p w:rsidR="005B3ED9" w:rsidRDefault="005B3ED9" w:rsidP="005B3ED9">
      <w:r>
        <w:t>324.1196</w:t>
      </w:r>
      <w:r>
        <w:tab/>
        <w:t>1.013e0</w:t>
      </w:r>
    </w:p>
    <w:p w:rsidR="005B3ED9" w:rsidRDefault="005B3ED9" w:rsidP="005B3ED9">
      <w:r>
        <w:t>324.1272</w:t>
      </w:r>
      <w:r>
        <w:tab/>
        <w:t>2.025e0</w:t>
      </w:r>
    </w:p>
    <w:p w:rsidR="005B3ED9" w:rsidRDefault="005B3ED9" w:rsidP="005B3ED9">
      <w:r>
        <w:t>324.1489</w:t>
      </w:r>
      <w:r>
        <w:tab/>
        <w:t>1.013e0</w:t>
      </w:r>
    </w:p>
    <w:p w:rsidR="005B3ED9" w:rsidRDefault="005B3ED9" w:rsidP="005B3ED9">
      <w:r>
        <w:t>324.1620</w:t>
      </w:r>
      <w:r>
        <w:tab/>
        <w:t>2.025e0</w:t>
      </w:r>
    </w:p>
    <w:p w:rsidR="005B3ED9" w:rsidRDefault="005B3ED9" w:rsidP="005B3ED9">
      <w:r>
        <w:t>324.2021</w:t>
      </w:r>
      <w:r>
        <w:tab/>
        <w:t>3.038e0</w:t>
      </w:r>
    </w:p>
    <w:p w:rsidR="005B3ED9" w:rsidRDefault="005B3ED9" w:rsidP="005B3ED9">
      <w:r>
        <w:t>324.2451</w:t>
      </w:r>
      <w:r>
        <w:tab/>
        <w:t>3.038e0</w:t>
      </w:r>
    </w:p>
    <w:p w:rsidR="005B3ED9" w:rsidRDefault="005B3ED9" w:rsidP="005B3ED9">
      <w:r>
        <w:t>324.2484</w:t>
      </w:r>
      <w:r>
        <w:tab/>
        <w:t>1.013e0</w:t>
      </w:r>
    </w:p>
    <w:p w:rsidR="005B3ED9" w:rsidRDefault="005B3ED9" w:rsidP="005B3ED9">
      <w:r>
        <w:t>324.2530</w:t>
      </w:r>
      <w:r>
        <w:tab/>
        <w:t>2.025e0</w:t>
      </w:r>
    </w:p>
    <w:p w:rsidR="005B3ED9" w:rsidRDefault="005B3ED9" w:rsidP="005B3ED9">
      <w:r>
        <w:t>324.2542</w:t>
      </w:r>
      <w:r>
        <w:tab/>
        <w:t>1.013e0</w:t>
      </w:r>
    </w:p>
    <w:p w:rsidR="005B3ED9" w:rsidRDefault="005B3ED9" w:rsidP="005B3ED9">
      <w:r>
        <w:t>324.2874</w:t>
      </w:r>
      <w:r>
        <w:tab/>
        <w:t>1.013e0</w:t>
      </w:r>
    </w:p>
    <w:p w:rsidR="005B3ED9" w:rsidRDefault="005B3ED9" w:rsidP="005B3ED9">
      <w:r>
        <w:t>324.2916</w:t>
      </w:r>
      <w:r>
        <w:tab/>
        <w:t>1.013e0</w:t>
      </w:r>
    </w:p>
    <w:p w:rsidR="005B3ED9" w:rsidRDefault="005B3ED9" w:rsidP="005B3ED9">
      <w:r>
        <w:t>324.4778</w:t>
      </w:r>
      <w:r>
        <w:tab/>
        <w:t>1.013e0</w:t>
      </w:r>
    </w:p>
    <w:p w:rsidR="005B3ED9" w:rsidRDefault="005B3ED9" w:rsidP="005B3ED9">
      <w:r>
        <w:t>324.4883</w:t>
      </w:r>
      <w:r>
        <w:tab/>
        <w:t>1.013e0</w:t>
      </w:r>
    </w:p>
    <w:p w:rsidR="005B3ED9" w:rsidRDefault="005B3ED9" w:rsidP="005B3ED9">
      <w:r>
        <w:t>324.5645</w:t>
      </w:r>
      <w:r>
        <w:tab/>
        <w:t>1.013e0</w:t>
      </w:r>
    </w:p>
    <w:p w:rsidR="005B3ED9" w:rsidRDefault="005B3ED9" w:rsidP="005B3ED9">
      <w:r>
        <w:t>324.6175</w:t>
      </w:r>
      <w:r>
        <w:tab/>
        <w:t>2.025e0</w:t>
      </w:r>
    </w:p>
    <w:p w:rsidR="005B3ED9" w:rsidRDefault="005B3ED9" w:rsidP="005B3ED9">
      <w:r>
        <w:t>324.6276</w:t>
      </w:r>
      <w:r>
        <w:tab/>
        <w:t>1.013e0</w:t>
      </w:r>
    </w:p>
    <w:p w:rsidR="005B3ED9" w:rsidRDefault="005B3ED9" w:rsidP="005B3ED9">
      <w:r>
        <w:lastRenderedPageBreak/>
        <w:t>324.7409</w:t>
      </w:r>
      <w:r>
        <w:tab/>
        <w:t>2.025e0</w:t>
      </w:r>
    </w:p>
    <w:p w:rsidR="005B3ED9" w:rsidRDefault="005B3ED9" w:rsidP="005B3ED9">
      <w:r>
        <w:t>324.9153</w:t>
      </w:r>
      <w:r>
        <w:tab/>
        <w:t>1.013e0</w:t>
      </w:r>
    </w:p>
    <w:p w:rsidR="005B3ED9" w:rsidRDefault="005B3ED9" w:rsidP="005B3ED9">
      <w:r>
        <w:t>324.9708</w:t>
      </w:r>
      <w:r>
        <w:tab/>
        <w:t>3.038e0</w:t>
      </w:r>
    </w:p>
    <w:p w:rsidR="005B3ED9" w:rsidRDefault="005B3ED9" w:rsidP="005B3ED9">
      <w:r>
        <w:t>325.0099</w:t>
      </w:r>
      <w:r>
        <w:tab/>
        <w:t>1.013e0</w:t>
      </w:r>
    </w:p>
    <w:p w:rsidR="005B3ED9" w:rsidRDefault="005B3ED9" w:rsidP="005B3ED9">
      <w:r>
        <w:t>325.0157</w:t>
      </w:r>
      <w:r>
        <w:tab/>
        <w:t>1.013e0</w:t>
      </w:r>
    </w:p>
    <w:p w:rsidR="005B3ED9" w:rsidRDefault="005B3ED9" w:rsidP="005B3ED9">
      <w:r>
        <w:t>325.0367</w:t>
      </w:r>
      <w:r>
        <w:tab/>
        <w:t>2.025e0</w:t>
      </w:r>
    </w:p>
    <w:p w:rsidR="005B3ED9" w:rsidRDefault="005B3ED9" w:rsidP="005B3ED9">
      <w:r>
        <w:t>325.0392</w:t>
      </w:r>
      <w:r>
        <w:tab/>
        <w:t>1.013e0</w:t>
      </w:r>
    </w:p>
    <w:p w:rsidR="005B3ED9" w:rsidRDefault="005B3ED9" w:rsidP="005B3ED9">
      <w:r>
        <w:t>325.0861</w:t>
      </w:r>
      <w:r>
        <w:tab/>
        <w:t>1.013e0</w:t>
      </w:r>
    </w:p>
    <w:p w:rsidR="005B3ED9" w:rsidRDefault="005B3ED9" w:rsidP="005B3ED9">
      <w:r>
        <w:t>325.0899</w:t>
      </w:r>
      <w:r>
        <w:tab/>
        <w:t>3.038e0</w:t>
      </w:r>
    </w:p>
    <w:p w:rsidR="005B3ED9" w:rsidRDefault="005B3ED9" w:rsidP="005B3ED9">
      <w:r>
        <w:t>325.1056</w:t>
      </w:r>
      <w:r>
        <w:tab/>
        <w:t>1.013e0</w:t>
      </w:r>
    </w:p>
    <w:p w:rsidR="005B3ED9" w:rsidRDefault="005B3ED9" w:rsidP="005B3ED9">
      <w:r>
        <w:t>325.1154</w:t>
      </w:r>
      <w:r>
        <w:tab/>
        <w:t>2.025e0</w:t>
      </w:r>
    </w:p>
    <w:p w:rsidR="005B3ED9" w:rsidRDefault="005B3ED9" w:rsidP="005B3ED9">
      <w:r>
        <w:t>325.1383</w:t>
      </w:r>
      <w:r>
        <w:tab/>
        <w:t>2.025e0</w:t>
      </w:r>
    </w:p>
    <w:p w:rsidR="005B3ED9" w:rsidRDefault="005B3ED9" w:rsidP="005B3ED9">
      <w:r>
        <w:t>325.1541</w:t>
      </w:r>
      <w:r>
        <w:tab/>
        <w:t>1.013e0</w:t>
      </w:r>
    </w:p>
    <w:p w:rsidR="005B3ED9" w:rsidRDefault="005B3ED9" w:rsidP="005B3ED9">
      <w:r>
        <w:t>325.1682</w:t>
      </w:r>
      <w:r>
        <w:tab/>
        <w:t>1.013e0</w:t>
      </w:r>
    </w:p>
    <w:p w:rsidR="005B3ED9" w:rsidRDefault="005B3ED9" w:rsidP="005B3ED9">
      <w:r>
        <w:t>325.2592</w:t>
      </w:r>
      <w:r>
        <w:tab/>
        <w:t>3.038e0</w:t>
      </w:r>
    </w:p>
    <w:p w:rsidR="005B3ED9" w:rsidRDefault="005B3ED9" w:rsidP="005B3ED9">
      <w:r>
        <w:t>325.3207</w:t>
      </w:r>
      <w:r>
        <w:tab/>
        <w:t>1.013e0</w:t>
      </w:r>
    </w:p>
    <w:p w:rsidR="005B3ED9" w:rsidRDefault="005B3ED9" w:rsidP="005B3ED9">
      <w:r>
        <w:t>325.3240</w:t>
      </w:r>
      <w:r>
        <w:tab/>
        <w:t>2.025e0</w:t>
      </w:r>
    </w:p>
    <w:p w:rsidR="005B3ED9" w:rsidRDefault="005B3ED9" w:rsidP="005B3ED9">
      <w:r>
        <w:t>325.3267</w:t>
      </w:r>
      <w:r>
        <w:tab/>
        <w:t>1.013e0</w:t>
      </w:r>
    </w:p>
    <w:p w:rsidR="005B3ED9" w:rsidRDefault="005B3ED9" w:rsidP="005B3ED9">
      <w:r>
        <w:t>325.4557</w:t>
      </w:r>
      <w:r>
        <w:tab/>
        <w:t>1.013e0</w:t>
      </w:r>
    </w:p>
    <w:p w:rsidR="005B3ED9" w:rsidRDefault="005B3ED9" w:rsidP="005B3ED9">
      <w:r>
        <w:lastRenderedPageBreak/>
        <w:t>325.6282</w:t>
      </w:r>
      <w:r>
        <w:tab/>
        <w:t>1.013e0</w:t>
      </w:r>
    </w:p>
    <w:p w:rsidR="005B3ED9" w:rsidRDefault="005B3ED9" w:rsidP="005B3ED9">
      <w:r>
        <w:t>325.7092</w:t>
      </w:r>
      <w:r>
        <w:tab/>
        <w:t>1.013e0</w:t>
      </w:r>
    </w:p>
    <w:p w:rsidR="005B3ED9" w:rsidRDefault="005B3ED9" w:rsidP="005B3ED9">
      <w:r>
        <w:t>325.7142</w:t>
      </w:r>
      <w:r>
        <w:tab/>
        <w:t>1.013e0</w:t>
      </w:r>
    </w:p>
    <w:p w:rsidR="005B3ED9" w:rsidRDefault="005B3ED9" w:rsidP="005B3ED9">
      <w:r>
        <w:t>325.7201</w:t>
      </w:r>
      <w:r>
        <w:tab/>
        <w:t>1.013e0</w:t>
      </w:r>
    </w:p>
    <w:p w:rsidR="005B3ED9" w:rsidRDefault="005B3ED9" w:rsidP="005B3ED9">
      <w:r>
        <w:t>325.7729</w:t>
      </w:r>
      <w:r>
        <w:tab/>
        <w:t>1.013e0</w:t>
      </w:r>
    </w:p>
    <w:p w:rsidR="005B3ED9" w:rsidRDefault="005B3ED9" w:rsidP="005B3ED9">
      <w:r>
        <w:t>325.8065</w:t>
      </w:r>
      <w:r>
        <w:tab/>
        <w:t>1.013e0</w:t>
      </w:r>
    </w:p>
    <w:p w:rsidR="005B3ED9" w:rsidRDefault="005B3ED9" w:rsidP="005B3ED9">
      <w:r>
        <w:t>325.8633</w:t>
      </w:r>
      <w:r>
        <w:tab/>
        <w:t>1.013e0</w:t>
      </w:r>
    </w:p>
    <w:p w:rsidR="005B3ED9" w:rsidRDefault="005B3ED9" w:rsidP="005B3ED9">
      <w:r>
        <w:t>325.9160</w:t>
      </w:r>
      <w:r>
        <w:tab/>
        <w:t>1.013e0</w:t>
      </w:r>
    </w:p>
    <w:p w:rsidR="005B3ED9" w:rsidRDefault="005B3ED9" w:rsidP="005B3ED9">
      <w:r>
        <w:t>325.9552</w:t>
      </w:r>
      <w:r>
        <w:tab/>
        <w:t>1.013e0</w:t>
      </w:r>
    </w:p>
    <w:p w:rsidR="005B3ED9" w:rsidRDefault="005B3ED9" w:rsidP="005B3ED9">
      <w:r>
        <w:t>325.9608</w:t>
      </w:r>
      <w:r>
        <w:tab/>
        <w:t>3.038e0</w:t>
      </w:r>
    </w:p>
    <w:p w:rsidR="005B3ED9" w:rsidRDefault="005B3ED9" w:rsidP="005B3ED9">
      <w:r>
        <w:t>326.0081</w:t>
      </w:r>
      <w:r>
        <w:tab/>
        <w:t>1.013e0</w:t>
      </w:r>
    </w:p>
    <w:p w:rsidR="005B3ED9" w:rsidRDefault="005B3ED9" w:rsidP="005B3ED9">
      <w:r>
        <w:t>326.0375</w:t>
      </w:r>
      <w:r>
        <w:tab/>
        <w:t>1.013e0</w:t>
      </w:r>
    </w:p>
    <w:p w:rsidR="005B3ED9" w:rsidRDefault="005B3ED9" w:rsidP="005B3ED9">
      <w:r>
        <w:t>326.0610</w:t>
      </w:r>
      <w:r>
        <w:tab/>
        <w:t>1.013e0</w:t>
      </w:r>
    </w:p>
    <w:p w:rsidR="005B3ED9" w:rsidRDefault="005B3ED9" w:rsidP="005B3ED9">
      <w:r>
        <w:t>326.0660</w:t>
      </w:r>
      <w:r>
        <w:tab/>
        <w:t>2.025e0</w:t>
      </w:r>
    </w:p>
    <w:p w:rsidR="005B3ED9" w:rsidRDefault="005B3ED9" w:rsidP="005B3ED9">
      <w:r>
        <w:t>326.0845</w:t>
      </w:r>
      <w:r>
        <w:tab/>
        <w:t>1.013e0</w:t>
      </w:r>
    </w:p>
    <w:p w:rsidR="005B3ED9" w:rsidRDefault="005B3ED9" w:rsidP="005B3ED9">
      <w:r>
        <w:t>326.0943</w:t>
      </w:r>
      <w:r>
        <w:tab/>
        <w:t>2.025e0</w:t>
      </w:r>
    </w:p>
    <w:p w:rsidR="005B3ED9" w:rsidRDefault="005B3ED9" w:rsidP="005B3ED9">
      <w:r>
        <w:t>326.1267</w:t>
      </w:r>
      <w:r>
        <w:tab/>
        <w:t>1.013e0</w:t>
      </w:r>
    </w:p>
    <w:p w:rsidR="005B3ED9" w:rsidRDefault="005B3ED9" w:rsidP="005B3ED9">
      <w:r>
        <w:t>326.1469</w:t>
      </w:r>
      <w:r>
        <w:tab/>
        <w:t>1.013e0</w:t>
      </w:r>
    </w:p>
    <w:p w:rsidR="005B3ED9" w:rsidRDefault="005B3ED9" w:rsidP="005B3ED9">
      <w:r>
        <w:t>326.1511</w:t>
      </w:r>
      <w:r>
        <w:tab/>
        <w:t>2.025e0</w:t>
      </w:r>
    </w:p>
    <w:p w:rsidR="005B3ED9" w:rsidRDefault="005B3ED9" w:rsidP="005B3ED9">
      <w:r>
        <w:lastRenderedPageBreak/>
        <w:t>326.1915</w:t>
      </w:r>
      <w:r>
        <w:tab/>
        <w:t>2.025e0</w:t>
      </w:r>
    </w:p>
    <w:p w:rsidR="005B3ED9" w:rsidRDefault="005B3ED9" w:rsidP="005B3ED9">
      <w:r>
        <w:t>326.2079</w:t>
      </w:r>
      <w:r>
        <w:tab/>
        <w:t>2.025e0</w:t>
      </w:r>
    </w:p>
    <w:p w:rsidR="005B3ED9" w:rsidRDefault="005B3ED9" w:rsidP="005B3ED9">
      <w:r>
        <w:t>326.2433</w:t>
      </w:r>
      <w:r>
        <w:tab/>
        <w:t>1.013e0</w:t>
      </w:r>
    </w:p>
    <w:p w:rsidR="005B3ED9" w:rsidRDefault="005B3ED9" w:rsidP="005B3ED9">
      <w:r>
        <w:t>326.2484</w:t>
      </w:r>
      <w:r>
        <w:tab/>
        <w:t>1.013e0</w:t>
      </w:r>
    </w:p>
    <w:p w:rsidR="005B3ED9" w:rsidRDefault="005B3ED9" w:rsidP="005B3ED9">
      <w:r>
        <w:t>326.2904</w:t>
      </w:r>
      <w:r>
        <w:tab/>
        <w:t>1.013e0</w:t>
      </w:r>
    </w:p>
    <w:p w:rsidR="005B3ED9" w:rsidRDefault="005B3ED9" w:rsidP="005B3ED9">
      <w:r>
        <w:t>326.3198</w:t>
      </w:r>
      <w:r>
        <w:tab/>
        <w:t>1.013e0</w:t>
      </w:r>
    </w:p>
    <w:p w:rsidR="005B3ED9" w:rsidRDefault="005B3ED9" w:rsidP="005B3ED9">
      <w:r>
        <w:t>326.3317</w:t>
      </w:r>
      <w:r>
        <w:tab/>
        <w:t>2.025e0</w:t>
      </w:r>
    </w:p>
    <w:p w:rsidR="005B3ED9" w:rsidRDefault="005B3ED9" w:rsidP="005B3ED9">
      <w:r>
        <w:t>326.3669</w:t>
      </w:r>
      <w:r>
        <w:tab/>
        <w:t>4.051e0</w:t>
      </w:r>
    </w:p>
    <w:p w:rsidR="005B3ED9" w:rsidRDefault="005B3ED9" w:rsidP="005B3ED9">
      <w:r>
        <w:t>326.3745</w:t>
      </w:r>
      <w:r>
        <w:tab/>
        <w:t>4.051e0</w:t>
      </w:r>
    </w:p>
    <w:p w:rsidR="005B3ED9" w:rsidRDefault="005B3ED9" w:rsidP="005B3ED9">
      <w:r>
        <w:t>326.3764</w:t>
      </w:r>
      <w:r>
        <w:tab/>
        <w:t>1.114e1</w:t>
      </w:r>
    </w:p>
    <w:p w:rsidR="005B3ED9" w:rsidRDefault="005B3ED9" w:rsidP="005B3ED9">
      <w:r>
        <w:t>326.4670</w:t>
      </w:r>
      <w:r>
        <w:tab/>
        <w:t>1.013e0</w:t>
      </w:r>
    </w:p>
    <w:p w:rsidR="005B3ED9" w:rsidRDefault="005B3ED9" w:rsidP="005B3ED9">
      <w:r>
        <w:t>326.4835</w:t>
      </w:r>
      <w:r>
        <w:tab/>
        <w:t>1.013e0</w:t>
      </w:r>
    </w:p>
    <w:p w:rsidR="005B3ED9" w:rsidRDefault="005B3ED9" w:rsidP="005B3ED9">
      <w:r>
        <w:t>326.5023</w:t>
      </w:r>
      <w:r>
        <w:tab/>
        <w:t>1.013e0</w:t>
      </w:r>
    </w:p>
    <w:p w:rsidR="005B3ED9" w:rsidRDefault="005B3ED9" w:rsidP="005B3ED9">
      <w:r>
        <w:t>326.5362</w:t>
      </w:r>
      <w:r>
        <w:tab/>
        <w:t>2.025e0</w:t>
      </w:r>
    </w:p>
    <w:p w:rsidR="005B3ED9" w:rsidRDefault="005B3ED9" w:rsidP="005B3ED9">
      <w:r>
        <w:t>326.5687</w:t>
      </w:r>
      <w:r>
        <w:tab/>
        <w:t>1.013e0</w:t>
      </w:r>
    </w:p>
    <w:p w:rsidR="005B3ED9" w:rsidRDefault="005B3ED9" w:rsidP="005B3ED9">
      <w:r>
        <w:t>326.5969</w:t>
      </w:r>
      <w:r>
        <w:tab/>
        <w:t>1.013e0</w:t>
      </w:r>
    </w:p>
    <w:p w:rsidR="005B3ED9" w:rsidRDefault="005B3ED9" w:rsidP="005B3ED9">
      <w:r>
        <w:t>326.6295</w:t>
      </w:r>
      <w:r>
        <w:tab/>
        <w:t>2.025e0</w:t>
      </w:r>
    </w:p>
    <w:p w:rsidR="005B3ED9" w:rsidRDefault="005B3ED9" w:rsidP="005B3ED9">
      <w:r>
        <w:t>326.6495</w:t>
      </w:r>
      <w:r>
        <w:tab/>
        <w:t>1.013e0</w:t>
      </w:r>
    </w:p>
    <w:p w:rsidR="005B3ED9" w:rsidRDefault="005B3ED9" w:rsidP="005B3ED9">
      <w:r>
        <w:t>326.6890</w:t>
      </w:r>
      <w:r>
        <w:tab/>
        <w:t>4.051e0</w:t>
      </w:r>
    </w:p>
    <w:p w:rsidR="005B3ED9" w:rsidRDefault="005B3ED9" w:rsidP="005B3ED9">
      <w:r>
        <w:lastRenderedPageBreak/>
        <w:t>326.7122</w:t>
      </w:r>
      <w:r>
        <w:tab/>
        <w:t>2.025e0</w:t>
      </w:r>
    </w:p>
    <w:p w:rsidR="005B3ED9" w:rsidRDefault="005B3ED9" w:rsidP="005B3ED9">
      <w:r>
        <w:t>326.7320</w:t>
      </w:r>
      <w:r>
        <w:tab/>
        <w:t>1.013e0</w:t>
      </w:r>
    </w:p>
    <w:p w:rsidR="005B3ED9" w:rsidRDefault="005B3ED9" w:rsidP="005B3ED9">
      <w:r>
        <w:t>326.8748</w:t>
      </w:r>
      <w:r>
        <w:tab/>
        <w:t>2.146e0</w:t>
      </w:r>
    </w:p>
    <w:p w:rsidR="005B3ED9" w:rsidRDefault="005B3ED9" w:rsidP="005B3ED9">
      <w:r>
        <w:t>326.8787</w:t>
      </w:r>
      <w:r>
        <w:tab/>
        <w:t>3.038e0</w:t>
      </w:r>
    </w:p>
    <w:p w:rsidR="005B3ED9" w:rsidRDefault="005B3ED9" w:rsidP="005B3ED9">
      <w:r>
        <w:t>326.9147</w:t>
      </w:r>
      <w:r>
        <w:tab/>
        <w:t>1.013e0</w:t>
      </w:r>
    </w:p>
    <w:p w:rsidR="005B3ED9" w:rsidRDefault="005B3ED9" w:rsidP="005B3ED9">
      <w:r>
        <w:t>326.9226</w:t>
      </w:r>
      <w:r>
        <w:tab/>
        <w:t>2.025e0</w:t>
      </w:r>
    </w:p>
    <w:p w:rsidR="005B3ED9" w:rsidRDefault="005B3ED9" w:rsidP="005B3ED9">
      <w:r>
        <w:t>326.9256</w:t>
      </w:r>
      <w:r>
        <w:tab/>
        <w:t>2.025e0</w:t>
      </w:r>
    </w:p>
    <w:p w:rsidR="005B3ED9" w:rsidRDefault="005B3ED9" w:rsidP="005B3ED9">
      <w:r>
        <w:t>326.9501</w:t>
      </w:r>
      <w:r>
        <w:tab/>
        <w:t>1.013e0</w:t>
      </w:r>
    </w:p>
    <w:p w:rsidR="005B3ED9" w:rsidRDefault="005B3ED9" w:rsidP="005B3ED9">
      <w:r>
        <w:t>326.9824</w:t>
      </w:r>
      <w:r>
        <w:tab/>
        <w:t>1.013e0</w:t>
      </w:r>
    </w:p>
    <w:p w:rsidR="005B3ED9" w:rsidRDefault="005B3ED9" w:rsidP="005B3ED9">
      <w:r>
        <w:t>327.0268</w:t>
      </w:r>
      <w:r>
        <w:tab/>
        <w:t>3.038e0</w:t>
      </w:r>
    </w:p>
    <w:p w:rsidR="005B3ED9" w:rsidRDefault="005B3ED9" w:rsidP="005B3ED9">
      <w:r>
        <w:t>327.0739</w:t>
      </w:r>
      <w:r>
        <w:tab/>
        <w:t>1.013e0</w:t>
      </w:r>
    </w:p>
    <w:p w:rsidR="005B3ED9" w:rsidRDefault="005B3ED9" w:rsidP="005B3ED9">
      <w:r>
        <w:t>327.0782</w:t>
      </w:r>
      <w:r>
        <w:tab/>
        <w:t>2.025e0</w:t>
      </w:r>
    </w:p>
    <w:p w:rsidR="005B3ED9" w:rsidRDefault="005B3ED9" w:rsidP="005B3ED9">
      <w:r>
        <w:t>327.1034</w:t>
      </w:r>
      <w:r>
        <w:tab/>
        <w:t>1.013e0</w:t>
      </w:r>
    </w:p>
    <w:p w:rsidR="005B3ED9" w:rsidRDefault="005B3ED9" w:rsidP="005B3ED9">
      <w:r>
        <w:t>327.1210</w:t>
      </w:r>
      <w:r>
        <w:tab/>
        <w:t>2.025e0</w:t>
      </w:r>
    </w:p>
    <w:p w:rsidR="005B3ED9" w:rsidRDefault="005B3ED9" w:rsidP="005B3ED9">
      <w:r>
        <w:t>327.1564</w:t>
      </w:r>
      <w:r>
        <w:tab/>
        <w:t>2.025e0</w:t>
      </w:r>
    </w:p>
    <w:p w:rsidR="005B3ED9" w:rsidRDefault="005B3ED9" w:rsidP="005B3ED9">
      <w:r>
        <w:t>327.1649</w:t>
      </w:r>
      <w:r>
        <w:tab/>
        <w:t>1.013e0</w:t>
      </w:r>
    </w:p>
    <w:p w:rsidR="005B3ED9" w:rsidRDefault="005B3ED9" w:rsidP="005B3ED9">
      <w:r>
        <w:t>327.1892</w:t>
      </w:r>
      <w:r>
        <w:tab/>
        <w:t>1.013e0</w:t>
      </w:r>
    </w:p>
    <w:p w:rsidR="005B3ED9" w:rsidRDefault="005B3ED9" w:rsidP="005B3ED9">
      <w:r>
        <w:t>327.2010</w:t>
      </w:r>
      <w:r>
        <w:tab/>
        <w:t>2.025e0</w:t>
      </w:r>
    </w:p>
    <w:p w:rsidR="005B3ED9" w:rsidRDefault="005B3ED9" w:rsidP="005B3ED9">
      <w:r>
        <w:t>327.2095</w:t>
      </w:r>
      <w:r>
        <w:tab/>
        <w:t>1.013e0</w:t>
      </w:r>
    </w:p>
    <w:p w:rsidR="005B3ED9" w:rsidRDefault="005B3ED9" w:rsidP="005B3ED9">
      <w:r>
        <w:lastRenderedPageBreak/>
        <w:t>327.2135</w:t>
      </w:r>
      <w:r>
        <w:tab/>
        <w:t>1.013e0</w:t>
      </w:r>
    </w:p>
    <w:p w:rsidR="005B3ED9" w:rsidRDefault="005B3ED9" w:rsidP="005B3ED9">
      <w:r>
        <w:t>327.2331</w:t>
      </w:r>
      <w:r>
        <w:tab/>
        <w:t>1.013e0</w:t>
      </w:r>
    </w:p>
    <w:p w:rsidR="005B3ED9" w:rsidRDefault="005B3ED9" w:rsidP="005B3ED9">
      <w:r>
        <w:t>327.2625</w:t>
      </w:r>
      <w:r>
        <w:tab/>
        <w:t>2.025e0</w:t>
      </w:r>
    </w:p>
    <w:p w:rsidR="005B3ED9" w:rsidRDefault="005B3ED9" w:rsidP="005B3ED9">
      <w:r>
        <w:t>327.3570</w:t>
      </w:r>
      <w:r>
        <w:tab/>
        <w:t>1.013e0</w:t>
      </w:r>
    </w:p>
    <w:p w:rsidR="005B3ED9" w:rsidRDefault="005B3ED9" w:rsidP="005B3ED9">
      <w:r>
        <w:t>327.3678</w:t>
      </w:r>
      <w:r>
        <w:tab/>
        <w:t>2.025e0</w:t>
      </w:r>
    </w:p>
    <w:p w:rsidR="005B3ED9" w:rsidRDefault="005B3ED9" w:rsidP="005B3ED9">
      <w:r>
        <w:t>327.3771</w:t>
      </w:r>
      <w:r>
        <w:tab/>
        <w:t>3.038e0</w:t>
      </w:r>
    </w:p>
    <w:p w:rsidR="005B3ED9" w:rsidRDefault="005B3ED9" w:rsidP="005B3ED9">
      <w:r>
        <w:t>327.4437</w:t>
      </w:r>
      <w:r>
        <w:tab/>
        <w:t>2.167e0</w:t>
      </w:r>
    </w:p>
    <w:p w:rsidR="005B3ED9" w:rsidRDefault="005B3ED9" w:rsidP="005B3ED9">
      <w:r>
        <w:t>327.4574</w:t>
      </w:r>
      <w:r>
        <w:tab/>
        <w:t>1.013e0</w:t>
      </w:r>
    </w:p>
    <w:p w:rsidR="005B3ED9" w:rsidRDefault="005B3ED9" w:rsidP="005B3ED9">
      <w:r>
        <w:t>327.4976</w:t>
      </w:r>
      <w:r>
        <w:tab/>
        <w:t>1.013e0</w:t>
      </w:r>
    </w:p>
    <w:p w:rsidR="005B3ED9" w:rsidRDefault="005B3ED9" w:rsidP="005B3ED9">
      <w:r>
        <w:t>327.5637</w:t>
      </w:r>
      <w:r>
        <w:tab/>
        <w:t>1.013e0</w:t>
      </w:r>
    </w:p>
    <w:p w:rsidR="005B3ED9" w:rsidRDefault="005B3ED9" w:rsidP="005B3ED9">
      <w:r>
        <w:t>327.6315</w:t>
      </w:r>
      <w:r>
        <w:tab/>
        <w:t>1.013e0</w:t>
      </w:r>
    </w:p>
    <w:p w:rsidR="005B3ED9" w:rsidRDefault="005B3ED9" w:rsidP="005B3ED9">
      <w:r>
        <w:t>327.6519</w:t>
      </w:r>
      <w:r>
        <w:tab/>
        <w:t>1.013e0</w:t>
      </w:r>
    </w:p>
    <w:p w:rsidR="005B3ED9" w:rsidRDefault="005B3ED9" w:rsidP="005B3ED9">
      <w:r>
        <w:t>327.6673</w:t>
      </w:r>
      <w:r>
        <w:tab/>
        <w:t>3.038e0</w:t>
      </w:r>
    </w:p>
    <w:p w:rsidR="005B3ED9" w:rsidRDefault="005B3ED9" w:rsidP="005B3ED9">
      <w:r>
        <w:t>327.6964</w:t>
      </w:r>
      <w:r>
        <w:tab/>
        <w:t>2.025e0</w:t>
      </w:r>
    </w:p>
    <w:p w:rsidR="005B3ED9" w:rsidRDefault="005B3ED9" w:rsidP="005B3ED9">
      <w:r>
        <w:t>327.7085</w:t>
      </w:r>
      <w:r>
        <w:tab/>
        <w:t>1.013e0</w:t>
      </w:r>
    </w:p>
    <w:p w:rsidR="005B3ED9" w:rsidRDefault="005B3ED9" w:rsidP="005B3ED9">
      <w:r>
        <w:t>327.8236</w:t>
      </w:r>
      <w:r>
        <w:tab/>
        <w:t>1.013e0</w:t>
      </w:r>
    </w:p>
    <w:p w:rsidR="005B3ED9" w:rsidRDefault="005B3ED9" w:rsidP="005B3ED9">
      <w:r>
        <w:t>327.9063</w:t>
      </w:r>
      <w:r>
        <w:tab/>
        <w:t>1.013e0</w:t>
      </w:r>
    </w:p>
    <w:p w:rsidR="005B3ED9" w:rsidRDefault="005B3ED9" w:rsidP="005B3ED9">
      <w:r>
        <w:t>327.9440</w:t>
      </w:r>
      <w:r>
        <w:tab/>
        <w:t>1.013e0</w:t>
      </w:r>
    </w:p>
    <w:p w:rsidR="005B3ED9" w:rsidRDefault="005B3ED9" w:rsidP="005B3ED9">
      <w:r>
        <w:t>327.9595</w:t>
      </w:r>
      <w:r>
        <w:tab/>
        <w:t>1.013e0</w:t>
      </w:r>
    </w:p>
    <w:p w:rsidR="005B3ED9" w:rsidRDefault="005B3ED9" w:rsidP="005B3ED9">
      <w:r>
        <w:lastRenderedPageBreak/>
        <w:t>328.0127</w:t>
      </w:r>
      <w:r>
        <w:tab/>
        <w:t>1.013e0</w:t>
      </w:r>
    </w:p>
    <w:p w:rsidR="005B3ED9" w:rsidRDefault="005B3ED9" w:rsidP="005B3ED9">
      <w:r>
        <w:t>328.0201</w:t>
      </w:r>
      <w:r>
        <w:tab/>
        <w:t>4.051e0</w:t>
      </w:r>
    </w:p>
    <w:p w:rsidR="005B3ED9" w:rsidRDefault="005B3ED9" w:rsidP="005B3ED9">
      <w:r>
        <w:t>328.0541</w:t>
      </w:r>
      <w:r>
        <w:tab/>
        <w:t>1.013e0</w:t>
      </w:r>
    </w:p>
    <w:p w:rsidR="005B3ED9" w:rsidRDefault="005B3ED9" w:rsidP="005B3ED9">
      <w:r>
        <w:t>328.0659</w:t>
      </w:r>
      <w:r>
        <w:tab/>
        <w:t>2.025e0</w:t>
      </w:r>
    </w:p>
    <w:p w:rsidR="005B3ED9" w:rsidRDefault="005B3ED9" w:rsidP="005B3ED9">
      <w:r>
        <w:t>328.1665</w:t>
      </w:r>
      <w:r>
        <w:tab/>
        <w:t>1.013e0</w:t>
      </w:r>
    </w:p>
    <w:p w:rsidR="005B3ED9" w:rsidRDefault="005B3ED9" w:rsidP="005B3ED9">
      <w:r>
        <w:t>328.1997</w:t>
      </w:r>
      <w:r>
        <w:tab/>
        <w:t>3.038e0</w:t>
      </w:r>
    </w:p>
    <w:p w:rsidR="005B3ED9" w:rsidRDefault="005B3ED9" w:rsidP="005B3ED9">
      <w:r>
        <w:t>328.2078</w:t>
      </w:r>
      <w:r>
        <w:tab/>
        <w:t>2.025e0</w:t>
      </w:r>
    </w:p>
    <w:p w:rsidR="005B3ED9" w:rsidRDefault="005B3ED9" w:rsidP="005B3ED9">
      <w:r>
        <w:t>328.2197</w:t>
      </w:r>
      <w:r>
        <w:tab/>
        <w:t>1.013e0</w:t>
      </w:r>
    </w:p>
    <w:p w:rsidR="005B3ED9" w:rsidRDefault="005B3ED9" w:rsidP="005B3ED9">
      <w:r>
        <w:t>328.2354</w:t>
      </w:r>
      <w:r>
        <w:tab/>
        <w:t>2.025e0</w:t>
      </w:r>
    </w:p>
    <w:p w:rsidR="005B3ED9" w:rsidRDefault="005B3ED9" w:rsidP="005B3ED9">
      <w:r>
        <w:t>328.2611</w:t>
      </w:r>
      <w:r>
        <w:tab/>
        <w:t>1.013e0</w:t>
      </w:r>
    </w:p>
    <w:p w:rsidR="005B3ED9" w:rsidRDefault="005B3ED9" w:rsidP="005B3ED9">
      <w:r>
        <w:t>328.3539</w:t>
      </w:r>
      <w:r>
        <w:tab/>
        <w:t>1.013e0</w:t>
      </w:r>
    </w:p>
    <w:p w:rsidR="005B3ED9" w:rsidRDefault="005B3ED9" w:rsidP="005B3ED9">
      <w:r>
        <w:t>328.3619</w:t>
      </w:r>
      <w:r>
        <w:tab/>
        <w:t>1.013e0</w:t>
      </w:r>
    </w:p>
    <w:p w:rsidR="005B3ED9" w:rsidRDefault="005B3ED9" w:rsidP="005B3ED9">
      <w:r>
        <w:t>328.4268</w:t>
      </w:r>
      <w:r>
        <w:tab/>
        <w:t>1.013e0</w:t>
      </w:r>
    </w:p>
    <w:p w:rsidR="005B3ED9" w:rsidRDefault="005B3ED9" w:rsidP="005B3ED9">
      <w:r>
        <w:t>328.4556</w:t>
      </w:r>
      <w:r>
        <w:tab/>
        <w:t>1.013e0</w:t>
      </w:r>
    </w:p>
    <w:p w:rsidR="005B3ED9" w:rsidRDefault="005B3ED9" w:rsidP="005B3ED9">
      <w:r>
        <w:t>328.4919</w:t>
      </w:r>
      <w:r>
        <w:tab/>
        <w:t>1.013e0</w:t>
      </w:r>
    </w:p>
    <w:p w:rsidR="005B3ED9" w:rsidRDefault="005B3ED9" w:rsidP="005B3ED9">
      <w:r>
        <w:t>328.5407</w:t>
      </w:r>
      <w:r>
        <w:tab/>
        <w:t>1.013e0</w:t>
      </w:r>
    </w:p>
    <w:p w:rsidR="005B3ED9" w:rsidRDefault="005B3ED9" w:rsidP="005B3ED9">
      <w:r>
        <w:t>328.5610</w:t>
      </w:r>
      <w:r>
        <w:tab/>
        <w:t>1.013e0</w:t>
      </w:r>
    </w:p>
    <w:p w:rsidR="005B3ED9" w:rsidRDefault="005B3ED9" w:rsidP="005B3ED9">
      <w:r>
        <w:t>328.6244</w:t>
      </w:r>
      <w:r>
        <w:tab/>
        <w:t>2.025e0</w:t>
      </w:r>
    </w:p>
    <w:p w:rsidR="005B3ED9" w:rsidRDefault="005B3ED9" w:rsidP="005B3ED9">
      <w:r>
        <w:t>328.7154</w:t>
      </w:r>
      <w:r>
        <w:tab/>
        <w:t>1.013e0</w:t>
      </w:r>
    </w:p>
    <w:p w:rsidR="005B3ED9" w:rsidRDefault="005B3ED9" w:rsidP="005B3ED9">
      <w:r>
        <w:lastRenderedPageBreak/>
        <w:t>328.7276</w:t>
      </w:r>
      <w:r>
        <w:tab/>
        <w:t>2.025e0</w:t>
      </w:r>
    </w:p>
    <w:p w:rsidR="005B3ED9" w:rsidRDefault="005B3ED9" w:rsidP="005B3ED9">
      <w:r>
        <w:t>328.7797</w:t>
      </w:r>
      <w:r>
        <w:tab/>
        <w:t>2.025e0</w:t>
      </w:r>
    </w:p>
    <w:p w:rsidR="005B3ED9" w:rsidRDefault="005B3ED9" w:rsidP="005B3ED9">
      <w:r>
        <w:t>328.7925</w:t>
      </w:r>
      <w:r>
        <w:tab/>
        <w:t>1.013e0</w:t>
      </w:r>
    </w:p>
    <w:p w:rsidR="005B3ED9" w:rsidRDefault="005B3ED9" w:rsidP="005B3ED9">
      <w:r>
        <w:t>328.8295</w:t>
      </w:r>
      <w:r>
        <w:tab/>
        <w:t>1.013e0</w:t>
      </w:r>
    </w:p>
    <w:p w:rsidR="005B3ED9" w:rsidRDefault="005B3ED9" w:rsidP="005B3ED9">
      <w:r>
        <w:t>328.8670</w:t>
      </w:r>
      <w:r>
        <w:tab/>
        <w:t>2.025e0</w:t>
      </w:r>
    </w:p>
    <w:p w:rsidR="005B3ED9" w:rsidRDefault="005B3ED9" w:rsidP="005B3ED9">
      <w:r>
        <w:t>328.8701</w:t>
      </w:r>
      <w:r>
        <w:tab/>
        <w:t>1.771e0</w:t>
      </w:r>
    </w:p>
    <w:p w:rsidR="005B3ED9" w:rsidRDefault="005B3ED9" w:rsidP="005B3ED9">
      <w:r>
        <w:t>328.9169</w:t>
      </w:r>
      <w:r>
        <w:tab/>
        <w:t>2.157e1</w:t>
      </w:r>
    </w:p>
    <w:p w:rsidR="005B3ED9" w:rsidRDefault="005B3ED9" w:rsidP="005B3ED9">
      <w:r>
        <w:t>328.9181</w:t>
      </w:r>
      <w:r>
        <w:tab/>
        <w:t>1.673e1</w:t>
      </w:r>
    </w:p>
    <w:p w:rsidR="005B3ED9" w:rsidRDefault="005B3ED9" w:rsidP="005B3ED9">
      <w:r>
        <w:t>328.9194</w:t>
      </w:r>
      <w:r>
        <w:tab/>
        <w:t>1.620e1</w:t>
      </w:r>
    </w:p>
    <w:p w:rsidR="005B3ED9" w:rsidRDefault="005B3ED9" w:rsidP="005B3ED9">
      <w:r>
        <w:t>328.9753</w:t>
      </w:r>
      <w:r>
        <w:tab/>
        <w:t>1.013e0</w:t>
      </w:r>
    </w:p>
    <w:p w:rsidR="005B3ED9" w:rsidRDefault="005B3ED9" w:rsidP="005B3ED9">
      <w:r>
        <w:t>328.9895</w:t>
      </w:r>
      <w:r>
        <w:tab/>
        <w:t>2.025e0</w:t>
      </w:r>
    </w:p>
    <w:p w:rsidR="005B3ED9" w:rsidRDefault="005B3ED9" w:rsidP="005B3ED9">
      <w:r>
        <w:t>329.0132</w:t>
      </w:r>
      <w:r>
        <w:tab/>
        <w:t>1.013e0</w:t>
      </w:r>
    </w:p>
    <w:p w:rsidR="005B3ED9" w:rsidRDefault="005B3ED9" w:rsidP="005B3ED9">
      <w:r>
        <w:t>329.0281</w:t>
      </w:r>
      <w:r>
        <w:tab/>
        <w:t>1.013e0</w:t>
      </w:r>
    </w:p>
    <w:p w:rsidR="005B3ED9" w:rsidRDefault="005B3ED9" w:rsidP="005B3ED9">
      <w:r>
        <w:t>329.0768</w:t>
      </w:r>
      <w:r>
        <w:tab/>
        <w:t>1.013e0</w:t>
      </w:r>
    </w:p>
    <w:p w:rsidR="005B3ED9" w:rsidRDefault="005B3ED9" w:rsidP="005B3ED9">
      <w:r>
        <w:t>329.1296</w:t>
      </w:r>
      <w:r>
        <w:tab/>
        <w:t>1.013e0</w:t>
      </w:r>
    </w:p>
    <w:p w:rsidR="005B3ED9" w:rsidRDefault="005B3ED9" w:rsidP="005B3ED9">
      <w:r>
        <w:t>329.1581</w:t>
      </w:r>
      <w:r>
        <w:tab/>
        <w:t>2.025e0</w:t>
      </w:r>
    </w:p>
    <w:p w:rsidR="005B3ED9" w:rsidRDefault="005B3ED9" w:rsidP="005B3ED9">
      <w:r>
        <w:t>329.1971</w:t>
      </w:r>
      <w:r>
        <w:tab/>
        <w:t>1.013e0</w:t>
      </w:r>
    </w:p>
    <w:p w:rsidR="005B3ED9" w:rsidRDefault="005B3ED9" w:rsidP="005B3ED9">
      <w:r>
        <w:t>329.2013</w:t>
      </w:r>
      <w:r>
        <w:tab/>
        <w:t>2.025e0</w:t>
      </w:r>
    </w:p>
    <w:p w:rsidR="005B3ED9" w:rsidRDefault="005B3ED9" w:rsidP="005B3ED9">
      <w:r>
        <w:t>329.2068</w:t>
      </w:r>
      <w:r>
        <w:tab/>
        <w:t>1.013e0</w:t>
      </w:r>
    </w:p>
    <w:p w:rsidR="005B3ED9" w:rsidRDefault="005B3ED9" w:rsidP="005B3ED9">
      <w:r>
        <w:lastRenderedPageBreak/>
        <w:t>329.2208</w:t>
      </w:r>
      <w:r>
        <w:tab/>
        <w:t>1.013e0</w:t>
      </w:r>
    </w:p>
    <w:p w:rsidR="005B3ED9" w:rsidRDefault="005B3ED9" w:rsidP="005B3ED9">
      <w:r>
        <w:t>329.2840</w:t>
      </w:r>
      <w:r>
        <w:tab/>
        <w:t>2.025e0</w:t>
      </w:r>
    </w:p>
    <w:p w:rsidR="005B3ED9" w:rsidRDefault="005B3ED9" w:rsidP="005B3ED9">
      <w:r>
        <w:t>329.3276</w:t>
      </w:r>
      <w:r>
        <w:tab/>
        <w:t>1.013e0</w:t>
      </w:r>
    </w:p>
    <w:p w:rsidR="005B3ED9" w:rsidRDefault="005B3ED9" w:rsidP="005B3ED9">
      <w:r>
        <w:t>329.4264</w:t>
      </w:r>
      <w:r>
        <w:tab/>
        <w:t>2.025e0</w:t>
      </w:r>
    </w:p>
    <w:p w:rsidR="005B3ED9" w:rsidRDefault="005B3ED9" w:rsidP="005B3ED9">
      <w:r>
        <w:t>329.4284</w:t>
      </w:r>
      <w:r>
        <w:tab/>
        <w:t>1.013e0</w:t>
      </w:r>
    </w:p>
    <w:p w:rsidR="005B3ED9" w:rsidRDefault="005B3ED9" w:rsidP="005B3ED9">
      <w:r>
        <w:t>329.4426</w:t>
      </w:r>
      <w:r>
        <w:tab/>
        <w:t>1.013e0</w:t>
      </w:r>
    </w:p>
    <w:p w:rsidR="005B3ED9" w:rsidRDefault="005B3ED9" w:rsidP="005B3ED9">
      <w:r>
        <w:t>329.4629</w:t>
      </w:r>
      <w:r>
        <w:tab/>
        <w:t>1.013e0</w:t>
      </w:r>
    </w:p>
    <w:p w:rsidR="005B3ED9" w:rsidRDefault="005B3ED9" w:rsidP="005B3ED9">
      <w:r>
        <w:t>329.4996</w:t>
      </w:r>
      <w:r>
        <w:tab/>
        <w:t>1.013e0</w:t>
      </w:r>
    </w:p>
    <w:p w:rsidR="005B3ED9" w:rsidRDefault="005B3ED9" w:rsidP="005B3ED9">
      <w:r>
        <w:t>329.5887</w:t>
      </w:r>
      <w:r>
        <w:tab/>
        <w:t>1.013e0</w:t>
      </w:r>
    </w:p>
    <w:p w:rsidR="005B3ED9" w:rsidRDefault="005B3ED9" w:rsidP="005B3ED9">
      <w:r>
        <w:t>329.6106</w:t>
      </w:r>
      <w:r>
        <w:tab/>
        <w:t>3.038e0</w:t>
      </w:r>
    </w:p>
    <w:p w:rsidR="005B3ED9" w:rsidRDefault="005B3ED9" w:rsidP="005B3ED9">
      <w:r>
        <w:t>329.6700</w:t>
      </w:r>
      <w:r>
        <w:tab/>
        <w:t>1.013e0</w:t>
      </w:r>
    </w:p>
    <w:p w:rsidR="005B3ED9" w:rsidRDefault="005B3ED9" w:rsidP="005B3ED9">
      <w:r>
        <w:t>329.6795</w:t>
      </w:r>
      <w:r>
        <w:tab/>
        <w:t>2.025e0</w:t>
      </w:r>
    </w:p>
    <w:p w:rsidR="005B3ED9" w:rsidRDefault="005B3ED9" w:rsidP="005B3ED9">
      <w:r>
        <w:t>329.7798</w:t>
      </w:r>
      <w:r>
        <w:tab/>
        <w:t>1.013e0</w:t>
      </w:r>
    </w:p>
    <w:p w:rsidR="005B3ED9" w:rsidRDefault="005B3ED9" w:rsidP="005B3ED9">
      <w:r>
        <w:t>329.8085</w:t>
      </w:r>
      <w:r>
        <w:tab/>
        <w:t>1.013e0</w:t>
      </w:r>
    </w:p>
    <w:p w:rsidR="005B3ED9" w:rsidRDefault="005B3ED9" w:rsidP="005B3ED9">
      <w:r>
        <w:t>329.8441</w:t>
      </w:r>
      <w:r>
        <w:tab/>
        <w:t>1.013e0</w:t>
      </w:r>
    </w:p>
    <w:p w:rsidR="005B3ED9" w:rsidRDefault="005B3ED9" w:rsidP="005B3ED9">
      <w:r>
        <w:t>329.8461</w:t>
      </w:r>
      <w:r>
        <w:tab/>
        <w:t>2.025e0</w:t>
      </w:r>
    </w:p>
    <w:p w:rsidR="005B3ED9" w:rsidRDefault="005B3ED9" w:rsidP="005B3ED9">
      <w:r>
        <w:t>329.8687</w:t>
      </w:r>
      <w:r>
        <w:tab/>
        <w:t>2.025e0</w:t>
      </w:r>
    </w:p>
    <w:p w:rsidR="005B3ED9" w:rsidRDefault="005B3ED9" w:rsidP="005B3ED9">
      <w:r>
        <w:t>329.8976</w:t>
      </w:r>
      <w:r>
        <w:tab/>
        <w:t>3.038e0</w:t>
      </w:r>
    </w:p>
    <w:p w:rsidR="005B3ED9" w:rsidRDefault="005B3ED9" w:rsidP="005B3ED9">
      <w:r>
        <w:t>329.9108</w:t>
      </w:r>
      <w:r>
        <w:tab/>
        <w:t>3.038e0</w:t>
      </w:r>
    </w:p>
    <w:p w:rsidR="005B3ED9" w:rsidRDefault="005B3ED9" w:rsidP="005B3ED9">
      <w:r>
        <w:lastRenderedPageBreak/>
        <w:t>329.9392</w:t>
      </w:r>
      <w:r>
        <w:tab/>
        <w:t>2.025e0</w:t>
      </w:r>
    </w:p>
    <w:p w:rsidR="005B3ED9" w:rsidRDefault="005B3ED9" w:rsidP="005B3ED9">
      <w:r>
        <w:t>329.9476</w:t>
      </w:r>
      <w:r>
        <w:tab/>
        <w:t>2.025e0</w:t>
      </w:r>
    </w:p>
    <w:p w:rsidR="005B3ED9" w:rsidRDefault="005B3ED9" w:rsidP="005B3ED9">
      <w:r>
        <w:t>329.9554</w:t>
      </w:r>
      <w:r>
        <w:tab/>
        <w:t>5.063e0</w:t>
      </w:r>
    </w:p>
    <w:p w:rsidR="005B3ED9" w:rsidRDefault="005B3ED9" w:rsidP="005B3ED9">
      <w:r>
        <w:t>329.9630</w:t>
      </w:r>
      <w:r>
        <w:tab/>
        <w:t>1.013e0</w:t>
      </w:r>
    </w:p>
    <w:p w:rsidR="005B3ED9" w:rsidRDefault="005B3ED9" w:rsidP="005B3ED9">
      <w:r>
        <w:t>329.9868</w:t>
      </w:r>
      <w:r>
        <w:tab/>
        <w:t>1.013e0</w:t>
      </w:r>
    </w:p>
    <w:p w:rsidR="005B3ED9" w:rsidRDefault="005B3ED9" w:rsidP="005B3ED9">
      <w:r>
        <w:t>330.0125</w:t>
      </w:r>
      <w:r>
        <w:tab/>
        <w:t>2.025e0</w:t>
      </w:r>
    </w:p>
    <w:p w:rsidR="005B3ED9" w:rsidRDefault="005B3ED9" w:rsidP="005B3ED9">
      <w:r>
        <w:t>330.0704</w:t>
      </w:r>
      <w:r>
        <w:tab/>
        <w:t>2.025e0</w:t>
      </w:r>
    </w:p>
    <w:p w:rsidR="005B3ED9" w:rsidRDefault="005B3ED9" w:rsidP="005B3ED9">
      <w:r>
        <w:t>330.0759</w:t>
      </w:r>
      <w:r>
        <w:tab/>
        <w:t>1.013e0</w:t>
      </w:r>
    </w:p>
    <w:p w:rsidR="005B3ED9" w:rsidRDefault="005B3ED9" w:rsidP="005B3ED9">
      <w:r>
        <w:t>330.1051</w:t>
      </w:r>
      <w:r>
        <w:tab/>
        <w:t>1.013e0</w:t>
      </w:r>
    </w:p>
    <w:p w:rsidR="005B3ED9" w:rsidRDefault="005B3ED9" w:rsidP="005B3ED9">
      <w:r>
        <w:t>330.1131</w:t>
      </w:r>
      <w:r>
        <w:tab/>
        <w:t>1.013e0</w:t>
      </w:r>
    </w:p>
    <w:p w:rsidR="005B3ED9" w:rsidRDefault="005B3ED9" w:rsidP="005B3ED9">
      <w:r>
        <w:t>330.1235</w:t>
      </w:r>
      <w:r>
        <w:tab/>
        <w:t>1.013e0</w:t>
      </w:r>
    </w:p>
    <w:p w:rsidR="005B3ED9" w:rsidRDefault="005B3ED9" w:rsidP="005B3ED9">
      <w:r>
        <w:t>330.2067</w:t>
      </w:r>
      <w:r>
        <w:tab/>
        <w:t>2.025e0</w:t>
      </w:r>
    </w:p>
    <w:p w:rsidR="005B3ED9" w:rsidRDefault="005B3ED9" w:rsidP="005B3ED9">
      <w:r>
        <w:t>330.2148</w:t>
      </w:r>
      <w:r>
        <w:tab/>
        <w:t>2.025e0</w:t>
      </w:r>
    </w:p>
    <w:p w:rsidR="005B3ED9" w:rsidRDefault="005B3ED9" w:rsidP="005B3ED9">
      <w:r>
        <w:t>330.2192</w:t>
      </w:r>
      <w:r>
        <w:tab/>
        <w:t>2.025e0</w:t>
      </w:r>
    </w:p>
    <w:p w:rsidR="005B3ED9" w:rsidRDefault="005B3ED9" w:rsidP="005B3ED9">
      <w:r>
        <w:t>330.2478</w:t>
      </w:r>
      <w:r>
        <w:tab/>
        <w:t>2.025e0</w:t>
      </w:r>
    </w:p>
    <w:p w:rsidR="005B3ED9" w:rsidRDefault="005B3ED9" w:rsidP="005B3ED9">
      <w:r>
        <w:t>330.2596</w:t>
      </w:r>
      <w:r>
        <w:tab/>
        <w:t>2.025e0</w:t>
      </w:r>
    </w:p>
    <w:p w:rsidR="005B3ED9" w:rsidRDefault="005B3ED9" w:rsidP="005B3ED9">
      <w:r>
        <w:t>330.3164</w:t>
      </w:r>
      <w:r>
        <w:tab/>
        <w:t>1.013e0</w:t>
      </w:r>
    </w:p>
    <w:p w:rsidR="005B3ED9" w:rsidRDefault="005B3ED9" w:rsidP="005B3ED9">
      <w:r>
        <w:t>330.3337</w:t>
      </w:r>
      <w:r>
        <w:tab/>
        <w:t>2.025e0</w:t>
      </w:r>
    </w:p>
    <w:p w:rsidR="005B3ED9" w:rsidRDefault="005B3ED9" w:rsidP="005B3ED9">
      <w:r>
        <w:t>330.4090</w:t>
      </w:r>
      <w:r>
        <w:tab/>
        <w:t>1.013e0</w:t>
      </w:r>
    </w:p>
    <w:p w:rsidR="005B3ED9" w:rsidRDefault="005B3ED9" w:rsidP="005B3ED9">
      <w:r>
        <w:lastRenderedPageBreak/>
        <w:t>330.4268</w:t>
      </w:r>
      <w:r>
        <w:tab/>
        <w:t>1.013e0</w:t>
      </w:r>
    </w:p>
    <w:p w:rsidR="005B3ED9" w:rsidRDefault="005B3ED9" w:rsidP="005B3ED9">
      <w:r>
        <w:t>330.4323</w:t>
      </w:r>
      <w:r>
        <w:tab/>
        <w:t>2.025e0</w:t>
      </w:r>
    </w:p>
    <w:p w:rsidR="005B3ED9" w:rsidRDefault="005B3ED9" w:rsidP="005B3ED9">
      <w:r>
        <w:t>330.4748</w:t>
      </w:r>
      <w:r>
        <w:tab/>
        <w:t>1.013e0</w:t>
      </w:r>
    </w:p>
    <w:p w:rsidR="005B3ED9" w:rsidRDefault="005B3ED9" w:rsidP="005B3ED9">
      <w:r>
        <w:t>330.7310</w:t>
      </w:r>
      <w:r>
        <w:tab/>
        <w:t>1.013e0</w:t>
      </w:r>
    </w:p>
    <w:p w:rsidR="005B3ED9" w:rsidRDefault="005B3ED9" w:rsidP="005B3ED9">
      <w:r>
        <w:t>330.7841</w:t>
      </w:r>
      <w:r>
        <w:tab/>
        <w:t>1.013e0</w:t>
      </w:r>
    </w:p>
    <w:p w:rsidR="005B3ED9" w:rsidRDefault="005B3ED9" w:rsidP="005B3ED9">
      <w:r>
        <w:t>330.7883</w:t>
      </w:r>
      <w:r>
        <w:tab/>
        <w:t>2.025e0</w:t>
      </w:r>
    </w:p>
    <w:p w:rsidR="005B3ED9" w:rsidRDefault="005B3ED9" w:rsidP="005B3ED9">
      <w:r>
        <w:t>330.8598</w:t>
      </w:r>
      <w:r>
        <w:tab/>
        <w:t>2.025e0</w:t>
      </w:r>
    </w:p>
    <w:p w:rsidR="005B3ED9" w:rsidRDefault="005B3ED9" w:rsidP="005B3ED9">
      <w:r>
        <w:t>330.8952</w:t>
      </w:r>
      <w:r>
        <w:tab/>
        <w:t>3.038e0</w:t>
      </w:r>
    </w:p>
    <w:p w:rsidR="005B3ED9" w:rsidRDefault="005B3ED9" w:rsidP="005B3ED9">
      <w:r>
        <w:t>330.9040</w:t>
      </w:r>
      <w:r>
        <w:tab/>
        <w:t>3.038e0</w:t>
      </w:r>
    </w:p>
    <w:p w:rsidR="005B3ED9" w:rsidRDefault="005B3ED9" w:rsidP="005B3ED9">
      <w:r>
        <w:t>330.9211</w:t>
      </w:r>
      <w:r>
        <w:tab/>
        <w:t>2.025e0</w:t>
      </w:r>
    </w:p>
    <w:p w:rsidR="005B3ED9" w:rsidRDefault="005B3ED9" w:rsidP="005B3ED9">
      <w:r>
        <w:t>330.9590</w:t>
      </w:r>
      <w:r>
        <w:tab/>
        <w:t>2.025e0</w:t>
      </w:r>
    </w:p>
    <w:p w:rsidR="005B3ED9" w:rsidRDefault="005B3ED9" w:rsidP="005B3ED9">
      <w:r>
        <w:t>330.9792</w:t>
      </w:r>
      <w:r>
        <w:tab/>
        <w:t>1.029e0</w:t>
      </w:r>
    </w:p>
    <w:p w:rsidR="005B3ED9" w:rsidRDefault="005B3ED9" w:rsidP="005B3ED9">
      <w:r>
        <w:t>330.9940</w:t>
      </w:r>
      <w:r>
        <w:tab/>
        <w:t>3.038e0</w:t>
      </w:r>
    </w:p>
    <w:p w:rsidR="005B3ED9" w:rsidRDefault="005B3ED9" w:rsidP="005B3ED9">
      <w:r>
        <w:t>331.0075</w:t>
      </w:r>
      <w:r>
        <w:tab/>
        <w:t>3.038e0</w:t>
      </w:r>
    </w:p>
    <w:p w:rsidR="005B3ED9" w:rsidRDefault="005B3ED9" w:rsidP="005B3ED9">
      <w:r>
        <w:t>331.0403</w:t>
      </w:r>
      <w:r>
        <w:tab/>
        <w:t>1.013e0</w:t>
      </w:r>
    </w:p>
    <w:p w:rsidR="005B3ED9" w:rsidRDefault="005B3ED9" w:rsidP="005B3ED9">
      <w:r>
        <w:t>331.0761</w:t>
      </w:r>
      <w:r>
        <w:tab/>
        <w:t>1.013e0</w:t>
      </w:r>
    </w:p>
    <w:p w:rsidR="005B3ED9" w:rsidRDefault="005B3ED9" w:rsidP="005B3ED9">
      <w:r>
        <w:t>331.0810</w:t>
      </w:r>
      <w:r>
        <w:tab/>
        <w:t>1.013e0</w:t>
      </w:r>
    </w:p>
    <w:p w:rsidR="005B3ED9" w:rsidRDefault="005B3ED9" w:rsidP="005B3ED9">
      <w:r>
        <w:t>331.1178</w:t>
      </w:r>
      <w:r>
        <w:tab/>
        <w:t>2.025e0</w:t>
      </w:r>
    </w:p>
    <w:p w:rsidR="005B3ED9" w:rsidRDefault="005B3ED9" w:rsidP="005B3ED9">
      <w:r>
        <w:t>331.2013</w:t>
      </w:r>
      <w:r>
        <w:tab/>
        <w:t>1.013e0</w:t>
      </w:r>
    </w:p>
    <w:p w:rsidR="005B3ED9" w:rsidRDefault="005B3ED9" w:rsidP="005B3ED9">
      <w:r>
        <w:lastRenderedPageBreak/>
        <w:t>331.2116</w:t>
      </w:r>
      <w:r>
        <w:tab/>
        <w:t>4.051e0</w:t>
      </w:r>
    </w:p>
    <w:p w:rsidR="005B3ED9" w:rsidRDefault="005B3ED9" w:rsidP="005B3ED9">
      <w:r>
        <w:t>331.2396</w:t>
      </w:r>
      <w:r>
        <w:tab/>
        <w:t>1.013e0</w:t>
      </w:r>
    </w:p>
    <w:p w:rsidR="005B3ED9" w:rsidRDefault="005B3ED9" w:rsidP="005B3ED9">
      <w:r>
        <w:t>331.2729</w:t>
      </w:r>
      <w:r>
        <w:tab/>
        <w:t>1.013e0</w:t>
      </w:r>
    </w:p>
    <w:p w:rsidR="005B3ED9" w:rsidRDefault="005B3ED9" w:rsidP="005B3ED9">
      <w:r>
        <w:t>331.2924</w:t>
      </w:r>
      <w:r>
        <w:tab/>
        <w:t>2.025e0</w:t>
      </w:r>
    </w:p>
    <w:p w:rsidR="005B3ED9" w:rsidRDefault="005B3ED9" w:rsidP="005B3ED9">
      <w:r>
        <w:t>331.3863</w:t>
      </w:r>
      <w:r>
        <w:tab/>
        <w:t>1.013e0</w:t>
      </w:r>
    </w:p>
    <w:p w:rsidR="005B3ED9" w:rsidRDefault="005B3ED9" w:rsidP="005B3ED9">
      <w:r>
        <w:t>331.4470</w:t>
      </w:r>
      <w:r>
        <w:tab/>
        <w:t>1.013e0</w:t>
      </w:r>
    </w:p>
    <w:p w:rsidR="005B3ED9" w:rsidRDefault="005B3ED9" w:rsidP="005B3ED9">
      <w:r>
        <w:t>331.4519</w:t>
      </w:r>
      <w:r>
        <w:tab/>
        <w:t>1.013e0</w:t>
      </w:r>
    </w:p>
    <w:p w:rsidR="005B3ED9" w:rsidRDefault="005B3ED9" w:rsidP="005B3ED9">
      <w:r>
        <w:t>331.5204</w:t>
      </w:r>
      <w:r>
        <w:tab/>
        <w:t>1.013e0</w:t>
      </w:r>
    </w:p>
    <w:p w:rsidR="005B3ED9" w:rsidRDefault="005B3ED9" w:rsidP="005B3ED9">
      <w:r>
        <w:t>331.6925</w:t>
      </w:r>
      <w:r>
        <w:tab/>
        <w:t>2.025e0</w:t>
      </w:r>
    </w:p>
    <w:p w:rsidR="005B3ED9" w:rsidRDefault="005B3ED9" w:rsidP="005B3ED9">
      <w:r>
        <w:t>331.7166</w:t>
      </w:r>
      <w:r>
        <w:tab/>
        <w:t>2.025e0</w:t>
      </w:r>
    </w:p>
    <w:p w:rsidR="005B3ED9" w:rsidRDefault="005B3ED9" w:rsidP="005B3ED9">
      <w:r>
        <w:t>331.8051</w:t>
      </w:r>
      <w:r>
        <w:tab/>
        <w:t>1.013e0</w:t>
      </w:r>
    </w:p>
    <w:p w:rsidR="005B3ED9" w:rsidRDefault="005B3ED9" w:rsidP="005B3ED9">
      <w:r>
        <w:t>331.8101</w:t>
      </w:r>
      <w:r>
        <w:tab/>
        <w:t>1.013e0</w:t>
      </w:r>
    </w:p>
    <w:p w:rsidR="005B3ED9" w:rsidRDefault="005B3ED9" w:rsidP="005B3ED9">
      <w:r>
        <w:t>331.8824</w:t>
      </w:r>
      <w:r>
        <w:tab/>
        <w:t>1.013e0</w:t>
      </w:r>
    </w:p>
    <w:p w:rsidR="005B3ED9" w:rsidRDefault="005B3ED9" w:rsidP="005B3ED9">
      <w:r>
        <w:t>331.9129</w:t>
      </w:r>
      <w:r>
        <w:tab/>
        <w:t>2.025e0</w:t>
      </w:r>
    </w:p>
    <w:p w:rsidR="005B3ED9" w:rsidRDefault="005B3ED9" w:rsidP="005B3ED9">
      <w:r>
        <w:t>331.9273</w:t>
      </w:r>
      <w:r>
        <w:tab/>
        <w:t>1.013e0</w:t>
      </w:r>
    </w:p>
    <w:p w:rsidR="005B3ED9" w:rsidRDefault="005B3ED9" w:rsidP="005B3ED9">
      <w:r>
        <w:t>331.9314</w:t>
      </w:r>
      <w:r>
        <w:tab/>
        <w:t>1.013e0</w:t>
      </w:r>
    </w:p>
    <w:p w:rsidR="005B3ED9" w:rsidRDefault="005B3ED9" w:rsidP="005B3ED9">
      <w:r>
        <w:t>331.9433</w:t>
      </w:r>
      <w:r>
        <w:tab/>
        <w:t>2.025e0</w:t>
      </w:r>
    </w:p>
    <w:p w:rsidR="005B3ED9" w:rsidRDefault="005B3ED9" w:rsidP="005B3ED9">
      <w:r>
        <w:t>331.9596</w:t>
      </w:r>
      <w:r>
        <w:tab/>
        <w:t>1.013e0</w:t>
      </w:r>
    </w:p>
    <w:p w:rsidR="005B3ED9" w:rsidRDefault="005B3ED9" w:rsidP="005B3ED9">
      <w:r>
        <w:t>331.9762</w:t>
      </w:r>
      <w:r>
        <w:tab/>
        <w:t>2.025e0</w:t>
      </w:r>
    </w:p>
    <w:p w:rsidR="005B3ED9" w:rsidRDefault="005B3ED9" w:rsidP="005B3ED9">
      <w:r>
        <w:lastRenderedPageBreak/>
        <w:t>332.0046</w:t>
      </w:r>
      <w:r>
        <w:tab/>
        <w:t>1.013e0</w:t>
      </w:r>
    </w:p>
    <w:p w:rsidR="005B3ED9" w:rsidRDefault="005B3ED9" w:rsidP="005B3ED9">
      <w:r>
        <w:t>332.0252</w:t>
      </w:r>
      <w:r>
        <w:tab/>
        <w:t>1.013e0</w:t>
      </w:r>
    </w:p>
    <w:p w:rsidR="005B3ED9" w:rsidRDefault="005B3ED9" w:rsidP="005B3ED9">
      <w:r>
        <w:t>332.0530</w:t>
      </w:r>
      <w:r>
        <w:tab/>
        <w:t>2.025e0</w:t>
      </w:r>
    </w:p>
    <w:p w:rsidR="005B3ED9" w:rsidRDefault="005B3ED9" w:rsidP="005B3ED9">
      <w:r>
        <w:t>332.0614</w:t>
      </w:r>
      <w:r>
        <w:tab/>
        <w:t>1.013e0</w:t>
      </w:r>
    </w:p>
    <w:p w:rsidR="005B3ED9" w:rsidRDefault="005B3ED9" w:rsidP="005B3ED9">
      <w:r>
        <w:t>332.1025</w:t>
      </w:r>
      <w:r>
        <w:tab/>
        <w:t>1.013e0</w:t>
      </w:r>
    </w:p>
    <w:p w:rsidR="005B3ED9" w:rsidRDefault="005B3ED9" w:rsidP="005B3ED9">
      <w:r>
        <w:t>332.1064</w:t>
      </w:r>
      <w:r>
        <w:tab/>
        <w:t>1.013e0</w:t>
      </w:r>
    </w:p>
    <w:p w:rsidR="005B3ED9" w:rsidRDefault="005B3ED9" w:rsidP="005B3ED9">
      <w:r>
        <w:t>332.1316</w:t>
      </w:r>
      <w:r>
        <w:tab/>
        <w:t>3.038e0</w:t>
      </w:r>
    </w:p>
    <w:p w:rsidR="005B3ED9" w:rsidRDefault="005B3ED9" w:rsidP="005B3ED9">
      <w:r>
        <w:t>332.1552</w:t>
      </w:r>
      <w:r>
        <w:tab/>
        <w:t>1.013e0</w:t>
      </w:r>
    </w:p>
    <w:p w:rsidR="005B3ED9" w:rsidRDefault="005B3ED9" w:rsidP="005B3ED9">
      <w:r>
        <w:t>332.1679</w:t>
      </w:r>
      <w:r>
        <w:tab/>
        <w:t>2.025e0</w:t>
      </w:r>
    </w:p>
    <w:p w:rsidR="005B3ED9" w:rsidRDefault="005B3ED9" w:rsidP="005B3ED9">
      <w:r>
        <w:t>332.2043</w:t>
      </w:r>
      <w:r>
        <w:tab/>
        <w:t>1.013e0</w:t>
      </w:r>
    </w:p>
    <w:p w:rsidR="005B3ED9" w:rsidRDefault="005B3ED9" w:rsidP="005B3ED9">
      <w:r>
        <w:t>332.2122</w:t>
      </w:r>
      <w:r>
        <w:tab/>
        <w:t>1.013e0</w:t>
      </w:r>
    </w:p>
    <w:p w:rsidR="005B3ED9" w:rsidRDefault="005B3ED9" w:rsidP="005B3ED9">
      <w:r>
        <w:t>332.2404</w:t>
      </w:r>
      <w:r>
        <w:tab/>
        <w:t>1.013e0</w:t>
      </w:r>
    </w:p>
    <w:p w:rsidR="005B3ED9" w:rsidRDefault="005B3ED9" w:rsidP="005B3ED9">
      <w:r>
        <w:t>332.2733</w:t>
      </w:r>
      <w:r>
        <w:tab/>
        <w:t>2.025e0</w:t>
      </w:r>
    </w:p>
    <w:p w:rsidR="005B3ED9" w:rsidRDefault="005B3ED9" w:rsidP="005B3ED9">
      <w:r>
        <w:t>332.2855</w:t>
      </w:r>
      <w:r>
        <w:tab/>
        <w:t>1.013e0</w:t>
      </w:r>
    </w:p>
    <w:p w:rsidR="005B3ED9" w:rsidRDefault="005B3ED9" w:rsidP="005B3ED9">
      <w:r>
        <w:t>332.2896</w:t>
      </w:r>
      <w:r>
        <w:tab/>
        <w:t>1.013e0</w:t>
      </w:r>
    </w:p>
    <w:p w:rsidR="005B3ED9" w:rsidRDefault="005B3ED9" w:rsidP="005B3ED9">
      <w:r>
        <w:t>332.3119</w:t>
      </w:r>
      <w:r>
        <w:tab/>
        <w:t>2.025e0</w:t>
      </w:r>
    </w:p>
    <w:p w:rsidR="005B3ED9" w:rsidRDefault="005B3ED9" w:rsidP="005B3ED9">
      <w:r>
        <w:t>332.3182</w:t>
      </w:r>
      <w:r>
        <w:tab/>
        <w:t>1.013e0</w:t>
      </w:r>
    </w:p>
    <w:p w:rsidR="005B3ED9" w:rsidRDefault="005B3ED9" w:rsidP="005B3ED9">
      <w:r>
        <w:t>332.3343</w:t>
      </w:r>
      <w:r>
        <w:tab/>
        <w:t>5.063e0</w:t>
      </w:r>
    </w:p>
    <w:p w:rsidR="005B3ED9" w:rsidRDefault="005B3ED9" w:rsidP="005B3ED9">
      <w:r>
        <w:t>332.3541</w:t>
      </w:r>
      <w:r>
        <w:tab/>
        <w:t>1.013e0</w:t>
      </w:r>
    </w:p>
    <w:p w:rsidR="005B3ED9" w:rsidRDefault="005B3ED9" w:rsidP="005B3ED9">
      <w:r>
        <w:lastRenderedPageBreak/>
        <w:t>332.5096</w:t>
      </w:r>
      <w:r>
        <w:tab/>
        <w:t>1.013e0</w:t>
      </w:r>
    </w:p>
    <w:p w:rsidR="005B3ED9" w:rsidRDefault="005B3ED9" w:rsidP="005B3ED9">
      <w:r>
        <w:t>332.5216</w:t>
      </w:r>
      <w:r>
        <w:tab/>
        <w:t>1.013e0</w:t>
      </w:r>
    </w:p>
    <w:p w:rsidR="005B3ED9" w:rsidRDefault="005B3ED9" w:rsidP="005B3ED9">
      <w:r>
        <w:t>332.5420</w:t>
      </w:r>
      <w:r>
        <w:tab/>
        <w:t>1.013e0</w:t>
      </w:r>
    </w:p>
    <w:p w:rsidR="005B3ED9" w:rsidRDefault="005B3ED9" w:rsidP="005B3ED9">
      <w:r>
        <w:t>332.5705</w:t>
      </w:r>
      <w:r>
        <w:tab/>
        <w:t>1.013e0</w:t>
      </w:r>
    </w:p>
    <w:p w:rsidR="005B3ED9" w:rsidRDefault="005B3ED9" w:rsidP="005B3ED9">
      <w:r>
        <w:t>332.6114</w:t>
      </w:r>
      <w:r>
        <w:tab/>
        <w:t>1.013e0</w:t>
      </w:r>
    </w:p>
    <w:p w:rsidR="005B3ED9" w:rsidRDefault="005B3ED9" w:rsidP="005B3ED9">
      <w:r>
        <w:t>332.6649</w:t>
      </w:r>
      <w:r>
        <w:tab/>
        <w:t>2.025e0</w:t>
      </w:r>
    </w:p>
    <w:p w:rsidR="005B3ED9" w:rsidRDefault="005B3ED9" w:rsidP="005B3ED9">
      <w:r>
        <w:t>332.7171</w:t>
      </w:r>
      <w:r>
        <w:tab/>
        <w:t>1.013e0</w:t>
      </w:r>
    </w:p>
    <w:p w:rsidR="005B3ED9" w:rsidRDefault="005B3ED9" w:rsidP="005B3ED9">
      <w:r>
        <w:t>332.7212</w:t>
      </w:r>
      <w:r>
        <w:tab/>
        <w:t>1.013e0</w:t>
      </w:r>
    </w:p>
    <w:p w:rsidR="005B3ED9" w:rsidRDefault="005B3ED9" w:rsidP="005B3ED9">
      <w:r>
        <w:t>332.7661</w:t>
      </w:r>
      <w:r>
        <w:tab/>
        <w:t>1.013e0</w:t>
      </w:r>
    </w:p>
    <w:p w:rsidR="005B3ED9" w:rsidRDefault="005B3ED9" w:rsidP="005B3ED9">
      <w:r>
        <w:t>332.9288</w:t>
      </w:r>
      <w:r>
        <w:tab/>
        <w:t>1.013e0</w:t>
      </w:r>
    </w:p>
    <w:p w:rsidR="005B3ED9" w:rsidRDefault="005B3ED9" w:rsidP="005B3ED9">
      <w:r>
        <w:t>332.9408</w:t>
      </w:r>
      <w:r>
        <w:tab/>
        <w:t>1.013e0</w:t>
      </w:r>
    </w:p>
    <w:p w:rsidR="005B3ED9" w:rsidRDefault="005B3ED9" w:rsidP="005B3ED9">
      <w:r>
        <w:t>332.9858</w:t>
      </w:r>
      <w:r>
        <w:tab/>
        <w:t>2.025e0</w:t>
      </w:r>
    </w:p>
    <w:p w:rsidR="005B3ED9" w:rsidRDefault="005B3ED9" w:rsidP="005B3ED9">
      <w:r>
        <w:t>333.0127</w:t>
      </w:r>
      <w:r>
        <w:tab/>
        <w:t>1.013e0</w:t>
      </w:r>
    </w:p>
    <w:p w:rsidR="005B3ED9" w:rsidRDefault="005B3ED9" w:rsidP="005B3ED9">
      <w:r>
        <w:t>333.0666</w:t>
      </w:r>
      <w:r>
        <w:tab/>
        <w:t>2.025e0</w:t>
      </w:r>
    </w:p>
    <w:p w:rsidR="005B3ED9" w:rsidRDefault="005B3ED9" w:rsidP="005B3ED9">
      <w:r>
        <w:t>333.1040</w:t>
      </w:r>
      <w:r>
        <w:tab/>
        <w:t>1.013e0</w:t>
      </w:r>
    </w:p>
    <w:p w:rsidR="005B3ED9" w:rsidRDefault="005B3ED9" w:rsidP="005B3ED9">
      <w:r>
        <w:t>333.1068</w:t>
      </w:r>
      <w:r>
        <w:tab/>
        <w:t>2.025e0</w:t>
      </w:r>
    </w:p>
    <w:p w:rsidR="005B3ED9" w:rsidRDefault="005B3ED9" w:rsidP="005B3ED9">
      <w:r>
        <w:t>333.1325</w:t>
      </w:r>
      <w:r>
        <w:tab/>
        <w:t>1.013e0</w:t>
      </w:r>
    </w:p>
    <w:p w:rsidR="005B3ED9" w:rsidRDefault="005B3ED9" w:rsidP="005B3ED9">
      <w:r>
        <w:t>333.1685</w:t>
      </w:r>
      <w:r>
        <w:tab/>
        <w:t>1.013e0</w:t>
      </w:r>
    </w:p>
    <w:p w:rsidR="005B3ED9" w:rsidRDefault="005B3ED9" w:rsidP="005B3ED9">
      <w:r>
        <w:t>333.1774</w:t>
      </w:r>
      <w:r>
        <w:tab/>
        <w:t>1.013e0</w:t>
      </w:r>
    </w:p>
    <w:p w:rsidR="005B3ED9" w:rsidRDefault="005B3ED9" w:rsidP="005B3ED9">
      <w:r>
        <w:lastRenderedPageBreak/>
        <w:t>333.1925</w:t>
      </w:r>
      <w:r>
        <w:tab/>
        <w:t>1.013e0</w:t>
      </w:r>
    </w:p>
    <w:p w:rsidR="005B3ED9" w:rsidRDefault="005B3ED9" w:rsidP="005B3ED9">
      <w:r>
        <w:t>333.2011</w:t>
      </w:r>
      <w:r>
        <w:tab/>
        <w:t>2.025e0</w:t>
      </w:r>
    </w:p>
    <w:p w:rsidR="005B3ED9" w:rsidRDefault="005B3ED9" w:rsidP="005B3ED9">
      <w:r>
        <w:t>333.2465</w:t>
      </w:r>
      <w:r>
        <w:tab/>
        <w:t>2.025e0</w:t>
      </w:r>
    </w:p>
    <w:p w:rsidR="005B3ED9" w:rsidRDefault="005B3ED9" w:rsidP="005B3ED9">
      <w:r>
        <w:t>333.2586</w:t>
      </w:r>
      <w:r>
        <w:tab/>
        <w:t>1.013e0</w:t>
      </w:r>
    </w:p>
    <w:p w:rsidR="005B3ED9" w:rsidRDefault="005B3ED9" w:rsidP="005B3ED9">
      <w:r>
        <w:t>333.2704</w:t>
      </w:r>
      <w:r>
        <w:tab/>
        <w:t>2.025e0</w:t>
      </w:r>
    </w:p>
    <w:p w:rsidR="005B3ED9" w:rsidRDefault="005B3ED9" w:rsidP="005B3ED9">
      <w:r>
        <w:t>333.2945</w:t>
      </w:r>
      <w:r>
        <w:tab/>
        <w:t>1.013e0</w:t>
      </w:r>
    </w:p>
    <w:p w:rsidR="005B3ED9" w:rsidRDefault="005B3ED9" w:rsidP="005B3ED9">
      <w:r>
        <w:t>333.3688</w:t>
      </w:r>
      <w:r>
        <w:tab/>
        <w:t>2.025e0</w:t>
      </w:r>
    </w:p>
    <w:p w:rsidR="005B3ED9" w:rsidRDefault="005B3ED9" w:rsidP="005B3ED9">
      <w:r>
        <w:t>333.4016</w:t>
      </w:r>
      <w:r>
        <w:tab/>
        <w:t>1.013e0</w:t>
      </w:r>
    </w:p>
    <w:p w:rsidR="005B3ED9" w:rsidRDefault="005B3ED9" w:rsidP="005B3ED9">
      <w:r>
        <w:t>333.4144</w:t>
      </w:r>
      <w:r>
        <w:tab/>
        <w:t>1.013e0</w:t>
      </w:r>
    </w:p>
    <w:p w:rsidR="005B3ED9" w:rsidRDefault="005B3ED9" w:rsidP="005B3ED9">
      <w:r>
        <w:t>333.4444</w:t>
      </w:r>
      <w:r>
        <w:tab/>
        <w:t>1.013e0</w:t>
      </w:r>
    </w:p>
    <w:p w:rsidR="005B3ED9" w:rsidRDefault="005B3ED9" w:rsidP="005B3ED9">
      <w:r>
        <w:t>333.4624</w:t>
      </w:r>
      <w:r>
        <w:tab/>
        <w:t>2.025e0</w:t>
      </w:r>
    </w:p>
    <w:p w:rsidR="005B3ED9" w:rsidRDefault="005B3ED9" w:rsidP="005B3ED9">
      <w:r>
        <w:t>333.4684</w:t>
      </w:r>
      <w:r>
        <w:tab/>
        <w:t>1.013e0</w:t>
      </w:r>
    </w:p>
    <w:p w:rsidR="005B3ED9" w:rsidRDefault="005B3ED9" w:rsidP="005B3ED9">
      <w:r>
        <w:t>333.5782</w:t>
      </w:r>
      <w:r>
        <w:tab/>
        <w:t>2.025e0</w:t>
      </w:r>
    </w:p>
    <w:p w:rsidR="005B3ED9" w:rsidRDefault="005B3ED9" w:rsidP="005B3ED9">
      <w:r>
        <w:t>333.6133</w:t>
      </w:r>
      <w:r>
        <w:tab/>
        <w:t>1.013e0</w:t>
      </w:r>
    </w:p>
    <w:p w:rsidR="005B3ED9" w:rsidRDefault="005B3ED9" w:rsidP="005B3ED9">
      <w:r>
        <w:t>333.6298</w:t>
      </w:r>
      <w:r>
        <w:tab/>
        <w:t>1.013e0</w:t>
      </w:r>
    </w:p>
    <w:p w:rsidR="005B3ED9" w:rsidRDefault="005B3ED9" w:rsidP="005B3ED9">
      <w:r>
        <w:t>333.6485</w:t>
      </w:r>
      <w:r>
        <w:tab/>
        <w:t>1.013e0</w:t>
      </w:r>
    </w:p>
    <w:p w:rsidR="005B3ED9" w:rsidRDefault="005B3ED9" w:rsidP="005B3ED9">
      <w:r>
        <w:t>333.6965</w:t>
      </w:r>
      <w:r>
        <w:tab/>
        <w:t>1.013e0</w:t>
      </w:r>
    </w:p>
    <w:p w:rsidR="005B3ED9" w:rsidRDefault="005B3ED9" w:rsidP="005B3ED9">
      <w:r>
        <w:t>333.7205</w:t>
      </w:r>
      <w:r>
        <w:tab/>
        <w:t>1.013e0</w:t>
      </w:r>
    </w:p>
    <w:p w:rsidR="005B3ED9" w:rsidRDefault="005B3ED9" w:rsidP="005B3ED9">
      <w:r>
        <w:t>333.7505</w:t>
      </w:r>
      <w:r>
        <w:tab/>
        <w:t>1.013e0</w:t>
      </w:r>
    </w:p>
    <w:p w:rsidR="005B3ED9" w:rsidRDefault="005B3ED9" w:rsidP="005B3ED9">
      <w:r>
        <w:lastRenderedPageBreak/>
        <w:t>333.8526</w:t>
      </w:r>
      <w:r>
        <w:tab/>
        <w:t>1.013e0</w:t>
      </w:r>
    </w:p>
    <w:p w:rsidR="005B3ED9" w:rsidRDefault="005B3ED9" w:rsidP="005B3ED9">
      <w:r>
        <w:t>333.9247</w:t>
      </w:r>
      <w:r>
        <w:tab/>
        <w:t>1.013e0</w:t>
      </w:r>
    </w:p>
    <w:p w:rsidR="005B3ED9" w:rsidRDefault="005B3ED9" w:rsidP="005B3ED9">
      <w:r>
        <w:t>333.9307</w:t>
      </w:r>
      <w:r>
        <w:tab/>
        <w:t>1.013e0</w:t>
      </w:r>
    </w:p>
    <w:p w:rsidR="005B3ED9" w:rsidRDefault="005B3ED9" w:rsidP="005B3ED9">
      <w:r>
        <w:t>333.9353</w:t>
      </w:r>
      <w:r>
        <w:tab/>
        <w:t>3.038e0</w:t>
      </w:r>
    </w:p>
    <w:p w:rsidR="005B3ED9" w:rsidRDefault="005B3ED9" w:rsidP="005B3ED9">
      <w:r>
        <w:t>333.9801</w:t>
      </w:r>
      <w:r>
        <w:tab/>
        <w:t>2.025e0</w:t>
      </w:r>
    </w:p>
    <w:p w:rsidR="005B3ED9" w:rsidRDefault="005B3ED9" w:rsidP="005B3ED9">
      <w:r>
        <w:t>333.9911</w:t>
      </w:r>
      <w:r>
        <w:tab/>
        <w:t>2.025e0</w:t>
      </w:r>
    </w:p>
    <w:p w:rsidR="005B3ED9" w:rsidRDefault="005B3ED9" w:rsidP="005B3ED9">
      <w:r>
        <w:t>334.0268</w:t>
      </w:r>
      <w:r>
        <w:tab/>
        <w:t>1.013e0</w:t>
      </w:r>
    </w:p>
    <w:p w:rsidR="005B3ED9" w:rsidRDefault="005B3ED9" w:rsidP="005B3ED9">
      <w:r>
        <w:t>334.0385</w:t>
      </w:r>
      <w:r>
        <w:tab/>
        <w:t>4.051e0</w:t>
      </w:r>
    </w:p>
    <w:p w:rsidR="005B3ED9" w:rsidRDefault="005B3ED9" w:rsidP="005B3ED9">
      <w:r>
        <w:t>334.0657</w:t>
      </w:r>
      <w:r>
        <w:tab/>
        <w:t>1.013e0</w:t>
      </w:r>
    </w:p>
    <w:p w:rsidR="005B3ED9" w:rsidRDefault="005B3ED9" w:rsidP="005B3ED9">
      <w:r>
        <w:t>334.0943</w:t>
      </w:r>
      <w:r>
        <w:tab/>
        <w:t>1.013e0</w:t>
      </w:r>
    </w:p>
    <w:p w:rsidR="005B3ED9" w:rsidRDefault="005B3ED9" w:rsidP="005B3ED9">
      <w:r>
        <w:t>334.1391</w:t>
      </w:r>
      <w:r>
        <w:tab/>
        <w:t>1.013e0</w:t>
      </w:r>
    </w:p>
    <w:p w:rsidR="005B3ED9" w:rsidRDefault="005B3ED9" w:rsidP="005B3ED9">
      <w:r>
        <w:t>334.1530</w:t>
      </w:r>
      <w:r>
        <w:tab/>
        <w:t>1.013e0</w:t>
      </w:r>
    </w:p>
    <w:p w:rsidR="005B3ED9" w:rsidRDefault="005B3ED9" w:rsidP="005B3ED9">
      <w:r>
        <w:t>334.2095</w:t>
      </w:r>
      <w:r>
        <w:tab/>
        <w:t>2.025e0</w:t>
      </w:r>
    </w:p>
    <w:p w:rsidR="005B3ED9" w:rsidRDefault="005B3ED9" w:rsidP="005B3ED9">
      <w:r>
        <w:t>334.2185</w:t>
      </w:r>
      <w:r>
        <w:tab/>
        <w:t>2.025e0</w:t>
      </w:r>
    </w:p>
    <w:p w:rsidR="005B3ED9" w:rsidRDefault="005B3ED9" w:rsidP="005B3ED9">
      <w:r>
        <w:t>334.2252</w:t>
      </w:r>
      <w:r>
        <w:tab/>
        <w:t>1.013e0</w:t>
      </w:r>
    </w:p>
    <w:p w:rsidR="005B3ED9" w:rsidRDefault="005B3ED9" w:rsidP="005B3ED9">
      <w:r>
        <w:t>334.2492</w:t>
      </w:r>
      <w:r>
        <w:tab/>
        <w:t>1.013e0</w:t>
      </w:r>
    </w:p>
    <w:p w:rsidR="005B3ED9" w:rsidRDefault="005B3ED9" w:rsidP="005B3ED9">
      <w:r>
        <w:t>334.2941</w:t>
      </w:r>
      <w:r>
        <w:tab/>
        <w:t>1.013e0</w:t>
      </w:r>
    </w:p>
    <w:p w:rsidR="005B3ED9" w:rsidRDefault="005B3ED9" w:rsidP="005B3ED9">
      <w:r>
        <w:t>334.2979</w:t>
      </w:r>
      <w:r>
        <w:tab/>
        <w:t>2.025e0</w:t>
      </w:r>
    </w:p>
    <w:p w:rsidR="005B3ED9" w:rsidRDefault="005B3ED9" w:rsidP="005B3ED9">
      <w:r>
        <w:t>334.3391</w:t>
      </w:r>
      <w:r>
        <w:tab/>
        <w:t>1.013e0</w:t>
      </w:r>
    </w:p>
    <w:p w:rsidR="005B3ED9" w:rsidRDefault="005B3ED9" w:rsidP="005B3ED9">
      <w:r>
        <w:lastRenderedPageBreak/>
        <w:t>334.3875</w:t>
      </w:r>
      <w:r>
        <w:tab/>
        <w:t>1.013e0</w:t>
      </w:r>
    </w:p>
    <w:p w:rsidR="005B3ED9" w:rsidRDefault="005B3ED9" w:rsidP="005B3ED9">
      <w:r>
        <w:t>334.4498</w:t>
      </w:r>
      <w:r>
        <w:tab/>
        <w:t>2.025e0</w:t>
      </w:r>
    </w:p>
    <w:p w:rsidR="005B3ED9" w:rsidRDefault="005B3ED9" w:rsidP="005B3ED9">
      <w:r>
        <w:t>334.4694</w:t>
      </w:r>
      <w:r>
        <w:tab/>
        <w:t>1.013e0</w:t>
      </w:r>
    </w:p>
    <w:p w:rsidR="005B3ED9" w:rsidRDefault="005B3ED9" w:rsidP="005B3ED9">
      <w:r>
        <w:t>334.5560</w:t>
      </w:r>
      <w:r>
        <w:tab/>
        <w:t>1.013e0</w:t>
      </w:r>
    </w:p>
    <w:p w:rsidR="005B3ED9" w:rsidRDefault="005B3ED9" w:rsidP="005B3ED9">
      <w:r>
        <w:t>334.6403</w:t>
      </w:r>
      <w:r>
        <w:tab/>
        <w:t>1.013e0</w:t>
      </w:r>
    </w:p>
    <w:p w:rsidR="005B3ED9" w:rsidRDefault="005B3ED9" w:rsidP="005B3ED9">
      <w:r>
        <w:t>334.6733</w:t>
      </w:r>
      <w:r>
        <w:tab/>
        <w:t>1.013e0</w:t>
      </w:r>
    </w:p>
    <w:p w:rsidR="005B3ED9" w:rsidRDefault="005B3ED9" w:rsidP="005B3ED9">
      <w:r>
        <w:t>334.6938</w:t>
      </w:r>
      <w:r>
        <w:tab/>
        <w:t>1.013e0</w:t>
      </w:r>
    </w:p>
    <w:p w:rsidR="005B3ED9" w:rsidRDefault="005B3ED9" w:rsidP="005B3ED9">
      <w:r>
        <w:t>334.7065</w:t>
      </w:r>
      <w:r>
        <w:tab/>
        <w:t>1.013e0</w:t>
      </w:r>
    </w:p>
    <w:p w:rsidR="005B3ED9" w:rsidRDefault="005B3ED9" w:rsidP="005B3ED9">
      <w:r>
        <w:t>334.7306</w:t>
      </w:r>
      <w:r>
        <w:tab/>
        <w:t>1.013e0</w:t>
      </w:r>
    </w:p>
    <w:p w:rsidR="005B3ED9" w:rsidRDefault="005B3ED9" w:rsidP="005B3ED9">
      <w:r>
        <w:t>334.7466</w:t>
      </w:r>
      <w:r>
        <w:tab/>
        <w:t>1.013e0</w:t>
      </w:r>
    </w:p>
    <w:p w:rsidR="005B3ED9" w:rsidRDefault="005B3ED9" w:rsidP="005B3ED9">
      <w:r>
        <w:t>334.8088</w:t>
      </w:r>
      <w:r>
        <w:tab/>
        <w:t>1.013e0</w:t>
      </w:r>
    </w:p>
    <w:p w:rsidR="005B3ED9" w:rsidRDefault="005B3ED9" w:rsidP="005B3ED9">
      <w:r>
        <w:t>334.9055</w:t>
      </w:r>
      <w:r>
        <w:tab/>
        <w:t>2.025e0</w:t>
      </w:r>
    </w:p>
    <w:p w:rsidR="005B3ED9" w:rsidRDefault="005B3ED9" w:rsidP="005B3ED9">
      <w:r>
        <w:t>334.9506</w:t>
      </w:r>
      <w:r>
        <w:tab/>
        <w:t>1.013e0</w:t>
      </w:r>
    </w:p>
    <w:p w:rsidR="005B3ED9" w:rsidRDefault="005B3ED9" w:rsidP="005B3ED9">
      <w:r>
        <w:t>334.9576</w:t>
      </w:r>
      <w:r>
        <w:tab/>
        <w:t>2.025e0</w:t>
      </w:r>
    </w:p>
    <w:p w:rsidR="005B3ED9" w:rsidRDefault="005B3ED9" w:rsidP="005B3ED9">
      <w:r>
        <w:t>334.9654</w:t>
      </w:r>
      <w:r>
        <w:tab/>
        <w:t>2.025e0</w:t>
      </w:r>
    </w:p>
    <w:p w:rsidR="005B3ED9" w:rsidRDefault="005B3ED9" w:rsidP="005B3ED9">
      <w:r>
        <w:t>334.9939</w:t>
      </w:r>
      <w:r>
        <w:tab/>
        <w:t>2.025e0</w:t>
      </w:r>
    </w:p>
    <w:p w:rsidR="005B3ED9" w:rsidRDefault="005B3ED9" w:rsidP="005B3ED9">
      <w:r>
        <w:t>334.9955</w:t>
      </w:r>
      <w:r>
        <w:tab/>
        <w:t>2.025e0</w:t>
      </w:r>
    </w:p>
    <w:p w:rsidR="005B3ED9" w:rsidRDefault="005B3ED9" w:rsidP="005B3ED9">
      <w:r>
        <w:t>335.1056</w:t>
      </w:r>
      <w:r>
        <w:tab/>
        <w:t>1.013e0</w:t>
      </w:r>
    </w:p>
    <w:p w:rsidR="005B3ED9" w:rsidRDefault="005B3ED9" w:rsidP="005B3ED9">
      <w:r>
        <w:t>335.1583</w:t>
      </w:r>
      <w:r>
        <w:tab/>
        <w:t>1.013e0</w:t>
      </w:r>
    </w:p>
    <w:p w:rsidR="005B3ED9" w:rsidRDefault="005B3ED9" w:rsidP="005B3ED9">
      <w:r>
        <w:lastRenderedPageBreak/>
        <w:t>335.1643</w:t>
      </w:r>
      <w:r>
        <w:tab/>
        <w:t>1.013e0</w:t>
      </w:r>
    </w:p>
    <w:p w:rsidR="005B3ED9" w:rsidRDefault="005B3ED9" w:rsidP="005B3ED9">
      <w:r>
        <w:t>335.1790</w:t>
      </w:r>
      <w:r>
        <w:tab/>
        <w:t>2.025e0</w:t>
      </w:r>
    </w:p>
    <w:p w:rsidR="005B3ED9" w:rsidRDefault="005B3ED9" w:rsidP="005B3ED9">
      <w:r>
        <w:t>335.2366</w:t>
      </w:r>
      <w:r>
        <w:tab/>
        <w:t>1.013e0</w:t>
      </w:r>
    </w:p>
    <w:p w:rsidR="005B3ED9" w:rsidRDefault="005B3ED9" w:rsidP="005B3ED9">
      <w:r>
        <w:t>335.3055</w:t>
      </w:r>
      <w:r>
        <w:tab/>
        <w:t>1.013e0</w:t>
      </w:r>
    </w:p>
    <w:p w:rsidR="005B3ED9" w:rsidRDefault="005B3ED9" w:rsidP="005B3ED9">
      <w:r>
        <w:t>335.3094</w:t>
      </w:r>
      <w:r>
        <w:tab/>
        <w:t>2.025e0</w:t>
      </w:r>
    </w:p>
    <w:p w:rsidR="005B3ED9" w:rsidRDefault="005B3ED9" w:rsidP="005B3ED9">
      <w:r>
        <w:t>335.3300</w:t>
      </w:r>
      <w:r>
        <w:tab/>
        <w:t>1.013e0</w:t>
      </w:r>
    </w:p>
    <w:p w:rsidR="005B3ED9" w:rsidRDefault="005B3ED9" w:rsidP="005B3ED9">
      <w:r>
        <w:t>335.5054</w:t>
      </w:r>
      <w:r>
        <w:tab/>
        <w:t>1.013e0</w:t>
      </w:r>
    </w:p>
    <w:p w:rsidR="005B3ED9" w:rsidRDefault="005B3ED9" w:rsidP="005B3ED9">
      <w:r>
        <w:t>335.6649</w:t>
      </w:r>
      <w:r>
        <w:tab/>
        <w:t>1.013e0</w:t>
      </w:r>
    </w:p>
    <w:p w:rsidR="005B3ED9" w:rsidRDefault="005B3ED9" w:rsidP="005B3ED9">
      <w:r>
        <w:t>335.7534</w:t>
      </w:r>
      <w:r>
        <w:tab/>
        <w:t>2.025e0</w:t>
      </w:r>
    </w:p>
    <w:p w:rsidR="005B3ED9" w:rsidRDefault="005B3ED9" w:rsidP="005B3ED9">
      <w:r>
        <w:t>335.7675</w:t>
      </w:r>
      <w:r>
        <w:tab/>
        <w:t>1.013e0</w:t>
      </w:r>
    </w:p>
    <w:p w:rsidR="005B3ED9" w:rsidRDefault="005B3ED9" w:rsidP="005B3ED9">
      <w:r>
        <w:t>335.7869</w:t>
      </w:r>
      <w:r>
        <w:tab/>
        <w:t>1.013e0</w:t>
      </w:r>
    </w:p>
    <w:p w:rsidR="005B3ED9" w:rsidRDefault="005B3ED9" w:rsidP="005B3ED9">
      <w:r>
        <w:t>335.8360</w:t>
      </w:r>
      <w:r>
        <w:tab/>
        <w:t>1.013e0</w:t>
      </w:r>
    </w:p>
    <w:p w:rsidR="005B3ED9" w:rsidRDefault="005B3ED9" w:rsidP="005B3ED9">
      <w:r>
        <w:t>335.9024</w:t>
      </w:r>
      <w:r>
        <w:tab/>
        <w:t>2.025e0</w:t>
      </w:r>
    </w:p>
    <w:p w:rsidR="005B3ED9" w:rsidRDefault="005B3ED9" w:rsidP="005B3ED9">
      <w:r>
        <w:t>335.9546</w:t>
      </w:r>
      <w:r>
        <w:tab/>
        <w:t>1.013e0</w:t>
      </w:r>
    </w:p>
    <w:p w:rsidR="005B3ED9" w:rsidRDefault="005B3ED9" w:rsidP="005B3ED9">
      <w:r>
        <w:t>336.0153</w:t>
      </w:r>
      <w:r>
        <w:tab/>
        <w:t>1.013e0</w:t>
      </w:r>
    </w:p>
    <w:p w:rsidR="005B3ED9" w:rsidRDefault="005B3ED9" w:rsidP="005B3ED9">
      <w:r>
        <w:t>336.0212</w:t>
      </w:r>
      <w:r>
        <w:tab/>
        <w:t>1.013e0</w:t>
      </w:r>
    </w:p>
    <w:p w:rsidR="005B3ED9" w:rsidRDefault="005B3ED9" w:rsidP="005B3ED9">
      <w:r>
        <w:t>336.0364</w:t>
      </w:r>
      <w:r>
        <w:tab/>
        <w:t>3.038e0</w:t>
      </w:r>
    </w:p>
    <w:p w:rsidR="005B3ED9" w:rsidRDefault="005B3ED9" w:rsidP="005B3ED9">
      <w:r>
        <w:t>336.0726</w:t>
      </w:r>
      <w:r>
        <w:tab/>
        <w:t>2.025e0</w:t>
      </w:r>
    </w:p>
    <w:p w:rsidR="005B3ED9" w:rsidRDefault="005B3ED9" w:rsidP="005B3ED9">
      <w:r>
        <w:t>336.0937</w:t>
      </w:r>
      <w:r>
        <w:tab/>
        <w:t>1.013e0</w:t>
      </w:r>
    </w:p>
    <w:p w:rsidR="005B3ED9" w:rsidRDefault="005B3ED9" w:rsidP="005B3ED9">
      <w:r>
        <w:lastRenderedPageBreak/>
        <w:t>336.1094</w:t>
      </w:r>
      <w:r>
        <w:tab/>
        <w:t>1.013e0</w:t>
      </w:r>
    </w:p>
    <w:p w:rsidR="005B3ED9" w:rsidRDefault="005B3ED9" w:rsidP="005B3ED9">
      <w:r>
        <w:t>336.1380</w:t>
      </w:r>
      <w:r>
        <w:tab/>
        <w:t>1.013e0</w:t>
      </w:r>
    </w:p>
    <w:p w:rsidR="005B3ED9" w:rsidRDefault="005B3ED9" w:rsidP="005B3ED9">
      <w:r>
        <w:t>336.1481</w:t>
      </w:r>
      <w:r>
        <w:tab/>
        <w:t>1.013e0</w:t>
      </w:r>
    </w:p>
    <w:p w:rsidR="005B3ED9" w:rsidRDefault="005B3ED9" w:rsidP="005B3ED9">
      <w:r>
        <w:t>336.1625</w:t>
      </w:r>
      <w:r>
        <w:tab/>
        <w:t>1.013e0</w:t>
      </w:r>
    </w:p>
    <w:p w:rsidR="005B3ED9" w:rsidRDefault="005B3ED9" w:rsidP="005B3ED9">
      <w:r>
        <w:t>336.2347</w:t>
      </w:r>
      <w:r>
        <w:tab/>
        <w:t>4.051e0</w:t>
      </w:r>
    </w:p>
    <w:p w:rsidR="005B3ED9" w:rsidRDefault="005B3ED9" w:rsidP="005B3ED9">
      <w:r>
        <w:t>336.2482</w:t>
      </w:r>
      <w:r>
        <w:tab/>
        <w:t>2.025e0</w:t>
      </w:r>
    </w:p>
    <w:p w:rsidR="005B3ED9" w:rsidRDefault="005B3ED9" w:rsidP="005B3ED9">
      <w:r>
        <w:t>336.2508</w:t>
      </w:r>
      <w:r>
        <w:tab/>
        <w:t>1.013e0</w:t>
      </w:r>
    </w:p>
    <w:p w:rsidR="005B3ED9" w:rsidRDefault="005B3ED9" w:rsidP="005B3ED9">
      <w:r>
        <w:t>336.2870</w:t>
      </w:r>
      <w:r>
        <w:tab/>
        <w:t>2.025e0</w:t>
      </w:r>
    </w:p>
    <w:p w:rsidR="005B3ED9" w:rsidRDefault="005B3ED9" w:rsidP="005B3ED9">
      <w:r>
        <w:t>336.3018</w:t>
      </w:r>
      <w:r>
        <w:tab/>
        <w:t>2.025e0</w:t>
      </w:r>
    </w:p>
    <w:p w:rsidR="005B3ED9" w:rsidRDefault="005B3ED9" w:rsidP="005B3ED9">
      <w:r>
        <w:t>336.3091</w:t>
      </w:r>
      <w:r>
        <w:tab/>
        <w:t>2.025e0</w:t>
      </w:r>
    </w:p>
    <w:p w:rsidR="005B3ED9" w:rsidRDefault="005B3ED9" w:rsidP="005B3ED9">
      <w:r>
        <w:t>336.3157</w:t>
      </w:r>
      <w:r>
        <w:tab/>
        <w:t>2.025e0</w:t>
      </w:r>
    </w:p>
    <w:p w:rsidR="005B3ED9" w:rsidRDefault="005B3ED9" w:rsidP="005B3ED9">
      <w:r>
        <w:t>336.3340</w:t>
      </w:r>
      <w:r>
        <w:tab/>
        <w:t>2.440e0</w:t>
      </w:r>
    </w:p>
    <w:p w:rsidR="005B3ED9" w:rsidRDefault="005B3ED9" w:rsidP="005B3ED9">
      <w:r>
        <w:t>336.3585</w:t>
      </w:r>
      <w:r>
        <w:tab/>
        <w:t>1.013e0</w:t>
      </w:r>
    </w:p>
    <w:p w:rsidR="005B3ED9" w:rsidRDefault="005B3ED9" w:rsidP="005B3ED9">
      <w:r>
        <w:t>336.3870</w:t>
      </w:r>
      <w:r>
        <w:tab/>
        <w:t>1.013e0</w:t>
      </w:r>
    </w:p>
    <w:p w:rsidR="005B3ED9" w:rsidRDefault="005B3ED9" w:rsidP="005B3ED9">
      <w:r>
        <w:t>336.5471</w:t>
      </w:r>
      <w:r>
        <w:tab/>
        <w:t>1.013e0</w:t>
      </w:r>
    </w:p>
    <w:p w:rsidR="005B3ED9" w:rsidRDefault="005B3ED9" w:rsidP="005B3ED9">
      <w:r>
        <w:t>336.6076</w:t>
      </w:r>
      <w:r>
        <w:tab/>
        <w:t>1.013e0</w:t>
      </w:r>
    </w:p>
    <w:p w:rsidR="005B3ED9" w:rsidRDefault="005B3ED9" w:rsidP="005B3ED9">
      <w:r>
        <w:t>336.6655</w:t>
      </w:r>
      <w:r>
        <w:tab/>
        <w:t>2.025e0</w:t>
      </w:r>
    </w:p>
    <w:p w:rsidR="005B3ED9" w:rsidRDefault="005B3ED9" w:rsidP="005B3ED9">
      <w:r>
        <w:t>336.6963</w:t>
      </w:r>
      <w:r>
        <w:tab/>
        <w:t>2.025e0</w:t>
      </w:r>
    </w:p>
    <w:p w:rsidR="005B3ED9" w:rsidRDefault="005B3ED9" w:rsidP="005B3ED9">
      <w:r>
        <w:t>336.7382</w:t>
      </w:r>
      <w:r>
        <w:tab/>
        <w:t>2.025e0</w:t>
      </w:r>
    </w:p>
    <w:p w:rsidR="005B3ED9" w:rsidRDefault="005B3ED9" w:rsidP="005B3ED9">
      <w:r>
        <w:lastRenderedPageBreak/>
        <w:t>336.7468</w:t>
      </w:r>
      <w:r>
        <w:tab/>
        <w:t>1.013e0</w:t>
      </w:r>
    </w:p>
    <w:p w:rsidR="005B3ED9" w:rsidRDefault="005B3ED9" w:rsidP="005B3ED9">
      <w:r>
        <w:t>336.7914</w:t>
      </w:r>
      <w:r>
        <w:tab/>
        <w:t>3.038e0</w:t>
      </w:r>
    </w:p>
    <w:p w:rsidR="005B3ED9" w:rsidRDefault="005B3ED9" w:rsidP="005B3ED9">
      <w:r>
        <w:t>336.7952</w:t>
      </w:r>
      <w:r>
        <w:tab/>
        <w:t>1.013e0</w:t>
      </w:r>
    </w:p>
    <w:p w:rsidR="005B3ED9" w:rsidRDefault="005B3ED9" w:rsidP="005B3ED9">
      <w:r>
        <w:t>336.8423</w:t>
      </w:r>
      <w:r>
        <w:tab/>
        <w:t>2.025e0</w:t>
      </w:r>
    </w:p>
    <w:p w:rsidR="005B3ED9" w:rsidRDefault="005B3ED9" w:rsidP="005B3ED9">
      <w:r>
        <w:t>336.8608</w:t>
      </w:r>
      <w:r>
        <w:tab/>
        <w:t>1.013e0</w:t>
      </w:r>
    </w:p>
    <w:p w:rsidR="005B3ED9" w:rsidRDefault="005B3ED9" w:rsidP="005B3ED9">
      <w:r>
        <w:t>336.8688</w:t>
      </w:r>
      <w:r>
        <w:tab/>
        <w:t>1.013e0</w:t>
      </w:r>
    </w:p>
    <w:p w:rsidR="005B3ED9" w:rsidRDefault="005B3ED9" w:rsidP="005B3ED9">
      <w:r>
        <w:t>336.8962</w:t>
      </w:r>
      <w:r>
        <w:tab/>
        <w:t>2.025e0</w:t>
      </w:r>
    </w:p>
    <w:p w:rsidR="005B3ED9" w:rsidRDefault="005B3ED9" w:rsidP="005B3ED9">
      <w:r>
        <w:t>336.9092</w:t>
      </w:r>
      <w:r>
        <w:tab/>
        <w:t>3.038e0</w:t>
      </w:r>
    </w:p>
    <w:p w:rsidR="005B3ED9" w:rsidRDefault="005B3ED9" w:rsidP="005B3ED9">
      <w:r>
        <w:t>336.9112</w:t>
      </w:r>
      <w:r>
        <w:tab/>
        <w:t>5.063e0</w:t>
      </w:r>
    </w:p>
    <w:p w:rsidR="005B3ED9" w:rsidRDefault="005B3ED9" w:rsidP="005B3ED9">
      <w:r>
        <w:t>336.9273</w:t>
      </w:r>
      <w:r>
        <w:tab/>
        <w:t>3.038e0</w:t>
      </w:r>
    </w:p>
    <w:p w:rsidR="005B3ED9" w:rsidRDefault="005B3ED9" w:rsidP="005B3ED9">
      <w:r>
        <w:t>336.9292</w:t>
      </w:r>
      <w:r>
        <w:tab/>
        <w:t>3.038e0</w:t>
      </w:r>
    </w:p>
    <w:p w:rsidR="005B3ED9" w:rsidRDefault="005B3ED9" w:rsidP="005B3ED9">
      <w:r>
        <w:t>336.9954</w:t>
      </w:r>
      <w:r>
        <w:tab/>
        <w:t>2.025e0</w:t>
      </w:r>
    </w:p>
    <w:p w:rsidR="005B3ED9" w:rsidRDefault="005B3ED9" w:rsidP="005B3ED9">
      <w:r>
        <w:t>337.0365</w:t>
      </w:r>
      <w:r>
        <w:tab/>
        <w:t>1.013e0</w:t>
      </w:r>
    </w:p>
    <w:p w:rsidR="005B3ED9" w:rsidRDefault="005B3ED9" w:rsidP="005B3ED9">
      <w:r>
        <w:t>337.0496</w:t>
      </w:r>
      <w:r>
        <w:tab/>
        <w:t>1.013e0</w:t>
      </w:r>
    </w:p>
    <w:p w:rsidR="005B3ED9" w:rsidRDefault="005B3ED9" w:rsidP="005B3ED9">
      <w:r>
        <w:t>337.0856</w:t>
      </w:r>
      <w:r>
        <w:tab/>
        <w:t>1.013e0</w:t>
      </w:r>
    </w:p>
    <w:p w:rsidR="005B3ED9" w:rsidRDefault="005B3ED9" w:rsidP="005B3ED9">
      <w:r>
        <w:t>337.2071</w:t>
      </w:r>
      <w:r>
        <w:tab/>
        <w:t>3.038e0</w:t>
      </w:r>
    </w:p>
    <w:p w:rsidR="005B3ED9" w:rsidRDefault="005B3ED9" w:rsidP="005B3ED9">
      <w:r>
        <w:t>337.2253</w:t>
      </w:r>
      <w:r>
        <w:tab/>
        <w:t>1.013e0</w:t>
      </w:r>
    </w:p>
    <w:p w:rsidR="005B3ED9" w:rsidRDefault="005B3ED9" w:rsidP="005B3ED9">
      <w:r>
        <w:t>337.3041</w:t>
      </w:r>
      <w:r>
        <w:tab/>
        <w:t>1.013e0</w:t>
      </w:r>
    </w:p>
    <w:p w:rsidR="005B3ED9" w:rsidRDefault="005B3ED9" w:rsidP="005B3ED9">
      <w:r>
        <w:t>337.3101</w:t>
      </w:r>
      <w:r>
        <w:tab/>
        <w:t>1.013e0</w:t>
      </w:r>
    </w:p>
    <w:p w:rsidR="005B3ED9" w:rsidRDefault="005B3ED9" w:rsidP="005B3ED9">
      <w:r>
        <w:lastRenderedPageBreak/>
        <w:t>337.3587</w:t>
      </w:r>
      <w:r>
        <w:tab/>
        <w:t>1.013e0</w:t>
      </w:r>
    </w:p>
    <w:p w:rsidR="005B3ED9" w:rsidRDefault="005B3ED9" w:rsidP="005B3ED9">
      <w:r>
        <w:t>337.4011</w:t>
      </w:r>
      <w:r>
        <w:tab/>
        <w:t>1.013e0</w:t>
      </w:r>
    </w:p>
    <w:p w:rsidR="005B3ED9" w:rsidRDefault="005B3ED9" w:rsidP="005B3ED9">
      <w:r>
        <w:t>337.6125</w:t>
      </w:r>
      <w:r>
        <w:tab/>
        <w:t>1.013e0</w:t>
      </w:r>
    </w:p>
    <w:p w:rsidR="005B3ED9" w:rsidRDefault="005B3ED9" w:rsidP="005B3ED9">
      <w:r>
        <w:t>337.6451</w:t>
      </w:r>
      <w:r>
        <w:tab/>
        <w:t>1.013e0</w:t>
      </w:r>
    </w:p>
    <w:p w:rsidR="005B3ED9" w:rsidRDefault="005B3ED9" w:rsidP="005B3ED9">
      <w:r>
        <w:t>337.6559</w:t>
      </w:r>
      <w:r>
        <w:tab/>
        <w:t>1.013e0</w:t>
      </w:r>
    </w:p>
    <w:p w:rsidR="005B3ED9" w:rsidRDefault="005B3ED9" w:rsidP="005B3ED9">
      <w:r>
        <w:t>337.6740</w:t>
      </w:r>
      <w:r>
        <w:tab/>
        <w:t>1.013e0</w:t>
      </w:r>
    </w:p>
    <w:p w:rsidR="005B3ED9" w:rsidRDefault="005B3ED9" w:rsidP="005B3ED9">
      <w:r>
        <w:t>337.7636</w:t>
      </w:r>
      <w:r>
        <w:tab/>
        <w:t>1.013e0</w:t>
      </w:r>
    </w:p>
    <w:p w:rsidR="005B3ED9" w:rsidRDefault="005B3ED9" w:rsidP="005B3ED9">
      <w:r>
        <w:t>337.7677</w:t>
      </w:r>
      <w:r>
        <w:tab/>
        <w:t>1.013e0</w:t>
      </w:r>
    </w:p>
    <w:p w:rsidR="005B3ED9" w:rsidRDefault="005B3ED9" w:rsidP="005B3ED9">
      <w:r>
        <w:t>337.7922</w:t>
      </w:r>
      <w:r>
        <w:tab/>
        <w:t>1.013e0</w:t>
      </w:r>
    </w:p>
    <w:p w:rsidR="005B3ED9" w:rsidRDefault="005B3ED9" w:rsidP="005B3ED9">
      <w:r>
        <w:t>337.8461</w:t>
      </w:r>
      <w:r>
        <w:tab/>
        <w:t>2.025e0</w:t>
      </w:r>
    </w:p>
    <w:p w:rsidR="005B3ED9" w:rsidRDefault="005B3ED9" w:rsidP="005B3ED9">
      <w:r>
        <w:t>337.8501</w:t>
      </w:r>
      <w:r>
        <w:tab/>
        <w:t>1.013e0</w:t>
      </w:r>
    </w:p>
    <w:p w:rsidR="005B3ED9" w:rsidRDefault="005B3ED9" w:rsidP="005B3ED9">
      <w:r>
        <w:t>337.9028</w:t>
      </w:r>
      <w:r>
        <w:tab/>
        <w:t>2.025e0</w:t>
      </w:r>
    </w:p>
    <w:p w:rsidR="005B3ED9" w:rsidRDefault="005B3ED9" w:rsidP="005B3ED9">
      <w:r>
        <w:t>337.9108</w:t>
      </w:r>
      <w:r>
        <w:tab/>
        <w:t>1.013e0</w:t>
      </w:r>
    </w:p>
    <w:p w:rsidR="005B3ED9" w:rsidRDefault="005B3ED9" w:rsidP="005B3ED9">
      <w:r>
        <w:t>337.9146</w:t>
      </w:r>
      <w:r>
        <w:tab/>
        <w:t>2.025e0</w:t>
      </w:r>
    </w:p>
    <w:p w:rsidR="005B3ED9" w:rsidRDefault="005B3ED9" w:rsidP="005B3ED9">
      <w:r>
        <w:t>337.9229</w:t>
      </w:r>
      <w:r>
        <w:tab/>
        <w:t>2.025e0</w:t>
      </w:r>
    </w:p>
    <w:p w:rsidR="005B3ED9" w:rsidRDefault="005B3ED9" w:rsidP="005B3ED9">
      <w:r>
        <w:t>337.9474</w:t>
      </w:r>
      <w:r>
        <w:tab/>
        <w:t>2.025e0</w:t>
      </w:r>
    </w:p>
    <w:p w:rsidR="005B3ED9" w:rsidRDefault="005B3ED9" w:rsidP="005B3ED9">
      <w:r>
        <w:t>337.9836</w:t>
      </w:r>
      <w:r>
        <w:tab/>
        <w:t>1.013e0</w:t>
      </w:r>
    </w:p>
    <w:p w:rsidR="005B3ED9" w:rsidRDefault="005B3ED9" w:rsidP="005B3ED9">
      <w:r>
        <w:t>338.0055</w:t>
      </w:r>
      <w:r>
        <w:tab/>
        <w:t>3.038e0</w:t>
      </w:r>
    </w:p>
    <w:p w:rsidR="005B3ED9" w:rsidRDefault="005B3ED9" w:rsidP="005B3ED9">
      <w:r>
        <w:t>338.0119</w:t>
      </w:r>
      <w:r>
        <w:tab/>
        <w:t>2.025e0</w:t>
      </w:r>
    </w:p>
    <w:p w:rsidR="005B3ED9" w:rsidRDefault="005B3ED9" w:rsidP="005B3ED9">
      <w:r>
        <w:lastRenderedPageBreak/>
        <w:t>338.0135</w:t>
      </w:r>
      <w:r>
        <w:tab/>
        <w:t>2.025e0</w:t>
      </w:r>
    </w:p>
    <w:p w:rsidR="005B3ED9" w:rsidRDefault="005B3ED9" w:rsidP="005B3ED9">
      <w:r>
        <w:t>338.0268</w:t>
      </w:r>
      <w:r>
        <w:tab/>
        <w:t>4.051e0</w:t>
      </w:r>
    </w:p>
    <w:p w:rsidR="005B3ED9" w:rsidRDefault="005B3ED9" w:rsidP="005B3ED9">
      <w:r>
        <w:t>338.0456</w:t>
      </w:r>
      <w:r>
        <w:tab/>
        <w:t>1.013e0</w:t>
      </w:r>
    </w:p>
    <w:p w:rsidR="005B3ED9" w:rsidRDefault="005B3ED9" w:rsidP="005B3ED9">
      <w:r>
        <w:t>338.0906</w:t>
      </w:r>
      <w:r>
        <w:tab/>
        <w:t>1.013e0</w:t>
      </w:r>
    </w:p>
    <w:p w:rsidR="005B3ED9" w:rsidRDefault="005B3ED9" w:rsidP="005B3ED9">
      <w:r>
        <w:t>338.1437</w:t>
      </w:r>
      <w:r>
        <w:tab/>
        <w:t>1.013e0</w:t>
      </w:r>
    </w:p>
    <w:p w:rsidR="005B3ED9" w:rsidRDefault="005B3ED9" w:rsidP="005B3ED9">
      <w:r>
        <w:t>338.1695</w:t>
      </w:r>
      <w:r>
        <w:tab/>
        <w:t>2.025e0</w:t>
      </w:r>
    </w:p>
    <w:p w:rsidR="005B3ED9" w:rsidRDefault="005B3ED9" w:rsidP="005B3ED9">
      <w:r>
        <w:t>338.1780</w:t>
      </w:r>
      <w:r>
        <w:tab/>
        <w:t>1.013e0</w:t>
      </w:r>
    </w:p>
    <w:p w:rsidR="005B3ED9" w:rsidRDefault="005B3ED9" w:rsidP="005B3ED9">
      <w:r>
        <w:t>338.2509</w:t>
      </w:r>
      <w:r>
        <w:tab/>
        <w:t>1.013e0</w:t>
      </w:r>
    </w:p>
    <w:p w:rsidR="005B3ED9" w:rsidRDefault="005B3ED9" w:rsidP="005B3ED9">
      <w:r>
        <w:t>338.2581</w:t>
      </w:r>
      <w:r>
        <w:tab/>
        <w:t>2.025e0</w:t>
      </w:r>
    </w:p>
    <w:p w:rsidR="005B3ED9" w:rsidRDefault="005B3ED9" w:rsidP="005B3ED9">
      <w:r>
        <w:t>338.2625</w:t>
      </w:r>
      <w:r>
        <w:tab/>
        <w:t>1.013e0</w:t>
      </w:r>
    </w:p>
    <w:p w:rsidR="005B3ED9" w:rsidRDefault="005B3ED9" w:rsidP="005B3ED9">
      <w:r>
        <w:t>338.2870</w:t>
      </w:r>
      <w:r>
        <w:tab/>
        <w:t>1.013e0</w:t>
      </w:r>
    </w:p>
    <w:p w:rsidR="005B3ED9" w:rsidRDefault="005B3ED9" w:rsidP="005B3ED9">
      <w:r>
        <w:t>338.3154</w:t>
      </w:r>
      <w:r>
        <w:tab/>
        <w:t>1.013e0</w:t>
      </w:r>
    </w:p>
    <w:p w:rsidR="005B3ED9" w:rsidRDefault="005B3ED9" w:rsidP="005B3ED9">
      <w:r>
        <w:t>338.3300</w:t>
      </w:r>
      <w:r>
        <w:tab/>
        <w:t>1.013e0</w:t>
      </w:r>
    </w:p>
    <w:p w:rsidR="005B3ED9" w:rsidRDefault="005B3ED9" w:rsidP="005B3ED9">
      <w:r>
        <w:t>338.4707</w:t>
      </w:r>
      <w:r>
        <w:tab/>
        <w:t>1.013e0</w:t>
      </w:r>
    </w:p>
    <w:p w:rsidR="005B3ED9" w:rsidRDefault="005B3ED9" w:rsidP="005B3ED9">
      <w:r>
        <w:t>338.5488</w:t>
      </w:r>
      <w:r>
        <w:tab/>
        <w:t>1.013e0</w:t>
      </w:r>
    </w:p>
    <w:p w:rsidR="005B3ED9" w:rsidRDefault="005B3ED9" w:rsidP="005B3ED9">
      <w:r>
        <w:t>338.5610</w:t>
      </w:r>
      <w:r>
        <w:tab/>
        <w:t>1.013e0</w:t>
      </w:r>
    </w:p>
    <w:p w:rsidR="005B3ED9" w:rsidRDefault="005B3ED9" w:rsidP="005B3ED9">
      <w:r>
        <w:t>338.6096</w:t>
      </w:r>
      <w:r>
        <w:tab/>
        <w:t>1.013e0</w:t>
      </w:r>
    </w:p>
    <w:p w:rsidR="005B3ED9" w:rsidRDefault="005B3ED9" w:rsidP="005B3ED9">
      <w:r>
        <w:t>338.6765</w:t>
      </w:r>
      <w:r>
        <w:tab/>
        <w:t>1.013e0</w:t>
      </w:r>
    </w:p>
    <w:p w:rsidR="005B3ED9" w:rsidRDefault="005B3ED9" w:rsidP="005B3ED9">
      <w:r>
        <w:t>338.6876</w:t>
      </w:r>
      <w:r>
        <w:tab/>
        <w:t>1.013e0</w:t>
      </w:r>
    </w:p>
    <w:p w:rsidR="005B3ED9" w:rsidRDefault="005B3ED9" w:rsidP="005B3ED9">
      <w:r>
        <w:lastRenderedPageBreak/>
        <w:t>338.8120</w:t>
      </w:r>
      <w:r>
        <w:tab/>
        <w:t>2.025e0</w:t>
      </w:r>
    </w:p>
    <w:p w:rsidR="005B3ED9" w:rsidRDefault="005B3ED9" w:rsidP="005B3ED9">
      <w:r>
        <w:t>338.8226</w:t>
      </w:r>
      <w:r>
        <w:tab/>
        <w:t>1.013e0</w:t>
      </w:r>
    </w:p>
    <w:p w:rsidR="005B3ED9" w:rsidRDefault="005B3ED9" w:rsidP="005B3ED9">
      <w:r>
        <w:t>338.8348</w:t>
      </w:r>
      <w:r>
        <w:tab/>
        <w:t>1.013e0</w:t>
      </w:r>
    </w:p>
    <w:p w:rsidR="005B3ED9" w:rsidRDefault="005B3ED9" w:rsidP="005B3ED9">
      <w:r>
        <w:t>338.8774</w:t>
      </w:r>
      <w:r>
        <w:tab/>
        <w:t>1.013e0</w:t>
      </w:r>
    </w:p>
    <w:p w:rsidR="005B3ED9" w:rsidRDefault="005B3ED9" w:rsidP="005B3ED9">
      <w:r>
        <w:t>338.9370</w:t>
      </w:r>
      <w:r>
        <w:tab/>
        <w:t>1.013e0</w:t>
      </w:r>
    </w:p>
    <w:p w:rsidR="005B3ED9" w:rsidRDefault="005B3ED9" w:rsidP="005B3ED9">
      <w:r>
        <w:t>338.9901</w:t>
      </w:r>
      <w:r>
        <w:tab/>
        <w:t>1.013e0</w:t>
      </w:r>
    </w:p>
    <w:p w:rsidR="005B3ED9" w:rsidRDefault="005B3ED9" w:rsidP="005B3ED9">
      <w:r>
        <w:t>338.9992</w:t>
      </w:r>
      <w:r>
        <w:tab/>
        <w:t>1.013e0</w:t>
      </w:r>
    </w:p>
    <w:p w:rsidR="005B3ED9" w:rsidRDefault="005B3ED9" w:rsidP="005B3ED9">
      <w:r>
        <w:t>339.0093</w:t>
      </w:r>
      <w:r>
        <w:tab/>
        <w:t>2.025e0</w:t>
      </w:r>
    </w:p>
    <w:p w:rsidR="005B3ED9" w:rsidRDefault="005B3ED9" w:rsidP="005B3ED9">
      <w:r>
        <w:t>339.0290</w:t>
      </w:r>
      <w:r>
        <w:tab/>
        <w:t>2.025e0</w:t>
      </w:r>
    </w:p>
    <w:p w:rsidR="005B3ED9" w:rsidRDefault="005B3ED9" w:rsidP="005B3ED9">
      <w:r>
        <w:t>339.0433</w:t>
      </w:r>
      <w:r>
        <w:tab/>
        <w:t>2.025e0</w:t>
      </w:r>
    </w:p>
    <w:p w:rsidR="005B3ED9" w:rsidRDefault="005B3ED9" w:rsidP="005B3ED9">
      <w:r>
        <w:t>339.1331</w:t>
      </w:r>
      <w:r>
        <w:tab/>
        <w:t>1.013e0</w:t>
      </w:r>
    </w:p>
    <w:p w:rsidR="005B3ED9" w:rsidRDefault="005B3ED9" w:rsidP="005B3ED9">
      <w:r>
        <w:t>339.2357</w:t>
      </w:r>
      <w:r>
        <w:tab/>
        <w:t>1.013e0</w:t>
      </w:r>
    </w:p>
    <w:p w:rsidR="005B3ED9" w:rsidRDefault="005B3ED9" w:rsidP="005B3ED9">
      <w:r>
        <w:t>339.2436</w:t>
      </w:r>
      <w:r>
        <w:tab/>
        <w:t>1.013e0</w:t>
      </w:r>
    </w:p>
    <w:p w:rsidR="005B3ED9" w:rsidRDefault="005B3ED9" w:rsidP="005B3ED9">
      <w:r>
        <w:t>339.2550</w:t>
      </w:r>
      <w:r>
        <w:tab/>
        <w:t>1.013e0</w:t>
      </w:r>
    </w:p>
    <w:p w:rsidR="005B3ED9" w:rsidRDefault="005B3ED9" w:rsidP="005B3ED9">
      <w:r>
        <w:t>339.2794</w:t>
      </w:r>
      <w:r>
        <w:tab/>
        <w:t>1.013e0</w:t>
      </w:r>
    </w:p>
    <w:p w:rsidR="005B3ED9" w:rsidRDefault="005B3ED9" w:rsidP="005B3ED9">
      <w:r>
        <w:t>339.2888</w:t>
      </w:r>
      <w:r>
        <w:tab/>
        <w:t>1.013e0</w:t>
      </w:r>
    </w:p>
    <w:p w:rsidR="005B3ED9" w:rsidRDefault="005B3ED9" w:rsidP="005B3ED9">
      <w:r>
        <w:t>339.3037</w:t>
      </w:r>
      <w:r>
        <w:tab/>
        <w:t>1.013e0</w:t>
      </w:r>
    </w:p>
    <w:p w:rsidR="005B3ED9" w:rsidRDefault="005B3ED9" w:rsidP="005B3ED9">
      <w:r>
        <w:t>339.3373</w:t>
      </w:r>
      <w:r>
        <w:tab/>
        <w:t>3.038e0</w:t>
      </w:r>
    </w:p>
    <w:p w:rsidR="005B3ED9" w:rsidRDefault="005B3ED9" w:rsidP="005B3ED9">
      <w:r>
        <w:t>339.4375</w:t>
      </w:r>
      <w:r>
        <w:tab/>
        <w:t>2.025e0</w:t>
      </w:r>
    </w:p>
    <w:p w:rsidR="005B3ED9" w:rsidRDefault="005B3ED9" w:rsidP="005B3ED9">
      <w:r>
        <w:lastRenderedPageBreak/>
        <w:t>339.4503</w:t>
      </w:r>
      <w:r>
        <w:tab/>
        <w:t>2.025e0</w:t>
      </w:r>
    </w:p>
    <w:p w:rsidR="005B3ED9" w:rsidRDefault="005B3ED9" w:rsidP="005B3ED9">
      <w:r>
        <w:t>339.5177</w:t>
      </w:r>
      <w:r>
        <w:tab/>
        <w:t>1.013e0</w:t>
      </w:r>
    </w:p>
    <w:p w:rsidR="005B3ED9" w:rsidRDefault="005B3ED9" w:rsidP="005B3ED9">
      <w:r>
        <w:t>339.5476</w:t>
      </w:r>
      <w:r>
        <w:tab/>
        <w:t>1.013e0</w:t>
      </w:r>
    </w:p>
    <w:p w:rsidR="005B3ED9" w:rsidRDefault="005B3ED9" w:rsidP="005B3ED9">
      <w:r>
        <w:t>339.5537</w:t>
      </w:r>
      <w:r>
        <w:tab/>
        <w:t>1.013e0</w:t>
      </w:r>
    </w:p>
    <w:p w:rsidR="005B3ED9" w:rsidRDefault="005B3ED9" w:rsidP="005B3ED9">
      <w:r>
        <w:t>339.5589</w:t>
      </w:r>
      <w:r>
        <w:tab/>
        <w:t>1.013e0</w:t>
      </w:r>
    </w:p>
    <w:p w:rsidR="005B3ED9" w:rsidRDefault="005B3ED9" w:rsidP="005B3ED9">
      <w:r>
        <w:t>339.7593</w:t>
      </w:r>
      <w:r>
        <w:tab/>
        <w:t>1.013e0</w:t>
      </w:r>
    </w:p>
    <w:p w:rsidR="005B3ED9" w:rsidRDefault="005B3ED9" w:rsidP="005B3ED9">
      <w:r>
        <w:t>339.7918</w:t>
      </w:r>
      <w:r>
        <w:tab/>
        <w:t>1.013e0</w:t>
      </w:r>
    </w:p>
    <w:p w:rsidR="005B3ED9" w:rsidRDefault="005B3ED9" w:rsidP="005B3ED9">
      <w:r>
        <w:t>339.8330</w:t>
      </w:r>
      <w:r>
        <w:tab/>
        <w:t>1.013e0</w:t>
      </w:r>
    </w:p>
    <w:p w:rsidR="005B3ED9" w:rsidRDefault="005B3ED9" w:rsidP="005B3ED9">
      <w:r>
        <w:t>339.8494</w:t>
      </w:r>
      <w:r>
        <w:tab/>
        <w:t>2.025e0</w:t>
      </w:r>
    </w:p>
    <w:p w:rsidR="005B3ED9" w:rsidRDefault="005B3ED9" w:rsidP="005B3ED9">
      <w:r>
        <w:t>339.8709</w:t>
      </w:r>
      <w:r>
        <w:tab/>
        <w:t>1.013e0</w:t>
      </w:r>
    </w:p>
    <w:p w:rsidR="005B3ED9" w:rsidRDefault="005B3ED9" w:rsidP="005B3ED9">
      <w:r>
        <w:t>339.9015</w:t>
      </w:r>
      <w:r>
        <w:tab/>
        <w:t>1.013e0</w:t>
      </w:r>
    </w:p>
    <w:p w:rsidR="005B3ED9" w:rsidRDefault="005B3ED9" w:rsidP="005B3ED9">
      <w:r>
        <w:t>339.9068</w:t>
      </w:r>
      <w:r>
        <w:tab/>
        <w:t>1.013e0</w:t>
      </w:r>
    </w:p>
    <w:p w:rsidR="005B3ED9" w:rsidRDefault="005B3ED9" w:rsidP="005B3ED9">
      <w:r>
        <w:t>339.9762</w:t>
      </w:r>
      <w:r>
        <w:tab/>
        <w:t>2.025e0</w:t>
      </w:r>
    </w:p>
    <w:p w:rsidR="005B3ED9" w:rsidRDefault="005B3ED9" w:rsidP="005B3ED9">
      <w:r>
        <w:t>339.9806</w:t>
      </w:r>
      <w:r>
        <w:tab/>
        <w:t>1.013e0</w:t>
      </w:r>
    </w:p>
    <w:p w:rsidR="005B3ED9" w:rsidRDefault="005B3ED9" w:rsidP="005B3ED9">
      <w:r>
        <w:t>340.0174</w:t>
      </w:r>
      <w:r>
        <w:tab/>
        <w:t>1.013e0</w:t>
      </w:r>
    </w:p>
    <w:p w:rsidR="005B3ED9" w:rsidRDefault="005B3ED9" w:rsidP="005B3ED9">
      <w:r>
        <w:t>340.0276</w:t>
      </w:r>
      <w:r>
        <w:tab/>
        <w:t>3.038e0</w:t>
      </w:r>
    </w:p>
    <w:p w:rsidR="005B3ED9" w:rsidRDefault="005B3ED9" w:rsidP="005B3ED9">
      <w:r>
        <w:t>340.0321</w:t>
      </w:r>
      <w:r>
        <w:tab/>
        <w:t>3.038e0</w:t>
      </w:r>
    </w:p>
    <w:p w:rsidR="005B3ED9" w:rsidRDefault="005B3ED9" w:rsidP="005B3ED9">
      <w:r>
        <w:t>340.1481</w:t>
      </w:r>
      <w:r>
        <w:tab/>
        <w:t>2.025e0</w:t>
      </w:r>
    </w:p>
    <w:p w:rsidR="005B3ED9" w:rsidRDefault="005B3ED9" w:rsidP="005B3ED9">
      <w:r>
        <w:t>340.1945</w:t>
      </w:r>
      <w:r>
        <w:tab/>
        <w:t>2.025e0</w:t>
      </w:r>
    </w:p>
    <w:p w:rsidR="005B3ED9" w:rsidRDefault="005B3ED9" w:rsidP="005B3ED9">
      <w:r>
        <w:lastRenderedPageBreak/>
        <w:t>340.2341</w:t>
      </w:r>
      <w:r>
        <w:tab/>
        <w:t>1.013e0</w:t>
      </w:r>
    </w:p>
    <w:p w:rsidR="005B3ED9" w:rsidRDefault="005B3ED9" w:rsidP="005B3ED9">
      <w:r>
        <w:t>340.2380</w:t>
      </w:r>
      <w:r>
        <w:tab/>
        <w:t>1.013e0</w:t>
      </w:r>
    </w:p>
    <w:p w:rsidR="005B3ED9" w:rsidRDefault="005B3ED9" w:rsidP="005B3ED9">
      <w:r>
        <w:t>340.2739</w:t>
      </w:r>
      <w:r>
        <w:tab/>
        <w:t>1.013e0</w:t>
      </w:r>
    </w:p>
    <w:p w:rsidR="005B3ED9" w:rsidRDefault="005B3ED9" w:rsidP="005B3ED9">
      <w:r>
        <w:t>340.3427</w:t>
      </w:r>
      <w:r>
        <w:tab/>
        <w:t>2.025e0</w:t>
      </w:r>
    </w:p>
    <w:p w:rsidR="005B3ED9" w:rsidRDefault="005B3ED9" w:rsidP="005B3ED9">
      <w:r>
        <w:t>340.3531</w:t>
      </w:r>
      <w:r>
        <w:tab/>
        <w:t>2.025e0</w:t>
      </w:r>
    </w:p>
    <w:p w:rsidR="005B3ED9" w:rsidRDefault="005B3ED9" w:rsidP="005B3ED9">
      <w:r>
        <w:t>340.3815</w:t>
      </w:r>
      <w:r>
        <w:tab/>
        <w:t>1.013e0</w:t>
      </w:r>
    </w:p>
    <w:p w:rsidR="005B3ED9" w:rsidRDefault="005B3ED9" w:rsidP="005B3ED9">
      <w:r>
        <w:t>340.3900</w:t>
      </w:r>
      <w:r>
        <w:tab/>
        <w:t>1.013e0</w:t>
      </w:r>
    </w:p>
    <w:p w:rsidR="005B3ED9" w:rsidRDefault="005B3ED9" w:rsidP="005B3ED9">
      <w:r>
        <w:t>340.4451</w:t>
      </w:r>
      <w:r>
        <w:tab/>
        <w:t>1.013e0</w:t>
      </w:r>
    </w:p>
    <w:p w:rsidR="005B3ED9" w:rsidRDefault="005B3ED9" w:rsidP="005B3ED9">
      <w:r>
        <w:t>340.4940</w:t>
      </w:r>
      <w:r>
        <w:tab/>
        <w:t>1.013e0</w:t>
      </w:r>
    </w:p>
    <w:p w:rsidR="005B3ED9" w:rsidRDefault="005B3ED9" w:rsidP="005B3ED9">
      <w:r>
        <w:t>340.5245</w:t>
      </w:r>
      <w:r>
        <w:tab/>
        <w:t>1.013e0</w:t>
      </w:r>
    </w:p>
    <w:p w:rsidR="005B3ED9" w:rsidRDefault="005B3ED9" w:rsidP="005B3ED9">
      <w:r>
        <w:t>340.5859</w:t>
      </w:r>
      <w:r>
        <w:tab/>
        <w:t>1.013e0</w:t>
      </w:r>
    </w:p>
    <w:p w:rsidR="005B3ED9" w:rsidRDefault="005B3ED9" w:rsidP="005B3ED9">
      <w:r>
        <w:t>340.6162</w:t>
      </w:r>
      <w:r>
        <w:tab/>
        <w:t>1.013e0</w:t>
      </w:r>
    </w:p>
    <w:p w:rsidR="005B3ED9" w:rsidRDefault="005B3ED9" w:rsidP="005B3ED9">
      <w:r>
        <w:t>340.6896</w:t>
      </w:r>
      <w:r>
        <w:tab/>
        <w:t>1.013e0</w:t>
      </w:r>
    </w:p>
    <w:p w:rsidR="005B3ED9" w:rsidRDefault="005B3ED9" w:rsidP="005B3ED9">
      <w:r>
        <w:t>340.7295</w:t>
      </w:r>
      <w:r>
        <w:tab/>
        <w:t>1.013e0</w:t>
      </w:r>
    </w:p>
    <w:p w:rsidR="005B3ED9" w:rsidRDefault="005B3ED9" w:rsidP="005B3ED9">
      <w:r>
        <w:t>340.9050</w:t>
      </w:r>
      <w:r>
        <w:tab/>
        <w:t>3.038e0</w:t>
      </w:r>
    </w:p>
    <w:p w:rsidR="005B3ED9" w:rsidRDefault="005B3ED9" w:rsidP="005B3ED9">
      <w:r>
        <w:t>340.9114</w:t>
      </w:r>
      <w:r>
        <w:tab/>
        <w:t>2.025e0</w:t>
      </w:r>
    </w:p>
    <w:p w:rsidR="005B3ED9" w:rsidRDefault="005B3ED9" w:rsidP="005B3ED9">
      <w:r>
        <w:t>340.9466</w:t>
      </w:r>
      <w:r>
        <w:tab/>
        <w:t>1.013e0</w:t>
      </w:r>
    </w:p>
    <w:p w:rsidR="005B3ED9" w:rsidRDefault="005B3ED9" w:rsidP="005B3ED9">
      <w:r>
        <w:t>340.9505</w:t>
      </w:r>
      <w:r>
        <w:tab/>
        <w:t>2.025e0</w:t>
      </w:r>
    </w:p>
    <w:p w:rsidR="005B3ED9" w:rsidRDefault="005B3ED9" w:rsidP="005B3ED9">
      <w:r>
        <w:t>340.9894</w:t>
      </w:r>
      <w:r>
        <w:tab/>
        <w:t>1.013e0</w:t>
      </w:r>
    </w:p>
    <w:p w:rsidR="005B3ED9" w:rsidRDefault="005B3ED9" w:rsidP="005B3ED9">
      <w:r>
        <w:lastRenderedPageBreak/>
        <w:t>340.9998</w:t>
      </w:r>
      <w:r>
        <w:tab/>
        <w:t>1.013e0</w:t>
      </w:r>
    </w:p>
    <w:p w:rsidR="005B3ED9" w:rsidRDefault="005B3ED9" w:rsidP="005B3ED9">
      <w:r>
        <w:t>341.0284</w:t>
      </w:r>
      <w:r>
        <w:tab/>
        <w:t>2.025e0</w:t>
      </w:r>
    </w:p>
    <w:p w:rsidR="005B3ED9" w:rsidRDefault="005B3ED9" w:rsidP="005B3ED9">
      <w:r>
        <w:t>341.0373</w:t>
      </w:r>
      <w:r>
        <w:tab/>
        <w:t>3.038e0</w:t>
      </w:r>
    </w:p>
    <w:p w:rsidR="005B3ED9" w:rsidRDefault="005B3ED9" w:rsidP="005B3ED9">
      <w:r>
        <w:t>341.0531</w:t>
      </w:r>
      <w:r>
        <w:tab/>
        <w:t>1.013e0</w:t>
      </w:r>
    </w:p>
    <w:p w:rsidR="005B3ED9" w:rsidRDefault="005B3ED9" w:rsidP="005B3ED9">
      <w:r>
        <w:t>341.0709</w:t>
      </w:r>
      <w:r>
        <w:tab/>
        <w:t>2.025e0</w:t>
      </w:r>
    </w:p>
    <w:p w:rsidR="005B3ED9" w:rsidRDefault="005B3ED9" w:rsidP="005B3ED9">
      <w:r>
        <w:t>341.1119</w:t>
      </w:r>
      <w:r>
        <w:tab/>
        <w:t>1.013e0</w:t>
      </w:r>
    </w:p>
    <w:p w:rsidR="005B3ED9" w:rsidRDefault="005B3ED9" w:rsidP="005B3ED9">
      <w:r>
        <w:t>341.1391</w:t>
      </w:r>
      <w:r>
        <w:tab/>
        <w:t>2.025e0</w:t>
      </w:r>
    </w:p>
    <w:p w:rsidR="005B3ED9" w:rsidRDefault="005B3ED9" w:rsidP="005B3ED9">
      <w:r>
        <w:t>341.1609</w:t>
      </w:r>
      <w:r>
        <w:tab/>
        <w:t>1.013e0</w:t>
      </w:r>
    </w:p>
    <w:p w:rsidR="005B3ED9" w:rsidRDefault="005B3ED9" w:rsidP="005B3ED9">
      <w:r>
        <w:t>341.1862</w:t>
      </w:r>
      <w:r>
        <w:tab/>
        <w:t>2.025e0</w:t>
      </w:r>
    </w:p>
    <w:p w:rsidR="005B3ED9" w:rsidRDefault="005B3ED9" w:rsidP="005B3ED9">
      <w:r>
        <w:t>341.2006</w:t>
      </w:r>
      <w:r>
        <w:tab/>
        <w:t>1.013e0</w:t>
      </w:r>
    </w:p>
    <w:p w:rsidR="005B3ED9" w:rsidRDefault="005B3ED9" w:rsidP="005B3ED9">
      <w:r>
        <w:t>341.2291</w:t>
      </w:r>
      <w:r>
        <w:tab/>
        <w:t>1.013e0</w:t>
      </w:r>
    </w:p>
    <w:p w:rsidR="005B3ED9" w:rsidRDefault="005B3ED9" w:rsidP="005B3ED9">
      <w:r>
        <w:t>341.2323</w:t>
      </w:r>
      <w:r>
        <w:tab/>
        <w:t>2.025e0</w:t>
      </w:r>
    </w:p>
    <w:p w:rsidR="005B3ED9" w:rsidRDefault="005B3ED9" w:rsidP="005B3ED9">
      <w:r>
        <w:t>341.2409</w:t>
      </w:r>
      <w:r>
        <w:tab/>
        <w:t>2.025e0</w:t>
      </w:r>
    </w:p>
    <w:p w:rsidR="005B3ED9" w:rsidRDefault="005B3ED9" w:rsidP="005B3ED9">
      <w:r>
        <w:t>341.2718</w:t>
      </w:r>
      <w:r>
        <w:tab/>
        <w:t>3.038e0</w:t>
      </w:r>
    </w:p>
    <w:p w:rsidR="005B3ED9" w:rsidRDefault="005B3ED9" w:rsidP="005B3ED9">
      <w:r>
        <w:t>341.2782</w:t>
      </w:r>
      <w:r>
        <w:tab/>
        <w:t>1.013e0</w:t>
      </w:r>
    </w:p>
    <w:p w:rsidR="005B3ED9" w:rsidRDefault="005B3ED9" w:rsidP="005B3ED9">
      <w:r>
        <w:t>341.2804</w:t>
      </w:r>
      <w:r>
        <w:tab/>
        <w:t>3.038e0</w:t>
      </w:r>
    </w:p>
    <w:p w:rsidR="005B3ED9" w:rsidRDefault="005B3ED9" w:rsidP="005B3ED9">
      <w:r>
        <w:t>341.2949</w:t>
      </w:r>
      <w:r>
        <w:tab/>
        <w:t>1.013e0</w:t>
      </w:r>
    </w:p>
    <w:p w:rsidR="005B3ED9" w:rsidRDefault="005B3ED9" w:rsidP="005B3ED9">
      <w:r>
        <w:t>341.3324</w:t>
      </w:r>
      <w:r>
        <w:tab/>
        <w:t>2.025e0</w:t>
      </w:r>
    </w:p>
    <w:p w:rsidR="005B3ED9" w:rsidRDefault="005B3ED9" w:rsidP="005B3ED9">
      <w:r>
        <w:t>341.3385</w:t>
      </w:r>
      <w:r>
        <w:tab/>
        <w:t>1.013e0</w:t>
      </w:r>
    </w:p>
    <w:p w:rsidR="005B3ED9" w:rsidRDefault="005B3ED9" w:rsidP="005B3ED9">
      <w:r>
        <w:lastRenderedPageBreak/>
        <w:t>341.3814</w:t>
      </w:r>
      <w:r>
        <w:tab/>
        <w:t>1.013e0</w:t>
      </w:r>
    </w:p>
    <w:p w:rsidR="005B3ED9" w:rsidRDefault="005B3ED9" w:rsidP="005B3ED9">
      <w:r>
        <w:t>341.3933</w:t>
      </w:r>
      <w:r>
        <w:tab/>
        <w:t>1.013e0</w:t>
      </w:r>
    </w:p>
    <w:p w:rsidR="005B3ED9" w:rsidRDefault="005B3ED9" w:rsidP="005B3ED9">
      <w:r>
        <w:t>341.4463</w:t>
      </w:r>
      <w:r>
        <w:tab/>
        <w:t>1.013e0</w:t>
      </w:r>
    </w:p>
    <w:p w:rsidR="005B3ED9" w:rsidRDefault="005B3ED9" w:rsidP="005B3ED9">
      <w:r>
        <w:t>341.4611</w:t>
      </w:r>
      <w:r>
        <w:tab/>
        <w:t>1.013e0</w:t>
      </w:r>
    </w:p>
    <w:p w:rsidR="005B3ED9" w:rsidRDefault="005B3ED9" w:rsidP="005B3ED9">
      <w:r>
        <w:t>341.4887</w:t>
      </w:r>
      <w:r>
        <w:tab/>
        <w:t>2.025e0</w:t>
      </w:r>
    </w:p>
    <w:p w:rsidR="005B3ED9" w:rsidRDefault="005B3ED9" w:rsidP="005B3ED9">
      <w:r>
        <w:t>341.5862</w:t>
      </w:r>
      <w:r>
        <w:tab/>
        <w:t>2.025e0</w:t>
      </w:r>
    </w:p>
    <w:p w:rsidR="005B3ED9" w:rsidRDefault="005B3ED9" w:rsidP="005B3ED9">
      <w:r>
        <w:t>341.5898</w:t>
      </w:r>
      <w:r>
        <w:tab/>
        <w:t>1.013e0</w:t>
      </w:r>
    </w:p>
    <w:p w:rsidR="005B3ED9" w:rsidRDefault="005B3ED9" w:rsidP="005B3ED9">
      <w:r>
        <w:t>341.6225</w:t>
      </w:r>
      <w:r>
        <w:tab/>
        <w:t>1.013e0</w:t>
      </w:r>
    </w:p>
    <w:p w:rsidR="005B3ED9" w:rsidRDefault="005B3ED9" w:rsidP="005B3ED9">
      <w:r>
        <w:t>341.7308</w:t>
      </w:r>
      <w:r>
        <w:tab/>
        <w:t>3.038e0</w:t>
      </w:r>
    </w:p>
    <w:p w:rsidR="005B3ED9" w:rsidRDefault="005B3ED9" w:rsidP="005B3ED9">
      <w:r>
        <w:t>341.7660</w:t>
      </w:r>
      <w:r>
        <w:tab/>
        <w:t>1.013e0</w:t>
      </w:r>
    </w:p>
    <w:p w:rsidR="005B3ED9" w:rsidRDefault="005B3ED9" w:rsidP="005B3ED9">
      <w:r>
        <w:t>341.7906</w:t>
      </w:r>
      <w:r>
        <w:tab/>
        <w:t>1.013e0</w:t>
      </w:r>
    </w:p>
    <w:p w:rsidR="005B3ED9" w:rsidRDefault="005B3ED9" w:rsidP="005B3ED9">
      <w:r>
        <w:t>341.8192</w:t>
      </w:r>
      <w:r>
        <w:tab/>
        <w:t>2.025e0</w:t>
      </w:r>
    </w:p>
    <w:p w:rsidR="005B3ED9" w:rsidRDefault="005B3ED9" w:rsidP="005B3ED9">
      <w:r>
        <w:t>341.8438</w:t>
      </w:r>
      <w:r>
        <w:tab/>
        <w:t>1.013e0</w:t>
      </w:r>
    </w:p>
    <w:p w:rsidR="005B3ED9" w:rsidRDefault="005B3ED9" w:rsidP="005B3ED9">
      <w:r>
        <w:t>341.8722</w:t>
      </w:r>
      <w:r>
        <w:tab/>
        <w:t>1.013e0</w:t>
      </w:r>
    </w:p>
    <w:p w:rsidR="005B3ED9" w:rsidRDefault="005B3ED9" w:rsidP="005B3ED9">
      <w:r>
        <w:t>341.9004</w:t>
      </w:r>
      <w:r>
        <w:tab/>
        <w:t>2.025e0</w:t>
      </w:r>
    </w:p>
    <w:p w:rsidR="005B3ED9" w:rsidRDefault="005B3ED9" w:rsidP="005B3ED9">
      <w:r>
        <w:t>341.9136</w:t>
      </w:r>
      <w:r>
        <w:tab/>
        <w:t>1.013e0</w:t>
      </w:r>
    </w:p>
    <w:p w:rsidR="005B3ED9" w:rsidRDefault="005B3ED9" w:rsidP="005B3ED9">
      <w:r>
        <w:t>341.9244</w:t>
      </w:r>
      <w:r>
        <w:tab/>
        <w:t>3.038e0</w:t>
      </w:r>
    </w:p>
    <w:p w:rsidR="005B3ED9" w:rsidRDefault="005B3ED9" w:rsidP="005B3ED9">
      <w:r>
        <w:t>341.9460</w:t>
      </w:r>
      <w:r>
        <w:tab/>
        <w:t>1.013e0</w:t>
      </w:r>
    </w:p>
    <w:p w:rsidR="005B3ED9" w:rsidRDefault="005B3ED9" w:rsidP="005B3ED9">
      <w:r>
        <w:t>341.9598</w:t>
      </w:r>
      <w:r>
        <w:tab/>
        <w:t>2.025e0</w:t>
      </w:r>
    </w:p>
    <w:p w:rsidR="005B3ED9" w:rsidRDefault="005B3ED9" w:rsidP="005B3ED9">
      <w:r>
        <w:lastRenderedPageBreak/>
        <w:t>341.9721</w:t>
      </w:r>
      <w:r>
        <w:tab/>
        <w:t>2.025e0</w:t>
      </w:r>
    </w:p>
    <w:p w:rsidR="005B3ED9" w:rsidRDefault="005B3ED9" w:rsidP="005B3ED9">
      <w:r>
        <w:t>342.0315</w:t>
      </w:r>
      <w:r>
        <w:tab/>
        <w:t>1.013e0</w:t>
      </w:r>
    </w:p>
    <w:p w:rsidR="005B3ED9" w:rsidRDefault="005B3ED9" w:rsidP="005B3ED9">
      <w:r>
        <w:t>342.0405</w:t>
      </w:r>
      <w:r>
        <w:tab/>
        <w:t>2.025e0</w:t>
      </w:r>
    </w:p>
    <w:p w:rsidR="005B3ED9" w:rsidRDefault="005B3ED9" w:rsidP="005B3ED9">
      <w:r>
        <w:t>342.0806</w:t>
      </w:r>
      <w:r>
        <w:tab/>
        <w:t>1.013e0</w:t>
      </w:r>
    </w:p>
    <w:p w:rsidR="005B3ED9" w:rsidRDefault="005B3ED9" w:rsidP="005B3ED9">
      <w:r>
        <w:t>342.0857</w:t>
      </w:r>
      <w:r>
        <w:tab/>
        <w:t>1.013e0</w:t>
      </w:r>
    </w:p>
    <w:p w:rsidR="005B3ED9" w:rsidRDefault="005B3ED9" w:rsidP="005B3ED9">
      <w:r>
        <w:t>342.1973</w:t>
      </w:r>
      <w:r>
        <w:tab/>
        <w:t>1.013e0</w:t>
      </w:r>
    </w:p>
    <w:p w:rsidR="005B3ED9" w:rsidRDefault="005B3ED9" w:rsidP="005B3ED9">
      <w:r>
        <w:t>342.2280</w:t>
      </w:r>
      <w:r>
        <w:tab/>
        <w:t>1.013e0</w:t>
      </w:r>
    </w:p>
    <w:p w:rsidR="005B3ED9" w:rsidRDefault="005B3ED9" w:rsidP="005B3ED9">
      <w:r>
        <w:t>342.2334</w:t>
      </w:r>
      <w:r>
        <w:tab/>
        <w:t>1.013e0</w:t>
      </w:r>
    </w:p>
    <w:p w:rsidR="005B3ED9" w:rsidRDefault="005B3ED9" w:rsidP="005B3ED9">
      <w:r>
        <w:t>342.2373</w:t>
      </w:r>
      <w:r>
        <w:tab/>
        <w:t>4.051e0</w:t>
      </w:r>
    </w:p>
    <w:p w:rsidR="005B3ED9" w:rsidRDefault="005B3ED9" w:rsidP="005B3ED9">
      <w:r>
        <w:t>342.2619</w:t>
      </w:r>
      <w:r>
        <w:tab/>
        <w:t>1.013e0</w:t>
      </w:r>
    </w:p>
    <w:p w:rsidR="005B3ED9" w:rsidRDefault="005B3ED9" w:rsidP="005B3ED9">
      <w:r>
        <w:t>342.2905</w:t>
      </w:r>
      <w:r>
        <w:tab/>
        <w:t>1.013e0</w:t>
      </w:r>
    </w:p>
    <w:p w:rsidR="005B3ED9" w:rsidRDefault="005B3ED9" w:rsidP="005B3ED9">
      <w:r>
        <w:t>342.3201</w:t>
      </w:r>
      <w:r>
        <w:tab/>
        <w:t>1.013e0</w:t>
      </w:r>
    </w:p>
    <w:p w:rsidR="005B3ED9" w:rsidRDefault="005B3ED9" w:rsidP="005B3ED9">
      <w:r>
        <w:t>342.3508</w:t>
      </w:r>
      <w:r>
        <w:tab/>
        <w:t>1.013e0</w:t>
      </w:r>
    </w:p>
    <w:p w:rsidR="005B3ED9" w:rsidRDefault="005B3ED9" w:rsidP="005B3ED9">
      <w:r>
        <w:t>342.3603</w:t>
      </w:r>
      <w:r>
        <w:tab/>
        <w:t>2.025e0</w:t>
      </w:r>
    </w:p>
    <w:p w:rsidR="005B3ED9" w:rsidRDefault="005B3ED9" w:rsidP="005B3ED9">
      <w:r>
        <w:t>342.3754</w:t>
      </w:r>
      <w:r>
        <w:tab/>
        <w:t>1.013e0</w:t>
      </w:r>
    </w:p>
    <w:p w:rsidR="005B3ED9" w:rsidRDefault="005B3ED9" w:rsidP="005B3ED9">
      <w:r>
        <w:t>342.3938</w:t>
      </w:r>
      <w:r>
        <w:tab/>
        <w:t>1.013e0</w:t>
      </w:r>
    </w:p>
    <w:p w:rsidR="005B3ED9" w:rsidRDefault="005B3ED9" w:rsidP="005B3ED9">
      <w:r>
        <w:t>342.4302</w:t>
      </w:r>
      <w:r>
        <w:tab/>
        <w:t>1.013e0</w:t>
      </w:r>
    </w:p>
    <w:p w:rsidR="005B3ED9" w:rsidRDefault="005B3ED9" w:rsidP="005B3ED9">
      <w:r>
        <w:t>342.4983</w:t>
      </w:r>
      <w:r>
        <w:tab/>
        <w:t>1.013e0</w:t>
      </w:r>
    </w:p>
    <w:p w:rsidR="005B3ED9" w:rsidRDefault="005B3ED9" w:rsidP="005B3ED9">
      <w:r>
        <w:t>342.6150</w:t>
      </w:r>
      <w:r>
        <w:tab/>
        <w:t>1.013e0</w:t>
      </w:r>
    </w:p>
    <w:p w:rsidR="005B3ED9" w:rsidRDefault="005B3ED9" w:rsidP="005B3ED9">
      <w:r>
        <w:lastRenderedPageBreak/>
        <w:t>342.7441</w:t>
      </w:r>
      <w:r>
        <w:tab/>
        <w:t>1.013e0</w:t>
      </w:r>
    </w:p>
    <w:p w:rsidR="005B3ED9" w:rsidRDefault="005B3ED9" w:rsidP="005B3ED9">
      <w:r>
        <w:t>342.7626</w:t>
      </w:r>
      <w:r>
        <w:tab/>
        <w:t>1.013e0</w:t>
      </w:r>
    </w:p>
    <w:p w:rsidR="005B3ED9" w:rsidRDefault="005B3ED9" w:rsidP="005B3ED9">
      <w:r>
        <w:t>342.8239</w:t>
      </w:r>
      <w:r>
        <w:tab/>
        <w:t>1.013e0</w:t>
      </w:r>
    </w:p>
    <w:p w:rsidR="005B3ED9" w:rsidRDefault="005B3ED9" w:rsidP="005B3ED9">
      <w:r>
        <w:t>342.8426</w:t>
      </w:r>
      <w:r>
        <w:tab/>
        <w:t>1.013e0</w:t>
      </w:r>
    </w:p>
    <w:p w:rsidR="005B3ED9" w:rsidRDefault="005B3ED9" w:rsidP="005B3ED9">
      <w:r>
        <w:t>342.8769</w:t>
      </w:r>
      <w:r>
        <w:tab/>
        <w:t>1.013e0</w:t>
      </w:r>
    </w:p>
    <w:p w:rsidR="005B3ED9" w:rsidRDefault="005B3ED9" w:rsidP="005B3ED9">
      <w:r>
        <w:t>342.9102</w:t>
      </w:r>
      <w:r>
        <w:tab/>
        <w:t>1.013e0</w:t>
      </w:r>
    </w:p>
    <w:p w:rsidR="005B3ED9" w:rsidRDefault="005B3ED9" w:rsidP="005B3ED9">
      <w:r>
        <w:t>342.9348</w:t>
      </w:r>
      <w:r>
        <w:tab/>
        <w:t>1.013e0</w:t>
      </w:r>
    </w:p>
    <w:p w:rsidR="005B3ED9" w:rsidRDefault="005B3ED9" w:rsidP="005B3ED9">
      <w:r>
        <w:t>342.9656</w:t>
      </w:r>
      <w:r>
        <w:tab/>
        <w:t>1.013e0</w:t>
      </w:r>
    </w:p>
    <w:p w:rsidR="005B3ED9" w:rsidRDefault="005B3ED9" w:rsidP="005B3ED9">
      <w:r>
        <w:t>342.9840</w:t>
      </w:r>
      <w:r>
        <w:tab/>
        <w:t>1.013e0</w:t>
      </w:r>
    </w:p>
    <w:p w:rsidR="005B3ED9" w:rsidRDefault="005B3ED9" w:rsidP="005B3ED9">
      <w:r>
        <w:t>343.0000</w:t>
      </w:r>
      <w:r>
        <w:tab/>
        <w:t>1.013e0</w:t>
      </w:r>
    </w:p>
    <w:p w:rsidR="005B3ED9" w:rsidRDefault="005B3ED9" w:rsidP="005B3ED9">
      <w:r>
        <w:t>343.0333</w:t>
      </w:r>
      <w:r>
        <w:tab/>
        <w:t>1.013e0</w:t>
      </w:r>
    </w:p>
    <w:p w:rsidR="005B3ED9" w:rsidRDefault="005B3ED9" w:rsidP="005B3ED9">
      <w:r>
        <w:t>343.0738</w:t>
      </w:r>
      <w:r>
        <w:tab/>
        <w:t>1.013e0</w:t>
      </w:r>
    </w:p>
    <w:p w:rsidR="005B3ED9" w:rsidRDefault="005B3ED9" w:rsidP="005B3ED9">
      <w:r>
        <w:t>343.0825</w:t>
      </w:r>
      <w:r>
        <w:tab/>
        <w:t>1.013e0</w:t>
      </w:r>
    </w:p>
    <w:p w:rsidR="005B3ED9" w:rsidRDefault="005B3ED9" w:rsidP="005B3ED9">
      <w:r>
        <w:t>343.0929</w:t>
      </w:r>
      <w:r>
        <w:tab/>
        <w:t>2.025e0</w:t>
      </w:r>
    </w:p>
    <w:p w:rsidR="005B3ED9" w:rsidRDefault="005B3ED9" w:rsidP="005B3ED9">
      <w:r>
        <w:t>343.0945</w:t>
      </w:r>
      <w:r>
        <w:tab/>
        <w:t>1.013e0</w:t>
      </w:r>
    </w:p>
    <w:p w:rsidR="005B3ED9" w:rsidRDefault="005B3ED9" w:rsidP="005B3ED9">
      <w:r>
        <w:t>343.1625</w:t>
      </w:r>
      <w:r>
        <w:tab/>
        <w:t>1.013e0</w:t>
      </w:r>
    </w:p>
    <w:p w:rsidR="005B3ED9" w:rsidRDefault="005B3ED9" w:rsidP="005B3ED9">
      <w:r>
        <w:t>343.1811</w:t>
      </w:r>
      <w:r>
        <w:tab/>
        <w:t>1.013e0</w:t>
      </w:r>
    </w:p>
    <w:p w:rsidR="005B3ED9" w:rsidRDefault="005B3ED9" w:rsidP="005B3ED9">
      <w:r>
        <w:t>343.1872</w:t>
      </w:r>
      <w:r>
        <w:tab/>
        <w:t>2.025e0</w:t>
      </w:r>
    </w:p>
    <w:p w:rsidR="005B3ED9" w:rsidRDefault="005B3ED9" w:rsidP="005B3ED9">
      <w:r>
        <w:t>343.2501</w:t>
      </w:r>
      <w:r>
        <w:tab/>
        <w:t>1.013e0</w:t>
      </w:r>
    </w:p>
    <w:p w:rsidR="005B3ED9" w:rsidRDefault="005B3ED9" w:rsidP="005B3ED9">
      <w:r>
        <w:lastRenderedPageBreak/>
        <w:t>343.2668</w:t>
      </w:r>
      <w:r>
        <w:tab/>
        <w:t>1.013e0</w:t>
      </w:r>
    </w:p>
    <w:p w:rsidR="005B3ED9" w:rsidRDefault="005B3ED9" w:rsidP="005B3ED9">
      <w:r>
        <w:t>343.2828</w:t>
      </w:r>
      <w:r>
        <w:tab/>
        <w:t>2.025e0</w:t>
      </w:r>
    </w:p>
    <w:p w:rsidR="005B3ED9" w:rsidRDefault="005B3ED9" w:rsidP="005B3ED9">
      <w:r>
        <w:t>343.2933</w:t>
      </w:r>
      <w:r>
        <w:tab/>
        <w:t>2.025e0</w:t>
      </w:r>
    </w:p>
    <w:p w:rsidR="005B3ED9" w:rsidRDefault="005B3ED9" w:rsidP="005B3ED9">
      <w:r>
        <w:t>343.3003</w:t>
      </w:r>
      <w:r>
        <w:tab/>
        <w:t>3.038e0</w:t>
      </w:r>
    </w:p>
    <w:p w:rsidR="005B3ED9" w:rsidRDefault="005B3ED9" w:rsidP="005B3ED9">
      <w:r>
        <w:t>343.3104</w:t>
      </w:r>
      <w:r>
        <w:tab/>
        <w:t>2.025e0</w:t>
      </w:r>
    </w:p>
    <w:p w:rsidR="005B3ED9" w:rsidRDefault="005B3ED9" w:rsidP="005B3ED9">
      <w:r>
        <w:t>343.3445</w:t>
      </w:r>
      <w:r>
        <w:tab/>
        <w:t>1.013e0</w:t>
      </w:r>
    </w:p>
    <w:p w:rsidR="005B3ED9" w:rsidRDefault="005B3ED9" w:rsidP="005B3ED9">
      <w:r>
        <w:t>343.3903</w:t>
      </w:r>
      <w:r>
        <w:tab/>
        <w:t>3.038e0</w:t>
      </w:r>
    </w:p>
    <w:p w:rsidR="005B3ED9" w:rsidRDefault="005B3ED9" w:rsidP="005B3ED9">
      <w:r>
        <w:t>343.4145</w:t>
      </w:r>
      <w:r>
        <w:tab/>
        <w:t>2.025e0</w:t>
      </w:r>
    </w:p>
    <w:p w:rsidR="005B3ED9" w:rsidRDefault="005B3ED9" w:rsidP="005B3ED9">
      <w:r>
        <w:t>343.4430</w:t>
      </w:r>
      <w:r>
        <w:tab/>
        <w:t>1.013e0</w:t>
      </w:r>
    </w:p>
    <w:p w:rsidR="005B3ED9" w:rsidRDefault="005B3ED9" w:rsidP="005B3ED9">
      <w:r>
        <w:t>343.4839</w:t>
      </w:r>
      <w:r>
        <w:tab/>
        <w:t>2.025e0</w:t>
      </w:r>
    </w:p>
    <w:p w:rsidR="005B3ED9" w:rsidRDefault="005B3ED9" w:rsidP="005B3ED9">
      <w:r>
        <w:t>343.5058</w:t>
      </w:r>
      <w:r>
        <w:tab/>
        <w:t>3.038e0</w:t>
      </w:r>
    </w:p>
    <w:p w:rsidR="005B3ED9" w:rsidRDefault="005B3ED9" w:rsidP="005B3ED9">
      <w:r>
        <w:t>343.5925</w:t>
      </w:r>
      <w:r>
        <w:tab/>
        <w:t>2.025e0</w:t>
      </w:r>
    </w:p>
    <w:p w:rsidR="005B3ED9" w:rsidRDefault="005B3ED9" w:rsidP="005B3ED9">
      <w:r>
        <w:t>343.6439</w:t>
      </w:r>
      <w:r>
        <w:tab/>
        <w:t>2.025e0</w:t>
      </w:r>
    </w:p>
    <w:p w:rsidR="005B3ED9" w:rsidRDefault="005B3ED9" w:rsidP="005B3ED9">
      <w:r>
        <w:t>343.6593</w:t>
      </w:r>
      <w:r>
        <w:tab/>
        <w:t>2.025e0</w:t>
      </w:r>
    </w:p>
    <w:p w:rsidR="005B3ED9" w:rsidRDefault="005B3ED9" w:rsidP="005B3ED9">
      <w:r>
        <w:t>343.7098</w:t>
      </w:r>
      <w:r>
        <w:tab/>
        <w:t>2.025e0</w:t>
      </w:r>
    </w:p>
    <w:p w:rsidR="005B3ED9" w:rsidRDefault="005B3ED9" w:rsidP="005B3ED9">
      <w:r>
        <w:t>343.7138</w:t>
      </w:r>
      <w:r>
        <w:tab/>
        <w:t>1.013e0</w:t>
      </w:r>
    </w:p>
    <w:p w:rsidR="005B3ED9" w:rsidRDefault="005B3ED9" w:rsidP="005B3ED9">
      <w:r>
        <w:t>343.7479</w:t>
      </w:r>
      <w:r>
        <w:tab/>
        <w:t>1.013e0</w:t>
      </w:r>
    </w:p>
    <w:p w:rsidR="005B3ED9" w:rsidRDefault="005B3ED9" w:rsidP="005B3ED9">
      <w:r>
        <w:t>343.8123</w:t>
      </w:r>
      <w:r>
        <w:tab/>
        <w:t>1.013e0</w:t>
      </w:r>
    </w:p>
    <w:p w:rsidR="005B3ED9" w:rsidRDefault="005B3ED9" w:rsidP="005B3ED9">
      <w:r>
        <w:t>343.8774</w:t>
      </w:r>
      <w:r>
        <w:tab/>
        <w:t>1.013e0</w:t>
      </w:r>
    </w:p>
    <w:p w:rsidR="005B3ED9" w:rsidRDefault="005B3ED9" w:rsidP="005B3ED9">
      <w:r>
        <w:lastRenderedPageBreak/>
        <w:t>343.9108</w:t>
      </w:r>
      <w:r>
        <w:tab/>
        <w:t>1.013e0</w:t>
      </w:r>
    </w:p>
    <w:p w:rsidR="005B3ED9" w:rsidRDefault="005B3ED9" w:rsidP="005B3ED9">
      <w:r>
        <w:t>343.9141</w:t>
      </w:r>
      <w:r>
        <w:tab/>
        <w:t>3.038e0</w:t>
      </w:r>
    </w:p>
    <w:p w:rsidR="005B3ED9" w:rsidRDefault="005B3ED9" w:rsidP="005B3ED9">
      <w:r>
        <w:t>343.9267</w:t>
      </w:r>
      <w:r>
        <w:tab/>
        <w:t>1.013e0</w:t>
      </w:r>
    </w:p>
    <w:p w:rsidR="005B3ED9" w:rsidRDefault="005B3ED9" w:rsidP="005B3ED9">
      <w:r>
        <w:t>343.9477</w:t>
      </w:r>
      <w:r>
        <w:tab/>
        <w:t>2.025e0</w:t>
      </w:r>
    </w:p>
    <w:p w:rsidR="005B3ED9" w:rsidRDefault="005B3ED9" w:rsidP="005B3ED9">
      <w:r>
        <w:t>343.9514</w:t>
      </w:r>
      <w:r>
        <w:tab/>
        <w:t>1.013e0</w:t>
      </w:r>
    </w:p>
    <w:p w:rsidR="005B3ED9" w:rsidRDefault="005B3ED9" w:rsidP="005B3ED9">
      <w:r>
        <w:t>343.9600</w:t>
      </w:r>
      <w:r>
        <w:tab/>
        <w:t>2.025e0</w:t>
      </w:r>
    </w:p>
    <w:p w:rsidR="005B3ED9" w:rsidRDefault="005B3ED9" w:rsidP="005B3ED9">
      <w:r>
        <w:t>344.0073</w:t>
      </w:r>
      <w:r>
        <w:tab/>
        <w:t>2.025e0</w:t>
      </w:r>
    </w:p>
    <w:p w:rsidR="005B3ED9" w:rsidRDefault="005B3ED9" w:rsidP="005B3ED9">
      <w:r>
        <w:t>344.0196</w:t>
      </w:r>
      <w:r>
        <w:tab/>
        <w:t>2.025e0</w:t>
      </w:r>
    </w:p>
    <w:p w:rsidR="005B3ED9" w:rsidRDefault="005B3ED9" w:rsidP="005B3ED9">
      <w:r>
        <w:t>344.0339</w:t>
      </w:r>
      <w:r>
        <w:tab/>
        <w:t>1.013e0</w:t>
      </w:r>
    </w:p>
    <w:p w:rsidR="005B3ED9" w:rsidRDefault="005B3ED9" w:rsidP="005B3ED9">
      <w:r>
        <w:t>344.0439</w:t>
      </w:r>
      <w:r>
        <w:tab/>
        <w:t>1.013e0</w:t>
      </w:r>
    </w:p>
    <w:p w:rsidR="005B3ED9" w:rsidRDefault="005B3ED9" w:rsidP="005B3ED9">
      <w:r>
        <w:t>344.0522</w:t>
      </w:r>
      <w:r>
        <w:tab/>
        <w:t>2.025e0</w:t>
      </w:r>
    </w:p>
    <w:p w:rsidR="005B3ED9" w:rsidRDefault="005B3ED9" w:rsidP="005B3ED9">
      <w:r>
        <w:t>344.0545</w:t>
      </w:r>
      <w:r>
        <w:tab/>
        <w:t>1.013e0</w:t>
      </w:r>
    </w:p>
    <w:p w:rsidR="005B3ED9" w:rsidRDefault="005B3ED9" w:rsidP="005B3ED9">
      <w:r>
        <w:t>344.1119</w:t>
      </w:r>
      <w:r>
        <w:tab/>
        <w:t>3.038e0</w:t>
      </w:r>
    </w:p>
    <w:p w:rsidR="005B3ED9" w:rsidRDefault="005B3ED9" w:rsidP="005B3ED9">
      <w:r>
        <w:t>344.1180</w:t>
      </w:r>
      <w:r>
        <w:tab/>
        <w:t>1.013e0</w:t>
      </w:r>
    </w:p>
    <w:p w:rsidR="005B3ED9" w:rsidRDefault="005B3ED9" w:rsidP="005B3ED9">
      <w:r>
        <w:t>344.1735</w:t>
      </w:r>
      <w:r>
        <w:tab/>
        <w:t>1.013e0</w:t>
      </w:r>
    </w:p>
    <w:p w:rsidR="005B3ED9" w:rsidRDefault="005B3ED9" w:rsidP="005B3ED9">
      <w:r>
        <w:t>344.1920</w:t>
      </w:r>
      <w:r>
        <w:tab/>
        <w:t>1.013e0</w:t>
      </w:r>
    </w:p>
    <w:p w:rsidR="005B3ED9" w:rsidRDefault="005B3ED9" w:rsidP="005B3ED9">
      <w:r>
        <w:t>344.1980</w:t>
      </w:r>
      <w:r>
        <w:tab/>
        <w:t>2.025e0</w:t>
      </w:r>
    </w:p>
    <w:p w:rsidR="005B3ED9" w:rsidRDefault="005B3ED9" w:rsidP="005B3ED9">
      <w:r>
        <w:t>344.2286</w:t>
      </w:r>
      <w:r>
        <w:tab/>
        <w:t>3.038e0</w:t>
      </w:r>
    </w:p>
    <w:p w:rsidR="005B3ED9" w:rsidRDefault="005B3ED9" w:rsidP="005B3ED9">
      <w:r>
        <w:t>344.2352</w:t>
      </w:r>
      <w:r>
        <w:tab/>
        <w:t>2.025e0</w:t>
      </w:r>
    </w:p>
    <w:p w:rsidR="005B3ED9" w:rsidRDefault="005B3ED9" w:rsidP="005B3ED9">
      <w:r>
        <w:lastRenderedPageBreak/>
        <w:t>344.2379</w:t>
      </w:r>
      <w:r>
        <w:tab/>
        <w:t>6.076e0</w:t>
      </w:r>
    </w:p>
    <w:p w:rsidR="005B3ED9" w:rsidRDefault="005B3ED9" w:rsidP="005B3ED9">
      <w:r>
        <w:t>344.2423</w:t>
      </w:r>
      <w:r>
        <w:tab/>
        <w:t>6.076e0</w:t>
      </w:r>
    </w:p>
    <w:p w:rsidR="005B3ED9" w:rsidRDefault="005B3ED9" w:rsidP="005B3ED9">
      <w:r>
        <w:t>344.2908</w:t>
      </w:r>
      <w:r>
        <w:tab/>
        <w:t>1.013e0</w:t>
      </w:r>
    </w:p>
    <w:p w:rsidR="005B3ED9" w:rsidRDefault="005B3ED9" w:rsidP="005B3ED9">
      <w:r>
        <w:t>344.2957</w:t>
      </w:r>
      <w:r>
        <w:tab/>
        <w:t>3.038e0</w:t>
      </w:r>
    </w:p>
    <w:p w:rsidR="005B3ED9" w:rsidRDefault="005B3ED9" w:rsidP="005B3ED9">
      <w:r>
        <w:t>344.3155</w:t>
      </w:r>
      <w:r>
        <w:tab/>
        <w:t>1.013e0</w:t>
      </w:r>
    </w:p>
    <w:p w:rsidR="005B3ED9" w:rsidRDefault="005B3ED9" w:rsidP="005B3ED9">
      <w:r>
        <w:t>344.3198</w:t>
      </w:r>
      <w:r>
        <w:tab/>
        <w:t>2.025e0</w:t>
      </w:r>
    </w:p>
    <w:p w:rsidR="005B3ED9" w:rsidRDefault="005B3ED9" w:rsidP="005B3ED9">
      <w:r>
        <w:t>344.3462</w:t>
      </w:r>
      <w:r>
        <w:tab/>
        <w:t>1.013e0</w:t>
      </w:r>
    </w:p>
    <w:p w:rsidR="005B3ED9" w:rsidRDefault="005B3ED9" w:rsidP="005B3ED9">
      <w:r>
        <w:t>344.4082</w:t>
      </w:r>
      <w:r>
        <w:tab/>
        <w:t>1.013e0</w:t>
      </w:r>
    </w:p>
    <w:p w:rsidR="005B3ED9" w:rsidRDefault="005B3ED9" w:rsidP="005B3ED9">
      <w:r>
        <w:t>344.4390</w:t>
      </w:r>
      <w:r>
        <w:tab/>
        <w:t>1.013e0</w:t>
      </w:r>
    </w:p>
    <w:p w:rsidR="005B3ED9" w:rsidRDefault="005B3ED9" w:rsidP="005B3ED9">
      <w:r>
        <w:t>344.4525</w:t>
      </w:r>
      <w:r>
        <w:tab/>
        <w:t>1.013e0</w:t>
      </w:r>
    </w:p>
    <w:p w:rsidR="005B3ED9" w:rsidRDefault="005B3ED9" w:rsidP="005B3ED9">
      <w:r>
        <w:t>344.5379</w:t>
      </w:r>
      <w:r>
        <w:tab/>
        <w:t>1.013e0</w:t>
      </w:r>
    </w:p>
    <w:p w:rsidR="005B3ED9" w:rsidRDefault="005B3ED9" w:rsidP="005B3ED9">
      <w:r>
        <w:t>344.5756</w:t>
      </w:r>
      <w:r>
        <w:tab/>
        <w:t>1.013e0</w:t>
      </w:r>
    </w:p>
    <w:p w:rsidR="005B3ED9" w:rsidRDefault="005B3ED9" w:rsidP="005B3ED9">
      <w:r>
        <w:t>344.6120</w:t>
      </w:r>
      <w:r>
        <w:tab/>
        <w:t>2.025e0</w:t>
      </w:r>
    </w:p>
    <w:p w:rsidR="005B3ED9" w:rsidRDefault="005B3ED9" w:rsidP="005B3ED9">
      <w:r>
        <w:t>344.6248</w:t>
      </w:r>
      <w:r>
        <w:tab/>
        <w:t>1.013e0</w:t>
      </w:r>
    </w:p>
    <w:p w:rsidR="005B3ED9" w:rsidRDefault="005B3ED9" w:rsidP="005B3ED9">
      <w:r>
        <w:t>344.6553</w:t>
      </w:r>
      <w:r>
        <w:tab/>
        <w:t>1.013e0</w:t>
      </w:r>
    </w:p>
    <w:p w:rsidR="005B3ED9" w:rsidRDefault="005B3ED9" w:rsidP="005B3ED9">
      <w:r>
        <w:t>344.6800</w:t>
      </w:r>
      <w:r>
        <w:tab/>
        <w:t>1.013e0</w:t>
      </w:r>
    </w:p>
    <w:p w:rsidR="005B3ED9" w:rsidRDefault="005B3ED9" w:rsidP="005B3ED9">
      <w:r>
        <w:t>344.6908</w:t>
      </w:r>
      <w:r>
        <w:tab/>
        <w:t>1.013e0</w:t>
      </w:r>
    </w:p>
    <w:p w:rsidR="005B3ED9" w:rsidRDefault="005B3ED9" w:rsidP="005B3ED9">
      <w:r>
        <w:t>344.7688</w:t>
      </w:r>
      <w:r>
        <w:tab/>
        <w:t>1.013e0</w:t>
      </w:r>
    </w:p>
    <w:p w:rsidR="005B3ED9" w:rsidRDefault="005B3ED9" w:rsidP="005B3ED9">
      <w:r>
        <w:t>344.8222</w:t>
      </w:r>
      <w:r>
        <w:tab/>
        <w:t>1.013e0</w:t>
      </w:r>
    </w:p>
    <w:p w:rsidR="005B3ED9" w:rsidRDefault="005B3ED9" w:rsidP="005B3ED9">
      <w:r>
        <w:lastRenderedPageBreak/>
        <w:t>344.8593</w:t>
      </w:r>
      <w:r>
        <w:tab/>
        <w:t>1.013e0</w:t>
      </w:r>
    </w:p>
    <w:p w:rsidR="005B3ED9" w:rsidRDefault="005B3ED9" w:rsidP="005B3ED9">
      <w:r>
        <w:t>344.8673</w:t>
      </w:r>
      <w:r>
        <w:tab/>
        <w:t>1.013e0</w:t>
      </w:r>
    </w:p>
    <w:p w:rsidR="005B3ED9" w:rsidRDefault="005B3ED9" w:rsidP="005B3ED9">
      <w:r>
        <w:t>344.9125</w:t>
      </w:r>
      <w:r>
        <w:tab/>
        <w:t>1.013e0</w:t>
      </w:r>
    </w:p>
    <w:p w:rsidR="005B3ED9" w:rsidRDefault="005B3ED9" w:rsidP="005B3ED9">
      <w:r>
        <w:t>344.9208</w:t>
      </w:r>
      <w:r>
        <w:tab/>
        <w:t>4.051e0</w:t>
      </w:r>
    </w:p>
    <w:p w:rsidR="005B3ED9" w:rsidRDefault="005B3ED9" w:rsidP="005B3ED9">
      <w:r>
        <w:t>344.9579</w:t>
      </w:r>
      <w:r>
        <w:tab/>
        <w:t>1.013e0</w:t>
      </w:r>
    </w:p>
    <w:p w:rsidR="005B3ED9" w:rsidRDefault="005B3ED9" w:rsidP="005B3ED9">
      <w:r>
        <w:t>344.9706</w:t>
      </w:r>
      <w:r>
        <w:tab/>
        <w:t>1.013e0</w:t>
      </w:r>
    </w:p>
    <w:p w:rsidR="005B3ED9" w:rsidRDefault="005B3ED9" w:rsidP="005B3ED9">
      <w:r>
        <w:t>344.9864</w:t>
      </w:r>
      <w:r>
        <w:tab/>
        <w:t>1.013e0</w:t>
      </w:r>
    </w:p>
    <w:p w:rsidR="005B3ED9" w:rsidRDefault="005B3ED9" w:rsidP="005B3ED9">
      <w:r>
        <w:t>345.0015</w:t>
      </w:r>
      <w:r>
        <w:tab/>
        <w:t>1.013e0</w:t>
      </w:r>
    </w:p>
    <w:p w:rsidR="005B3ED9" w:rsidRDefault="005B3ED9" w:rsidP="005B3ED9">
      <w:r>
        <w:t>345.0072</w:t>
      </w:r>
      <w:r>
        <w:tab/>
        <w:t>1.013e0</w:t>
      </w:r>
    </w:p>
    <w:p w:rsidR="005B3ED9" w:rsidRDefault="005B3ED9" w:rsidP="005B3ED9">
      <w:r>
        <w:t>345.0696</w:t>
      </w:r>
      <w:r>
        <w:tab/>
        <w:t>1.013e0</w:t>
      </w:r>
    </w:p>
    <w:p w:rsidR="005B3ED9" w:rsidRDefault="005B3ED9" w:rsidP="005B3ED9">
      <w:r>
        <w:t>345.0810</w:t>
      </w:r>
      <w:r>
        <w:tab/>
        <w:t>1.013e0</w:t>
      </w:r>
    </w:p>
    <w:p w:rsidR="005B3ED9" w:rsidRDefault="005B3ED9" w:rsidP="005B3ED9">
      <w:r>
        <w:t>345.1057</w:t>
      </w:r>
      <w:r>
        <w:tab/>
        <w:t>1.013e0</w:t>
      </w:r>
    </w:p>
    <w:p w:rsidR="005B3ED9" w:rsidRDefault="005B3ED9" w:rsidP="005B3ED9">
      <w:r>
        <w:t>345.1253</w:t>
      </w:r>
      <w:r>
        <w:tab/>
        <w:t>1.013e0</w:t>
      </w:r>
    </w:p>
    <w:p w:rsidR="005B3ED9" w:rsidRDefault="005B3ED9" w:rsidP="005B3ED9">
      <w:r>
        <w:t>345.1308</w:t>
      </w:r>
      <w:r>
        <w:tab/>
        <w:t>2.025e0</w:t>
      </w:r>
    </w:p>
    <w:p w:rsidR="005B3ED9" w:rsidRDefault="005B3ED9" w:rsidP="005B3ED9">
      <w:r>
        <w:t>345.1549</w:t>
      </w:r>
      <w:r>
        <w:tab/>
        <w:t>1.013e0</w:t>
      </w:r>
    </w:p>
    <w:p w:rsidR="005B3ED9" w:rsidRDefault="005B3ED9" w:rsidP="005B3ED9">
      <w:r>
        <w:t>345.1874</w:t>
      </w:r>
      <w:r>
        <w:tab/>
        <w:t>1.013e0</w:t>
      </w:r>
    </w:p>
    <w:p w:rsidR="005B3ED9" w:rsidRDefault="005B3ED9" w:rsidP="005B3ED9">
      <w:r>
        <w:t>345.1934</w:t>
      </w:r>
      <w:r>
        <w:tab/>
        <w:t>1.013e0</w:t>
      </w:r>
    </w:p>
    <w:p w:rsidR="005B3ED9" w:rsidRDefault="005B3ED9" w:rsidP="005B3ED9">
      <w:r>
        <w:t>345.2456</w:t>
      </w:r>
      <w:r>
        <w:tab/>
        <w:t>2.025e0</w:t>
      </w:r>
    </w:p>
    <w:p w:rsidR="005B3ED9" w:rsidRDefault="005B3ED9" w:rsidP="005B3ED9">
      <w:r>
        <w:t>345.2617</w:t>
      </w:r>
      <w:r>
        <w:tab/>
        <w:t>2.025e0</w:t>
      </w:r>
    </w:p>
    <w:p w:rsidR="005B3ED9" w:rsidRDefault="005B3ED9" w:rsidP="005B3ED9">
      <w:r>
        <w:lastRenderedPageBreak/>
        <w:t>345.2739</w:t>
      </w:r>
      <w:r>
        <w:tab/>
        <w:t>2.025e0</w:t>
      </w:r>
    </w:p>
    <w:p w:rsidR="005B3ED9" w:rsidRDefault="005B3ED9" w:rsidP="005B3ED9">
      <w:r>
        <w:t>345.2798</w:t>
      </w:r>
      <w:r>
        <w:tab/>
        <w:t>2.025e0</w:t>
      </w:r>
    </w:p>
    <w:p w:rsidR="005B3ED9" w:rsidRDefault="005B3ED9" w:rsidP="005B3ED9">
      <w:r>
        <w:t>345.3068</w:t>
      </w:r>
      <w:r>
        <w:tab/>
        <w:t>1.013e0</w:t>
      </w:r>
    </w:p>
    <w:p w:rsidR="005B3ED9" w:rsidRDefault="005B3ED9" w:rsidP="005B3ED9">
      <w:r>
        <w:t>345.3233</w:t>
      </w:r>
      <w:r>
        <w:tab/>
        <w:t>1.013e0</w:t>
      </w:r>
    </w:p>
    <w:p w:rsidR="005B3ED9" w:rsidRDefault="005B3ED9" w:rsidP="005B3ED9">
      <w:r>
        <w:t>345.3667</w:t>
      </w:r>
      <w:r>
        <w:tab/>
        <w:t>1.013e0</w:t>
      </w:r>
    </w:p>
    <w:p w:rsidR="005B3ED9" w:rsidRDefault="005B3ED9" w:rsidP="005B3ED9">
      <w:r>
        <w:t>345.4013</w:t>
      </w:r>
      <w:r>
        <w:tab/>
        <w:t>1.013e0</w:t>
      </w:r>
    </w:p>
    <w:p w:rsidR="005B3ED9" w:rsidRDefault="005B3ED9" w:rsidP="005B3ED9">
      <w:r>
        <w:t>345.4162</w:t>
      </w:r>
      <w:r>
        <w:tab/>
        <w:t>1.013e0</w:t>
      </w:r>
    </w:p>
    <w:p w:rsidR="005B3ED9" w:rsidRDefault="005B3ED9" w:rsidP="005B3ED9">
      <w:r>
        <w:t>345.4506</w:t>
      </w:r>
      <w:r>
        <w:tab/>
        <w:t>1.013e0</w:t>
      </w:r>
    </w:p>
    <w:p w:rsidR="005B3ED9" w:rsidRDefault="005B3ED9" w:rsidP="005B3ED9">
      <w:r>
        <w:t>345.4792</w:t>
      </w:r>
      <w:r>
        <w:tab/>
        <w:t>1.013e0</w:t>
      </w:r>
    </w:p>
    <w:p w:rsidR="005B3ED9" w:rsidRDefault="005B3ED9" w:rsidP="005B3ED9">
      <w:r>
        <w:t>345.4999</w:t>
      </w:r>
      <w:r>
        <w:tab/>
        <w:t>1.013e0</w:t>
      </w:r>
    </w:p>
    <w:p w:rsidR="005B3ED9" w:rsidRDefault="005B3ED9" w:rsidP="005B3ED9">
      <w:r>
        <w:t>345.5587</w:t>
      </w:r>
      <w:r>
        <w:tab/>
        <w:t>1.013e0</w:t>
      </w:r>
    </w:p>
    <w:p w:rsidR="005B3ED9" w:rsidRDefault="005B3ED9" w:rsidP="005B3ED9">
      <w:r>
        <w:t>345.5985</w:t>
      </w:r>
      <w:r>
        <w:tab/>
        <w:t>1.013e0</w:t>
      </w:r>
    </w:p>
    <w:p w:rsidR="005B3ED9" w:rsidRDefault="005B3ED9" w:rsidP="005B3ED9">
      <w:r>
        <w:t>345.6082</w:t>
      </w:r>
      <w:r>
        <w:tab/>
        <w:t>1.013e0</w:t>
      </w:r>
    </w:p>
    <w:p w:rsidR="005B3ED9" w:rsidRDefault="005B3ED9" w:rsidP="005B3ED9">
      <w:r>
        <w:t>345.6578</w:t>
      </w:r>
      <w:r>
        <w:tab/>
        <w:t>1.013e0</w:t>
      </w:r>
    </w:p>
    <w:p w:rsidR="005B3ED9" w:rsidRDefault="005B3ED9" w:rsidP="005B3ED9">
      <w:r>
        <w:t>345.6739</w:t>
      </w:r>
      <w:r>
        <w:tab/>
        <w:t>2.025e0</w:t>
      </w:r>
    </w:p>
    <w:p w:rsidR="005B3ED9" w:rsidRDefault="005B3ED9" w:rsidP="005B3ED9">
      <w:r>
        <w:t>345.7197</w:t>
      </w:r>
      <w:r>
        <w:tab/>
        <w:t>2.025e0</w:t>
      </w:r>
    </w:p>
    <w:p w:rsidR="005B3ED9" w:rsidRDefault="005B3ED9" w:rsidP="005B3ED9">
      <w:r>
        <w:t>345.7879</w:t>
      </w:r>
      <w:r>
        <w:tab/>
        <w:t>1.013e0</w:t>
      </w:r>
    </w:p>
    <w:p w:rsidR="005B3ED9" w:rsidRDefault="005B3ED9" w:rsidP="005B3ED9">
      <w:r>
        <w:t>345.9026</w:t>
      </w:r>
      <w:r>
        <w:tab/>
        <w:t>2.025e0</w:t>
      </w:r>
    </w:p>
    <w:p w:rsidR="005B3ED9" w:rsidRDefault="005B3ED9" w:rsidP="005B3ED9">
      <w:r>
        <w:t>345.9102</w:t>
      </w:r>
      <w:r>
        <w:tab/>
        <w:t>5.063e0</w:t>
      </w:r>
    </w:p>
    <w:p w:rsidR="005B3ED9" w:rsidRDefault="005B3ED9" w:rsidP="005B3ED9">
      <w:r>
        <w:lastRenderedPageBreak/>
        <w:t>345.9120</w:t>
      </w:r>
      <w:r>
        <w:tab/>
        <w:t>4.051e0</w:t>
      </w:r>
    </w:p>
    <w:p w:rsidR="005B3ED9" w:rsidRDefault="005B3ED9" w:rsidP="005B3ED9">
      <w:r>
        <w:t>345.9396</w:t>
      </w:r>
      <w:r>
        <w:tab/>
        <w:t>2.025e0</w:t>
      </w:r>
    </w:p>
    <w:p w:rsidR="005B3ED9" w:rsidRDefault="005B3ED9" w:rsidP="005B3ED9">
      <w:r>
        <w:t>345.9446</w:t>
      </w:r>
      <w:r>
        <w:tab/>
        <w:t>2.260e0</w:t>
      </w:r>
    </w:p>
    <w:p w:rsidR="005B3ED9" w:rsidRDefault="005B3ED9" w:rsidP="005B3ED9">
      <w:r>
        <w:t>345.9820</w:t>
      </w:r>
      <w:r>
        <w:tab/>
        <w:t>2.025e0</w:t>
      </w:r>
    </w:p>
    <w:p w:rsidR="005B3ED9" w:rsidRDefault="005B3ED9" w:rsidP="005B3ED9">
      <w:r>
        <w:t>346.0298</w:t>
      </w:r>
      <w:r>
        <w:tab/>
        <w:t>1.013e0</w:t>
      </w:r>
    </w:p>
    <w:p w:rsidR="005B3ED9" w:rsidRDefault="005B3ED9" w:rsidP="005B3ED9">
      <w:r>
        <w:t>346.0382</w:t>
      </w:r>
      <w:r>
        <w:tab/>
        <w:t>1.013e0</w:t>
      </w:r>
    </w:p>
    <w:p w:rsidR="005B3ED9" w:rsidRDefault="005B3ED9" w:rsidP="005B3ED9">
      <w:r>
        <w:t>346.0879</w:t>
      </w:r>
      <w:r>
        <w:tab/>
        <w:t>2.025e0</w:t>
      </w:r>
    </w:p>
    <w:p w:rsidR="005B3ED9" w:rsidRDefault="005B3ED9" w:rsidP="005B3ED9">
      <w:r>
        <w:t>346.0918</w:t>
      </w:r>
      <w:r>
        <w:tab/>
        <w:t>1.013e0</w:t>
      </w:r>
    </w:p>
    <w:p w:rsidR="005B3ED9" w:rsidRDefault="005B3ED9" w:rsidP="005B3ED9">
      <w:r>
        <w:t>346.0934</w:t>
      </w:r>
      <w:r>
        <w:tab/>
        <w:t>2.025e0</w:t>
      </w:r>
    </w:p>
    <w:p w:rsidR="005B3ED9" w:rsidRDefault="005B3ED9" w:rsidP="005B3ED9">
      <w:r>
        <w:t>346.1317</w:t>
      </w:r>
      <w:r>
        <w:tab/>
        <w:t>2.025e0</w:t>
      </w:r>
    </w:p>
    <w:p w:rsidR="005B3ED9" w:rsidRDefault="005B3ED9" w:rsidP="005B3ED9">
      <w:r>
        <w:t>346.1615</w:t>
      </w:r>
      <w:r>
        <w:tab/>
        <w:t>1.013e0</w:t>
      </w:r>
    </w:p>
    <w:p w:rsidR="005B3ED9" w:rsidRDefault="005B3ED9" w:rsidP="005B3ED9">
      <w:r>
        <w:t>346.1724</w:t>
      </w:r>
      <w:r>
        <w:tab/>
        <w:t>1.013e0</w:t>
      </w:r>
    </w:p>
    <w:p w:rsidR="005B3ED9" w:rsidRDefault="005B3ED9" w:rsidP="005B3ED9">
      <w:r>
        <w:t>346.1910</w:t>
      </w:r>
      <w:r>
        <w:tab/>
        <w:t>1.013e0</w:t>
      </w:r>
    </w:p>
    <w:p w:rsidR="005B3ED9" w:rsidRDefault="005B3ED9" w:rsidP="005B3ED9">
      <w:r>
        <w:t>346.2140</w:t>
      </w:r>
      <w:r>
        <w:tab/>
        <w:t>2.025e0</w:t>
      </w:r>
    </w:p>
    <w:p w:rsidR="005B3ED9" w:rsidRDefault="005B3ED9" w:rsidP="005B3ED9">
      <w:r>
        <w:t>346.2407</w:t>
      </w:r>
      <w:r>
        <w:tab/>
        <w:t>2.025e0</w:t>
      </w:r>
    </w:p>
    <w:p w:rsidR="005B3ED9" w:rsidRDefault="005B3ED9" w:rsidP="005B3ED9">
      <w:r>
        <w:t>346.2599</w:t>
      </w:r>
      <w:r>
        <w:tab/>
        <w:t>1.013e0</w:t>
      </w:r>
    </w:p>
    <w:p w:rsidR="005B3ED9" w:rsidRDefault="005B3ED9" w:rsidP="005B3ED9">
      <w:r>
        <w:t>346.2615</w:t>
      </w:r>
      <w:r>
        <w:tab/>
        <w:t>4.051e0</w:t>
      </w:r>
    </w:p>
    <w:p w:rsidR="005B3ED9" w:rsidRDefault="005B3ED9" w:rsidP="005B3ED9">
      <w:r>
        <w:t>346.2767</w:t>
      </w:r>
      <w:r>
        <w:tab/>
        <w:t>1.013e0</w:t>
      </w:r>
    </w:p>
    <w:p w:rsidR="005B3ED9" w:rsidRDefault="005B3ED9" w:rsidP="005B3ED9">
      <w:r>
        <w:t>346.3014</w:t>
      </w:r>
      <w:r>
        <w:tab/>
        <w:t>1.013e0</w:t>
      </w:r>
    </w:p>
    <w:p w:rsidR="005B3ED9" w:rsidRDefault="005B3ED9" w:rsidP="005B3ED9">
      <w:r>
        <w:lastRenderedPageBreak/>
        <w:t>346.3338</w:t>
      </w:r>
      <w:r>
        <w:tab/>
        <w:t>1.013e0</w:t>
      </w:r>
    </w:p>
    <w:p w:rsidR="005B3ED9" w:rsidRDefault="005B3ED9" w:rsidP="005B3ED9">
      <w:r>
        <w:t>346.3400</w:t>
      </w:r>
      <w:r>
        <w:tab/>
        <w:t>1.013e0</w:t>
      </w:r>
    </w:p>
    <w:p w:rsidR="005B3ED9" w:rsidRDefault="005B3ED9" w:rsidP="005B3ED9">
      <w:r>
        <w:t>346.3428</w:t>
      </w:r>
      <w:r>
        <w:tab/>
        <w:t>2.025e0</w:t>
      </w:r>
    </w:p>
    <w:p w:rsidR="005B3ED9" w:rsidRDefault="005B3ED9" w:rsidP="005B3ED9">
      <w:r>
        <w:t>346.3999</w:t>
      </w:r>
      <w:r>
        <w:tab/>
        <w:t>1.013e0</w:t>
      </w:r>
    </w:p>
    <w:p w:rsidR="005B3ED9" w:rsidRDefault="005B3ED9" w:rsidP="005B3ED9">
      <w:r>
        <w:t>346.4701</w:t>
      </w:r>
      <w:r>
        <w:tab/>
        <w:t>2.025e0</w:t>
      </w:r>
    </w:p>
    <w:p w:rsidR="005B3ED9" w:rsidRDefault="005B3ED9" w:rsidP="005B3ED9">
      <w:r>
        <w:t>346.6319</w:t>
      </w:r>
      <w:r>
        <w:tab/>
        <w:t>1.013e0</w:t>
      </w:r>
    </w:p>
    <w:p w:rsidR="005B3ED9" w:rsidRDefault="005B3ED9" w:rsidP="005B3ED9">
      <w:r>
        <w:t>346.6646</w:t>
      </w:r>
      <w:r>
        <w:tab/>
        <w:t>2.025e0</w:t>
      </w:r>
    </w:p>
    <w:p w:rsidR="005B3ED9" w:rsidRDefault="005B3ED9" w:rsidP="005B3ED9">
      <w:r>
        <w:t>346.7126</w:t>
      </w:r>
      <w:r>
        <w:tab/>
        <w:t>1.013e0</w:t>
      </w:r>
    </w:p>
    <w:p w:rsidR="005B3ED9" w:rsidRDefault="005B3ED9" w:rsidP="005B3ED9">
      <w:r>
        <w:t>346.7561</w:t>
      </w:r>
      <w:r>
        <w:tab/>
        <w:t>1.013e0</w:t>
      </w:r>
    </w:p>
    <w:p w:rsidR="005B3ED9" w:rsidRDefault="005B3ED9" w:rsidP="005B3ED9">
      <w:r>
        <w:t>346.7585</w:t>
      </w:r>
      <w:r>
        <w:tab/>
        <w:t>2.025e0</w:t>
      </w:r>
    </w:p>
    <w:p w:rsidR="005B3ED9" w:rsidRDefault="005B3ED9" w:rsidP="005B3ED9">
      <w:r>
        <w:t>346.9074</w:t>
      </w:r>
      <w:r>
        <w:tab/>
        <w:t>2.025e0</w:t>
      </w:r>
    </w:p>
    <w:p w:rsidR="005B3ED9" w:rsidRDefault="005B3ED9" w:rsidP="005B3ED9">
      <w:r>
        <w:t>346.9240</w:t>
      </w:r>
      <w:r>
        <w:tab/>
        <w:t>1.013e0</w:t>
      </w:r>
    </w:p>
    <w:p w:rsidR="005B3ED9" w:rsidRDefault="005B3ED9" w:rsidP="005B3ED9">
      <w:r>
        <w:t>346.9427</w:t>
      </w:r>
      <w:r>
        <w:tab/>
        <w:t>3.038e0</w:t>
      </w:r>
    </w:p>
    <w:p w:rsidR="005B3ED9" w:rsidRDefault="005B3ED9" w:rsidP="005B3ED9">
      <w:r>
        <w:t>346.9796</w:t>
      </w:r>
      <w:r>
        <w:tab/>
        <w:t>2.025e0</w:t>
      </w:r>
    </w:p>
    <w:p w:rsidR="005B3ED9" w:rsidRDefault="005B3ED9" w:rsidP="005B3ED9">
      <w:r>
        <w:t>347.0075</w:t>
      </w:r>
      <w:r>
        <w:tab/>
        <w:t>2.025e0</w:t>
      </w:r>
    </w:p>
    <w:p w:rsidR="005B3ED9" w:rsidRDefault="005B3ED9" w:rsidP="005B3ED9">
      <w:r>
        <w:t>347.0331</w:t>
      </w:r>
      <w:r>
        <w:tab/>
        <w:t>1.013e0</w:t>
      </w:r>
    </w:p>
    <w:p w:rsidR="005B3ED9" w:rsidRDefault="005B3ED9" w:rsidP="005B3ED9">
      <w:r>
        <w:t>347.0509</w:t>
      </w:r>
      <w:r>
        <w:tab/>
        <w:t>3.038e0</w:t>
      </w:r>
    </w:p>
    <w:p w:rsidR="005B3ED9" w:rsidRDefault="005B3ED9" w:rsidP="005B3ED9">
      <w:r>
        <w:t>347.0578</w:t>
      </w:r>
      <w:r>
        <w:tab/>
        <w:t>1.013e0</w:t>
      </w:r>
    </w:p>
    <w:p w:rsidR="005B3ED9" w:rsidRDefault="005B3ED9" w:rsidP="005B3ED9">
      <w:r>
        <w:t>347.0786</w:t>
      </w:r>
      <w:r>
        <w:tab/>
        <w:t>1.013e0</w:t>
      </w:r>
    </w:p>
    <w:p w:rsidR="005B3ED9" w:rsidRDefault="005B3ED9" w:rsidP="005B3ED9">
      <w:r>
        <w:lastRenderedPageBreak/>
        <w:t>347.1072</w:t>
      </w:r>
      <w:r>
        <w:tab/>
        <w:t>1.013e0</w:t>
      </w:r>
    </w:p>
    <w:p w:rsidR="005B3ED9" w:rsidRDefault="005B3ED9" w:rsidP="005B3ED9">
      <w:r>
        <w:t>347.1111</w:t>
      </w:r>
      <w:r>
        <w:tab/>
        <w:t>1.013e0</w:t>
      </w:r>
    </w:p>
    <w:p w:rsidR="005B3ED9" w:rsidRDefault="005B3ED9" w:rsidP="005B3ED9">
      <w:r>
        <w:t>347.1319</w:t>
      </w:r>
      <w:r>
        <w:tab/>
        <w:t>1.013e0</w:t>
      </w:r>
    </w:p>
    <w:p w:rsidR="005B3ED9" w:rsidRDefault="005B3ED9" w:rsidP="005B3ED9">
      <w:r>
        <w:t>347.1692</w:t>
      </w:r>
      <w:r>
        <w:tab/>
        <w:t>2.025e0</w:t>
      </w:r>
    </w:p>
    <w:p w:rsidR="005B3ED9" w:rsidRDefault="005B3ED9" w:rsidP="005B3ED9">
      <w:r>
        <w:t>347.1812</w:t>
      </w:r>
      <w:r>
        <w:tab/>
        <w:t>1.013e0</w:t>
      </w:r>
    </w:p>
    <w:p w:rsidR="005B3ED9" w:rsidRDefault="005B3ED9" w:rsidP="005B3ED9">
      <w:r>
        <w:t>347.2162</w:t>
      </w:r>
      <w:r>
        <w:tab/>
        <w:t>2.025e0</w:t>
      </w:r>
    </w:p>
    <w:p w:rsidR="005B3ED9" w:rsidRDefault="005B3ED9" w:rsidP="005B3ED9">
      <w:r>
        <w:t>347.2260</w:t>
      </w:r>
      <w:r>
        <w:tab/>
        <w:t>3.038e0</w:t>
      </w:r>
    </w:p>
    <w:p w:rsidR="005B3ED9" w:rsidRDefault="005B3ED9" w:rsidP="005B3ED9">
      <w:r>
        <w:t>347.2721</w:t>
      </w:r>
      <w:r>
        <w:tab/>
        <w:t>1.013e0</w:t>
      </w:r>
    </w:p>
    <w:p w:rsidR="005B3ED9" w:rsidRDefault="005B3ED9" w:rsidP="005B3ED9">
      <w:r>
        <w:t>347.2737</w:t>
      </w:r>
      <w:r>
        <w:tab/>
        <w:t>2.025e0</w:t>
      </w:r>
    </w:p>
    <w:p w:rsidR="005B3ED9" w:rsidRDefault="005B3ED9" w:rsidP="005B3ED9">
      <w:r>
        <w:t>347.3158</w:t>
      </w:r>
      <w:r>
        <w:tab/>
        <w:t>1.013e0</w:t>
      </w:r>
    </w:p>
    <w:p w:rsidR="005B3ED9" w:rsidRDefault="005B3ED9" w:rsidP="005B3ED9">
      <w:r>
        <w:t>347.3538</w:t>
      </w:r>
      <w:r>
        <w:tab/>
        <w:t>1.013e0</w:t>
      </w:r>
    </w:p>
    <w:p w:rsidR="005B3ED9" w:rsidRDefault="005B3ED9" w:rsidP="005B3ED9">
      <w:r>
        <w:t>347.4154</w:t>
      </w:r>
      <w:r>
        <w:tab/>
        <w:t>1.013e0</w:t>
      </w:r>
    </w:p>
    <w:p w:rsidR="005B3ED9" w:rsidRDefault="005B3ED9" w:rsidP="005B3ED9">
      <w:r>
        <w:t>347.4652</w:t>
      </w:r>
      <w:r>
        <w:tab/>
        <w:t>1.013e0</w:t>
      </w:r>
    </w:p>
    <w:p w:rsidR="005B3ED9" w:rsidRDefault="005B3ED9" w:rsidP="005B3ED9">
      <w:r>
        <w:t>347.4901</w:t>
      </w:r>
      <w:r>
        <w:tab/>
        <w:t>1.013e0</w:t>
      </w:r>
    </w:p>
    <w:p w:rsidR="005B3ED9" w:rsidRDefault="005B3ED9" w:rsidP="005B3ED9">
      <w:r>
        <w:t>347.5595</w:t>
      </w:r>
      <w:r>
        <w:tab/>
        <w:t>2.025e0</w:t>
      </w:r>
    </w:p>
    <w:p w:rsidR="005B3ED9" w:rsidRDefault="005B3ED9" w:rsidP="005B3ED9">
      <w:r>
        <w:t>347.6021</w:t>
      </w:r>
      <w:r>
        <w:tab/>
        <w:t>1.013e0</w:t>
      </w:r>
    </w:p>
    <w:p w:rsidR="005B3ED9" w:rsidRDefault="005B3ED9" w:rsidP="005B3ED9">
      <w:r>
        <w:t>347.6173</w:t>
      </w:r>
      <w:r>
        <w:tab/>
        <w:t>1.013e0</w:t>
      </w:r>
    </w:p>
    <w:p w:rsidR="005B3ED9" w:rsidRDefault="005B3ED9" w:rsidP="005B3ED9">
      <w:r>
        <w:t>347.6707</w:t>
      </w:r>
      <w:r>
        <w:tab/>
        <w:t>1.013e0</w:t>
      </w:r>
    </w:p>
    <w:p w:rsidR="005B3ED9" w:rsidRDefault="005B3ED9" w:rsidP="005B3ED9">
      <w:r>
        <w:t>347.7575</w:t>
      </w:r>
      <w:r>
        <w:tab/>
        <w:t>1.013e0</w:t>
      </w:r>
    </w:p>
    <w:p w:rsidR="005B3ED9" w:rsidRDefault="005B3ED9" w:rsidP="005B3ED9">
      <w:r>
        <w:lastRenderedPageBreak/>
        <w:t>347.7703</w:t>
      </w:r>
      <w:r>
        <w:tab/>
        <w:t>1.013e0</w:t>
      </w:r>
    </w:p>
    <w:p w:rsidR="005B3ED9" w:rsidRDefault="005B3ED9" w:rsidP="005B3ED9">
      <w:r>
        <w:t>347.8003</w:t>
      </w:r>
      <w:r>
        <w:tab/>
        <w:t>2.025e0</w:t>
      </w:r>
    </w:p>
    <w:p w:rsidR="005B3ED9" w:rsidRDefault="005B3ED9" w:rsidP="005B3ED9">
      <w:r>
        <w:t>347.8392</w:t>
      </w:r>
      <w:r>
        <w:tab/>
        <w:t>1.013e0</w:t>
      </w:r>
    </w:p>
    <w:p w:rsidR="005B3ED9" w:rsidRDefault="005B3ED9" w:rsidP="005B3ED9">
      <w:r>
        <w:t>347.9199</w:t>
      </w:r>
      <w:r>
        <w:tab/>
        <w:t>1.013e0</w:t>
      </w:r>
    </w:p>
    <w:p w:rsidR="005B3ED9" w:rsidRDefault="005B3ED9" w:rsidP="005B3ED9">
      <w:r>
        <w:t>347.9299</w:t>
      </w:r>
      <w:r>
        <w:tab/>
        <w:t>3.038e0</w:t>
      </w:r>
    </w:p>
    <w:p w:rsidR="005B3ED9" w:rsidRDefault="005B3ED9" w:rsidP="005B3ED9">
      <w:r>
        <w:t>347.9509</w:t>
      </w:r>
      <w:r>
        <w:tab/>
        <w:t>1.013e0</w:t>
      </w:r>
    </w:p>
    <w:p w:rsidR="005B3ED9" w:rsidRDefault="005B3ED9" w:rsidP="005B3ED9">
      <w:r>
        <w:t>347.9969</w:t>
      </w:r>
      <w:r>
        <w:tab/>
        <w:t>2.025e0</w:t>
      </w:r>
    </w:p>
    <w:p w:rsidR="005B3ED9" w:rsidRDefault="005B3ED9" w:rsidP="005B3ED9">
      <w:r>
        <w:t>348.0288</w:t>
      </w:r>
      <w:r>
        <w:tab/>
        <w:t>1.013e0</w:t>
      </w:r>
    </w:p>
    <w:p w:rsidR="005B3ED9" w:rsidRDefault="005B3ED9" w:rsidP="005B3ED9">
      <w:r>
        <w:t>348.0357</w:t>
      </w:r>
      <w:r>
        <w:tab/>
        <w:t>3.038e0</w:t>
      </w:r>
    </w:p>
    <w:p w:rsidR="005B3ED9" w:rsidRDefault="005B3ED9" w:rsidP="005B3ED9">
      <w:r>
        <w:t>348.0392</w:t>
      </w:r>
      <w:r>
        <w:tab/>
        <w:t>2.025e0</w:t>
      </w:r>
    </w:p>
    <w:p w:rsidR="005B3ED9" w:rsidRDefault="005B3ED9" w:rsidP="005B3ED9">
      <w:r>
        <w:t>348.1522</w:t>
      </w:r>
      <w:r>
        <w:tab/>
        <w:t>1.013e0</w:t>
      </w:r>
    </w:p>
    <w:p w:rsidR="005B3ED9" w:rsidRDefault="005B3ED9" w:rsidP="005B3ED9">
      <w:r>
        <w:t>348.1681</w:t>
      </w:r>
      <w:r>
        <w:tab/>
        <w:t>3.038e0</w:t>
      </w:r>
    </w:p>
    <w:p w:rsidR="005B3ED9" w:rsidRDefault="005B3ED9" w:rsidP="005B3ED9">
      <w:r>
        <w:t>348.1818</w:t>
      </w:r>
      <w:r>
        <w:tab/>
        <w:t>1.013e0</w:t>
      </w:r>
    </w:p>
    <w:p w:rsidR="005B3ED9" w:rsidRDefault="005B3ED9" w:rsidP="005B3ED9">
      <w:r>
        <w:t>348.1880</w:t>
      </w:r>
      <w:r>
        <w:tab/>
        <w:t>1.013e0</w:t>
      </w:r>
    </w:p>
    <w:p w:rsidR="005B3ED9" w:rsidRDefault="005B3ED9" w:rsidP="005B3ED9">
      <w:r>
        <w:t>348.2130</w:t>
      </w:r>
      <w:r>
        <w:tab/>
        <w:t>1.013e0</w:t>
      </w:r>
    </w:p>
    <w:p w:rsidR="005B3ED9" w:rsidRDefault="005B3ED9" w:rsidP="005B3ED9">
      <w:r>
        <w:t>348.2184</w:t>
      </w:r>
      <w:r>
        <w:tab/>
        <w:t>2.025e0</w:t>
      </w:r>
    </w:p>
    <w:p w:rsidR="005B3ED9" w:rsidRDefault="005B3ED9" w:rsidP="005B3ED9">
      <w:r>
        <w:t>348.2923</w:t>
      </w:r>
      <w:r>
        <w:tab/>
        <w:t>1.013e0</w:t>
      </w:r>
    </w:p>
    <w:p w:rsidR="005B3ED9" w:rsidRDefault="005B3ED9" w:rsidP="005B3ED9">
      <w:r>
        <w:t>348.3315</w:t>
      </w:r>
      <w:r>
        <w:tab/>
        <w:t>1.013e0</w:t>
      </w:r>
    </w:p>
    <w:p w:rsidR="005B3ED9" w:rsidRDefault="005B3ED9" w:rsidP="005B3ED9">
      <w:r>
        <w:t>348.3377</w:t>
      </w:r>
      <w:r>
        <w:tab/>
        <w:t>1.013e0</w:t>
      </w:r>
    </w:p>
    <w:p w:rsidR="005B3ED9" w:rsidRDefault="005B3ED9" w:rsidP="005B3ED9">
      <w:r>
        <w:lastRenderedPageBreak/>
        <w:t>348.4314</w:t>
      </w:r>
      <w:r>
        <w:tab/>
        <w:t>1.013e0</w:t>
      </w:r>
    </w:p>
    <w:p w:rsidR="005B3ED9" w:rsidRDefault="005B3ED9" w:rsidP="005B3ED9">
      <w:r>
        <w:t>348.5294</w:t>
      </w:r>
      <w:r>
        <w:tab/>
        <w:t>2.025e0</w:t>
      </w:r>
    </w:p>
    <w:p w:rsidR="005B3ED9" w:rsidRDefault="005B3ED9" w:rsidP="005B3ED9">
      <w:r>
        <w:t>348.5598</w:t>
      </w:r>
      <w:r>
        <w:tab/>
        <w:t>1.013e0</w:t>
      </w:r>
    </w:p>
    <w:p w:rsidR="005B3ED9" w:rsidRDefault="005B3ED9" w:rsidP="005B3ED9">
      <w:r>
        <w:t>348.5968</w:t>
      </w:r>
      <w:r>
        <w:tab/>
        <w:t>2.025e0</w:t>
      </w:r>
    </w:p>
    <w:p w:rsidR="005B3ED9" w:rsidRDefault="005B3ED9" w:rsidP="005B3ED9">
      <w:r>
        <w:t>348.5999</w:t>
      </w:r>
      <w:r>
        <w:tab/>
        <w:t>1.013e0</w:t>
      </w:r>
    </w:p>
    <w:p w:rsidR="005B3ED9" w:rsidRDefault="005B3ED9" w:rsidP="005B3ED9">
      <w:r>
        <w:t>348.6586</w:t>
      </w:r>
      <w:r>
        <w:tab/>
        <w:t>1.013e0</w:t>
      </w:r>
    </w:p>
    <w:p w:rsidR="005B3ED9" w:rsidRDefault="005B3ED9" w:rsidP="005B3ED9">
      <w:r>
        <w:t>348.6916</w:t>
      </w:r>
      <w:r>
        <w:tab/>
        <w:t>2.025e0</w:t>
      </w:r>
    </w:p>
    <w:p w:rsidR="005B3ED9" w:rsidRDefault="005B3ED9" w:rsidP="005B3ED9">
      <w:r>
        <w:t>348.7495</w:t>
      </w:r>
      <w:r>
        <w:tab/>
        <w:t>1.013e0</w:t>
      </w:r>
    </w:p>
    <w:p w:rsidR="005B3ED9" w:rsidRDefault="005B3ED9" w:rsidP="005B3ED9">
      <w:r>
        <w:t>348.7780</w:t>
      </w:r>
      <w:r>
        <w:tab/>
        <w:t>1.013e0</w:t>
      </w:r>
    </w:p>
    <w:p w:rsidR="005B3ED9" w:rsidRDefault="005B3ED9" w:rsidP="005B3ED9">
      <w:r>
        <w:t>348.8185</w:t>
      </w:r>
      <w:r>
        <w:tab/>
        <w:t>1.013e0</w:t>
      </w:r>
    </w:p>
    <w:p w:rsidR="005B3ED9" w:rsidRDefault="005B3ED9" w:rsidP="005B3ED9">
      <w:r>
        <w:t>348.8275</w:t>
      </w:r>
      <w:r>
        <w:tab/>
        <w:t>1.013e0</w:t>
      </w:r>
    </w:p>
    <w:p w:rsidR="005B3ED9" w:rsidRDefault="005B3ED9" w:rsidP="005B3ED9">
      <w:r>
        <w:t>348.8974</w:t>
      </w:r>
      <w:r>
        <w:tab/>
        <w:t>1.013e0</w:t>
      </w:r>
    </w:p>
    <w:p w:rsidR="005B3ED9" w:rsidRDefault="005B3ED9" w:rsidP="005B3ED9">
      <w:r>
        <w:t>348.9221</w:t>
      </w:r>
      <w:r>
        <w:tab/>
        <w:t>3.038e0</w:t>
      </w:r>
    </w:p>
    <w:p w:rsidR="005B3ED9" w:rsidRDefault="005B3ED9" w:rsidP="005B3ED9">
      <w:r>
        <w:t>348.9716</w:t>
      </w:r>
      <w:r>
        <w:tab/>
        <w:t>1.013e0</w:t>
      </w:r>
    </w:p>
    <w:p w:rsidR="005B3ED9" w:rsidRDefault="005B3ED9" w:rsidP="005B3ED9">
      <w:r>
        <w:t>348.9810</w:t>
      </w:r>
      <w:r>
        <w:tab/>
        <w:t>1.013e0</w:t>
      </w:r>
    </w:p>
    <w:p w:rsidR="005B3ED9" w:rsidRDefault="005B3ED9" w:rsidP="005B3ED9">
      <w:r>
        <w:t>348.9963</w:t>
      </w:r>
      <w:r>
        <w:tab/>
        <w:t>1.013e0</w:t>
      </w:r>
    </w:p>
    <w:p w:rsidR="005B3ED9" w:rsidRDefault="005B3ED9" w:rsidP="005B3ED9">
      <w:r>
        <w:t>349.0122</w:t>
      </w:r>
      <w:r>
        <w:tab/>
        <w:t>1.013e0</w:t>
      </w:r>
    </w:p>
    <w:p w:rsidR="005B3ED9" w:rsidRDefault="005B3ED9" w:rsidP="005B3ED9">
      <w:r>
        <w:t>349.0169</w:t>
      </w:r>
      <w:r>
        <w:tab/>
        <w:t>1.013e0</w:t>
      </w:r>
    </w:p>
    <w:p w:rsidR="005B3ED9" w:rsidRDefault="005B3ED9" w:rsidP="005B3ED9">
      <w:r>
        <w:t>349.0210</w:t>
      </w:r>
      <w:r>
        <w:tab/>
        <w:t>1.013e0</w:t>
      </w:r>
    </w:p>
    <w:p w:rsidR="005B3ED9" w:rsidRDefault="005B3ED9" w:rsidP="005B3ED9">
      <w:r>
        <w:lastRenderedPageBreak/>
        <w:t>349.0372</w:t>
      </w:r>
      <w:r>
        <w:tab/>
        <w:t>1.013e0</w:t>
      </w:r>
    </w:p>
    <w:p w:rsidR="005B3ED9" w:rsidRDefault="005B3ED9" w:rsidP="005B3ED9">
      <w:r>
        <w:t>349.0709</w:t>
      </w:r>
      <w:r>
        <w:tab/>
        <w:t>2.025e0</w:t>
      </w:r>
    </w:p>
    <w:p w:rsidR="005B3ED9" w:rsidRDefault="005B3ED9" w:rsidP="005B3ED9">
      <w:r>
        <w:t>349.0872</w:t>
      </w:r>
      <w:r>
        <w:tab/>
        <w:t>1.013e0</w:t>
      </w:r>
    </w:p>
    <w:p w:rsidR="005B3ED9" w:rsidRDefault="005B3ED9" w:rsidP="005B3ED9">
      <w:r>
        <w:t>349.1197</w:t>
      </w:r>
      <w:r>
        <w:tab/>
        <w:t>1.013e0</w:t>
      </w:r>
    </w:p>
    <w:p w:rsidR="005B3ED9" w:rsidRDefault="005B3ED9" w:rsidP="005B3ED9">
      <w:r>
        <w:t>349.1365</w:t>
      </w:r>
      <w:r>
        <w:tab/>
        <w:t>1.013e0</w:t>
      </w:r>
    </w:p>
    <w:p w:rsidR="005B3ED9" w:rsidRDefault="005B3ED9" w:rsidP="005B3ED9">
      <w:r>
        <w:t>349.1739</w:t>
      </w:r>
      <w:r>
        <w:tab/>
        <w:t>2.025e0</w:t>
      </w:r>
    </w:p>
    <w:p w:rsidR="005B3ED9" w:rsidRDefault="005B3ED9" w:rsidP="005B3ED9">
      <w:r>
        <w:t>349.1810</w:t>
      </w:r>
      <w:r>
        <w:tab/>
        <w:t>4.051e0</w:t>
      </w:r>
    </w:p>
    <w:p w:rsidR="005B3ED9" w:rsidRDefault="005B3ED9" w:rsidP="005B3ED9">
      <w:r>
        <w:t>349.1973</w:t>
      </w:r>
      <w:r>
        <w:tab/>
        <w:t>2.025e0</w:t>
      </w:r>
    </w:p>
    <w:p w:rsidR="005B3ED9" w:rsidRDefault="005B3ED9" w:rsidP="005B3ED9">
      <w:r>
        <w:t>349.2267</w:t>
      </w:r>
      <w:r>
        <w:tab/>
        <w:t>2.025e0</w:t>
      </w:r>
    </w:p>
    <w:p w:rsidR="005B3ED9" w:rsidRDefault="005B3ED9" w:rsidP="005B3ED9">
      <w:r>
        <w:t>349.2393</w:t>
      </w:r>
      <w:r>
        <w:tab/>
        <w:t>1.013e0</w:t>
      </w:r>
    </w:p>
    <w:p w:rsidR="005B3ED9" w:rsidRDefault="005B3ED9" w:rsidP="005B3ED9">
      <w:r>
        <w:t>349.2560</w:t>
      </w:r>
      <w:r>
        <w:tab/>
        <w:t>1.013e0</w:t>
      </w:r>
    </w:p>
    <w:p w:rsidR="005B3ED9" w:rsidRDefault="005B3ED9" w:rsidP="005B3ED9">
      <w:r>
        <w:t>349.2771</w:t>
      </w:r>
      <w:r>
        <w:tab/>
        <w:t>2.025e0</w:t>
      </w:r>
    </w:p>
    <w:p w:rsidR="005B3ED9" w:rsidRDefault="005B3ED9" w:rsidP="005B3ED9">
      <w:r>
        <w:t>349.3248</w:t>
      </w:r>
      <w:r>
        <w:tab/>
        <w:t>1.013e0</w:t>
      </w:r>
    </w:p>
    <w:p w:rsidR="005B3ED9" w:rsidRDefault="005B3ED9" w:rsidP="005B3ED9">
      <w:r>
        <w:t>349.3588</w:t>
      </w:r>
      <w:r>
        <w:tab/>
        <w:t>1.013e0</w:t>
      </w:r>
    </w:p>
    <w:p w:rsidR="005B3ED9" w:rsidRDefault="005B3ED9" w:rsidP="005B3ED9">
      <w:r>
        <w:t>349.3874</w:t>
      </w:r>
      <w:r>
        <w:tab/>
        <w:t>1.013e0</w:t>
      </w:r>
    </w:p>
    <w:p w:rsidR="005B3ED9" w:rsidRDefault="005B3ED9" w:rsidP="005B3ED9">
      <w:r>
        <w:t>349.4081</w:t>
      </w:r>
      <w:r>
        <w:tab/>
        <w:t>1.013e0</w:t>
      </w:r>
    </w:p>
    <w:p w:rsidR="005B3ED9" w:rsidRDefault="005B3ED9" w:rsidP="005B3ED9">
      <w:r>
        <w:t>349.4328</w:t>
      </w:r>
      <w:r>
        <w:tab/>
        <w:t>2.025e0</w:t>
      </w:r>
    </w:p>
    <w:p w:rsidR="005B3ED9" w:rsidRDefault="005B3ED9" w:rsidP="005B3ED9">
      <w:r>
        <w:t>349.4821</w:t>
      </w:r>
      <w:r>
        <w:tab/>
        <w:t>1.013e0</w:t>
      </w:r>
    </w:p>
    <w:p w:rsidR="005B3ED9" w:rsidRDefault="005B3ED9" w:rsidP="005B3ED9">
      <w:r>
        <w:t>349.5236</w:t>
      </w:r>
      <w:r>
        <w:tab/>
        <w:t>1.013e0</w:t>
      </w:r>
    </w:p>
    <w:p w:rsidR="005B3ED9" w:rsidRDefault="005B3ED9" w:rsidP="005B3ED9">
      <w:r>
        <w:lastRenderedPageBreak/>
        <w:t>349.5876</w:t>
      </w:r>
      <w:r>
        <w:tab/>
        <w:t>1.013e0</w:t>
      </w:r>
    </w:p>
    <w:p w:rsidR="005B3ED9" w:rsidRDefault="005B3ED9" w:rsidP="005B3ED9">
      <w:r>
        <w:t>349.5939</w:t>
      </w:r>
      <w:r>
        <w:tab/>
        <w:t>1.013e0</w:t>
      </w:r>
    </w:p>
    <w:p w:rsidR="005B3ED9" w:rsidRDefault="005B3ED9" w:rsidP="005B3ED9">
      <w:r>
        <w:t>349.6224</w:t>
      </w:r>
      <w:r>
        <w:tab/>
        <w:t>1.013e0</w:t>
      </w:r>
    </w:p>
    <w:p w:rsidR="005B3ED9" w:rsidRDefault="005B3ED9" w:rsidP="005B3ED9">
      <w:r>
        <w:t>349.6878</w:t>
      </w:r>
      <w:r>
        <w:tab/>
        <w:t>1.013e0</w:t>
      </w:r>
    </w:p>
    <w:p w:rsidR="005B3ED9" w:rsidRDefault="005B3ED9" w:rsidP="005B3ED9">
      <w:r>
        <w:t>349.7379</w:t>
      </w:r>
      <w:r>
        <w:tab/>
        <w:t>1.013e0</w:t>
      </w:r>
    </w:p>
    <w:p w:rsidR="005B3ED9" w:rsidRDefault="005B3ED9" w:rsidP="005B3ED9">
      <w:r>
        <w:t>349.7666</w:t>
      </w:r>
      <w:r>
        <w:tab/>
        <w:t>1.013e0</w:t>
      </w:r>
    </w:p>
    <w:p w:rsidR="005B3ED9" w:rsidRDefault="005B3ED9" w:rsidP="005B3ED9">
      <w:r>
        <w:t>349.7826</w:t>
      </w:r>
      <w:r>
        <w:tab/>
        <w:t>2.025e0</w:t>
      </w:r>
    </w:p>
    <w:p w:rsidR="005B3ED9" w:rsidRDefault="005B3ED9" w:rsidP="005B3ED9">
      <w:r>
        <w:t>349.9065</w:t>
      </w:r>
      <w:r>
        <w:tab/>
        <w:t>3.038e0</w:t>
      </w:r>
    </w:p>
    <w:p w:rsidR="005B3ED9" w:rsidRDefault="005B3ED9" w:rsidP="005B3ED9">
      <w:r>
        <w:t>349.9254</w:t>
      </w:r>
      <w:r>
        <w:tab/>
        <w:t>3.038e0</w:t>
      </w:r>
    </w:p>
    <w:p w:rsidR="005B3ED9" w:rsidRDefault="005B3ED9" w:rsidP="005B3ED9">
      <w:r>
        <w:t>349.9280</w:t>
      </w:r>
      <w:r>
        <w:tab/>
        <w:t>5.311e0</w:t>
      </w:r>
    </w:p>
    <w:p w:rsidR="005B3ED9" w:rsidRDefault="005B3ED9" w:rsidP="005B3ED9">
      <w:r>
        <w:t>349.9303</w:t>
      </w:r>
      <w:r>
        <w:tab/>
        <w:t>5.063e0</w:t>
      </w:r>
    </w:p>
    <w:p w:rsidR="005B3ED9" w:rsidRDefault="005B3ED9" w:rsidP="005B3ED9">
      <w:r>
        <w:t>350.0032</w:t>
      </w:r>
      <w:r>
        <w:tab/>
        <w:t>2.025e0</w:t>
      </w:r>
    </w:p>
    <w:p w:rsidR="005B3ED9" w:rsidRDefault="005B3ED9" w:rsidP="005B3ED9">
      <w:r>
        <w:t>350.0591</w:t>
      </w:r>
      <w:r>
        <w:tab/>
        <w:t>2.025e0</w:t>
      </w:r>
    </w:p>
    <w:p w:rsidR="005B3ED9" w:rsidRDefault="005B3ED9" w:rsidP="005B3ED9">
      <w:r>
        <w:t>350.0950</w:t>
      </w:r>
      <w:r>
        <w:tab/>
        <w:t>1.013e0</w:t>
      </w:r>
    </w:p>
    <w:p w:rsidR="005B3ED9" w:rsidRDefault="005B3ED9" w:rsidP="005B3ED9">
      <w:r>
        <w:t>350.1044</w:t>
      </w:r>
      <w:r>
        <w:tab/>
        <w:t>2.025e0</w:t>
      </w:r>
    </w:p>
    <w:p w:rsidR="005B3ED9" w:rsidRDefault="005B3ED9" w:rsidP="005B3ED9">
      <w:r>
        <w:t>350.1208</w:t>
      </w:r>
      <w:r>
        <w:tab/>
        <w:t>2.025e0</w:t>
      </w:r>
    </w:p>
    <w:p w:rsidR="005B3ED9" w:rsidRDefault="005B3ED9" w:rsidP="005B3ED9">
      <w:r>
        <w:t>350.1577</w:t>
      </w:r>
      <w:r>
        <w:tab/>
        <w:t>3.038e0</w:t>
      </w:r>
    </w:p>
    <w:p w:rsidR="005B3ED9" w:rsidRDefault="005B3ED9" w:rsidP="005B3ED9">
      <w:r>
        <w:t>350.1953</w:t>
      </w:r>
      <w:r>
        <w:tab/>
        <w:t>1.013e0</w:t>
      </w:r>
    </w:p>
    <w:p w:rsidR="005B3ED9" w:rsidRDefault="005B3ED9" w:rsidP="005B3ED9">
      <w:r>
        <w:t>350.2029</w:t>
      </w:r>
      <w:r>
        <w:tab/>
        <w:t>4.051e0</w:t>
      </w:r>
    </w:p>
    <w:p w:rsidR="005B3ED9" w:rsidRDefault="005B3ED9" w:rsidP="005B3ED9">
      <w:r>
        <w:lastRenderedPageBreak/>
        <w:t>350.2281</w:t>
      </w:r>
      <w:r>
        <w:tab/>
        <w:t>1.013e0</w:t>
      </w:r>
    </w:p>
    <w:p w:rsidR="005B3ED9" w:rsidRDefault="005B3ED9" w:rsidP="005B3ED9">
      <w:r>
        <w:t>350.2823</w:t>
      </w:r>
      <w:r>
        <w:tab/>
        <w:t>2.025e0</w:t>
      </w:r>
    </w:p>
    <w:p w:rsidR="005B3ED9" w:rsidRDefault="005B3ED9" w:rsidP="005B3ED9">
      <w:r>
        <w:t>350.3019</w:t>
      </w:r>
      <w:r>
        <w:tab/>
        <w:t>1.013e0</w:t>
      </w:r>
    </w:p>
    <w:p w:rsidR="005B3ED9" w:rsidRDefault="005B3ED9" w:rsidP="005B3ED9">
      <w:r>
        <w:t>350.3476</w:t>
      </w:r>
      <w:r>
        <w:tab/>
        <w:t>1.013e0</w:t>
      </w:r>
    </w:p>
    <w:p w:rsidR="005B3ED9" w:rsidRDefault="005B3ED9" w:rsidP="005B3ED9">
      <w:r>
        <w:t>350.3600</w:t>
      </w:r>
      <w:r>
        <w:tab/>
        <w:t>2.025e0</w:t>
      </w:r>
    </w:p>
    <w:p w:rsidR="005B3ED9" w:rsidRDefault="005B3ED9" w:rsidP="005B3ED9">
      <w:r>
        <w:t>350.4878</w:t>
      </w:r>
      <w:r>
        <w:tab/>
        <w:t>1.013e0</w:t>
      </w:r>
    </w:p>
    <w:p w:rsidR="005B3ED9" w:rsidRDefault="005B3ED9" w:rsidP="005B3ED9">
      <w:r>
        <w:t>350.5166</w:t>
      </w:r>
      <w:r>
        <w:tab/>
        <w:t>1.013e0</w:t>
      </w:r>
    </w:p>
    <w:p w:rsidR="005B3ED9" w:rsidRDefault="005B3ED9" w:rsidP="005B3ED9">
      <w:r>
        <w:t>350.5373</w:t>
      </w:r>
      <w:r>
        <w:tab/>
        <w:t>1.013e0</w:t>
      </w:r>
    </w:p>
    <w:p w:rsidR="005B3ED9" w:rsidRDefault="005B3ED9" w:rsidP="005B3ED9">
      <w:r>
        <w:t>350.6385</w:t>
      </w:r>
      <w:r>
        <w:tab/>
        <w:t>2.025e0</w:t>
      </w:r>
    </w:p>
    <w:p w:rsidR="005B3ED9" w:rsidRDefault="005B3ED9" w:rsidP="005B3ED9">
      <w:r>
        <w:t>350.6777</w:t>
      </w:r>
      <w:r>
        <w:tab/>
        <w:t>1.013e0</w:t>
      </w:r>
    </w:p>
    <w:p w:rsidR="005B3ED9" w:rsidRDefault="005B3ED9" w:rsidP="005B3ED9">
      <w:r>
        <w:t>350.7063</w:t>
      </w:r>
      <w:r>
        <w:tab/>
        <w:t>1.013e0</w:t>
      </w:r>
    </w:p>
    <w:p w:rsidR="005B3ED9" w:rsidRDefault="005B3ED9" w:rsidP="005B3ED9">
      <w:r>
        <w:t>350.7475</w:t>
      </w:r>
      <w:r>
        <w:tab/>
        <w:t>1.013e0</w:t>
      </w:r>
    </w:p>
    <w:p w:rsidR="005B3ED9" w:rsidRDefault="005B3ED9" w:rsidP="005B3ED9">
      <w:r>
        <w:t>350.8259</w:t>
      </w:r>
      <w:r>
        <w:tab/>
        <w:t>2.025e0</w:t>
      </w:r>
    </w:p>
    <w:p w:rsidR="005B3ED9" w:rsidRDefault="005B3ED9" w:rsidP="005B3ED9">
      <w:r>
        <w:t>350.8467</w:t>
      </w:r>
      <w:r>
        <w:tab/>
        <w:t>1.013e0</w:t>
      </w:r>
    </w:p>
    <w:p w:rsidR="005B3ED9" w:rsidRDefault="005B3ED9" w:rsidP="005B3ED9">
      <w:r>
        <w:t>350.9132</w:t>
      </w:r>
      <w:r>
        <w:tab/>
        <w:t>2.025e0</w:t>
      </w:r>
    </w:p>
    <w:p w:rsidR="005B3ED9" w:rsidRDefault="005B3ED9" w:rsidP="005B3ED9">
      <w:r>
        <w:t>350.9257</w:t>
      </w:r>
      <w:r>
        <w:tab/>
        <w:t>2.025e0</w:t>
      </w:r>
    </w:p>
    <w:p w:rsidR="005B3ED9" w:rsidRDefault="005B3ED9" w:rsidP="005B3ED9">
      <w:r>
        <w:t>350.9455</w:t>
      </w:r>
      <w:r>
        <w:tab/>
        <w:t>2.025e0</w:t>
      </w:r>
    </w:p>
    <w:p w:rsidR="005B3ED9" w:rsidRDefault="005B3ED9" w:rsidP="005B3ED9">
      <w:r>
        <w:t>350.9790</w:t>
      </w:r>
      <w:r>
        <w:tab/>
        <w:t>2.025e0</w:t>
      </w:r>
    </w:p>
    <w:p w:rsidR="005B3ED9" w:rsidRDefault="005B3ED9" w:rsidP="005B3ED9">
      <w:r>
        <w:t>351.0490</w:t>
      </w:r>
      <w:r>
        <w:tab/>
        <w:t>2.025e0</w:t>
      </w:r>
    </w:p>
    <w:p w:rsidR="005B3ED9" w:rsidRDefault="005B3ED9" w:rsidP="005B3ED9">
      <w:r>
        <w:lastRenderedPageBreak/>
        <w:t>351.0740</w:t>
      </w:r>
      <w:r>
        <w:tab/>
        <w:t>1.013e0</w:t>
      </w:r>
    </w:p>
    <w:p w:rsidR="005B3ED9" w:rsidRDefault="005B3ED9" w:rsidP="005B3ED9">
      <w:r>
        <w:t>351.1176</w:t>
      </w:r>
      <w:r>
        <w:tab/>
        <w:t>2.025e0</w:t>
      </w:r>
    </w:p>
    <w:p w:rsidR="005B3ED9" w:rsidRDefault="005B3ED9" w:rsidP="005B3ED9">
      <w:r>
        <w:t>351.1306</w:t>
      </w:r>
      <w:r>
        <w:tab/>
        <w:t>1.013e0</w:t>
      </w:r>
    </w:p>
    <w:p w:rsidR="005B3ED9" w:rsidRDefault="005B3ED9" w:rsidP="005B3ED9">
      <w:r>
        <w:t>351.1495</w:t>
      </w:r>
      <w:r>
        <w:tab/>
        <w:t>1.013e0</w:t>
      </w:r>
    </w:p>
    <w:p w:rsidR="005B3ED9" w:rsidRDefault="005B3ED9" w:rsidP="005B3ED9">
      <w:r>
        <w:t>351.1620</w:t>
      </w:r>
      <w:r>
        <w:tab/>
        <w:t>2.025e0</w:t>
      </w:r>
    </w:p>
    <w:p w:rsidR="005B3ED9" w:rsidRDefault="005B3ED9" w:rsidP="005B3ED9">
      <w:r>
        <w:t>351.1679</w:t>
      </w:r>
      <w:r>
        <w:tab/>
        <w:t>2.025e0</w:t>
      </w:r>
    </w:p>
    <w:p w:rsidR="005B3ED9" w:rsidRDefault="005B3ED9" w:rsidP="005B3ED9">
      <w:r>
        <w:t>351.1997</w:t>
      </w:r>
      <w:r>
        <w:tab/>
        <w:t>1.013e0</w:t>
      </w:r>
    </w:p>
    <w:p w:rsidR="005B3ED9" w:rsidRDefault="005B3ED9" w:rsidP="005B3ED9">
      <w:r>
        <w:t>351.2055</w:t>
      </w:r>
      <w:r>
        <w:tab/>
        <w:t>2.025e0</w:t>
      </w:r>
    </w:p>
    <w:p w:rsidR="005B3ED9" w:rsidRDefault="005B3ED9" w:rsidP="005B3ED9">
      <w:r>
        <w:t>351.2186</w:t>
      </w:r>
      <w:r>
        <w:tab/>
        <w:t>1.013e0</w:t>
      </w:r>
    </w:p>
    <w:p w:rsidR="005B3ED9" w:rsidRDefault="005B3ED9" w:rsidP="005B3ED9">
      <w:r>
        <w:t>351.2249</w:t>
      </w:r>
      <w:r>
        <w:tab/>
        <w:t>1.013e0</w:t>
      </w:r>
    </w:p>
    <w:p w:rsidR="005B3ED9" w:rsidRDefault="005B3ED9" w:rsidP="005B3ED9">
      <w:r>
        <w:t>351.2816</w:t>
      </w:r>
      <w:r>
        <w:tab/>
        <w:t>2.025e0</w:t>
      </w:r>
    </w:p>
    <w:p w:rsidR="005B3ED9" w:rsidRDefault="005B3ED9" w:rsidP="005B3ED9">
      <w:r>
        <w:t>351.2837</w:t>
      </w:r>
      <w:r>
        <w:tab/>
        <w:t>1.013e0</w:t>
      </w:r>
    </w:p>
    <w:p w:rsidR="005B3ED9" w:rsidRDefault="005B3ED9" w:rsidP="005B3ED9">
      <w:r>
        <w:t>351.2967</w:t>
      </w:r>
      <w:r>
        <w:tab/>
        <w:t>2.025e0</w:t>
      </w:r>
    </w:p>
    <w:p w:rsidR="005B3ED9" w:rsidRDefault="005B3ED9" w:rsidP="005B3ED9">
      <w:r>
        <w:t>351.3538</w:t>
      </w:r>
      <w:r>
        <w:tab/>
        <w:t>1.013e0</w:t>
      </w:r>
    </w:p>
    <w:p w:rsidR="005B3ED9" w:rsidRDefault="005B3ED9" w:rsidP="005B3ED9">
      <w:r>
        <w:t>351.5037</w:t>
      </w:r>
      <w:r>
        <w:tab/>
        <w:t>2.025e0</w:t>
      </w:r>
    </w:p>
    <w:p w:rsidR="005B3ED9" w:rsidRDefault="005B3ED9" w:rsidP="005B3ED9">
      <w:r>
        <w:t>351.5142</w:t>
      </w:r>
      <w:r>
        <w:tab/>
        <w:t>1.013e0</w:t>
      </w:r>
    </w:p>
    <w:p w:rsidR="005B3ED9" w:rsidRDefault="005B3ED9" w:rsidP="005B3ED9">
      <w:r>
        <w:t>351.6086</w:t>
      </w:r>
      <w:r>
        <w:tab/>
        <w:t>1.013e0</w:t>
      </w:r>
    </w:p>
    <w:p w:rsidR="005B3ED9" w:rsidRDefault="005B3ED9" w:rsidP="005B3ED9">
      <w:r>
        <w:t>351.6178</w:t>
      </w:r>
      <w:r>
        <w:tab/>
        <w:t>1.013e0</w:t>
      </w:r>
    </w:p>
    <w:p w:rsidR="005B3ED9" w:rsidRDefault="005B3ED9" w:rsidP="005B3ED9">
      <w:r>
        <w:t>351.7274</w:t>
      </w:r>
      <w:r>
        <w:tab/>
        <w:t>3.038e0</w:t>
      </w:r>
    </w:p>
    <w:p w:rsidR="005B3ED9" w:rsidRDefault="005B3ED9" w:rsidP="005B3ED9">
      <w:r>
        <w:lastRenderedPageBreak/>
        <w:t>351.8182</w:t>
      </w:r>
      <w:r>
        <w:tab/>
        <w:t>2.025e0</w:t>
      </w:r>
    </w:p>
    <w:p w:rsidR="005B3ED9" w:rsidRDefault="005B3ED9" w:rsidP="005B3ED9">
      <w:r>
        <w:t>351.8571</w:t>
      </w:r>
      <w:r>
        <w:tab/>
        <w:t>1.013e0</w:t>
      </w:r>
    </w:p>
    <w:p w:rsidR="005B3ED9" w:rsidRDefault="005B3ED9" w:rsidP="005B3ED9">
      <w:r>
        <w:t>351.8729</w:t>
      </w:r>
      <w:r>
        <w:tab/>
        <w:t>2.025e0</w:t>
      </w:r>
    </w:p>
    <w:p w:rsidR="005B3ED9" w:rsidRDefault="005B3ED9" w:rsidP="005B3ED9">
      <w:r>
        <w:t>351.9196</w:t>
      </w:r>
      <w:r>
        <w:tab/>
        <w:t>2.025e0</w:t>
      </w:r>
    </w:p>
    <w:p w:rsidR="005B3ED9" w:rsidRDefault="005B3ED9" w:rsidP="005B3ED9">
      <w:r>
        <w:t>351.9314</w:t>
      </w:r>
      <w:r>
        <w:tab/>
        <w:t>2.025e0</w:t>
      </w:r>
    </w:p>
    <w:p w:rsidR="005B3ED9" w:rsidRDefault="005B3ED9" w:rsidP="005B3ED9">
      <w:r>
        <w:t>351.9872</w:t>
      </w:r>
      <w:r>
        <w:tab/>
        <w:t>2.025e0</w:t>
      </w:r>
    </w:p>
    <w:p w:rsidR="005B3ED9" w:rsidRDefault="005B3ED9" w:rsidP="005B3ED9">
      <w:r>
        <w:t>352.0754</w:t>
      </w:r>
      <w:r>
        <w:tab/>
        <w:t>3.038e0</w:t>
      </w:r>
    </w:p>
    <w:p w:rsidR="005B3ED9" w:rsidRDefault="005B3ED9" w:rsidP="005B3ED9">
      <w:r>
        <w:t>352.0848</w:t>
      </w:r>
      <w:r>
        <w:tab/>
        <w:t>4.051e0</w:t>
      </w:r>
    </w:p>
    <w:p w:rsidR="005B3ED9" w:rsidRDefault="005B3ED9" w:rsidP="005B3ED9">
      <w:r>
        <w:t>352.0926</w:t>
      </w:r>
      <w:r>
        <w:tab/>
        <w:t>1.013e0</w:t>
      </w:r>
    </w:p>
    <w:p w:rsidR="005B3ED9" w:rsidRDefault="005B3ED9" w:rsidP="005B3ED9">
      <w:r>
        <w:t>352.1563</w:t>
      </w:r>
      <w:r>
        <w:tab/>
        <w:t>1.013e0</w:t>
      </w:r>
    </w:p>
    <w:p w:rsidR="005B3ED9" w:rsidRDefault="005B3ED9" w:rsidP="005B3ED9">
      <w:r>
        <w:t>352.1876</w:t>
      </w:r>
      <w:r>
        <w:tab/>
        <w:t>1.013e0</w:t>
      </w:r>
    </w:p>
    <w:p w:rsidR="005B3ED9" w:rsidRDefault="005B3ED9" w:rsidP="005B3ED9">
      <w:r>
        <w:t>352.1954</w:t>
      </w:r>
      <w:r>
        <w:tab/>
        <w:t>1.013e0</w:t>
      </w:r>
    </w:p>
    <w:p w:rsidR="005B3ED9" w:rsidRDefault="005B3ED9" w:rsidP="005B3ED9">
      <w:r>
        <w:t>352.2572</w:t>
      </w:r>
      <w:r>
        <w:tab/>
        <w:t>1.013e0</w:t>
      </w:r>
    </w:p>
    <w:p w:rsidR="005B3ED9" w:rsidRDefault="005B3ED9" w:rsidP="005B3ED9">
      <w:r>
        <w:t>352.2760</w:t>
      </w:r>
      <w:r>
        <w:tab/>
        <w:t>2.025e0</w:t>
      </w:r>
    </w:p>
    <w:p w:rsidR="005B3ED9" w:rsidRDefault="005B3ED9" w:rsidP="005B3ED9">
      <w:r>
        <w:t>352.2863</w:t>
      </w:r>
      <w:r>
        <w:tab/>
        <w:t>2.025e0</w:t>
      </w:r>
    </w:p>
    <w:p w:rsidR="005B3ED9" w:rsidRDefault="005B3ED9" w:rsidP="005B3ED9">
      <w:r>
        <w:t>352.3130</w:t>
      </w:r>
      <w:r>
        <w:tab/>
        <w:t>2.025e0</w:t>
      </w:r>
    </w:p>
    <w:p w:rsidR="005B3ED9" w:rsidRDefault="005B3ED9" w:rsidP="005B3ED9">
      <w:r>
        <w:t>352.3566</w:t>
      </w:r>
      <w:r>
        <w:tab/>
        <w:t>1.013e0</w:t>
      </w:r>
    </w:p>
    <w:p w:rsidR="005B3ED9" w:rsidRDefault="005B3ED9" w:rsidP="005B3ED9">
      <w:r>
        <w:t>352.3896</w:t>
      </w:r>
      <w:r>
        <w:tab/>
        <w:t>1.013e0</w:t>
      </w:r>
    </w:p>
    <w:p w:rsidR="005B3ED9" w:rsidRDefault="005B3ED9" w:rsidP="005B3ED9">
      <w:r>
        <w:t>352.4594</w:t>
      </w:r>
      <w:r>
        <w:tab/>
        <w:t>1.013e0</w:t>
      </w:r>
    </w:p>
    <w:p w:rsidR="005B3ED9" w:rsidRDefault="005B3ED9" w:rsidP="005B3ED9">
      <w:r>
        <w:lastRenderedPageBreak/>
        <w:t>352.4842</w:t>
      </w:r>
      <w:r>
        <w:tab/>
        <w:t>1.013e0</w:t>
      </w:r>
    </w:p>
    <w:p w:rsidR="005B3ED9" w:rsidRDefault="005B3ED9" w:rsidP="005B3ED9">
      <w:r>
        <w:t>352.4886</w:t>
      </w:r>
      <w:r>
        <w:tab/>
        <w:t>2.025e0</w:t>
      </w:r>
    </w:p>
    <w:p w:rsidR="005B3ED9" w:rsidRDefault="005B3ED9" w:rsidP="005B3ED9">
      <w:r>
        <w:t>352.5010</w:t>
      </w:r>
      <w:r>
        <w:tab/>
        <w:t>1.013e0</w:t>
      </w:r>
    </w:p>
    <w:p w:rsidR="005B3ED9" w:rsidRDefault="005B3ED9" w:rsidP="005B3ED9">
      <w:r>
        <w:t>352.5523</w:t>
      </w:r>
      <w:r>
        <w:tab/>
        <w:t>2.025e0</w:t>
      </w:r>
    </w:p>
    <w:p w:rsidR="005B3ED9" w:rsidRDefault="005B3ED9" w:rsidP="005B3ED9">
      <w:r>
        <w:t>352.6040</w:t>
      </w:r>
      <w:r>
        <w:tab/>
        <w:t>1.013e0</w:t>
      </w:r>
    </w:p>
    <w:p w:rsidR="005B3ED9" w:rsidRDefault="005B3ED9" w:rsidP="005B3ED9">
      <w:r>
        <w:t>352.6607</w:t>
      </w:r>
      <w:r>
        <w:tab/>
        <w:t>1.013e0</w:t>
      </w:r>
    </w:p>
    <w:p w:rsidR="005B3ED9" w:rsidRDefault="005B3ED9" w:rsidP="005B3ED9">
      <w:r>
        <w:t>352.6988</w:t>
      </w:r>
      <w:r>
        <w:tab/>
        <w:t>1.013e0</w:t>
      </w:r>
    </w:p>
    <w:p w:rsidR="005B3ED9" w:rsidRDefault="005B3ED9" w:rsidP="005B3ED9">
      <w:r>
        <w:t>352.7365</w:t>
      </w:r>
      <w:r>
        <w:tab/>
        <w:t>1.013e0</w:t>
      </w:r>
    </w:p>
    <w:p w:rsidR="005B3ED9" w:rsidRDefault="005B3ED9" w:rsidP="005B3ED9">
      <w:r>
        <w:t>352.7652</w:t>
      </w:r>
      <w:r>
        <w:tab/>
        <w:t>1.013e0</w:t>
      </w:r>
    </w:p>
    <w:p w:rsidR="005B3ED9" w:rsidRDefault="005B3ED9" w:rsidP="005B3ED9">
      <w:r>
        <w:t>352.8216</w:t>
      </w:r>
      <w:r>
        <w:tab/>
        <w:t>2.025e0</w:t>
      </w:r>
    </w:p>
    <w:p w:rsidR="005B3ED9" w:rsidRDefault="005B3ED9" w:rsidP="005B3ED9">
      <w:r>
        <w:t>352.8395</w:t>
      </w:r>
      <w:r>
        <w:tab/>
        <w:t>1.013e0</w:t>
      </w:r>
    </w:p>
    <w:p w:rsidR="005B3ED9" w:rsidRDefault="005B3ED9" w:rsidP="005B3ED9">
      <w:r>
        <w:t>352.8811</w:t>
      </w:r>
      <w:r>
        <w:tab/>
        <w:t>1.013e0</w:t>
      </w:r>
    </w:p>
    <w:p w:rsidR="005B3ED9" w:rsidRDefault="005B3ED9" w:rsidP="005B3ED9">
      <w:r>
        <w:t>352.9761</w:t>
      </w:r>
      <w:r>
        <w:tab/>
        <w:t>1.013e0</w:t>
      </w:r>
    </w:p>
    <w:p w:rsidR="005B3ED9" w:rsidRDefault="005B3ED9" w:rsidP="005B3ED9">
      <w:r>
        <w:t>352.9953</w:t>
      </w:r>
      <w:r>
        <w:tab/>
        <w:t>1.013e0</w:t>
      </w:r>
    </w:p>
    <w:p w:rsidR="005B3ED9" w:rsidRDefault="005B3ED9" w:rsidP="005B3ED9">
      <w:r>
        <w:t>353.0047</w:t>
      </w:r>
      <w:r>
        <w:tab/>
        <w:t>1.013e0</w:t>
      </w:r>
    </w:p>
    <w:p w:rsidR="005B3ED9" w:rsidRDefault="005B3ED9" w:rsidP="005B3ED9">
      <w:r>
        <w:t>353.0142</w:t>
      </w:r>
      <w:r>
        <w:tab/>
        <w:t>1.013e0</w:t>
      </w:r>
    </w:p>
    <w:p w:rsidR="005B3ED9" w:rsidRDefault="005B3ED9" w:rsidP="005B3ED9">
      <w:r>
        <w:t>353.0332</w:t>
      </w:r>
      <w:r>
        <w:tab/>
        <w:t>1.013e0</w:t>
      </w:r>
    </w:p>
    <w:p w:rsidR="005B3ED9" w:rsidRDefault="005B3ED9" w:rsidP="005B3ED9">
      <w:r>
        <w:t>353.1015</w:t>
      </w:r>
      <w:r>
        <w:tab/>
        <w:t>2.025e0</w:t>
      </w:r>
    </w:p>
    <w:p w:rsidR="005B3ED9" w:rsidRDefault="005B3ED9" w:rsidP="005B3ED9">
      <w:r>
        <w:t>353.1244</w:t>
      </w:r>
      <w:r>
        <w:tab/>
        <w:t>2.025e0</w:t>
      </w:r>
    </w:p>
    <w:p w:rsidR="005B3ED9" w:rsidRDefault="005B3ED9" w:rsidP="005B3ED9">
      <w:r>
        <w:lastRenderedPageBreak/>
        <w:t>353.1406</w:t>
      </w:r>
      <w:r>
        <w:tab/>
        <w:t>1.013e0</w:t>
      </w:r>
    </w:p>
    <w:p w:rsidR="005B3ED9" w:rsidRDefault="005B3ED9" w:rsidP="005B3ED9">
      <w:r>
        <w:t>353.1947</w:t>
      </w:r>
      <w:r>
        <w:tab/>
        <w:t>1.013e0</w:t>
      </w:r>
    </w:p>
    <w:p w:rsidR="005B3ED9" w:rsidRDefault="005B3ED9" w:rsidP="005B3ED9">
      <w:r>
        <w:t>353.1986</w:t>
      </w:r>
      <w:r>
        <w:tab/>
        <w:t>2.025e0</w:t>
      </w:r>
    </w:p>
    <w:p w:rsidR="005B3ED9" w:rsidRDefault="005B3ED9" w:rsidP="005B3ED9">
      <w:r>
        <w:t>353.2543</w:t>
      </w:r>
      <w:r>
        <w:tab/>
        <w:t>1.013e0</w:t>
      </w:r>
    </w:p>
    <w:p w:rsidR="005B3ED9" w:rsidRDefault="005B3ED9" w:rsidP="005B3ED9">
      <w:r>
        <w:t>353.2985</w:t>
      </w:r>
      <w:r>
        <w:tab/>
        <w:t>1.013e0</w:t>
      </w:r>
    </w:p>
    <w:p w:rsidR="005B3ED9" w:rsidRDefault="005B3ED9" w:rsidP="005B3ED9">
      <w:r>
        <w:t>353.3202</w:t>
      </w:r>
      <w:r>
        <w:tab/>
        <w:t>3.038e0</w:t>
      </w:r>
    </w:p>
    <w:p w:rsidR="005B3ED9" w:rsidRDefault="005B3ED9" w:rsidP="005B3ED9">
      <w:r>
        <w:t>353.3391</w:t>
      </w:r>
      <w:r>
        <w:tab/>
        <w:t>2.025e0</w:t>
      </w:r>
    </w:p>
    <w:p w:rsidR="005B3ED9" w:rsidRDefault="005B3ED9" w:rsidP="005B3ED9">
      <w:r>
        <w:t>353.3553</w:t>
      </w:r>
      <w:r>
        <w:tab/>
        <w:t>2.025e0</w:t>
      </w:r>
    </w:p>
    <w:p w:rsidR="005B3ED9" w:rsidRDefault="005B3ED9" w:rsidP="005B3ED9">
      <w:r>
        <w:t>353.4302</w:t>
      </w:r>
      <w:r>
        <w:tab/>
        <w:t>1.013e0</w:t>
      </w:r>
    </w:p>
    <w:p w:rsidR="005B3ED9" w:rsidRDefault="005B3ED9" w:rsidP="005B3ED9">
      <w:r>
        <w:t>353.4342</w:t>
      </w:r>
      <w:r>
        <w:tab/>
        <w:t>1.013e0</w:t>
      </w:r>
    </w:p>
    <w:p w:rsidR="005B3ED9" w:rsidRDefault="005B3ED9" w:rsidP="005B3ED9">
      <w:r>
        <w:t>353.4629</w:t>
      </w:r>
      <w:r>
        <w:tab/>
        <w:t>1.013e0</w:t>
      </w:r>
    </w:p>
    <w:p w:rsidR="005B3ED9" w:rsidRDefault="005B3ED9" w:rsidP="005B3ED9">
      <w:r>
        <w:t>353.5663</w:t>
      </w:r>
      <w:r>
        <w:tab/>
        <w:t>2.025e0</w:t>
      </w:r>
    </w:p>
    <w:p w:rsidR="005B3ED9" w:rsidRDefault="005B3ED9" w:rsidP="005B3ED9">
      <w:r>
        <w:t>353.5893</w:t>
      </w:r>
      <w:r>
        <w:tab/>
        <w:t>1.013e0</w:t>
      </w:r>
    </w:p>
    <w:p w:rsidR="005B3ED9" w:rsidRDefault="005B3ED9" w:rsidP="005B3ED9">
      <w:r>
        <w:t>353.6204</w:t>
      </w:r>
      <w:r>
        <w:tab/>
        <w:t>1.013e0</w:t>
      </w:r>
    </w:p>
    <w:p w:rsidR="005B3ED9" w:rsidRDefault="005B3ED9" w:rsidP="005B3ED9">
      <w:r>
        <w:t>353.6738</w:t>
      </w:r>
      <w:r>
        <w:tab/>
        <w:t>1.013e0</w:t>
      </w:r>
    </w:p>
    <w:p w:rsidR="005B3ED9" w:rsidRDefault="005B3ED9" w:rsidP="005B3ED9">
      <w:r>
        <w:t>353.6905</w:t>
      </w:r>
      <w:r>
        <w:tab/>
        <w:t>2.025e0</w:t>
      </w:r>
    </w:p>
    <w:p w:rsidR="005B3ED9" w:rsidRDefault="005B3ED9" w:rsidP="005B3ED9">
      <w:r>
        <w:t>353.6985</w:t>
      </w:r>
      <w:r>
        <w:tab/>
        <w:t>1.013e0</w:t>
      </w:r>
    </w:p>
    <w:p w:rsidR="005B3ED9" w:rsidRDefault="005B3ED9" w:rsidP="005B3ED9">
      <w:r>
        <w:t>353.8297</w:t>
      </w:r>
      <w:r>
        <w:tab/>
        <w:t>1.013e0</w:t>
      </w:r>
    </w:p>
    <w:p w:rsidR="005B3ED9" w:rsidRDefault="005B3ED9" w:rsidP="005B3ED9">
      <w:r>
        <w:t>353.8351</w:t>
      </w:r>
      <w:r>
        <w:tab/>
        <w:t>1.013e0</w:t>
      </w:r>
    </w:p>
    <w:p w:rsidR="005B3ED9" w:rsidRDefault="005B3ED9" w:rsidP="005B3ED9">
      <w:r>
        <w:lastRenderedPageBreak/>
        <w:t>353.9302</w:t>
      </w:r>
      <w:r>
        <w:tab/>
        <w:t>1.013e0</w:t>
      </w:r>
    </w:p>
    <w:p w:rsidR="005B3ED9" w:rsidRDefault="005B3ED9" w:rsidP="005B3ED9">
      <w:r>
        <w:t>353.9679</w:t>
      </w:r>
      <w:r>
        <w:tab/>
        <w:t>1.664e1</w:t>
      </w:r>
    </w:p>
    <w:p w:rsidR="005B3ED9" w:rsidRDefault="005B3ED9" w:rsidP="005B3ED9">
      <w:r>
        <w:t>353.9700</w:t>
      </w:r>
      <w:r>
        <w:tab/>
        <w:t>7.323e0</w:t>
      </w:r>
    </w:p>
    <w:p w:rsidR="005B3ED9" w:rsidRDefault="005B3ED9" w:rsidP="005B3ED9">
      <w:r>
        <w:t>353.9712</w:t>
      </w:r>
      <w:r>
        <w:tab/>
        <w:t>5.063e0</w:t>
      </w:r>
    </w:p>
    <w:p w:rsidR="005B3ED9" w:rsidRDefault="005B3ED9" w:rsidP="005B3ED9">
      <w:r>
        <w:t>354.0253</w:t>
      </w:r>
      <w:r>
        <w:tab/>
        <w:t>1.013e0</w:t>
      </w:r>
    </w:p>
    <w:p w:rsidR="005B3ED9" w:rsidRDefault="005B3ED9" w:rsidP="005B3ED9">
      <w:r>
        <w:t>354.0331</w:t>
      </w:r>
      <w:r>
        <w:tab/>
        <w:t>1.013e0</w:t>
      </w:r>
    </w:p>
    <w:p w:rsidR="005B3ED9" w:rsidRDefault="005B3ED9" w:rsidP="005B3ED9">
      <w:r>
        <w:t>354.0626</w:t>
      </w:r>
      <w:r>
        <w:tab/>
        <w:t>2.025e0</w:t>
      </w:r>
    </w:p>
    <w:p w:rsidR="005B3ED9" w:rsidRDefault="005B3ED9" w:rsidP="005B3ED9">
      <w:r>
        <w:t>354.0961</w:t>
      </w:r>
      <w:r>
        <w:tab/>
        <w:t>2.025e0</w:t>
      </w:r>
    </w:p>
    <w:p w:rsidR="005B3ED9" w:rsidRDefault="005B3ED9" w:rsidP="005B3ED9">
      <w:r>
        <w:t>354.1399</w:t>
      </w:r>
      <w:r>
        <w:tab/>
        <w:t>1.013e0</w:t>
      </w:r>
    </w:p>
    <w:p w:rsidR="005B3ED9" w:rsidRDefault="005B3ED9" w:rsidP="005B3ED9">
      <w:r>
        <w:t>354.1779</w:t>
      </w:r>
      <w:r>
        <w:tab/>
        <w:t>1.013e0</w:t>
      </w:r>
    </w:p>
    <w:p w:rsidR="005B3ED9" w:rsidRDefault="005B3ED9" w:rsidP="005B3ED9">
      <w:r>
        <w:t>354.1906</w:t>
      </w:r>
      <w:r>
        <w:tab/>
        <w:t>1.013e0</w:t>
      </w:r>
    </w:p>
    <w:p w:rsidR="005B3ED9" w:rsidRDefault="005B3ED9" w:rsidP="005B3ED9">
      <w:r>
        <w:t>354.1944</w:t>
      </w:r>
      <w:r>
        <w:tab/>
        <w:t>1.013e0</w:t>
      </w:r>
    </w:p>
    <w:p w:rsidR="005B3ED9" w:rsidRDefault="005B3ED9" w:rsidP="005B3ED9">
      <w:r>
        <w:t>354.2066</w:t>
      </w:r>
      <w:r>
        <w:tab/>
        <w:t>2.025e0</w:t>
      </w:r>
    </w:p>
    <w:p w:rsidR="005B3ED9" w:rsidRDefault="005B3ED9" w:rsidP="005B3ED9">
      <w:r>
        <w:t>354.2539</w:t>
      </w:r>
      <w:r>
        <w:tab/>
        <w:t>1.013e0</w:t>
      </w:r>
    </w:p>
    <w:p w:rsidR="005B3ED9" w:rsidRDefault="005B3ED9" w:rsidP="005B3ED9">
      <w:r>
        <w:t>354.2564</w:t>
      </w:r>
      <w:r>
        <w:tab/>
        <w:t>2.025e0</w:t>
      </w:r>
    </w:p>
    <w:p w:rsidR="005B3ED9" w:rsidRDefault="005B3ED9" w:rsidP="005B3ED9">
      <w:r>
        <w:t>354.2608</w:t>
      </w:r>
      <w:r>
        <w:tab/>
        <w:t>2.025e0</w:t>
      </w:r>
    </w:p>
    <w:p w:rsidR="005B3ED9" w:rsidRDefault="005B3ED9" w:rsidP="005B3ED9">
      <w:r>
        <w:t>354.2689</w:t>
      </w:r>
      <w:r>
        <w:tab/>
        <w:t>1.013e0</w:t>
      </w:r>
    </w:p>
    <w:p w:rsidR="005B3ED9" w:rsidRDefault="005B3ED9" w:rsidP="005B3ED9">
      <w:r>
        <w:t>354.2856</w:t>
      </w:r>
      <w:r>
        <w:tab/>
        <w:t>1.013e0</w:t>
      </w:r>
    </w:p>
    <w:p w:rsidR="005B3ED9" w:rsidRDefault="005B3ED9" w:rsidP="005B3ED9">
      <w:r>
        <w:t>354.3143</w:t>
      </w:r>
      <w:r>
        <w:tab/>
        <w:t>1.013e0</w:t>
      </w:r>
    </w:p>
    <w:p w:rsidR="005B3ED9" w:rsidRDefault="005B3ED9" w:rsidP="005B3ED9">
      <w:r>
        <w:lastRenderedPageBreak/>
        <w:t>354.3680</w:t>
      </w:r>
      <w:r>
        <w:tab/>
        <w:t>1.013e0</w:t>
      </w:r>
    </w:p>
    <w:p w:rsidR="005B3ED9" w:rsidRDefault="005B3ED9" w:rsidP="005B3ED9">
      <w:r>
        <w:t>354.3743</w:t>
      </w:r>
      <w:r>
        <w:tab/>
        <w:t>1.013e0</w:t>
      </w:r>
    </w:p>
    <w:p w:rsidR="005B3ED9" w:rsidRDefault="005B3ED9" w:rsidP="005B3ED9">
      <w:r>
        <w:t>354.4187</w:t>
      </w:r>
      <w:r>
        <w:tab/>
        <w:t>1.013e0</w:t>
      </w:r>
    </w:p>
    <w:p w:rsidR="005B3ED9" w:rsidRDefault="005B3ED9" w:rsidP="005B3ED9">
      <w:r>
        <w:t>354.4440</w:t>
      </w:r>
      <w:r>
        <w:tab/>
        <w:t>1.013e0</w:t>
      </w:r>
    </w:p>
    <w:p w:rsidR="005B3ED9" w:rsidRDefault="005B3ED9" w:rsidP="005B3ED9">
      <w:r>
        <w:t>354.4549</w:t>
      </w:r>
      <w:r>
        <w:tab/>
        <w:t>1.013e0</w:t>
      </w:r>
    </w:p>
    <w:p w:rsidR="005B3ED9" w:rsidRDefault="005B3ED9" w:rsidP="005B3ED9">
      <w:r>
        <w:t>354.5044</w:t>
      </w:r>
      <w:r>
        <w:tab/>
        <w:t>1.013e0</w:t>
      </w:r>
    </w:p>
    <w:p w:rsidR="005B3ED9" w:rsidRDefault="005B3ED9" w:rsidP="005B3ED9">
      <w:r>
        <w:t>354.5581</w:t>
      </w:r>
      <w:r>
        <w:tab/>
        <w:t>1.013e0</w:t>
      </w:r>
    </w:p>
    <w:p w:rsidR="005B3ED9" w:rsidRDefault="005B3ED9" w:rsidP="005B3ED9">
      <w:r>
        <w:t>354.6203</w:t>
      </w:r>
      <w:r>
        <w:tab/>
        <w:t>1.013e0</w:t>
      </w:r>
    </w:p>
    <w:p w:rsidR="005B3ED9" w:rsidRDefault="005B3ED9" w:rsidP="005B3ED9">
      <w:r>
        <w:t>354.6630</w:t>
      </w:r>
      <w:r>
        <w:tab/>
        <w:t>2.025e0</w:t>
      </w:r>
    </w:p>
    <w:p w:rsidR="005B3ED9" w:rsidRDefault="005B3ED9" w:rsidP="005B3ED9">
      <w:r>
        <w:t>354.7442</w:t>
      </w:r>
      <w:r>
        <w:tab/>
        <w:t>1.013e0</w:t>
      </w:r>
    </w:p>
    <w:p w:rsidR="005B3ED9" w:rsidRDefault="005B3ED9" w:rsidP="005B3ED9">
      <w:r>
        <w:t>354.7547</w:t>
      </w:r>
      <w:r>
        <w:tab/>
        <w:t>1.013e0</w:t>
      </w:r>
    </w:p>
    <w:p w:rsidR="005B3ED9" w:rsidRDefault="005B3ED9" w:rsidP="005B3ED9">
      <w:r>
        <w:t>354.7649</w:t>
      </w:r>
      <w:r>
        <w:tab/>
        <w:t>1.013e0</w:t>
      </w:r>
    </w:p>
    <w:p w:rsidR="005B3ED9" w:rsidRDefault="005B3ED9" w:rsidP="005B3ED9">
      <w:r>
        <w:t>354.8640</w:t>
      </w:r>
      <w:r>
        <w:tab/>
        <w:t>1.013e0</w:t>
      </w:r>
    </w:p>
    <w:p w:rsidR="005B3ED9" w:rsidRDefault="005B3ED9" w:rsidP="005B3ED9">
      <w:r>
        <w:t>354.8689</w:t>
      </w:r>
      <w:r>
        <w:tab/>
        <w:t>1.013e0</w:t>
      </w:r>
    </w:p>
    <w:p w:rsidR="005B3ED9" w:rsidRDefault="005B3ED9" w:rsidP="005B3ED9">
      <w:r>
        <w:t>354.9219</w:t>
      </w:r>
      <w:r>
        <w:tab/>
        <w:t>2.025e0</w:t>
      </w:r>
    </w:p>
    <w:p w:rsidR="005B3ED9" w:rsidRDefault="005B3ED9" w:rsidP="005B3ED9">
      <w:r>
        <w:t>354.9277</w:t>
      </w:r>
      <w:r>
        <w:tab/>
        <w:t>2.025e0</w:t>
      </w:r>
    </w:p>
    <w:p w:rsidR="005B3ED9" w:rsidRDefault="005B3ED9" w:rsidP="005B3ED9">
      <w:r>
        <w:t>354.9449</w:t>
      </w:r>
      <w:r>
        <w:tab/>
        <w:t>5.063e0</w:t>
      </w:r>
    </w:p>
    <w:p w:rsidR="005B3ED9" w:rsidRDefault="005B3ED9" w:rsidP="005B3ED9">
      <w:r>
        <w:t>354.9652</w:t>
      </w:r>
      <w:r>
        <w:tab/>
        <w:t>7.089e0</w:t>
      </w:r>
    </w:p>
    <w:p w:rsidR="005B3ED9" w:rsidRDefault="005B3ED9" w:rsidP="005B3ED9">
      <w:r>
        <w:t>354.9800</w:t>
      </w:r>
      <w:r>
        <w:tab/>
        <w:t>4.051e0</w:t>
      </w:r>
    </w:p>
    <w:p w:rsidR="005B3ED9" w:rsidRDefault="005B3ED9" w:rsidP="005B3ED9">
      <w:r>
        <w:lastRenderedPageBreak/>
        <w:t>355.0248</w:t>
      </w:r>
      <w:r>
        <w:tab/>
        <w:t>3.038e0</w:t>
      </w:r>
    </w:p>
    <w:p w:rsidR="005B3ED9" w:rsidRDefault="005B3ED9" w:rsidP="005B3ED9">
      <w:r>
        <w:t>355.0338</w:t>
      </w:r>
      <w:r>
        <w:tab/>
        <w:t>1.013e0</w:t>
      </w:r>
    </w:p>
    <w:p w:rsidR="005B3ED9" w:rsidRDefault="005B3ED9" w:rsidP="005B3ED9">
      <w:r>
        <w:t>355.0402</w:t>
      </w:r>
      <w:r>
        <w:tab/>
        <w:t>2.025e0</w:t>
      </w:r>
    </w:p>
    <w:p w:rsidR="005B3ED9" w:rsidRDefault="005B3ED9" w:rsidP="005B3ED9">
      <w:r>
        <w:t>355.0788</w:t>
      </w:r>
      <w:r>
        <w:tab/>
        <w:t>1.013e0</w:t>
      </w:r>
    </w:p>
    <w:p w:rsidR="005B3ED9" w:rsidRDefault="005B3ED9" w:rsidP="005B3ED9">
      <w:r>
        <w:t>355.1245</w:t>
      </w:r>
      <w:r>
        <w:tab/>
        <w:t>1.013e0</w:t>
      </w:r>
    </w:p>
    <w:p w:rsidR="005B3ED9" w:rsidRDefault="005B3ED9" w:rsidP="005B3ED9">
      <w:r>
        <w:t>355.1415</w:t>
      </w:r>
      <w:r>
        <w:tab/>
        <w:t>1.013e0</w:t>
      </w:r>
    </w:p>
    <w:p w:rsidR="005B3ED9" w:rsidRDefault="005B3ED9" w:rsidP="005B3ED9">
      <w:r>
        <w:t>355.1472</w:t>
      </w:r>
      <w:r>
        <w:tab/>
        <w:t>2.025e0</w:t>
      </w:r>
    </w:p>
    <w:p w:rsidR="005B3ED9" w:rsidRDefault="005B3ED9" w:rsidP="005B3ED9">
      <w:r>
        <w:t>355.2529</w:t>
      </w:r>
      <w:r>
        <w:tab/>
        <w:t>2.025e0</w:t>
      </w:r>
    </w:p>
    <w:p w:rsidR="005B3ED9" w:rsidRDefault="005B3ED9" w:rsidP="005B3ED9">
      <w:r>
        <w:t>355.2815</w:t>
      </w:r>
      <w:r>
        <w:tab/>
        <w:t>2.025e0</w:t>
      </w:r>
    </w:p>
    <w:p w:rsidR="005B3ED9" w:rsidRDefault="005B3ED9" w:rsidP="005B3ED9">
      <w:r>
        <w:t>355.3196</w:t>
      </w:r>
      <w:r>
        <w:tab/>
        <w:t>1.013e0</w:t>
      </w:r>
    </w:p>
    <w:p w:rsidR="005B3ED9" w:rsidRDefault="005B3ED9" w:rsidP="005B3ED9">
      <w:r>
        <w:t>355.3604</w:t>
      </w:r>
      <w:r>
        <w:tab/>
        <w:t>1.013e0</w:t>
      </w:r>
    </w:p>
    <w:p w:rsidR="005B3ED9" w:rsidRDefault="005B3ED9" w:rsidP="005B3ED9">
      <w:r>
        <w:t>355.3704</w:t>
      </w:r>
      <w:r>
        <w:tab/>
        <w:t>1.013e0</w:t>
      </w:r>
    </w:p>
    <w:p w:rsidR="005B3ED9" w:rsidRDefault="005B3ED9" w:rsidP="005B3ED9">
      <w:r>
        <w:t>355.3895</w:t>
      </w:r>
      <w:r>
        <w:tab/>
        <w:t>1.013e0</w:t>
      </w:r>
    </w:p>
    <w:p w:rsidR="005B3ED9" w:rsidRDefault="005B3ED9" w:rsidP="005B3ED9">
      <w:r>
        <w:t>355.4149</w:t>
      </w:r>
      <w:r>
        <w:tab/>
        <w:t>1.013e0</w:t>
      </w:r>
    </w:p>
    <w:p w:rsidR="005B3ED9" w:rsidRDefault="005B3ED9" w:rsidP="005B3ED9">
      <w:r>
        <w:t>355.4467</w:t>
      </w:r>
      <w:r>
        <w:tab/>
        <w:t>1.013e0</w:t>
      </w:r>
    </w:p>
    <w:p w:rsidR="005B3ED9" w:rsidRDefault="005B3ED9" w:rsidP="005B3ED9">
      <w:r>
        <w:t>355.4720</w:t>
      </w:r>
      <w:r>
        <w:tab/>
        <w:t>1.013e0</w:t>
      </w:r>
    </w:p>
    <w:p w:rsidR="005B3ED9" w:rsidRDefault="005B3ED9" w:rsidP="005B3ED9">
      <w:r>
        <w:t>355.5010</w:t>
      </w:r>
      <w:r>
        <w:tab/>
        <w:t>1.013e0</w:t>
      </w:r>
    </w:p>
    <w:p w:rsidR="005B3ED9" w:rsidRDefault="005B3ED9" w:rsidP="005B3ED9">
      <w:r>
        <w:t>355.5465</w:t>
      </w:r>
      <w:r>
        <w:tab/>
        <w:t>1.013e0</w:t>
      </w:r>
    </w:p>
    <w:p w:rsidR="005B3ED9" w:rsidRDefault="005B3ED9" w:rsidP="005B3ED9">
      <w:r>
        <w:t>355.5753</w:t>
      </w:r>
      <w:r>
        <w:tab/>
        <w:t>1.013e0</w:t>
      </w:r>
    </w:p>
    <w:p w:rsidR="005B3ED9" w:rsidRDefault="005B3ED9" w:rsidP="005B3ED9">
      <w:r>
        <w:lastRenderedPageBreak/>
        <w:t>355.6589</w:t>
      </w:r>
      <w:r>
        <w:tab/>
        <w:t>2.025e0</w:t>
      </w:r>
    </w:p>
    <w:p w:rsidR="005B3ED9" w:rsidRDefault="005B3ED9" w:rsidP="005B3ED9">
      <w:r>
        <w:t>355.7368</w:t>
      </w:r>
      <w:r>
        <w:tab/>
        <w:t>1.013e0</w:t>
      </w:r>
    </w:p>
    <w:p w:rsidR="005B3ED9" w:rsidRDefault="005B3ED9" w:rsidP="005B3ED9">
      <w:r>
        <w:t>355.7824</w:t>
      </w:r>
      <w:r>
        <w:tab/>
        <w:t>1.013e0</w:t>
      </w:r>
    </w:p>
    <w:p w:rsidR="005B3ED9" w:rsidRDefault="005B3ED9" w:rsidP="005B3ED9">
      <w:r>
        <w:t>355.8711</w:t>
      </w:r>
      <w:r>
        <w:tab/>
        <w:t>2.025e0</w:t>
      </w:r>
    </w:p>
    <w:p w:rsidR="005B3ED9" w:rsidRDefault="005B3ED9" w:rsidP="005B3ED9">
      <w:r>
        <w:t>355.8853</w:t>
      </w:r>
      <w:r>
        <w:tab/>
        <w:t>1.013e0</w:t>
      </w:r>
    </w:p>
    <w:p w:rsidR="005B3ED9" w:rsidRDefault="005B3ED9" w:rsidP="005B3ED9">
      <w:r>
        <w:t>355.9064</w:t>
      </w:r>
      <w:r>
        <w:tab/>
        <w:t>1.013e0</w:t>
      </w:r>
    </w:p>
    <w:p w:rsidR="005B3ED9" w:rsidRDefault="005B3ED9" w:rsidP="005B3ED9">
      <w:r>
        <w:t>355.9426</w:t>
      </w:r>
      <w:r>
        <w:tab/>
        <w:t>2.025e0</w:t>
      </w:r>
    </w:p>
    <w:p w:rsidR="005B3ED9" w:rsidRDefault="005B3ED9" w:rsidP="005B3ED9">
      <w:r>
        <w:t>355.9727</w:t>
      </w:r>
      <w:r>
        <w:tab/>
        <w:t>2.025e0</w:t>
      </w:r>
    </w:p>
    <w:p w:rsidR="005B3ED9" w:rsidRDefault="005B3ED9" w:rsidP="005B3ED9">
      <w:r>
        <w:t>355.9767</w:t>
      </w:r>
      <w:r>
        <w:tab/>
        <w:t>1.013e0</w:t>
      </w:r>
    </w:p>
    <w:p w:rsidR="005B3ED9" w:rsidRDefault="005B3ED9" w:rsidP="005B3ED9">
      <w:r>
        <w:t>356.0023</w:t>
      </w:r>
      <w:r>
        <w:tab/>
        <w:t>2.025e0</w:t>
      </w:r>
    </w:p>
    <w:p w:rsidR="005B3ED9" w:rsidRDefault="005B3ED9" w:rsidP="005B3ED9">
      <w:r>
        <w:t>356.0262</w:t>
      </w:r>
      <w:r>
        <w:tab/>
        <w:t>2.025e0</w:t>
      </w:r>
    </w:p>
    <w:p w:rsidR="005B3ED9" w:rsidRDefault="005B3ED9" w:rsidP="005B3ED9">
      <w:r>
        <w:t>356.0317</w:t>
      </w:r>
      <w:r>
        <w:tab/>
        <w:t>1.013e0</w:t>
      </w:r>
    </w:p>
    <w:p w:rsidR="005B3ED9" w:rsidRDefault="005B3ED9" w:rsidP="005B3ED9">
      <w:r>
        <w:t>356.0642</w:t>
      </w:r>
      <w:r>
        <w:tab/>
        <w:t>2.025e0</w:t>
      </w:r>
    </w:p>
    <w:p w:rsidR="005B3ED9" w:rsidRDefault="005B3ED9" w:rsidP="005B3ED9">
      <w:r>
        <w:t>356.0724</w:t>
      </w:r>
      <w:r>
        <w:tab/>
        <w:t>2.025e0</w:t>
      </w:r>
    </w:p>
    <w:p w:rsidR="005B3ED9" w:rsidRDefault="005B3ED9" w:rsidP="005B3ED9">
      <w:r>
        <w:t>356.0745</w:t>
      </w:r>
      <w:r>
        <w:tab/>
        <w:t>2.025e0</w:t>
      </w:r>
    </w:p>
    <w:p w:rsidR="005B3ED9" w:rsidRDefault="005B3ED9" w:rsidP="005B3ED9">
      <w:r>
        <w:t>356.1249</w:t>
      </w:r>
      <w:r>
        <w:tab/>
        <w:t>2.025e0</w:t>
      </w:r>
    </w:p>
    <w:p w:rsidR="005B3ED9" w:rsidRDefault="005B3ED9" w:rsidP="005B3ED9">
      <w:r>
        <w:t>356.1271</w:t>
      </w:r>
      <w:r>
        <w:tab/>
        <w:t>1.013e0</w:t>
      </w:r>
    </w:p>
    <w:p w:rsidR="005B3ED9" w:rsidRDefault="005B3ED9" w:rsidP="005B3ED9">
      <w:r>
        <w:t>356.1628</w:t>
      </w:r>
      <w:r>
        <w:tab/>
        <w:t>2.025e0</w:t>
      </w:r>
    </w:p>
    <w:p w:rsidR="005B3ED9" w:rsidRDefault="005B3ED9" w:rsidP="005B3ED9">
      <w:r>
        <w:t>356.1670</w:t>
      </w:r>
      <w:r>
        <w:tab/>
        <w:t>1.013e0</w:t>
      </w:r>
    </w:p>
    <w:p w:rsidR="005B3ED9" w:rsidRDefault="005B3ED9" w:rsidP="005B3ED9">
      <w:r>
        <w:lastRenderedPageBreak/>
        <w:t>356.1827</w:t>
      </w:r>
      <w:r>
        <w:tab/>
        <w:t>3.038e0</w:t>
      </w:r>
    </w:p>
    <w:p w:rsidR="005B3ED9" w:rsidRDefault="005B3ED9" w:rsidP="005B3ED9">
      <w:r>
        <w:t>356.2290</w:t>
      </w:r>
      <w:r>
        <w:tab/>
        <w:t>1.013e0</w:t>
      </w:r>
    </w:p>
    <w:p w:rsidR="005B3ED9" w:rsidRDefault="005B3ED9" w:rsidP="005B3ED9">
      <w:r>
        <w:t>356.2830</w:t>
      </w:r>
      <w:r>
        <w:tab/>
        <w:t>2.025e0</w:t>
      </w:r>
    </w:p>
    <w:p w:rsidR="005B3ED9" w:rsidRDefault="005B3ED9" w:rsidP="005B3ED9">
      <w:r>
        <w:t>356.3387</w:t>
      </w:r>
      <w:r>
        <w:tab/>
        <w:t>2.025e0</w:t>
      </w:r>
    </w:p>
    <w:p w:rsidR="005B3ED9" w:rsidRDefault="005B3ED9" w:rsidP="005B3ED9">
      <w:r>
        <w:t>356.3622</w:t>
      </w:r>
      <w:r>
        <w:tab/>
        <w:t>2.025e0</w:t>
      </w:r>
    </w:p>
    <w:p w:rsidR="005B3ED9" w:rsidRDefault="005B3ED9" w:rsidP="005B3ED9">
      <w:r>
        <w:t>356.3741</w:t>
      </w:r>
      <w:r>
        <w:tab/>
        <w:t>1.013e0</w:t>
      </w:r>
    </w:p>
    <w:p w:rsidR="005B3ED9" w:rsidRDefault="005B3ED9" w:rsidP="005B3ED9">
      <w:r>
        <w:t>356.4573</w:t>
      </w:r>
      <w:r>
        <w:tab/>
        <w:t>2.025e0</w:t>
      </w:r>
    </w:p>
    <w:p w:rsidR="005B3ED9" w:rsidRDefault="005B3ED9" w:rsidP="005B3ED9">
      <w:r>
        <w:t>356.5065</w:t>
      </w:r>
      <w:r>
        <w:tab/>
        <w:t>2.025e0</w:t>
      </w:r>
    </w:p>
    <w:p w:rsidR="005B3ED9" w:rsidRDefault="005B3ED9" w:rsidP="005B3ED9">
      <w:r>
        <w:t>356.5793</w:t>
      </w:r>
      <w:r>
        <w:tab/>
        <w:t>1.013e0</w:t>
      </w:r>
    </w:p>
    <w:p w:rsidR="005B3ED9" w:rsidRDefault="005B3ED9" w:rsidP="005B3ED9">
      <w:r>
        <w:t>356.6364</w:t>
      </w:r>
      <w:r>
        <w:tab/>
        <w:t>2.025e0</w:t>
      </w:r>
    </w:p>
    <w:p w:rsidR="005B3ED9" w:rsidRDefault="005B3ED9" w:rsidP="005B3ED9">
      <w:r>
        <w:t>356.9044</w:t>
      </w:r>
      <w:r>
        <w:tab/>
        <w:t>1.013e0</w:t>
      </w:r>
    </w:p>
    <w:p w:rsidR="005B3ED9" w:rsidRDefault="005B3ED9" w:rsidP="005B3ED9">
      <w:r>
        <w:t>356.9746</w:t>
      </w:r>
      <w:r>
        <w:tab/>
        <w:t>2.025e0</w:t>
      </w:r>
    </w:p>
    <w:p w:rsidR="005B3ED9" w:rsidRDefault="005B3ED9" w:rsidP="005B3ED9">
      <w:r>
        <w:t>356.9810</w:t>
      </w:r>
      <w:r>
        <w:tab/>
        <w:t>1.013e0</w:t>
      </w:r>
    </w:p>
    <w:p w:rsidR="005B3ED9" w:rsidRDefault="005B3ED9" w:rsidP="005B3ED9">
      <w:r>
        <w:t>357.0195</w:t>
      </w:r>
      <w:r>
        <w:tab/>
        <w:t>1.013e0</w:t>
      </w:r>
    </w:p>
    <w:p w:rsidR="005B3ED9" w:rsidRDefault="005B3ED9" w:rsidP="005B3ED9">
      <w:r>
        <w:t>357.0575</w:t>
      </w:r>
      <w:r>
        <w:tab/>
        <w:t>1.013e0</w:t>
      </w:r>
    </w:p>
    <w:p w:rsidR="005B3ED9" w:rsidRDefault="005B3ED9" w:rsidP="005B3ED9">
      <w:r>
        <w:t>357.0821</w:t>
      </w:r>
      <w:r>
        <w:tab/>
        <w:t>1.013e0</w:t>
      </w:r>
    </w:p>
    <w:p w:rsidR="005B3ED9" w:rsidRDefault="005B3ED9" w:rsidP="005B3ED9">
      <w:r>
        <w:t>357.1142</w:t>
      </w:r>
      <w:r>
        <w:tab/>
        <w:t>2.025e0</w:t>
      </w:r>
    </w:p>
    <w:p w:rsidR="005B3ED9" w:rsidRDefault="005B3ED9" w:rsidP="005B3ED9">
      <w:r>
        <w:t>357.1526</w:t>
      </w:r>
      <w:r>
        <w:tab/>
        <w:t>1.013e0</w:t>
      </w:r>
    </w:p>
    <w:p w:rsidR="005B3ED9" w:rsidRDefault="005B3ED9" w:rsidP="005B3ED9">
      <w:r>
        <w:t>357.1660</w:t>
      </w:r>
      <w:r>
        <w:tab/>
        <w:t>1.013e0</w:t>
      </w:r>
    </w:p>
    <w:p w:rsidR="005B3ED9" w:rsidRDefault="005B3ED9" w:rsidP="005B3ED9">
      <w:r>
        <w:lastRenderedPageBreak/>
        <w:t>357.2231</w:t>
      </w:r>
      <w:r>
        <w:tab/>
        <w:t>1.013e0</w:t>
      </w:r>
    </w:p>
    <w:p w:rsidR="005B3ED9" w:rsidRDefault="005B3ED9" w:rsidP="005B3ED9">
      <w:r>
        <w:t>357.2308</w:t>
      </w:r>
      <w:r>
        <w:tab/>
        <w:t>1.013e0</w:t>
      </w:r>
    </w:p>
    <w:p w:rsidR="005B3ED9" w:rsidRDefault="005B3ED9" w:rsidP="005B3ED9">
      <w:r>
        <w:t>357.2393</w:t>
      </w:r>
      <w:r>
        <w:tab/>
        <w:t>2.025e0</w:t>
      </w:r>
    </w:p>
    <w:p w:rsidR="005B3ED9" w:rsidRDefault="005B3ED9" w:rsidP="005B3ED9">
      <w:r>
        <w:t>357.2555</w:t>
      </w:r>
      <w:r>
        <w:tab/>
        <w:t>2.025e0</w:t>
      </w:r>
    </w:p>
    <w:p w:rsidR="005B3ED9" w:rsidRDefault="005B3ED9" w:rsidP="005B3ED9">
      <w:r>
        <w:t>357.2972</w:t>
      </w:r>
      <w:r>
        <w:tab/>
        <w:t>1.013e0</w:t>
      </w:r>
    </w:p>
    <w:p w:rsidR="005B3ED9" w:rsidRDefault="005B3ED9" w:rsidP="005B3ED9">
      <w:r>
        <w:t>357.3064</w:t>
      </w:r>
      <w:r>
        <w:tab/>
        <w:t>1.013e0</w:t>
      </w:r>
    </w:p>
    <w:p w:rsidR="005B3ED9" w:rsidRDefault="005B3ED9" w:rsidP="005B3ED9">
      <w:r>
        <w:t>357.3677</w:t>
      </w:r>
      <w:r>
        <w:tab/>
        <w:t>1.013e0</w:t>
      </w:r>
    </w:p>
    <w:p w:rsidR="005B3ED9" w:rsidRDefault="005B3ED9" w:rsidP="005B3ED9">
      <w:r>
        <w:t>357.3886</w:t>
      </w:r>
      <w:r>
        <w:tab/>
        <w:t>1.013e0</w:t>
      </w:r>
    </w:p>
    <w:p w:rsidR="005B3ED9" w:rsidRDefault="005B3ED9" w:rsidP="005B3ED9">
      <w:r>
        <w:t>357.4134</w:t>
      </w:r>
      <w:r>
        <w:tab/>
        <w:t>1.013e0</w:t>
      </w:r>
    </w:p>
    <w:p w:rsidR="005B3ED9" w:rsidRDefault="005B3ED9" w:rsidP="005B3ED9">
      <w:r>
        <w:t>357.4506</w:t>
      </w:r>
      <w:r>
        <w:tab/>
        <w:t>2.025e0</w:t>
      </w:r>
    </w:p>
    <w:p w:rsidR="005B3ED9" w:rsidRDefault="005B3ED9" w:rsidP="005B3ED9">
      <w:r>
        <w:t>357.5085</w:t>
      </w:r>
      <w:r>
        <w:tab/>
        <w:t>1.013e0</w:t>
      </w:r>
    </w:p>
    <w:p w:rsidR="005B3ED9" w:rsidRDefault="005B3ED9" w:rsidP="005B3ED9">
      <w:r>
        <w:t>357.5373</w:t>
      </w:r>
      <w:r>
        <w:tab/>
        <w:t>1.013e0</w:t>
      </w:r>
    </w:p>
    <w:p w:rsidR="005B3ED9" w:rsidRDefault="005B3ED9" w:rsidP="005B3ED9">
      <w:r>
        <w:t>357.5789</w:t>
      </w:r>
      <w:r>
        <w:tab/>
        <w:t>1.013e0</w:t>
      </w:r>
    </w:p>
    <w:p w:rsidR="005B3ED9" w:rsidRDefault="005B3ED9" w:rsidP="005B3ED9">
      <w:r>
        <w:t>357.6467</w:t>
      </w:r>
      <w:r>
        <w:tab/>
        <w:t>2.025e0</w:t>
      </w:r>
    </w:p>
    <w:p w:rsidR="005B3ED9" w:rsidRDefault="005B3ED9" w:rsidP="005B3ED9">
      <w:r>
        <w:t>357.7536</w:t>
      </w:r>
      <w:r>
        <w:tab/>
        <w:t>1.013e0</w:t>
      </w:r>
    </w:p>
    <w:p w:rsidR="005B3ED9" w:rsidRDefault="005B3ED9" w:rsidP="005B3ED9">
      <w:r>
        <w:t>357.7656</w:t>
      </w:r>
      <w:r>
        <w:tab/>
        <w:t>1.013e0</w:t>
      </w:r>
    </w:p>
    <w:p w:rsidR="005B3ED9" w:rsidRDefault="005B3ED9" w:rsidP="005B3ED9">
      <w:r>
        <w:t>357.8558</w:t>
      </w:r>
      <w:r>
        <w:tab/>
        <w:t>1.013e0</w:t>
      </w:r>
    </w:p>
    <w:p w:rsidR="005B3ED9" w:rsidRDefault="005B3ED9" w:rsidP="005B3ED9">
      <w:r>
        <w:t>357.8751</w:t>
      </w:r>
      <w:r>
        <w:tab/>
        <w:t>3.038e0</w:t>
      </w:r>
    </w:p>
    <w:p w:rsidR="005B3ED9" w:rsidRDefault="005B3ED9" w:rsidP="005B3ED9">
      <w:r>
        <w:t>357.9005</w:t>
      </w:r>
      <w:r>
        <w:tab/>
        <w:t>1.013e0</w:t>
      </w:r>
    </w:p>
    <w:p w:rsidR="005B3ED9" w:rsidRDefault="005B3ED9" w:rsidP="005B3ED9">
      <w:r>
        <w:lastRenderedPageBreak/>
        <w:t>357.9103</w:t>
      </w:r>
      <w:r>
        <w:tab/>
        <w:t>1.013e0</w:t>
      </w:r>
    </w:p>
    <w:p w:rsidR="005B3ED9" w:rsidRDefault="005B3ED9" w:rsidP="005B3ED9">
      <w:r>
        <w:t>357.9433</w:t>
      </w:r>
      <w:r>
        <w:tab/>
        <w:t>3.038e0</w:t>
      </w:r>
    </w:p>
    <w:p w:rsidR="005B3ED9" w:rsidRDefault="005B3ED9" w:rsidP="005B3ED9">
      <w:r>
        <w:t>357.9646</w:t>
      </w:r>
      <w:r>
        <w:tab/>
        <w:t>2.025e0</w:t>
      </w:r>
    </w:p>
    <w:p w:rsidR="005B3ED9" w:rsidRDefault="005B3ED9" w:rsidP="005B3ED9">
      <w:r>
        <w:t>357.9733</w:t>
      </w:r>
      <w:r>
        <w:tab/>
        <w:t>2.025e0</w:t>
      </w:r>
    </w:p>
    <w:p w:rsidR="005B3ED9" w:rsidRDefault="005B3ED9" w:rsidP="005B3ED9">
      <w:r>
        <w:t>358.0078</w:t>
      </w:r>
      <w:r>
        <w:tab/>
        <w:t>2.025e0</w:t>
      </w:r>
    </w:p>
    <w:p w:rsidR="005B3ED9" w:rsidRDefault="005B3ED9" w:rsidP="005B3ED9">
      <w:r>
        <w:t>358.0721</w:t>
      </w:r>
      <w:r>
        <w:tab/>
        <w:t>1.013e0</w:t>
      </w:r>
    </w:p>
    <w:p w:rsidR="005B3ED9" w:rsidRDefault="005B3ED9" w:rsidP="005B3ED9">
      <w:r>
        <w:t>358.0924</w:t>
      </w:r>
      <w:r>
        <w:tab/>
        <w:t>1.013e0</w:t>
      </w:r>
    </w:p>
    <w:p w:rsidR="005B3ED9" w:rsidRDefault="005B3ED9" w:rsidP="005B3ED9">
      <w:r>
        <w:t>358.1009</w:t>
      </w:r>
      <w:r>
        <w:tab/>
        <w:t>1.013e0</w:t>
      </w:r>
    </w:p>
    <w:p w:rsidR="005B3ED9" w:rsidRDefault="005B3ED9" w:rsidP="005B3ED9">
      <w:r>
        <w:t>358.1372</w:t>
      </w:r>
      <w:r>
        <w:tab/>
        <w:t>1.013e0</w:t>
      </w:r>
    </w:p>
    <w:p w:rsidR="005B3ED9" w:rsidRDefault="005B3ED9" w:rsidP="005B3ED9">
      <w:r>
        <w:t>358.1884</w:t>
      </w:r>
      <w:r>
        <w:tab/>
        <w:t>1.013e0</w:t>
      </w:r>
    </w:p>
    <w:p w:rsidR="005B3ED9" w:rsidRDefault="005B3ED9" w:rsidP="005B3ED9">
      <w:r>
        <w:t>358.1961</w:t>
      </w:r>
      <w:r>
        <w:tab/>
        <w:t>1.013e0</w:t>
      </w:r>
    </w:p>
    <w:p w:rsidR="005B3ED9" w:rsidRDefault="005B3ED9" w:rsidP="005B3ED9">
      <w:r>
        <w:t>358.2334</w:t>
      </w:r>
      <w:r>
        <w:tab/>
        <w:t>3.038e0</w:t>
      </w:r>
    </w:p>
    <w:p w:rsidR="005B3ED9" w:rsidRDefault="005B3ED9" w:rsidP="005B3ED9">
      <w:r>
        <w:t>358.2524</w:t>
      </w:r>
      <w:r>
        <w:tab/>
        <w:t>1.013e0</w:t>
      </w:r>
    </w:p>
    <w:p w:rsidR="005B3ED9" w:rsidRDefault="005B3ED9" w:rsidP="005B3ED9">
      <w:r>
        <w:t>358.3087</w:t>
      </w:r>
      <w:r>
        <w:tab/>
        <w:t>4.051e0</w:t>
      </w:r>
    </w:p>
    <w:p w:rsidR="005B3ED9" w:rsidRDefault="005B3ED9" w:rsidP="005B3ED9">
      <w:r>
        <w:t>358.3676</w:t>
      </w:r>
      <w:r>
        <w:tab/>
        <w:t>1.013e0</w:t>
      </w:r>
    </w:p>
    <w:p w:rsidR="005B3ED9" w:rsidRDefault="005B3ED9" w:rsidP="005B3ED9">
      <w:r>
        <w:t>358.3868</w:t>
      </w:r>
      <w:r>
        <w:tab/>
        <w:t>1.013e0</w:t>
      </w:r>
    </w:p>
    <w:p w:rsidR="005B3ED9" w:rsidRDefault="005B3ED9" w:rsidP="005B3ED9">
      <w:r>
        <w:t>358.4188</w:t>
      </w:r>
      <w:r>
        <w:tab/>
        <w:t>1.013e0</w:t>
      </w:r>
    </w:p>
    <w:p w:rsidR="005B3ED9" w:rsidRDefault="005B3ED9" w:rsidP="005B3ED9">
      <w:r>
        <w:t>358.4244</w:t>
      </w:r>
      <w:r>
        <w:tab/>
        <w:t>1.013e0</w:t>
      </w:r>
    </w:p>
    <w:p w:rsidR="005B3ED9" w:rsidRDefault="005B3ED9" w:rsidP="005B3ED9">
      <w:r>
        <w:t>358.5900</w:t>
      </w:r>
      <w:r>
        <w:tab/>
        <w:t>1.013e0</w:t>
      </w:r>
    </w:p>
    <w:p w:rsidR="005B3ED9" w:rsidRDefault="005B3ED9" w:rsidP="005B3ED9">
      <w:r>
        <w:lastRenderedPageBreak/>
        <w:t>358.5981</w:t>
      </w:r>
      <w:r>
        <w:tab/>
        <w:t>1.013e0</w:t>
      </w:r>
    </w:p>
    <w:p w:rsidR="005B3ED9" w:rsidRDefault="005B3ED9" w:rsidP="005B3ED9">
      <w:r>
        <w:t>358.6494</w:t>
      </w:r>
      <w:r>
        <w:tab/>
        <w:t>1.013e0</w:t>
      </w:r>
    </w:p>
    <w:p w:rsidR="005B3ED9" w:rsidRDefault="005B3ED9" w:rsidP="005B3ED9">
      <w:r>
        <w:t>358.7310</w:t>
      </w:r>
      <w:r>
        <w:tab/>
        <w:t>1.013e0</w:t>
      </w:r>
    </w:p>
    <w:p w:rsidR="005B3ED9" w:rsidRDefault="005B3ED9" w:rsidP="005B3ED9">
      <w:r>
        <w:t>358.7558</w:t>
      </w:r>
      <w:r>
        <w:tab/>
        <w:t>1.013e0</w:t>
      </w:r>
    </w:p>
    <w:p w:rsidR="005B3ED9" w:rsidRDefault="005B3ED9" w:rsidP="005B3ED9">
      <w:r>
        <w:t>358.7845</w:t>
      </w:r>
      <w:r>
        <w:tab/>
        <w:t>1.013e0</w:t>
      </w:r>
    </w:p>
    <w:p w:rsidR="005B3ED9" w:rsidRDefault="005B3ED9" w:rsidP="005B3ED9">
      <w:r>
        <w:t>358.7903</w:t>
      </w:r>
      <w:r>
        <w:tab/>
        <w:t>1.013e0</w:t>
      </w:r>
    </w:p>
    <w:p w:rsidR="005B3ED9" w:rsidRDefault="005B3ED9" w:rsidP="005B3ED9">
      <w:r>
        <w:t>358.9523</w:t>
      </w:r>
      <w:r>
        <w:tab/>
        <w:t>2.025e0</w:t>
      </w:r>
    </w:p>
    <w:p w:rsidR="005B3ED9" w:rsidRDefault="005B3ED9" w:rsidP="005B3ED9">
      <w:r>
        <w:t>358.9633</w:t>
      </w:r>
      <w:r>
        <w:tab/>
        <w:t>1.013e0</w:t>
      </w:r>
    </w:p>
    <w:p w:rsidR="005B3ED9" w:rsidRDefault="005B3ED9" w:rsidP="005B3ED9">
      <w:r>
        <w:t>358.9671</w:t>
      </w:r>
      <w:r>
        <w:tab/>
        <w:t>2.025e0</w:t>
      </w:r>
    </w:p>
    <w:p w:rsidR="005B3ED9" w:rsidRDefault="005B3ED9" w:rsidP="005B3ED9">
      <w:r>
        <w:t>359.0082</w:t>
      </w:r>
      <w:r>
        <w:tab/>
        <w:t>1.013e0</w:t>
      </w:r>
    </w:p>
    <w:p w:rsidR="005B3ED9" w:rsidRDefault="005B3ED9" w:rsidP="005B3ED9">
      <w:r>
        <w:t>359.0723</w:t>
      </w:r>
      <w:r>
        <w:tab/>
        <w:t>1.013e0</w:t>
      </w:r>
    </w:p>
    <w:p w:rsidR="005B3ED9" w:rsidRDefault="005B3ED9" w:rsidP="005B3ED9">
      <w:r>
        <w:t>359.0941</w:t>
      </w:r>
      <w:r>
        <w:tab/>
        <w:t>2.025e0</w:t>
      </w:r>
    </w:p>
    <w:p w:rsidR="005B3ED9" w:rsidRDefault="005B3ED9" w:rsidP="005B3ED9">
      <w:r>
        <w:t>359.1331</w:t>
      </w:r>
      <w:r>
        <w:tab/>
        <w:t>1.013e0</w:t>
      </w:r>
    </w:p>
    <w:p w:rsidR="005B3ED9" w:rsidRDefault="005B3ED9" w:rsidP="005B3ED9">
      <w:r>
        <w:t>359.1493</w:t>
      </w:r>
      <w:r>
        <w:tab/>
        <w:t>1.013e0</w:t>
      </w:r>
    </w:p>
    <w:p w:rsidR="005B3ED9" w:rsidRDefault="005B3ED9" w:rsidP="005B3ED9">
      <w:r>
        <w:t>359.1786</w:t>
      </w:r>
      <w:r>
        <w:tab/>
        <w:t>1.013e0</w:t>
      </w:r>
    </w:p>
    <w:p w:rsidR="005B3ED9" w:rsidRDefault="005B3ED9" w:rsidP="005B3ED9">
      <w:r>
        <w:t>359.2469</w:t>
      </w:r>
      <w:r>
        <w:tab/>
        <w:t>2.025e0</w:t>
      </w:r>
    </w:p>
    <w:p w:rsidR="005B3ED9" w:rsidRDefault="005B3ED9" w:rsidP="005B3ED9">
      <w:r>
        <w:t>359.2492</w:t>
      </w:r>
      <w:r>
        <w:tab/>
        <w:t>1.013e0</w:t>
      </w:r>
    </w:p>
    <w:p w:rsidR="005B3ED9" w:rsidRDefault="005B3ED9" w:rsidP="005B3ED9">
      <w:r>
        <w:t>359.3033</w:t>
      </w:r>
      <w:r>
        <w:tab/>
        <w:t>1.013e0</w:t>
      </w:r>
    </w:p>
    <w:p w:rsidR="005B3ED9" w:rsidRDefault="005B3ED9" w:rsidP="005B3ED9">
      <w:r>
        <w:t>359.3610</w:t>
      </w:r>
      <w:r>
        <w:tab/>
        <w:t>1.013e0</w:t>
      </w:r>
    </w:p>
    <w:p w:rsidR="005B3ED9" w:rsidRDefault="005B3ED9" w:rsidP="005B3ED9">
      <w:r>
        <w:lastRenderedPageBreak/>
        <w:t>359.5214</w:t>
      </w:r>
      <w:r>
        <w:tab/>
        <w:t>1.013e0</w:t>
      </w:r>
    </w:p>
    <w:p w:rsidR="005B3ED9" w:rsidRDefault="005B3ED9" w:rsidP="005B3ED9">
      <w:r>
        <w:t>359.7465</w:t>
      </w:r>
      <w:r>
        <w:tab/>
        <w:t>1.013e0</w:t>
      </w:r>
    </w:p>
    <w:p w:rsidR="005B3ED9" w:rsidRDefault="005B3ED9" w:rsidP="005B3ED9">
      <w:r>
        <w:t>359.7635</w:t>
      </w:r>
      <w:r>
        <w:tab/>
        <w:t>1.013e0</w:t>
      </w:r>
    </w:p>
    <w:p w:rsidR="005B3ED9" w:rsidRDefault="005B3ED9" w:rsidP="005B3ED9">
      <w:r>
        <w:t>359.8490</w:t>
      </w:r>
      <w:r>
        <w:tab/>
        <w:t>1.013e0</w:t>
      </w:r>
    </w:p>
    <w:p w:rsidR="005B3ED9" w:rsidRDefault="005B3ED9" w:rsidP="005B3ED9">
      <w:r>
        <w:t>359.8747</w:t>
      </w:r>
      <w:r>
        <w:tab/>
        <w:t>1.013e0</w:t>
      </w:r>
    </w:p>
    <w:p w:rsidR="005B3ED9" w:rsidRDefault="005B3ED9" w:rsidP="005B3ED9">
      <w:r>
        <w:t>359.9197</w:t>
      </w:r>
      <w:r>
        <w:tab/>
        <w:t>1.013e0</w:t>
      </w:r>
    </w:p>
    <w:p w:rsidR="005B3ED9" w:rsidRDefault="005B3ED9" w:rsidP="005B3ED9">
      <w:r>
        <w:t>359.9238</w:t>
      </w:r>
      <w:r>
        <w:tab/>
        <w:t>2.025e0</w:t>
      </w:r>
    </w:p>
    <w:p w:rsidR="005B3ED9" w:rsidRDefault="005B3ED9" w:rsidP="005B3ED9">
      <w:r>
        <w:t>359.9666</w:t>
      </w:r>
      <w:r>
        <w:tab/>
        <w:t>2.025e0</w:t>
      </w:r>
    </w:p>
    <w:p w:rsidR="005B3ED9" w:rsidRDefault="005B3ED9" w:rsidP="005B3ED9">
      <w:r>
        <w:t>359.9791</w:t>
      </w:r>
      <w:r>
        <w:tab/>
        <w:t>1.013e0</w:t>
      </w:r>
    </w:p>
    <w:p w:rsidR="005B3ED9" w:rsidRDefault="005B3ED9" w:rsidP="005B3ED9">
      <w:r>
        <w:t>360.0953</w:t>
      </w:r>
      <w:r>
        <w:tab/>
        <w:t>1.013e0</w:t>
      </w:r>
    </w:p>
    <w:p w:rsidR="005B3ED9" w:rsidRDefault="005B3ED9" w:rsidP="005B3ED9">
      <w:r>
        <w:t>360.1447</w:t>
      </w:r>
      <w:r>
        <w:tab/>
        <w:t>1.013e0</w:t>
      </w:r>
    </w:p>
    <w:p w:rsidR="005B3ED9" w:rsidRDefault="005B3ED9" w:rsidP="005B3ED9">
      <w:r>
        <w:t>360.1618</w:t>
      </w:r>
      <w:r>
        <w:tab/>
        <w:t>1.013e0</w:t>
      </w:r>
    </w:p>
    <w:p w:rsidR="005B3ED9" w:rsidRDefault="005B3ED9" w:rsidP="005B3ED9">
      <w:r>
        <w:t>360.1967</w:t>
      </w:r>
      <w:r>
        <w:tab/>
        <w:t>3.038e0</w:t>
      </w:r>
    </w:p>
    <w:p w:rsidR="005B3ED9" w:rsidRDefault="005B3ED9" w:rsidP="005B3ED9">
      <w:r>
        <w:t>360.2115</w:t>
      </w:r>
      <w:r>
        <w:tab/>
        <w:t>1.013e0</w:t>
      </w:r>
    </w:p>
    <w:p w:rsidR="005B3ED9" w:rsidRDefault="005B3ED9" w:rsidP="005B3ED9">
      <w:r>
        <w:t>360.2315</w:t>
      </w:r>
      <w:r>
        <w:tab/>
        <w:t>3.038e0</w:t>
      </w:r>
    </w:p>
    <w:p w:rsidR="005B3ED9" w:rsidRDefault="005B3ED9" w:rsidP="005B3ED9">
      <w:r>
        <w:t>360.2487</w:t>
      </w:r>
      <w:r>
        <w:tab/>
        <w:t>2.025e0</w:t>
      </w:r>
    </w:p>
    <w:p w:rsidR="005B3ED9" w:rsidRDefault="005B3ED9" w:rsidP="005B3ED9">
      <w:r>
        <w:t>360.2646</w:t>
      </w:r>
      <w:r>
        <w:tab/>
        <w:t>2.025e0</w:t>
      </w:r>
    </w:p>
    <w:p w:rsidR="005B3ED9" w:rsidRDefault="005B3ED9" w:rsidP="005B3ED9">
      <w:r>
        <w:t>360.2925</w:t>
      </w:r>
      <w:r>
        <w:tab/>
        <w:t>1.013e0</w:t>
      </w:r>
    </w:p>
    <w:p w:rsidR="005B3ED9" w:rsidRDefault="005B3ED9" w:rsidP="005B3ED9">
      <w:r>
        <w:t>360.3029</w:t>
      </w:r>
      <w:r>
        <w:tab/>
        <w:t>1.013e0</w:t>
      </w:r>
    </w:p>
    <w:p w:rsidR="005B3ED9" w:rsidRDefault="005B3ED9" w:rsidP="005B3ED9">
      <w:r>
        <w:lastRenderedPageBreak/>
        <w:t>360.3277</w:t>
      </w:r>
      <w:r>
        <w:tab/>
        <w:t>1.013e0</w:t>
      </w:r>
    </w:p>
    <w:p w:rsidR="005B3ED9" w:rsidRDefault="005B3ED9" w:rsidP="005B3ED9">
      <w:r>
        <w:t>360.3964</w:t>
      </w:r>
      <w:r>
        <w:tab/>
        <w:t>2.025e0</w:t>
      </w:r>
    </w:p>
    <w:p w:rsidR="005B3ED9" w:rsidRDefault="005B3ED9" w:rsidP="005B3ED9">
      <w:r>
        <w:t>360.4276</w:t>
      </w:r>
      <w:r>
        <w:tab/>
        <w:t>2.025e0</w:t>
      </w:r>
    </w:p>
    <w:p w:rsidR="005B3ED9" w:rsidRDefault="005B3ED9" w:rsidP="005B3ED9">
      <w:r>
        <w:t>360.5564</w:t>
      </w:r>
      <w:r>
        <w:tab/>
        <w:t>1.013e0</w:t>
      </w:r>
    </w:p>
    <w:p w:rsidR="005B3ED9" w:rsidRDefault="005B3ED9" w:rsidP="005B3ED9">
      <w:r>
        <w:t>360.6593</w:t>
      </w:r>
      <w:r>
        <w:tab/>
        <w:t>1.013e0</w:t>
      </w:r>
    </w:p>
    <w:p w:rsidR="005B3ED9" w:rsidRDefault="005B3ED9" w:rsidP="005B3ED9">
      <w:r>
        <w:t>360.6851</w:t>
      </w:r>
      <w:r>
        <w:tab/>
        <w:t>1.013e0</w:t>
      </w:r>
    </w:p>
    <w:p w:rsidR="005B3ED9" w:rsidRDefault="005B3ED9" w:rsidP="005B3ED9">
      <w:r>
        <w:t>360.7221</w:t>
      </w:r>
      <w:r>
        <w:tab/>
        <w:t>1.013e0</w:t>
      </w:r>
    </w:p>
    <w:p w:rsidR="005B3ED9" w:rsidRDefault="005B3ED9" w:rsidP="005B3ED9">
      <w:r>
        <w:t>360.7757</w:t>
      </w:r>
      <w:r>
        <w:tab/>
        <w:t>1.013e0</w:t>
      </w:r>
    </w:p>
    <w:p w:rsidR="005B3ED9" w:rsidRDefault="005B3ED9" w:rsidP="005B3ED9">
      <w:r>
        <w:t>360.8589</w:t>
      </w:r>
      <w:r>
        <w:tab/>
        <w:t>1.013e0</w:t>
      </w:r>
    </w:p>
    <w:p w:rsidR="005B3ED9" w:rsidRDefault="005B3ED9" w:rsidP="005B3ED9">
      <w:r>
        <w:t>360.8632</w:t>
      </w:r>
      <w:r>
        <w:tab/>
        <w:t>1.013e0</w:t>
      </w:r>
    </w:p>
    <w:p w:rsidR="005B3ED9" w:rsidRDefault="005B3ED9" w:rsidP="005B3ED9">
      <w:r>
        <w:t>360.8783</w:t>
      </w:r>
      <w:r>
        <w:tab/>
        <w:t>1.013e0</w:t>
      </w:r>
    </w:p>
    <w:p w:rsidR="005B3ED9" w:rsidRDefault="005B3ED9" w:rsidP="005B3ED9">
      <w:r>
        <w:t>360.8976</w:t>
      </w:r>
      <w:r>
        <w:tab/>
        <w:t>1.013e0</w:t>
      </w:r>
    </w:p>
    <w:p w:rsidR="005B3ED9" w:rsidRDefault="005B3ED9" w:rsidP="005B3ED9">
      <w:r>
        <w:t>360.9041</w:t>
      </w:r>
      <w:r>
        <w:tab/>
        <w:t>2.025e0</w:t>
      </w:r>
    </w:p>
    <w:p w:rsidR="005B3ED9" w:rsidRDefault="005B3ED9" w:rsidP="005B3ED9">
      <w:r>
        <w:t>360.9586</w:t>
      </w:r>
      <w:r>
        <w:tab/>
        <w:t>1.013e0</w:t>
      </w:r>
    </w:p>
    <w:p w:rsidR="005B3ED9" w:rsidRDefault="005B3ED9" w:rsidP="005B3ED9">
      <w:r>
        <w:t>360.9795</w:t>
      </w:r>
      <w:r>
        <w:tab/>
        <w:t>1.013e0</w:t>
      </w:r>
    </w:p>
    <w:p w:rsidR="005B3ED9" w:rsidRDefault="005B3ED9" w:rsidP="005B3ED9">
      <w:r>
        <w:t>360.9836</w:t>
      </w:r>
      <w:r>
        <w:tab/>
        <w:t>1.013e0</w:t>
      </w:r>
    </w:p>
    <w:p w:rsidR="005B3ED9" w:rsidRDefault="005B3ED9" w:rsidP="005B3ED9">
      <w:r>
        <w:t>360.9942</w:t>
      </w:r>
      <w:r>
        <w:tab/>
        <w:t>1.013e0</w:t>
      </w:r>
    </w:p>
    <w:p w:rsidR="005B3ED9" w:rsidRDefault="005B3ED9" w:rsidP="005B3ED9">
      <w:r>
        <w:t>361.0500</w:t>
      </w:r>
      <w:r>
        <w:tab/>
        <w:t>1.013e0</w:t>
      </w:r>
    </w:p>
    <w:p w:rsidR="005B3ED9" w:rsidRDefault="005B3ED9" w:rsidP="005B3ED9">
      <w:r>
        <w:t>361.0675</w:t>
      </w:r>
      <w:r>
        <w:tab/>
        <w:t>2.025e0</w:t>
      </w:r>
    </w:p>
    <w:p w:rsidR="005B3ED9" w:rsidRDefault="005B3ED9" w:rsidP="005B3ED9">
      <w:r>
        <w:lastRenderedPageBreak/>
        <w:t>361.0711</w:t>
      </w:r>
      <w:r>
        <w:tab/>
        <w:t>1.013e0</w:t>
      </w:r>
    </w:p>
    <w:p w:rsidR="005B3ED9" w:rsidRDefault="005B3ED9" w:rsidP="005B3ED9">
      <w:r>
        <w:t>361.1076</w:t>
      </w:r>
      <w:r>
        <w:tab/>
        <w:t>2.025e0</w:t>
      </w:r>
    </w:p>
    <w:p w:rsidR="005B3ED9" w:rsidRDefault="005B3ED9" w:rsidP="005B3ED9">
      <w:r>
        <w:t>361.1129</w:t>
      </w:r>
      <w:r>
        <w:tab/>
        <w:t>2.025e0</w:t>
      </w:r>
    </w:p>
    <w:p w:rsidR="005B3ED9" w:rsidRDefault="005B3ED9" w:rsidP="005B3ED9">
      <w:r>
        <w:t>361.1246</w:t>
      </w:r>
      <w:r>
        <w:tab/>
        <w:t>1.013e0</w:t>
      </w:r>
    </w:p>
    <w:p w:rsidR="005B3ED9" w:rsidRDefault="005B3ED9" w:rsidP="005B3ED9">
      <w:r>
        <w:t>361.1330</w:t>
      </w:r>
      <w:r>
        <w:tab/>
        <w:t>2.025e0</w:t>
      </w:r>
    </w:p>
    <w:p w:rsidR="005B3ED9" w:rsidRDefault="005B3ED9" w:rsidP="005B3ED9">
      <w:r>
        <w:t>361.1455</w:t>
      </w:r>
      <w:r>
        <w:tab/>
        <w:t>1.013e0</w:t>
      </w:r>
    </w:p>
    <w:p w:rsidR="005B3ED9" w:rsidRDefault="005B3ED9" w:rsidP="005B3ED9">
      <w:r>
        <w:t>361.1493</w:t>
      </w:r>
      <w:r>
        <w:tab/>
        <w:t>1.039e0</w:t>
      </w:r>
    </w:p>
    <w:p w:rsidR="005B3ED9" w:rsidRDefault="005B3ED9" w:rsidP="005B3ED9">
      <w:r>
        <w:t>361.2002</w:t>
      </w:r>
      <w:r>
        <w:tab/>
        <w:t>2.025e0</w:t>
      </w:r>
    </w:p>
    <w:p w:rsidR="005B3ED9" w:rsidRDefault="005B3ED9" w:rsidP="005B3ED9">
      <w:r>
        <w:t>361.2265</w:t>
      </w:r>
      <w:r>
        <w:tab/>
        <w:t>2.025e0</w:t>
      </w:r>
    </w:p>
    <w:p w:rsidR="005B3ED9" w:rsidRDefault="005B3ED9" w:rsidP="005B3ED9">
      <w:r>
        <w:t>361.2456</w:t>
      </w:r>
      <w:r>
        <w:tab/>
        <w:t>1.013e0</w:t>
      </w:r>
    </w:p>
    <w:p w:rsidR="005B3ED9" w:rsidRDefault="005B3ED9" w:rsidP="005B3ED9">
      <w:r>
        <w:t>361.2866</w:t>
      </w:r>
      <w:r>
        <w:tab/>
        <w:t>1.013e0</w:t>
      </w:r>
    </w:p>
    <w:p w:rsidR="005B3ED9" w:rsidRDefault="005B3ED9" w:rsidP="005B3ED9">
      <w:r>
        <w:t>361.3572</w:t>
      </w:r>
      <w:r>
        <w:tab/>
        <w:t>1.013e0</w:t>
      </w:r>
    </w:p>
    <w:p w:rsidR="005B3ED9" w:rsidRDefault="005B3ED9" w:rsidP="005B3ED9">
      <w:r>
        <w:t>361.4391</w:t>
      </w:r>
      <w:r>
        <w:tab/>
        <w:t>1.013e0</w:t>
      </w:r>
    </w:p>
    <w:p w:rsidR="005B3ED9" w:rsidRDefault="005B3ED9" w:rsidP="005B3ED9">
      <w:r>
        <w:t>361.5068</w:t>
      </w:r>
      <w:r>
        <w:tab/>
        <w:t>2.025e0</w:t>
      </w:r>
    </w:p>
    <w:p w:rsidR="005B3ED9" w:rsidRDefault="005B3ED9" w:rsidP="005B3ED9">
      <w:r>
        <w:t>361.5358</w:t>
      </w:r>
      <w:r>
        <w:tab/>
        <w:t>1.013e0</w:t>
      </w:r>
    </w:p>
    <w:p w:rsidR="005B3ED9" w:rsidRDefault="005B3ED9" w:rsidP="005B3ED9">
      <w:r>
        <w:t>361.5811</w:t>
      </w:r>
      <w:r>
        <w:tab/>
        <w:t>1.013e0</w:t>
      </w:r>
    </w:p>
    <w:p w:rsidR="005B3ED9" w:rsidRDefault="005B3ED9" w:rsidP="005B3ED9">
      <w:r>
        <w:t>361.5898</w:t>
      </w:r>
      <w:r>
        <w:tab/>
        <w:t>1.013e0</w:t>
      </w:r>
    </w:p>
    <w:p w:rsidR="005B3ED9" w:rsidRDefault="005B3ED9" w:rsidP="005B3ED9">
      <w:r>
        <w:t>361.7021</w:t>
      </w:r>
      <w:r>
        <w:tab/>
        <w:t>1.013e0</w:t>
      </w:r>
    </w:p>
    <w:p w:rsidR="005B3ED9" w:rsidRDefault="005B3ED9" w:rsidP="005B3ED9">
      <w:r>
        <w:t>361.7617</w:t>
      </w:r>
      <w:r>
        <w:tab/>
        <w:t>1.013e0</w:t>
      </w:r>
    </w:p>
    <w:p w:rsidR="005B3ED9" w:rsidRDefault="005B3ED9" w:rsidP="005B3ED9">
      <w:r>
        <w:lastRenderedPageBreak/>
        <w:t>361.7876</w:t>
      </w:r>
      <w:r>
        <w:tab/>
        <w:t>1.013e0</w:t>
      </w:r>
    </w:p>
    <w:p w:rsidR="005B3ED9" w:rsidRDefault="005B3ED9" w:rsidP="005B3ED9">
      <w:r>
        <w:t>361.8538</w:t>
      </w:r>
      <w:r>
        <w:tab/>
        <w:t>2.025e0</w:t>
      </w:r>
    </w:p>
    <w:p w:rsidR="005B3ED9" w:rsidRDefault="005B3ED9" w:rsidP="005B3ED9">
      <w:r>
        <w:t>361.9232</w:t>
      </w:r>
      <w:r>
        <w:tab/>
        <w:t>1.013e0</w:t>
      </w:r>
    </w:p>
    <w:p w:rsidR="005B3ED9" w:rsidRDefault="005B3ED9" w:rsidP="005B3ED9">
      <w:r>
        <w:t>361.9416</w:t>
      </w:r>
      <w:r>
        <w:tab/>
        <w:t>2.025e0</w:t>
      </w:r>
    </w:p>
    <w:p w:rsidR="005B3ED9" w:rsidRDefault="005B3ED9" w:rsidP="005B3ED9">
      <w:r>
        <w:t>361.9426</w:t>
      </w:r>
      <w:r>
        <w:tab/>
        <w:t>1.013e0</w:t>
      </w:r>
    </w:p>
    <w:p w:rsidR="005B3ED9" w:rsidRDefault="005B3ED9" w:rsidP="005B3ED9">
      <w:r>
        <w:t>361.9551</w:t>
      </w:r>
      <w:r>
        <w:tab/>
        <w:t>2.025e0</w:t>
      </w:r>
    </w:p>
    <w:p w:rsidR="005B3ED9" w:rsidRDefault="005B3ED9" w:rsidP="005B3ED9">
      <w:r>
        <w:t>361.9806</w:t>
      </w:r>
      <w:r>
        <w:tab/>
        <w:t>1.013e0</w:t>
      </w:r>
    </w:p>
    <w:p w:rsidR="005B3ED9" w:rsidRDefault="005B3ED9" w:rsidP="005B3ED9">
      <w:r>
        <w:t>362.0214</w:t>
      </w:r>
      <w:r>
        <w:tab/>
        <w:t>2.025e0</w:t>
      </w:r>
    </w:p>
    <w:p w:rsidR="005B3ED9" w:rsidRDefault="005B3ED9" w:rsidP="005B3ED9">
      <w:r>
        <w:t>362.0274</w:t>
      </w:r>
      <w:r>
        <w:tab/>
        <w:t>2.025e0</w:t>
      </w:r>
    </w:p>
    <w:p w:rsidR="005B3ED9" w:rsidRDefault="005B3ED9" w:rsidP="005B3ED9">
      <w:r>
        <w:t>362.0635</w:t>
      </w:r>
      <w:r>
        <w:tab/>
        <w:t>2.025e0</w:t>
      </w:r>
    </w:p>
    <w:p w:rsidR="005B3ED9" w:rsidRDefault="005B3ED9" w:rsidP="005B3ED9">
      <w:r>
        <w:t>362.1361</w:t>
      </w:r>
      <w:r>
        <w:tab/>
        <w:t>3.038e0</w:t>
      </w:r>
    </w:p>
    <w:p w:rsidR="005B3ED9" w:rsidRDefault="005B3ED9" w:rsidP="005B3ED9">
      <w:r>
        <w:t>362.2210</w:t>
      </w:r>
      <w:r>
        <w:tab/>
        <w:t>1.013e0</w:t>
      </w:r>
    </w:p>
    <w:p w:rsidR="005B3ED9" w:rsidRDefault="005B3ED9" w:rsidP="005B3ED9">
      <w:r>
        <w:t>362.2420</w:t>
      </w:r>
      <w:r>
        <w:tab/>
        <w:t>1.013e0</w:t>
      </w:r>
    </w:p>
    <w:p w:rsidR="005B3ED9" w:rsidRDefault="005B3ED9" w:rsidP="005B3ED9">
      <w:r>
        <w:t>362.2524</w:t>
      </w:r>
      <w:r>
        <w:tab/>
        <w:t>2.025e0</w:t>
      </w:r>
    </w:p>
    <w:p w:rsidR="005B3ED9" w:rsidRDefault="005B3ED9" w:rsidP="005B3ED9">
      <w:r>
        <w:t>362.2915</w:t>
      </w:r>
      <w:r>
        <w:tab/>
        <w:t>1.013e0</w:t>
      </w:r>
    </w:p>
    <w:p w:rsidR="005B3ED9" w:rsidRDefault="005B3ED9" w:rsidP="005B3ED9">
      <w:r>
        <w:t>362.3174</w:t>
      </w:r>
      <w:r>
        <w:tab/>
        <w:t>1.013e0</w:t>
      </w:r>
    </w:p>
    <w:p w:rsidR="005B3ED9" w:rsidRDefault="005B3ED9" w:rsidP="005B3ED9">
      <w:r>
        <w:t>362.3583</w:t>
      </w:r>
      <w:r>
        <w:tab/>
        <w:t>1.013e0</w:t>
      </w:r>
    </w:p>
    <w:p w:rsidR="005B3ED9" w:rsidRDefault="005B3ED9" w:rsidP="005B3ED9">
      <w:r>
        <w:t>362.3755</w:t>
      </w:r>
      <w:r>
        <w:tab/>
        <w:t>1.013e0</w:t>
      </w:r>
    </w:p>
    <w:p w:rsidR="005B3ED9" w:rsidRDefault="005B3ED9" w:rsidP="005B3ED9">
      <w:r>
        <w:t>362.4460</w:t>
      </w:r>
      <w:r>
        <w:tab/>
        <w:t>1.013e0</w:t>
      </w:r>
    </w:p>
    <w:p w:rsidR="005B3ED9" w:rsidRDefault="005B3ED9" w:rsidP="005B3ED9">
      <w:r>
        <w:lastRenderedPageBreak/>
        <w:t>362.4955</w:t>
      </w:r>
      <w:r>
        <w:tab/>
        <w:t>1.013e0</w:t>
      </w:r>
    </w:p>
    <w:p w:rsidR="005B3ED9" w:rsidRDefault="005B3ED9" w:rsidP="005B3ED9">
      <w:r>
        <w:t>362.5164</w:t>
      </w:r>
      <w:r>
        <w:tab/>
        <w:t>1.013e0</w:t>
      </w:r>
    </w:p>
    <w:p w:rsidR="005B3ED9" w:rsidRDefault="005B3ED9" w:rsidP="005B3ED9">
      <w:r>
        <w:t>362.5307</w:t>
      </w:r>
      <w:r>
        <w:tab/>
        <w:t>1.013e0</w:t>
      </w:r>
    </w:p>
    <w:p w:rsidR="005B3ED9" w:rsidRDefault="005B3ED9" w:rsidP="005B3ED9">
      <w:r>
        <w:t>362.5453</w:t>
      </w:r>
      <w:r>
        <w:tab/>
        <w:t>1.013e0</w:t>
      </w:r>
    </w:p>
    <w:p w:rsidR="005B3ED9" w:rsidRDefault="005B3ED9" w:rsidP="005B3ED9">
      <w:r>
        <w:t>362.5824</w:t>
      </w:r>
      <w:r>
        <w:tab/>
        <w:t>1.013e0</w:t>
      </w:r>
    </w:p>
    <w:p w:rsidR="005B3ED9" w:rsidRDefault="005B3ED9" w:rsidP="005B3ED9">
      <w:r>
        <w:t>362.5911</w:t>
      </w:r>
      <w:r>
        <w:tab/>
        <w:t>1.013e0</w:t>
      </w:r>
    </w:p>
    <w:p w:rsidR="005B3ED9" w:rsidRDefault="005B3ED9" w:rsidP="005B3ED9">
      <w:r>
        <w:t>362.7831</w:t>
      </w:r>
      <w:r>
        <w:tab/>
        <w:t>1.013e0</w:t>
      </w:r>
    </w:p>
    <w:p w:rsidR="005B3ED9" w:rsidRDefault="005B3ED9" w:rsidP="005B3ED9">
      <w:r>
        <w:t>362.8348</w:t>
      </w:r>
      <w:r>
        <w:tab/>
        <w:t>1.013e0</w:t>
      </w:r>
    </w:p>
    <w:p w:rsidR="005B3ED9" w:rsidRDefault="005B3ED9" w:rsidP="005B3ED9">
      <w:r>
        <w:t>362.8866</w:t>
      </w:r>
      <w:r>
        <w:tab/>
        <w:t>1.013e0</w:t>
      </w:r>
    </w:p>
    <w:p w:rsidR="005B3ED9" w:rsidRDefault="005B3ED9" w:rsidP="005B3ED9">
      <w:r>
        <w:t>362.9060</w:t>
      </w:r>
      <w:r>
        <w:tab/>
        <w:t>1.013e0</w:t>
      </w:r>
    </w:p>
    <w:p w:rsidR="005B3ED9" w:rsidRDefault="005B3ED9" w:rsidP="005B3ED9">
      <w:r>
        <w:t>362.9254</w:t>
      </w:r>
      <w:r>
        <w:tab/>
        <w:t>2.025e0</w:t>
      </w:r>
    </w:p>
    <w:p w:rsidR="005B3ED9" w:rsidRDefault="005B3ED9" w:rsidP="005B3ED9">
      <w:r>
        <w:t>363.0485</w:t>
      </w:r>
      <w:r>
        <w:tab/>
        <w:t>1.013e0</w:t>
      </w:r>
    </w:p>
    <w:p w:rsidR="005B3ED9" w:rsidRDefault="005B3ED9" w:rsidP="005B3ED9">
      <w:r>
        <w:t>363.1483</w:t>
      </w:r>
      <w:r>
        <w:tab/>
        <w:t>3.038e0</w:t>
      </w:r>
    </w:p>
    <w:p w:rsidR="005B3ED9" w:rsidRDefault="005B3ED9" w:rsidP="005B3ED9">
      <w:r>
        <w:t>363.1620</w:t>
      </w:r>
      <w:r>
        <w:tab/>
        <w:t>3.038e0</w:t>
      </w:r>
    </w:p>
    <w:p w:rsidR="005B3ED9" w:rsidRDefault="005B3ED9" w:rsidP="005B3ED9">
      <w:r>
        <w:t>363.1899</w:t>
      </w:r>
      <w:r>
        <w:tab/>
        <w:t>1.013e0</w:t>
      </w:r>
    </w:p>
    <w:p w:rsidR="005B3ED9" w:rsidRDefault="005B3ED9" w:rsidP="005B3ED9">
      <w:r>
        <w:t>363.2043</w:t>
      </w:r>
      <w:r>
        <w:tab/>
        <w:t>2.025e0</w:t>
      </w:r>
    </w:p>
    <w:p w:rsidR="005B3ED9" w:rsidRDefault="005B3ED9" w:rsidP="005B3ED9">
      <w:r>
        <w:t>363.2187</w:t>
      </w:r>
      <w:r>
        <w:tab/>
        <w:t>1.013e0</w:t>
      </w:r>
    </w:p>
    <w:p w:rsidR="005B3ED9" w:rsidRDefault="005B3ED9" w:rsidP="005B3ED9">
      <w:r>
        <w:t>363.2272</w:t>
      </w:r>
      <w:r>
        <w:tab/>
        <w:t>2.025e0</w:t>
      </w:r>
    </w:p>
    <w:p w:rsidR="005B3ED9" w:rsidRDefault="005B3ED9" w:rsidP="005B3ED9">
      <w:r>
        <w:t>363.2605</w:t>
      </w:r>
      <w:r>
        <w:tab/>
        <w:t>1.013e0</w:t>
      </w:r>
    </w:p>
    <w:p w:rsidR="005B3ED9" w:rsidRDefault="005B3ED9" w:rsidP="005B3ED9">
      <w:r>
        <w:lastRenderedPageBreak/>
        <w:t>363.2816</w:t>
      </w:r>
      <w:r>
        <w:tab/>
        <w:t>1.013e0</w:t>
      </w:r>
    </w:p>
    <w:p w:rsidR="005B3ED9" w:rsidRDefault="005B3ED9" w:rsidP="005B3ED9">
      <w:r>
        <w:t>363.2942</w:t>
      </w:r>
      <w:r>
        <w:tab/>
        <w:t>4.051e0</w:t>
      </w:r>
    </w:p>
    <w:p w:rsidR="005B3ED9" w:rsidRDefault="005B3ED9" w:rsidP="005B3ED9">
      <w:r>
        <w:t>363.3271</w:t>
      </w:r>
      <w:r>
        <w:tab/>
        <w:t>1.013e0</w:t>
      </w:r>
    </w:p>
    <w:p w:rsidR="005B3ED9" w:rsidRDefault="005B3ED9" w:rsidP="005B3ED9">
      <w:r>
        <w:t>363.3405</w:t>
      </w:r>
      <w:r>
        <w:tab/>
        <w:t>3.038e0</w:t>
      </w:r>
    </w:p>
    <w:p w:rsidR="005B3ED9" w:rsidRDefault="005B3ED9" w:rsidP="005B3ED9">
      <w:r>
        <w:t>363.4018</w:t>
      </w:r>
      <w:r>
        <w:tab/>
        <w:t>1.013e0</w:t>
      </w:r>
    </w:p>
    <w:p w:rsidR="005B3ED9" w:rsidRDefault="005B3ED9" w:rsidP="005B3ED9">
      <w:r>
        <w:t>363.4580</w:t>
      </w:r>
      <w:r>
        <w:tab/>
        <w:t>2.025e0</w:t>
      </w:r>
    </w:p>
    <w:p w:rsidR="005B3ED9" w:rsidRDefault="005B3ED9" w:rsidP="005B3ED9">
      <w:r>
        <w:t>363.4724</w:t>
      </w:r>
      <w:r>
        <w:tab/>
        <w:t>1.013e0</w:t>
      </w:r>
    </w:p>
    <w:p w:rsidR="005B3ED9" w:rsidRDefault="005B3ED9" w:rsidP="005B3ED9">
      <w:r>
        <w:t>363.5280</w:t>
      </w:r>
      <w:r>
        <w:tab/>
        <w:t>1.013e0</w:t>
      </w:r>
    </w:p>
    <w:p w:rsidR="005B3ED9" w:rsidRDefault="005B3ED9" w:rsidP="005B3ED9">
      <w:r>
        <w:t>363.5391</w:t>
      </w:r>
      <w:r>
        <w:tab/>
        <w:t>1.013e0</w:t>
      </w:r>
    </w:p>
    <w:p w:rsidR="005B3ED9" w:rsidRDefault="005B3ED9" w:rsidP="005B3ED9">
      <w:r>
        <w:t>363.5994</w:t>
      </w:r>
      <w:r>
        <w:tab/>
        <w:t>1.013e0</w:t>
      </w:r>
    </w:p>
    <w:p w:rsidR="005B3ED9" w:rsidRDefault="005B3ED9" w:rsidP="005B3ED9">
      <w:r>
        <w:t>363.6253</w:t>
      </w:r>
      <w:r>
        <w:tab/>
        <w:t>2.025e0</w:t>
      </w:r>
    </w:p>
    <w:p w:rsidR="005B3ED9" w:rsidRDefault="005B3ED9" w:rsidP="005B3ED9">
      <w:r>
        <w:t>363.7224</w:t>
      </w:r>
      <w:r>
        <w:tab/>
        <w:t>1.013e0</w:t>
      </w:r>
    </w:p>
    <w:p w:rsidR="005B3ED9" w:rsidRDefault="005B3ED9" w:rsidP="005B3ED9">
      <w:r>
        <w:t>363.7356</w:t>
      </w:r>
      <w:r>
        <w:tab/>
        <w:t>1.013e0</w:t>
      </w:r>
    </w:p>
    <w:p w:rsidR="005B3ED9" w:rsidRDefault="005B3ED9" w:rsidP="005B3ED9">
      <w:r>
        <w:t>363.7511</w:t>
      </w:r>
      <w:r>
        <w:tab/>
        <w:t>1.013e0</w:t>
      </w:r>
    </w:p>
    <w:p w:rsidR="005B3ED9" w:rsidRDefault="005B3ED9" w:rsidP="005B3ED9">
      <w:r>
        <w:t>363.8388</w:t>
      </w:r>
      <w:r>
        <w:tab/>
        <w:t>1.013e0</w:t>
      </w:r>
    </w:p>
    <w:p w:rsidR="005B3ED9" w:rsidRDefault="005B3ED9" w:rsidP="005B3ED9">
      <w:r>
        <w:t>363.8718</w:t>
      </w:r>
      <w:r>
        <w:tab/>
        <w:t>1.013e0</w:t>
      </w:r>
    </w:p>
    <w:p w:rsidR="005B3ED9" w:rsidRDefault="005B3ED9" w:rsidP="005B3ED9">
      <w:r>
        <w:t>363.9043</w:t>
      </w:r>
      <w:r>
        <w:tab/>
        <w:t>1.013e0</w:t>
      </w:r>
    </w:p>
    <w:p w:rsidR="005B3ED9" w:rsidRDefault="005B3ED9" w:rsidP="005B3ED9">
      <w:r>
        <w:t>363.9177</w:t>
      </w:r>
      <w:r>
        <w:tab/>
        <w:t>2.025e0</w:t>
      </w:r>
    </w:p>
    <w:p w:rsidR="005B3ED9" w:rsidRDefault="005B3ED9" w:rsidP="005B3ED9">
      <w:r>
        <w:t>363.9466</w:t>
      </w:r>
      <w:r>
        <w:tab/>
        <w:t>2.025e0</w:t>
      </w:r>
    </w:p>
    <w:p w:rsidR="005B3ED9" w:rsidRDefault="005B3ED9" w:rsidP="005B3ED9">
      <w:r>
        <w:lastRenderedPageBreak/>
        <w:t>363.9552</w:t>
      </w:r>
      <w:r>
        <w:tab/>
        <w:t>1.013e0</w:t>
      </w:r>
    </w:p>
    <w:p w:rsidR="005B3ED9" w:rsidRDefault="005B3ED9" w:rsidP="005B3ED9">
      <w:r>
        <w:t>363.9572</w:t>
      </w:r>
      <w:r>
        <w:tab/>
        <w:t>2.025e0</w:t>
      </w:r>
    </w:p>
    <w:p w:rsidR="005B3ED9" w:rsidRDefault="005B3ED9" w:rsidP="005B3ED9">
      <w:r>
        <w:t>363.9692</w:t>
      </w:r>
      <w:r>
        <w:tab/>
        <w:t>1.013e0</w:t>
      </w:r>
    </w:p>
    <w:p w:rsidR="005B3ED9" w:rsidRDefault="005B3ED9" w:rsidP="005B3ED9">
      <w:r>
        <w:t>364.0382</w:t>
      </w:r>
      <w:r>
        <w:tab/>
        <w:t>2.025e0</w:t>
      </w:r>
    </w:p>
    <w:p w:rsidR="005B3ED9" w:rsidRDefault="005B3ED9" w:rsidP="005B3ED9">
      <w:r>
        <w:t>364.0477</w:t>
      </w:r>
      <w:r>
        <w:tab/>
        <w:t>4.051e0</w:t>
      </w:r>
    </w:p>
    <w:p w:rsidR="005B3ED9" w:rsidRDefault="005B3ED9" w:rsidP="005B3ED9">
      <w:r>
        <w:t>364.0580</w:t>
      </w:r>
      <w:r>
        <w:tab/>
        <w:t>2.025e0</w:t>
      </w:r>
    </w:p>
    <w:p w:rsidR="005B3ED9" w:rsidRDefault="005B3ED9" w:rsidP="005B3ED9">
      <w:r>
        <w:t>364.0860</w:t>
      </w:r>
      <w:r>
        <w:tab/>
        <w:t>2.025e0</w:t>
      </w:r>
    </w:p>
    <w:p w:rsidR="005B3ED9" w:rsidRDefault="005B3ED9" w:rsidP="005B3ED9">
      <w:r>
        <w:t>364.0925</w:t>
      </w:r>
      <w:r>
        <w:tab/>
        <w:t>1.013e0</w:t>
      </w:r>
    </w:p>
    <w:p w:rsidR="005B3ED9" w:rsidRDefault="005B3ED9" w:rsidP="005B3ED9">
      <w:r>
        <w:t>364.1462</w:t>
      </w:r>
      <w:r>
        <w:tab/>
        <w:t>1.013e0</w:t>
      </w:r>
    </w:p>
    <w:p w:rsidR="005B3ED9" w:rsidRDefault="005B3ED9" w:rsidP="005B3ED9">
      <w:r>
        <w:t>364.1632</w:t>
      </w:r>
      <w:r>
        <w:tab/>
        <w:t>2.025e0</w:t>
      </w:r>
    </w:p>
    <w:p w:rsidR="005B3ED9" w:rsidRDefault="005B3ED9" w:rsidP="005B3ED9">
      <w:r>
        <w:t>364.1835</w:t>
      </w:r>
      <w:r>
        <w:tab/>
        <w:t>1.013e0</w:t>
      </w:r>
    </w:p>
    <w:p w:rsidR="005B3ED9" w:rsidRDefault="005B3ED9" w:rsidP="005B3ED9">
      <w:r>
        <w:t>364.1927</w:t>
      </w:r>
      <w:r>
        <w:tab/>
        <w:t>2.025e0</w:t>
      </w:r>
    </w:p>
    <w:p w:rsidR="005B3ED9" w:rsidRDefault="005B3ED9" w:rsidP="005B3ED9">
      <w:r>
        <w:t>364.1941</w:t>
      </w:r>
      <w:r>
        <w:tab/>
        <w:t>3.038e0</w:t>
      </w:r>
    </w:p>
    <w:p w:rsidR="005B3ED9" w:rsidRDefault="005B3ED9" w:rsidP="005B3ED9">
      <w:r>
        <w:t>364.2001</w:t>
      </w:r>
      <w:r>
        <w:tab/>
        <w:t>3.038e0</w:t>
      </w:r>
    </w:p>
    <w:p w:rsidR="005B3ED9" w:rsidRDefault="005B3ED9" w:rsidP="005B3ED9">
      <w:r>
        <w:t>364.2626</w:t>
      </w:r>
      <w:r>
        <w:tab/>
        <w:t>1.013e0</w:t>
      </w:r>
    </w:p>
    <w:p w:rsidR="005B3ED9" w:rsidRDefault="005B3ED9" w:rsidP="005B3ED9">
      <w:r>
        <w:t>364.3296</w:t>
      </w:r>
      <w:r>
        <w:tab/>
        <w:t>3.038e0</w:t>
      </w:r>
    </w:p>
    <w:p w:rsidR="005B3ED9" w:rsidRDefault="005B3ED9" w:rsidP="005B3ED9">
      <w:r>
        <w:t>364.3511</w:t>
      </w:r>
      <w:r>
        <w:tab/>
        <w:t>3.038e0</w:t>
      </w:r>
    </w:p>
    <w:p w:rsidR="005B3ED9" w:rsidRDefault="005B3ED9" w:rsidP="005B3ED9">
      <w:r>
        <w:t>364.3590</w:t>
      </w:r>
      <w:r>
        <w:tab/>
        <w:t>2.025e0</w:t>
      </w:r>
    </w:p>
    <w:p w:rsidR="005B3ED9" w:rsidRDefault="005B3ED9" w:rsidP="005B3ED9">
      <w:r>
        <w:t>364.4303</w:t>
      </w:r>
      <w:r>
        <w:tab/>
        <w:t>1.013e0</w:t>
      </w:r>
    </w:p>
    <w:p w:rsidR="005B3ED9" w:rsidRDefault="005B3ED9" w:rsidP="005B3ED9">
      <w:r>
        <w:lastRenderedPageBreak/>
        <w:t>364.4419</w:t>
      </w:r>
      <w:r>
        <w:tab/>
        <w:t>1.013e0</w:t>
      </w:r>
    </w:p>
    <w:p w:rsidR="005B3ED9" w:rsidRDefault="005B3ED9" w:rsidP="005B3ED9">
      <w:r>
        <w:t>364.4759</w:t>
      </w:r>
      <w:r>
        <w:tab/>
        <w:t>1.013e0</w:t>
      </w:r>
    </w:p>
    <w:p w:rsidR="005B3ED9" w:rsidRDefault="005B3ED9" w:rsidP="005B3ED9">
      <w:r>
        <w:t>364.4823</w:t>
      </w:r>
      <w:r>
        <w:tab/>
        <w:t>1.013e0</w:t>
      </w:r>
    </w:p>
    <w:p w:rsidR="005B3ED9" w:rsidRDefault="005B3ED9" w:rsidP="005B3ED9">
      <w:r>
        <w:t>364.5473</w:t>
      </w:r>
      <w:r>
        <w:tab/>
        <w:t>1.013e0</w:t>
      </w:r>
    </w:p>
    <w:p w:rsidR="005B3ED9" w:rsidRDefault="005B3ED9" w:rsidP="005B3ED9">
      <w:r>
        <w:t>364.5669</w:t>
      </w:r>
      <w:r>
        <w:tab/>
        <w:t>1.013e0</w:t>
      </w:r>
    </w:p>
    <w:p w:rsidR="005B3ED9" w:rsidRDefault="005B3ED9" w:rsidP="005B3ED9">
      <w:r>
        <w:t>364.6123</w:t>
      </w:r>
      <w:r>
        <w:tab/>
        <w:t>1.013e0</w:t>
      </w:r>
    </w:p>
    <w:p w:rsidR="005B3ED9" w:rsidRDefault="005B3ED9" w:rsidP="005B3ED9">
      <w:r>
        <w:t>364.6189</w:t>
      </w:r>
      <w:r>
        <w:tab/>
        <w:t>1.013e0</w:t>
      </w:r>
    </w:p>
    <w:p w:rsidR="005B3ED9" w:rsidRDefault="005B3ED9" w:rsidP="005B3ED9">
      <w:r>
        <w:t>364.7035</w:t>
      </w:r>
      <w:r>
        <w:tab/>
        <w:t>1.013e0</w:t>
      </w:r>
    </w:p>
    <w:p w:rsidR="005B3ED9" w:rsidRDefault="005B3ED9" w:rsidP="005B3ED9">
      <w:r>
        <w:t>364.8122</w:t>
      </w:r>
      <w:r>
        <w:tab/>
        <w:t>1.013e0</w:t>
      </w:r>
    </w:p>
    <w:p w:rsidR="005B3ED9" w:rsidRDefault="005B3ED9" w:rsidP="005B3ED9">
      <w:r>
        <w:t>364.8204</w:t>
      </w:r>
      <w:r>
        <w:tab/>
        <w:t>1.013e0</w:t>
      </w:r>
    </w:p>
    <w:p w:rsidR="005B3ED9" w:rsidRDefault="005B3ED9" w:rsidP="005B3ED9">
      <w:r>
        <w:t>364.8411</w:t>
      </w:r>
      <w:r>
        <w:tab/>
        <w:t>1.013e0</w:t>
      </w:r>
    </w:p>
    <w:p w:rsidR="005B3ED9" w:rsidRDefault="005B3ED9" w:rsidP="005B3ED9">
      <w:r>
        <w:t>364.8688</w:t>
      </w:r>
      <w:r>
        <w:tab/>
        <w:t>2.025e0</w:t>
      </w:r>
    </w:p>
    <w:p w:rsidR="005B3ED9" w:rsidRDefault="005B3ED9" w:rsidP="005B3ED9">
      <w:r>
        <w:t>364.9155</w:t>
      </w:r>
      <w:r>
        <w:tab/>
        <w:t>2.025e0</w:t>
      </w:r>
    </w:p>
    <w:p w:rsidR="005B3ED9" w:rsidRDefault="005B3ED9" w:rsidP="005B3ED9">
      <w:r>
        <w:t>364.9498</w:t>
      </w:r>
      <w:r>
        <w:tab/>
        <w:t>1.013e0</w:t>
      </w:r>
    </w:p>
    <w:p w:rsidR="005B3ED9" w:rsidRDefault="005B3ED9" w:rsidP="005B3ED9">
      <w:r>
        <w:t>364.9745</w:t>
      </w:r>
      <w:r>
        <w:tab/>
        <w:t>1.013e0</w:t>
      </w:r>
    </w:p>
    <w:p w:rsidR="005B3ED9" w:rsidRDefault="005B3ED9" w:rsidP="005B3ED9">
      <w:r>
        <w:t>364.9896</w:t>
      </w:r>
      <w:r>
        <w:tab/>
        <w:t>1.013e0</w:t>
      </w:r>
    </w:p>
    <w:p w:rsidR="005B3ED9" w:rsidRDefault="005B3ED9" w:rsidP="005B3ED9">
      <w:r>
        <w:t>365.0287</w:t>
      </w:r>
      <w:r>
        <w:tab/>
        <w:t>1.013e0</w:t>
      </w:r>
    </w:p>
    <w:p w:rsidR="005B3ED9" w:rsidRDefault="005B3ED9" w:rsidP="005B3ED9">
      <w:r>
        <w:t>365.0612</w:t>
      </w:r>
      <w:r>
        <w:tab/>
        <w:t>1.013e0</w:t>
      </w:r>
    </w:p>
    <w:p w:rsidR="005B3ED9" w:rsidRDefault="005B3ED9" w:rsidP="005B3ED9">
      <w:r>
        <w:t>365.0702</w:t>
      </w:r>
      <w:r>
        <w:tab/>
        <w:t>1.013e0</w:t>
      </w:r>
    </w:p>
    <w:p w:rsidR="005B3ED9" w:rsidRDefault="005B3ED9" w:rsidP="005B3ED9">
      <w:r>
        <w:lastRenderedPageBreak/>
        <w:t>365.0807</w:t>
      </w:r>
      <w:r>
        <w:tab/>
        <w:t>1.013e0</w:t>
      </w:r>
    </w:p>
    <w:p w:rsidR="005B3ED9" w:rsidRDefault="005B3ED9" w:rsidP="005B3ED9">
      <w:r>
        <w:t>365.1767</w:t>
      </w:r>
      <w:r>
        <w:tab/>
        <w:t>4.051e0</w:t>
      </w:r>
    </w:p>
    <w:p w:rsidR="005B3ED9" w:rsidRDefault="005B3ED9" w:rsidP="005B3ED9">
      <w:r>
        <w:t>365.1914</w:t>
      </w:r>
      <w:r>
        <w:tab/>
        <w:t>2.025e0</w:t>
      </w:r>
    </w:p>
    <w:p w:rsidR="005B3ED9" w:rsidRDefault="005B3ED9" w:rsidP="005B3ED9">
      <w:r>
        <w:t>365.2235</w:t>
      </w:r>
      <w:r>
        <w:tab/>
        <w:t>3.038e0</w:t>
      </w:r>
    </w:p>
    <w:p w:rsidR="005B3ED9" w:rsidRDefault="005B3ED9" w:rsidP="005B3ED9">
      <w:r>
        <w:t>365.2285</w:t>
      </w:r>
      <w:r>
        <w:tab/>
        <w:t>1.013e0</w:t>
      </w:r>
    </w:p>
    <w:p w:rsidR="005B3ED9" w:rsidRDefault="005B3ED9" w:rsidP="005B3ED9">
      <w:r>
        <w:t>365.2935</w:t>
      </w:r>
      <w:r>
        <w:tab/>
        <w:t>2.025e0</w:t>
      </w:r>
    </w:p>
    <w:p w:rsidR="005B3ED9" w:rsidRDefault="005B3ED9" w:rsidP="005B3ED9">
      <w:r>
        <w:t>365.3359</w:t>
      </w:r>
      <w:r>
        <w:tab/>
        <w:t>3.038e0</w:t>
      </w:r>
    </w:p>
    <w:p w:rsidR="005B3ED9" w:rsidRDefault="005B3ED9" w:rsidP="005B3ED9">
      <w:r>
        <w:t>365.3489</w:t>
      </w:r>
      <w:r>
        <w:tab/>
        <w:t>2.025e0</w:t>
      </w:r>
    </w:p>
    <w:p w:rsidR="005B3ED9" w:rsidRDefault="005B3ED9" w:rsidP="005B3ED9">
      <w:r>
        <w:t>365.4158</w:t>
      </w:r>
      <w:r>
        <w:tab/>
        <w:t>1.013e0</w:t>
      </w:r>
    </w:p>
    <w:p w:rsidR="005B3ED9" w:rsidRDefault="005B3ED9" w:rsidP="005B3ED9">
      <w:r>
        <w:t>365.5035</w:t>
      </w:r>
      <w:r>
        <w:tab/>
        <w:t>1.013e0</w:t>
      </w:r>
    </w:p>
    <w:p w:rsidR="005B3ED9" w:rsidRDefault="005B3ED9" w:rsidP="005B3ED9">
      <w:r>
        <w:t>365.5367</w:t>
      </w:r>
      <w:r>
        <w:tab/>
        <w:t>1.013e0</w:t>
      </w:r>
    </w:p>
    <w:p w:rsidR="005B3ED9" w:rsidRDefault="005B3ED9" w:rsidP="005B3ED9">
      <w:r>
        <w:t>365.6448</w:t>
      </w:r>
      <w:r>
        <w:tab/>
        <w:t>1.013e0</w:t>
      </w:r>
    </w:p>
    <w:p w:rsidR="005B3ED9" w:rsidRDefault="005B3ED9" w:rsidP="005B3ED9">
      <w:r>
        <w:t>365.7232</w:t>
      </w:r>
      <w:r>
        <w:tab/>
        <w:t>2.025e0</w:t>
      </w:r>
    </w:p>
    <w:p w:rsidR="005B3ED9" w:rsidRDefault="005B3ED9" w:rsidP="005B3ED9">
      <w:r>
        <w:t>365.7823</w:t>
      </w:r>
      <w:r>
        <w:tab/>
        <w:t>2.025e0</w:t>
      </w:r>
    </w:p>
    <w:p w:rsidR="005B3ED9" w:rsidRDefault="005B3ED9" w:rsidP="005B3ED9">
      <w:r>
        <w:t>365.9023</w:t>
      </w:r>
      <w:r>
        <w:tab/>
        <w:t>1.114e1</w:t>
      </w:r>
    </w:p>
    <w:p w:rsidR="005B3ED9" w:rsidRDefault="005B3ED9" w:rsidP="005B3ED9">
      <w:r>
        <w:t>365.9055</w:t>
      </w:r>
      <w:r>
        <w:tab/>
        <w:t>6.076e0</w:t>
      </w:r>
    </w:p>
    <w:p w:rsidR="005B3ED9" w:rsidRDefault="005B3ED9" w:rsidP="005B3ED9">
      <w:r>
        <w:t>365.9065</w:t>
      </w:r>
      <w:r>
        <w:tab/>
        <w:t>1.013e1</w:t>
      </w:r>
    </w:p>
    <w:p w:rsidR="005B3ED9" w:rsidRDefault="005B3ED9" w:rsidP="005B3ED9">
      <w:r>
        <w:t>365.9083</w:t>
      </w:r>
      <w:r>
        <w:tab/>
        <w:t>9.114e0</w:t>
      </w:r>
    </w:p>
    <w:p w:rsidR="005B3ED9" w:rsidRDefault="005B3ED9" w:rsidP="005B3ED9">
      <w:r>
        <w:t>365.9591</w:t>
      </w:r>
      <w:r>
        <w:tab/>
        <w:t>2.025e0</w:t>
      </w:r>
    </w:p>
    <w:p w:rsidR="005B3ED9" w:rsidRDefault="005B3ED9" w:rsidP="005B3ED9">
      <w:r>
        <w:lastRenderedPageBreak/>
        <w:t>365.9735</w:t>
      </w:r>
      <w:r>
        <w:tab/>
        <w:t>1.013e0</w:t>
      </w:r>
    </w:p>
    <w:p w:rsidR="005B3ED9" w:rsidRDefault="005B3ED9" w:rsidP="005B3ED9">
      <w:r>
        <w:t>365.9770</w:t>
      </w:r>
      <w:r>
        <w:tab/>
        <w:t>3.038e0</w:t>
      </w:r>
    </w:p>
    <w:p w:rsidR="005B3ED9" w:rsidRDefault="005B3ED9" w:rsidP="005B3ED9">
      <w:r>
        <w:t>365.9865</w:t>
      </w:r>
      <w:r>
        <w:tab/>
        <w:t>1.013e0</w:t>
      </w:r>
    </w:p>
    <w:p w:rsidR="005B3ED9" w:rsidRDefault="005B3ED9" w:rsidP="005B3ED9">
      <w:r>
        <w:t>366.0256</w:t>
      </w:r>
      <w:r>
        <w:tab/>
        <w:t>1.013e0</w:t>
      </w:r>
    </w:p>
    <w:p w:rsidR="005B3ED9" w:rsidRDefault="005B3ED9" w:rsidP="005B3ED9">
      <w:r>
        <w:t>366.0452</w:t>
      </w:r>
      <w:r>
        <w:tab/>
        <w:t>1.013e0</w:t>
      </w:r>
    </w:p>
    <w:p w:rsidR="005B3ED9" w:rsidRDefault="005B3ED9" w:rsidP="005B3ED9">
      <w:r>
        <w:t>366.0650</w:t>
      </w:r>
      <w:r>
        <w:tab/>
        <w:t>1.013e0</w:t>
      </w:r>
    </w:p>
    <w:p w:rsidR="005B3ED9" w:rsidRDefault="005B3ED9" w:rsidP="005B3ED9">
      <w:r>
        <w:t>366.1092</w:t>
      </w:r>
      <w:r>
        <w:tab/>
        <w:t>2.025e0</w:t>
      </w:r>
    </w:p>
    <w:p w:rsidR="005B3ED9" w:rsidRDefault="005B3ED9" w:rsidP="005B3ED9">
      <w:r>
        <w:t>366.1170</w:t>
      </w:r>
      <w:r>
        <w:tab/>
        <w:t>1.013e0</w:t>
      </w:r>
    </w:p>
    <w:p w:rsidR="005B3ED9" w:rsidRDefault="005B3ED9" w:rsidP="005B3ED9">
      <w:r>
        <w:t>366.1287</w:t>
      </w:r>
      <w:r>
        <w:tab/>
        <w:t>4.051e0</w:t>
      </w:r>
    </w:p>
    <w:p w:rsidR="005B3ED9" w:rsidRDefault="005B3ED9" w:rsidP="005B3ED9">
      <w:r>
        <w:t>366.1627</w:t>
      </w:r>
      <w:r>
        <w:tab/>
        <w:t>1.013e0</w:t>
      </w:r>
    </w:p>
    <w:p w:rsidR="005B3ED9" w:rsidRDefault="005B3ED9" w:rsidP="005B3ED9">
      <w:r>
        <w:t>366.1654</w:t>
      </w:r>
      <w:r>
        <w:tab/>
        <w:t>2.025e0</w:t>
      </w:r>
    </w:p>
    <w:p w:rsidR="005B3ED9" w:rsidRDefault="005B3ED9" w:rsidP="005B3ED9">
      <w:r>
        <w:t>366.1961</w:t>
      </w:r>
      <w:r>
        <w:tab/>
        <w:t>2.025e0</w:t>
      </w:r>
    </w:p>
    <w:p w:rsidR="005B3ED9" w:rsidRDefault="005B3ED9" w:rsidP="005B3ED9">
      <w:r>
        <w:t>366.2149</w:t>
      </w:r>
      <w:r>
        <w:tab/>
        <w:t>2.025e0</w:t>
      </w:r>
    </w:p>
    <w:p w:rsidR="005B3ED9" w:rsidRDefault="005B3ED9" w:rsidP="005B3ED9">
      <w:r>
        <w:t>366.2541</w:t>
      </w:r>
      <w:r>
        <w:tab/>
        <w:t>1.013e0</w:t>
      </w:r>
    </w:p>
    <w:p w:rsidR="005B3ED9" w:rsidRDefault="005B3ED9" w:rsidP="005B3ED9">
      <w:r>
        <w:t>366.2867</w:t>
      </w:r>
      <w:r>
        <w:tab/>
        <w:t>1.013e0</w:t>
      </w:r>
    </w:p>
    <w:p w:rsidR="005B3ED9" w:rsidRDefault="005B3ED9" w:rsidP="005B3ED9">
      <w:r>
        <w:t>366.3154</w:t>
      </w:r>
      <w:r>
        <w:tab/>
        <w:t>1.013e0</w:t>
      </w:r>
    </w:p>
    <w:p w:rsidR="005B3ED9" w:rsidRDefault="005B3ED9" w:rsidP="005B3ED9">
      <w:r>
        <w:t>366.3821</w:t>
      </w:r>
      <w:r>
        <w:tab/>
        <w:t>1.013e0</w:t>
      </w:r>
    </w:p>
    <w:p w:rsidR="005B3ED9" w:rsidRDefault="005B3ED9" w:rsidP="005B3ED9">
      <w:r>
        <w:t>366.4567</w:t>
      </w:r>
      <w:r>
        <w:tab/>
        <w:t>1.013e0</w:t>
      </w:r>
    </w:p>
    <w:p w:rsidR="005B3ED9" w:rsidRDefault="005B3ED9" w:rsidP="005B3ED9">
      <w:r>
        <w:t>366.5153</w:t>
      </w:r>
      <w:r>
        <w:tab/>
        <w:t>1.013e0</w:t>
      </w:r>
    </w:p>
    <w:p w:rsidR="005B3ED9" w:rsidRDefault="005B3ED9" w:rsidP="005B3ED9">
      <w:r>
        <w:lastRenderedPageBreak/>
        <w:t>366.5446</w:t>
      </w:r>
      <w:r>
        <w:tab/>
        <w:t>1.013e0</w:t>
      </w:r>
    </w:p>
    <w:p w:rsidR="005B3ED9" w:rsidRDefault="005B3ED9" w:rsidP="005B3ED9">
      <w:r>
        <w:t>366.5610</w:t>
      </w:r>
      <w:r>
        <w:tab/>
        <w:t>1.013e0</w:t>
      </w:r>
    </w:p>
    <w:p w:rsidR="005B3ED9" w:rsidRDefault="005B3ED9" w:rsidP="005B3ED9">
      <w:r>
        <w:t>366.5866</w:t>
      </w:r>
      <w:r>
        <w:tab/>
        <w:t>1.013e0</w:t>
      </w:r>
    </w:p>
    <w:p w:rsidR="005B3ED9" w:rsidRDefault="005B3ED9" w:rsidP="005B3ED9">
      <w:r>
        <w:t>366.6067</w:t>
      </w:r>
      <w:r>
        <w:tab/>
        <w:t>1.013e0</w:t>
      </w:r>
    </w:p>
    <w:p w:rsidR="005B3ED9" w:rsidRDefault="005B3ED9" w:rsidP="005B3ED9">
      <w:r>
        <w:t>366.6459</w:t>
      </w:r>
      <w:r>
        <w:tab/>
        <w:t>1.013e0</w:t>
      </w:r>
    </w:p>
    <w:p w:rsidR="005B3ED9" w:rsidRDefault="005B3ED9" w:rsidP="005B3ED9">
      <w:r>
        <w:t>366.6917</w:t>
      </w:r>
      <w:r>
        <w:tab/>
        <w:t>1.013e0</w:t>
      </w:r>
    </w:p>
    <w:p w:rsidR="005B3ED9" w:rsidRDefault="005B3ED9" w:rsidP="005B3ED9">
      <w:r>
        <w:t>366.7280</w:t>
      </w:r>
      <w:r>
        <w:tab/>
        <w:t>1.013e0</w:t>
      </w:r>
    </w:p>
    <w:p w:rsidR="005B3ED9" w:rsidRDefault="005B3ED9" w:rsidP="005B3ED9">
      <w:r>
        <w:t>366.9058</w:t>
      </w:r>
      <w:r>
        <w:tab/>
        <w:t>3.038e0</w:t>
      </w:r>
    </w:p>
    <w:p w:rsidR="005B3ED9" w:rsidRDefault="005B3ED9" w:rsidP="005B3ED9">
      <w:r>
        <w:t>366.9369</w:t>
      </w:r>
      <w:r>
        <w:tab/>
        <w:t>2.025e0</w:t>
      </w:r>
    </w:p>
    <w:p w:rsidR="005B3ED9" w:rsidRDefault="005B3ED9" w:rsidP="005B3ED9">
      <w:r>
        <w:t>366.9527</w:t>
      </w:r>
      <w:r>
        <w:tab/>
        <w:t>2.025e0</w:t>
      </w:r>
    </w:p>
    <w:p w:rsidR="005B3ED9" w:rsidRDefault="005B3ED9" w:rsidP="005B3ED9">
      <w:r>
        <w:t>366.9612</w:t>
      </w:r>
      <w:r>
        <w:tab/>
        <w:t>1.013e0</w:t>
      </w:r>
    </w:p>
    <w:p w:rsidR="005B3ED9" w:rsidRDefault="005B3ED9" w:rsidP="005B3ED9">
      <w:r>
        <w:t>366.9782</w:t>
      </w:r>
      <w:r>
        <w:tab/>
        <w:t>1.013e0</w:t>
      </w:r>
    </w:p>
    <w:p w:rsidR="005B3ED9" w:rsidRDefault="005B3ED9" w:rsidP="005B3ED9">
      <w:r>
        <w:t>366.9990</w:t>
      </w:r>
      <w:r>
        <w:tab/>
        <w:t>1.013e0</w:t>
      </w:r>
    </w:p>
    <w:p w:rsidR="005B3ED9" w:rsidRDefault="005B3ED9" w:rsidP="005B3ED9">
      <w:r>
        <w:t>367.0031</w:t>
      </w:r>
      <w:r>
        <w:tab/>
        <w:t>1.013e0</w:t>
      </w:r>
    </w:p>
    <w:p w:rsidR="005B3ED9" w:rsidRDefault="005B3ED9" w:rsidP="005B3ED9">
      <w:r>
        <w:t>367.0136</w:t>
      </w:r>
      <w:r>
        <w:tab/>
        <w:t>2.025e0</w:t>
      </w:r>
    </w:p>
    <w:p w:rsidR="005B3ED9" w:rsidRDefault="005B3ED9" w:rsidP="005B3ED9">
      <w:r>
        <w:t>367.0529</w:t>
      </w:r>
      <w:r>
        <w:tab/>
        <w:t>1.013e0</w:t>
      </w:r>
    </w:p>
    <w:p w:rsidR="005B3ED9" w:rsidRDefault="005B3ED9" w:rsidP="005B3ED9">
      <w:r>
        <w:t>367.0700</w:t>
      </w:r>
      <w:r>
        <w:tab/>
        <w:t>1.013e0</w:t>
      </w:r>
    </w:p>
    <w:p w:rsidR="005B3ED9" w:rsidRDefault="005B3ED9" w:rsidP="005B3ED9">
      <w:r>
        <w:t>367.1197</w:t>
      </w:r>
      <w:r>
        <w:tab/>
        <w:t>3.038e0</w:t>
      </w:r>
    </w:p>
    <w:p w:rsidR="005B3ED9" w:rsidRDefault="005B3ED9" w:rsidP="005B3ED9">
      <w:r>
        <w:t>367.1340</w:t>
      </w:r>
      <w:r>
        <w:tab/>
        <w:t>4.051e0</w:t>
      </w:r>
    </w:p>
    <w:p w:rsidR="005B3ED9" w:rsidRDefault="005B3ED9" w:rsidP="005B3ED9">
      <w:r>
        <w:lastRenderedPageBreak/>
        <w:t>367.1516</w:t>
      </w:r>
      <w:r>
        <w:tab/>
        <w:t>3.038e0</w:t>
      </w:r>
    </w:p>
    <w:p w:rsidR="005B3ED9" w:rsidRDefault="005B3ED9" w:rsidP="005B3ED9">
      <w:r>
        <w:t>367.1559</w:t>
      </w:r>
      <w:r>
        <w:tab/>
        <w:t>1.013e0</w:t>
      </w:r>
    </w:p>
    <w:p w:rsidR="005B3ED9" w:rsidRDefault="005B3ED9" w:rsidP="005B3ED9">
      <w:r>
        <w:t>367.1618</w:t>
      </w:r>
      <w:r>
        <w:tab/>
        <w:t>1.013e0</w:t>
      </w:r>
    </w:p>
    <w:p w:rsidR="005B3ED9" w:rsidRDefault="005B3ED9" w:rsidP="005B3ED9">
      <w:r>
        <w:t>367.1905</w:t>
      </w:r>
      <w:r>
        <w:tab/>
        <w:t>3.038e0</w:t>
      </w:r>
    </w:p>
    <w:p w:rsidR="005B3ED9" w:rsidRDefault="005B3ED9" w:rsidP="005B3ED9">
      <w:r>
        <w:t>367.2324</w:t>
      </w:r>
      <w:r>
        <w:tab/>
        <w:t>1.013e0</w:t>
      </w:r>
    </w:p>
    <w:p w:rsidR="005B3ED9" w:rsidRDefault="005B3ED9" w:rsidP="005B3ED9">
      <w:r>
        <w:t>367.2611</w:t>
      </w:r>
      <w:r>
        <w:tab/>
        <w:t>1.013e0</w:t>
      </w:r>
    </w:p>
    <w:p w:rsidR="005B3ED9" w:rsidRDefault="005B3ED9" w:rsidP="005B3ED9">
      <w:r>
        <w:t>367.2908</w:t>
      </w:r>
      <w:r>
        <w:tab/>
        <w:t>2.025e0</w:t>
      </w:r>
    </w:p>
    <w:p w:rsidR="005B3ED9" w:rsidRDefault="005B3ED9" w:rsidP="005B3ED9">
      <w:r>
        <w:t>367.3453</w:t>
      </w:r>
      <w:r>
        <w:tab/>
        <w:t>1.013e0</w:t>
      </w:r>
    </w:p>
    <w:p w:rsidR="005B3ED9" w:rsidRDefault="005B3ED9" w:rsidP="005B3ED9">
      <w:r>
        <w:t>367.3588</w:t>
      </w:r>
      <w:r>
        <w:tab/>
        <w:t>1.013e0</w:t>
      </w:r>
    </w:p>
    <w:p w:rsidR="005B3ED9" w:rsidRDefault="005B3ED9" w:rsidP="005B3ED9">
      <w:r>
        <w:t>367.4230</w:t>
      </w:r>
      <w:r>
        <w:tab/>
        <w:t>2.025e0</w:t>
      </w:r>
    </w:p>
    <w:p w:rsidR="005B3ED9" w:rsidRDefault="005B3ED9" w:rsidP="005B3ED9">
      <w:r>
        <w:t>367.4535</w:t>
      </w:r>
      <w:r>
        <w:tab/>
        <w:t>2.025e0</w:t>
      </w:r>
    </w:p>
    <w:p w:rsidR="005B3ED9" w:rsidRDefault="005B3ED9" w:rsidP="005B3ED9">
      <w:r>
        <w:t>367.5618</w:t>
      </w:r>
      <w:r>
        <w:tab/>
        <w:t>1.013e0</w:t>
      </w:r>
    </w:p>
    <w:p w:rsidR="005B3ED9" w:rsidRDefault="005B3ED9" w:rsidP="005B3ED9">
      <w:r>
        <w:t>367.5823</w:t>
      </w:r>
      <w:r>
        <w:tab/>
        <w:t>2.025e0</w:t>
      </w:r>
    </w:p>
    <w:p w:rsidR="005B3ED9" w:rsidRDefault="005B3ED9" w:rsidP="005B3ED9">
      <w:r>
        <w:t>367.6862</w:t>
      </w:r>
      <w:r>
        <w:tab/>
        <w:t>1.013e0</w:t>
      </w:r>
    </w:p>
    <w:p w:rsidR="005B3ED9" w:rsidRDefault="005B3ED9" w:rsidP="005B3ED9">
      <w:r>
        <w:t>367.6911</w:t>
      </w:r>
      <w:r>
        <w:tab/>
        <w:t>1.013e0</w:t>
      </w:r>
    </w:p>
    <w:p w:rsidR="005B3ED9" w:rsidRDefault="005B3ED9" w:rsidP="005B3ED9">
      <w:r>
        <w:t>367.6951</w:t>
      </w:r>
      <w:r>
        <w:tab/>
        <w:t>1.013e0</w:t>
      </w:r>
    </w:p>
    <w:p w:rsidR="005B3ED9" w:rsidRDefault="005B3ED9" w:rsidP="005B3ED9">
      <w:r>
        <w:t>367.7255</w:t>
      </w:r>
      <w:r>
        <w:tab/>
        <w:t>1.013e0</w:t>
      </w:r>
    </w:p>
    <w:p w:rsidR="005B3ED9" w:rsidRDefault="005B3ED9" w:rsidP="005B3ED9">
      <w:r>
        <w:t>367.9100</w:t>
      </w:r>
      <w:r>
        <w:tab/>
        <w:t>2.025e0</w:t>
      </w:r>
    </w:p>
    <w:p w:rsidR="005B3ED9" w:rsidRDefault="005B3ED9" w:rsidP="005B3ED9">
      <w:r>
        <w:t>367.9287</w:t>
      </w:r>
      <w:r>
        <w:tab/>
        <w:t>1.013e0</w:t>
      </w:r>
    </w:p>
    <w:p w:rsidR="005B3ED9" w:rsidRDefault="005B3ED9" w:rsidP="005B3ED9">
      <w:r>
        <w:lastRenderedPageBreak/>
        <w:t>367.9323</w:t>
      </w:r>
      <w:r>
        <w:tab/>
        <w:t>4.051e0</w:t>
      </w:r>
    </w:p>
    <w:p w:rsidR="005B3ED9" w:rsidRDefault="005B3ED9" w:rsidP="005B3ED9">
      <w:r>
        <w:t>367.9493</w:t>
      </w:r>
      <w:r>
        <w:tab/>
        <w:t>1.013e0</w:t>
      </w:r>
    </w:p>
    <w:p w:rsidR="005B3ED9" w:rsidRDefault="005B3ED9" w:rsidP="005B3ED9">
      <w:r>
        <w:t>367.9549</w:t>
      </w:r>
      <w:r>
        <w:tab/>
        <w:t>1.013e0</w:t>
      </w:r>
    </w:p>
    <w:p w:rsidR="005B3ED9" w:rsidRDefault="005B3ED9" w:rsidP="005B3ED9">
      <w:r>
        <w:t>367.9812</w:t>
      </w:r>
      <w:r>
        <w:tab/>
        <w:t>1.013e0</w:t>
      </w:r>
    </w:p>
    <w:p w:rsidR="005B3ED9" w:rsidRDefault="005B3ED9" w:rsidP="005B3ED9">
      <w:r>
        <w:t>367.9913</w:t>
      </w:r>
      <w:r>
        <w:tab/>
        <w:t>1.013e0</w:t>
      </w:r>
    </w:p>
    <w:p w:rsidR="005B3ED9" w:rsidRDefault="005B3ED9" w:rsidP="005B3ED9">
      <w:r>
        <w:t>368.0122</w:t>
      </w:r>
      <w:r>
        <w:tab/>
        <w:t>1.013e0</w:t>
      </w:r>
    </w:p>
    <w:p w:rsidR="005B3ED9" w:rsidRDefault="005B3ED9" w:rsidP="005B3ED9">
      <w:r>
        <w:t>368.0205</w:t>
      </w:r>
      <w:r>
        <w:tab/>
        <w:t>1.013e0</w:t>
      </w:r>
    </w:p>
    <w:p w:rsidR="005B3ED9" w:rsidRDefault="005B3ED9" w:rsidP="005B3ED9">
      <w:r>
        <w:t>368.0467</w:t>
      </w:r>
      <w:r>
        <w:tab/>
        <w:t>2.025e0</w:t>
      </w:r>
    </w:p>
    <w:p w:rsidR="005B3ED9" w:rsidRDefault="005B3ED9" w:rsidP="005B3ED9">
      <w:r>
        <w:t>368.0667</w:t>
      </w:r>
      <w:r>
        <w:tab/>
        <w:t>2.025e0</w:t>
      </w:r>
    </w:p>
    <w:p w:rsidR="005B3ED9" w:rsidRDefault="005B3ED9" w:rsidP="005B3ED9">
      <w:r>
        <w:t>368.1327</w:t>
      </w:r>
      <w:r>
        <w:tab/>
        <w:t>4.673e0</w:t>
      </w:r>
    </w:p>
    <w:p w:rsidR="005B3ED9" w:rsidRDefault="005B3ED9" w:rsidP="005B3ED9">
      <w:r>
        <w:t>368.1351</w:t>
      </w:r>
      <w:r>
        <w:tab/>
        <w:t>3.038e0</w:t>
      </w:r>
    </w:p>
    <w:p w:rsidR="005B3ED9" w:rsidRDefault="005B3ED9" w:rsidP="005B3ED9">
      <w:r>
        <w:t>368.1519</w:t>
      </w:r>
      <w:r>
        <w:tab/>
        <w:t>2.025e0</w:t>
      </w:r>
    </w:p>
    <w:p w:rsidR="005B3ED9" w:rsidRDefault="005B3ED9" w:rsidP="005B3ED9">
      <w:r>
        <w:t>368.1787</w:t>
      </w:r>
      <w:r>
        <w:tab/>
        <w:t>1.013e0</w:t>
      </w:r>
    </w:p>
    <w:p w:rsidR="005B3ED9" w:rsidRDefault="005B3ED9" w:rsidP="005B3ED9">
      <w:r>
        <w:t>368.1844</w:t>
      </w:r>
      <w:r>
        <w:tab/>
        <w:t>1.013e0</w:t>
      </w:r>
    </w:p>
    <w:p w:rsidR="005B3ED9" w:rsidRDefault="005B3ED9" w:rsidP="005B3ED9">
      <w:r>
        <w:t>368.1909</w:t>
      </w:r>
      <w:r>
        <w:tab/>
        <w:t>2.025e0</w:t>
      </w:r>
    </w:p>
    <w:p w:rsidR="005B3ED9" w:rsidRDefault="005B3ED9" w:rsidP="005B3ED9">
      <w:r>
        <w:t>368.2457</w:t>
      </w:r>
      <w:r>
        <w:tab/>
        <w:t>1.013e0</w:t>
      </w:r>
    </w:p>
    <w:p w:rsidR="005B3ED9" w:rsidRDefault="005B3ED9" w:rsidP="005B3ED9">
      <w:r>
        <w:t>368.2704</w:t>
      </w:r>
      <w:r>
        <w:tab/>
        <w:t>1.013e0</w:t>
      </w:r>
    </w:p>
    <w:p w:rsidR="005B3ED9" w:rsidRDefault="005B3ED9" w:rsidP="005B3ED9">
      <w:r>
        <w:t>368.3419</w:t>
      </w:r>
      <w:r>
        <w:tab/>
        <w:t>2.025e0</w:t>
      </w:r>
    </w:p>
    <w:p w:rsidR="005B3ED9" w:rsidRDefault="005B3ED9" w:rsidP="005B3ED9">
      <w:r>
        <w:t>368.3484</w:t>
      </w:r>
      <w:r>
        <w:tab/>
        <w:t>1.013e0</w:t>
      </w:r>
    </w:p>
    <w:p w:rsidR="005B3ED9" w:rsidRDefault="005B3ED9" w:rsidP="005B3ED9">
      <w:r>
        <w:lastRenderedPageBreak/>
        <w:t>368.3812</w:t>
      </w:r>
      <w:r>
        <w:tab/>
        <w:t>1.945e0</w:t>
      </w:r>
    </w:p>
    <w:p w:rsidR="005B3ED9" w:rsidRDefault="005B3ED9" w:rsidP="005B3ED9">
      <w:r>
        <w:t>368.4081</w:t>
      </w:r>
      <w:r>
        <w:tab/>
        <w:t>2.025e0</w:t>
      </w:r>
    </w:p>
    <w:p w:rsidR="005B3ED9" w:rsidRDefault="005B3ED9" w:rsidP="005B3ED9">
      <w:r>
        <w:t>368.4156</w:t>
      </w:r>
      <w:r>
        <w:tab/>
        <w:t>3.038e0</w:t>
      </w:r>
    </w:p>
    <w:p w:rsidR="005B3ED9" w:rsidRDefault="005B3ED9" w:rsidP="005B3ED9">
      <w:r>
        <w:t>368.4246</w:t>
      </w:r>
      <w:r>
        <w:tab/>
        <w:t>5.063e0</w:t>
      </w:r>
    </w:p>
    <w:p w:rsidR="005B3ED9" w:rsidRDefault="005B3ED9" w:rsidP="005B3ED9">
      <w:r>
        <w:t>368.4416</w:t>
      </w:r>
      <w:r>
        <w:tab/>
        <w:t>3.038e0</w:t>
      </w:r>
    </w:p>
    <w:p w:rsidR="005B3ED9" w:rsidRDefault="005B3ED9" w:rsidP="005B3ED9">
      <w:r>
        <w:t>368.5210</w:t>
      </w:r>
      <w:r>
        <w:tab/>
        <w:t>1.013e0</w:t>
      </w:r>
    </w:p>
    <w:p w:rsidR="005B3ED9" w:rsidRDefault="005B3ED9" w:rsidP="005B3ED9">
      <w:r>
        <w:t>368.5457</w:t>
      </w:r>
      <w:r>
        <w:tab/>
        <w:t>1.013e0</w:t>
      </w:r>
    </w:p>
    <w:p w:rsidR="005B3ED9" w:rsidRDefault="005B3ED9" w:rsidP="005B3ED9">
      <w:r>
        <w:t>368.6176</w:t>
      </w:r>
      <w:r>
        <w:tab/>
        <w:t>1.013e0</w:t>
      </w:r>
    </w:p>
    <w:p w:rsidR="005B3ED9" w:rsidRDefault="005B3ED9" w:rsidP="005B3ED9">
      <w:r>
        <w:t>368.6504</w:t>
      </w:r>
      <w:r>
        <w:tab/>
        <w:t>2.025e0</w:t>
      </w:r>
    </w:p>
    <w:p w:rsidR="005B3ED9" w:rsidRDefault="005B3ED9" w:rsidP="005B3ED9">
      <w:r>
        <w:t>368.7773</w:t>
      </w:r>
      <w:r>
        <w:tab/>
        <w:t>2.025e0</w:t>
      </w:r>
    </w:p>
    <w:p w:rsidR="005B3ED9" w:rsidRDefault="005B3ED9" w:rsidP="005B3ED9">
      <w:r>
        <w:t>368.8014</w:t>
      </w:r>
      <w:r>
        <w:tab/>
        <w:t>1.013e0</w:t>
      </w:r>
    </w:p>
    <w:p w:rsidR="005B3ED9" w:rsidRDefault="005B3ED9" w:rsidP="005B3ED9">
      <w:r>
        <w:t>368.9000</w:t>
      </w:r>
      <w:r>
        <w:tab/>
        <w:t>1.013e0</w:t>
      </w:r>
    </w:p>
    <w:p w:rsidR="005B3ED9" w:rsidRDefault="005B3ED9" w:rsidP="005B3ED9">
      <w:r>
        <w:t>368.9131</w:t>
      </w:r>
      <w:r>
        <w:tab/>
        <w:t>1.013e0</w:t>
      </w:r>
    </w:p>
    <w:p w:rsidR="005B3ED9" w:rsidRDefault="005B3ED9" w:rsidP="005B3ED9">
      <w:r>
        <w:t>368.9263</w:t>
      </w:r>
      <w:r>
        <w:tab/>
        <w:t>1.013e0</w:t>
      </w:r>
    </w:p>
    <w:p w:rsidR="005B3ED9" w:rsidRDefault="005B3ED9" w:rsidP="005B3ED9">
      <w:r>
        <w:t>368.9760</w:t>
      </w:r>
      <w:r>
        <w:tab/>
        <w:t>1.013e0</w:t>
      </w:r>
    </w:p>
    <w:p w:rsidR="005B3ED9" w:rsidRDefault="005B3ED9" w:rsidP="005B3ED9">
      <w:r>
        <w:t>368.9920</w:t>
      </w:r>
      <w:r>
        <w:tab/>
        <w:t>1.013e0</w:t>
      </w:r>
    </w:p>
    <w:p w:rsidR="005B3ED9" w:rsidRDefault="005B3ED9" w:rsidP="005B3ED9">
      <w:r>
        <w:t>369.0468</w:t>
      </w:r>
      <w:r>
        <w:tab/>
        <w:t>1.013e0</w:t>
      </w:r>
    </w:p>
    <w:p w:rsidR="005B3ED9" w:rsidRDefault="005B3ED9" w:rsidP="005B3ED9">
      <w:r>
        <w:t>369.0994</w:t>
      </w:r>
      <w:r>
        <w:tab/>
        <w:t>2.025e0</w:t>
      </w:r>
    </w:p>
    <w:p w:rsidR="005B3ED9" w:rsidRDefault="005B3ED9" w:rsidP="005B3ED9">
      <w:r>
        <w:t>369.1468</w:t>
      </w:r>
      <w:r>
        <w:tab/>
        <w:t>2.025e0</w:t>
      </w:r>
    </w:p>
    <w:p w:rsidR="005B3ED9" w:rsidRDefault="005B3ED9" w:rsidP="005B3ED9">
      <w:r>
        <w:lastRenderedPageBreak/>
        <w:t>369.1957</w:t>
      </w:r>
      <w:r>
        <w:tab/>
        <w:t>1.013e0</w:t>
      </w:r>
    </w:p>
    <w:p w:rsidR="005B3ED9" w:rsidRDefault="005B3ED9" w:rsidP="005B3ED9">
      <w:r>
        <w:t>369.2131</w:t>
      </w:r>
      <w:r>
        <w:tab/>
        <w:t>2.025e0</w:t>
      </w:r>
    </w:p>
    <w:p w:rsidR="005B3ED9" w:rsidRDefault="005B3ED9" w:rsidP="005B3ED9">
      <w:r>
        <w:t>369.2305</w:t>
      </w:r>
      <w:r>
        <w:tab/>
        <w:t>1.013e0</w:t>
      </w:r>
    </w:p>
    <w:p w:rsidR="005B3ED9" w:rsidRDefault="005B3ED9" w:rsidP="005B3ED9">
      <w:r>
        <w:t>369.2476</w:t>
      </w:r>
      <w:r>
        <w:tab/>
        <w:t>1.013e0</w:t>
      </w:r>
    </w:p>
    <w:p w:rsidR="005B3ED9" w:rsidRDefault="005B3ED9" w:rsidP="005B3ED9">
      <w:r>
        <w:t>369.2615</w:t>
      </w:r>
      <w:r>
        <w:tab/>
        <w:t>2.025e0</w:t>
      </w:r>
    </w:p>
    <w:p w:rsidR="005B3ED9" w:rsidRDefault="005B3ED9" w:rsidP="005B3ED9">
      <w:r>
        <w:t>369.2847</w:t>
      </w:r>
      <w:r>
        <w:tab/>
        <w:t>2.025e0</w:t>
      </w:r>
    </w:p>
    <w:p w:rsidR="005B3ED9" w:rsidRDefault="005B3ED9" w:rsidP="005B3ED9">
      <w:r>
        <w:t>369.2939</w:t>
      </w:r>
      <w:r>
        <w:tab/>
        <w:t>4.051e0</w:t>
      </w:r>
    </w:p>
    <w:p w:rsidR="005B3ED9" w:rsidRDefault="005B3ED9" w:rsidP="005B3ED9">
      <w:r>
        <w:t>369.3136</w:t>
      </w:r>
      <w:r>
        <w:tab/>
        <w:t>5.063e0</w:t>
      </w:r>
    </w:p>
    <w:p w:rsidR="005B3ED9" w:rsidRDefault="005B3ED9" w:rsidP="005B3ED9">
      <w:r>
        <w:t>369.3674</w:t>
      </w:r>
      <w:r>
        <w:tab/>
        <w:t>3.038e0</w:t>
      </w:r>
    </w:p>
    <w:p w:rsidR="005B3ED9" w:rsidRDefault="005B3ED9" w:rsidP="005B3ED9">
      <w:r>
        <w:t>369.3801</w:t>
      </w:r>
      <w:r>
        <w:tab/>
        <w:t>2.025e0</w:t>
      </w:r>
    </w:p>
    <w:p w:rsidR="005B3ED9" w:rsidRDefault="005B3ED9" w:rsidP="005B3ED9">
      <w:r>
        <w:t>369.3953</w:t>
      </w:r>
      <w:r>
        <w:tab/>
        <w:t>3.038e0</w:t>
      </w:r>
    </w:p>
    <w:p w:rsidR="005B3ED9" w:rsidRDefault="005B3ED9" w:rsidP="005B3ED9">
      <w:r>
        <w:t>369.3964</w:t>
      </w:r>
      <w:r>
        <w:tab/>
        <w:t>3.038e0</w:t>
      </w:r>
    </w:p>
    <w:p w:rsidR="005B3ED9" w:rsidRDefault="005B3ED9" w:rsidP="005B3ED9">
      <w:r>
        <w:t>369.4352</w:t>
      </w:r>
      <w:r>
        <w:tab/>
        <w:t>1.013e0</w:t>
      </w:r>
    </w:p>
    <w:p w:rsidR="005B3ED9" w:rsidRDefault="005B3ED9" w:rsidP="005B3ED9">
      <w:r>
        <w:t>369.4915</w:t>
      </w:r>
      <w:r>
        <w:tab/>
        <w:t>2.025e0</w:t>
      </w:r>
    </w:p>
    <w:p w:rsidR="005B3ED9" w:rsidRDefault="005B3ED9" w:rsidP="005B3ED9">
      <w:r>
        <w:t>369.5576</w:t>
      </w:r>
      <w:r>
        <w:tab/>
        <w:t>1.013e0</w:t>
      </w:r>
    </w:p>
    <w:p w:rsidR="005B3ED9" w:rsidRDefault="005B3ED9" w:rsidP="005B3ED9">
      <w:r>
        <w:t>369.7525</w:t>
      </w:r>
      <w:r>
        <w:tab/>
        <w:t>1.013e0</w:t>
      </w:r>
    </w:p>
    <w:p w:rsidR="005B3ED9" w:rsidRDefault="005B3ED9" w:rsidP="005B3ED9">
      <w:r>
        <w:t>369.8194</w:t>
      </w:r>
      <w:r>
        <w:tab/>
        <w:t>1.013e0</w:t>
      </w:r>
    </w:p>
    <w:p w:rsidR="005B3ED9" w:rsidRDefault="005B3ED9" w:rsidP="005B3ED9">
      <w:r>
        <w:t>369.8604</w:t>
      </w:r>
      <w:r>
        <w:tab/>
        <w:t>1.013e0</w:t>
      </w:r>
    </w:p>
    <w:p w:rsidR="005B3ED9" w:rsidRDefault="005B3ED9" w:rsidP="005B3ED9">
      <w:r>
        <w:t>369.8802</w:t>
      </w:r>
      <w:r>
        <w:tab/>
        <w:t>1.013e0</w:t>
      </w:r>
    </w:p>
    <w:p w:rsidR="005B3ED9" w:rsidRDefault="005B3ED9" w:rsidP="005B3ED9">
      <w:r>
        <w:lastRenderedPageBreak/>
        <w:t>369.9325</w:t>
      </w:r>
      <w:r>
        <w:tab/>
        <w:t>1.013e0</w:t>
      </w:r>
    </w:p>
    <w:p w:rsidR="005B3ED9" w:rsidRDefault="005B3ED9" w:rsidP="005B3ED9">
      <w:r>
        <w:t>369.9362</w:t>
      </w:r>
      <w:r>
        <w:tab/>
        <w:t>1.013e0</w:t>
      </w:r>
    </w:p>
    <w:p w:rsidR="005B3ED9" w:rsidRDefault="005B3ED9" w:rsidP="005B3ED9">
      <w:r>
        <w:t>369.9612</w:t>
      </w:r>
      <w:r>
        <w:tab/>
        <w:t>1.013e0</w:t>
      </w:r>
    </w:p>
    <w:p w:rsidR="005B3ED9" w:rsidRDefault="005B3ED9" w:rsidP="005B3ED9">
      <w:r>
        <w:t>370.0185</w:t>
      </w:r>
      <w:r>
        <w:tab/>
        <w:t>1.013e0</w:t>
      </w:r>
    </w:p>
    <w:p w:rsidR="005B3ED9" w:rsidRDefault="005B3ED9" w:rsidP="005B3ED9">
      <w:r>
        <w:t>370.0318</w:t>
      </w:r>
      <w:r>
        <w:tab/>
        <w:t>1.013e0</w:t>
      </w:r>
    </w:p>
    <w:p w:rsidR="005B3ED9" w:rsidRDefault="005B3ED9" w:rsidP="005B3ED9">
      <w:r>
        <w:t>370.0580</w:t>
      </w:r>
      <w:r>
        <w:tab/>
        <w:t>1.013e0</w:t>
      </w:r>
    </w:p>
    <w:p w:rsidR="005B3ED9" w:rsidRDefault="005B3ED9" w:rsidP="005B3ED9">
      <w:r>
        <w:t>370.0741</w:t>
      </w:r>
      <w:r>
        <w:tab/>
        <w:t>1.013e0</w:t>
      </w:r>
    </w:p>
    <w:p w:rsidR="005B3ED9" w:rsidRDefault="005B3ED9" w:rsidP="005B3ED9">
      <w:r>
        <w:t>370.1021</w:t>
      </w:r>
      <w:r>
        <w:tab/>
        <w:t>2.025e0</w:t>
      </w:r>
    </w:p>
    <w:p w:rsidR="005B3ED9" w:rsidRDefault="005B3ED9" w:rsidP="005B3ED9">
      <w:r>
        <w:t>370.1108</w:t>
      </w:r>
      <w:r>
        <w:tab/>
        <w:t>2.025e0</w:t>
      </w:r>
    </w:p>
    <w:p w:rsidR="005B3ED9" w:rsidRDefault="005B3ED9" w:rsidP="005B3ED9">
      <w:r>
        <w:t>370.1409</w:t>
      </w:r>
      <w:r>
        <w:tab/>
        <w:t>1.013e0</w:t>
      </w:r>
    </w:p>
    <w:p w:rsidR="005B3ED9" w:rsidRDefault="005B3ED9" w:rsidP="005B3ED9">
      <w:r>
        <w:t>370.1569</w:t>
      </w:r>
      <w:r>
        <w:tab/>
        <w:t>1.013e0</w:t>
      </w:r>
    </w:p>
    <w:p w:rsidR="005B3ED9" w:rsidRDefault="005B3ED9" w:rsidP="005B3ED9">
      <w:r>
        <w:t>370.2888</w:t>
      </w:r>
      <w:r>
        <w:tab/>
        <w:t>1.013e0</w:t>
      </w:r>
    </w:p>
    <w:p w:rsidR="005B3ED9" w:rsidRDefault="005B3ED9" w:rsidP="005B3ED9">
      <w:r>
        <w:t>370.3175</w:t>
      </w:r>
      <w:r>
        <w:tab/>
        <w:t>2.025e0</w:t>
      </w:r>
    </w:p>
    <w:p w:rsidR="005B3ED9" w:rsidRDefault="005B3ED9" w:rsidP="005B3ED9">
      <w:r>
        <w:t>370.3877</w:t>
      </w:r>
      <w:r>
        <w:tab/>
        <w:t>1.013e0</w:t>
      </w:r>
    </w:p>
    <w:p w:rsidR="005B3ED9" w:rsidRDefault="005B3ED9" w:rsidP="005B3ED9">
      <w:r>
        <w:t>370.3916</w:t>
      </w:r>
      <w:r>
        <w:tab/>
        <w:t>3.038e0</w:t>
      </w:r>
    </w:p>
    <w:p w:rsidR="005B3ED9" w:rsidRDefault="005B3ED9" w:rsidP="005B3ED9">
      <w:r>
        <w:t>370.5294</w:t>
      </w:r>
      <w:r>
        <w:tab/>
        <w:t>1.013e0</w:t>
      </w:r>
    </w:p>
    <w:p w:rsidR="005B3ED9" w:rsidRDefault="005B3ED9" w:rsidP="005B3ED9">
      <w:r>
        <w:t>370.5393</w:t>
      </w:r>
      <w:r>
        <w:tab/>
        <w:t>1.013e0</w:t>
      </w:r>
    </w:p>
    <w:p w:rsidR="005B3ED9" w:rsidRDefault="005B3ED9" w:rsidP="005B3ED9">
      <w:r>
        <w:t>370.5754</w:t>
      </w:r>
      <w:r>
        <w:tab/>
        <w:t>1.013e0</w:t>
      </w:r>
    </w:p>
    <w:p w:rsidR="005B3ED9" w:rsidRDefault="005B3ED9" w:rsidP="005B3ED9">
      <w:r>
        <w:t>370.6385</w:t>
      </w:r>
      <w:r>
        <w:tab/>
        <w:t>3.038e0</w:t>
      </w:r>
    </w:p>
    <w:p w:rsidR="005B3ED9" w:rsidRDefault="005B3ED9" w:rsidP="005B3ED9">
      <w:r>
        <w:lastRenderedPageBreak/>
        <w:t>370.6632</w:t>
      </w:r>
      <w:r>
        <w:tab/>
        <w:t>1.013e0</w:t>
      </w:r>
    </w:p>
    <w:p w:rsidR="005B3ED9" w:rsidRDefault="005B3ED9" w:rsidP="005B3ED9">
      <w:r>
        <w:t>370.6977</w:t>
      </w:r>
      <w:r>
        <w:tab/>
        <w:t>1.013e0</w:t>
      </w:r>
    </w:p>
    <w:p w:rsidR="005B3ED9" w:rsidRDefault="005B3ED9" w:rsidP="005B3ED9">
      <w:r>
        <w:t>370.7132</w:t>
      </w:r>
      <w:r>
        <w:tab/>
        <w:t>1.013e0</w:t>
      </w:r>
    </w:p>
    <w:p w:rsidR="005B3ED9" w:rsidRDefault="005B3ED9" w:rsidP="005B3ED9">
      <w:r>
        <w:t>370.8050</w:t>
      </w:r>
      <w:r>
        <w:tab/>
        <w:t>1.013e0</w:t>
      </w:r>
    </w:p>
    <w:p w:rsidR="005B3ED9" w:rsidRDefault="005B3ED9" w:rsidP="005B3ED9">
      <w:r>
        <w:t>370.8206</w:t>
      </w:r>
      <w:r>
        <w:tab/>
        <w:t>2.025e0</w:t>
      </w:r>
    </w:p>
    <w:p w:rsidR="005B3ED9" w:rsidRDefault="005B3ED9" w:rsidP="005B3ED9">
      <w:r>
        <w:t>370.8430</w:t>
      </w:r>
      <w:r>
        <w:tab/>
        <w:t>1.013e0</w:t>
      </w:r>
    </w:p>
    <w:p w:rsidR="005B3ED9" w:rsidRDefault="005B3ED9" w:rsidP="005B3ED9">
      <w:r>
        <w:t>370.8929</w:t>
      </w:r>
      <w:r>
        <w:tab/>
        <w:t>1.013e0</w:t>
      </w:r>
    </w:p>
    <w:p w:rsidR="005B3ED9" w:rsidRDefault="005B3ED9" w:rsidP="005B3ED9">
      <w:r>
        <w:t>370.9288</w:t>
      </w:r>
      <w:r>
        <w:tab/>
        <w:t>1.013e0</w:t>
      </w:r>
    </w:p>
    <w:p w:rsidR="005B3ED9" w:rsidRDefault="005B3ED9" w:rsidP="005B3ED9">
      <w:r>
        <w:t>370.9352</w:t>
      </w:r>
      <w:r>
        <w:tab/>
        <w:t>1.013e0</w:t>
      </w:r>
    </w:p>
    <w:p w:rsidR="005B3ED9" w:rsidRDefault="005B3ED9" w:rsidP="005B3ED9">
      <w:r>
        <w:t>370.9811</w:t>
      </w:r>
      <w:r>
        <w:tab/>
        <w:t>1.013e0</w:t>
      </w:r>
    </w:p>
    <w:p w:rsidR="005B3ED9" w:rsidRDefault="005B3ED9" w:rsidP="005B3ED9">
      <w:r>
        <w:t>371.0099</w:t>
      </w:r>
      <w:r>
        <w:tab/>
        <w:t>1.013e0</w:t>
      </w:r>
    </w:p>
    <w:p w:rsidR="005B3ED9" w:rsidRDefault="005B3ED9" w:rsidP="005B3ED9">
      <w:r>
        <w:t>371.0234</w:t>
      </w:r>
      <w:r>
        <w:tab/>
        <w:t>2.025e0</w:t>
      </w:r>
    </w:p>
    <w:p w:rsidR="005B3ED9" w:rsidRDefault="005B3ED9" w:rsidP="005B3ED9">
      <w:r>
        <w:t>371.0345</w:t>
      </w:r>
      <w:r>
        <w:tab/>
        <w:t>1.013e0</w:t>
      </w:r>
    </w:p>
    <w:p w:rsidR="005B3ED9" w:rsidRDefault="005B3ED9" w:rsidP="005B3ED9">
      <w:r>
        <w:t>371.1269</w:t>
      </w:r>
      <w:r>
        <w:tab/>
        <w:t>1.013e0</w:t>
      </w:r>
    </w:p>
    <w:p w:rsidR="005B3ED9" w:rsidRDefault="005B3ED9" w:rsidP="005B3ED9">
      <w:r>
        <w:t>371.1768</w:t>
      </w:r>
      <w:r>
        <w:tab/>
        <w:t>2.025e0</w:t>
      </w:r>
    </w:p>
    <w:p w:rsidR="005B3ED9" w:rsidRDefault="005B3ED9" w:rsidP="005B3ED9">
      <w:r>
        <w:t>371.2194</w:t>
      </w:r>
      <w:r>
        <w:tab/>
        <w:t>1.013e0</w:t>
      </w:r>
    </w:p>
    <w:p w:rsidR="005B3ED9" w:rsidRDefault="005B3ED9" w:rsidP="005B3ED9">
      <w:r>
        <w:t>371.2299</w:t>
      </w:r>
      <w:r>
        <w:tab/>
        <w:t>4.051e0</w:t>
      </w:r>
    </w:p>
    <w:p w:rsidR="005B3ED9" w:rsidRDefault="005B3ED9" w:rsidP="005B3ED9">
      <w:r>
        <w:t>371.2618</w:t>
      </w:r>
      <w:r>
        <w:tab/>
        <w:t>2.025e0</w:t>
      </w:r>
    </w:p>
    <w:p w:rsidR="005B3ED9" w:rsidRDefault="005B3ED9" w:rsidP="005B3ED9">
      <w:r>
        <w:t>371.2987</w:t>
      </w:r>
      <w:r>
        <w:tab/>
        <w:t>1.013e0</w:t>
      </w:r>
    </w:p>
    <w:p w:rsidR="005B3ED9" w:rsidRDefault="005B3ED9" w:rsidP="005B3ED9">
      <w:r>
        <w:lastRenderedPageBreak/>
        <w:t>371.3176</w:t>
      </w:r>
      <w:r>
        <w:tab/>
        <w:t>3.941e0</w:t>
      </w:r>
    </w:p>
    <w:p w:rsidR="005B3ED9" w:rsidRDefault="005B3ED9" w:rsidP="005B3ED9">
      <w:r>
        <w:t>371.3276</w:t>
      </w:r>
      <w:r>
        <w:tab/>
        <w:t>1.013e0</w:t>
      </w:r>
    </w:p>
    <w:p w:rsidR="005B3ED9" w:rsidRDefault="005B3ED9" w:rsidP="005B3ED9">
      <w:r>
        <w:t>371.3312</w:t>
      </w:r>
      <w:r>
        <w:tab/>
        <w:t>7.089e0</w:t>
      </w:r>
    </w:p>
    <w:p w:rsidR="005B3ED9" w:rsidRDefault="005B3ED9" w:rsidP="005B3ED9">
      <w:r>
        <w:t>371.3380</w:t>
      </w:r>
      <w:r>
        <w:tab/>
        <w:t>2.025e0</w:t>
      </w:r>
    </w:p>
    <w:p w:rsidR="005B3ED9" w:rsidRDefault="005B3ED9" w:rsidP="005B3ED9">
      <w:r>
        <w:t>371.3557</w:t>
      </w:r>
      <w:r>
        <w:tab/>
        <w:t>4.160e0</w:t>
      </w:r>
    </w:p>
    <w:p w:rsidR="005B3ED9" w:rsidRDefault="005B3ED9" w:rsidP="005B3ED9">
      <w:r>
        <w:t>371.3783</w:t>
      </w:r>
      <w:r>
        <w:tab/>
        <w:t>2.025e0</w:t>
      </w:r>
    </w:p>
    <w:p w:rsidR="005B3ED9" w:rsidRDefault="005B3ED9" w:rsidP="005B3ED9">
      <w:r>
        <w:t>371.3983</w:t>
      </w:r>
      <w:r>
        <w:tab/>
        <w:t>1.013e0</w:t>
      </w:r>
    </w:p>
    <w:p w:rsidR="005B3ED9" w:rsidRDefault="005B3ED9" w:rsidP="005B3ED9">
      <w:r>
        <w:t>371.4194</w:t>
      </w:r>
      <w:r>
        <w:tab/>
        <w:t>1.013e0</w:t>
      </w:r>
    </w:p>
    <w:p w:rsidR="005B3ED9" w:rsidRDefault="005B3ED9" w:rsidP="005B3ED9">
      <w:r>
        <w:t>371.4825</w:t>
      </w:r>
      <w:r>
        <w:tab/>
        <w:t>1.013e0</w:t>
      </w:r>
    </w:p>
    <w:p w:rsidR="005B3ED9" w:rsidRDefault="005B3ED9" w:rsidP="005B3ED9">
      <w:r>
        <w:t>371.4970</w:t>
      </w:r>
      <w:r>
        <w:tab/>
        <w:t>1.013e0</w:t>
      </w:r>
    </w:p>
    <w:p w:rsidR="005B3ED9" w:rsidRDefault="005B3ED9" w:rsidP="005B3ED9">
      <w:r>
        <w:t>371.6458</w:t>
      </w:r>
      <w:r>
        <w:tab/>
        <w:t>2.025e0</w:t>
      </w:r>
    </w:p>
    <w:p w:rsidR="005B3ED9" w:rsidRDefault="005B3ED9" w:rsidP="005B3ED9">
      <w:r>
        <w:t>371.6491</w:t>
      </w:r>
      <w:r>
        <w:tab/>
        <w:t>1.013e0</w:t>
      </w:r>
    </w:p>
    <w:p w:rsidR="005B3ED9" w:rsidRDefault="005B3ED9" w:rsidP="005B3ED9">
      <w:r>
        <w:t>371.6756</w:t>
      </w:r>
      <w:r>
        <w:tab/>
        <w:t>1.013e0</w:t>
      </w:r>
    </w:p>
    <w:p w:rsidR="005B3ED9" w:rsidRDefault="005B3ED9" w:rsidP="005B3ED9">
      <w:r>
        <w:t>371.8252</w:t>
      </w:r>
      <w:r>
        <w:tab/>
        <w:t>1.013e0</w:t>
      </w:r>
    </w:p>
    <w:p w:rsidR="005B3ED9" w:rsidRDefault="005B3ED9" w:rsidP="005B3ED9">
      <w:r>
        <w:t>371.8543</w:t>
      </w:r>
      <w:r>
        <w:tab/>
        <w:t>1.013e0</w:t>
      </w:r>
    </w:p>
    <w:p w:rsidR="005B3ED9" w:rsidRDefault="005B3ED9" w:rsidP="005B3ED9">
      <w:r>
        <w:t>371.8607</w:t>
      </w:r>
      <w:r>
        <w:tab/>
        <w:t>3.038e0</w:t>
      </w:r>
    </w:p>
    <w:p w:rsidR="005B3ED9" w:rsidRDefault="005B3ED9" w:rsidP="005B3ED9">
      <w:r>
        <w:t>371.9145</w:t>
      </w:r>
      <w:r>
        <w:tab/>
        <w:t>2.025e0</w:t>
      </w:r>
    </w:p>
    <w:p w:rsidR="005B3ED9" w:rsidRDefault="005B3ED9" w:rsidP="005B3ED9">
      <w:r>
        <w:t>371.9668</w:t>
      </w:r>
      <w:r>
        <w:tab/>
        <w:t>1.013e0</w:t>
      </w:r>
    </w:p>
    <w:p w:rsidR="005B3ED9" w:rsidRDefault="005B3ED9" w:rsidP="005B3ED9">
      <w:r>
        <w:t>372.0009</w:t>
      </w:r>
      <w:r>
        <w:tab/>
        <w:t>2.025e0</w:t>
      </w:r>
    </w:p>
    <w:p w:rsidR="005B3ED9" w:rsidRDefault="005B3ED9" w:rsidP="005B3ED9">
      <w:r>
        <w:lastRenderedPageBreak/>
        <w:t>372.0176</w:t>
      </w:r>
      <w:r>
        <w:tab/>
        <w:t>2.025e0</w:t>
      </w:r>
    </w:p>
    <w:p w:rsidR="005B3ED9" w:rsidRDefault="005B3ED9" w:rsidP="005B3ED9">
      <w:r>
        <w:t>372.0511</w:t>
      </w:r>
      <w:r>
        <w:tab/>
        <w:t>1.013e0</w:t>
      </w:r>
    </w:p>
    <w:p w:rsidR="005B3ED9" w:rsidRDefault="005B3ED9" w:rsidP="005B3ED9">
      <w:r>
        <w:t>372.0657</w:t>
      </w:r>
      <w:r>
        <w:tab/>
        <w:t>3.038e0</w:t>
      </w:r>
    </w:p>
    <w:p w:rsidR="005B3ED9" w:rsidRDefault="005B3ED9" w:rsidP="005B3ED9">
      <w:r>
        <w:t>372.0970</w:t>
      </w:r>
      <w:r>
        <w:tab/>
        <w:t>1.013e0</w:t>
      </w:r>
    </w:p>
    <w:p w:rsidR="005B3ED9" w:rsidRDefault="005B3ED9" w:rsidP="005B3ED9">
      <w:r>
        <w:t>372.1257</w:t>
      </w:r>
      <w:r>
        <w:tab/>
        <w:t>1.013e0</w:t>
      </w:r>
    </w:p>
    <w:p w:rsidR="005B3ED9" w:rsidRDefault="005B3ED9" w:rsidP="005B3ED9">
      <w:r>
        <w:t>372.1522</w:t>
      </w:r>
      <w:r>
        <w:tab/>
        <w:t>1.013e0</w:t>
      </w:r>
    </w:p>
    <w:p w:rsidR="005B3ED9" w:rsidRDefault="005B3ED9" w:rsidP="005B3ED9">
      <w:r>
        <w:t>372.1641</w:t>
      </w:r>
      <w:r>
        <w:tab/>
        <w:t>2.025e0</w:t>
      </w:r>
    </w:p>
    <w:p w:rsidR="005B3ED9" w:rsidRDefault="005B3ED9" w:rsidP="005B3ED9">
      <w:r>
        <w:t>372.1985</w:t>
      </w:r>
      <w:r>
        <w:tab/>
        <w:t>1.013e0</w:t>
      </w:r>
    </w:p>
    <w:p w:rsidR="005B3ED9" w:rsidRDefault="005B3ED9" w:rsidP="005B3ED9">
      <w:r>
        <w:t>372.2475</w:t>
      </w:r>
      <w:r>
        <w:tab/>
        <w:t>2.025e0</w:t>
      </w:r>
    </w:p>
    <w:p w:rsidR="005B3ED9" w:rsidRDefault="005B3ED9" w:rsidP="005B3ED9">
      <w:r>
        <w:t>372.2705</w:t>
      </w:r>
      <w:r>
        <w:tab/>
        <w:t>2.025e0</w:t>
      </w:r>
    </w:p>
    <w:p w:rsidR="005B3ED9" w:rsidRDefault="005B3ED9" w:rsidP="005B3ED9">
      <w:r>
        <w:t>372.2810</w:t>
      </w:r>
      <w:r>
        <w:tab/>
        <w:t>1.013e0</w:t>
      </w:r>
    </w:p>
    <w:p w:rsidR="005B3ED9" w:rsidRDefault="005B3ED9" w:rsidP="005B3ED9">
      <w:r>
        <w:t>372.3019</w:t>
      </w:r>
      <w:r>
        <w:tab/>
        <w:t>1.013e0</w:t>
      </w:r>
    </w:p>
    <w:p w:rsidR="005B3ED9" w:rsidRDefault="005B3ED9" w:rsidP="005B3ED9">
      <w:r>
        <w:t>372.3253</w:t>
      </w:r>
      <w:r>
        <w:tab/>
        <w:t>3.038e0</w:t>
      </w:r>
    </w:p>
    <w:p w:rsidR="005B3ED9" w:rsidRDefault="005B3ED9" w:rsidP="005B3ED9">
      <w:r>
        <w:t>372.3511</w:t>
      </w:r>
      <w:r>
        <w:tab/>
        <w:t>1.005e1</w:t>
      </w:r>
    </w:p>
    <w:p w:rsidR="005B3ED9" w:rsidRDefault="005B3ED9" w:rsidP="005B3ED9">
      <w:r>
        <w:t>372.3553</w:t>
      </w:r>
      <w:r>
        <w:tab/>
        <w:t>1.114e1</w:t>
      </w:r>
    </w:p>
    <w:p w:rsidR="005B3ED9" w:rsidRDefault="005B3ED9" w:rsidP="005B3ED9">
      <w:r>
        <w:t>372.3567</w:t>
      </w:r>
      <w:r>
        <w:tab/>
        <w:t>7.089e0</w:t>
      </w:r>
    </w:p>
    <w:p w:rsidR="005B3ED9" w:rsidRDefault="005B3ED9" w:rsidP="005B3ED9">
      <w:r>
        <w:t>372.3584</w:t>
      </w:r>
      <w:r>
        <w:tab/>
        <w:t>4.051e0</w:t>
      </w:r>
    </w:p>
    <w:p w:rsidR="005B3ED9" w:rsidRDefault="005B3ED9" w:rsidP="005B3ED9">
      <w:r>
        <w:t>372.4609</w:t>
      </w:r>
      <w:r>
        <w:tab/>
        <w:t>1.013e0</w:t>
      </w:r>
    </w:p>
    <w:p w:rsidR="005B3ED9" w:rsidRDefault="005B3ED9" w:rsidP="005B3ED9">
      <w:r>
        <w:t>372.4682</w:t>
      </w:r>
      <w:r>
        <w:tab/>
        <w:t>2.025e0</w:t>
      </w:r>
    </w:p>
    <w:p w:rsidR="005B3ED9" w:rsidRDefault="005B3ED9" w:rsidP="005B3ED9">
      <w:r>
        <w:lastRenderedPageBreak/>
        <w:t>372.5566</w:t>
      </w:r>
      <w:r>
        <w:tab/>
        <w:t>1.013e0</w:t>
      </w:r>
    </w:p>
    <w:p w:rsidR="005B3ED9" w:rsidRDefault="005B3ED9" w:rsidP="005B3ED9">
      <w:r>
        <w:t>372.5989</w:t>
      </w:r>
      <w:r>
        <w:tab/>
        <w:t>2.025e0</w:t>
      </w:r>
    </w:p>
    <w:p w:rsidR="005B3ED9" w:rsidRDefault="005B3ED9" w:rsidP="005B3ED9">
      <w:r>
        <w:t>372.7288</w:t>
      </w:r>
      <w:r>
        <w:tab/>
        <w:t>1.013e0</w:t>
      </w:r>
    </w:p>
    <w:p w:rsidR="005B3ED9" w:rsidRDefault="005B3ED9" w:rsidP="005B3ED9">
      <w:r>
        <w:t>372.7420</w:t>
      </w:r>
      <w:r>
        <w:tab/>
        <w:t>1.013e0</w:t>
      </w:r>
    </w:p>
    <w:p w:rsidR="005B3ED9" w:rsidRDefault="005B3ED9" w:rsidP="005B3ED9">
      <w:r>
        <w:t>372.7620</w:t>
      </w:r>
      <w:r>
        <w:tab/>
        <w:t>1.013e0</w:t>
      </w:r>
    </w:p>
    <w:p w:rsidR="005B3ED9" w:rsidRDefault="005B3ED9" w:rsidP="005B3ED9">
      <w:r>
        <w:t>372.7885</w:t>
      </w:r>
      <w:r>
        <w:tab/>
        <w:t>1.013e0</w:t>
      </w:r>
    </w:p>
    <w:p w:rsidR="005B3ED9" w:rsidRDefault="005B3ED9" w:rsidP="005B3ED9">
      <w:r>
        <w:t>372.7951</w:t>
      </w:r>
      <w:r>
        <w:tab/>
        <w:t>1.013e0</w:t>
      </w:r>
    </w:p>
    <w:p w:rsidR="005B3ED9" w:rsidRDefault="005B3ED9" w:rsidP="005B3ED9">
      <w:r>
        <w:t>372.8845</w:t>
      </w:r>
      <w:r>
        <w:tab/>
        <w:t>3.038e0</w:t>
      </w:r>
    </w:p>
    <w:p w:rsidR="005B3ED9" w:rsidRDefault="005B3ED9" w:rsidP="005B3ED9">
      <w:r>
        <w:t>372.9215</w:t>
      </w:r>
      <w:r>
        <w:tab/>
        <w:t>2.025e0</w:t>
      </w:r>
    </w:p>
    <w:p w:rsidR="005B3ED9" w:rsidRDefault="005B3ED9" w:rsidP="005B3ED9">
      <w:r>
        <w:t>372.9507</w:t>
      </w:r>
      <w:r>
        <w:tab/>
        <w:t>2.025e0</w:t>
      </w:r>
    </w:p>
    <w:p w:rsidR="005B3ED9" w:rsidRDefault="005B3ED9" w:rsidP="005B3ED9">
      <w:r>
        <w:t>372.9742</w:t>
      </w:r>
      <w:r>
        <w:tab/>
        <w:t>2.025e0</w:t>
      </w:r>
    </w:p>
    <w:p w:rsidR="005B3ED9" w:rsidRDefault="005B3ED9" w:rsidP="005B3ED9">
      <w:r>
        <w:t>372.9875</w:t>
      </w:r>
      <w:r>
        <w:tab/>
        <w:t>1.013e0</w:t>
      </w:r>
    </w:p>
    <w:p w:rsidR="005B3ED9" w:rsidRDefault="005B3ED9" w:rsidP="005B3ED9">
      <w:r>
        <w:t>373.0048</w:t>
      </w:r>
      <w:r>
        <w:tab/>
        <w:t>1.013e0</w:t>
      </w:r>
    </w:p>
    <w:p w:rsidR="005B3ED9" w:rsidRDefault="005B3ED9" w:rsidP="005B3ED9">
      <w:r>
        <w:t>373.0671</w:t>
      </w:r>
      <w:r>
        <w:tab/>
        <w:t>1.013e0</w:t>
      </w:r>
    </w:p>
    <w:p w:rsidR="005B3ED9" w:rsidRDefault="005B3ED9" w:rsidP="005B3ED9">
      <w:r>
        <w:t>373.0969</w:t>
      </w:r>
      <w:r>
        <w:tab/>
        <w:t>3.038e0</w:t>
      </w:r>
    </w:p>
    <w:p w:rsidR="005B3ED9" w:rsidRDefault="005B3ED9" w:rsidP="005B3ED9">
      <w:r>
        <w:t>373.1006</w:t>
      </w:r>
      <w:r>
        <w:tab/>
        <w:t>1.013e0</w:t>
      </w:r>
    </w:p>
    <w:p w:rsidR="005B3ED9" w:rsidRDefault="005B3ED9" w:rsidP="005B3ED9">
      <w:r>
        <w:t>373.1389</w:t>
      </w:r>
      <w:r>
        <w:tab/>
        <w:t>1.013e0</w:t>
      </w:r>
    </w:p>
    <w:p w:rsidR="005B3ED9" w:rsidRDefault="005B3ED9" w:rsidP="005B3ED9">
      <w:r>
        <w:t>373.2597</w:t>
      </w:r>
      <w:r>
        <w:tab/>
        <w:t>1.013e0</w:t>
      </w:r>
    </w:p>
    <w:p w:rsidR="005B3ED9" w:rsidRDefault="005B3ED9" w:rsidP="005B3ED9">
      <w:r>
        <w:t>373.2823</w:t>
      </w:r>
      <w:r>
        <w:tab/>
        <w:t>2.025e0</w:t>
      </w:r>
    </w:p>
    <w:p w:rsidR="005B3ED9" w:rsidRDefault="005B3ED9" w:rsidP="005B3ED9">
      <w:r>
        <w:lastRenderedPageBreak/>
        <w:t>373.2863</w:t>
      </w:r>
      <w:r>
        <w:tab/>
        <w:t>1.013e0</w:t>
      </w:r>
    </w:p>
    <w:p w:rsidR="005B3ED9" w:rsidRDefault="005B3ED9" w:rsidP="005B3ED9">
      <w:r>
        <w:t>373.3345</w:t>
      </w:r>
      <w:r>
        <w:tab/>
        <w:t>8.101e0</w:t>
      </w:r>
    </w:p>
    <w:p w:rsidR="005B3ED9" w:rsidRDefault="005B3ED9" w:rsidP="005B3ED9">
      <w:r>
        <w:t>373.3366</w:t>
      </w:r>
      <w:r>
        <w:tab/>
        <w:t>4.051e0</w:t>
      </w:r>
    </w:p>
    <w:p w:rsidR="005B3ED9" w:rsidRDefault="005B3ED9" w:rsidP="005B3ED9">
      <w:r>
        <w:t>373.3432</w:t>
      </w:r>
      <w:r>
        <w:tab/>
        <w:t>2.025e0</w:t>
      </w:r>
    </w:p>
    <w:p w:rsidR="005B3ED9" w:rsidRDefault="005B3ED9" w:rsidP="005B3ED9">
      <w:r>
        <w:t>373.3899</w:t>
      </w:r>
      <w:r>
        <w:tab/>
        <w:t>1.013e0</w:t>
      </w:r>
    </w:p>
    <w:p w:rsidR="005B3ED9" w:rsidRDefault="005B3ED9" w:rsidP="005B3ED9">
      <w:r>
        <w:t>373.4856</w:t>
      </w:r>
      <w:r>
        <w:tab/>
        <w:t>1.013e0</w:t>
      </w:r>
    </w:p>
    <w:p w:rsidR="005B3ED9" w:rsidRDefault="005B3ED9" w:rsidP="005B3ED9">
      <w:r>
        <w:t>373.5653</w:t>
      </w:r>
      <w:r>
        <w:tab/>
        <w:t>1.013e0</w:t>
      </w:r>
    </w:p>
    <w:p w:rsidR="005B3ED9" w:rsidRDefault="005B3ED9" w:rsidP="005B3ED9">
      <w:r>
        <w:t>373.6051</w:t>
      </w:r>
      <w:r>
        <w:tab/>
        <w:t>1.013e0</w:t>
      </w:r>
    </w:p>
    <w:p w:rsidR="005B3ED9" w:rsidRDefault="005B3ED9" w:rsidP="005B3ED9">
      <w:r>
        <w:t>373.6450</w:t>
      </w:r>
      <w:r>
        <w:tab/>
        <w:t>1.013e0</w:t>
      </w:r>
    </w:p>
    <w:p w:rsidR="005B3ED9" w:rsidRDefault="005B3ED9" w:rsidP="005B3ED9">
      <w:r>
        <w:t>373.7581</w:t>
      </w:r>
      <w:r>
        <w:tab/>
        <w:t>1.013e0</w:t>
      </w:r>
    </w:p>
    <w:p w:rsidR="005B3ED9" w:rsidRDefault="005B3ED9" w:rsidP="005B3ED9">
      <w:r>
        <w:t>373.7647</w:t>
      </w:r>
      <w:r>
        <w:tab/>
        <w:t>1.013e0</w:t>
      </w:r>
    </w:p>
    <w:p w:rsidR="005B3ED9" w:rsidRDefault="005B3ED9" w:rsidP="005B3ED9">
      <w:r>
        <w:t>373.7961</w:t>
      </w:r>
      <w:r>
        <w:tab/>
        <w:t>1.013e0</w:t>
      </w:r>
    </w:p>
    <w:p w:rsidR="005B3ED9" w:rsidRDefault="005B3ED9" w:rsidP="005B3ED9">
      <w:r>
        <w:t>373.8254</w:t>
      </w:r>
      <w:r>
        <w:tab/>
        <w:t>2.025e0</w:t>
      </w:r>
    </w:p>
    <w:p w:rsidR="005B3ED9" w:rsidRDefault="005B3ED9" w:rsidP="005B3ED9">
      <w:r>
        <w:t>373.8420</w:t>
      </w:r>
      <w:r>
        <w:tab/>
        <w:t>1.013e0</w:t>
      </w:r>
    </w:p>
    <w:p w:rsidR="005B3ED9" w:rsidRDefault="005B3ED9" w:rsidP="005B3ED9">
      <w:r>
        <w:t>373.8919</w:t>
      </w:r>
      <w:r>
        <w:tab/>
        <w:t>1.013e0</w:t>
      </w:r>
    </w:p>
    <w:p w:rsidR="005B3ED9" w:rsidRDefault="005B3ED9" w:rsidP="005B3ED9">
      <w:r>
        <w:t>373.9162</w:t>
      </w:r>
      <w:r>
        <w:tab/>
        <w:t>3.038e0</w:t>
      </w:r>
    </w:p>
    <w:p w:rsidR="005B3ED9" w:rsidRDefault="005B3ED9" w:rsidP="005B3ED9">
      <w:r>
        <w:t>373.9178</w:t>
      </w:r>
      <w:r>
        <w:tab/>
        <w:t>3.038e0</w:t>
      </w:r>
    </w:p>
    <w:p w:rsidR="005B3ED9" w:rsidRDefault="005B3ED9" w:rsidP="005B3ED9">
      <w:r>
        <w:t>373.9591</w:t>
      </w:r>
      <w:r>
        <w:tab/>
        <w:t>1.013e0</w:t>
      </w:r>
    </w:p>
    <w:p w:rsidR="005B3ED9" w:rsidRDefault="005B3ED9" w:rsidP="005B3ED9">
      <w:r>
        <w:t>374.0574</w:t>
      </w:r>
      <w:r>
        <w:tab/>
        <w:t>2.025e0</w:t>
      </w:r>
    </w:p>
    <w:p w:rsidR="005B3ED9" w:rsidRDefault="005B3ED9" w:rsidP="005B3ED9">
      <w:r>
        <w:lastRenderedPageBreak/>
        <w:t>374.0640</w:t>
      </w:r>
      <w:r>
        <w:tab/>
        <w:t>1.013e0</w:t>
      </w:r>
    </w:p>
    <w:p w:rsidR="005B3ED9" w:rsidRDefault="005B3ED9" w:rsidP="005B3ED9">
      <w:r>
        <w:t>374.1306</w:t>
      </w:r>
      <w:r>
        <w:tab/>
        <w:t>1.013e0</w:t>
      </w:r>
    </w:p>
    <w:p w:rsidR="005B3ED9" w:rsidRDefault="005B3ED9" w:rsidP="005B3ED9">
      <w:r>
        <w:t>374.1400</w:t>
      </w:r>
      <w:r>
        <w:tab/>
        <w:t>2.025e0</w:t>
      </w:r>
    </w:p>
    <w:p w:rsidR="005B3ED9" w:rsidRDefault="005B3ED9" w:rsidP="005B3ED9">
      <w:r>
        <w:t>374.1904</w:t>
      </w:r>
      <w:r>
        <w:tab/>
        <w:t>1.013e0</w:t>
      </w:r>
    </w:p>
    <w:p w:rsidR="005B3ED9" w:rsidRDefault="005B3ED9" w:rsidP="005B3ED9">
      <w:r>
        <w:t>374.2236</w:t>
      </w:r>
      <w:r>
        <w:tab/>
        <w:t>1.013e0</w:t>
      </w:r>
    </w:p>
    <w:p w:rsidR="005B3ED9" w:rsidRDefault="005B3ED9" w:rsidP="005B3ED9">
      <w:r>
        <w:t>374.2370</w:t>
      </w:r>
      <w:r>
        <w:tab/>
        <w:t>1.013e0</w:t>
      </w:r>
    </w:p>
    <w:p w:rsidR="005B3ED9" w:rsidRDefault="005B3ED9" w:rsidP="005B3ED9">
      <w:r>
        <w:t>374.2437</w:t>
      </w:r>
      <w:r>
        <w:tab/>
        <w:t>1.013e0</w:t>
      </w:r>
    </w:p>
    <w:p w:rsidR="005B3ED9" w:rsidRDefault="005B3ED9" w:rsidP="005B3ED9">
      <w:r>
        <w:t>374.3022</w:t>
      </w:r>
      <w:r>
        <w:tab/>
        <w:t>6.076e0</w:t>
      </w:r>
    </w:p>
    <w:p w:rsidR="005B3ED9" w:rsidRDefault="005B3ED9" w:rsidP="005B3ED9">
      <w:r>
        <w:t>374.3236</w:t>
      </w:r>
      <w:r>
        <w:tab/>
        <w:t>2.025e0</w:t>
      </w:r>
    </w:p>
    <w:p w:rsidR="005B3ED9" w:rsidRDefault="005B3ED9" w:rsidP="005B3ED9">
      <w:r>
        <w:t>374.3361</w:t>
      </w:r>
      <w:r>
        <w:tab/>
        <w:t>4.051e0</w:t>
      </w:r>
    </w:p>
    <w:p w:rsidR="005B3ED9" w:rsidRDefault="005B3ED9" w:rsidP="005B3ED9">
      <w:r>
        <w:t>374.3702</w:t>
      </w:r>
      <w:r>
        <w:tab/>
        <w:t>1.013e0</w:t>
      </w:r>
    </w:p>
    <w:p w:rsidR="005B3ED9" w:rsidRDefault="005B3ED9" w:rsidP="005B3ED9">
      <w:r>
        <w:t>374.3825</w:t>
      </w:r>
      <w:r>
        <w:tab/>
        <w:t>1.013e0</w:t>
      </w:r>
    </w:p>
    <w:p w:rsidR="005B3ED9" w:rsidRDefault="005B3ED9" w:rsidP="005B3ED9">
      <w:r>
        <w:t>374.4285</w:t>
      </w:r>
      <w:r>
        <w:tab/>
        <w:t>1.013e0</w:t>
      </w:r>
    </w:p>
    <w:p w:rsidR="005B3ED9" w:rsidRDefault="005B3ED9" w:rsidP="005B3ED9">
      <w:r>
        <w:t>374.4305</w:t>
      </w:r>
      <w:r>
        <w:tab/>
        <w:t>2.025e0</w:t>
      </w:r>
    </w:p>
    <w:p w:rsidR="005B3ED9" w:rsidRDefault="005B3ED9" w:rsidP="005B3ED9">
      <w:r>
        <w:t>374.4901</w:t>
      </w:r>
      <w:r>
        <w:tab/>
        <w:t>1.013e0</w:t>
      </w:r>
    </w:p>
    <w:p w:rsidR="005B3ED9" w:rsidRDefault="005B3ED9" w:rsidP="005B3ED9">
      <w:r>
        <w:t>374.5100</w:t>
      </w:r>
      <w:r>
        <w:tab/>
        <w:t>1.013e0</w:t>
      </w:r>
    </w:p>
    <w:p w:rsidR="005B3ED9" w:rsidRDefault="005B3ED9" w:rsidP="005B3ED9">
      <w:r>
        <w:t>374.5415</w:t>
      </w:r>
      <w:r>
        <w:tab/>
        <w:t>1.013e0</w:t>
      </w:r>
    </w:p>
    <w:p w:rsidR="005B3ED9" w:rsidRDefault="005B3ED9" w:rsidP="005B3ED9">
      <w:r>
        <w:t>374.5915</w:t>
      </w:r>
      <w:r>
        <w:tab/>
        <w:t>1.013e0</w:t>
      </w:r>
    </w:p>
    <w:p w:rsidR="005B3ED9" w:rsidRDefault="005B3ED9" w:rsidP="005B3ED9">
      <w:r>
        <w:t>374.6033</w:t>
      </w:r>
      <w:r>
        <w:tab/>
        <w:t>1.013e0</w:t>
      </w:r>
    </w:p>
    <w:p w:rsidR="005B3ED9" w:rsidRDefault="005B3ED9" w:rsidP="005B3ED9">
      <w:r>
        <w:lastRenderedPageBreak/>
        <w:t>374.6546</w:t>
      </w:r>
      <w:r>
        <w:tab/>
        <w:t>2.025e0</w:t>
      </w:r>
    </w:p>
    <w:p w:rsidR="005B3ED9" w:rsidRDefault="005B3ED9" w:rsidP="005B3ED9">
      <w:r>
        <w:t>374.6633</w:t>
      </w:r>
      <w:r>
        <w:tab/>
        <w:t>1.013e0</w:t>
      </w:r>
    </w:p>
    <w:p w:rsidR="005B3ED9" w:rsidRDefault="005B3ED9" w:rsidP="005B3ED9">
      <w:r>
        <w:t>374.6758</w:t>
      </w:r>
      <w:r>
        <w:tab/>
        <w:t>1.013e0</w:t>
      </w:r>
    </w:p>
    <w:p w:rsidR="005B3ED9" w:rsidRDefault="005B3ED9" w:rsidP="005B3ED9">
      <w:r>
        <w:t>374.6899</w:t>
      </w:r>
      <w:r>
        <w:tab/>
        <w:t>1.013e0</w:t>
      </w:r>
    </w:p>
    <w:p w:rsidR="005B3ED9" w:rsidRDefault="005B3ED9" w:rsidP="005B3ED9">
      <w:r>
        <w:t>374.7257</w:t>
      </w:r>
      <w:r>
        <w:tab/>
        <w:t>1.013e0</w:t>
      </w:r>
    </w:p>
    <w:p w:rsidR="005B3ED9" w:rsidRDefault="005B3ED9" w:rsidP="005B3ED9">
      <w:r>
        <w:t>374.8177</w:t>
      </w:r>
      <w:r>
        <w:tab/>
        <w:t>1.013e0</w:t>
      </w:r>
    </w:p>
    <w:p w:rsidR="005B3ED9" w:rsidRDefault="005B3ED9" w:rsidP="005B3ED9">
      <w:r>
        <w:t>374.8848</w:t>
      </w:r>
      <w:r>
        <w:tab/>
        <w:t>1.013e0</w:t>
      </w:r>
    </w:p>
    <w:p w:rsidR="005B3ED9" w:rsidRDefault="005B3ED9" w:rsidP="005B3ED9">
      <w:r>
        <w:t>374.9307</w:t>
      </w:r>
      <w:r>
        <w:tab/>
        <w:t>3.038e0</w:t>
      </w:r>
    </w:p>
    <w:p w:rsidR="005B3ED9" w:rsidRDefault="005B3ED9" w:rsidP="005B3ED9">
      <w:r>
        <w:t>374.9633</w:t>
      </w:r>
      <w:r>
        <w:tab/>
        <w:t>1.013e0</w:t>
      </w:r>
    </w:p>
    <w:p w:rsidR="005B3ED9" w:rsidRDefault="005B3ED9" w:rsidP="005B3ED9">
      <w:r>
        <w:t>374.9854</w:t>
      </w:r>
      <w:r>
        <w:tab/>
        <w:t>2.025e0</w:t>
      </w:r>
    </w:p>
    <w:p w:rsidR="005B3ED9" w:rsidRDefault="005B3ED9" w:rsidP="005B3ED9">
      <w:r>
        <w:t>375.0007</w:t>
      </w:r>
      <w:r>
        <w:tab/>
        <w:t>2.025e0</w:t>
      </w:r>
    </w:p>
    <w:p w:rsidR="005B3ED9" w:rsidRDefault="005B3ED9" w:rsidP="005B3ED9">
      <w:r>
        <w:t>375.0190</w:t>
      </w:r>
      <w:r>
        <w:tab/>
        <w:t>1.013e0</w:t>
      </w:r>
    </w:p>
    <w:p w:rsidR="005B3ED9" w:rsidRDefault="005B3ED9" w:rsidP="005B3ED9">
      <w:r>
        <w:t>375.1493</w:t>
      </w:r>
      <w:r>
        <w:tab/>
        <w:t>1.013e0</w:t>
      </w:r>
    </w:p>
    <w:p w:rsidR="005B3ED9" w:rsidRDefault="005B3ED9" w:rsidP="005B3ED9">
      <w:r>
        <w:t>375.2078</w:t>
      </w:r>
      <w:r>
        <w:tab/>
        <w:t>2.025e0</w:t>
      </w:r>
    </w:p>
    <w:p w:rsidR="005B3ED9" w:rsidRDefault="005B3ED9" w:rsidP="005B3ED9">
      <w:r>
        <w:t>375.2165</w:t>
      </w:r>
      <w:r>
        <w:tab/>
        <w:t>2.025e0</w:t>
      </w:r>
    </w:p>
    <w:p w:rsidR="005B3ED9" w:rsidRDefault="005B3ED9" w:rsidP="005B3ED9">
      <w:r>
        <w:t>375.2768</w:t>
      </w:r>
      <w:r>
        <w:tab/>
        <w:t>3.038e0</w:t>
      </w:r>
    </w:p>
    <w:p w:rsidR="005B3ED9" w:rsidRDefault="005B3ED9" w:rsidP="005B3ED9">
      <w:r>
        <w:t>375.3035</w:t>
      </w:r>
      <w:r>
        <w:tab/>
        <w:t>1.013e0</w:t>
      </w:r>
    </w:p>
    <w:p w:rsidR="005B3ED9" w:rsidRDefault="005B3ED9" w:rsidP="005B3ED9">
      <w:r>
        <w:t>375.3235</w:t>
      </w:r>
      <w:r>
        <w:tab/>
        <w:t>1.013e0</w:t>
      </w:r>
    </w:p>
    <w:p w:rsidR="005B3ED9" w:rsidRDefault="005B3ED9" w:rsidP="005B3ED9">
      <w:r>
        <w:t>375.3754</w:t>
      </w:r>
      <w:r>
        <w:tab/>
        <w:t>1.013e0</w:t>
      </w:r>
    </w:p>
    <w:p w:rsidR="005B3ED9" w:rsidRDefault="005B3ED9" w:rsidP="005B3ED9">
      <w:r>
        <w:lastRenderedPageBreak/>
        <w:t>375.4043</w:t>
      </w:r>
      <w:r>
        <w:tab/>
        <w:t>4.051e0</w:t>
      </w:r>
    </w:p>
    <w:p w:rsidR="005B3ED9" w:rsidRDefault="005B3ED9" w:rsidP="005B3ED9">
      <w:r>
        <w:t>375.4305</w:t>
      </w:r>
      <w:r>
        <w:tab/>
        <w:t>2.025e0</w:t>
      </w:r>
    </w:p>
    <w:p w:rsidR="005B3ED9" w:rsidRDefault="005B3ED9" w:rsidP="005B3ED9">
      <w:r>
        <w:t>375.4465</w:t>
      </w:r>
      <w:r>
        <w:tab/>
        <w:t>1.013e0</w:t>
      </w:r>
    </w:p>
    <w:p w:rsidR="005B3ED9" w:rsidRDefault="005B3ED9" w:rsidP="005B3ED9">
      <w:r>
        <w:t>375.4503</w:t>
      </w:r>
      <w:r>
        <w:tab/>
        <w:t>1.013e0</w:t>
      </w:r>
    </w:p>
    <w:p w:rsidR="005B3ED9" w:rsidRDefault="005B3ED9" w:rsidP="005B3ED9">
      <w:r>
        <w:t>375.5037</w:t>
      </w:r>
      <w:r>
        <w:tab/>
        <w:t>1.013e0</w:t>
      </w:r>
    </w:p>
    <w:p w:rsidR="005B3ED9" w:rsidRDefault="005B3ED9" w:rsidP="005B3ED9">
      <w:r>
        <w:t>375.5346</w:t>
      </w:r>
      <w:r>
        <w:tab/>
        <w:t>1.013e0</w:t>
      </w:r>
    </w:p>
    <w:p w:rsidR="005B3ED9" w:rsidRDefault="005B3ED9" w:rsidP="005B3ED9">
      <w:r>
        <w:t>375.5972</w:t>
      </w:r>
      <w:r>
        <w:tab/>
        <w:t>1.013e0</w:t>
      </w:r>
    </w:p>
    <w:p w:rsidR="005B3ED9" w:rsidRDefault="005B3ED9" w:rsidP="005B3ED9">
      <w:r>
        <w:t>375.6306</w:t>
      </w:r>
      <w:r>
        <w:tab/>
        <w:t>1.013e0</w:t>
      </w:r>
    </w:p>
    <w:p w:rsidR="005B3ED9" w:rsidRDefault="005B3ED9" w:rsidP="005B3ED9">
      <w:r>
        <w:t>375.7148</w:t>
      </w:r>
      <w:r>
        <w:tab/>
        <w:t>1.013e0</w:t>
      </w:r>
    </w:p>
    <w:p w:rsidR="005B3ED9" w:rsidRDefault="005B3ED9" w:rsidP="005B3ED9">
      <w:r>
        <w:t>375.7359</w:t>
      </w:r>
      <w:r>
        <w:tab/>
        <w:t>1.013e0</w:t>
      </w:r>
    </w:p>
    <w:p w:rsidR="005B3ED9" w:rsidRDefault="005B3ED9" w:rsidP="005B3ED9">
      <w:r>
        <w:t>375.7910</w:t>
      </w:r>
      <w:r>
        <w:tab/>
        <w:t>1.013e0</w:t>
      </w:r>
    </w:p>
    <w:p w:rsidR="005B3ED9" w:rsidRDefault="005B3ED9" w:rsidP="005B3ED9">
      <w:r>
        <w:t>375.8644</w:t>
      </w:r>
      <w:r>
        <w:tab/>
        <w:t>1.013e0</w:t>
      </w:r>
    </w:p>
    <w:p w:rsidR="005B3ED9" w:rsidRDefault="005B3ED9" w:rsidP="005B3ED9">
      <w:r>
        <w:t>375.8984</w:t>
      </w:r>
      <w:r>
        <w:tab/>
        <w:t>2.025e0</w:t>
      </w:r>
    </w:p>
    <w:p w:rsidR="005B3ED9" w:rsidRDefault="005B3ED9" w:rsidP="005B3ED9">
      <w:r>
        <w:t>375.9112</w:t>
      </w:r>
      <w:r>
        <w:tab/>
        <w:t>1.013e0</w:t>
      </w:r>
    </w:p>
    <w:p w:rsidR="005B3ED9" w:rsidRDefault="005B3ED9" w:rsidP="005B3ED9">
      <w:r>
        <w:t>375.9162</w:t>
      </w:r>
      <w:r>
        <w:tab/>
        <w:t>1.013e0</w:t>
      </w:r>
    </w:p>
    <w:p w:rsidR="005B3ED9" w:rsidRDefault="005B3ED9" w:rsidP="005B3ED9">
      <w:r>
        <w:t>375.9404</w:t>
      </w:r>
      <w:r>
        <w:tab/>
        <w:t>3.038e0</w:t>
      </w:r>
    </w:p>
    <w:p w:rsidR="005B3ED9" w:rsidRDefault="005B3ED9" w:rsidP="005B3ED9">
      <w:r>
        <w:t>375.9662</w:t>
      </w:r>
      <w:r>
        <w:tab/>
        <w:t>1.013e0</w:t>
      </w:r>
    </w:p>
    <w:p w:rsidR="005B3ED9" w:rsidRDefault="005B3ED9" w:rsidP="005B3ED9">
      <w:r>
        <w:t>375.9780</w:t>
      </w:r>
      <w:r>
        <w:tab/>
        <w:t>1.013e0</w:t>
      </w:r>
    </w:p>
    <w:p w:rsidR="005B3ED9" w:rsidRDefault="005B3ED9" w:rsidP="005B3ED9">
      <w:r>
        <w:t>376.0046</w:t>
      </w:r>
      <w:r>
        <w:tab/>
        <w:t>1.013e0</w:t>
      </w:r>
    </w:p>
    <w:p w:rsidR="005B3ED9" w:rsidRDefault="005B3ED9" w:rsidP="005B3ED9">
      <w:r>
        <w:lastRenderedPageBreak/>
        <w:t>376.0294</w:t>
      </w:r>
      <w:r>
        <w:tab/>
        <w:t>1.013e0</w:t>
      </w:r>
    </w:p>
    <w:p w:rsidR="005B3ED9" w:rsidRDefault="005B3ED9" w:rsidP="005B3ED9">
      <w:r>
        <w:t>376.1114</w:t>
      </w:r>
      <w:r>
        <w:tab/>
        <w:t>4.051e0</w:t>
      </w:r>
    </w:p>
    <w:p w:rsidR="005B3ED9" w:rsidRDefault="005B3ED9" w:rsidP="005B3ED9">
      <w:r>
        <w:t>376.1987</w:t>
      </w:r>
      <w:r>
        <w:tab/>
        <w:t>1.013e0</w:t>
      </w:r>
    </w:p>
    <w:p w:rsidR="005B3ED9" w:rsidRDefault="005B3ED9" w:rsidP="005B3ED9">
      <w:r>
        <w:t>376.2096</w:t>
      </w:r>
      <w:r>
        <w:tab/>
        <w:t>1.013e0</w:t>
      </w:r>
    </w:p>
    <w:p w:rsidR="005B3ED9" w:rsidRDefault="005B3ED9" w:rsidP="005B3ED9">
      <w:r>
        <w:t>376.2188</w:t>
      </w:r>
      <w:r>
        <w:tab/>
        <w:t>2.025e0</w:t>
      </w:r>
    </w:p>
    <w:p w:rsidR="005B3ED9" w:rsidRDefault="005B3ED9" w:rsidP="005B3ED9">
      <w:r>
        <w:t>376.2237</w:t>
      </w:r>
      <w:r>
        <w:tab/>
        <w:t>3.038e0</w:t>
      </w:r>
    </w:p>
    <w:p w:rsidR="005B3ED9" w:rsidRDefault="005B3ED9" w:rsidP="005B3ED9">
      <w:r>
        <w:t>376.2347</w:t>
      </w:r>
      <w:r>
        <w:tab/>
        <w:t>1.013e0</w:t>
      </w:r>
    </w:p>
    <w:p w:rsidR="005B3ED9" w:rsidRDefault="005B3ED9" w:rsidP="005B3ED9">
      <w:r>
        <w:t>376.2526</w:t>
      </w:r>
      <w:r>
        <w:tab/>
        <w:t>3.038e0</w:t>
      </w:r>
    </w:p>
    <w:p w:rsidR="005B3ED9" w:rsidRDefault="005B3ED9" w:rsidP="005B3ED9">
      <w:r>
        <w:t>376.2924</w:t>
      </w:r>
      <w:r>
        <w:tab/>
        <w:t>1.013e0</w:t>
      </w:r>
    </w:p>
    <w:p w:rsidR="005B3ED9" w:rsidRDefault="005B3ED9" w:rsidP="005B3ED9">
      <w:r>
        <w:t>376.3528</w:t>
      </w:r>
      <w:r>
        <w:tab/>
        <w:t>2.025e0</w:t>
      </w:r>
    </w:p>
    <w:p w:rsidR="005B3ED9" w:rsidRDefault="005B3ED9" w:rsidP="005B3ED9">
      <w:r>
        <w:t>376.3689</w:t>
      </w:r>
      <w:r>
        <w:tab/>
        <w:t>1.013e0</w:t>
      </w:r>
    </w:p>
    <w:p w:rsidR="005B3ED9" w:rsidRDefault="005B3ED9" w:rsidP="005B3ED9">
      <w:r>
        <w:t>376.4323</w:t>
      </w:r>
      <w:r>
        <w:tab/>
        <w:t>1.013e0</w:t>
      </w:r>
    </w:p>
    <w:p w:rsidR="005B3ED9" w:rsidRDefault="005B3ED9" w:rsidP="005B3ED9">
      <w:r>
        <w:t>376.4663</w:t>
      </w:r>
      <w:r>
        <w:tab/>
        <w:t>1.013e0</w:t>
      </w:r>
    </w:p>
    <w:p w:rsidR="005B3ED9" w:rsidRDefault="005B3ED9" w:rsidP="005B3ED9">
      <w:r>
        <w:t>376.4864</w:t>
      </w:r>
      <w:r>
        <w:tab/>
        <w:t>1.013e0</w:t>
      </w:r>
    </w:p>
    <w:p w:rsidR="005B3ED9" w:rsidRDefault="005B3ED9" w:rsidP="005B3ED9">
      <w:r>
        <w:t>376.6470</w:t>
      </w:r>
      <w:r>
        <w:tab/>
        <w:t>1.013e0</w:t>
      </w:r>
    </w:p>
    <w:p w:rsidR="005B3ED9" w:rsidRDefault="005B3ED9" w:rsidP="005B3ED9">
      <w:r>
        <w:t>376.6738</w:t>
      </w:r>
      <w:r>
        <w:tab/>
        <w:t>1.013e0</w:t>
      </w:r>
    </w:p>
    <w:p w:rsidR="005B3ED9" w:rsidRDefault="005B3ED9" w:rsidP="005B3ED9">
      <w:r>
        <w:t>376.6797</w:t>
      </w:r>
      <w:r>
        <w:tab/>
        <w:t>1.013e0</w:t>
      </w:r>
    </w:p>
    <w:p w:rsidR="005B3ED9" w:rsidRDefault="005B3ED9" w:rsidP="005B3ED9">
      <w:r>
        <w:t>376.7256</w:t>
      </w:r>
      <w:r>
        <w:tab/>
        <w:t>1.013e0</w:t>
      </w:r>
    </w:p>
    <w:p w:rsidR="005B3ED9" w:rsidRDefault="005B3ED9" w:rsidP="005B3ED9">
      <w:r>
        <w:t>376.7716</w:t>
      </w:r>
      <w:r>
        <w:tab/>
        <w:t>1.013e0</w:t>
      </w:r>
    </w:p>
    <w:p w:rsidR="005B3ED9" w:rsidRDefault="005B3ED9" w:rsidP="005B3ED9">
      <w:r>
        <w:lastRenderedPageBreak/>
        <w:t>376.7756</w:t>
      </w:r>
      <w:r>
        <w:tab/>
        <w:t>1.013e0</w:t>
      </w:r>
    </w:p>
    <w:p w:rsidR="005B3ED9" w:rsidRDefault="005B3ED9" w:rsidP="005B3ED9">
      <w:r>
        <w:t>376.7967</w:t>
      </w:r>
      <w:r>
        <w:tab/>
        <w:t>1.013e0</w:t>
      </w:r>
    </w:p>
    <w:p w:rsidR="005B3ED9" w:rsidRDefault="005B3ED9" w:rsidP="005B3ED9">
      <w:r>
        <w:t>376.8279</w:t>
      </w:r>
      <w:r>
        <w:tab/>
        <w:t>1.013e0</w:t>
      </w:r>
    </w:p>
    <w:p w:rsidR="005B3ED9" w:rsidRDefault="005B3ED9" w:rsidP="005B3ED9">
      <w:r>
        <w:t>376.8345</w:t>
      </w:r>
      <w:r>
        <w:tab/>
        <w:t>1.013e0</w:t>
      </w:r>
    </w:p>
    <w:p w:rsidR="005B3ED9" w:rsidRDefault="005B3ED9" w:rsidP="005B3ED9">
      <w:r>
        <w:t>376.8680</w:t>
      </w:r>
      <w:r>
        <w:tab/>
        <w:t>1.013e0</w:t>
      </w:r>
    </w:p>
    <w:p w:rsidR="005B3ED9" w:rsidRDefault="005B3ED9" w:rsidP="005B3ED9">
      <w:r>
        <w:t>376.9053</w:t>
      </w:r>
      <w:r>
        <w:tab/>
        <w:t>2.025e0</w:t>
      </w:r>
    </w:p>
    <w:p w:rsidR="005B3ED9" w:rsidRDefault="005B3ED9" w:rsidP="005B3ED9">
      <w:r>
        <w:t>376.9204</w:t>
      </w:r>
      <w:r>
        <w:tab/>
        <w:t>2.025e0</w:t>
      </w:r>
    </w:p>
    <w:p w:rsidR="005B3ED9" w:rsidRDefault="005B3ED9" w:rsidP="005B3ED9">
      <w:r>
        <w:t>376.9217</w:t>
      </w:r>
      <w:r>
        <w:tab/>
        <w:t>1.013e0</w:t>
      </w:r>
    </w:p>
    <w:p w:rsidR="005B3ED9" w:rsidRDefault="005B3ED9" w:rsidP="005B3ED9">
      <w:r>
        <w:t>376.9622</w:t>
      </w:r>
      <w:r>
        <w:tab/>
        <w:t>4.051e0</w:t>
      </w:r>
    </w:p>
    <w:p w:rsidR="005B3ED9" w:rsidRDefault="005B3ED9" w:rsidP="005B3ED9">
      <w:r>
        <w:t>376.9731</w:t>
      </w:r>
      <w:r>
        <w:tab/>
        <w:t>1.013e0</w:t>
      </w:r>
    </w:p>
    <w:p w:rsidR="005B3ED9" w:rsidRDefault="005B3ED9" w:rsidP="005B3ED9">
      <w:r>
        <w:t>377.0083</w:t>
      </w:r>
      <w:r>
        <w:tab/>
        <w:t>1.761e0</w:t>
      </w:r>
    </w:p>
    <w:p w:rsidR="005B3ED9" w:rsidRDefault="005B3ED9" w:rsidP="005B3ED9">
      <w:r>
        <w:t>377.0266</w:t>
      </w:r>
      <w:r>
        <w:tab/>
        <w:t>2.025e0</w:t>
      </w:r>
    </w:p>
    <w:p w:rsidR="005B3ED9" w:rsidRDefault="005B3ED9" w:rsidP="005B3ED9">
      <w:r>
        <w:t>377.0691</w:t>
      </w:r>
      <w:r>
        <w:tab/>
        <w:t>1.013e0</w:t>
      </w:r>
    </w:p>
    <w:p w:rsidR="005B3ED9" w:rsidRDefault="005B3ED9" w:rsidP="005B3ED9">
      <w:r>
        <w:t>377.0758</w:t>
      </w:r>
      <w:r>
        <w:tab/>
        <w:t>1.013e0</w:t>
      </w:r>
    </w:p>
    <w:p w:rsidR="005B3ED9" w:rsidRDefault="005B3ED9" w:rsidP="005B3ED9">
      <w:r>
        <w:t>377.1160</w:t>
      </w:r>
      <w:r>
        <w:tab/>
        <w:t>1.013e0</w:t>
      </w:r>
    </w:p>
    <w:p w:rsidR="005B3ED9" w:rsidRDefault="005B3ED9" w:rsidP="005B3ED9">
      <w:r>
        <w:t>377.2098</w:t>
      </w:r>
      <w:r>
        <w:tab/>
        <w:t>1.013e0</w:t>
      </w:r>
    </w:p>
    <w:p w:rsidR="005B3ED9" w:rsidRDefault="005B3ED9" w:rsidP="005B3ED9">
      <w:r>
        <w:t>377.2166</w:t>
      </w:r>
      <w:r>
        <w:tab/>
        <w:t>1.013e0</w:t>
      </w:r>
    </w:p>
    <w:p w:rsidR="005B3ED9" w:rsidRDefault="005B3ED9" w:rsidP="005B3ED9">
      <w:r>
        <w:t>377.2437</w:t>
      </w:r>
      <w:r>
        <w:tab/>
        <w:t>2.025e0</w:t>
      </w:r>
    </w:p>
    <w:p w:rsidR="005B3ED9" w:rsidRDefault="005B3ED9" w:rsidP="005B3ED9">
      <w:r>
        <w:t>377.2647</w:t>
      </w:r>
      <w:r>
        <w:tab/>
        <w:t>2.025e0</w:t>
      </w:r>
    </w:p>
    <w:p w:rsidR="005B3ED9" w:rsidRDefault="005B3ED9" w:rsidP="005B3ED9">
      <w:r>
        <w:lastRenderedPageBreak/>
        <w:t>377.3089</w:t>
      </w:r>
      <w:r>
        <w:tab/>
        <w:t>3.038e0</w:t>
      </w:r>
    </w:p>
    <w:p w:rsidR="005B3ED9" w:rsidRDefault="005B3ED9" w:rsidP="005B3ED9">
      <w:r>
        <w:t>377.3909</w:t>
      </w:r>
      <w:r>
        <w:tab/>
        <w:t>2.025e0</w:t>
      </w:r>
    </w:p>
    <w:p w:rsidR="005B3ED9" w:rsidRDefault="005B3ED9" w:rsidP="005B3ED9">
      <w:r>
        <w:t>377.4933</w:t>
      </w:r>
      <w:r>
        <w:tab/>
        <w:t>1.013e0</w:t>
      </w:r>
    </w:p>
    <w:p w:rsidR="005B3ED9" w:rsidRDefault="005B3ED9" w:rsidP="005B3ED9">
      <w:r>
        <w:t>377.5183</w:t>
      </w:r>
      <w:r>
        <w:tab/>
        <w:t>1.013e0</w:t>
      </w:r>
    </w:p>
    <w:p w:rsidR="005B3ED9" w:rsidRDefault="005B3ED9" w:rsidP="005B3ED9">
      <w:r>
        <w:t>377.5354</w:t>
      </w:r>
      <w:r>
        <w:tab/>
        <w:t>1.013e0</w:t>
      </w:r>
    </w:p>
    <w:p w:rsidR="005B3ED9" w:rsidRDefault="005B3ED9" w:rsidP="005B3ED9">
      <w:r>
        <w:t>377.6025</w:t>
      </w:r>
      <w:r>
        <w:tab/>
        <w:t>1.013e0</w:t>
      </w:r>
    </w:p>
    <w:p w:rsidR="005B3ED9" w:rsidRDefault="005B3ED9" w:rsidP="005B3ED9">
      <w:r>
        <w:t>377.6593</w:t>
      </w:r>
      <w:r>
        <w:tab/>
        <w:t>1.013e0</w:t>
      </w:r>
    </w:p>
    <w:p w:rsidR="005B3ED9" w:rsidRDefault="005B3ED9" w:rsidP="005B3ED9">
      <w:r>
        <w:t>377.7062</w:t>
      </w:r>
      <w:r>
        <w:tab/>
        <w:t>1.013e0</w:t>
      </w:r>
    </w:p>
    <w:p w:rsidR="005B3ED9" w:rsidRDefault="005B3ED9" w:rsidP="005B3ED9">
      <w:r>
        <w:t>377.7791</w:t>
      </w:r>
      <w:r>
        <w:tab/>
        <w:t>1.013e0</w:t>
      </w:r>
    </w:p>
    <w:p w:rsidR="005B3ED9" w:rsidRDefault="005B3ED9" w:rsidP="005B3ED9">
      <w:r>
        <w:t>377.8079</w:t>
      </w:r>
      <w:r>
        <w:tab/>
        <w:t>1.013e0</w:t>
      </w:r>
    </w:p>
    <w:p w:rsidR="005B3ED9" w:rsidRDefault="005B3ED9" w:rsidP="005B3ED9">
      <w:r>
        <w:t>377.8688</w:t>
      </w:r>
      <w:r>
        <w:tab/>
        <w:t>2.025e0</w:t>
      </w:r>
    </w:p>
    <w:p w:rsidR="005B3ED9" w:rsidRDefault="005B3ED9" w:rsidP="005B3ED9">
      <w:r>
        <w:t>377.9009</w:t>
      </w:r>
      <w:r>
        <w:tab/>
        <w:t>1.013e0</w:t>
      </w:r>
    </w:p>
    <w:p w:rsidR="005B3ED9" w:rsidRDefault="005B3ED9" w:rsidP="005B3ED9">
      <w:r>
        <w:t>377.9345</w:t>
      </w:r>
      <w:r>
        <w:tab/>
        <w:t>1.013e0</w:t>
      </w:r>
    </w:p>
    <w:p w:rsidR="005B3ED9" w:rsidRDefault="005B3ED9" w:rsidP="005B3ED9">
      <w:r>
        <w:t>377.9595</w:t>
      </w:r>
      <w:r>
        <w:tab/>
        <w:t>1.013e0</w:t>
      </w:r>
    </w:p>
    <w:p w:rsidR="005B3ED9" w:rsidRDefault="005B3ED9" w:rsidP="005B3ED9">
      <w:r>
        <w:t>377.9882</w:t>
      </w:r>
      <w:r>
        <w:tab/>
        <w:t>1.013e0</w:t>
      </w:r>
    </w:p>
    <w:p w:rsidR="005B3ED9" w:rsidRDefault="005B3ED9" w:rsidP="005B3ED9">
      <w:r>
        <w:t>378.0017</w:t>
      </w:r>
      <w:r>
        <w:tab/>
        <w:t>1.013e0</w:t>
      </w:r>
    </w:p>
    <w:p w:rsidR="005B3ED9" w:rsidRDefault="005B3ED9" w:rsidP="005B3ED9">
      <w:r>
        <w:t>378.0266</w:t>
      </w:r>
      <w:r>
        <w:tab/>
        <w:t>1.013e0</w:t>
      </w:r>
    </w:p>
    <w:p w:rsidR="005B3ED9" w:rsidRDefault="005B3ED9" w:rsidP="005B3ED9">
      <w:r>
        <w:t>378.0306</w:t>
      </w:r>
      <w:r>
        <w:tab/>
        <w:t>1.013e0</w:t>
      </w:r>
    </w:p>
    <w:p w:rsidR="005B3ED9" w:rsidRDefault="005B3ED9" w:rsidP="005B3ED9">
      <w:r>
        <w:t>378.0478</w:t>
      </w:r>
      <w:r>
        <w:tab/>
        <w:t>1.013e0</w:t>
      </w:r>
    </w:p>
    <w:p w:rsidR="005B3ED9" w:rsidRDefault="005B3ED9" w:rsidP="005B3ED9">
      <w:r>
        <w:lastRenderedPageBreak/>
        <w:t>378.0554</w:t>
      </w:r>
      <w:r>
        <w:tab/>
        <w:t>1.013e0</w:t>
      </w:r>
    </w:p>
    <w:p w:rsidR="005B3ED9" w:rsidRDefault="005B3ED9" w:rsidP="005B3ED9">
      <w:r>
        <w:t>378.0766</w:t>
      </w:r>
      <w:r>
        <w:tab/>
        <w:t>1.013e0</w:t>
      </w:r>
    </w:p>
    <w:p w:rsidR="005B3ED9" w:rsidRDefault="005B3ED9" w:rsidP="005B3ED9">
      <w:r>
        <w:t>378.0978</w:t>
      </w:r>
      <w:r>
        <w:tab/>
        <w:t>1.013e0</w:t>
      </w:r>
    </w:p>
    <w:p w:rsidR="005B3ED9" w:rsidRDefault="005B3ED9" w:rsidP="005B3ED9">
      <w:r>
        <w:t>378.2113</w:t>
      </w:r>
      <w:r>
        <w:tab/>
        <w:t>3.038e0</w:t>
      </w:r>
    </w:p>
    <w:p w:rsidR="005B3ED9" w:rsidRDefault="005B3ED9" w:rsidP="005B3ED9">
      <w:r>
        <w:t>378.2532</w:t>
      </w:r>
      <w:r>
        <w:tab/>
        <w:t>1.013e0</w:t>
      </w:r>
    </w:p>
    <w:p w:rsidR="005B3ED9" w:rsidRDefault="005B3ED9" w:rsidP="005B3ED9">
      <w:r>
        <w:t>378.2705</w:t>
      </w:r>
      <w:r>
        <w:tab/>
        <w:t>1.013e0</w:t>
      </w:r>
    </w:p>
    <w:p w:rsidR="005B3ED9" w:rsidRDefault="005B3ED9" w:rsidP="005B3ED9">
      <w:r>
        <w:t>378.3041</w:t>
      </w:r>
      <w:r>
        <w:tab/>
        <w:t>3.038e0</w:t>
      </w:r>
    </w:p>
    <w:p w:rsidR="005B3ED9" w:rsidRDefault="005B3ED9" w:rsidP="005B3ED9">
      <w:r>
        <w:t>378.3376</w:t>
      </w:r>
      <w:r>
        <w:tab/>
        <w:t>1.013e0</w:t>
      </w:r>
    </w:p>
    <w:p w:rsidR="005B3ED9" w:rsidRDefault="005B3ED9" w:rsidP="005B3ED9">
      <w:r>
        <w:t>378.3625</w:t>
      </w:r>
      <w:r>
        <w:tab/>
        <w:t>1.013e0</w:t>
      </w:r>
    </w:p>
    <w:p w:rsidR="005B3ED9" w:rsidRDefault="005B3ED9" w:rsidP="005B3ED9">
      <w:r>
        <w:t>378.3876</w:t>
      </w:r>
      <w:r>
        <w:tab/>
        <w:t>1.013e0</w:t>
      </w:r>
    </w:p>
    <w:p w:rsidR="005B3ED9" w:rsidRDefault="005B3ED9" w:rsidP="005B3ED9">
      <w:r>
        <w:t>378.4049</w:t>
      </w:r>
      <w:r>
        <w:tab/>
        <w:t>1.013e0</w:t>
      </w:r>
    </w:p>
    <w:p w:rsidR="005B3ED9" w:rsidRDefault="005B3ED9" w:rsidP="005B3ED9">
      <w:r>
        <w:t>378.4337</w:t>
      </w:r>
      <w:r>
        <w:tab/>
        <w:t>1.013e0</w:t>
      </w:r>
    </w:p>
    <w:p w:rsidR="005B3ED9" w:rsidRDefault="005B3ED9" w:rsidP="005B3ED9">
      <w:r>
        <w:t>378.4452</w:t>
      </w:r>
      <w:r>
        <w:tab/>
        <w:t>1.013e0</w:t>
      </w:r>
    </w:p>
    <w:p w:rsidR="005B3ED9" w:rsidRDefault="005B3ED9" w:rsidP="005B3ED9">
      <w:r>
        <w:t>378.5125</w:t>
      </w:r>
      <w:r>
        <w:tab/>
        <w:t>1.013e0</w:t>
      </w:r>
    </w:p>
    <w:p w:rsidR="005B3ED9" w:rsidRDefault="005B3ED9" w:rsidP="005B3ED9">
      <w:r>
        <w:t>378.5259</w:t>
      </w:r>
      <w:r>
        <w:tab/>
        <w:t>1.013e0</w:t>
      </w:r>
    </w:p>
    <w:p w:rsidR="005B3ED9" w:rsidRDefault="005B3ED9" w:rsidP="005B3ED9">
      <w:r>
        <w:t>378.6201</w:t>
      </w:r>
      <w:r>
        <w:tab/>
        <w:t>1.013e0</w:t>
      </w:r>
    </w:p>
    <w:p w:rsidR="005B3ED9" w:rsidRDefault="005B3ED9" w:rsidP="005B3ED9">
      <w:r>
        <w:t>378.6313</w:t>
      </w:r>
      <w:r>
        <w:tab/>
        <w:t>1.013e0</w:t>
      </w:r>
    </w:p>
    <w:p w:rsidR="005B3ED9" w:rsidRDefault="005B3ED9" w:rsidP="005B3ED9">
      <w:r>
        <w:t>378.6605</w:t>
      </w:r>
      <w:r>
        <w:tab/>
        <w:t>1.013e0</w:t>
      </w:r>
    </w:p>
    <w:p w:rsidR="005B3ED9" w:rsidRDefault="005B3ED9" w:rsidP="005B3ED9">
      <w:r>
        <w:t>378.6874</w:t>
      </w:r>
      <w:r>
        <w:tab/>
        <w:t>1.013e0</w:t>
      </w:r>
    </w:p>
    <w:p w:rsidR="005B3ED9" w:rsidRDefault="005B3ED9" w:rsidP="005B3ED9">
      <w:r>
        <w:lastRenderedPageBreak/>
        <w:t>378.7633</w:t>
      </w:r>
      <w:r>
        <w:tab/>
        <w:t>2.025e0</w:t>
      </w:r>
    </w:p>
    <w:p w:rsidR="005B3ED9" w:rsidRDefault="005B3ED9" w:rsidP="005B3ED9">
      <w:r>
        <w:t>378.7697</w:t>
      </w:r>
      <w:r>
        <w:tab/>
        <w:t>1.013e0</w:t>
      </w:r>
    </w:p>
    <w:p w:rsidR="005B3ED9" w:rsidRDefault="005B3ED9" w:rsidP="005B3ED9">
      <w:r>
        <w:t>378.8401</w:t>
      </w:r>
      <w:r>
        <w:tab/>
        <w:t>2.025e0</w:t>
      </w:r>
    </w:p>
    <w:p w:rsidR="005B3ED9" w:rsidRDefault="005B3ED9" w:rsidP="005B3ED9">
      <w:r>
        <w:t>378.8504</w:t>
      </w:r>
      <w:r>
        <w:tab/>
        <w:t>2.025e0</w:t>
      </w:r>
    </w:p>
    <w:p w:rsidR="005B3ED9" w:rsidRDefault="005B3ED9" w:rsidP="005B3ED9">
      <w:r>
        <w:t>378.8828</w:t>
      </w:r>
      <w:r>
        <w:tab/>
        <w:t>1.013e0</w:t>
      </w:r>
    </w:p>
    <w:p w:rsidR="005B3ED9" w:rsidRDefault="005B3ED9" w:rsidP="005B3ED9">
      <w:r>
        <w:t>378.9566</w:t>
      </w:r>
      <w:r>
        <w:tab/>
        <w:t>1.013e0</w:t>
      </w:r>
    </w:p>
    <w:p w:rsidR="005B3ED9" w:rsidRDefault="005B3ED9" w:rsidP="005B3ED9">
      <w:r>
        <w:t>378.9712</w:t>
      </w:r>
      <w:r>
        <w:tab/>
        <w:t>1.013e0</w:t>
      </w:r>
    </w:p>
    <w:p w:rsidR="005B3ED9" w:rsidRDefault="005B3ED9" w:rsidP="005B3ED9">
      <w:r>
        <w:t>378.9865</w:t>
      </w:r>
      <w:r>
        <w:tab/>
        <w:t>2.025e0</w:t>
      </w:r>
    </w:p>
    <w:p w:rsidR="005B3ED9" w:rsidRDefault="005B3ED9" w:rsidP="005B3ED9">
      <w:r>
        <w:t>379.0204</w:t>
      </w:r>
      <w:r>
        <w:tab/>
        <w:t>2.025e0</w:t>
      </w:r>
    </w:p>
    <w:p w:rsidR="005B3ED9" w:rsidRDefault="005B3ED9" w:rsidP="005B3ED9">
      <w:r>
        <w:t>379.0912</w:t>
      </w:r>
      <w:r>
        <w:tab/>
        <w:t>1.013e0</w:t>
      </w:r>
    </w:p>
    <w:p w:rsidR="005B3ED9" w:rsidRDefault="005B3ED9" w:rsidP="005B3ED9">
      <w:r>
        <w:t>379.1384</w:t>
      </w:r>
      <w:r>
        <w:tab/>
        <w:t>1.013e0</w:t>
      </w:r>
    </w:p>
    <w:p w:rsidR="005B3ED9" w:rsidRDefault="005B3ED9" w:rsidP="005B3ED9">
      <w:r>
        <w:t>379.1519</w:t>
      </w:r>
      <w:r>
        <w:tab/>
        <w:t>1.013e0</w:t>
      </w:r>
    </w:p>
    <w:p w:rsidR="005B3ED9" w:rsidRDefault="005B3ED9" w:rsidP="005B3ED9">
      <w:r>
        <w:t>379.2057</w:t>
      </w:r>
      <w:r>
        <w:tab/>
        <w:t>1.013e0</w:t>
      </w:r>
    </w:p>
    <w:p w:rsidR="005B3ED9" w:rsidRDefault="005B3ED9" w:rsidP="005B3ED9">
      <w:r>
        <w:t>379.2193</w:t>
      </w:r>
      <w:r>
        <w:tab/>
        <w:t>1.013e0</w:t>
      </w:r>
    </w:p>
    <w:p w:rsidR="005B3ED9" w:rsidRDefault="005B3ED9" w:rsidP="005B3ED9">
      <w:r>
        <w:t>379.2572</w:t>
      </w:r>
      <w:r>
        <w:tab/>
        <w:t>1.013e0</w:t>
      </w:r>
    </w:p>
    <w:p w:rsidR="005B3ED9" w:rsidRDefault="005B3ED9" w:rsidP="005B3ED9">
      <w:r>
        <w:t>379.2601</w:t>
      </w:r>
      <w:r>
        <w:tab/>
        <w:t>2.025e0</w:t>
      </w:r>
    </w:p>
    <w:p w:rsidR="005B3ED9" w:rsidRDefault="005B3ED9" w:rsidP="005B3ED9">
      <w:r>
        <w:t>379.3203</w:t>
      </w:r>
      <w:r>
        <w:tab/>
        <w:t>1.013e0</w:t>
      </w:r>
    </w:p>
    <w:p w:rsidR="005B3ED9" w:rsidRDefault="005B3ED9" w:rsidP="005B3ED9">
      <w:r>
        <w:t>379.3245</w:t>
      </w:r>
      <w:r>
        <w:tab/>
        <w:t>1.013e0</w:t>
      </w:r>
    </w:p>
    <w:p w:rsidR="005B3ED9" w:rsidRDefault="005B3ED9" w:rsidP="005B3ED9">
      <w:r>
        <w:t>379.3405</w:t>
      </w:r>
      <w:r>
        <w:tab/>
        <w:t>1.013e0</w:t>
      </w:r>
    </w:p>
    <w:p w:rsidR="005B3ED9" w:rsidRDefault="005B3ED9" w:rsidP="005B3ED9">
      <w:r>
        <w:lastRenderedPageBreak/>
        <w:t>379.3601</w:t>
      </w:r>
      <w:r>
        <w:tab/>
        <w:t>2.025e0</w:t>
      </w:r>
    </w:p>
    <w:p w:rsidR="005B3ED9" w:rsidRDefault="005B3ED9" w:rsidP="005B3ED9">
      <w:r>
        <w:t>379.4281</w:t>
      </w:r>
      <w:r>
        <w:tab/>
        <w:t>1.013e0</w:t>
      </w:r>
    </w:p>
    <w:p w:rsidR="005B3ED9" w:rsidRDefault="005B3ED9" w:rsidP="005B3ED9">
      <w:r>
        <w:t>379.4628</w:t>
      </w:r>
      <w:r>
        <w:tab/>
        <w:t>1.013e0</w:t>
      </w:r>
    </w:p>
    <w:p w:rsidR="005B3ED9" w:rsidRDefault="005B3ED9" w:rsidP="005B3ED9">
      <w:r>
        <w:t>379.5764</w:t>
      </w:r>
      <w:r>
        <w:tab/>
        <w:t>1.013e0</w:t>
      </w:r>
    </w:p>
    <w:p w:rsidR="005B3ED9" w:rsidRDefault="005B3ED9" w:rsidP="005B3ED9">
      <w:r>
        <w:t>379.6439</w:t>
      </w:r>
      <w:r>
        <w:tab/>
        <w:t>1.013e0</w:t>
      </w:r>
    </w:p>
    <w:p w:rsidR="005B3ED9" w:rsidRDefault="005B3ED9" w:rsidP="005B3ED9">
      <w:r>
        <w:t>379.6770</w:t>
      </w:r>
      <w:r>
        <w:tab/>
        <w:t>2.025e0</w:t>
      </w:r>
    </w:p>
    <w:p w:rsidR="005B3ED9" w:rsidRDefault="005B3ED9" w:rsidP="005B3ED9">
      <w:r>
        <w:t>379.6817</w:t>
      </w:r>
      <w:r>
        <w:tab/>
        <w:t>1.013e0</w:t>
      </w:r>
    </w:p>
    <w:p w:rsidR="005B3ED9" w:rsidRDefault="005B3ED9" w:rsidP="005B3ED9">
      <w:r>
        <w:t>379.7068</w:t>
      </w:r>
      <w:r>
        <w:tab/>
        <w:t>1.013e0</w:t>
      </w:r>
    </w:p>
    <w:p w:rsidR="005B3ED9" w:rsidRDefault="005B3ED9" w:rsidP="005B3ED9">
      <w:r>
        <w:t>379.7113</w:t>
      </w:r>
      <w:r>
        <w:tab/>
        <w:t>1.013e0</w:t>
      </w:r>
    </w:p>
    <w:p w:rsidR="005B3ED9" w:rsidRDefault="005B3ED9" w:rsidP="005B3ED9">
      <w:r>
        <w:t>379.7653</w:t>
      </w:r>
      <w:r>
        <w:tab/>
        <w:t>1.013e0</w:t>
      </w:r>
    </w:p>
    <w:p w:rsidR="005B3ED9" w:rsidRDefault="005B3ED9" w:rsidP="005B3ED9">
      <w:r>
        <w:t>379.7740</w:t>
      </w:r>
      <w:r>
        <w:tab/>
        <w:t>1.013e0</w:t>
      </w:r>
    </w:p>
    <w:p w:rsidR="005B3ED9" w:rsidRDefault="005B3ED9" w:rsidP="005B3ED9">
      <w:r>
        <w:t>379.8797</w:t>
      </w:r>
      <w:r>
        <w:tab/>
        <w:t>1.013e0</w:t>
      </w:r>
    </w:p>
    <w:p w:rsidR="005B3ED9" w:rsidRDefault="005B3ED9" w:rsidP="005B3ED9">
      <w:r>
        <w:t>379.9507</w:t>
      </w:r>
      <w:r>
        <w:tab/>
        <w:t>1.013e0</w:t>
      </w:r>
    </w:p>
    <w:p w:rsidR="005B3ED9" w:rsidRDefault="005B3ED9" w:rsidP="005B3ED9">
      <w:r>
        <w:t>379.9544</w:t>
      </w:r>
      <w:r>
        <w:tab/>
        <w:t>1.013e0</w:t>
      </w:r>
    </w:p>
    <w:p w:rsidR="005B3ED9" w:rsidRDefault="005B3ED9" w:rsidP="005B3ED9">
      <w:r>
        <w:t>379.9879</w:t>
      </w:r>
      <w:r>
        <w:tab/>
        <w:t>1.013e0</w:t>
      </w:r>
    </w:p>
    <w:p w:rsidR="005B3ED9" w:rsidRDefault="005B3ED9" w:rsidP="005B3ED9">
      <w:r>
        <w:t>379.9969</w:t>
      </w:r>
      <w:r>
        <w:tab/>
        <w:t>1.013e0</w:t>
      </w:r>
    </w:p>
    <w:p w:rsidR="005B3ED9" w:rsidRDefault="005B3ED9" w:rsidP="005B3ED9">
      <w:r>
        <w:t>380.0216</w:t>
      </w:r>
      <w:r>
        <w:tab/>
        <w:t>1.013e0</w:t>
      </w:r>
    </w:p>
    <w:p w:rsidR="005B3ED9" w:rsidRDefault="005B3ED9" w:rsidP="005B3ED9">
      <w:r>
        <w:t>380.0486</w:t>
      </w:r>
      <w:r>
        <w:tab/>
        <w:t>1.013e0</w:t>
      </w:r>
    </w:p>
    <w:p w:rsidR="005B3ED9" w:rsidRDefault="005B3ED9" w:rsidP="005B3ED9">
      <w:r>
        <w:t>380.1063</w:t>
      </w:r>
      <w:r>
        <w:tab/>
        <w:t>2.025e0</w:t>
      </w:r>
    </w:p>
    <w:p w:rsidR="005B3ED9" w:rsidRDefault="005B3ED9" w:rsidP="005B3ED9">
      <w:r>
        <w:lastRenderedPageBreak/>
        <w:t>380.1485</w:t>
      </w:r>
      <w:r>
        <w:tab/>
        <w:t>1.013e0</w:t>
      </w:r>
    </w:p>
    <w:p w:rsidR="005B3ED9" w:rsidRDefault="005B3ED9" w:rsidP="005B3ED9">
      <w:r>
        <w:t>380.1567</w:t>
      </w:r>
      <w:r>
        <w:tab/>
        <w:t>1.013e0</w:t>
      </w:r>
    </w:p>
    <w:p w:rsidR="005B3ED9" w:rsidRDefault="005B3ED9" w:rsidP="005B3ED9">
      <w:r>
        <w:t>380.1698</w:t>
      </w:r>
      <w:r>
        <w:tab/>
        <w:t>1.013e0</w:t>
      </w:r>
    </w:p>
    <w:p w:rsidR="005B3ED9" w:rsidRDefault="005B3ED9" w:rsidP="005B3ED9">
      <w:r>
        <w:t>380.1772</w:t>
      </w:r>
      <w:r>
        <w:tab/>
        <w:t>1.013e0</w:t>
      </w:r>
    </w:p>
    <w:p w:rsidR="005B3ED9" w:rsidRDefault="005B3ED9" w:rsidP="005B3ED9">
      <w:r>
        <w:t>380.2039</w:t>
      </w:r>
      <w:r>
        <w:tab/>
        <w:t>1.013e0</w:t>
      </w:r>
    </w:p>
    <w:p w:rsidR="005B3ED9" w:rsidRDefault="005B3ED9" w:rsidP="005B3ED9">
      <w:r>
        <w:t>380.2225</w:t>
      </w:r>
      <w:r>
        <w:tab/>
        <w:t>2.025e0</w:t>
      </w:r>
    </w:p>
    <w:p w:rsidR="005B3ED9" w:rsidRDefault="005B3ED9" w:rsidP="005B3ED9">
      <w:r>
        <w:t>380.2444</w:t>
      </w:r>
      <w:r>
        <w:tab/>
        <w:t>1.013e0</w:t>
      </w:r>
    </w:p>
    <w:p w:rsidR="005B3ED9" w:rsidRDefault="005B3ED9" w:rsidP="005B3ED9">
      <w:r>
        <w:t>380.3241</w:t>
      </w:r>
      <w:r>
        <w:tab/>
        <w:t>3.038e0</w:t>
      </w:r>
    </w:p>
    <w:p w:rsidR="005B3ED9" w:rsidRDefault="005B3ED9" w:rsidP="005B3ED9">
      <w:r>
        <w:t>380.3353</w:t>
      </w:r>
      <w:r>
        <w:tab/>
        <w:t>3.038e0</w:t>
      </w:r>
    </w:p>
    <w:p w:rsidR="005B3ED9" w:rsidRDefault="005B3ED9" w:rsidP="005B3ED9">
      <w:r>
        <w:t>380.3365</w:t>
      </w:r>
      <w:r>
        <w:tab/>
        <w:t>6.076e0</w:t>
      </w:r>
    </w:p>
    <w:p w:rsidR="005B3ED9" w:rsidRDefault="005B3ED9" w:rsidP="005B3ED9">
      <w:r>
        <w:t>380.3396</w:t>
      </w:r>
      <w:r>
        <w:tab/>
        <w:t>4.051e0</w:t>
      </w:r>
    </w:p>
    <w:p w:rsidR="005B3ED9" w:rsidRDefault="005B3ED9" w:rsidP="005B3ED9">
      <w:r>
        <w:t>380.3753</w:t>
      </w:r>
      <w:r>
        <w:tab/>
        <w:t>1.013e0</w:t>
      </w:r>
    </w:p>
    <w:p w:rsidR="005B3ED9" w:rsidRDefault="005B3ED9" w:rsidP="005B3ED9">
      <w:r>
        <w:t>380.4174</w:t>
      </w:r>
      <w:r>
        <w:tab/>
        <w:t>1.013e0</w:t>
      </w:r>
    </w:p>
    <w:p w:rsidR="005B3ED9" w:rsidRDefault="005B3ED9" w:rsidP="005B3ED9">
      <w:r>
        <w:t>380.4598</w:t>
      </w:r>
      <w:r>
        <w:tab/>
        <w:t>1.013e0</w:t>
      </w:r>
    </w:p>
    <w:p w:rsidR="005B3ED9" w:rsidRDefault="005B3ED9" w:rsidP="005B3ED9">
      <w:r>
        <w:t>380.5350</w:t>
      </w:r>
      <w:r>
        <w:tab/>
        <w:t>1.013e0</w:t>
      </w:r>
    </w:p>
    <w:p w:rsidR="005B3ED9" w:rsidRDefault="005B3ED9" w:rsidP="005B3ED9">
      <w:r>
        <w:t>380.5981</w:t>
      </w:r>
      <w:r>
        <w:tab/>
        <w:t>1.013e0</w:t>
      </w:r>
    </w:p>
    <w:p w:rsidR="005B3ED9" w:rsidRDefault="005B3ED9" w:rsidP="005B3ED9">
      <w:r>
        <w:t>380.6026</w:t>
      </w:r>
      <w:r>
        <w:tab/>
        <w:t>1.013e0</w:t>
      </w:r>
    </w:p>
    <w:p w:rsidR="005B3ED9" w:rsidRDefault="005B3ED9" w:rsidP="005B3ED9">
      <w:r>
        <w:t>380.6295</w:t>
      </w:r>
      <w:r>
        <w:tab/>
        <w:t>1.013e0</w:t>
      </w:r>
    </w:p>
    <w:p w:rsidR="005B3ED9" w:rsidRDefault="005B3ED9" w:rsidP="005B3ED9">
      <w:r>
        <w:t>380.6499</w:t>
      </w:r>
      <w:r>
        <w:tab/>
        <w:t>1.013e0</w:t>
      </w:r>
    </w:p>
    <w:p w:rsidR="005B3ED9" w:rsidRDefault="005B3ED9" w:rsidP="005B3ED9">
      <w:r>
        <w:lastRenderedPageBreak/>
        <w:t>380.6972</w:t>
      </w:r>
      <w:r>
        <w:tab/>
        <w:t>1.013e0</w:t>
      </w:r>
    </w:p>
    <w:p w:rsidR="005B3ED9" w:rsidRDefault="005B3ED9" w:rsidP="005B3ED9">
      <w:r>
        <w:t>380.8121</w:t>
      </w:r>
      <w:r>
        <w:tab/>
        <w:t>1.013e0</w:t>
      </w:r>
    </w:p>
    <w:p w:rsidR="005B3ED9" w:rsidRDefault="005B3ED9" w:rsidP="005B3ED9">
      <w:r>
        <w:t>380.8670</w:t>
      </w:r>
      <w:r>
        <w:tab/>
        <w:t>1.013e0</w:t>
      </w:r>
    </w:p>
    <w:p w:rsidR="005B3ED9" w:rsidRDefault="005B3ED9" w:rsidP="005B3ED9">
      <w:r>
        <w:t>380.8730</w:t>
      </w:r>
      <w:r>
        <w:tab/>
        <w:t>1.013e0</w:t>
      </w:r>
    </w:p>
    <w:p w:rsidR="005B3ED9" w:rsidRDefault="005B3ED9" w:rsidP="005B3ED9">
      <w:r>
        <w:t>380.9203</w:t>
      </w:r>
      <w:r>
        <w:tab/>
        <w:t>1.013e0</w:t>
      </w:r>
    </w:p>
    <w:p w:rsidR="005B3ED9" w:rsidRDefault="005B3ED9" w:rsidP="005B3ED9">
      <w:r>
        <w:t>380.9305</w:t>
      </w:r>
      <w:r>
        <w:tab/>
        <w:t>2.025e0</w:t>
      </w:r>
    </w:p>
    <w:p w:rsidR="005B3ED9" w:rsidRDefault="005B3ED9" w:rsidP="005B3ED9">
      <w:r>
        <w:t>380.9360</w:t>
      </w:r>
      <w:r>
        <w:tab/>
        <w:t>3.038e0</w:t>
      </w:r>
    </w:p>
    <w:p w:rsidR="005B3ED9" w:rsidRDefault="005B3ED9" w:rsidP="005B3ED9">
      <w:r>
        <w:t>380.9609</w:t>
      </w:r>
      <w:r>
        <w:tab/>
        <w:t>1.013e0</w:t>
      </w:r>
    </w:p>
    <w:p w:rsidR="005B3ED9" w:rsidRDefault="005B3ED9" w:rsidP="005B3ED9">
      <w:r>
        <w:t>381.0227</w:t>
      </w:r>
      <w:r>
        <w:tab/>
        <w:t>1.013e0</w:t>
      </w:r>
    </w:p>
    <w:p w:rsidR="005B3ED9" w:rsidRDefault="005B3ED9" w:rsidP="005B3ED9">
      <w:r>
        <w:t>381.0698</w:t>
      </w:r>
      <w:r>
        <w:tab/>
        <w:t>2.025e0</w:t>
      </w:r>
    </w:p>
    <w:p w:rsidR="005B3ED9" w:rsidRDefault="005B3ED9" w:rsidP="005B3ED9">
      <w:r>
        <w:t>381.0903</w:t>
      </w:r>
      <w:r>
        <w:tab/>
        <w:t>2.025e0</w:t>
      </w:r>
    </w:p>
    <w:p w:rsidR="005B3ED9" w:rsidRDefault="005B3ED9" w:rsidP="005B3ED9">
      <w:r>
        <w:t>381.1165</w:t>
      </w:r>
      <w:r>
        <w:tab/>
        <w:t>1.013e0</w:t>
      </w:r>
    </w:p>
    <w:p w:rsidR="005B3ED9" w:rsidRDefault="005B3ED9" w:rsidP="005B3ED9">
      <w:r>
        <w:t>381.1572</w:t>
      </w:r>
      <w:r>
        <w:tab/>
        <w:t>1.013e0</w:t>
      </w:r>
    </w:p>
    <w:p w:rsidR="005B3ED9" w:rsidRDefault="005B3ED9" w:rsidP="005B3ED9">
      <w:r>
        <w:t>381.2101</w:t>
      </w:r>
      <w:r>
        <w:tab/>
        <w:t>2.025e0</w:t>
      </w:r>
    </w:p>
    <w:p w:rsidR="005B3ED9" w:rsidRDefault="005B3ED9" w:rsidP="005B3ED9">
      <w:r>
        <w:t>381.2168</w:t>
      </w:r>
      <w:r>
        <w:tab/>
        <w:t>1.013e0</w:t>
      </w:r>
    </w:p>
    <w:p w:rsidR="005B3ED9" w:rsidRDefault="005B3ED9" w:rsidP="005B3ED9">
      <w:r>
        <w:t>381.2439</w:t>
      </w:r>
      <w:r>
        <w:tab/>
        <w:t>2.025e0</w:t>
      </w:r>
    </w:p>
    <w:p w:rsidR="005B3ED9" w:rsidRDefault="005B3ED9" w:rsidP="005B3ED9">
      <w:r>
        <w:t>381.2669</w:t>
      </w:r>
      <w:r>
        <w:tab/>
        <w:t>1.013e0</w:t>
      </w:r>
    </w:p>
    <w:p w:rsidR="005B3ED9" w:rsidRDefault="005B3ED9" w:rsidP="005B3ED9">
      <w:r>
        <w:t>381.2828</w:t>
      </w:r>
      <w:r>
        <w:tab/>
        <w:t>2.025e0</w:t>
      </w:r>
    </w:p>
    <w:p w:rsidR="005B3ED9" w:rsidRDefault="005B3ED9" w:rsidP="005B3ED9">
      <w:r>
        <w:t>381.2880</w:t>
      </w:r>
      <w:r>
        <w:tab/>
        <w:t>1.013e0</w:t>
      </w:r>
    </w:p>
    <w:p w:rsidR="005B3ED9" w:rsidRDefault="005B3ED9" w:rsidP="005B3ED9">
      <w:r>
        <w:lastRenderedPageBreak/>
        <w:t>381.3091</w:t>
      </w:r>
      <w:r>
        <w:tab/>
        <w:t>1.013e0</w:t>
      </w:r>
    </w:p>
    <w:p w:rsidR="005B3ED9" w:rsidRDefault="005B3ED9" w:rsidP="005B3ED9">
      <w:r>
        <w:t>381.3302</w:t>
      </w:r>
      <w:r>
        <w:tab/>
        <w:t>2.025e0</w:t>
      </w:r>
    </w:p>
    <w:p w:rsidR="005B3ED9" w:rsidRDefault="005B3ED9" w:rsidP="005B3ED9">
      <w:r>
        <w:t>381.3553</w:t>
      </w:r>
      <w:r>
        <w:tab/>
        <w:t>1.013e0</w:t>
      </w:r>
    </w:p>
    <w:p w:rsidR="005B3ED9" w:rsidRDefault="005B3ED9" w:rsidP="005B3ED9">
      <w:r>
        <w:t>381.3725</w:t>
      </w:r>
      <w:r>
        <w:tab/>
        <w:t>1.013e0</w:t>
      </w:r>
    </w:p>
    <w:p w:rsidR="005B3ED9" w:rsidRDefault="005B3ED9" w:rsidP="005B3ED9">
      <w:r>
        <w:t>381.4483</w:t>
      </w:r>
      <w:r>
        <w:tab/>
        <w:t>1.013e0</w:t>
      </w:r>
    </w:p>
    <w:p w:rsidR="005B3ED9" w:rsidRDefault="005B3ED9" w:rsidP="005B3ED9">
      <w:r>
        <w:t>381.5228</w:t>
      </w:r>
      <w:r>
        <w:tab/>
        <w:t>1.013e0</w:t>
      </w:r>
    </w:p>
    <w:p w:rsidR="005B3ED9" w:rsidRDefault="005B3ED9" w:rsidP="005B3ED9">
      <w:r>
        <w:t>381.6878</w:t>
      </w:r>
      <w:r>
        <w:tab/>
        <w:t>1.013e0</w:t>
      </w:r>
    </w:p>
    <w:p w:rsidR="005B3ED9" w:rsidRDefault="005B3ED9" w:rsidP="005B3ED9">
      <w:r>
        <w:t>381.6921</w:t>
      </w:r>
      <w:r>
        <w:tab/>
        <w:t>1.013e0</w:t>
      </w:r>
    </w:p>
    <w:p w:rsidR="005B3ED9" w:rsidRDefault="005B3ED9" w:rsidP="005B3ED9">
      <w:r>
        <w:t>381.7802</w:t>
      </w:r>
      <w:r>
        <w:tab/>
        <w:t>1.013e0</w:t>
      </w:r>
    </w:p>
    <w:p w:rsidR="005B3ED9" w:rsidRDefault="005B3ED9" w:rsidP="005B3ED9">
      <w:r>
        <w:t>381.8249</w:t>
      </w:r>
      <w:r>
        <w:tab/>
        <w:t>2.025e0</w:t>
      </w:r>
    </w:p>
    <w:p w:rsidR="005B3ED9" w:rsidRDefault="005B3ED9" w:rsidP="005B3ED9">
      <w:r>
        <w:t>381.9182</w:t>
      </w:r>
      <w:r>
        <w:tab/>
        <w:t>4.051e0</w:t>
      </w:r>
    </w:p>
    <w:p w:rsidR="005B3ED9" w:rsidRDefault="005B3ED9" w:rsidP="005B3ED9">
      <w:r>
        <w:t>381.9700</w:t>
      </w:r>
      <w:r>
        <w:tab/>
        <w:t>1.013e0</w:t>
      </w:r>
    </w:p>
    <w:p w:rsidR="005B3ED9" w:rsidRDefault="005B3ED9" w:rsidP="005B3ED9">
      <w:r>
        <w:t>381.9741</w:t>
      </w:r>
      <w:r>
        <w:tab/>
        <w:t>1.013e0</w:t>
      </w:r>
    </w:p>
    <w:p w:rsidR="005B3ED9" w:rsidRDefault="005B3ED9" w:rsidP="005B3ED9">
      <w:r>
        <w:t>381.9780</w:t>
      </w:r>
      <w:r>
        <w:tab/>
        <w:t>1.013e0</w:t>
      </w:r>
    </w:p>
    <w:p w:rsidR="005B3ED9" w:rsidRDefault="005B3ED9" w:rsidP="005B3ED9">
      <w:r>
        <w:t>382.0453</w:t>
      </w:r>
      <w:r>
        <w:tab/>
        <w:t>1.013e0</w:t>
      </w:r>
    </w:p>
    <w:p w:rsidR="005B3ED9" w:rsidRDefault="005B3ED9" w:rsidP="005B3ED9">
      <w:r>
        <w:t>382.1260</w:t>
      </w:r>
      <w:r>
        <w:tab/>
        <w:t>1.013e0</w:t>
      </w:r>
    </w:p>
    <w:p w:rsidR="005B3ED9" w:rsidRDefault="005B3ED9" w:rsidP="005B3ED9">
      <w:r>
        <w:t>382.1424</w:t>
      </w:r>
      <w:r>
        <w:tab/>
        <w:t>2.025e0</w:t>
      </w:r>
    </w:p>
    <w:p w:rsidR="005B3ED9" w:rsidRDefault="005B3ED9" w:rsidP="005B3ED9">
      <w:r>
        <w:t>382.1761</w:t>
      </w:r>
      <w:r>
        <w:tab/>
        <w:t>1.013e0</w:t>
      </w:r>
    </w:p>
    <w:p w:rsidR="005B3ED9" w:rsidRDefault="005B3ED9" w:rsidP="005B3ED9">
      <w:r>
        <w:t>382.2016</w:t>
      </w:r>
      <w:r>
        <w:tab/>
        <w:t>2.025e0</w:t>
      </w:r>
    </w:p>
    <w:p w:rsidR="005B3ED9" w:rsidRDefault="005B3ED9" w:rsidP="005B3ED9">
      <w:r>
        <w:lastRenderedPageBreak/>
        <w:t>382.2685</w:t>
      </w:r>
      <w:r>
        <w:tab/>
        <w:t>1.013e0</w:t>
      </w:r>
    </w:p>
    <w:p w:rsidR="005B3ED9" w:rsidRDefault="005B3ED9" w:rsidP="005B3ED9">
      <w:r>
        <w:t>382.2732</w:t>
      </w:r>
      <w:r>
        <w:tab/>
        <w:t>2.025e0</w:t>
      </w:r>
    </w:p>
    <w:p w:rsidR="005B3ED9" w:rsidRDefault="005B3ED9" w:rsidP="005B3ED9">
      <w:r>
        <w:t>382.3228</w:t>
      </w:r>
      <w:r>
        <w:tab/>
        <w:t>1.013e0</w:t>
      </w:r>
    </w:p>
    <w:p w:rsidR="005B3ED9" w:rsidRDefault="005B3ED9" w:rsidP="005B3ED9">
      <w:r>
        <w:t>382.3474</w:t>
      </w:r>
      <w:r>
        <w:tab/>
        <w:t>3.038e0</w:t>
      </w:r>
    </w:p>
    <w:p w:rsidR="005B3ED9" w:rsidRDefault="005B3ED9" w:rsidP="005B3ED9">
      <w:r>
        <w:t>382.3991</w:t>
      </w:r>
      <w:r>
        <w:tab/>
        <w:t>2.025e0</w:t>
      </w:r>
    </w:p>
    <w:p w:rsidR="005B3ED9" w:rsidRDefault="005B3ED9" w:rsidP="005B3ED9">
      <w:r>
        <w:t>382.4721</w:t>
      </w:r>
      <w:r>
        <w:tab/>
        <w:t>1.013e0</w:t>
      </w:r>
    </w:p>
    <w:p w:rsidR="005B3ED9" w:rsidRDefault="005B3ED9" w:rsidP="005B3ED9">
      <w:r>
        <w:t>382.7370</w:t>
      </w:r>
      <w:r>
        <w:tab/>
        <w:t>1.013e0</w:t>
      </w:r>
    </w:p>
    <w:p w:rsidR="005B3ED9" w:rsidRDefault="005B3ED9" w:rsidP="005B3ED9">
      <w:r>
        <w:t>382.7438</w:t>
      </w:r>
      <w:r>
        <w:tab/>
        <w:t>1.013e0</w:t>
      </w:r>
    </w:p>
    <w:p w:rsidR="005B3ED9" w:rsidRDefault="005B3ED9" w:rsidP="005B3ED9">
      <w:r>
        <w:t>382.7951</w:t>
      </w:r>
      <w:r>
        <w:tab/>
        <w:t>1.013e0</w:t>
      </w:r>
    </w:p>
    <w:p w:rsidR="005B3ED9" w:rsidRDefault="005B3ED9" w:rsidP="005B3ED9">
      <w:r>
        <w:t>382.8163</w:t>
      </w:r>
      <w:r>
        <w:tab/>
        <w:t>1.013e0</w:t>
      </w:r>
    </w:p>
    <w:p w:rsidR="005B3ED9" w:rsidRDefault="005B3ED9" w:rsidP="005B3ED9">
      <w:r>
        <w:t>382.8587</w:t>
      </w:r>
      <w:r>
        <w:tab/>
        <w:t>1.013e0</w:t>
      </w:r>
    </w:p>
    <w:p w:rsidR="005B3ED9" w:rsidRDefault="005B3ED9" w:rsidP="005B3ED9">
      <w:r>
        <w:t>382.8933</w:t>
      </w:r>
      <w:r>
        <w:tab/>
        <w:t>1.013e0</w:t>
      </w:r>
    </w:p>
    <w:p w:rsidR="005B3ED9" w:rsidRDefault="005B3ED9" w:rsidP="005B3ED9">
      <w:r>
        <w:t>382.9001</w:t>
      </w:r>
      <w:r>
        <w:tab/>
        <w:t>1.013e0</w:t>
      </w:r>
    </w:p>
    <w:p w:rsidR="005B3ED9" w:rsidRDefault="005B3ED9" w:rsidP="005B3ED9">
      <w:r>
        <w:t>382.9088</w:t>
      </w:r>
      <w:r>
        <w:tab/>
        <w:t>1.013e0</w:t>
      </w:r>
    </w:p>
    <w:p w:rsidR="005B3ED9" w:rsidRDefault="005B3ED9" w:rsidP="005B3ED9">
      <w:r>
        <w:t>382.9408</w:t>
      </w:r>
      <w:r>
        <w:tab/>
        <w:t>1.013e0</w:t>
      </w:r>
    </w:p>
    <w:p w:rsidR="005B3ED9" w:rsidRDefault="005B3ED9" w:rsidP="005B3ED9">
      <w:r>
        <w:t>382.9472</w:t>
      </w:r>
      <w:r>
        <w:tab/>
        <w:t>2.025e0</w:t>
      </w:r>
    </w:p>
    <w:p w:rsidR="005B3ED9" w:rsidRDefault="005B3ED9" w:rsidP="005B3ED9">
      <w:r>
        <w:t>382.9635</w:t>
      </w:r>
      <w:r>
        <w:tab/>
        <w:t>2.025e0</w:t>
      </w:r>
    </w:p>
    <w:p w:rsidR="005B3ED9" w:rsidRDefault="005B3ED9" w:rsidP="005B3ED9">
      <w:r>
        <w:t>382.9816</w:t>
      </w:r>
      <w:r>
        <w:tab/>
        <w:t>1.013e0</w:t>
      </w:r>
    </w:p>
    <w:p w:rsidR="005B3ED9" w:rsidRDefault="005B3ED9" w:rsidP="005B3ED9">
      <w:r>
        <w:t>383.0357</w:t>
      </w:r>
      <w:r>
        <w:tab/>
        <w:t>1.013e0</w:t>
      </w:r>
    </w:p>
    <w:p w:rsidR="005B3ED9" w:rsidRDefault="005B3ED9" w:rsidP="005B3ED9">
      <w:r>
        <w:lastRenderedPageBreak/>
        <w:t>383.0580</w:t>
      </w:r>
      <w:r>
        <w:tab/>
        <w:t>2.025e0</w:t>
      </w:r>
    </w:p>
    <w:p w:rsidR="005B3ED9" w:rsidRDefault="005B3ED9" w:rsidP="005B3ED9">
      <w:r>
        <w:t>383.0904</w:t>
      </w:r>
      <w:r>
        <w:tab/>
        <w:t>1.013e0</w:t>
      </w:r>
    </w:p>
    <w:p w:rsidR="005B3ED9" w:rsidRDefault="005B3ED9" w:rsidP="005B3ED9">
      <w:r>
        <w:t>383.0972</w:t>
      </w:r>
      <w:r>
        <w:tab/>
        <w:t>1.013e0</w:t>
      </w:r>
    </w:p>
    <w:p w:rsidR="005B3ED9" w:rsidRDefault="005B3ED9" w:rsidP="005B3ED9">
      <w:r>
        <w:t>383.1355</w:t>
      </w:r>
      <w:r>
        <w:tab/>
        <w:t>2.025e0</w:t>
      </w:r>
    </w:p>
    <w:p w:rsidR="005B3ED9" w:rsidRDefault="005B3ED9" w:rsidP="005B3ED9">
      <w:r>
        <w:t>383.2060</w:t>
      </w:r>
      <w:r>
        <w:tab/>
        <w:t>1.013e0</w:t>
      </w:r>
    </w:p>
    <w:p w:rsidR="005B3ED9" w:rsidRDefault="005B3ED9" w:rsidP="005B3ED9">
      <w:r>
        <w:t>383.2140</w:t>
      </w:r>
      <w:r>
        <w:tab/>
        <w:t>2.025e0</w:t>
      </w:r>
    </w:p>
    <w:p w:rsidR="005B3ED9" w:rsidRDefault="005B3ED9" w:rsidP="005B3ED9">
      <w:r>
        <w:t>383.2163</w:t>
      </w:r>
      <w:r>
        <w:tab/>
        <w:t>1.013e0</w:t>
      </w:r>
    </w:p>
    <w:p w:rsidR="005B3ED9" w:rsidRDefault="005B3ED9" w:rsidP="005B3ED9">
      <w:r>
        <w:t>383.2202</w:t>
      </w:r>
      <w:r>
        <w:tab/>
        <w:t>1.013e0</w:t>
      </w:r>
    </w:p>
    <w:p w:rsidR="005B3ED9" w:rsidRDefault="005B3ED9" w:rsidP="005B3ED9">
      <w:r>
        <w:t>383.2586</w:t>
      </w:r>
      <w:r>
        <w:tab/>
        <w:t>1.013e0</w:t>
      </w:r>
    </w:p>
    <w:p w:rsidR="005B3ED9" w:rsidRDefault="005B3ED9" w:rsidP="005B3ED9">
      <w:r>
        <w:t>383.2876</w:t>
      </w:r>
      <w:r>
        <w:tab/>
        <w:t>1.013e0</w:t>
      </w:r>
    </w:p>
    <w:p w:rsidR="005B3ED9" w:rsidRDefault="005B3ED9" w:rsidP="005B3ED9">
      <w:r>
        <w:t>383.3557</w:t>
      </w:r>
      <w:r>
        <w:tab/>
        <w:t>1.013e0</w:t>
      </w:r>
    </w:p>
    <w:p w:rsidR="005B3ED9" w:rsidRDefault="005B3ED9" w:rsidP="005B3ED9">
      <w:r>
        <w:t>383.3624</w:t>
      </w:r>
      <w:r>
        <w:tab/>
        <w:t>2.025e0</w:t>
      </w:r>
    </w:p>
    <w:p w:rsidR="005B3ED9" w:rsidRDefault="005B3ED9" w:rsidP="005B3ED9">
      <w:r>
        <w:t>383.4305</w:t>
      </w:r>
      <w:r>
        <w:tab/>
        <w:t>1.013e0</w:t>
      </w:r>
    </w:p>
    <w:p w:rsidR="005B3ED9" w:rsidRDefault="005B3ED9" w:rsidP="005B3ED9">
      <w:r>
        <w:t>383.4607</w:t>
      </w:r>
      <w:r>
        <w:tab/>
        <w:t>1.013e0</w:t>
      </w:r>
    </w:p>
    <w:p w:rsidR="005B3ED9" w:rsidRDefault="005B3ED9" w:rsidP="005B3ED9">
      <w:r>
        <w:t>383.4985</w:t>
      </w:r>
      <w:r>
        <w:tab/>
        <w:t>1.013e0</w:t>
      </w:r>
    </w:p>
    <w:p w:rsidR="005B3ED9" w:rsidRDefault="005B3ED9" w:rsidP="005B3ED9">
      <w:r>
        <w:t>383.6180</w:t>
      </w:r>
      <w:r>
        <w:tab/>
        <w:t>3.038e0</w:t>
      </w:r>
    </w:p>
    <w:p w:rsidR="005B3ED9" w:rsidRDefault="005B3ED9" w:rsidP="005B3ED9">
      <w:r>
        <w:t>383.6483</w:t>
      </w:r>
      <w:r>
        <w:tab/>
        <w:t>1.013e0</w:t>
      </w:r>
    </w:p>
    <w:p w:rsidR="005B3ED9" w:rsidRDefault="005B3ED9" w:rsidP="005B3ED9">
      <w:r>
        <w:t>383.7163</w:t>
      </w:r>
      <w:r>
        <w:tab/>
        <w:t>1.013e0</w:t>
      </w:r>
    </w:p>
    <w:p w:rsidR="005B3ED9" w:rsidRDefault="005B3ED9" w:rsidP="005B3ED9">
      <w:r>
        <w:t>383.7791</w:t>
      </w:r>
      <w:r>
        <w:tab/>
        <w:t>2.025e0</w:t>
      </w:r>
    </w:p>
    <w:p w:rsidR="005B3ED9" w:rsidRDefault="005B3ED9" w:rsidP="005B3ED9">
      <w:r>
        <w:lastRenderedPageBreak/>
        <w:t>383.7896</w:t>
      </w:r>
      <w:r>
        <w:tab/>
        <w:t>1.013e0</w:t>
      </w:r>
    </w:p>
    <w:p w:rsidR="005B3ED9" w:rsidRDefault="005B3ED9" w:rsidP="005B3ED9">
      <w:r>
        <w:t>383.8396</w:t>
      </w:r>
      <w:r>
        <w:tab/>
        <w:t>1.013e0</w:t>
      </w:r>
    </w:p>
    <w:p w:rsidR="005B3ED9" w:rsidRDefault="005B3ED9" w:rsidP="005B3ED9">
      <w:r>
        <w:t>383.8608</w:t>
      </w:r>
      <w:r>
        <w:tab/>
        <w:t>1.013e0</w:t>
      </w:r>
    </w:p>
    <w:p w:rsidR="005B3ED9" w:rsidRDefault="005B3ED9" w:rsidP="005B3ED9">
      <w:r>
        <w:t>383.9032</w:t>
      </w:r>
      <w:r>
        <w:tab/>
        <w:t>1.013e0</w:t>
      </w:r>
    </w:p>
    <w:p w:rsidR="005B3ED9" w:rsidRDefault="005B3ED9" w:rsidP="005B3ED9">
      <w:r>
        <w:t>383.9172</w:t>
      </w:r>
      <w:r>
        <w:tab/>
        <w:t>2.025e0</w:t>
      </w:r>
    </w:p>
    <w:p w:rsidR="005B3ED9" w:rsidRDefault="005B3ED9" w:rsidP="005B3ED9">
      <w:r>
        <w:t>383.9206</w:t>
      </w:r>
      <w:r>
        <w:tab/>
        <w:t>1.013e0</w:t>
      </w:r>
    </w:p>
    <w:p w:rsidR="005B3ED9" w:rsidRDefault="005B3ED9" w:rsidP="005B3ED9">
      <w:r>
        <w:t>383.9494</w:t>
      </w:r>
      <w:r>
        <w:tab/>
        <w:t>1.013e0</w:t>
      </w:r>
    </w:p>
    <w:p w:rsidR="005B3ED9" w:rsidRDefault="005B3ED9" w:rsidP="005B3ED9">
      <w:r>
        <w:t>383.9879</w:t>
      </w:r>
      <w:r>
        <w:tab/>
        <w:t>1.013e0</w:t>
      </w:r>
    </w:p>
    <w:p w:rsidR="005B3ED9" w:rsidRDefault="005B3ED9" w:rsidP="005B3ED9">
      <w:r>
        <w:t>383.9941</w:t>
      </w:r>
      <w:r>
        <w:tab/>
        <w:t>2.025e0</w:t>
      </w:r>
    </w:p>
    <w:p w:rsidR="005B3ED9" w:rsidRDefault="005B3ED9" w:rsidP="005B3ED9">
      <w:r>
        <w:t>384.0378</w:t>
      </w:r>
      <w:r>
        <w:tab/>
        <w:t>2.025e0</w:t>
      </w:r>
    </w:p>
    <w:p w:rsidR="005B3ED9" w:rsidRDefault="005B3ED9" w:rsidP="005B3ED9">
      <w:r>
        <w:t>384.1561</w:t>
      </w:r>
      <w:r>
        <w:tab/>
        <w:t>2.025e0</w:t>
      </w:r>
    </w:p>
    <w:p w:rsidR="005B3ED9" w:rsidRDefault="005B3ED9" w:rsidP="005B3ED9">
      <w:r>
        <w:t>384.1598</w:t>
      </w:r>
      <w:r>
        <w:tab/>
        <w:t>6.076e0</w:t>
      </w:r>
    </w:p>
    <w:p w:rsidR="005B3ED9" w:rsidRDefault="005B3ED9" w:rsidP="005B3ED9">
      <w:r>
        <w:t>384.1728</w:t>
      </w:r>
      <w:r>
        <w:tab/>
        <w:t>1.013e0</w:t>
      </w:r>
    </w:p>
    <w:p w:rsidR="005B3ED9" w:rsidRDefault="005B3ED9" w:rsidP="005B3ED9">
      <w:r>
        <w:t>384.1797</w:t>
      </w:r>
      <w:r>
        <w:tab/>
        <w:t>1.013e0</w:t>
      </w:r>
    </w:p>
    <w:p w:rsidR="005B3ED9" w:rsidRDefault="005B3ED9" w:rsidP="005B3ED9">
      <w:r>
        <w:t>384.1935</w:t>
      </w:r>
      <w:r>
        <w:tab/>
        <w:t>1.013e0</w:t>
      </w:r>
    </w:p>
    <w:p w:rsidR="005B3ED9" w:rsidRDefault="005B3ED9" w:rsidP="005B3ED9">
      <w:r>
        <w:t>384.2271</w:t>
      </w:r>
      <w:r>
        <w:tab/>
        <w:t>3.038e0</w:t>
      </w:r>
    </w:p>
    <w:p w:rsidR="005B3ED9" w:rsidRDefault="005B3ED9" w:rsidP="005B3ED9">
      <w:r>
        <w:t>384.2596</w:t>
      </w:r>
      <w:r>
        <w:tab/>
        <w:t>4.051e0</w:t>
      </w:r>
    </w:p>
    <w:p w:rsidR="005B3ED9" w:rsidRDefault="005B3ED9" w:rsidP="005B3ED9">
      <w:r>
        <w:t>384.3100</w:t>
      </w:r>
      <w:r>
        <w:tab/>
        <w:t>2.025e0</w:t>
      </w:r>
    </w:p>
    <w:p w:rsidR="005B3ED9" w:rsidRDefault="005B3ED9" w:rsidP="005B3ED9">
      <w:r>
        <w:t>384.3364</w:t>
      </w:r>
      <w:r>
        <w:tab/>
        <w:t>1.013e0</w:t>
      </w:r>
    </w:p>
    <w:p w:rsidR="005B3ED9" w:rsidRDefault="005B3ED9" w:rsidP="005B3ED9">
      <w:r>
        <w:lastRenderedPageBreak/>
        <w:t>384.4280</w:t>
      </w:r>
      <w:r>
        <w:tab/>
        <w:t>2.025e0</w:t>
      </w:r>
    </w:p>
    <w:p w:rsidR="005B3ED9" w:rsidRDefault="005B3ED9" w:rsidP="005B3ED9">
      <w:r>
        <w:t>384.4387</w:t>
      </w:r>
      <w:r>
        <w:tab/>
        <w:t>1.013e0</w:t>
      </w:r>
    </w:p>
    <w:p w:rsidR="005B3ED9" w:rsidRDefault="005B3ED9" w:rsidP="005B3ED9">
      <w:r>
        <w:t>384.4706</w:t>
      </w:r>
      <w:r>
        <w:tab/>
        <w:t>2.025e0</w:t>
      </w:r>
    </w:p>
    <w:p w:rsidR="005B3ED9" w:rsidRDefault="005B3ED9" w:rsidP="005B3ED9">
      <w:r>
        <w:t>384.4865</w:t>
      </w:r>
      <w:r>
        <w:tab/>
        <w:t>1.013e0</w:t>
      </w:r>
    </w:p>
    <w:p w:rsidR="005B3ED9" w:rsidRDefault="005B3ED9" w:rsidP="005B3ED9">
      <w:r>
        <w:t>384.6073</w:t>
      </w:r>
      <w:r>
        <w:tab/>
        <w:t>1.013e0</w:t>
      </w:r>
    </w:p>
    <w:p w:rsidR="005B3ED9" w:rsidRDefault="005B3ED9" w:rsidP="005B3ED9">
      <w:r>
        <w:t>384.6434</w:t>
      </w:r>
      <w:r>
        <w:tab/>
        <w:t>1.013e0</w:t>
      </w:r>
    </w:p>
    <w:p w:rsidR="005B3ED9" w:rsidRDefault="005B3ED9" w:rsidP="005B3ED9">
      <w:r>
        <w:t>384.6536</w:t>
      </w:r>
      <w:r>
        <w:tab/>
        <w:t>1.013e0</w:t>
      </w:r>
    </w:p>
    <w:p w:rsidR="005B3ED9" w:rsidRDefault="005B3ED9" w:rsidP="005B3ED9">
      <w:r>
        <w:t>384.6999</w:t>
      </w:r>
      <w:r>
        <w:tab/>
        <w:t>1.013e0</w:t>
      </w:r>
    </w:p>
    <w:p w:rsidR="005B3ED9" w:rsidRDefault="005B3ED9" w:rsidP="005B3ED9">
      <w:r>
        <w:t>384.7594</w:t>
      </w:r>
      <w:r>
        <w:tab/>
        <w:t>1.013e0</w:t>
      </w:r>
    </w:p>
    <w:p w:rsidR="005B3ED9" w:rsidRDefault="005B3ED9" w:rsidP="005B3ED9">
      <w:r>
        <w:t>384.8033</w:t>
      </w:r>
      <w:r>
        <w:tab/>
        <w:t>2.025e0</w:t>
      </w:r>
    </w:p>
    <w:p w:rsidR="005B3ED9" w:rsidRDefault="005B3ED9" w:rsidP="005B3ED9">
      <w:r>
        <w:t>384.8269</w:t>
      </w:r>
      <w:r>
        <w:tab/>
        <w:t>1.013e0</w:t>
      </w:r>
    </w:p>
    <w:p w:rsidR="005B3ED9" w:rsidRDefault="005B3ED9" w:rsidP="005B3ED9">
      <w:r>
        <w:t>384.8618</w:t>
      </w:r>
      <w:r>
        <w:tab/>
        <w:t>1.013e0</w:t>
      </w:r>
    </w:p>
    <w:p w:rsidR="005B3ED9" w:rsidRDefault="005B3ED9" w:rsidP="005B3ED9">
      <w:r>
        <w:t>384.8910</w:t>
      </w:r>
      <w:r>
        <w:tab/>
        <w:t>3.038e0</w:t>
      </w:r>
    </w:p>
    <w:p w:rsidR="005B3ED9" w:rsidRDefault="005B3ED9" w:rsidP="005B3ED9">
      <w:r>
        <w:t>384.9547</w:t>
      </w:r>
      <w:r>
        <w:tab/>
        <w:t>2.025e0</w:t>
      </w:r>
    </w:p>
    <w:p w:rsidR="005B3ED9" w:rsidRDefault="005B3ED9" w:rsidP="005B3ED9">
      <w:r>
        <w:t>384.9915</w:t>
      </w:r>
      <w:r>
        <w:tab/>
        <w:t>1.013e0</w:t>
      </w:r>
    </w:p>
    <w:p w:rsidR="005B3ED9" w:rsidRDefault="005B3ED9" w:rsidP="005B3ED9">
      <w:r>
        <w:t>385.0164</w:t>
      </w:r>
      <w:r>
        <w:tab/>
        <w:t>2.025e0</w:t>
      </w:r>
    </w:p>
    <w:p w:rsidR="005B3ED9" w:rsidRDefault="005B3ED9" w:rsidP="005B3ED9">
      <w:r>
        <w:t>385.0585</w:t>
      </w:r>
      <w:r>
        <w:tab/>
        <w:t>2.025e0</w:t>
      </w:r>
    </w:p>
    <w:p w:rsidR="005B3ED9" w:rsidRDefault="005B3ED9" w:rsidP="005B3ED9">
      <w:r>
        <w:t>385.0688</w:t>
      </w:r>
      <w:r>
        <w:tab/>
        <w:t>2.025e0</w:t>
      </w:r>
    </w:p>
    <w:p w:rsidR="005B3ED9" w:rsidRDefault="005B3ED9" w:rsidP="005B3ED9">
      <w:r>
        <w:t>385.1262</w:t>
      </w:r>
      <w:r>
        <w:tab/>
        <w:t>2.025e0</w:t>
      </w:r>
    </w:p>
    <w:p w:rsidR="005B3ED9" w:rsidRDefault="005B3ED9" w:rsidP="005B3ED9">
      <w:r>
        <w:lastRenderedPageBreak/>
        <w:t>385.1282</w:t>
      </w:r>
      <w:r>
        <w:tab/>
        <w:t>1.013e0</w:t>
      </w:r>
    </w:p>
    <w:p w:rsidR="005B3ED9" w:rsidRDefault="005B3ED9" w:rsidP="005B3ED9">
      <w:r>
        <w:t>385.1555</w:t>
      </w:r>
      <w:r>
        <w:tab/>
        <w:t>1.013e0</w:t>
      </w:r>
    </w:p>
    <w:p w:rsidR="005B3ED9" w:rsidRDefault="005B3ED9" w:rsidP="005B3ED9">
      <w:r>
        <w:t>385.1809</w:t>
      </w:r>
      <w:r>
        <w:tab/>
        <w:t>1.013e0</w:t>
      </w:r>
    </w:p>
    <w:p w:rsidR="005B3ED9" w:rsidRDefault="005B3ED9" w:rsidP="005B3ED9">
      <w:r>
        <w:t>385.1849</w:t>
      </w:r>
      <w:r>
        <w:tab/>
        <w:t>1.013e0</w:t>
      </w:r>
    </w:p>
    <w:p w:rsidR="005B3ED9" w:rsidRDefault="005B3ED9" w:rsidP="005B3ED9">
      <w:r>
        <w:t>385.1896</w:t>
      </w:r>
      <w:r>
        <w:tab/>
        <w:t>1.013e0</w:t>
      </w:r>
    </w:p>
    <w:p w:rsidR="005B3ED9" w:rsidRDefault="005B3ED9" w:rsidP="005B3ED9">
      <w:r>
        <w:t>385.2234</w:t>
      </w:r>
      <w:r>
        <w:tab/>
        <w:t>1.013e0</w:t>
      </w:r>
    </w:p>
    <w:p w:rsidR="005B3ED9" w:rsidRDefault="005B3ED9" w:rsidP="005B3ED9">
      <w:r>
        <w:t>385.2375</w:t>
      </w:r>
      <w:r>
        <w:tab/>
        <w:t>1.013e0</w:t>
      </w:r>
    </w:p>
    <w:p w:rsidR="005B3ED9" w:rsidRDefault="005B3ED9" w:rsidP="005B3ED9">
      <w:r>
        <w:t>385.2785</w:t>
      </w:r>
      <w:r>
        <w:tab/>
        <w:t>2.025e0</w:t>
      </w:r>
    </w:p>
    <w:p w:rsidR="005B3ED9" w:rsidRDefault="005B3ED9" w:rsidP="005B3ED9">
      <w:r>
        <w:t>385.2909</w:t>
      </w:r>
      <w:r>
        <w:tab/>
        <w:t>3.038e0</w:t>
      </w:r>
    </w:p>
    <w:p w:rsidR="005B3ED9" w:rsidRDefault="005B3ED9" w:rsidP="005B3ED9">
      <w:r>
        <w:t>385.2923</w:t>
      </w:r>
      <w:r>
        <w:tab/>
        <w:t>2.025e0</w:t>
      </w:r>
    </w:p>
    <w:p w:rsidR="005B3ED9" w:rsidRDefault="005B3ED9" w:rsidP="005B3ED9">
      <w:r>
        <w:t>385.3076</w:t>
      </w:r>
      <w:r>
        <w:tab/>
        <w:t>3.038e0</w:t>
      </w:r>
    </w:p>
    <w:p w:rsidR="005B3ED9" w:rsidRDefault="005B3ED9" w:rsidP="005B3ED9">
      <w:r>
        <w:t>385.3281</w:t>
      </w:r>
      <w:r>
        <w:tab/>
        <w:t>2.025e0</w:t>
      </w:r>
    </w:p>
    <w:p w:rsidR="005B3ED9" w:rsidRDefault="005B3ED9" w:rsidP="005B3ED9">
      <w:r>
        <w:t>385.3475</w:t>
      </w:r>
      <w:r>
        <w:tab/>
        <w:t>2.025e0</w:t>
      </w:r>
    </w:p>
    <w:p w:rsidR="005B3ED9" w:rsidRDefault="005B3ED9" w:rsidP="005B3ED9">
      <w:r>
        <w:t>385.3831</w:t>
      </w:r>
      <w:r>
        <w:tab/>
        <w:t>1.013e0</w:t>
      </w:r>
    </w:p>
    <w:p w:rsidR="005B3ED9" w:rsidRDefault="005B3ED9" w:rsidP="005B3ED9">
      <w:r>
        <w:t>385.3879</w:t>
      </w:r>
      <w:r>
        <w:tab/>
        <w:t>1.013e0</w:t>
      </w:r>
    </w:p>
    <w:p w:rsidR="005B3ED9" w:rsidRDefault="005B3ED9" w:rsidP="005B3ED9">
      <w:r>
        <w:t>385.4591</w:t>
      </w:r>
      <w:r>
        <w:tab/>
        <w:t>2.025e0</w:t>
      </w:r>
    </w:p>
    <w:p w:rsidR="005B3ED9" w:rsidRDefault="005B3ED9" w:rsidP="005B3ED9">
      <w:r>
        <w:t>385.4677</w:t>
      </w:r>
      <w:r>
        <w:tab/>
        <w:t>1.013e0</w:t>
      </w:r>
    </w:p>
    <w:p w:rsidR="005B3ED9" w:rsidRDefault="005B3ED9" w:rsidP="005B3ED9">
      <w:r>
        <w:t>385.4972</w:t>
      </w:r>
      <w:r>
        <w:tab/>
        <w:t>1.013e0</w:t>
      </w:r>
    </w:p>
    <w:p w:rsidR="005B3ED9" w:rsidRDefault="005B3ED9" w:rsidP="005B3ED9">
      <w:r>
        <w:t>385.5315</w:t>
      </w:r>
      <w:r>
        <w:tab/>
        <w:t>1.013e0</w:t>
      </w:r>
    </w:p>
    <w:p w:rsidR="005B3ED9" w:rsidRDefault="005B3ED9" w:rsidP="005B3ED9">
      <w:r>
        <w:lastRenderedPageBreak/>
        <w:t>385.5656</w:t>
      </w:r>
      <w:r>
        <w:tab/>
        <w:t>1.013e0</w:t>
      </w:r>
    </w:p>
    <w:p w:rsidR="005B3ED9" w:rsidRDefault="005B3ED9" w:rsidP="005B3ED9">
      <w:r>
        <w:t>385.6750</w:t>
      </w:r>
      <w:r>
        <w:tab/>
        <w:t>2.025e0</w:t>
      </w:r>
    </w:p>
    <w:p w:rsidR="005B3ED9" w:rsidRDefault="005B3ED9" w:rsidP="005B3ED9">
      <w:r>
        <w:t>385.7230</w:t>
      </w:r>
      <w:r>
        <w:tab/>
        <w:t>1.013e0</w:t>
      </w:r>
    </w:p>
    <w:p w:rsidR="005B3ED9" w:rsidRDefault="005B3ED9" w:rsidP="005B3ED9">
      <w:r>
        <w:t>385.7434</w:t>
      </w:r>
      <w:r>
        <w:tab/>
        <w:t>1.013e0</w:t>
      </w:r>
    </w:p>
    <w:p w:rsidR="005B3ED9" w:rsidRDefault="005B3ED9" w:rsidP="005B3ED9">
      <w:r>
        <w:t>385.8529</w:t>
      </w:r>
      <w:r>
        <w:tab/>
        <w:t>1.013e0</w:t>
      </w:r>
    </w:p>
    <w:p w:rsidR="005B3ED9" w:rsidRDefault="005B3ED9" w:rsidP="005B3ED9">
      <w:r>
        <w:t>385.9214</w:t>
      </w:r>
      <w:r>
        <w:tab/>
        <w:t>1.013e0</w:t>
      </w:r>
    </w:p>
    <w:p w:rsidR="005B3ED9" w:rsidRDefault="005B3ED9" w:rsidP="005B3ED9">
      <w:r>
        <w:t>385.9282</w:t>
      </w:r>
      <w:r>
        <w:tab/>
        <w:t>1.013e0</w:t>
      </w:r>
    </w:p>
    <w:p w:rsidR="005B3ED9" w:rsidRDefault="005B3ED9" w:rsidP="005B3ED9">
      <w:r>
        <w:t>385.9488</w:t>
      </w:r>
      <w:r>
        <w:tab/>
        <w:t>1.013e0</w:t>
      </w:r>
    </w:p>
    <w:p w:rsidR="005B3ED9" w:rsidRDefault="005B3ED9" w:rsidP="005B3ED9">
      <w:r>
        <w:t>385.9953</w:t>
      </w:r>
      <w:r>
        <w:tab/>
        <w:t>1.013e0</w:t>
      </w:r>
    </w:p>
    <w:p w:rsidR="005B3ED9" w:rsidRDefault="005B3ED9" w:rsidP="005B3ED9">
      <w:r>
        <w:t>385.9993</w:t>
      </w:r>
      <w:r>
        <w:tab/>
        <w:t>1.013e0</w:t>
      </w:r>
    </w:p>
    <w:p w:rsidR="005B3ED9" w:rsidRDefault="005B3ED9" w:rsidP="005B3ED9">
      <w:r>
        <w:t>386.0515</w:t>
      </w:r>
      <w:r>
        <w:tab/>
        <w:t>1.013e0</w:t>
      </w:r>
    </w:p>
    <w:p w:rsidR="005B3ED9" w:rsidRDefault="005B3ED9" w:rsidP="005B3ED9">
      <w:r>
        <w:t>386.1160</w:t>
      </w:r>
      <w:r>
        <w:tab/>
        <w:t>3.038e0</w:t>
      </w:r>
    </w:p>
    <w:p w:rsidR="005B3ED9" w:rsidRDefault="005B3ED9" w:rsidP="005B3ED9">
      <w:r>
        <w:t>386.1339</w:t>
      </w:r>
      <w:r>
        <w:tab/>
        <w:t>1.013e0</w:t>
      </w:r>
    </w:p>
    <w:p w:rsidR="005B3ED9" w:rsidRDefault="005B3ED9" w:rsidP="005B3ED9">
      <w:r>
        <w:t>386.1679</w:t>
      </w:r>
      <w:r>
        <w:tab/>
        <w:t>1.013e0</w:t>
      </w:r>
    </w:p>
    <w:p w:rsidR="005B3ED9" w:rsidRDefault="005B3ED9" w:rsidP="005B3ED9">
      <w:r>
        <w:t>386.1884</w:t>
      </w:r>
      <w:r>
        <w:tab/>
        <w:t>1.013e0</w:t>
      </w:r>
    </w:p>
    <w:p w:rsidR="005B3ED9" w:rsidRDefault="005B3ED9" w:rsidP="005B3ED9">
      <w:r>
        <w:t>386.2021</w:t>
      </w:r>
      <w:r>
        <w:tab/>
        <w:t>1.013e0</w:t>
      </w:r>
    </w:p>
    <w:p w:rsidR="005B3ED9" w:rsidRDefault="005B3ED9" w:rsidP="005B3ED9">
      <w:r>
        <w:t>386.2399</w:t>
      </w:r>
      <w:r>
        <w:tab/>
        <w:t>1.013e0</w:t>
      </w:r>
    </w:p>
    <w:p w:rsidR="005B3ED9" w:rsidRDefault="005B3ED9" w:rsidP="005B3ED9">
      <w:r>
        <w:t>386.2569</w:t>
      </w:r>
      <w:r>
        <w:tab/>
        <w:t>1.013e0</w:t>
      </w:r>
    </w:p>
    <w:p w:rsidR="005B3ED9" w:rsidRDefault="005B3ED9" w:rsidP="005B3ED9">
      <w:r>
        <w:t>386.2812</w:t>
      </w:r>
      <w:r>
        <w:tab/>
        <w:t>2.025e0</w:t>
      </w:r>
    </w:p>
    <w:p w:rsidR="005B3ED9" w:rsidRDefault="005B3ED9" w:rsidP="005B3ED9">
      <w:r>
        <w:lastRenderedPageBreak/>
        <w:t>386.2822</w:t>
      </w:r>
      <w:r>
        <w:tab/>
        <w:t>1.013e0</w:t>
      </w:r>
    </w:p>
    <w:p w:rsidR="005B3ED9" w:rsidRDefault="005B3ED9" w:rsidP="005B3ED9">
      <w:r>
        <w:t>386.2914</w:t>
      </w:r>
      <w:r>
        <w:tab/>
        <w:t>2.025e0</w:t>
      </w:r>
    </w:p>
    <w:p w:rsidR="005B3ED9" w:rsidRDefault="005B3ED9" w:rsidP="005B3ED9">
      <w:r>
        <w:t>386.3117</w:t>
      </w:r>
      <w:r>
        <w:tab/>
        <w:t>1.013e0</w:t>
      </w:r>
    </w:p>
    <w:p w:rsidR="005B3ED9" w:rsidRDefault="005B3ED9" w:rsidP="005B3ED9">
      <w:r>
        <w:t>386.3391</w:t>
      </w:r>
      <w:r>
        <w:tab/>
        <w:t>1.013e0</w:t>
      </w:r>
    </w:p>
    <w:p w:rsidR="005B3ED9" w:rsidRDefault="005B3ED9" w:rsidP="005B3ED9">
      <w:r>
        <w:t>386.3497</w:t>
      </w:r>
      <w:r>
        <w:tab/>
        <w:t>2.025e0</w:t>
      </w:r>
    </w:p>
    <w:p w:rsidR="005B3ED9" w:rsidRDefault="005B3ED9" w:rsidP="005B3ED9">
      <w:r>
        <w:t>386.3596</w:t>
      </w:r>
      <w:r>
        <w:tab/>
        <w:t>1.013e0</w:t>
      </w:r>
    </w:p>
    <w:p w:rsidR="005B3ED9" w:rsidRDefault="005B3ED9" w:rsidP="005B3ED9">
      <w:r>
        <w:t>386.4213</w:t>
      </w:r>
      <w:r>
        <w:tab/>
        <w:t>1.013e0</w:t>
      </w:r>
    </w:p>
    <w:p w:rsidR="005B3ED9" w:rsidRDefault="005B3ED9" w:rsidP="005B3ED9">
      <w:r>
        <w:t>386.5379</w:t>
      </w:r>
      <w:r>
        <w:tab/>
        <w:t>1.013e0</w:t>
      </w:r>
    </w:p>
    <w:p w:rsidR="005B3ED9" w:rsidRDefault="005B3ED9" w:rsidP="005B3ED9">
      <w:r>
        <w:t>386.7041</w:t>
      </w:r>
      <w:r>
        <w:tab/>
        <w:t>1.013e0</w:t>
      </w:r>
    </w:p>
    <w:p w:rsidR="005B3ED9" w:rsidRDefault="005B3ED9" w:rsidP="005B3ED9">
      <w:r>
        <w:t>386.7253</w:t>
      </w:r>
      <w:r>
        <w:tab/>
        <w:t>1.013e0</w:t>
      </w:r>
    </w:p>
    <w:p w:rsidR="005B3ED9" w:rsidRDefault="005B3ED9" w:rsidP="005B3ED9">
      <w:r>
        <w:t>386.7847</w:t>
      </w:r>
      <w:r>
        <w:tab/>
        <w:t>1.013e0</w:t>
      </w:r>
    </w:p>
    <w:p w:rsidR="005B3ED9" w:rsidRDefault="005B3ED9" w:rsidP="005B3ED9">
      <w:r>
        <w:t>386.7884</w:t>
      </w:r>
      <w:r>
        <w:tab/>
        <w:t>2.025e0</w:t>
      </w:r>
    </w:p>
    <w:p w:rsidR="005B3ED9" w:rsidRDefault="005B3ED9" w:rsidP="005B3ED9">
      <w:r>
        <w:t>386.8190</w:t>
      </w:r>
      <w:r>
        <w:tab/>
        <w:t>1.013e0</w:t>
      </w:r>
    </w:p>
    <w:p w:rsidR="005B3ED9" w:rsidRDefault="005B3ED9" w:rsidP="005B3ED9">
      <w:r>
        <w:t>386.8748</w:t>
      </w:r>
      <w:r>
        <w:tab/>
        <w:t>4.051e0</w:t>
      </w:r>
    </w:p>
    <w:p w:rsidR="005B3ED9" w:rsidRDefault="005B3ED9" w:rsidP="005B3ED9">
      <w:r>
        <w:t>386.9082</w:t>
      </w:r>
      <w:r>
        <w:tab/>
        <w:t>1.013e0</w:t>
      </w:r>
    </w:p>
    <w:p w:rsidR="005B3ED9" w:rsidRDefault="005B3ED9" w:rsidP="005B3ED9">
      <w:r>
        <w:t>386.9132</w:t>
      </w:r>
      <w:r>
        <w:tab/>
        <w:t>2.025e0</w:t>
      </w:r>
    </w:p>
    <w:p w:rsidR="005B3ED9" w:rsidRDefault="005B3ED9" w:rsidP="005B3ED9">
      <w:r>
        <w:t>386.9410</w:t>
      </w:r>
      <w:r>
        <w:tab/>
        <w:t>1.013e0</w:t>
      </w:r>
    </w:p>
    <w:p w:rsidR="005B3ED9" w:rsidRDefault="005B3ED9" w:rsidP="005B3ED9">
      <w:r>
        <w:t>386.9449</w:t>
      </w:r>
      <w:r>
        <w:tab/>
        <w:t>1.013e0</w:t>
      </w:r>
    </w:p>
    <w:p w:rsidR="005B3ED9" w:rsidRDefault="005B3ED9" w:rsidP="005B3ED9">
      <w:r>
        <w:t>386.9606</w:t>
      </w:r>
      <w:r>
        <w:tab/>
        <w:t>3.038e0</w:t>
      </w:r>
    </w:p>
    <w:p w:rsidR="005B3ED9" w:rsidRDefault="005B3ED9" w:rsidP="005B3ED9">
      <w:r>
        <w:lastRenderedPageBreak/>
        <w:t>386.9895</w:t>
      </w:r>
      <w:r>
        <w:tab/>
        <w:t>2.025e0</w:t>
      </w:r>
    </w:p>
    <w:p w:rsidR="005B3ED9" w:rsidRDefault="005B3ED9" w:rsidP="005B3ED9">
      <w:r>
        <w:t>386.9910</w:t>
      </w:r>
      <w:r>
        <w:tab/>
        <w:t>1.013e0</w:t>
      </w:r>
    </w:p>
    <w:p w:rsidR="005B3ED9" w:rsidRDefault="005B3ED9" w:rsidP="005B3ED9">
      <w:r>
        <w:t>387.0591</w:t>
      </w:r>
      <w:r>
        <w:tab/>
        <w:t>1.013e0</w:t>
      </w:r>
    </w:p>
    <w:p w:rsidR="005B3ED9" w:rsidRDefault="005B3ED9" w:rsidP="005B3ED9">
      <w:r>
        <w:t>387.1008</w:t>
      </w:r>
      <w:r>
        <w:tab/>
        <w:t>1.013e0</w:t>
      </w:r>
    </w:p>
    <w:p w:rsidR="005B3ED9" w:rsidRDefault="005B3ED9" w:rsidP="005B3ED9">
      <w:r>
        <w:t>387.1433</w:t>
      </w:r>
      <w:r>
        <w:tab/>
        <w:t>1.013e0</w:t>
      </w:r>
    </w:p>
    <w:p w:rsidR="005B3ED9" w:rsidRDefault="005B3ED9" w:rsidP="005B3ED9">
      <w:r>
        <w:t>387.1895</w:t>
      </w:r>
      <w:r>
        <w:tab/>
        <w:t>1.013e0</w:t>
      </w:r>
    </w:p>
    <w:p w:rsidR="005B3ED9" w:rsidRDefault="005B3ED9" w:rsidP="005B3ED9">
      <w:r>
        <w:t>387.1964</w:t>
      </w:r>
      <w:r>
        <w:tab/>
        <w:t>1.013e0</w:t>
      </w:r>
    </w:p>
    <w:p w:rsidR="005B3ED9" w:rsidRDefault="005B3ED9" w:rsidP="005B3ED9">
      <w:r>
        <w:t>387.2238</w:t>
      </w:r>
      <w:r>
        <w:tab/>
        <w:t>1.013e0</w:t>
      </w:r>
    </w:p>
    <w:p w:rsidR="005B3ED9" w:rsidRDefault="005B3ED9" w:rsidP="005B3ED9">
      <w:r>
        <w:t>387.2376</w:t>
      </w:r>
      <w:r>
        <w:tab/>
        <w:t>1.013e0</w:t>
      </w:r>
    </w:p>
    <w:p w:rsidR="005B3ED9" w:rsidRDefault="005B3ED9" w:rsidP="005B3ED9">
      <w:r>
        <w:t>387.2650</w:t>
      </w:r>
      <w:r>
        <w:tab/>
        <w:t>1.013e0</w:t>
      </w:r>
    </w:p>
    <w:p w:rsidR="005B3ED9" w:rsidRDefault="005B3ED9" w:rsidP="005B3ED9">
      <w:r>
        <w:t>387.3225</w:t>
      </w:r>
      <w:r>
        <w:tab/>
        <w:t>2.025e0</w:t>
      </w:r>
    </w:p>
    <w:p w:rsidR="005B3ED9" w:rsidRDefault="005B3ED9" w:rsidP="005B3ED9">
      <w:r>
        <w:t>387.4901</w:t>
      </w:r>
      <w:r>
        <w:tab/>
        <w:t>1.013e0</w:t>
      </w:r>
    </w:p>
    <w:p w:rsidR="005B3ED9" w:rsidRDefault="005B3ED9" w:rsidP="005B3ED9">
      <w:r>
        <w:t>387.5327</w:t>
      </w:r>
      <w:r>
        <w:tab/>
        <w:t>1.013e0</w:t>
      </w:r>
    </w:p>
    <w:p w:rsidR="005B3ED9" w:rsidRDefault="005B3ED9" w:rsidP="005B3ED9">
      <w:r>
        <w:t>387.5999</w:t>
      </w:r>
      <w:r>
        <w:tab/>
        <w:t>1.013e0</w:t>
      </w:r>
    </w:p>
    <w:p w:rsidR="005B3ED9" w:rsidRDefault="005B3ED9" w:rsidP="005B3ED9">
      <w:r>
        <w:t>387.7310</w:t>
      </w:r>
      <w:r>
        <w:tab/>
        <w:t>1.013e0</w:t>
      </w:r>
    </w:p>
    <w:p w:rsidR="005B3ED9" w:rsidRDefault="005B3ED9" w:rsidP="005B3ED9">
      <w:r>
        <w:t>387.7665</w:t>
      </w:r>
      <w:r>
        <w:tab/>
        <w:t>1.013e0</w:t>
      </w:r>
    </w:p>
    <w:p w:rsidR="005B3ED9" w:rsidRDefault="005B3ED9" w:rsidP="005B3ED9">
      <w:r>
        <w:t>387.7734</w:t>
      </w:r>
      <w:r>
        <w:tab/>
        <w:t>1.013e0</w:t>
      </w:r>
    </w:p>
    <w:p w:rsidR="005B3ED9" w:rsidRDefault="005B3ED9" w:rsidP="005B3ED9">
      <w:r>
        <w:t>387.8424</w:t>
      </w:r>
      <w:r>
        <w:tab/>
        <w:t>2.025e0</w:t>
      </w:r>
    </w:p>
    <w:p w:rsidR="005B3ED9" w:rsidRDefault="005B3ED9" w:rsidP="005B3ED9">
      <w:r>
        <w:t>387.8766</w:t>
      </w:r>
      <w:r>
        <w:tab/>
        <w:t>1.013e0</w:t>
      </w:r>
    </w:p>
    <w:p w:rsidR="005B3ED9" w:rsidRDefault="005B3ED9" w:rsidP="005B3ED9">
      <w:r>
        <w:lastRenderedPageBreak/>
        <w:t>387.9120</w:t>
      </w:r>
      <w:r>
        <w:tab/>
        <w:t>1.013e0</w:t>
      </w:r>
    </w:p>
    <w:p w:rsidR="005B3ED9" w:rsidRDefault="005B3ED9" w:rsidP="005B3ED9">
      <w:r>
        <w:t>387.9265</w:t>
      </w:r>
      <w:r>
        <w:tab/>
        <w:t>2.025e0</w:t>
      </w:r>
    </w:p>
    <w:p w:rsidR="005B3ED9" w:rsidRDefault="005B3ED9" w:rsidP="005B3ED9">
      <w:r>
        <w:t>387.9714</w:t>
      </w:r>
      <w:r>
        <w:tab/>
        <w:t>1.397e0</w:t>
      </w:r>
    </w:p>
    <w:p w:rsidR="005B3ED9" w:rsidRDefault="005B3ED9" w:rsidP="005B3ED9">
      <w:r>
        <w:t>387.9969</w:t>
      </w:r>
      <w:r>
        <w:tab/>
        <w:t>1.013e0</w:t>
      </w:r>
    </w:p>
    <w:p w:rsidR="005B3ED9" w:rsidRDefault="005B3ED9" w:rsidP="005B3ED9">
      <w:r>
        <w:t>388.0800</w:t>
      </w:r>
      <w:r>
        <w:tab/>
        <w:t>2.025e0</w:t>
      </w:r>
    </w:p>
    <w:p w:rsidR="005B3ED9" w:rsidRDefault="005B3ED9" w:rsidP="005B3ED9">
      <w:r>
        <w:t>388.0817</w:t>
      </w:r>
      <w:r>
        <w:tab/>
        <w:t>1.013e0</w:t>
      </w:r>
    </w:p>
    <w:p w:rsidR="005B3ED9" w:rsidRDefault="005B3ED9" w:rsidP="005B3ED9">
      <w:r>
        <w:t>388.1279</w:t>
      </w:r>
      <w:r>
        <w:tab/>
        <w:t>1.013e0</w:t>
      </w:r>
    </w:p>
    <w:p w:rsidR="005B3ED9" w:rsidRDefault="005B3ED9" w:rsidP="005B3ED9">
      <w:r>
        <w:t>388.1546</w:t>
      </w:r>
      <w:r>
        <w:tab/>
        <w:t>2.025e0</w:t>
      </w:r>
    </w:p>
    <w:p w:rsidR="005B3ED9" w:rsidRDefault="005B3ED9" w:rsidP="005B3ED9">
      <w:r>
        <w:t>388.1654</w:t>
      </w:r>
      <w:r>
        <w:tab/>
        <w:t>2.025e0</w:t>
      </w:r>
    </w:p>
    <w:p w:rsidR="005B3ED9" w:rsidRDefault="005B3ED9" w:rsidP="005B3ED9">
      <w:r>
        <w:t>388.1998</w:t>
      </w:r>
      <w:r>
        <w:tab/>
        <w:t>1.013e0</w:t>
      </w:r>
    </w:p>
    <w:p w:rsidR="005B3ED9" w:rsidRDefault="005B3ED9" w:rsidP="005B3ED9">
      <w:r>
        <w:t>388.2564</w:t>
      </w:r>
      <w:r>
        <w:tab/>
        <w:t>5.896e0</w:t>
      </w:r>
    </w:p>
    <w:p w:rsidR="005B3ED9" w:rsidRDefault="005B3ED9" w:rsidP="005B3ED9">
      <w:r>
        <w:t>388.2611</w:t>
      </w:r>
      <w:r>
        <w:tab/>
        <w:t>7.089e0</w:t>
      </w:r>
    </w:p>
    <w:p w:rsidR="005B3ED9" w:rsidRDefault="005B3ED9" w:rsidP="005B3ED9">
      <w:r>
        <w:t>388.2701</w:t>
      </w:r>
      <w:r>
        <w:tab/>
        <w:t>7.603e0</w:t>
      </w:r>
    </w:p>
    <w:p w:rsidR="005B3ED9" w:rsidRDefault="005B3ED9" w:rsidP="005B3ED9">
      <w:r>
        <w:t>388.3099</w:t>
      </w:r>
      <w:r>
        <w:tab/>
        <w:t>1.013e0</w:t>
      </w:r>
    </w:p>
    <w:p w:rsidR="005B3ED9" w:rsidRDefault="005B3ED9" w:rsidP="005B3ED9">
      <w:r>
        <w:t>388.3226</w:t>
      </w:r>
      <w:r>
        <w:tab/>
        <w:t>1.013e0</w:t>
      </w:r>
    </w:p>
    <w:p w:rsidR="005B3ED9" w:rsidRDefault="005B3ED9" w:rsidP="005B3ED9">
      <w:r>
        <w:t>388.3346</w:t>
      </w:r>
      <w:r>
        <w:tab/>
        <w:t>4.051e0</w:t>
      </w:r>
    </w:p>
    <w:p w:rsidR="005B3ED9" w:rsidRDefault="005B3ED9" w:rsidP="005B3ED9">
      <w:r>
        <w:t>388.4824</w:t>
      </w:r>
      <w:r>
        <w:tab/>
        <w:t>1.013e0</w:t>
      </w:r>
    </w:p>
    <w:p w:rsidR="005B3ED9" w:rsidRDefault="005B3ED9" w:rsidP="005B3ED9">
      <w:r>
        <w:t>388.5302</w:t>
      </w:r>
      <w:r>
        <w:tab/>
        <w:t>1.013e0</w:t>
      </w:r>
    </w:p>
    <w:p w:rsidR="005B3ED9" w:rsidRDefault="005B3ED9" w:rsidP="005B3ED9">
      <w:r>
        <w:t>388.5509</w:t>
      </w:r>
      <w:r>
        <w:tab/>
        <w:t>1.013e0</w:t>
      </w:r>
    </w:p>
    <w:p w:rsidR="005B3ED9" w:rsidRDefault="005B3ED9" w:rsidP="005B3ED9">
      <w:r>
        <w:lastRenderedPageBreak/>
        <w:t>388.5635</w:t>
      </w:r>
      <w:r>
        <w:tab/>
        <w:t>1.013e0</w:t>
      </w:r>
    </w:p>
    <w:p w:rsidR="005B3ED9" w:rsidRDefault="005B3ED9" w:rsidP="005B3ED9">
      <w:r>
        <w:t>388.5716</w:t>
      </w:r>
      <w:r>
        <w:tab/>
        <w:t>2.025e0</w:t>
      </w:r>
    </w:p>
    <w:p w:rsidR="005B3ED9" w:rsidRDefault="005B3ED9" w:rsidP="005B3ED9">
      <w:r>
        <w:t>388.7160</w:t>
      </w:r>
      <w:r>
        <w:tab/>
        <w:t>1.013e0</w:t>
      </w:r>
    </w:p>
    <w:p w:rsidR="005B3ED9" w:rsidRDefault="005B3ED9" w:rsidP="005B3ED9">
      <w:r>
        <w:t>388.7233</w:t>
      </w:r>
      <w:r>
        <w:tab/>
        <w:t>1.013e0</w:t>
      </w:r>
    </w:p>
    <w:p w:rsidR="005B3ED9" w:rsidRDefault="005B3ED9" w:rsidP="005B3ED9">
      <w:r>
        <w:t>388.7507</w:t>
      </w:r>
      <w:r>
        <w:tab/>
        <w:t>1.013e0</w:t>
      </w:r>
    </w:p>
    <w:p w:rsidR="005B3ED9" w:rsidRDefault="005B3ED9" w:rsidP="005B3ED9">
      <w:r>
        <w:t>388.7989</w:t>
      </w:r>
      <w:r>
        <w:tab/>
        <w:t>1.013e0</w:t>
      </w:r>
    </w:p>
    <w:p w:rsidR="005B3ED9" w:rsidRDefault="005B3ED9" w:rsidP="005B3ED9">
      <w:r>
        <w:t>388.8084</w:t>
      </w:r>
      <w:r>
        <w:tab/>
        <w:t>1.013e0</w:t>
      </w:r>
    </w:p>
    <w:p w:rsidR="005B3ED9" w:rsidRDefault="005B3ED9" w:rsidP="005B3ED9">
      <w:r>
        <w:t>388.9143</w:t>
      </w:r>
      <w:r>
        <w:tab/>
        <w:t>1.013e0</w:t>
      </w:r>
    </w:p>
    <w:p w:rsidR="005B3ED9" w:rsidRDefault="005B3ED9" w:rsidP="005B3ED9">
      <w:r>
        <w:t>388.9247</w:t>
      </w:r>
      <w:r>
        <w:tab/>
        <w:t>2.025e0</w:t>
      </w:r>
    </w:p>
    <w:p w:rsidR="005B3ED9" w:rsidRDefault="005B3ED9" w:rsidP="005B3ED9">
      <w:r>
        <w:t>388.9436</w:t>
      </w:r>
      <w:r>
        <w:tab/>
        <w:t>1.013e0</w:t>
      </w:r>
    </w:p>
    <w:p w:rsidR="005B3ED9" w:rsidRDefault="005B3ED9" w:rsidP="005B3ED9">
      <w:r>
        <w:t>388.9506</w:t>
      </w:r>
      <w:r>
        <w:tab/>
        <w:t>1.013e0</w:t>
      </w:r>
    </w:p>
    <w:p w:rsidR="005B3ED9" w:rsidRDefault="005B3ED9" w:rsidP="005B3ED9">
      <w:r>
        <w:t>388.9680</w:t>
      </w:r>
      <w:r>
        <w:tab/>
        <w:t>3.038e0</w:t>
      </w:r>
    </w:p>
    <w:p w:rsidR="005B3ED9" w:rsidRDefault="005B3ED9" w:rsidP="005B3ED9">
      <w:r>
        <w:t>389.0023</w:t>
      </w:r>
      <w:r>
        <w:tab/>
        <w:t>2.025e0</w:t>
      </w:r>
    </w:p>
    <w:p w:rsidR="005B3ED9" w:rsidRDefault="005B3ED9" w:rsidP="005B3ED9">
      <w:r>
        <w:t>389.0493</w:t>
      </w:r>
      <w:r>
        <w:tab/>
        <w:t>1.013e0</w:t>
      </w:r>
    </w:p>
    <w:p w:rsidR="005B3ED9" w:rsidRDefault="005B3ED9" w:rsidP="005B3ED9">
      <w:r>
        <w:t>389.0614</w:t>
      </w:r>
      <w:r>
        <w:tab/>
        <w:t>2.025e0</w:t>
      </w:r>
    </w:p>
    <w:p w:rsidR="005B3ED9" w:rsidRDefault="005B3ED9" w:rsidP="005B3ED9">
      <w:r>
        <w:t>389.0953</w:t>
      </w:r>
      <w:r>
        <w:tab/>
        <w:t>1.013e0</w:t>
      </w:r>
    </w:p>
    <w:p w:rsidR="005B3ED9" w:rsidRDefault="005B3ED9" w:rsidP="005B3ED9">
      <w:r>
        <w:t>389.1022</w:t>
      </w:r>
      <w:r>
        <w:tab/>
        <w:t>1.013e0</w:t>
      </w:r>
    </w:p>
    <w:p w:rsidR="005B3ED9" w:rsidRDefault="005B3ED9" w:rsidP="005B3ED9">
      <w:r>
        <w:t>389.1592</w:t>
      </w:r>
      <w:r>
        <w:tab/>
        <w:t>1.013e0</w:t>
      </w:r>
    </w:p>
    <w:p w:rsidR="005B3ED9" w:rsidRDefault="005B3ED9" w:rsidP="005B3ED9">
      <w:r>
        <w:t>389.1643</w:t>
      </w:r>
      <w:r>
        <w:tab/>
        <w:t>1.013e0</w:t>
      </w:r>
    </w:p>
    <w:p w:rsidR="005B3ED9" w:rsidRDefault="005B3ED9" w:rsidP="005B3ED9">
      <w:r>
        <w:lastRenderedPageBreak/>
        <w:t>389.2139</w:t>
      </w:r>
      <w:r>
        <w:tab/>
        <w:t>2.025e0</w:t>
      </w:r>
    </w:p>
    <w:p w:rsidR="005B3ED9" w:rsidRDefault="005B3ED9" w:rsidP="005B3ED9">
      <w:r>
        <w:t>389.2265</w:t>
      </w:r>
      <w:r>
        <w:tab/>
        <w:t>1.013e0</w:t>
      </w:r>
    </w:p>
    <w:p w:rsidR="005B3ED9" w:rsidRDefault="005B3ED9" w:rsidP="005B3ED9">
      <w:r>
        <w:t>389.2546</w:t>
      </w:r>
      <w:r>
        <w:tab/>
        <w:t>2.025e0</w:t>
      </w:r>
    </w:p>
    <w:p w:rsidR="005B3ED9" w:rsidRDefault="005B3ED9" w:rsidP="005B3ED9">
      <w:r>
        <w:t>389.2644</w:t>
      </w:r>
      <w:r>
        <w:tab/>
        <w:t>3.038e0</w:t>
      </w:r>
    </w:p>
    <w:p w:rsidR="005B3ED9" w:rsidRDefault="005B3ED9" w:rsidP="005B3ED9">
      <w:r>
        <w:t>389.2747</w:t>
      </w:r>
      <w:r>
        <w:tab/>
        <w:t>1.013e0</w:t>
      </w:r>
    </w:p>
    <w:p w:rsidR="005B3ED9" w:rsidRDefault="005B3ED9" w:rsidP="005B3ED9">
      <w:r>
        <w:t>389.2815</w:t>
      </w:r>
      <w:r>
        <w:tab/>
        <w:t>1.013e0</w:t>
      </w:r>
    </w:p>
    <w:p w:rsidR="005B3ED9" w:rsidRDefault="005B3ED9" w:rsidP="005B3ED9">
      <w:r>
        <w:t>389.3116</w:t>
      </w:r>
      <w:r>
        <w:tab/>
        <w:t>1.013e0</w:t>
      </w:r>
    </w:p>
    <w:p w:rsidR="005B3ED9" w:rsidRDefault="005B3ED9" w:rsidP="005B3ED9">
      <w:r>
        <w:t>389.3367</w:t>
      </w:r>
      <w:r>
        <w:tab/>
        <w:t>1.013e0</w:t>
      </w:r>
    </w:p>
    <w:p w:rsidR="005B3ED9" w:rsidRDefault="005B3ED9" w:rsidP="005B3ED9">
      <w:r>
        <w:t>389.3503</w:t>
      </w:r>
      <w:r>
        <w:tab/>
        <w:t>1.013e0</w:t>
      </w:r>
    </w:p>
    <w:p w:rsidR="005B3ED9" w:rsidRDefault="005B3ED9" w:rsidP="005B3ED9">
      <w:r>
        <w:t>389.3690</w:t>
      </w:r>
      <w:r>
        <w:tab/>
        <w:t>2.025e0</w:t>
      </w:r>
    </w:p>
    <w:p w:rsidR="005B3ED9" w:rsidRDefault="005B3ED9" w:rsidP="005B3ED9">
      <w:r>
        <w:t>389.3919</w:t>
      </w:r>
      <w:r>
        <w:tab/>
        <w:t>1.013e0</w:t>
      </w:r>
    </w:p>
    <w:p w:rsidR="005B3ED9" w:rsidRDefault="005B3ED9" w:rsidP="005B3ED9">
      <w:r>
        <w:t>389.4700</w:t>
      </w:r>
      <w:r>
        <w:tab/>
        <w:t>2.025e0</w:t>
      </w:r>
    </w:p>
    <w:p w:rsidR="005B3ED9" w:rsidRDefault="005B3ED9" w:rsidP="005B3ED9">
      <w:r>
        <w:t>389.5041</w:t>
      </w:r>
      <w:r>
        <w:tab/>
        <w:t>2.025e0</w:t>
      </w:r>
    </w:p>
    <w:p w:rsidR="005B3ED9" w:rsidRDefault="005B3ED9" w:rsidP="005B3ED9">
      <w:r>
        <w:t>389.6625</w:t>
      </w:r>
      <w:r>
        <w:tab/>
        <w:t>1.013e0</w:t>
      </w:r>
    </w:p>
    <w:p w:rsidR="005B3ED9" w:rsidRDefault="005B3ED9" w:rsidP="005B3ED9">
      <w:r>
        <w:t>389.7094</w:t>
      </w:r>
      <w:r>
        <w:tab/>
        <w:t>1.013e0</w:t>
      </w:r>
    </w:p>
    <w:p w:rsidR="005B3ED9" w:rsidRDefault="005B3ED9" w:rsidP="005B3ED9">
      <w:r>
        <w:t>389.7474</w:t>
      </w:r>
      <w:r>
        <w:tab/>
        <w:t>1.013e0</w:t>
      </w:r>
    </w:p>
    <w:p w:rsidR="005B3ED9" w:rsidRDefault="005B3ED9" w:rsidP="005B3ED9">
      <w:r>
        <w:t>389.7685</w:t>
      </w:r>
      <w:r>
        <w:tab/>
        <w:t>1.013e0</w:t>
      </w:r>
    </w:p>
    <w:p w:rsidR="005B3ED9" w:rsidRDefault="005B3ED9" w:rsidP="005B3ED9">
      <w:r>
        <w:t>389.7971</w:t>
      </w:r>
      <w:r>
        <w:tab/>
        <w:t>2.025e0</w:t>
      </w:r>
    </w:p>
    <w:p w:rsidR="005B3ED9" w:rsidRDefault="005B3ED9" w:rsidP="005B3ED9">
      <w:r>
        <w:t>389.8322</w:t>
      </w:r>
      <w:r>
        <w:tab/>
        <w:t>1.013e0</w:t>
      </w:r>
    </w:p>
    <w:p w:rsidR="005B3ED9" w:rsidRDefault="005B3ED9" w:rsidP="005B3ED9">
      <w:r>
        <w:lastRenderedPageBreak/>
        <w:t>389.9305</w:t>
      </w:r>
      <w:r>
        <w:tab/>
        <w:t>1.013e0</w:t>
      </w:r>
    </w:p>
    <w:p w:rsidR="005B3ED9" w:rsidRDefault="005B3ED9" w:rsidP="005B3ED9">
      <w:r>
        <w:t>389.9374</w:t>
      </w:r>
      <w:r>
        <w:tab/>
        <w:t>1.013e0</w:t>
      </w:r>
    </w:p>
    <w:p w:rsidR="005B3ED9" w:rsidRDefault="005B3ED9" w:rsidP="005B3ED9">
      <w:r>
        <w:t>389.9789</w:t>
      </w:r>
      <w:r>
        <w:tab/>
        <w:t>1.013e0</w:t>
      </w:r>
    </w:p>
    <w:p w:rsidR="005B3ED9" w:rsidRDefault="005B3ED9" w:rsidP="005B3ED9">
      <w:r>
        <w:t>390.0559</w:t>
      </w:r>
      <w:r>
        <w:tab/>
        <w:t>1.013e0</w:t>
      </w:r>
    </w:p>
    <w:p w:rsidR="005B3ED9" w:rsidRDefault="005B3ED9" w:rsidP="005B3ED9">
      <w:r>
        <w:t>390.0894</w:t>
      </w:r>
      <w:r>
        <w:tab/>
        <w:t>1.013e0</w:t>
      </w:r>
    </w:p>
    <w:p w:rsidR="005B3ED9" w:rsidRDefault="005B3ED9" w:rsidP="005B3ED9">
      <w:r>
        <w:t>390.1102</w:t>
      </w:r>
      <w:r>
        <w:tab/>
        <w:t>1.013e0</w:t>
      </w:r>
    </w:p>
    <w:p w:rsidR="005B3ED9" w:rsidRDefault="005B3ED9" w:rsidP="005B3ED9">
      <w:r>
        <w:t>390.1620</w:t>
      </w:r>
      <w:r>
        <w:tab/>
        <w:t>2.025e0</w:t>
      </w:r>
    </w:p>
    <w:p w:rsidR="005B3ED9" w:rsidRDefault="005B3ED9" w:rsidP="005B3ED9">
      <w:r>
        <w:t>390.1793</w:t>
      </w:r>
      <w:r>
        <w:tab/>
        <w:t>1.013e0</w:t>
      </w:r>
    </w:p>
    <w:p w:rsidR="005B3ED9" w:rsidRDefault="005B3ED9" w:rsidP="005B3ED9">
      <w:r>
        <w:t>390.2043</w:t>
      </w:r>
      <w:r>
        <w:tab/>
        <w:t>1.013e0</w:t>
      </w:r>
    </w:p>
    <w:p w:rsidR="005B3ED9" w:rsidRDefault="005B3ED9" w:rsidP="005B3ED9">
      <w:r>
        <w:t>390.2083</w:t>
      </w:r>
      <w:r>
        <w:tab/>
        <w:t>1.013e0</w:t>
      </w:r>
    </w:p>
    <w:p w:rsidR="005B3ED9" w:rsidRDefault="005B3ED9" w:rsidP="005B3ED9">
      <w:r>
        <w:t>390.2117</w:t>
      </w:r>
      <w:r>
        <w:tab/>
        <w:t>2.025e0</w:t>
      </w:r>
    </w:p>
    <w:p w:rsidR="005B3ED9" w:rsidRDefault="005B3ED9" w:rsidP="005B3ED9">
      <w:r>
        <w:t>390.2622</w:t>
      </w:r>
      <w:r>
        <w:tab/>
        <w:t>1.013e0</w:t>
      </w:r>
    </w:p>
    <w:p w:rsidR="005B3ED9" w:rsidRDefault="005B3ED9" w:rsidP="005B3ED9">
      <w:r>
        <w:t>390.2720</w:t>
      </w:r>
      <w:r>
        <w:tab/>
        <w:t>2.025e0</w:t>
      </w:r>
    </w:p>
    <w:p w:rsidR="005B3ED9" w:rsidRDefault="005B3ED9" w:rsidP="005B3ED9">
      <w:r>
        <w:t>390.2895</w:t>
      </w:r>
      <w:r>
        <w:tab/>
        <w:t>1.013e0</w:t>
      </w:r>
    </w:p>
    <w:p w:rsidR="005B3ED9" w:rsidRDefault="005B3ED9" w:rsidP="005B3ED9">
      <w:r>
        <w:t>390.3038</w:t>
      </w:r>
      <w:r>
        <w:tab/>
        <w:t>3.844e0</w:t>
      </w:r>
    </w:p>
    <w:p w:rsidR="005B3ED9" w:rsidRDefault="005B3ED9" w:rsidP="005B3ED9">
      <w:r>
        <w:t>390.3559</w:t>
      </w:r>
      <w:r>
        <w:tab/>
        <w:t>2.025e0</w:t>
      </w:r>
    </w:p>
    <w:p w:rsidR="005B3ED9" w:rsidRDefault="005B3ED9" w:rsidP="005B3ED9">
      <w:r>
        <w:t>390.3867</w:t>
      </w:r>
      <w:r>
        <w:tab/>
        <w:t>1.013e0</w:t>
      </w:r>
    </w:p>
    <w:p w:rsidR="005B3ED9" w:rsidRDefault="005B3ED9" w:rsidP="005B3ED9">
      <w:r>
        <w:t>390.5062</w:t>
      </w:r>
      <w:r>
        <w:tab/>
        <w:t>2.025e0</w:t>
      </w:r>
    </w:p>
    <w:p w:rsidR="005B3ED9" w:rsidRDefault="005B3ED9" w:rsidP="005B3ED9">
      <w:r>
        <w:t>390.5343</w:t>
      </w:r>
      <w:r>
        <w:tab/>
        <w:t>1.013e0</w:t>
      </w:r>
    </w:p>
    <w:p w:rsidR="005B3ED9" w:rsidRDefault="005B3ED9" w:rsidP="005B3ED9">
      <w:r>
        <w:lastRenderedPageBreak/>
        <w:t>390.5662</w:t>
      </w:r>
      <w:r>
        <w:tab/>
        <w:t>2.025e0</w:t>
      </w:r>
    </w:p>
    <w:p w:rsidR="005B3ED9" w:rsidRDefault="005B3ED9" w:rsidP="005B3ED9">
      <w:r>
        <w:t>390.7396</w:t>
      </w:r>
      <w:r>
        <w:tab/>
        <w:t>1.013e0</w:t>
      </w:r>
    </w:p>
    <w:p w:rsidR="005B3ED9" w:rsidRDefault="005B3ED9" w:rsidP="005B3ED9">
      <w:r>
        <w:t>390.7811</w:t>
      </w:r>
      <w:r>
        <w:tab/>
        <w:t>1.013e0</w:t>
      </w:r>
    </w:p>
    <w:p w:rsidR="005B3ED9" w:rsidRDefault="005B3ED9" w:rsidP="005B3ED9">
      <w:r>
        <w:t>390.8583</w:t>
      </w:r>
      <w:r>
        <w:tab/>
        <w:t>2.025e0</w:t>
      </w:r>
    </w:p>
    <w:p w:rsidR="005B3ED9" w:rsidRDefault="005B3ED9" w:rsidP="005B3ED9">
      <w:r>
        <w:t>390.8816</w:t>
      </w:r>
      <w:r>
        <w:tab/>
        <w:t>1.013e0</w:t>
      </w:r>
    </w:p>
    <w:p w:rsidR="005B3ED9" w:rsidRDefault="005B3ED9" w:rsidP="005B3ED9">
      <w:r>
        <w:t>390.9315</w:t>
      </w:r>
      <w:r>
        <w:tab/>
        <w:t>3.038e0</w:t>
      </w:r>
    </w:p>
    <w:p w:rsidR="005B3ED9" w:rsidRDefault="005B3ED9" w:rsidP="005B3ED9">
      <w:r>
        <w:t>390.9474</w:t>
      </w:r>
      <w:r>
        <w:tab/>
        <w:t>2.025e0</w:t>
      </w:r>
    </w:p>
    <w:p w:rsidR="005B3ED9" w:rsidRDefault="005B3ED9" w:rsidP="005B3ED9">
      <w:r>
        <w:t>390.9491</w:t>
      </w:r>
      <w:r>
        <w:tab/>
        <w:t>3.038e0</w:t>
      </w:r>
    </w:p>
    <w:p w:rsidR="005B3ED9" w:rsidRDefault="005B3ED9" w:rsidP="005B3ED9">
      <w:r>
        <w:t>390.9733</w:t>
      </w:r>
      <w:r>
        <w:tab/>
        <w:t>2.025e0</w:t>
      </w:r>
    </w:p>
    <w:p w:rsidR="005B3ED9" w:rsidRDefault="005B3ED9" w:rsidP="005B3ED9">
      <w:r>
        <w:t>391.0234</w:t>
      </w:r>
      <w:r>
        <w:tab/>
        <w:t>3.038e0</w:t>
      </w:r>
    </w:p>
    <w:p w:rsidR="005B3ED9" w:rsidRDefault="005B3ED9" w:rsidP="005B3ED9">
      <w:r>
        <w:t>391.0858</w:t>
      </w:r>
      <w:r>
        <w:tab/>
        <w:t>1.013e0</w:t>
      </w:r>
    </w:p>
    <w:p w:rsidR="005B3ED9" w:rsidRDefault="005B3ED9" w:rsidP="005B3ED9">
      <w:r>
        <w:t>391.1066</w:t>
      </w:r>
      <w:r>
        <w:tab/>
        <w:t>1.013e0</w:t>
      </w:r>
    </w:p>
    <w:p w:rsidR="005B3ED9" w:rsidRDefault="005B3ED9" w:rsidP="005B3ED9">
      <w:r>
        <w:t>391.1189</w:t>
      </w:r>
      <w:r>
        <w:tab/>
        <w:t>1.013e0</w:t>
      </w:r>
    </w:p>
    <w:p w:rsidR="005B3ED9" w:rsidRDefault="005B3ED9" w:rsidP="005B3ED9">
      <w:r>
        <w:t>391.1482</w:t>
      </w:r>
      <w:r>
        <w:tab/>
        <w:t>1.013e0</w:t>
      </w:r>
    </w:p>
    <w:p w:rsidR="005B3ED9" w:rsidRDefault="005B3ED9" w:rsidP="005B3ED9">
      <w:r>
        <w:t>391.1759</w:t>
      </w:r>
      <w:r>
        <w:tab/>
        <w:t>1.013e0</w:t>
      </w:r>
    </w:p>
    <w:p w:rsidR="005B3ED9" w:rsidRDefault="005B3ED9" w:rsidP="005B3ED9">
      <w:r>
        <w:t>391.1864</w:t>
      </w:r>
      <w:r>
        <w:tab/>
        <w:t>1.013e0</w:t>
      </w:r>
    </w:p>
    <w:p w:rsidR="005B3ED9" w:rsidRDefault="005B3ED9" w:rsidP="005B3ED9">
      <w:r>
        <w:t>391.1901</w:t>
      </w:r>
      <w:r>
        <w:tab/>
        <w:t>1.013e0</w:t>
      </w:r>
    </w:p>
    <w:p w:rsidR="005B3ED9" w:rsidRDefault="005B3ED9" w:rsidP="005B3ED9">
      <w:r>
        <w:t>391.1922</w:t>
      </w:r>
      <w:r>
        <w:tab/>
        <w:t>4.051e0</w:t>
      </w:r>
    </w:p>
    <w:p w:rsidR="005B3ED9" w:rsidRDefault="005B3ED9" w:rsidP="005B3ED9">
      <w:r>
        <w:t>391.2800</w:t>
      </w:r>
      <w:r>
        <w:tab/>
        <w:t>2.630e1</w:t>
      </w:r>
    </w:p>
    <w:p w:rsidR="005B3ED9" w:rsidRDefault="005B3ED9" w:rsidP="005B3ED9">
      <w:r>
        <w:lastRenderedPageBreak/>
        <w:t>391.2869</w:t>
      </w:r>
      <w:r>
        <w:tab/>
        <w:t>8.101e0</w:t>
      </w:r>
    </w:p>
    <w:p w:rsidR="005B3ED9" w:rsidRDefault="005B3ED9" w:rsidP="005B3ED9">
      <w:r>
        <w:t>391.2908</w:t>
      </w:r>
      <w:r>
        <w:tab/>
        <w:t>1.620e1</w:t>
      </w:r>
    </w:p>
    <w:p w:rsidR="005B3ED9" w:rsidRDefault="005B3ED9" w:rsidP="005B3ED9">
      <w:r>
        <w:t>391.3601</w:t>
      </w:r>
      <w:r>
        <w:tab/>
        <w:t>1.013e0</w:t>
      </w:r>
    </w:p>
    <w:p w:rsidR="005B3ED9" w:rsidRDefault="005B3ED9" w:rsidP="005B3ED9">
      <w:r>
        <w:t>391.3639</w:t>
      </w:r>
      <w:r>
        <w:tab/>
        <w:t>1.013e0</w:t>
      </w:r>
    </w:p>
    <w:p w:rsidR="005B3ED9" w:rsidRDefault="005B3ED9" w:rsidP="005B3ED9">
      <w:r>
        <w:t>391.4045</w:t>
      </w:r>
      <w:r>
        <w:tab/>
        <w:t>2.025e0</w:t>
      </w:r>
    </w:p>
    <w:p w:rsidR="005B3ED9" w:rsidRDefault="005B3ED9" w:rsidP="005B3ED9">
      <w:r>
        <w:t>391.4809</w:t>
      </w:r>
      <w:r>
        <w:tab/>
        <w:t>1.013e0</w:t>
      </w:r>
    </w:p>
    <w:p w:rsidR="005B3ED9" w:rsidRDefault="005B3ED9" w:rsidP="005B3ED9">
      <w:r>
        <w:t>391.4913</w:t>
      </w:r>
      <w:r>
        <w:tab/>
        <w:t>1.013e0</w:t>
      </w:r>
    </w:p>
    <w:p w:rsidR="005B3ED9" w:rsidRDefault="005B3ED9" w:rsidP="005B3ED9">
      <w:r>
        <w:t>391.5294</w:t>
      </w:r>
      <w:r>
        <w:tab/>
        <w:t>1.013e0</w:t>
      </w:r>
    </w:p>
    <w:p w:rsidR="005B3ED9" w:rsidRDefault="005B3ED9" w:rsidP="005B3ED9">
      <w:r>
        <w:t>391.5801</w:t>
      </w:r>
      <w:r>
        <w:tab/>
        <w:t>1.013e0</w:t>
      </w:r>
    </w:p>
    <w:p w:rsidR="005B3ED9" w:rsidRDefault="005B3ED9" w:rsidP="005B3ED9">
      <w:r>
        <w:t>391.5975</w:t>
      </w:r>
      <w:r>
        <w:tab/>
        <w:t>1.013e0</w:t>
      </w:r>
    </w:p>
    <w:p w:rsidR="005B3ED9" w:rsidRDefault="005B3ED9" w:rsidP="005B3ED9">
      <w:r>
        <w:t>391.6474</w:t>
      </w:r>
      <w:r>
        <w:tab/>
        <w:t>2.025e0</w:t>
      </w:r>
    </w:p>
    <w:p w:rsidR="005B3ED9" w:rsidRDefault="005B3ED9" w:rsidP="005B3ED9">
      <w:r>
        <w:t>391.7113</w:t>
      </w:r>
      <w:r>
        <w:tab/>
        <w:t>1.013e0</w:t>
      </w:r>
    </w:p>
    <w:p w:rsidR="005B3ED9" w:rsidRDefault="005B3ED9" w:rsidP="005B3ED9">
      <w:r>
        <w:t>391.7444</w:t>
      </w:r>
      <w:r>
        <w:tab/>
        <w:t>1.013e0</w:t>
      </w:r>
    </w:p>
    <w:p w:rsidR="005B3ED9" w:rsidRDefault="005B3ED9" w:rsidP="005B3ED9">
      <w:r>
        <w:t>391.7791</w:t>
      </w:r>
      <w:r>
        <w:tab/>
        <w:t>1.013e0</w:t>
      </w:r>
    </w:p>
    <w:p w:rsidR="005B3ED9" w:rsidRDefault="005B3ED9" w:rsidP="005B3ED9">
      <w:r>
        <w:t>391.8347</w:t>
      </w:r>
      <w:r>
        <w:tab/>
        <w:t>1.013e0</w:t>
      </w:r>
    </w:p>
    <w:p w:rsidR="005B3ED9" w:rsidRDefault="005B3ED9" w:rsidP="005B3ED9">
      <w:r>
        <w:t>391.8781</w:t>
      </w:r>
      <w:r>
        <w:tab/>
        <w:t>2.025e0</w:t>
      </w:r>
    </w:p>
    <w:p w:rsidR="005B3ED9" w:rsidRDefault="005B3ED9" w:rsidP="005B3ED9">
      <w:r>
        <w:t>391.8812</w:t>
      </w:r>
      <w:r>
        <w:tab/>
        <w:t>1.013e0</w:t>
      </w:r>
    </w:p>
    <w:p w:rsidR="005B3ED9" w:rsidRDefault="005B3ED9" w:rsidP="005B3ED9">
      <w:r>
        <w:t>391.9110</w:t>
      </w:r>
      <w:r>
        <w:tab/>
        <w:t>1.013e0</w:t>
      </w:r>
    </w:p>
    <w:p w:rsidR="005B3ED9" w:rsidRDefault="005B3ED9" w:rsidP="005B3ED9">
      <w:r>
        <w:t>391.9211</w:t>
      </w:r>
      <w:r>
        <w:tab/>
        <w:t>2.025e0</w:t>
      </w:r>
    </w:p>
    <w:p w:rsidR="005B3ED9" w:rsidRDefault="005B3ED9" w:rsidP="005B3ED9">
      <w:r>
        <w:lastRenderedPageBreak/>
        <w:t>391.9388</w:t>
      </w:r>
      <w:r>
        <w:tab/>
        <w:t>1.013e0</w:t>
      </w:r>
    </w:p>
    <w:p w:rsidR="005B3ED9" w:rsidRDefault="005B3ED9" w:rsidP="005B3ED9">
      <w:r>
        <w:t>391.9596</w:t>
      </w:r>
      <w:r>
        <w:tab/>
        <w:t>1.013e0</w:t>
      </w:r>
    </w:p>
    <w:p w:rsidR="005B3ED9" w:rsidRDefault="005B3ED9" w:rsidP="005B3ED9">
      <w:r>
        <w:t>391.9737</w:t>
      </w:r>
      <w:r>
        <w:tab/>
        <w:t>1.013e0</w:t>
      </w:r>
    </w:p>
    <w:p w:rsidR="005B3ED9" w:rsidRDefault="005B3ED9" w:rsidP="005B3ED9">
      <w:r>
        <w:t>391.9912</w:t>
      </w:r>
      <w:r>
        <w:tab/>
        <w:t>1.013e0</w:t>
      </w:r>
    </w:p>
    <w:p w:rsidR="005B3ED9" w:rsidRDefault="005B3ED9" w:rsidP="005B3ED9">
      <w:r>
        <w:t>392.0124</w:t>
      </w:r>
      <w:r>
        <w:tab/>
        <w:t>1.013e0</w:t>
      </w:r>
    </w:p>
    <w:p w:rsidR="005B3ED9" w:rsidRDefault="005B3ED9" w:rsidP="005B3ED9">
      <w:r>
        <w:t>392.0162</w:t>
      </w:r>
      <w:r>
        <w:tab/>
        <w:t>1.013e0</w:t>
      </w:r>
    </w:p>
    <w:p w:rsidR="005B3ED9" w:rsidRDefault="005B3ED9" w:rsidP="005B3ED9">
      <w:r>
        <w:t>392.1013</w:t>
      </w:r>
      <w:r>
        <w:tab/>
        <w:t>1.013e0</w:t>
      </w:r>
    </w:p>
    <w:p w:rsidR="005B3ED9" w:rsidRDefault="005B3ED9" w:rsidP="005B3ED9">
      <w:r>
        <w:t>392.1188</w:t>
      </w:r>
      <w:r>
        <w:tab/>
        <w:t>2.025e0</w:t>
      </w:r>
    </w:p>
    <w:p w:rsidR="005B3ED9" w:rsidRDefault="005B3ED9" w:rsidP="005B3ED9">
      <w:r>
        <w:t>392.1581</w:t>
      </w:r>
      <w:r>
        <w:tab/>
        <w:t>2.025e0</w:t>
      </w:r>
    </w:p>
    <w:p w:rsidR="005B3ED9" w:rsidRDefault="005B3ED9" w:rsidP="005B3ED9">
      <w:r>
        <w:t>392.1776</w:t>
      </w:r>
      <w:r>
        <w:tab/>
        <w:t>4.051e0</w:t>
      </w:r>
    </w:p>
    <w:p w:rsidR="005B3ED9" w:rsidRDefault="005B3ED9" w:rsidP="005B3ED9">
      <w:r>
        <w:t>392.2061</w:t>
      </w:r>
      <w:r>
        <w:tab/>
        <w:t>2.025e0</w:t>
      </w:r>
    </w:p>
    <w:p w:rsidR="005B3ED9" w:rsidRDefault="005B3ED9" w:rsidP="005B3ED9">
      <w:r>
        <w:t>392.2256</w:t>
      </w:r>
      <w:r>
        <w:tab/>
        <w:t>3.038e0</w:t>
      </w:r>
    </w:p>
    <w:p w:rsidR="005B3ED9" w:rsidRDefault="005B3ED9" w:rsidP="005B3ED9">
      <w:r>
        <w:t>392.2374</w:t>
      </w:r>
      <w:r>
        <w:tab/>
        <w:t>2.025e0</w:t>
      </w:r>
    </w:p>
    <w:p w:rsidR="005B3ED9" w:rsidRDefault="005B3ED9" w:rsidP="005B3ED9">
      <w:r>
        <w:t>392.2730</w:t>
      </w:r>
      <w:r>
        <w:tab/>
        <w:t>7.937e0</w:t>
      </w:r>
    </w:p>
    <w:p w:rsidR="005B3ED9" w:rsidRDefault="005B3ED9" w:rsidP="005B3ED9">
      <w:r>
        <w:t>392.2769</w:t>
      </w:r>
      <w:r>
        <w:tab/>
        <w:t>8.101e0</w:t>
      </w:r>
    </w:p>
    <w:p w:rsidR="005B3ED9" w:rsidRDefault="005B3ED9" w:rsidP="005B3ED9">
      <w:r>
        <w:t>392.2830</w:t>
      </w:r>
      <w:r>
        <w:tab/>
        <w:t>2.025e0</w:t>
      </w:r>
    </w:p>
    <w:p w:rsidR="005B3ED9" w:rsidRDefault="005B3ED9" w:rsidP="005B3ED9">
      <w:r>
        <w:t>392.3081</w:t>
      </w:r>
      <w:r>
        <w:tab/>
        <w:t>3.038e0</w:t>
      </w:r>
    </w:p>
    <w:p w:rsidR="005B3ED9" w:rsidRDefault="005B3ED9" w:rsidP="005B3ED9">
      <w:r>
        <w:t>392.3144</w:t>
      </w:r>
      <w:r>
        <w:tab/>
        <w:t>3.038e0</w:t>
      </w:r>
    </w:p>
    <w:p w:rsidR="005B3ED9" w:rsidRDefault="005B3ED9" w:rsidP="005B3ED9">
      <w:r>
        <w:t>392.3674</w:t>
      </w:r>
      <w:r>
        <w:tab/>
        <w:t>2.025e0</w:t>
      </w:r>
    </w:p>
    <w:p w:rsidR="005B3ED9" w:rsidRDefault="005B3ED9" w:rsidP="005B3ED9">
      <w:r>
        <w:lastRenderedPageBreak/>
        <w:t>392.3693</w:t>
      </w:r>
      <w:r>
        <w:tab/>
        <w:t>1.013e0</w:t>
      </w:r>
    </w:p>
    <w:p w:rsidR="005B3ED9" w:rsidRDefault="005B3ED9" w:rsidP="005B3ED9">
      <w:r>
        <w:t>392.3725</w:t>
      </w:r>
      <w:r>
        <w:tab/>
        <w:t>2.025e0</w:t>
      </w:r>
    </w:p>
    <w:p w:rsidR="005B3ED9" w:rsidRDefault="005B3ED9" w:rsidP="005B3ED9">
      <w:r>
        <w:t>392.3971</w:t>
      </w:r>
      <w:r>
        <w:tab/>
        <w:t>1.013e0</w:t>
      </w:r>
    </w:p>
    <w:p w:rsidR="005B3ED9" w:rsidRDefault="005B3ED9" w:rsidP="005B3ED9">
      <w:r>
        <w:t>392.4388</w:t>
      </w:r>
      <w:r>
        <w:tab/>
        <w:t>1.013e0</w:t>
      </w:r>
    </w:p>
    <w:p w:rsidR="005B3ED9" w:rsidRDefault="005B3ED9" w:rsidP="005B3ED9">
      <w:r>
        <w:t>392.4449</w:t>
      </w:r>
      <w:r>
        <w:tab/>
        <w:t>1.013e0</w:t>
      </w:r>
    </w:p>
    <w:p w:rsidR="005B3ED9" w:rsidRDefault="005B3ED9" w:rsidP="005B3ED9">
      <w:r>
        <w:t>392.5337</w:t>
      </w:r>
      <w:r>
        <w:tab/>
        <w:t>1.013e0</w:t>
      </w:r>
    </w:p>
    <w:p w:rsidR="005B3ED9" w:rsidRDefault="005B3ED9" w:rsidP="005B3ED9">
      <w:r>
        <w:t>392.7074</w:t>
      </w:r>
      <w:r>
        <w:tab/>
        <w:t>1.013e0</w:t>
      </w:r>
    </w:p>
    <w:p w:rsidR="005B3ED9" w:rsidRDefault="005B3ED9" w:rsidP="005B3ED9">
      <w:r>
        <w:t>392.8490</w:t>
      </w:r>
      <w:r>
        <w:tab/>
        <w:t>1.013e0</w:t>
      </w:r>
    </w:p>
    <w:p w:rsidR="005B3ED9" w:rsidRDefault="005B3ED9" w:rsidP="005B3ED9">
      <w:r>
        <w:t>392.8699</w:t>
      </w:r>
      <w:r>
        <w:tab/>
        <w:t>1.013e0</w:t>
      </w:r>
    </w:p>
    <w:p w:rsidR="005B3ED9" w:rsidRDefault="005B3ED9" w:rsidP="005B3ED9">
      <w:r>
        <w:t>392.8850</w:t>
      </w:r>
      <w:r>
        <w:tab/>
        <w:t>1.013e0</w:t>
      </w:r>
    </w:p>
    <w:p w:rsidR="005B3ED9" w:rsidRDefault="005B3ED9" w:rsidP="005B3ED9">
      <w:r>
        <w:t>392.9186</w:t>
      </w:r>
      <w:r>
        <w:tab/>
        <w:t>1.013e0</w:t>
      </w:r>
    </w:p>
    <w:p w:rsidR="005B3ED9" w:rsidRDefault="005B3ED9" w:rsidP="005B3ED9">
      <w:r>
        <w:t>392.9489</w:t>
      </w:r>
      <w:r>
        <w:tab/>
        <w:t>1.013e0</w:t>
      </w:r>
    </w:p>
    <w:p w:rsidR="005B3ED9" w:rsidRDefault="005B3ED9" w:rsidP="005B3ED9">
      <w:r>
        <w:t>392.9575</w:t>
      </w:r>
      <w:r>
        <w:tab/>
        <w:t>2.025e0</w:t>
      </w:r>
    </w:p>
    <w:p w:rsidR="005B3ED9" w:rsidRDefault="005B3ED9" w:rsidP="005B3ED9">
      <w:r>
        <w:t>392.9663</w:t>
      </w:r>
      <w:r>
        <w:tab/>
        <w:t>1.013e0</w:t>
      </w:r>
    </w:p>
    <w:p w:rsidR="005B3ED9" w:rsidRDefault="005B3ED9" w:rsidP="005B3ED9">
      <w:r>
        <w:t>393.0162</w:t>
      </w:r>
      <w:r>
        <w:tab/>
        <w:t>1.013e0</w:t>
      </w:r>
    </w:p>
    <w:p w:rsidR="005B3ED9" w:rsidRDefault="005B3ED9" w:rsidP="005B3ED9">
      <w:r>
        <w:t>393.1227</w:t>
      </w:r>
      <w:r>
        <w:tab/>
        <w:t>1.013e0</w:t>
      </w:r>
    </w:p>
    <w:p w:rsidR="005B3ED9" w:rsidRDefault="005B3ED9" w:rsidP="005B3ED9">
      <w:r>
        <w:t>393.1400</w:t>
      </w:r>
      <w:r>
        <w:tab/>
        <w:t>2.025e0</w:t>
      </w:r>
    </w:p>
    <w:p w:rsidR="005B3ED9" w:rsidRDefault="005B3ED9" w:rsidP="005B3ED9">
      <w:r>
        <w:t>393.1552</w:t>
      </w:r>
      <w:r>
        <w:tab/>
        <w:t>1.013e0</w:t>
      </w:r>
    </w:p>
    <w:p w:rsidR="005B3ED9" w:rsidRDefault="005B3ED9" w:rsidP="005B3ED9">
      <w:r>
        <w:t>393.1613</w:t>
      </w:r>
      <w:r>
        <w:tab/>
        <w:t>1.013e0</w:t>
      </w:r>
    </w:p>
    <w:p w:rsidR="005B3ED9" w:rsidRDefault="005B3ED9" w:rsidP="005B3ED9">
      <w:r>
        <w:lastRenderedPageBreak/>
        <w:t>393.1906</w:t>
      </w:r>
      <w:r>
        <w:tab/>
        <w:t>3.038e0</w:t>
      </w:r>
    </w:p>
    <w:p w:rsidR="005B3ED9" w:rsidRDefault="005B3ED9" w:rsidP="005B3ED9">
      <w:r>
        <w:t>393.2369</w:t>
      </w:r>
      <w:r>
        <w:tab/>
        <w:t>4.051e0</w:t>
      </w:r>
    </w:p>
    <w:p w:rsidR="005B3ED9" w:rsidRDefault="005B3ED9" w:rsidP="005B3ED9">
      <w:r>
        <w:t>393.2473</w:t>
      </w:r>
      <w:r>
        <w:tab/>
        <w:t>2.025e0</w:t>
      </w:r>
    </w:p>
    <w:p w:rsidR="005B3ED9" w:rsidRDefault="005B3ED9" w:rsidP="005B3ED9">
      <w:r>
        <w:t>393.2596</w:t>
      </w:r>
      <w:r>
        <w:tab/>
        <w:t>1.013e0</w:t>
      </w:r>
    </w:p>
    <w:p w:rsidR="005B3ED9" w:rsidRDefault="005B3ED9" w:rsidP="005B3ED9">
      <w:r>
        <w:t>393.3850</w:t>
      </w:r>
      <w:r>
        <w:tab/>
        <w:t>1.013e0</w:t>
      </w:r>
    </w:p>
    <w:p w:rsidR="005B3ED9" w:rsidRDefault="005B3ED9" w:rsidP="005B3ED9">
      <w:r>
        <w:t>393.4490</w:t>
      </w:r>
      <w:r>
        <w:tab/>
        <w:t>1.013e0</w:t>
      </w:r>
    </w:p>
    <w:p w:rsidR="005B3ED9" w:rsidRDefault="005B3ED9" w:rsidP="005B3ED9">
      <w:r>
        <w:t>393.5661</w:t>
      </w:r>
      <w:r>
        <w:tab/>
        <w:t>1.013e0</w:t>
      </w:r>
    </w:p>
    <w:p w:rsidR="005B3ED9" w:rsidRDefault="005B3ED9" w:rsidP="005B3ED9">
      <w:r>
        <w:t>393.7292</w:t>
      </w:r>
      <w:r>
        <w:tab/>
        <w:t>1.013e0</w:t>
      </w:r>
    </w:p>
    <w:p w:rsidR="005B3ED9" w:rsidRDefault="005B3ED9" w:rsidP="005B3ED9">
      <w:r>
        <w:t>393.7333</w:t>
      </w:r>
      <w:r>
        <w:tab/>
        <w:t>1.013e0</w:t>
      </w:r>
    </w:p>
    <w:p w:rsidR="005B3ED9" w:rsidRDefault="005B3ED9" w:rsidP="005B3ED9">
      <w:r>
        <w:t>393.8030</w:t>
      </w:r>
      <w:r>
        <w:tab/>
        <w:t>1.013e0</w:t>
      </w:r>
    </w:p>
    <w:p w:rsidR="005B3ED9" w:rsidRDefault="005B3ED9" w:rsidP="005B3ED9">
      <w:r>
        <w:t>393.8100</w:t>
      </w:r>
      <w:r>
        <w:tab/>
        <w:t>1.013e0</w:t>
      </w:r>
    </w:p>
    <w:p w:rsidR="005B3ED9" w:rsidRDefault="005B3ED9" w:rsidP="005B3ED9">
      <w:r>
        <w:t>393.8867</w:t>
      </w:r>
      <w:r>
        <w:tab/>
        <w:t>1.013e0</w:t>
      </w:r>
    </w:p>
    <w:p w:rsidR="005B3ED9" w:rsidRDefault="005B3ED9" w:rsidP="005B3ED9">
      <w:r>
        <w:t>393.9242</w:t>
      </w:r>
      <w:r>
        <w:tab/>
        <w:t>1.013e0</w:t>
      </w:r>
    </w:p>
    <w:p w:rsidR="005B3ED9" w:rsidRDefault="005B3ED9" w:rsidP="005B3ED9">
      <w:r>
        <w:t>393.9285</w:t>
      </w:r>
      <w:r>
        <w:tab/>
        <w:t>1.013e0</w:t>
      </w:r>
    </w:p>
    <w:p w:rsidR="005B3ED9" w:rsidRDefault="005B3ED9" w:rsidP="005B3ED9">
      <w:r>
        <w:t>393.9669</w:t>
      </w:r>
      <w:r>
        <w:tab/>
        <w:t>2.025e0</w:t>
      </w:r>
    </w:p>
    <w:p w:rsidR="005B3ED9" w:rsidRDefault="005B3ED9" w:rsidP="005B3ED9">
      <w:r>
        <w:t>393.9879</w:t>
      </w:r>
      <w:r>
        <w:tab/>
        <w:t>2.025e0</w:t>
      </w:r>
    </w:p>
    <w:p w:rsidR="005B3ED9" w:rsidRDefault="005B3ED9" w:rsidP="005B3ED9">
      <w:r>
        <w:t>394.0262</w:t>
      </w:r>
      <w:r>
        <w:tab/>
        <w:t>1.013e0</w:t>
      </w:r>
    </w:p>
    <w:p w:rsidR="005B3ED9" w:rsidRDefault="005B3ED9" w:rsidP="005B3ED9">
      <w:r>
        <w:t>394.1155</w:t>
      </w:r>
      <w:r>
        <w:tab/>
        <w:t>1.013e0</w:t>
      </w:r>
    </w:p>
    <w:p w:rsidR="005B3ED9" w:rsidRDefault="005B3ED9" w:rsidP="005B3ED9">
      <w:r>
        <w:t>394.1455</w:t>
      </w:r>
      <w:r>
        <w:tab/>
        <w:t>2.025e0</w:t>
      </w:r>
    </w:p>
    <w:p w:rsidR="005B3ED9" w:rsidRDefault="005B3ED9" w:rsidP="005B3ED9">
      <w:r>
        <w:lastRenderedPageBreak/>
        <w:t>394.1657</w:t>
      </w:r>
      <w:r>
        <w:tab/>
        <w:t>1.013e0</w:t>
      </w:r>
    </w:p>
    <w:p w:rsidR="005B3ED9" w:rsidRDefault="005B3ED9" w:rsidP="005B3ED9">
      <w:r>
        <w:t>394.1867</w:t>
      </w:r>
      <w:r>
        <w:tab/>
        <w:t>1.013e0</w:t>
      </w:r>
    </w:p>
    <w:p w:rsidR="005B3ED9" w:rsidRDefault="005B3ED9" w:rsidP="005B3ED9">
      <w:r>
        <w:t>394.2355</w:t>
      </w:r>
      <w:r>
        <w:tab/>
        <w:t>1.013e0</w:t>
      </w:r>
    </w:p>
    <w:p w:rsidR="005B3ED9" w:rsidRDefault="005B3ED9" w:rsidP="005B3ED9">
      <w:r>
        <w:t>394.2564</w:t>
      </w:r>
      <w:r>
        <w:tab/>
        <w:t>1.013e0</w:t>
      </w:r>
    </w:p>
    <w:p w:rsidR="005B3ED9" w:rsidRDefault="005B3ED9" w:rsidP="005B3ED9">
      <w:r>
        <w:t>394.3145</w:t>
      </w:r>
      <w:r>
        <w:tab/>
        <w:t>1.013e0</w:t>
      </w:r>
    </w:p>
    <w:p w:rsidR="005B3ED9" w:rsidRDefault="005B3ED9" w:rsidP="005B3ED9">
      <w:r>
        <w:t>394.3472</w:t>
      </w:r>
      <w:r>
        <w:tab/>
        <w:t>1.003e1</w:t>
      </w:r>
    </w:p>
    <w:p w:rsidR="005B3ED9" w:rsidRDefault="005B3ED9" w:rsidP="005B3ED9">
      <w:r>
        <w:t>394.3519</w:t>
      </w:r>
      <w:r>
        <w:tab/>
        <w:t>6.076e0</w:t>
      </w:r>
    </w:p>
    <w:p w:rsidR="005B3ED9" w:rsidRDefault="005B3ED9" w:rsidP="005B3ED9">
      <w:r>
        <w:t>394.3570</w:t>
      </w:r>
      <w:r>
        <w:tab/>
        <w:t>1.013e0</w:t>
      </w:r>
    </w:p>
    <w:p w:rsidR="005B3ED9" w:rsidRDefault="005B3ED9" w:rsidP="005B3ED9">
      <w:r>
        <w:t>394.4031</w:t>
      </w:r>
      <w:r>
        <w:tab/>
        <w:t>1.013e0</w:t>
      </w:r>
    </w:p>
    <w:p w:rsidR="005B3ED9" w:rsidRDefault="005B3ED9" w:rsidP="005B3ED9">
      <w:r>
        <w:t>394.4798</w:t>
      </w:r>
      <w:r>
        <w:tab/>
        <w:t>1.013e0</w:t>
      </w:r>
    </w:p>
    <w:p w:rsidR="005B3ED9" w:rsidRDefault="005B3ED9" w:rsidP="005B3ED9">
      <w:r>
        <w:t>394.5096</w:t>
      </w:r>
      <w:r>
        <w:tab/>
        <w:t>1.013e0</w:t>
      </w:r>
    </w:p>
    <w:p w:rsidR="005B3ED9" w:rsidRDefault="005B3ED9" w:rsidP="005B3ED9">
      <w:r>
        <w:t>394.6122</w:t>
      </w:r>
      <w:r>
        <w:tab/>
        <w:t>1.013e0</w:t>
      </w:r>
    </w:p>
    <w:p w:rsidR="005B3ED9" w:rsidRDefault="005B3ED9" w:rsidP="005B3ED9">
      <w:r>
        <w:t>394.6796</w:t>
      </w:r>
      <w:r>
        <w:tab/>
        <w:t>1.013e0</w:t>
      </w:r>
    </w:p>
    <w:p w:rsidR="005B3ED9" w:rsidRDefault="005B3ED9" w:rsidP="005B3ED9">
      <w:r>
        <w:t>394.8011</w:t>
      </w:r>
      <w:r>
        <w:tab/>
        <w:t>1.013e0</w:t>
      </w:r>
    </w:p>
    <w:p w:rsidR="005B3ED9" w:rsidRDefault="005B3ED9" w:rsidP="005B3ED9">
      <w:r>
        <w:t>394.8073</w:t>
      </w:r>
      <w:r>
        <w:tab/>
        <w:t>1.013e0</w:t>
      </w:r>
    </w:p>
    <w:p w:rsidR="005B3ED9" w:rsidRDefault="005B3ED9" w:rsidP="005B3ED9">
      <w:r>
        <w:t>394.8572</w:t>
      </w:r>
      <w:r>
        <w:tab/>
        <w:t>1.013e0</w:t>
      </w:r>
    </w:p>
    <w:p w:rsidR="005B3ED9" w:rsidRDefault="005B3ED9" w:rsidP="005B3ED9">
      <w:r>
        <w:t>394.8961</w:t>
      </w:r>
      <w:r>
        <w:tab/>
        <w:t>1.013e0</w:t>
      </w:r>
    </w:p>
    <w:p w:rsidR="005B3ED9" w:rsidRDefault="005B3ED9" w:rsidP="005B3ED9">
      <w:r>
        <w:t>394.9151</w:t>
      </w:r>
      <w:r>
        <w:tab/>
        <w:t>2.025e0</w:t>
      </w:r>
    </w:p>
    <w:p w:rsidR="005B3ED9" w:rsidRDefault="005B3ED9" w:rsidP="005B3ED9">
      <w:r>
        <w:t>394.9173</w:t>
      </w:r>
      <w:r>
        <w:tab/>
        <w:t>1.013e0</w:t>
      </w:r>
    </w:p>
    <w:p w:rsidR="005B3ED9" w:rsidRDefault="005B3ED9" w:rsidP="005B3ED9">
      <w:r>
        <w:lastRenderedPageBreak/>
        <w:t>394.9548</w:t>
      </w:r>
      <w:r>
        <w:tab/>
        <w:t>1.013e0</w:t>
      </w:r>
    </w:p>
    <w:p w:rsidR="005B3ED9" w:rsidRDefault="005B3ED9" w:rsidP="005B3ED9">
      <w:r>
        <w:t>394.9567</w:t>
      </w:r>
      <w:r>
        <w:tab/>
        <w:t>2.025e0</w:t>
      </w:r>
    </w:p>
    <w:p w:rsidR="005B3ED9" w:rsidRDefault="005B3ED9" w:rsidP="005B3ED9">
      <w:r>
        <w:t>394.9598</w:t>
      </w:r>
      <w:r>
        <w:tab/>
        <w:t>2.025e0</w:t>
      </w:r>
    </w:p>
    <w:p w:rsidR="005B3ED9" w:rsidRDefault="005B3ED9" w:rsidP="005B3ED9">
      <w:r>
        <w:t>394.9651</w:t>
      </w:r>
      <w:r>
        <w:tab/>
        <w:t>2.025e0</w:t>
      </w:r>
    </w:p>
    <w:p w:rsidR="005B3ED9" w:rsidRDefault="005B3ED9" w:rsidP="005B3ED9">
      <w:r>
        <w:t>395.0063</w:t>
      </w:r>
      <w:r>
        <w:tab/>
        <w:t>1.013e0</w:t>
      </w:r>
    </w:p>
    <w:p w:rsidR="005B3ED9" w:rsidRDefault="005B3ED9" w:rsidP="005B3ED9">
      <w:r>
        <w:t>395.0197</w:t>
      </w:r>
      <w:r>
        <w:tab/>
        <w:t>2.025e0</w:t>
      </w:r>
    </w:p>
    <w:p w:rsidR="005B3ED9" w:rsidRDefault="005B3ED9" w:rsidP="005B3ED9">
      <w:r>
        <w:t>395.0597</w:t>
      </w:r>
      <w:r>
        <w:tab/>
        <w:t>1.013e0</w:t>
      </w:r>
    </w:p>
    <w:p w:rsidR="005B3ED9" w:rsidRDefault="005B3ED9" w:rsidP="005B3ED9">
      <w:r>
        <w:t>395.0949</w:t>
      </w:r>
      <w:r>
        <w:tab/>
        <w:t>1.013e0</w:t>
      </w:r>
    </w:p>
    <w:p w:rsidR="005B3ED9" w:rsidRDefault="005B3ED9" w:rsidP="005B3ED9">
      <w:r>
        <w:t>395.1163</w:t>
      </w:r>
      <w:r>
        <w:tab/>
        <w:t>1.013e0</w:t>
      </w:r>
    </w:p>
    <w:p w:rsidR="005B3ED9" w:rsidRDefault="005B3ED9" w:rsidP="005B3ED9">
      <w:r>
        <w:t>395.1296</w:t>
      </w:r>
      <w:r>
        <w:tab/>
        <w:t>1.013e0</w:t>
      </w:r>
    </w:p>
    <w:p w:rsidR="005B3ED9" w:rsidRDefault="005B3ED9" w:rsidP="005B3ED9">
      <w:r>
        <w:t>395.1802</w:t>
      </w:r>
      <w:r>
        <w:tab/>
        <w:t>2.025e0</w:t>
      </w:r>
    </w:p>
    <w:p w:rsidR="005B3ED9" w:rsidRDefault="005B3ED9" w:rsidP="005B3ED9">
      <w:r>
        <w:t>395.2227</w:t>
      </w:r>
      <w:r>
        <w:tab/>
        <w:t>2.025e0</w:t>
      </w:r>
    </w:p>
    <w:p w:rsidR="005B3ED9" w:rsidRDefault="005B3ED9" w:rsidP="005B3ED9">
      <w:r>
        <w:t>395.2440</w:t>
      </w:r>
      <w:r>
        <w:tab/>
        <w:t>1.013e0</w:t>
      </w:r>
    </w:p>
    <w:p w:rsidR="005B3ED9" w:rsidRDefault="005B3ED9" w:rsidP="005B3ED9">
      <w:r>
        <w:t>395.3540</w:t>
      </w:r>
      <w:r>
        <w:tab/>
        <w:t>1.013e0</w:t>
      </w:r>
    </w:p>
    <w:p w:rsidR="005B3ED9" w:rsidRDefault="005B3ED9" w:rsidP="005B3ED9">
      <w:r>
        <w:t>395.3864</w:t>
      </w:r>
      <w:r>
        <w:tab/>
        <w:t>2.025e0</w:t>
      </w:r>
    </w:p>
    <w:p w:rsidR="005B3ED9" w:rsidRDefault="005B3ED9" w:rsidP="005B3ED9">
      <w:r>
        <w:t>395.3984</w:t>
      </w:r>
      <w:r>
        <w:tab/>
        <w:t>3.038e0</w:t>
      </w:r>
    </w:p>
    <w:p w:rsidR="005B3ED9" w:rsidRDefault="005B3ED9" w:rsidP="005B3ED9">
      <w:r>
        <w:t>395.4778</w:t>
      </w:r>
      <w:r>
        <w:tab/>
        <w:t>1.013e0</w:t>
      </w:r>
    </w:p>
    <w:p w:rsidR="005B3ED9" w:rsidRDefault="005B3ED9" w:rsidP="005B3ED9">
      <w:r>
        <w:t>395.4818</w:t>
      </w:r>
      <w:r>
        <w:tab/>
        <w:t>1.013e0</w:t>
      </w:r>
    </w:p>
    <w:p w:rsidR="005B3ED9" w:rsidRDefault="005B3ED9" w:rsidP="005B3ED9">
      <w:r>
        <w:t>395.5646</w:t>
      </w:r>
      <w:r>
        <w:tab/>
        <w:t>2.025e0</w:t>
      </w:r>
    </w:p>
    <w:p w:rsidR="005B3ED9" w:rsidRDefault="005B3ED9" w:rsidP="005B3ED9">
      <w:r>
        <w:lastRenderedPageBreak/>
        <w:t>395.5668</w:t>
      </w:r>
      <w:r>
        <w:tab/>
        <w:t>1.013e0</w:t>
      </w:r>
    </w:p>
    <w:p w:rsidR="005B3ED9" w:rsidRDefault="005B3ED9" w:rsidP="005B3ED9">
      <w:r>
        <w:t>395.6317</w:t>
      </w:r>
      <w:r>
        <w:tab/>
        <w:t>3.038e0</w:t>
      </w:r>
    </w:p>
    <w:p w:rsidR="005B3ED9" w:rsidRDefault="005B3ED9" w:rsidP="005B3ED9">
      <w:r>
        <w:t>395.6343</w:t>
      </w:r>
      <w:r>
        <w:tab/>
        <w:t>1.013e0</w:t>
      </w:r>
    </w:p>
    <w:p w:rsidR="005B3ED9" w:rsidRDefault="005B3ED9" w:rsidP="005B3ED9">
      <w:r>
        <w:t>395.7582</w:t>
      </w:r>
      <w:r>
        <w:tab/>
        <w:t>1.013e0</w:t>
      </w:r>
    </w:p>
    <w:p w:rsidR="005B3ED9" w:rsidRDefault="005B3ED9" w:rsidP="005B3ED9">
      <w:r>
        <w:t>395.8784</w:t>
      </w:r>
      <w:r>
        <w:tab/>
        <w:t>1.013e0</w:t>
      </w:r>
    </w:p>
    <w:p w:rsidR="005B3ED9" w:rsidRDefault="005B3ED9" w:rsidP="005B3ED9">
      <w:r>
        <w:t>395.8995</w:t>
      </w:r>
      <w:r>
        <w:tab/>
        <w:t>1.013e0</w:t>
      </w:r>
    </w:p>
    <w:p w:rsidR="005B3ED9" w:rsidRDefault="005B3ED9" w:rsidP="005B3ED9">
      <w:r>
        <w:t>395.9235</w:t>
      </w:r>
      <w:r>
        <w:tab/>
        <w:t>2.025e0</w:t>
      </w:r>
    </w:p>
    <w:p w:rsidR="005B3ED9" w:rsidRDefault="005B3ED9" w:rsidP="005B3ED9">
      <w:r>
        <w:t>395.9321</w:t>
      </w:r>
      <w:r>
        <w:tab/>
        <w:t>1.013e0</w:t>
      </w:r>
    </w:p>
    <w:p w:rsidR="005B3ED9" w:rsidRDefault="005B3ED9" w:rsidP="005B3ED9">
      <w:r>
        <w:t>395.9641</w:t>
      </w:r>
      <w:r>
        <w:tab/>
        <w:t>2.025e0</w:t>
      </w:r>
    </w:p>
    <w:p w:rsidR="005B3ED9" w:rsidRDefault="005B3ED9" w:rsidP="005B3ED9">
      <w:r>
        <w:t>395.9746</w:t>
      </w:r>
      <w:r>
        <w:tab/>
        <w:t>1.013e0</w:t>
      </w:r>
    </w:p>
    <w:p w:rsidR="005B3ED9" w:rsidRDefault="005B3ED9" w:rsidP="005B3ED9">
      <w:r>
        <w:t>396.0385</w:t>
      </w:r>
      <w:r>
        <w:tab/>
        <w:t>1.013e0</w:t>
      </w:r>
    </w:p>
    <w:p w:rsidR="005B3ED9" w:rsidRDefault="005B3ED9" w:rsidP="005B3ED9">
      <w:r>
        <w:t>396.0886</w:t>
      </w:r>
      <w:r>
        <w:tab/>
        <w:t>1.013e0</w:t>
      </w:r>
    </w:p>
    <w:p w:rsidR="005B3ED9" w:rsidRDefault="005B3ED9" w:rsidP="005B3ED9">
      <w:r>
        <w:t>396.0956</w:t>
      </w:r>
      <w:r>
        <w:tab/>
        <w:t>1.013e0</w:t>
      </w:r>
    </w:p>
    <w:p w:rsidR="005B3ED9" w:rsidRDefault="005B3ED9" w:rsidP="005B3ED9">
      <w:r>
        <w:t>396.1237</w:t>
      </w:r>
      <w:r>
        <w:tab/>
        <w:t>1.013e0</w:t>
      </w:r>
    </w:p>
    <w:p w:rsidR="005B3ED9" w:rsidRDefault="005B3ED9" w:rsidP="005B3ED9">
      <w:r>
        <w:t>396.1311</w:t>
      </w:r>
      <w:r>
        <w:tab/>
        <w:t>1.013e0</w:t>
      </w:r>
    </w:p>
    <w:p w:rsidR="005B3ED9" w:rsidRDefault="005B3ED9" w:rsidP="005B3ED9">
      <w:r>
        <w:t>396.1658</w:t>
      </w:r>
      <w:r>
        <w:tab/>
        <w:t>1.013e0</w:t>
      </w:r>
    </w:p>
    <w:p w:rsidR="005B3ED9" w:rsidRDefault="005B3ED9" w:rsidP="005B3ED9">
      <w:r>
        <w:t>396.1950</w:t>
      </w:r>
      <w:r>
        <w:tab/>
        <w:t>1.013e0</w:t>
      </w:r>
    </w:p>
    <w:p w:rsidR="005B3ED9" w:rsidRDefault="005B3ED9" w:rsidP="005B3ED9">
      <w:r>
        <w:t>396.2125</w:t>
      </w:r>
      <w:r>
        <w:tab/>
        <w:t>1.013e0</w:t>
      </w:r>
    </w:p>
    <w:p w:rsidR="005B3ED9" w:rsidRDefault="005B3ED9" w:rsidP="005B3ED9">
      <w:r>
        <w:t>396.2275</w:t>
      </w:r>
      <w:r>
        <w:tab/>
        <w:t>3.038e0</w:t>
      </w:r>
    </w:p>
    <w:p w:rsidR="005B3ED9" w:rsidRDefault="005B3ED9" w:rsidP="005B3ED9">
      <w:r>
        <w:lastRenderedPageBreak/>
        <w:t>396.2639</w:t>
      </w:r>
      <w:r>
        <w:tab/>
        <w:t>1.013e0</w:t>
      </w:r>
    </w:p>
    <w:p w:rsidR="005B3ED9" w:rsidRDefault="005B3ED9" w:rsidP="005B3ED9">
      <w:r>
        <w:t>396.2802</w:t>
      </w:r>
      <w:r>
        <w:tab/>
        <w:t>1.013e0</w:t>
      </w:r>
    </w:p>
    <w:p w:rsidR="005B3ED9" w:rsidRDefault="005B3ED9" w:rsidP="005B3ED9">
      <w:r>
        <w:t>396.3616</w:t>
      </w:r>
      <w:r>
        <w:tab/>
        <w:t>1.013e0</w:t>
      </w:r>
    </w:p>
    <w:p w:rsidR="005B3ED9" w:rsidRDefault="005B3ED9" w:rsidP="005B3ED9">
      <w:r>
        <w:t>396.3761</w:t>
      </w:r>
      <w:r>
        <w:tab/>
        <w:t>1.013e0</w:t>
      </w:r>
    </w:p>
    <w:p w:rsidR="005B3ED9" w:rsidRDefault="005B3ED9" w:rsidP="005B3ED9">
      <w:r>
        <w:t>396.4716</w:t>
      </w:r>
      <w:r>
        <w:tab/>
        <w:t>1.013e0</w:t>
      </w:r>
    </w:p>
    <w:p w:rsidR="005B3ED9" w:rsidRDefault="005B3ED9" w:rsidP="005B3ED9">
      <w:r>
        <w:t>396.5393</w:t>
      </w:r>
      <w:r>
        <w:tab/>
        <w:t>1.013e0</w:t>
      </w:r>
    </w:p>
    <w:p w:rsidR="005B3ED9" w:rsidRDefault="005B3ED9" w:rsidP="005B3ED9">
      <w:r>
        <w:t>396.6882</w:t>
      </w:r>
      <w:r>
        <w:tab/>
        <w:t>2.025e0</w:t>
      </w:r>
    </w:p>
    <w:p w:rsidR="005B3ED9" w:rsidRDefault="005B3ED9" w:rsidP="005B3ED9">
      <w:r>
        <w:t>396.7198</w:t>
      </w:r>
      <w:r>
        <w:tab/>
        <w:t>1.013e0</w:t>
      </w:r>
    </w:p>
    <w:p w:rsidR="005B3ED9" w:rsidRDefault="005B3ED9" w:rsidP="005B3ED9">
      <w:r>
        <w:t>396.8111</w:t>
      </w:r>
      <w:r>
        <w:tab/>
        <w:t>1.013e0</w:t>
      </w:r>
    </w:p>
    <w:p w:rsidR="005B3ED9" w:rsidRDefault="005B3ED9" w:rsidP="005B3ED9">
      <w:r>
        <w:t>396.8846</w:t>
      </w:r>
      <w:r>
        <w:tab/>
        <w:t>2.025e0</w:t>
      </w:r>
    </w:p>
    <w:p w:rsidR="005B3ED9" w:rsidRDefault="005B3ED9" w:rsidP="005B3ED9">
      <w:r>
        <w:t>396.9223</w:t>
      </w:r>
      <w:r>
        <w:tab/>
        <w:t>2.025e0</w:t>
      </w:r>
    </w:p>
    <w:p w:rsidR="005B3ED9" w:rsidRDefault="005B3ED9" w:rsidP="005B3ED9">
      <w:r>
        <w:t>396.9585</w:t>
      </w:r>
      <w:r>
        <w:tab/>
        <w:t>1.013e0</w:t>
      </w:r>
    </w:p>
    <w:p w:rsidR="005B3ED9" w:rsidRDefault="005B3ED9" w:rsidP="005B3ED9">
      <w:r>
        <w:t>396.9899</w:t>
      </w:r>
      <w:r>
        <w:tab/>
        <w:t>2.025e0</w:t>
      </w:r>
    </w:p>
    <w:p w:rsidR="005B3ED9" w:rsidRDefault="005B3ED9" w:rsidP="005B3ED9">
      <w:r>
        <w:t>397.0807</w:t>
      </w:r>
      <w:r>
        <w:tab/>
        <w:t>2.025e0</w:t>
      </w:r>
    </w:p>
    <w:p w:rsidR="005B3ED9" w:rsidRDefault="005B3ED9" w:rsidP="005B3ED9">
      <w:r>
        <w:t>397.0849</w:t>
      </w:r>
      <w:r>
        <w:tab/>
        <w:t>1.013e0</w:t>
      </w:r>
    </w:p>
    <w:p w:rsidR="005B3ED9" w:rsidRDefault="005B3ED9" w:rsidP="005B3ED9">
      <w:r>
        <w:t>397.1214</w:t>
      </w:r>
      <w:r>
        <w:tab/>
        <w:t>1.013e0</w:t>
      </w:r>
    </w:p>
    <w:p w:rsidR="005B3ED9" w:rsidRDefault="005B3ED9" w:rsidP="005B3ED9">
      <w:r>
        <w:t>397.1708</w:t>
      </w:r>
      <w:r>
        <w:tab/>
        <w:t>2.025e0</w:t>
      </w:r>
    </w:p>
    <w:p w:rsidR="005B3ED9" w:rsidRDefault="005B3ED9" w:rsidP="005B3ED9">
      <w:r>
        <w:t>397.1815</w:t>
      </w:r>
      <w:r>
        <w:tab/>
        <w:t>1.013e0</w:t>
      </w:r>
    </w:p>
    <w:p w:rsidR="005B3ED9" w:rsidRDefault="005B3ED9" w:rsidP="005B3ED9">
      <w:r>
        <w:t>397.2184</w:t>
      </w:r>
      <w:r>
        <w:tab/>
        <w:t>1.013e0</w:t>
      </w:r>
    </w:p>
    <w:p w:rsidR="005B3ED9" w:rsidRDefault="005B3ED9" w:rsidP="005B3ED9">
      <w:r>
        <w:lastRenderedPageBreak/>
        <w:t>397.2290</w:t>
      </w:r>
      <w:r>
        <w:tab/>
        <w:t>2.025e0</w:t>
      </w:r>
    </w:p>
    <w:p w:rsidR="005B3ED9" w:rsidRDefault="005B3ED9" w:rsidP="005B3ED9">
      <w:r>
        <w:t>397.2711</w:t>
      </w:r>
      <w:r>
        <w:tab/>
        <w:t>2.025e0</w:t>
      </w:r>
    </w:p>
    <w:p w:rsidR="005B3ED9" w:rsidRDefault="005B3ED9" w:rsidP="005B3ED9">
      <w:r>
        <w:t>397.2922</w:t>
      </w:r>
      <w:r>
        <w:tab/>
        <w:t>2.025e0</w:t>
      </w:r>
    </w:p>
    <w:p w:rsidR="005B3ED9" w:rsidRDefault="005B3ED9" w:rsidP="005B3ED9">
      <w:r>
        <w:t>397.3130</w:t>
      </w:r>
      <w:r>
        <w:tab/>
        <w:t>1.013e0</w:t>
      </w:r>
    </w:p>
    <w:p w:rsidR="005B3ED9" w:rsidRDefault="005B3ED9" w:rsidP="005B3ED9">
      <w:r>
        <w:t>397.3379</w:t>
      </w:r>
      <w:r>
        <w:tab/>
        <w:t>1.013e0</w:t>
      </w:r>
    </w:p>
    <w:p w:rsidR="005B3ED9" w:rsidRDefault="005B3ED9" w:rsidP="005B3ED9">
      <w:r>
        <w:t>397.3591</w:t>
      </w:r>
      <w:r>
        <w:tab/>
        <w:t>1.013e0</w:t>
      </w:r>
    </w:p>
    <w:p w:rsidR="005B3ED9" w:rsidRDefault="005B3ED9" w:rsidP="005B3ED9">
      <w:r>
        <w:t>397.4512</w:t>
      </w:r>
      <w:r>
        <w:tab/>
        <w:t>2.025e0</w:t>
      </w:r>
    </w:p>
    <w:p w:rsidR="005B3ED9" w:rsidRDefault="005B3ED9" w:rsidP="005B3ED9">
      <w:r>
        <w:t>397.5014</w:t>
      </w:r>
      <w:r>
        <w:tab/>
        <w:t>2.025e0</w:t>
      </w:r>
    </w:p>
    <w:p w:rsidR="005B3ED9" w:rsidRDefault="005B3ED9" w:rsidP="005B3ED9">
      <w:r>
        <w:t>397.5684</w:t>
      </w:r>
      <w:r>
        <w:tab/>
        <w:t>1.013e0</w:t>
      </w:r>
    </w:p>
    <w:p w:rsidR="005B3ED9" w:rsidRDefault="005B3ED9" w:rsidP="005B3ED9">
      <w:r>
        <w:t>397.5722</w:t>
      </w:r>
      <w:r>
        <w:tab/>
        <w:t>1.013e0</w:t>
      </w:r>
    </w:p>
    <w:p w:rsidR="005B3ED9" w:rsidRDefault="005B3ED9" w:rsidP="005B3ED9">
      <w:r>
        <w:t>397.6148</w:t>
      </w:r>
      <w:r>
        <w:tab/>
        <w:t>1.013e0</w:t>
      </w:r>
    </w:p>
    <w:p w:rsidR="005B3ED9" w:rsidRDefault="005B3ED9" w:rsidP="005B3ED9">
      <w:r>
        <w:t>397.6261</w:t>
      </w:r>
      <w:r>
        <w:tab/>
        <w:t>1.013e0</w:t>
      </w:r>
    </w:p>
    <w:p w:rsidR="005B3ED9" w:rsidRDefault="005B3ED9" w:rsidP="005B3ED9">
      <w:r>
        <w:t>397.7637</w:t>
      </w:r>
      <w:r>
        <w:tab/>
        <w:t>1.013e0</w:t>
      </w:r>
    </w:p>
    <w:p w:rsidR="005B3ED9" w:rsidRDefault="005B3ED9" w:rsidP="005B3ED9">
      <w:r>
        <w:t>397.7738</w:t>
      </w:r>
      <w:r>
        <w:tab/>
        <w:t>1.013e0</w:t>
      </w:r>
    </w:p>
    <w:p w:rsidR="005B3ED9" w:rsidRDefault="005B3ED9" w:rsidP="005B3ED9">
      <w:r>
        <w:t>397.8160</w:t>
      </w:r>
      <w:r>
        <w:tab/>
        <w:t>1.013e0</w:t>
      </w:r>
    </w:p>
    <w:p w:rsidR="005B3ED9" w:rsidRDefault="005B3ED9" w:rsidP="005B3ED9">
      <w:r>
        <w:t>397.8954</w:t>
      </w:r>
      <w:r>
        <w:tab/>
        <w:t>1.013e0</w:t>
      </w:r>
    </w:p>
    <w:p w:rsidR="005B3ED9" w:rsidRDefault="005B3ED9" w:rsidP="005B3ED9">
      <w:r>
        <w:t>397.9216</w:t>
      </w:r>
      <w:r>
        <w:tab/>
        <w:t>1.013e0</w:t>
      </w:r>
    </w:p>
    <w:p w:rsidR="005B3ED9" w:rsidRDefault="005B3ED9" w:rsidP="005B3ED9">
      <w:r>
        <w:t>397.9519</w:t>
      </w:r>
      <w:r>
        <w:tab/>
        <w:t>4.051e0</w:t>
      </w:r>
    </w:p>
    <w:p w:rsidR="005B3ED9" w:rsidRDefault="005B3ED9" w:rsidP="005B3ED9">
      <w:r>
        <w:t>398.0018</w:t>
      </w:r>
      <w:r>
        <w:tab/>
        <w:t>1.013e0</w:t>
      </w:r>
    </w:p>
    <w:p w:rsidR="005B3ED9" w:rsidRDefault="005B3ED9" w:rsidP="005B3ED9">
      <w:r>
        <w:lastRenderedPageBreak/>
        <w:t>398.0553</w:t>
      </w:r>
      <w:r>
        <w:tab/>
        <w:t>1.013e0</w:t>
      </w:r>
    </w:p>
    <w:p w:rsidR="005B3ED9" w:rsidRDefault="005B3ED9" w:rsidP="005B3ED9">
      <w:r>
        <w:t>398.1082</w:t>
      </w:r>
      <w:r>
        <w:tab/>
        <w:t>1.013e0</w:t>
      </w:r>
    </w:p>
    <w:p w:rsidR="005B3ED9" w:rsidRDefault="005B3ED9" w:rsidP="005B3ED9">
      <w:r>
        <w:t>398.1257</w:t>
      </w:r>
      <w:r>
        <w:tab/>
        <w:t>1.013e0</w:t>
      </w:r>
    </w:p>
    <w:p w:rsidR="005B3ED9" w:rsidRDefault="005B3ED9" w:rsidP="005B3ED9">
      <w:r>
        <w:t>398.2313</w:t>
      </w:r>
      <w:r>
        <w:tab/>
        <w:t>1.013e0</w:t>
      </w:r>
    </w:p>
    <w:p w:rsidR="005B3ED9" w:rsidRDefault="005B3ED9" w:rsidP="005B3ED9">
      <w:r>
        <w:t>398.2397</w:t>
      </w:r>
      <w:r>
        <w:tab/>
        <w:t>1.013e0</w:t>
      </w:r>
    </w:p>
    <w:p w:rsidR="005B3ED9" w:rsidRDefault="005B3ED9" w:rsidP="005B3ED9">
      <w:r>
        <w:t>398.2572</w:t>
      </w:r>
      <w:r>
        <w:tab/>
        <w:t>1.013e0</w:t>
      </w:r>
    </w:p>
    <w:p w:rsidR="005B3ED9" w:rsidRDefault="005B3ED9" w:rsidP="005B3ED9">
      <w:r>
        <w:t>398.2823</w:t>
      </w:r>
      <w:r>
        <w:tab/>
        <w:t>1.013e0</w:t>
      </w:r>
    </w:p>
    <w:p w:rsidR="005B3ED9" w:rsidRDefault="005B3ED9" w:rsidP="005B3ED9">
      <w:r>
        <w:t>398.2877</w:t>
      </w:r>
      <w:r>
        <w:tab/>
        <w:t>1.013e0</w:t>
      </w:r>
    </w:p>
    <w:p w:rsidR="005B3ED9" w:rsidRDefault="005B3ED9" w:rsidP="005B3ED9">
      <w:r>
        <w:t>398.2947</w:t>
      </w:r>
      <w:r>
        <w:tab/>
        <w:t>1.013e0</w:t>
      </w:r>
    </w:p>
    <w:p w:rsidR="005B3ED9" w:rsidRDefault="005B3ED9" w:rsidP="005B3ED9">
      <w:r>
        <w:t>398.3376</w:t>
      </w:r>
      <w:r>
        <w:tab/>
        <w:t>3.038e0</w:t>
      </w:r>
    </w:p>
    <w:p w:rsidR="005B3ED9" w:rsidRDefault="005B3ED9" w:rsidP="005B3ED9">
      <w:r>
        <w:t>398.3793</w:t>
      </w:r>
      <w:r>
        <w:tab/>
        <w:t>1.013e0</w:t>
      </w:r>
    </w:p>
    <w:p w:rsidR="005B3ED9" w:rsidRDefault="005B3ED9" w:rsidP="005B3ED9">
      <w:r>
        <w:t>398.4063</w:t>
      </w:r>
      <w:r>
        <w:tab/>
        <w:t>1.013e0</w:t>
      </w:r>
    </w:p>
    <w:p w:rsidR="005B3ED9" w:rsidRDefault="005B3ED9" w:rsidP="005B3ED9">
      <w:r>
        <w:t>398.4568</w:t>
      </w:r>
      <w:r>
        <w:tab/>
        <w:t>1.013e0</w:t>
      </w:r>
    </w:p>
    <w:p w:rsidR="005B3ED9" w:rsidRDefault="005B3ED9" w:rsidP="005B3ED9">
      <w:r>
        <w:t>398.4638</w:t>
      </w:r>
      <w:r>
        <w:tab/>
        <w:t>1.013e0</w:t>
      </w:r>
    </w:p>
    <w:p w:rsidR="005B3ED9" w:rsidRDefault="005B3ED9" w:rsidP="005B3ED9">
      <w:r>
        <w:t>398.5804</w:t>
      </w:r>
      <w:r>
        <w:tab/>
        <w:t>1.013e0</w:t>
      </w:r>
    </w:p>
    <w:p w:rsidR="005B3ED9" w:rsidRDefault="005B3ED9" w:rsidP="005B3ED9">
      <w:r>
        <w:t>398.5841</w:t>
      </w:r>
      <w:r>
        <w:tab/>
        <w:t>1.013e0</w:t>
      </w:r>
    </w:p>
    <w:p w:rsidR="005B3ED9" w:rsidRDefault="005B3ED9" w:rsidP="005B3ED9">
      <w:r>
        <w:t>398.6188</w:t>
      </w:r>
      <w:r>
        <w:tab/>
        <w:t>1.013e0</w:t>
      </w:r>
    </w:p>
    <w:p w:rsidR="005B3ED9" w:rsidRDefault="005B3ED9" w:rsidP="005B3ED9">
      <w:r>
        <w:t>398.6442</w:t>
      </w:r>
      <w:r>
        <w:tab/>
        <w:t>1.013e0</w:t>
      </w:r>
    </w:p>
    <w:p w:rsidR="005B3ED9" w:rsidRDefault="005B3ED9" w:rsidP="005B3ED9">
      <w:r>
        <w:t>398.7333</w:t>
      </w:r>
      <w:r>
        <w:tab/>
        <w:t>1.013e0</w:t>
      </w:r>
    </w:p>
    <w:p w:rsidR="005B3ED9" w:rsidRDefault="005B3ED9" w:rsidP="005B3ED9">
      <w:r>
        <w:lastRenderedPageBreak/>
        <w:t>398.8233</w:t>
      </w:r>
      <w:r>
        <w:tab/>
        <w:t>1.013e0</w:t>
      </w:r>
    </w:p>
    <w:p w:rsidR="005B3ED9" w:rsidRDefault="005B3ED9" w:rsidP="005B3ED9">
      <w:r>
        <w:t>398.9425</w:t>
      </w:r>
      <w:r>
        <w:tab/>
        <w:t>1.013e0</w:t>
      </w:r>
    </w:p>
    <w:p w:rsidR="005B3ED9" w:rsidRDefault="005B3ED9" w:rsidP="005B3ED9">
      <w:r>
        <w:t>398.9714</w:t>
      </w:r>
      <w:r>
        <w:tab/>
        <w:t>1.013e0</w:t>
      </w:r>
    </w:p>
    <w:p w:rsidR="005B3ED9" w:rsidRDefault="005B3ED9" w:rsidP="005B3ED9">
      <w:r>
        <w:t>399.0278</w:t>
      </w:r>
      <w:r>
        <w:tab/>
        <w:t>1.013e0</w:t>
      </w:r>
    </w:p>
    <w:p w:rsidR="005B3ED9" w:rsidRDefault="005B3ED9" w:rsidP="005B3ED9">
      <w:r>
        <w:t>399.0448</w:t>
      </w:r>
      <w:r>
        <w:tab/>
        <w:t>2.025e0</w:t>
      </w:r>
    </w:p>
    <w:p w:rsidR="005B3ED9" w:rsidRDefault="005B3ED9" w:rsidP="005B3ED9">
      <w:r>
        <w:t>399.0913</w:t>
      </w:r>
      <w:r>
        <w:tab/>
        <w:t>1.013e0</w:t>
      </w:r>
    </w:p>
    <w:p w:rsidR="005B3ED9" w:rsidRDefault="005B3ED9" w:rsidP="005B3ED9">
      <w:r>
        <w:t>399.0953</w:t>
      </w:r>
      <w:r>
        <w:tab/>
        <w:t>1.013e0</w:t>
      </w:r>
    </w:p>
    <w:p w:rsidR="005B3ED9" w:rsidRDefault="005B3ED9" w:rsidP="005B3ED9">
      <w:r>
        <w:t>399.1374</w:t>
      </w:r>
      <w:r>
        <w:tab/>
        <w:t>2.025e0</w:t>
      </w:r>
    </w:p>
    <w:p w:rsidR="005B3ED9" w:rsidRDefault="005B3ED9" w:rsidP="005B3ED9">
      <w:r>
        <w:t>399.1783</w:t>
      </w:r>
      <w:r>
        <w:tab/>
        <w:t>2.025e0</w:t>
      </w:r>
    </w:p>
    <w:p w:rsidR="005B3ED9" w:rsidRDefault="005B3ED9" w:rsidP="005B3ED9">
      <w:r>
        <w:t>399.1842</w:t>
      </w:r>
      <w:r>
        <w:tab/>
        <w:t>1.013e0</w:t>
      </w:r>
    </w:p>
    <w:p w:rsidR="005B3ED9" w:rsidRDefault="005B3ED9" w:rsidP="005B3ED9">
      <w:r>
        <w:t>399.2377</w:t>
      </w:r>
      <w:r>
        <w:tab/>
        <w:t>3.038e0</w:t>
      </w:r>
    </w:p>
    <w:p w:rsidR="005B3ED9" w:rsidRDefault="005B3ED9" w:rsidP="005B3ED9">
      <w:r>
        <w:t>399.2768</w:t>
      </w:r>
      <w:r>
        <w:tab/>
        <w:t>3.038e0</w:t>
      </w:r>
    </w:p>
    <w:p w:rsidR="005B3ED9" w:rsidRDefault="005B3ED9" w:rsidP="005B3ED9">
      <w:r>
        <w:t>399.2845</w:t>
      </w:r>
      <w:r>
        <w:tab/>
        <w:t>2.025e0</w:t>
      </w:r>
    </w:p>
    <w:p w:rsidR="005B3ED9" w:rsidRDefault="005B3ED9" w:rsidP="005B3ED9">
      <w:r>
        <w:t>399.3508</w:t>
      </w:r>
      <w:r>
        <w:tab/>
        <w:t>1.013e0</w:t>
      </w:r>
    </w:p>
    <w:p w:rsidR="005B3ED9" w:rsidRDefault="005B3ED9" w:rsidP="005B3ED9">
      <w:r>
        <w:t>399.3596</w:t>
      </w:r>
      <w:r>
        <w:tab/>
        <w:t>1.013e0</w:t>
      </w:r>
    </w:p>
    <w:p w:rsidR="005B3ED9" w:rsidRDefault="005B3ED9" w:rsidP="005B3ED9">
      <w:r>
        <w:t>399.3667</w:t>
      </w:r>
      <w:r>
        <w:tab/>
        <w:t>1.013e0</w:t>
      </w:r>
    </w:p>
    <w:p w:rsidR="005B3ED9" w:rsidRDefault="005B3ED9" w:rsidP="005B3ED9">
      <w:r>
        <w:t>399.4574</w:t>
      </w:r>
      <w:r>
        <w:tab/>
        <w:t>1.013e0</w:t>
      </w:r>
    </w:p>
    <w:p w:rsidR="005B3ED9" w:rsidRDefault="005B3ED9" w:rsidP="005B3ED9">
      <w:r>
        <w:t>399.4726</w:t>
      </w:r>
      <w:r>
        <w:tab/>
        <w:t>1.013e0</w:t>
      </w:r>
    </w:p>
    <w:p w:rsidR="005B3ED9" w:rsidRDefault="005B3ED9" w:rsidP="005B3ED9">
      <w:r>
        <w:t>399.4938</w:t>
      </w:r>
      <w:r>
        <w:tab/>
        <w:t>1.013e0</w:t>
      </w:r>
    </w:p>
    <w:p w:rsidR="005B3ED9" w:rsidRDefault="005B3ED9" w:rsidP="005B3ED9">
      <w:r>
        <w:lastRenderedPageBreak/>
        <w:t>399.5213</w:t>
      </w:r>
      <w:r>
        <w:tab/>
        <w:t>1.013e0</w:t>
      </w:r>
    </w:p>
    <w:p w:rsidR="005B3ED9" w:rsidRDefault="005B3ED9" w:rsidP="005B3ED9">
      <w:r>
        <w:t>399.5890</w:t>
      </w:r>
      <w:r>
        <w:tab/>
        <w:t>1.013e0</w:t>
      </w:r>
    </w:p>
    <w:p w:rsidR="005B3ED9" w:rsidRDefault="005B3ED9" w:rsidP="005B3ED9">
      <w:r>
        <w:t>399.6565</w:t>
      </w:r>
      <w:r>
        <w:tab/>
        <w:t>1.013e0</w:t>
      </w:r>
    </w:p>
    <w:p w:rsidR="005B3ED9" w:rsidRDefault="005B3ED9" w:rsidP="005B3ED9">
      <w:r>
        <w:t>399.6633</w:t>
      </w:r>
      <w:r>
        <w:tab/>
        <w:t>1.013e0</w:t>
      </w:r>
    </w:p>
    <w:p w:rsidR="005B3ED9" w:rsidRDefault="005B3ED9" w:rsidP="005B3ED9">
      <w:r>
        <w:t>399.6778</w:t>
      </w:r>
      <w:r>
        <w:tab/>
        <w:t>1.013e0</w:t>
      </w:r>
    </w:p>
    <w:p w:rsidR="005B3ED9" w:rsidRDefault="005B3ED9" w:rsidP="005B3ED9">
      <w:r>
        <w:t>399.7205</w:t>
      </w:r>
      <w:r>
        <w:tab/>
        <w:t>1.013e0</w:t>
      </w:r>
    </w:p>
    <w:p w:rsidR="005B3ED9" w:rsidRDefault="005B3ED9" w:rsidP="005B3ED9">
      <w:r>
        <w:t>399.7380</w:t>
      </w:r>
      <w:r>
        <w:tab/>
        <w:t>1.013e0</w:t>
      </w:r>
    </w:p>
    <w:p w:rsidR="005B3ED9" w:rsidRDefault="005B3ED9" w:rsidP="005B3ED9">
      <w:r>
        <w:t>399.7844</w:t>
      </w:r>
      <w:r>
        <w:tab/>
        <w:t>1.013e0</w:t>
      </w:r>
    </w:p>
    <w:p w:rsidR="005B3ED9" w:rsidRDefault="005B3ED9" w:rsidP="005B3ED9">
      <w:r>
        <w:t>399.8612</w:t>
      </w:r>
      <w:r>
        <w:tab/>
        <w:t>2.025e0</w:t>
      </w:r>
    </w:p>
    <w:p w:rsidR="005B3ED9" w:rsidRDefault="005B3ED9" w:rsidP="005B3ED9">
      <w:r>
        <w:t>399.8949</w:t>
      </w:r>
      <w:r>
        <w:tab/>
        <w:t>3.038e0</w:t>
      </w:r>
    </w:p>
    <w:p w:rsidR="005B3ED9" w:rsidRDefault="005B3ED9" w:rsidP="005B3ED9">
      <w:r>
        <w:t>399.8965</w:t>
      </w:r>
      <w:r>
        <w:tab/>
        <w:t>1.013e0</w:t>
      </w:r>
    </w:p>
    <w:p w:rsidR="005B3ED9" w:rsidRDefault="005B3ED9" w:rsidP="005B3ED9">
      <w:r>
        <w:t>399.9422</w:t>
      </w:r>
      <w:r>
        <w:tab/>
        <w:t>4.053e0</w:t>
      </w:r>
    </w:p>
    <w:p w:rsidR="005B3ED9" w:rsidRDefault="005B3ED9" w:rsidP="005B3ED9">
      <w:r>
        <w:t>399.9456</w:t>
      </w:r>
      <w:r>
        <w:tab/>
        <w:t>2.025e0</w:t>
      </w:r>
    </w:p>
    <w:p w:rsidR="005B3ED9" w:rsidRDefault="005B3ED9" w:rsidP="005B3ED9">
      <w:r>
        <w:t>399.9743</w:t>
      </w:r>
      <w:r>
        <w:tab/>
        <w:t>2.025e0</w:t>
      </w:r>
    </w:p>
    <w:p w:rsidR="005B3ED9" w:rsidRDefault="005B3ED9" w:rsidP="005B3ED9">
      <w:r>
        <w:t>400.0256</w:t>
      </w:r>
      <w:r>
        <w:tab/>
        <w:t>2.025e0</w:t>
      </w:r>
    </w:p>
    <w:p w:rsidR="005B3ED9" w:rsidRDefault="005B3ED9" w:rsidP="005B3ED9">
      <w:r>
        <w:t>400.0299</w:t>
      </w:r>
      <w:r>
        <w:tab/>
        <w:t>3.038e0</w:t>
      </w:r>
    </w:p>
    <w:p w:rsidR="005B3ED9" w:rsidRDefault="005B3ED9" w:rsidP="005B3ED9">
      <w:r>
        <w:t>400.0596</w:t>
      </w:r>
      <w:r>
        <w:tab/>
        <w:t>2.025e0</w:t>
      </w:r>
    </w:p>
    <w:p w:rsidR="005B3ED9" w:rsidRDefault="005B3ED9" w:rsidP="005B3ED9">
      <w:r>
        <w:t>400.0945</w:t>
      </w:r>
      <w:r>
        <w:tab/>
        <w:t>1.013e0</w:t>
      </w:r>
    </w:p>
    <w:p w:rsidR="005B3ED9" w:rsidRDefault="005B3ED9" w:rsidP="005B3ED9">
      <w:r>
        <w:t>400.1216</w:t>
      </w:r>
      <w:r>
        <w:tab/>
        <w:t>2.025e0</w:t>
      </w:r>
    </w:p>
    <w:p w:rsidR="005B3ED9" w:rsidRDefault="005B3ED9" w:rsidP="005B3ED9">
      <w:r>
        <w:lastRenderedPageBreak/>
        <w:t>400.1708</w:t>
      </w:r>
      <w:r>
        <w:tab/>
        <w:t>3.038e0</w:t>
      </w:r>
    </w:p>
    <w:p w:rsidR="005B3ED9" w:rsidRDefault="005B3ED9" w:rsidP="005B3ED9">
      <w:r>
        <w:t>400.1794</w:t>
      </w:r>
      <w:r>
        <w:tab/>
        <w:t>1.013e0</w:t>
      </w:r>
    </w:p>
    <w:p w:rsidR="005B3ED9" w:rsidRDefault="005B3ED9" w:rsidP="005B3ED9">
      <w:r>
        <w:t>400.2156</w:t>
      </w:r>
      <w:r>
        <w:tab/>
        <w:t>2.025e0</w:t>
      </w:r>
    </w:p>
    <w:p w:rsidR="005B3ED9" w:rsidRDefault="005B3ED9" w:rsidP="005B3ED9">
      <w:r>
        <w:t>400.2219</w:t>
      </w:r>
      <w:r>
        <w:tab/>
        <w:t>1.013e0</w:t>
      </w:r>
    </w:p>
    <w:p w:rsidR="005B3ED9" w:rsidRDefault="005B3ED9" w:rsidP="005B3ED9">
      <w:r>
        <w:t>400.2360</w:t>
      </w:r>
      <w:r>
        <w:tab/>
        <w:t>1.013e0</w:t>
      </w:r>
    </w:p>
    <w:p w:rsidR="005B3ED9" w:rsidRDefault="005B3ED9" w:rsidP="005B3ED9">
      <w:r>
        <w:t>400.2572</w:t>
      </w:r>
      <w:r>
        <w:tab/>
        <w:t>1.013e0</w:t>
      </w:r>
    </w:p>
    <w:p w:rsidR="005B3ED9" w:rsidRDefault="005B3ED9" w:rsidP="005B3ED9">
      <w:r>
        <w:t>400.2620</w:t>
      </w:r>
      <w:r>
        <w:tab/>
        <w:t>2.025e0</w:t>
      </w:r>
    </w:p>
    <w:p w:rsidR="005B3ED9" w:rsidRDefault="005B3ED9" w:rsidP="005B3ED9">
      <w:r>
        <w:t>400.3135</w:t>
      </w:r>
      <w:r>
        <w:tab/>
        <w:t>1.013e0</w:t>
      </w:r>
    </w:p>
    <w:p w:rsidR="005B3ED9" w:rsidRDefault="005B3ED9" w:rsidP="005B3ED9">
      <w:r>
        <w:t>400.3314</w:t>
      </w:r>
      <w:r>
        <w:tab/>
        <w:t>2.025e0</w:t>
      </w:r>
    </w:p>
    <w:p w:rsidR="005B3ED9" w:rsidRDefault="005B3ED9" w:rsidP="005B3ED9">
      <w:r>
        <w:t>400.3864</w:t>
      </w:r>
      <w:r>
        <w:tab/>
        <w:t>1.348e1</w:t>
      </w:r>
    </w:p>
    <w:p w:rsidR="005B3ED9" w:rsidRDefault="005B3ED9" w:rsidP="005B3ED9">
      <w:r>
        <w:t>400.3877</w:t>
      </w:r>
      <w:r>
        <w:tab/>
        <w:t>5.063e0</w:t>
      </w:r>
    </w:p>
    <w:p w:rsidR="005B3ED9" w:rsidRDefault="005B3ED9" w:rsidP="005B3ED9">
      <w:r>
        <w:t>400.3916</w:t>
      </w:r>
      <w:r>
        <w:tab/>
        <w:t>3.038e0</w:t>
      </w:r>
    </w:p>
    <w:p w:rsidR="005B3ED9" w:rsidRDefault="005B3ED9" w:rsidP="005B3ED9">
      <w:r>
        <w:t>400.5064</w:t>
      </w:r>
      <w:r>
        <w:tab/>
        <w:t>2.025e0</w:t>
      </w:r>
    </w:p>
    <w:p w:rsidR="005B3ED9" w:rsidRDefault="005B3ED9" w:rsidP="005B3ED9">
      <w:r>
        <w:t>400.5190</w:t>
      </w:r>
      <w:r>
        <w:tab/>
        <w:t>2.025e0</w:t>
      </w:r>
    </w:p>
    <w:p w:rsidR="005B3ED9" w:rsidRDefault="005B3ED9" w:rsidP="005B3ED9">
      <w:r>
        <w:t>400.6040</w:t>
      </w:r>
      <w:r>
        <w:tab/>
        <w:t>1.013e0</w:t>
      </w:r>
    </w:p>
    <w:p w:rsidR="005B3ED9" w:rsidRDefault="005B3ED9" w:rsidP="005B3ED9">
      <w:r>
        <w:t>400.6580</w:t>
      </w:r>
      <w:r>
        <w:tab/>
        <w:t>1.013e0</w:t>
      </w:r>
    </w:p>
    <w:p w:rsidR="005B3ED9" w:rsidRDefault="005B3ED9" w:rsidP="005B3ED9">
      <w:r>
        <w:t>400.7897</w:t>
      </w:r>
      <w:r>
        <w:tab/>
        <w:t>1.013e0</w:t>
      </w:r>
    </w:p>
    <w:p w:rsidR="005B3ED9" w:rsidRDefault="005B3ED9" w:rsidP="005B3ED9">
      <w:r>
        <w:t>400.8324</w:t>
      </w:r>
      <w:r>
        <w:tab/>
        <w:t>1.013e0</w:t>
      </w:r>
    </w:p>
    <w:p w:rsidR="005B3ED9" w:rsidRDefault="005B3ED9" w:rsidP="005B3ED9">
      <w:r>
        <w:t>400.8536</w:t>
      </w:r>
      <w:r>
        <w:tab/>
        <w:t>1.013e0</w:t>
      </w:r>
    </w:p>
    <w:p w:rsidR="005B3ED9" w:rsidRDefault="005B3ED9" w:rsidP="005B3ED9">
      <w:r>
        <w:lastRenderedPageBreak/>
        <w:t>400.8711</w:t>
      </w:r>
      <w:r>
        <w:tab/>
        <w:t>1.013e0</w:t>
      </w:r>
    </w:p>
    <w:p w:rsidR="005B3ED9" w:rsidRDefault="005B3ED9" w:rsidP="005B3ED9">
      <w:r>
        <w:t>400.8924</w:t>
      </w:r>
      <w:r>
        <w:tab/>
        <w:t>1.013e0</w:t>
      </w:r>
    </w:p>
    <w:p w:rsidR="005B3ED9" w:rsidRDefault="005B3ED9" w:rsidP="005B3ED9">
      <w:r>
        <w:t>400.9299</w:t>
      </w:r>
      <w:r>
        <w:tab/>
        <w:t>1.013e0</w:t>
      </w:r>
    </w:p>
    <w:p w:rsidR="005B3ED9" w:rsidRDefault="005B3ED9" w:rsidP="005B3ED9">
      <w:r>
        <w:t>400.9382</w:t>
      </w:r>
      <w:r>
        <w:tab/>
        <w:t>4.051e0</w:t>
      </w:r>
    </w:p>
    <w:p w:rsidR="005B3ED9" w:rsidRDefault="005B3ED9" w:rsidP="005B3ED9">
      <w:r>
        <w:t>400.9709</w:t>
      </w:r>
      <w:r>
        <w:tab/>
        <w:t>2.025e0</w:t>
      </w:r>
    </w:p>
    <w:p w:rsidR="005B3ED9" w:rsidRDefault="005B3ED9" w:rsidP="005B3ED9">
      <w:r>
        <w:t>401.0629</w:t>
      </w:r>
      <w:r>
        <w:tab/>
        <w:t>1.013e0</w:t>
      </w:r>
    </w:p>
    <w:p w:rsidR="005B3ED9" w:rsidRDefault="005B3ED9" w:rsidP="005B3ED9">
      <w:r>
        <w:t>401.0787</w:t>
      </w:r>
      <w:r>
        <w:tab/>
        <w:t>2.025e0</w:t>
      </w:r>
    </w:p>
    <w:p w:rsidR="005B3ED9" w:rsidRDefault="005B3ED9" w:rsidP="005B3ED9">
      <w:r>
        <w:t>401.0843</w:t>
      </w:r>
      <w:r>
        <w:tab/>
        <w:t>1.013e0</w:t>
      </w:r>
    </w:p>
    <w:p w:rsidR="005B3ED9" w:rsidRDefault="005B3ED9" w:rsidP="005B3ED9">
      <w:r>
        <w:t>401.1141</w:t>
      </w:r>
      <w:r>
        <w:tab/>
        <w:t>1.013e0</w:t>
      </w:r>
    </w:p>
    <w:p w:rsidR="005B3ED9" w:rsidRDefault="005B3ED9" w:rsidP="005B3ED9">
      <w:r>
        <w:t>401.1269</w:t>
      </w:r>
      <w:r>
        <w:tab/>
        <w:t>1.013e0</w:t>
      </w:r>
    </w:p>
    <w:p w:rsidR="005B3ED9" w:rsidRDefault="005B3ED9" w:rsidP="005B3ED9">
      <w:r>
        <w:t>401.1307</w:t>
      </w:r>
      <w:r>
        <w:tab/>
        <w:t>1.013e0</w:t>
      </w:r>
    </w:p>
    <w:p w:rsidR="005B3ED9" w:rsidRDefault="005B3ED9" w:rsidP="005B3ED9">
      <w:r>
        <w:t>401.1799</w:t>
      </w:r>
      <w:r>
        <w:tab/>
        <w:t>2.025e0</w:t>
      </w:r>
    </w:p>
    <w:p w:rsidR="005B3ED9" w:rsidRDefault="005B3ED9" w:rsidP="005B3ED9">
      <w:r>
        <w:t>401.1992</w:t>
      </w:r>
      <w:r>
        <w:tab/>
        <w:t>2.025e0</w:t>
      </w:r>
    </w:p>
    <w:p w:rsidR="005B3ED9" w:rsidRDefault="005B3ED9" w:rsidP="005B3ED9">
      <w:r>
        <w:t>401.2063</w:t>
      </w:r>
      <w:r>
        <w:tab/>
        <w:t>1.013e0</w:t>
      </w:r>
    </w:p>
    <w:p w:rsidR="005B3ED9" w:rsidRDefault="005B3ED9" w:rsidP="005B3ED9">
      <w:r>
        <w:t>401.2382</w:t>
      </w:r>
      <w:r>
        <w:tab/>
        <w:t>2.025e0</w:t>
      </w:r>
    </w:p>
    <w:p w:rsidR="005B3ED9" w:rsidRDefault="005B3ED9" w:rsidP="005B3ED9">
      <w:r>
        <w:t>401.2523</w:t>
      </w:r>
      <w:r>
        <w:tab/>
        <w:t>3.038e0</w:t>
      </w:r>
    </w:p>
    <w:p w:rsidR="005B3ED9" w:rsidRDefault="005B3ED9" w:rsidP="005B3ED9">
      <w:r>
        <w:t>401.2689</w:t>
      </w:r>
      <w:r>
        <w:tab/>
        <w:t>3.038e0</w:t>
      </w:r>
    </w:p>
    <w:p w:rsidR="005B3ED9" w:rsidRDefault="005B3ED9" w:rsidP="005B3ED9">
      <w:r>
        <w:t>401.2761</w:t>
      </w:r>
      <w:r>
        <w:tab/>
        <w:t>1.013e0</w:t>
      </w:r>
    </w:p>
    <w:p w:rsidR="005B3ED9" w:rsidRDefault="005B3ED9" w:rsidP="005B3ED9">
      <w:r>
        <w:t>401.3774</w:t>
      </w:r>
      <w:r>
        <w:tab/>
        <w:t>2.025e0</w:t>
      </w:r>
    </w:p>
    <w:p w:rsidR="005B3ED9" w:rsidRDefault="005B3ED9" w:rsidP="005B3ED9">
      <w:r>
        <w:lastRenderedPageBreak/>
        <w:t>401.3786</w:t>
      </w:r>
      <w:r>
        <w:tab/>
        <w:t>2.025e0</w:t>
      </w:r>
    </w:p>
    <w:p w:rsidR="005B3ED9" w:rsidRDefault="005B3ED9" w:rsidP="005B3ED9">
      <w:r>
        <w:t>401.3969</w:t>
      </w:r>
      <w:r>
        <w:tab/>
        <w:t>4.051e0</w:t>
      </w:r>
    </w:p>
    <w:p w:rsidR="005B3ED9" w:rsidRDefault="005B3ED9" w:rsidP="005B3ED9">
      <w:r>
        <w:t>401.4332</w:t>
      </w:r>
      <w:r>
        <w:tab/>
        <w:t>2.025e0</w:t>
      </w:r>
    </w:p>
    <w:p w:rsidR="005B3ED9" w:rsidRDefault="005B3ED9" w:rsidP="005B3ED9">
      <w:r>
        <w:t>401.6210</w:t>
      </w:r>
      <w:r>
        <w:tab/>
        <w:t>1.013e0</w:t>
      </w:r>
    </w:p>
    <w:p w:rsidR="005B3ED9" w:rsidRDefault="005B3ED9" w:rsidP="005B3ED9">
      <w:r>
        <w:t>401.6319</w:t>
      </w:r>
      <w:r>
        <w:tab/>
        <w:t>1.013e0</w:t>
      </w:r>
    </w:p>
    <w:p w:rsidR="005B3ED9" w:rsidRDefault="005B3ED9" w:rsidP="005B3ED9">
      <w:r>
        <w:t>401.7809</w:t>
      </w:r>
      <w:r>
        <w:tab/>
        <w:t>1.013e0</w:t>
      </w:r>
    </w:p>
    <w:p w:rsidR="005B3ED9" w:rsidRDefault="005B3ED9" w:rsidP="005B3ED9">
      <w:r>
        <w:t>401.7915</w:t>
      </w:r>
      <w:r>
        <w:tab/>
        <w:t>1.013e0</w:t>
      </w:r>
    </w:p>
    <w:p w:rsidR="005B3ED9" w:rsidRDefault="005B3ED9" w:rsidP="005B3ED9">
      <w:r>
        <w:t>401.8555</w:t>
      </w:r>
      <w:r>
        <w:tab/>
        <w:t>1.013e0</w:t>
      </w:r>
    </w:p>
    <w:p w:rsidR="005B3ED9" w:rsidRDefault="005B3ED9" w:rsidP="005B3ED9">
      <w:r>
        <w:t>401.9230</w:t>
      </w:r>
      <w:r>
        <w:tab/>
        <w:t>1.013e0</w:t>
      </w:r>
    </w:p>
    <w:p w:rsidR="005B3ED9" w:rsidRDefault="005B3ED9" w:rsidP="005B3ED9">
      <w:r>
        <w:t>401.9372</w:t>
      </w:r>
      <w:r>
        <w:tab/>
        <w:t>1.013e0</w:t>
      </w:r>
    </w:p>
    <w:p w:rsidR="005B3ED9" w:rsidRDefault="005B3ED9" w:rsidP="005B3ED9">
      <w:r>
        <w:t>401.9558</w:t>
      </w:r>
      <w:r>
        <w:tab/>
        <w:t>3.038e0</w:t>
      </w:r>
    </w:p>
    <w:p w:rsidR="005B3ED9" w:rsidRDefault="005B3ED9" w:rsidP="005B3ED9">
      <w:r>
        <w:t>401.9869</w:t>
      </w:r>
      <w:r>
        <w:tab/>
        <w:t>1.013e0</w:t>
      </w:r>
    </w:p>
    <w:p w:rsidR="005B3ED9" w:rsidRDefault="005B3ED9" w:rsidP="005B3ED9">
      <w:r>
        <w:t>402.0108</w:t>
      </w:r>
      <w:r>
        <w:tab/>
        <w:t>2.025e0</w:t>
      </w:r>
    </w:p>
    <w:p w:rsidR="005B3ED9" w:rsidRDefault="005B3ED9" w:rsidP="005B3ED9">
      <w:r>
        <w:t>402.0580</w:t>
      </w:r>
      <w:r>
        <w:tab/>
        <w:t>1.013e0</w:t>
      </w:r>
    </w:p>
    <w:p w:rsidR="005B3ED9" w:rsidRDefault="005B3ED9" w:rsidP="005B3ED9">
      <w:r>
        <w:t>402.0650</w:t>
      </w:r>
      <w:r>
        <w:tab/>
        <w:t>2.025e0</w:t>
      </w:r>
    </w:p>
    <w:p w:rsidR="005B3ED9" w:rsidRDefault="005B3ED9" w:rsidP="005B3ED9">
      <w:r>
        <w:t>402.1432</w:t>
      </w:r>
      <w:r>
        <w:tab/>
        <w:t>1.013e0</w:t>
      </w:r>
    </w:p>
    <w:p w:rsidR="005B3ED9" w:rsidRDefault="005B3ED9" w:rsidP="005B3ED9">
      <w:r>
        <w:t>402.1478</w:t>
      </w:r>
      <w:r>
        <w:tab/>
        <w:t>2.025e0</w:t>
      </w:r>
    </w:p>
    <w:p w:rsidR="005B3ED9" w:rsidRDefault="005B3ED9" w:rsidP="005B3ED9">
      <w:r>
        <w:t>402.1646</w:t>
      </w:r>
      <w:r>
        <w:tab/>
        <w:t>1.013e0</w:t>
      </w:r>
    </w:p>
    <w:p w:rsidR="005B3ED9" w:rsidRDefault="005B3ED9" w:rsidP="005B3ED9">
      <w:r>
        <w:t>402.2215</w:t>
      </w:r>
      <w:r>
        <w:tab/>
        <w:t>1.013e0</w:t>
      </w:r>
    </w:p>
    <w:p w:rsidR="005B3ED9" w:rsidRDefault="005B3ED9" w:rsidP="005B3ED9">
      <w:r>
        <w:lastRenderedPageBreak/>
        <w:t>402.2745</w:t>
      </w:r>
      <w:r>
        <w:tab/>
        <w:t>3.038e0</w:t>
      </w:r>
    </w:p>
    <w:p w:rsidR="005B3ED9" w:rsidRDefault="005B3ED9" w:rsidP="005B3ED9">
      <w:r>
        <w:t>402.2960</w:t>
      </w:r>
      <w:r>
        <w:tab/>
        <w:t>3.038e0</w:t>
      </w:r>
    </w:p>
    <w:p w:rsidR="005B3ED9" w:rsidRDefault="005B3ED9" w:rsidP="005B3ED9">
      <w:r>
        <w:t>402.3157</w:t>
      </w:r>
      <w:r>
        <w:tab/>
        <w:t>2.025e0</w:t>
      </w:r>
    </w:p>
    <w:p w:rsidR="005B3ED9" w:rsidRDefault="005B3ED9" w:rsidP="005B3ED9">
      <w:r>
        <w:t>402.3209</w:t>
      </w:r>
      <w:r>
        <w:tab/>
        <w:t>1.013e0</w:t>
      </w:r>
    </w:p>
    <w:p w:rsidR="005B3ED9" w:rsidRDefault="005B3ED9" w:rsidP="005B3ED9">
      <w:r>
        <w:t>402.3287</w:t>
      </w:r>
      <w:r>
        <w:tab/>
        <w:t>2.025e0</w:t>
      </w:r>
    </w:p>
    <w:p w:rsidR="005B3ED9" w:rsidRDefault="005B3ED9" w:rsidP="005B3ED9">
      <w:r>
        <w:t>402.3904</w:t>
      </w:r>
      <w:r>
        <w:tab/>
        <w:t>2.025e0</w:t>
      </w:r>
    </w:p>
    <w:p w:rsidR="005B3ED9" w:rsidRDefault="005B3ED9" w:rsidP="005B3ED9">
      <w:r>
        <w:t>402.3991</w:t>
      </w:r>
      <w:r>
        <w:tab/>
        <w:t>1.013e0</w:t>
      </w:r>
    </w:p>
    <w:p w:rsidR="005B3ED9" w:rsidRDefault="005B3ED9" w:rsidP="005B3ED9">
      <w:r>
        <w:t>402.4738</w:t>
      </w:r>
      <w:r>
        <w:tab/>
        <w:t>1.013e0</w:t>
      </w:r>
    </w:p>
    <w:p w:rsidR="005B3ED9" w:rsidRDefault="005B3ED9" w:rsidP="005B3ED9">
      <w:r>
        <w:t>402.6337</w:t>
      </w:r>
      <w:r>
        <w:tab/>
        <w:t>1.013e0</w:t>
      </w:r>
    </w:p>
    <w:p w:rsidR="005B3ED9" w:rsidRDefault="005B3ED9" w:rsidP="005B3ED9">
      <w:r>
        <w:t>402.6551</w:t>
      </w:r>
      <w:r>
        <w:tab/>
        <w:t>1.013e0</w:t>
      </w:r>
    </w:p>
    <w:p w:rsidR="005B3ED9" w:rsidRDefault="005B3ED9" w:rsidP="005B3ED9">
      <w:r>
        <w:t>402.7172</w:t>
      </w:r>
      <w:r>
        <w:tab/>
        <w:t>2.025e0</w:t>
      </w:r>
    </w:p>
    <w:p w:rsidR="005B3ED9" w:rsidRDefault="005B3ED9" w:rsidP="005B3ED9">
      <w:r>
        <w:t>402.7333</w:t>
      </w:r>
      <w:r>
        <w:tab/>
        <w:t>1.013e0</w:t>
      </w:r>
    </w:p>
    <w:p w:rsidR="005B3ED9" w:rsidRDefault="005B3ED9" w:rsidP="005B3ED9">
      <w:r>
        <w:t>402.7510</w:t>
      </w:r>
      <w:r>
        <w:tab/>
        <w:t>1.013e0</w:t>
      </w:r>
    </w:p>
    <w:p w:rsidR="005B3ED9" w:rsidRDefault="005B3ED9" w:rsidP="005B3ED9">
      <w:r>
        <w:t>402.8327</w:t>
      </w:r>
      <w:r>
        <w:tab/>
        <w:t>1.013e0</w:t>
      </w:r>
    </w:p>
    <w:p w:rsidR="005B3ED9" w:rsidRDefault="005B3ED9" w:rsidP="005B3ED9">
      <w:r>
        <w:t>402.8472</w:t>
      </w:r>
      <w:r>
        <w:tab/>
        <w:t>1.013e0</w:t>
      </w:r>
    </w:p>
    <w:p w:rsidR="005B3ED9" w:rsidRDefault="005B3ED9" w:rsidP="005B3ED9">
      <w:r>
        <w:t>402.8792</w:t>
      </w:r>
      <w:r>
        <w:tab/>
        <w:t>2.025e0</w:t>
      </w:r>
    </w:p>
    <w:p w:rsidR="005B3ED9" w:rsidRDefault="005B3ED9" w:rsidP="005B3ED9">
      <w:r>
        <w:t>402.8828</w:t>
      </w:r>
      <w:r>
        <w:tab/>
        <w:t>1.013e0</w:t>
      </w:r>
    </w:p>
    <w:p w:rsidR="005B3ED9" w:rsidRDefault="005B3ED9" w:rsidP="005B3ED9">
      <w:r>
        <w:t>402.9469</w:t>
      </w:r>
      <w:r>
        <w:tab/>
        <w:t>6.076e0</w:t>
      </w:r>
    </w:p>
    <w:p w:rsidR="005B3ED9" w:rsidRDefault="005B3ED9" w:rsidP="005B3ED9">
      <w:r>
        <w:t>402.9518</w:t>
      </w:r>
      <w:r>
        <w:tab/>
        <w:t>2.025e0</w:t>
      </w:r>
    </w:p>
    <w:p w:rsidR="005B3ED9" w:rsidRDefault="005B3ED9" w:rsidP="005B3ED9">
      <w:r>
        <w:lastRenderedPageBreak/>
        <w:t>402.9539</w:t>
      </w:r>
      <w:r>
        <w:tab/>
        <w:t>1.013e0</w:t>
      </w:r>
    </w:p>
    <w:p w:rsidR="005B3ED9" w:rsidRDefault="005B3ED9" w:rsidP="005B3ED9">
      <w:r>
        <w:t>403.0109</w:t>
      </w:r>
      <w:r>
        <w:tab/>
        <w:t>1.013e0</w:t>
      </w:r>
    </w:p>
    <w:p w:rsidR="005B3ED9" w:rsidRDefault="005B3ED9" w:rsidP="005B3ED9">
      <w:r>
        <w:t>403.0459</w:t>
      </w:r>
      <w:r>
        <w:tab/>
        <w:t>1.013e0</w:t>
      </w:r>
    </w:p>
    <w:p w:rsidR="005B3ED9" w:rsidRDefault="005B3ED9" w:rsidP="005B3ED9">
      <w:r>
        <w:t>403.0536</w:t>
      </w:r>
      <w:r>
        <w:tab/>
        <w:t>1.013e0</w:t>
      </w:r>
    </w:p>
    <w:p w:rsidR="005B3ED9" w:rsidRDefault="005B3ED9" w:rsidP="005B3ED9">
      <w:r>
        <w:t>403.0710</w:t>
      </w:r>
      <w:r>
        <w:tab/>
        <w:t>1.013e0</w:t>
      </w:r>
    </w:p>
    <w:p w:rsidR="005B3ED9" w:rsidRDefault="005B3ED9" w:rsidP="005B3ED9">
      <w:r>
        <w:t>403.0821</w:t>
      </w:r>
      <w:r>
        <w:tab/>
        <w:t>1.013e0</w:t>
      </w:r>
    </w:p>
    <w:p w:rsidR="005B3ED9" w:rsidRDefault="005B3ED9" w:rsidP="005B3ED9">
      <w:r>
        <w:t>403.1136</w:t>
      </w:r>
      <w:r>
        <w:tab/>
        <w:t>1.013e0</w:t>
      </w:r>
    </w:p>
    <w:p w:rsidR="005B3ED9" w:rsidRDefault="005B3ED9" w:rsidP="005B3ED9">
      <w:r>
        <w:t>403.1525</w:t>
      </w:r>
      <w:r>
        <w:tab/>
        <w:t>1.013e0</w:t>
      </w:r>
    </w:p>
    <w:p w:rsidR="005B3ED9" w:rsidRDefault="005B3ED9" w:rsidP="005B3ED9">
      <w:r>
        <w:t>403.1889</w:t>
      </w:r>
      <w:r>
        <w:tab/>
        <w:t>1.013e0</w:t>
      </w:r>
    </w:p>
    <w:p w:rsidR="005B3ED9" w:rsidRDefault="005B3ED9" w:rsidP="005B3ED9">
      <w:r>
        <w:t>403.2127</w:t>
      </w:r>
      <w:r>
        <w:tab/>
        <w:t>2.025e0</w:t>
      </w:r>
    </w:p>
    <w:p w:rsidR="005B3ED9" w:rsidRDefault="005B3ED9" w:rsidP="005B3ED9">
      <w:r>
        <w:t>403.2165</w:t>
      </w:r>
      <w:r>
        <w:tab/>
        <w:t>1.013e0</w:t>
      </w:r>
    </w:p>
    <w:p w:rsidR="005B3ED9" w:rsidRDefault="005B3ED9" w:rsidP="005B3ED9">
      <w:r>
        <w:t>403.2203</w:t>
      </w:r>
      <w:r>
        <w:tab/>
        <w:t>1.013e0</w:t>
      </w:r>
    </w:p>
    <w:p w:rsidR="005B3ED9" w:rsidRDefault="005B3ED9" w:rsidP="005B3ED9">
      <w:r>
        <w:t>403.2327</w:t>
      </w:r>
      <w:r>
        <w:tab/>
        <w:t>2.792e0</w:t>
      </w:r>
    </w:p>
    <w:p w:rsidR="005B3ED9" w:rsidRDefault="005B3ED9" w:rsidP="005B3ED9">
      <w:r>
        <w:t>403.2531</w:t>
      </w:r>
      <w:r>
        <w:tab/>
        <w:t>1.013e0</w:t>
      </w:r>
    </w:p>
    <w:p w:rsidR="005B3ED9" w:rsidRDefault="005B3ED9" w:rsidP="005B3ED9">
      <w:r>
        <w:t>403.3018</w:t>
      </w:r>
      <w:r>
        <w:tab/>
        <w:t>1.013e0</w:t>
      </w:r>
    </w:p>
    <w:p w:rsidR="005B3ED9" w:rsidRDefault="005B3ED9" w:rsidP="005B3ED9">
      <w:r>
        <w:t>403.3162</w:t>
      </w:r>
      <w:r>
        <w:tab/>
        <w:t>2.025e0</w:t>
      </w:r>
    </w:p>
    <w:p w:rsidR="005B3ED9" w:rsidRDefault="005B3ED9" w:rsidP="005B3ED9">
      <w:r>
        <w:t>403.3314</w:t>
      </w:r>
      <w:r>
        <w:tab/>
        <w:t>1.013e0</w:t>
      </w:r>
    </w:p>
    <w:p w:rsidR="005B3ED9" w:rsidRDefault="005B3ED9" w:rsidP="005B3ED9">
      <w:r>
        <w:t>403.3483</w:t>
      </w:r>
      <w:r>
        <w:tab/>
        <w:t>1.013e0</w:t>
      </w:r>
    </w:p>
    <w:p w:rsidR="005B3ED9" w:rsidRDefault="005B3ED9" w:rsidP="005B3ED9">
      <w:r>
        <w:t>403.3696</w:t>
      </w:r>
      <w:r>
        <w:tab/>
        <w:t>1.013e0</w:t>
      </w:r>
    </w:p>
    <w:p w:rsidR="005B3ED9" w:rsidRDefault="005B3ED9" w:rsidP="005B3ED9">
      <w:r>
        <w:lastRenderedPageBreak/>
        <w:t>403.3741</w:t>
      </w:r>
      <w:r>
        <w:tab/>
        <w:t>1.013e0</w:t>
      </w:r>
    </w:p>
    <w:p w:rsidR="005B3ED9" w:rsidRDefault="005B3ED9" w:rsidP="005B3ED9">
      <w:r>
        <w:t>403.4175</w:t>
      </w:r>
      <w:r>
        <w:tab/>
        <w:t>2.025e0</w:t>
      </w:r>
    </w:p>
    <w:p w:rsidR="005B3ED9" w:rsidRDefault="005B3ED9" w:rsidP="005B3ED9">
      <w:r>
        <w:t>403.4297</w:t>
      </w:r>
      <w:r>
        <w:tab/>
        <w:t>1.013e0</w:t>
      </w:r>
    </w:p>
    <w:p w:rsidR="005B3ED9" w:rsidRDefault="005B3ED9" w:rsidP="005B3ED9">
      <w:r>
        <w:t>403.4510</w:t>
      </w:r>
      <w:r>
        <w:tab/>
        <w:t>1.013e0</w:t>
      </w:r>
    </w:p>
    <w:p w:rsidR="005B3ED9" w:rsidRDefault="005B3ED9" w:rsidP="005B3ED9">
      <w:r>
        <w:t>403.4635</w:t>
      </w:r>
      <w:r>
        <w:tab/>
        <w:t>4.051e0</w:t>
      </w:r>
    </w:p>
    <w:p w:rsidR="005B3ED9" w:rsidRDefault="005B3ED9" w:rsidP="005B3ED9">
      <w:r>
        <w:t>403.6003</w:t>
      </w:r>
      <w:r>
        <w:tab/>
        <w:t>1.013e0</w:t>
      </w:r>
    </w:p>
    <w:p w:rsidR="005B3ED9" w:rsidRDefault="005B3ED9" w:rsidP="005B3ED9">
      <w:r>
        <w:t>403.6165</w:t>
      </w:r>
      <w:r>
        <w:tab/>
        <w:t>1.013e0</w:t>
      </w:r>
    </w:p>
    <w:p w:rsidR="005B3ED9" w:rsidRDefault="005B3ED9" w:rsidP="005B3ED9">
      <w:r>
        <w:t>403.6430</w:t>
      </w:r>
      <w:r>
        <w:tab/>
        <w:t>1.013e0</w:t>
      </w:r>
    </w:p>
    <w:p w:rsidR="005B3ED9" w:rsidRDefault="005B3ED9" w:rsidP="005B3ED9">
      <w:r>
        <w:t>403.7234</w:t>
      </w:r>
      <w:r>
        <w:tab/>
        <w:t>1.013e0</w:t>
      </w:r>
    </w:p>
    <w:p w:rsidR="005B3ED9" w:rsidRDefault="005B3ED9" w:rsidP="005B3ED9">
      <w:r>
        <w:t>403.7321</w:t>
      </w:r>
      <w:r>
        <w:tab/>
        <w:t>1.013e0</w:t>
      </w:r>
    </w:p>
    <w:p w:rsidR="005B3ED9" w:rsidRDefault="005B3ED9" w:rsidP="005B3ED9">
      <w:r>
        <w:t>403.8388</w:t>
      </w:r>
      <w:r>
        <w:tab/>
        <w:t>1.013e0</w:t>
      </w:r>
    </w:p>
    <w:p w:rsidR="005B3ED9" w:rsidRDefault="005B3ED9" w:rsidP="005B3ED9">
      <w:r>
        <w:t>403.8689</w:t>
      </w:r>
      <w:r>
        <w:tab/>
        <w:t>2.025e0</w:t>
      </w:r>
    </w:p>
    <w:p w:rsidR="005B3ED9" w:rsidRDefault="005B3ED9" w:rsidP="005B3ED9">
      <w:r>
        <w:t>403.9374</w:t>
      </w:r>
      <w:r>
        <w:tab/>
        <w:t>1.013e0</w:t>
      </w:r>
    </w:p>
    <w:p w:rsidR="005B3ED9" w:rsidRDefault="005B3ED9" w:rsidP="005B3ED9">
      <w:r>
        <w:t>403.9731</w:t>
      </w:r>
      <w:r>
        <w:tab/>
        <w:t>1.013e0</w:t>
      </w:r>
    </w:p>
    <w:p w:rsidR="005B3ED9" w:rsidRDefault="005B3ED9" w:rsidP="005B3ED9">
      <w:r>
        <w:t>403.9747</w:t>
      </w:r>
      <w:r>
        <w:tab/>
        <w:t>4.051e0</w:t>
      </w:r>
    </w:p>
    <w:p w:rsidR="005B3ED9" w:rsidRDefault="005B3ED9" w:rsidP="005B3ED9">
      <w:r>
        <w:t>404.0521</w:t>
      </w:r>
      <w:r>
        <w:tab/>
        <w:t>1.013e0</w:t>
      </w:r>
    </w:p>
    <w:p w:rsidR="005B3ED9" w:rsidRDefault="005B3ED9" w:rsidP="005B3ED9">
      <w:r>
        <w:t>404.1125</w:t>
      </w:r>
      <w:r>
        <w:tab/>
        <w:t>3.038e0</w:t>
      </w:r>
    </w:p>
    <w:p w:rsidR="005B3ED9" w:rsidRDefault="005B3ED9" w:rsidP="005B3ED9">
      <w:r>
        <w:t>404.1416</w:t>
      </w:r>
      <w:r>
        <w:tab/>
        <w:t>2.025e0</w:t>
      </w:r>
    </w:p>
    <w:p w:rsidR="005B3ED9" w:rsidRDefault="005B3ED9" w:rsidP="005B3ED9">
      <w:r>
        <w:t>404.1942</w:t>
      </w:r>
      <w:r>
        <w:tab/>
        <w:t>2.025e0</w:t>
      </w:r>
    </w:p>
    <w:p w:rsidR="005B3ED9" w:rsidRDefault="005B3ED9" w:rsidP="005B3ED9">
      <w:r>
        <w:lastRenderedPageBreak/>
        <w:t>404.2511</w:t>
      </w:r>
      <w:r>
        <w:tab/>
        <w:t>2.025e0</w:t>
      </w:r>
    </w:p>
    <w:p w:rsidR="005B3ED9" w:rsidRDefault="005B3ED9" w:rsidP="005B3ED9">
      <w:r>
        <w:t>404.2942</w:t>
      </w:r>
      <w:r>
        <w:tab/>
        <w:t>1.013e0</w:t>
      </w:r>
    </w:p>
    <w:p w:rsidR="005B3ED9" w:rsidRDefault="005B3ED9" w:rsidP="005B3ED9">
      <w:r>
        <w:t>404.3585</w:t>
      </w:r>
      <w:r>
        <w:tab/>
        <w:t>1.013e0</w:t>
      </w:r>
    </w:p>
    <w:p w:rsidR="005B3ED9" w:rsidRDefault="005B3ED9" w:rsidP="005B3ED9">
      <w:r>
        <w:t>404.3942</w:t>
      </w:r>
      <w:r>
        <w:tab/>
        <w:t>1.013e0</w:t>
      </w:r>
    </w:p>
    <w:p w:rsidR="005B3ED9" w:rsidRDefault="005B3ED9" w:rsidP="005B3ED9">
      <w:r>
        <w:t>404.4112</w:t>
      </w:r>
      <w:r>
        <w:tab/>
        <w:t>1.013e0</w:t>
      </w:r>
    </w:p>
    <w:p w:rsidR="005B3ED9" w:rsidRDefault="005B3ED9" w:rsidP="005B3ED9">
      <w:r>
        <w:t>404.5228</w:t>
      </w:r>
      <w:r>
        <w:tab/>
        <w:t>1.013e0</w:t>
      </w:r>
    </w:p>
    <w:p w:rsidR="005B3ED9" w:rsidRDefault="005B3ED9" w:rsidP="005B3ED9">
      <w:r>
        <w:t>404.5513</w:t>
      </w:r>
      <w:r>
        <w:tab/>
        <w:t>1.013e0</w:t>
      </w:r>
    </w:p>
    <w:p w:rsidR="005B3ED9" w:rsidRDefault="005B3ED9" w:rsidP="005B3ED9">
      <w:r>
        <w:t>404.6183</w:t>
      </w:r>
      <w:r>
        <w:tab/>
        <w:t>2.025e0</w:t>
      </w:r>
    </w:p>
    <w:p w:rsidR="005B3ED9" w:rsidRDefault="005B3ED9" w:rsidP="005B3ED9">
      <w:r>
        <w:t>404.6514</w:t>
      </w:r>
      <w:r>
        <w:tab/>
        <w:t>1.013e0</w:t>
      </w:r>
    </w:p>
    <w:p w:rsidR="005B3ED9" w:rsidRDefault="005B3ED9" w:rsidP="005B3ED9">
      <w:r>
        <w:t>404.6585</w:t>
      </w:r>
      <w:r>
        <w:tab/>
        <w:t>1.013e0</w:t>
      </w:r>
    </w:p>
    <w:p w:rsidR="005B3ED9" w:rsidRDefault="005B3ED9" w:rsidP="005B3ED9">
      <w:r>
        <w:t>404.7443</w:t>
      </w:r>
      <w:r>
        <w:tab/>
        <w:t>1.013e0</w:t>
      </w:r>
    </w:p>
    <w:p w:rsidR="005B3ED9" w:rsidRDefault="005B3ED9" w:rsidP="005B3ED9">
      <w:r>
        <w:t>404.7871</w:t>
      </w:r>
      <w:r>
        <w:tab/>
        <w:t>1.013e0</w:t>
      </w:r>
    </w:p>
    <w:p w:rsidR="005B3ED9" w:rsidRDefault="005B3ED9" w:rsidP="005B3ED9">
      <w:r>
        <w:t>404.8591</w:t>
      </w:r>
      <w:r>
        <w:tab/>
        <w:t>1.013e0</w:t>
      </w:r>
    </w:p>
    <w:p w:rsidR="005B3ED9" w:rsidRDefault="005B3ED9" w:rsidP="005B3ED9">
      <w:r>
        <w:t>404.9087</w:t>
      </w:r>
      <w:r>
        <w:tab/>
        <w:t>1.013e0</w:t>
      </w:r>
    </w:p>
    <w:p w:rsidR="005B3ED9" w:rsidRDefault="005B3ED9" w:rsidP="005B3ED9">
      <w:r>
        <w:t>404.9106</w:t>
      </w:r>
      <w:r>
        <w:tab/>
        <w:t>2.025e0</w:t>
      </w:r>
    </w:p>
    <w:p w:rsidR="005B3ED9" w:rsidRDefault="005B3ED9" w:rsidP="005B3ED9">
      <w:r>
        <w:t>404.9764</w:t>
      </w:r>
      <w:r>
        <w:tab/>
        <w:t>3.038e0</w:t>
      </w:r>
    </w:p>
    <w:p w:rsidR="005B3ED9" w:rsidRDefault="005B3ED9" w:rsidP="005B3ED9">
      <w:r>
        <w:t>404.9799</w:t>
      </w:r>
      <w:r>
        <w:tab/>
        <w:t>1.013e0</w:t>
      </w:r>
    </w:p>
    <w:p w:rsidR="005B3ED9" w:rsidRDefault="005B3ED9" w:rsidP="005B3ED9">
      <w:r>
        <w:t>405.0439</w:t>
      </w:r>
      <w:r>
        <w:tab/>
        <w:t>1.013e0</w:t>
      </w:r>
    </w:p>
    <w:p w:rsidR="005B3ED9" w:rsidRDefault="005B3ED9" w:rsidP="005B3ED9">
      <w:r>
        <w:t>405.0845</w:t>
      </w:r>
      <w:r>
        <w:tab/>
        <w:t>2.025e0</w:t>
      </w:r>
    </w:p>
    <w:p w:rsidR="005B3ED9" w:rsidRDefault="005B3ED9" w:rsidP="005B3ED9">
      <w:r>
        <w:lastRenderedPageBreak/>
        <w:t>405.0865</w:t>
      </w:r>
      <w:r>
        <w:tab/>
        <w:t>1.013e0</w:t>
      </w:r>
    </w:p>
    <w:p w:rsidR="005B3ED9" w:rsidRDefault="005B3ED9" w:rsidP="005B3ED9">
      <w:r>
        <w:t>405.1079</w:t>
      </w:r>
      <w:r>
        <w:tab/>
        <w:t>1.013e0</w:t>
      </w:r>
    </w:p>
    <w:p w:rsidR="005B3ED9" w:rsidRDefault="005B3ED9" w:rsidP="005B3ED9">
      <w:r>
        <w:t>405.2025</w:t>
      </w:r>
      <w:r>
        <w:tab/>
        <w:t>2.025e0</w:t>
      </w:r>
    </w:p>
    <w:p w:rsidR="005B3ED9" w:rsidRDefault="005B3ED9" w:rsidP="005B3ED9">
      <w:r>
        <w:t>405.2194</w:t>
      </w:r>
      <w:r>
        <w:tab/>
        <w:t>4.051e0</w:t>
      </w:r>
    </w:p>
    <w:p w:rsidR="005B3ED9" w:rsidRDefault="005B3ED9" w:rsidP="005B3ED9">
      <w:r>
        <w:t>405.2234</w:t>
      </w:r>
      <w:r>
        <w:tab/>
        <w:t>1.013e0</w:t>
      </w:r>
    </w:p>
    <w:p w:rsidR="005B3ED9" w:rsidRDefault="005B3ED9" w:rsidP="005B3ED9">
      <w:r>
        <w:t>405.2823</w:t>
      </w:r>
      <w:r>
        <w:tab/>
        <w:t>1.013e0</w:t>
      </w:r>
    </w:p>
    <w:p w:rsidR="005B3ED9" w:rsidRDefault="005B3ED9" w:rsidP="005B3ED9">
      <w:r>
        <w:t>405.3093</w:t>
      </w:r>
      <w:r>
        <w:tab/>
        <w:t>1.013e0</w:t>
      </w:r>
    </w:p>
    <w:p w:rsidR="005B3ED9" w:rsidRDefault="005B3ED9" w:rsidP="005B3ED9">
      <w:r>
        <w:t>405.3307</w:t>
      </w:r>
      <w:r>
        <w:tab/>
        <w:t>1.013e0</w:t>
      </w:r>
    </w:p>
    <w:p w:rsidR="005B3ED9" w:rsidRDefault="005B3ED9" w:rsidP="005B3ED9">
      <w:r>
        <w:t>405.4103</w:t>
      </w:r>
      <w:r>
        <w:tab/>
        <w:t>1.013e0</w:t>
      </w:r>
    </w:p>
    <w:p w:rsidR="005B3ED9" w:rsidRDefault="005B3ED9" w:rsidP="005B3ED9">
      <w:r>
        <w:t>405.4317</w:t>
      </w:r>
      <w:r>
        <w:tab/>
        <w:t>1.013e0</w:t>
      </w:r>
    </w:p>
    <w:p w:rsidR="005B3ED9" w:rsidRDefault="005B3ED9" w:rsidP="005B3ED9">
      <w:r>
        <w:t>405.4706</w:t>
      </w:r>
      <w:r>
        <w:tab/>
        <w:t>1.013e0</w:t>
      </w:r>
    </w:p>
    <w:p w:rsidR="005B3ED9" w:rsidRDefault="005B3ED9" w:rsidP="005B3ED9">
      <w:r>
        <w:t>405.5134</w:t>
      </w:r>
      <w:r>
        <w:tab/>
        <w:t>1.013e0</w:t>
      </w:r>
    </w:p>
    <w:p w:rsidR="005B3ED9" w:rsidRDefault="005B3ED9" w:rsidP="005B3ED9">
      <w:r>
        <w:t>405.7910</w:t>
      </w:r>
      <w:r>
        <w:tab/>
        <w:t>1.013e0</w:t>
      </w:r>
    </w:p>
    <w:p w:rsidR="005B3ED9" w:rsidRDefault="005B3ED9" w:rsidP="005B3ED9">
      <w:r>
        <w:t>405.8176</w:t>
      </w:r>
      <w:r>
        <w:tab/>
        <w:t>1.013e0</w:t>
      </w:r>
    </w:p>
    <w:p w:rsidR="005B3ED9" w:rsidRDefault="005B3ED9" w:rsidP="005B3ED9">
      <w:r>
        <w:t>405.8248</w:t>
      </w:r>
      <w:r>
        <w:tab/>
        <w:t>1.013e0</w:t>
      </w:r>
    </w:p>
    <w:p w:rsidR="005B3ED9" w:rsidRDefault="005B3ED9" w:rsidP="005B3ED9">
      <w:r>
        <w:t>405.8606</w:t>
      </w:r>
      <w:r>
        <w:tab/>
        <w:t>1.013e0</w:t>
      </w:r>
    </w:p>
    <w:p w:rsidR="005B3ED9" w:rsidRDefault="005B3ED9" w:rsidP="005B3ED9">
      <w:r>
        <w:t>405.8976</w:t>
      </w:r>
      <w:r>
        <w:tab/>
        <w:t>1.013e0</w:t>
      </w:r>
    </w:p>
    <w:p w:rsidR="005B3ED9" w:rsidRDefault="005B3ED9" w:rsidP="005B3ED9">
      <w:r>
        <w:t>405.9184</w:t>
      </w:r>
      <w:r>
        <w:tab/>
        <w:t>2.025e0</w:t>
      </w:r>
    </w:p>
    <w:p w:rsidR="005B3ED9" w:rsidRDefault="005B3ED9" w:rsidP="005B3ED9">
      <w:r>
        <w:t>405.9538</w:t>
      </w:r>
      <w:r>
        <w:tab/>
        <w:t>1.013e0</w:t>
      </w:r>
    </w:p>
    <w:p w:rsidR="005B3ED9" w:rsidRDefault="005B3ED9" w:rsidP="005B3ED9">
      <w:r>
        <w:lastRenderedPageBreak/>
        <w:t>405.9918</w:t>
      </w:r>
      <w:r>
        <w:tab/>
        <w:t>2.025e0</w:t>
      </w:r>
    </w:p>
    <w:p w:rsidR="005B3ED9" w:rsidRDefault="005B3ED9" w:rsidP="005B3ED9">
      <w:r>
        <w:t>406.0125</w:t>
      </w:r>
      <w:r>
        <w:tab/>
        <w:t>3.038e0</w:t>
      </w:r>
    </w:p>
    <w:p w:rsidR="005B3ED9" w:rsidRDefault="005B3ED9" w:rsidP="005B3ED9">
      <w:r>
        <w:t>406.0220</w:t>
      </w:r>
      <w:r>
        <w:tab/>
        <w:t>1.013e0</w:t>
      </w:r>
    </w:p>
    <w:p w:rsidR="005B3ED9" w:rsidRDefault="005B3ED9" w:rsidP="005B3ED9">
      <w:r>
        <w:t>406.0542</w:t>
      </w:r>
      <w:r>
        <w:tab/>
        <w:t>1.013e0</w:t>
      </w:r>
    </w:p>
    <w:p w:rsidR="005B3ED9" w:rsidRDefault="005B3ED9" w:rsidP="005B3ED9">
      <w:r>
        <w:t>406.0861</w:t>
      </w:r>
      <w:r>
        <w:tab/>
        <w:t>1.013e0</w:t>
      </w:r>
    </w:p>
    <w:p w:rsidR="005B3ED9" w:rsidRDefault="005B3ED9" w:rsidP="005B3ED9">
      <w:r>
        <w:t>406.0900</w:t>
      </w:r>
      <w:r>
        <w:tab/>
        <w:t>1.013e0</w:t>
      </w:r>
    </w:p>
    <w:p w:rsidR="005B3ED9" w:rsidRDefault="005B3ED9" w:rsidP="005B3ED9">
      <w:r>
        <w:t>406.2473</w:t>
      </w:r>
      <w:r>
        <w:tab/>
        <w:t>5.063e0</w:t>
      </w:r>
    </w:p>
    <w:p w:rsidR="005B3ED9" w:rsidRDefault="005B3ED9" w:rsidP="005B3ED9">
      <w:r>
        <w:t>406.2530</w:t>
      </w:r>
      <w:r>
        <w:tab/>
        <w:t>1.013e0</w:t>
      </w:r>
    </w:p>
    <w:p w:rsidR="005B3ED9" w:rsidRDefault="005B3ED9" w:rsidP="005B3ED9">
      <w:r>
        <w:t>406.2729</w:t>
      </w:r>
      <w:r>
        <w:tab/>
        <w:t>2.025e0</w:t>
      </w:r>
    </w:p>
    <w:p w:rsidR="005B3ED9" w:rsidRDefault="005B3ED9" w:rsidP="005B3ED9">
      <w:r>
        <w:t>406.3267</w:t>
      </w:r>
      <w:r>
        <w:tab/>
        <w:t>2.025e0</w:t>
      </w:r>
    </w:p>
    <w:p w:rsidR="005B3ED9" w:rsidRDefault="005B3ED9" w:rsidP="005B3ED9">
      <w:r>
        <w:t>406.3384</w:t>
      </w:r>
      <w:r>
        <w:tab/>
        <w:t>1.013e0</w:t>
      </w:r>
    </w:p>
    <w:p w:rsidR="005B3ED9" w:rsidRDefault="005B3ED9" w:rsidP="005B3ED9">
      <w:r>
        <w:t>406.3598</w:t>
      </w:r>
      <w:r>
        <w:tab/>
        <w:t>1.013e0</w:t>
      </w:r>
    </w:p>
    <w:p w:rsidR="005B3ED9" w:rsidRDefault="005B3ED9" w:rsidP="005B3ED9">
      <w:r>
        <w:t>406.4127</w:t>
      </w:r>
      <w:r>
        <w:tab/>
        <w:t>1.013e0</w:t>
      </w:r>
    </w:p>
    <w:p w:rsidR="005B3ED9" w:rsidRDefault="005B3ED9" w:rsidP="005B3ED9">
      <w:r>
        <w:t>406.4879</w:t>
      </w:r>
      <w:r>
        <w:tab/>
        <w:t>2.025e0</w:t>
      </w:r>
    </w:p>
    <w:p w:rsidR="005B3ED9" w:rsidRDefault="005B3ED9" w:rsidP="005B3ED9">
      <w:r>
        <w:t>406.5204</w:t>
      </w:r>
      <w:r>
        <w:tab/>
        <w:t>1.013e0</w:t>
      </w:r>
    </w:p>
    <w:p w:rsidR="005B3ED9" w:rsidRDefault="005B3ED9" w:rsidP="005B3ED9">
      <w:r>
        <w:t>406.6123</w:t>
      </w:r>
      <w:r>
        <w:tab/>
        <w:t>1.013e0</w:t>
      </w:r>
    </w:p>
    <w:p w:rsidR="005B3ED9" w:rsidRDefault="005B3ED9" w:rsidP="005B3ED9">
      <w:r>
        <w:t>406.6280</w:t>
      </w:r>
      <w:r>
        <w:tab/>
        <w:t>1.013e0</w:t>
      </w:r>
    </w:p>
    <w:p w:rsidR="005B3ED9" w:rsidRDefault="005B3ED9" w:rsidP="005B3ED9">
      <w:r>
        <w:t>406.7441</w:t>
      </w:r>
      <w:r>
        <w:tab/>
        <w:t>1.013e0</w:t>
      </w:r>
    </w:p>
    <w:p w:rsidR="005B3ED9" w:rsidRDefault="005B3ED9" w:rsidP="005B3ED9">
      <w:r>
        <w:t>406.8258</w:t>
      </w:r>
      <w:r>
        <w:tab/>
        <w:t>1.013e0</w:t>
      </w:r>
    </w:p>
    <w:p w:rsidR="005B3ED9" w:rsidRDefault="005B3ED9" w:rsidP="005B3ED9">
      <w:r>
        <w:lastRenderedPageBreak/>
        <w:t>406.8765</w:t>
      </w:r>
      <w:r>
        <w:tab/>
        <w:t>2.025e0</w:t>
      </w:r>
    </w:p>
    <w:p w:rsidR="005B3ED9" w:rsidRDefault="005B3ED9" w:rsidP="005B3ED9">
      <w:r>
        <w:t>406.8877</w:t>
      </w:r>
      <w:r>
        <w:tab/>
        <w:t>2.025e0</w:t>
      </w:r>
    </w:p>
    <w:p w:rsidR="005B3ED9" w:rsidRDefault="005B3ED9" w:rsidP="005B3ED9">
      <w:r>
        <w:t>406.9152</w:t>
      </w:r>
      <w:r>
        <w:tab/>
        <w:t>1.013e0</w:t>
      </w:r>
    </w:p>
    <w:p w:rsidR="005B3ED9" w:rsidRDefault="005B3ED9" w:rsidP="005B3ED9">
      <w:r>
        <w:t>406.9258</w:t>
      </w:r>
      <w:r>
        <w:tab/>
        <w:t>3.038e0</w:t>
      </w:r>
    </w:p>
    <w:p w:rsidR="005B3ED9" w:rsidRDefault="005B3ED9" w:rsidP="005B3ED9">
      <w:r>
        <w:t>406.9433</w:t>
      </w:r>
      <w:r>
        <w:tab/>
        <w:t>2.025e0</w:t>
      </w:r>
    </w:p>
    <w:p w:rsidR="005B3ED9" w:rsidRDefault="005B3ED9" w:rsidP="005B3ED9">
      <w:r>
        <w:t>407.0086</w:t>
      </w:r>
      <w:r>
        <w:tab/>
        <w:t>1.013e0</w:t>
      </w:r>
    </w:p>
    <w:p w:rsidR="005B3ED9" w:rsidRDefault="005B3ED9" w:rsidP="005B3ED9">
      <w:r>
        <w:t>407.0249</w:t>
      </w:r>
      <w:r>
        <w:tab/>
        <w:t>2.025e0</w:t>
      </w:r>
    </w:p>
    <w:p w:rsidR="005B3ED9" w:rsidRDefault="005B3ED9" w:rsidP="005B3ED9">
      <w:r>
        <w:t>407.0395</w:t>
      </w:r>
      <w:r>
        <w:tab/>
        <w:t>1.013e0</w:t>
      </w:r>
    </w:p>
    <w:p w:rsidR="005B3ED9" w:rsidRDefault="005B3ED9" w:rsidP="005B3ED9">
      <w:r>
        <w:t>407.0445</w:t>
      </w:r>
      <w:r>
        <w:tab/>
        <w:t>1.013e0</w:t>
      </w:r>
    </w:p>
    <w:p w:rsidR="005B3ED9" w:rsidRDefault="005B3ED9" w:rsidP="005B3ED9">
      <w:r>
        <w:t>407.0608</w:t>
      </w:r>
      <w:r>
        <w:tab/>
        <w:t>1.013e0</w:t>
      </w:r>
    </w:p>
    <w:p w:rsidR="005B3ED9" w:rsidRDefault="005B3ED9" w:rsidP="005B3ED9">
      <w:r>
        <w:t>407.1191</w:t>
      </w:r>
      <w:r>
        <w:tab/>
        <w:t>3.038e0</w:t>
      </w:r>
    </w:p>
    <w:p w:rsidR="005B3ED9" w:rsidRDefault="005B3ED9" w:rsidP="005B3ED9">
      <w:r>
        <w:t>407.1326</w:t>
      </w:r>
      <w:r>
        <w:tab/>
        <w:t>9.319e1</w:t>
      </w:r>
    </w:p>
    <w:p w:rsidR="005B3ED9" w:rsidRDefault="005B3ED9" w:rsidP="005B3ED9">
      <w:r>
        <w:t>407.1369</w:t>
      </w:r>
      <w:r>
        <w:tab/>
        <w:t>4.298e1</w:t>
      </w:r>
    </w:p>
    <w:p w:rsidR="005B3ED9" w:rsidRDefault="005B3ED9" w:rsidP="005B3ED9">
      <w:r>
        <w:t>407.1495</w:t>
      </w:r>
      <w:r>
        <w:tab/>
        <w:t>1.346e1</w:t>
      </w:r>
    </w:p>
    <w:p w:rsidR="005B3ED9" w:rsidRDefault="005B3ED9" w:rsidP="005B3ED9">
      <w:r>
        <w:t>407.1599</w:t>
      </w:r>
      <w:r>
        <w:tab/>
        <w:t>3.038e0</w:t>
      </w:r>
    </w:p>
    <w:p w:rsidR="005B3ED9" w:rsidRDefault="005B3ED9" w:rsidP="005B3ED9">
      <w:r>
        <w:t>407.2795</w:t>
      </w:r>
      <w:r>
        <w:tab/>
        <w:t>2.025e0</w:t>
      </w:r>
    </w:p>
    <w:p w:rsidR="005B3ED9" w:rsidRDefault="005B3ED9" w:rsidP="005B3ED9">
      <w:r>
        <w:t>407.2860</w:t>
      </w:r>
      <w:r>
        <w:tab/>
        <w:t>2.025e0</w:t>
      </w:r>
    </w:p>
    <w:p w:rsidR="005B3ED9" w:rsidRDefault="005B3ED9" w:rsidP="005B3ED9">
      <w:r>
        <w:t>407.3367</w:t>
      </w:r>
      <w:r>
        <w:tab/>
        <w:t>2.025e0</w:t>
      </w:r>
    </w:p>
    <w:p w:rsidR="005B3ED9" w:rsidRDefault="005B3ED9" w:rsidP="005B3ED9">
      <w:r>
        <w:t>407.3463</w:t>
      </w:r>
      <w:r>
        <w:tab/>
        <w:t>1.013e0</w:t>
      </w:r>
    </w:p>
    <w:p w:rsidR="005B3ED9" w:rsidRDefault="005B3ED9" w:rsidP="005B3ED9">
      <w:r>
        <w:lastRenderedPageBreak/>
        <w:t>407.3522</w:t>
      </w:r>
      <w:r>
        <w:tab/>
        <w:t>2.025e0</w:t>
      </w:r>
    </w:p>
    <w:p w:rsidR="005B3ED9" w:rsidRDefault="005B3ED9" w:rsidP="005B3ED9">
      <w:r>
        <w:t>407.4254</w:t>
      </w:r>
      <w:r>
        <w:tab/>
        <w:t>1.013e0</w:t>
      </w:r>
    </w:p>
    <w:p w:rsidR="005B3ED9" w:rsidRDefault="005B3ED9" w:rsidP="005B3ED9">
      <w:r>
        <w:t>407.4803</w:t>
      </w:r>
      <w:r>
        <w:tab/>
        <w:t>1.013e0</w:t>
      </w:r>
    </w:p>
    <w:p w:rsidR="005B3ED9" w:rsidRDefault="005B3ED9" w:rsidP="005B3ED9">
      <w:r>
        <w:t>407.4901</w:t>
      </w:r>
      <w:r>
        <w:tab/>
        <w:t>1.013e0</w:t>
      </w:r>
    </w:p>
    <w:p w:rsidR="005B3ED9" w:rsidRDefault="005B3ED9" w:rsidP="005B3ED9">
      <w:r>
        <w:t>407.5333</w:t>
      </w:r>
      <w:r>
        <w:tab/>
        <w:t>1.013e0</w:t>
      </w:r>
    </w:p>
    <w:p w:rsidR="005B3ED9" w:rsidRDefault="005B3ED9" w:rsidP="005B3ED9">
      <w:r>
        <w:t>407.5548</w:t>
      </w:r>
      <w:r>
        <w:tab/>
        <w:t>1.013e0</w:t>
      </w:r>
    </w:p>
    <w:p w:rsidR="005B3ED9" w:rsidRDefault="005B3ED9" w:rsidP="005B3ED9">
      <w:r>
        <w:t>407.5658</w:t>
      </w:r>
      <w:r>
        <w:tab/>
        <w:t>1.013e0</w:t>
      </w:r>
    </w:p>
    <w:p w:rsidR="005B3ED9" w:rsidRDefault="005B3ED9" w:rsidP="005B3ED9">
      <w:r>
        <w:t>407.5980</w:t>
      </w:r>
      <w:r>
        <w:tab/>
        <w:t>1.013e0</w:t>
      </w:r>
    </w:p>
    <w:p w:rsidR="005B3ED9" w:rsidRDefault="005B3ED9" w:rsidP="005B3ED9">
      <w:r>
        <w:t>407.6124</w:t>
      </w:r>
      <w:r>
        <w:tab/>
        <w:t>1.013e0</w:t>
      </w:r>
    </w:p>
    <w:p w:rsidR="005B3ED9" w:rsidRDefault="005B3ED9" w:rsidP="005B3ED9">
      <w:r>
        <w:t>407.6514</w:t>
      </w:r>
      <w:r>
        <w:tab/>
        <w:t>1.013e0</w:t>
      </w:r>
    </w:p>
    <w:p w:rsidR="005B3ED9" w:rsidRDefault="005B3ED9" w:rsidP="005B3ED9">
      <w:r>
        <w:t>407.6708</w:t>
      </w:r>
      <w:r>
        <w:tab/>
        <w:t>2.025e0</w:t>
      </w:r>
    </w:p>
    <w:p w:rsidR="005B3ED9" w:rsidRDefault="005B3ED9" w:rsidP="005B3ED9">
      <w:r>
        <w:t>407.6843</w:t>
      </w:r>
      <w:r>
        <w:tab/>
        <w:t>1.013e0</w:t>
      </w:r>
    </w:p>
    <w:p w:rsidR="005B3ED9" w:rsidRDefault="005B3ED9" w:rsidP="005B3ED9">
      <w:r>
        <w:t>407.7185</w:t>
      </w:r>
      <w:r>
        <w:tab/>
        <w:t>2.025e0</w:t>
      </w:r>
    </w:p>
    <w:p w:rsidR="005B3ED9" w:rsidRDefault="005B3ED9" w:rsidP="005B3ED9">
      <w:r>
        <w:t>407.7419</w:t>
      </w:r>
      <w:r>
        <w:tab/>
        <w:t>1.013e0</w:t>
      </w:r>
    </w:p>
    <w:p w:rsidR="005B3ED9" w:rsidRDefault="005B3ED9" w:rsidP="005B3ED9">
      <w:r>
        <w:t>407.7922</w:t>
      </w:r>
      <w:r>
        <w:tab/>
        <w:t>1.013e0</w:t>
      </w:r>
    </w:p>
    <w:p w:rsidR="005B3ED9" w:rsidRDefault="005B3ED9" w:rsidP="005B3ED9">
      <w:r>
        <w:t>407.8309</w:t>
      </w:r>
      <w:r>
        <w:tab/>
        <w:t>2.025e0</w:t>
      </w:r>
    </w:p>
    <w:p w:rsidR="005B3ED9" w:rsidRDefault="005B3ED9" w:rsidP="005B3ED9">
      <w:r>
        <w:t>407.8499</w:t>
      </w:r>
      <w:r>
        <w:tab/>
        <w:t>1.013e0</w:t>
      </w:r>
    </w:p>
    <w:p w:rsidR="005B3ED9" w:rsidRDefault="005B3ED9" w:rsidP="005B3ED9">
      <w:r>
        <w:t>407.9002</w:t>
      </w:r>
      <w:r>
        <w:tab/>
        <w:t>1.013e0</w:t>
      </w:r>
    </w:p>
    <w:p w:rsidR="005B3ED9" w:rsidRDefault="005B3ED9" w:rsidP="005B3ED9">
      <w:r>
        <w:t>407.9252</w:t>
      </w:r>
      <w:r>
        <w:tab/>
        <w:t>1.013e0</w:t>
      </w:r>
    </w:p>
    <w:p w:rsidR="005B3ED9" w:rsidRDefault="005B3ED9" w:rsidP="005B3ED9">
      <w:r>
        <w:lastRenderedPageBreak/>
        <w:t>407.9341</w:t>
      </w:r>
      <w:r>
        <w:tab/>
        <w:t>2.025e0</w:t>
      </w:r>
    </w:p>
    <w:p w:rsidR="005B3ED9" w:rsidRDefault="005B3ED9" w:rsidP="005B3ED9">
      <w:r>
        <w:t>407.9881</w:t>
      </w:r>
      <w:r>
        <w:tab/>
        <w:t>3.038e0</w:t>
      </w:r>
    </w:p>
    <w:p w:rsidR="005B3ED9" w:rsidRDefault="005B3ED9" w:rsidP="005B3ED9">
      <w:r>
        <w:t>407.9893</w:t>
      </w:r>
      <w:r>
        <w:tab/>
        <w:t>1.013e0</w:t>
      </w:r>
    </w:p>
    <w:p w:rsidR="005B3ED9" w:rsidRDefault="005B3ED9" w:rsidP="005B3ED9">
      <w:r>
        <w:t>408.0283</w:t>
      </w:r>
      <w:r>
        <w:tab/>
        <w:t>1.013e0</w:t>
      </w:r>
    </w:p>
    <w:p w:rsidR="005B3ED9" w:rsidRDefault="005B3ED9" w:rsidP="005B3ED9">
      <w:r>
        <w:t>408.0534</w:t>
      </w:r>
      <w:r>
        <w:tab/>
        <w:t>1.013e0</w:t>
      </w:r>
    </w:p>
    <w:p w:rsidR="005B3ED9" w:rsidRDefault="005B3ED9" w:rsidP="005B3ED9">
      <w:r>
        <w:t>408.1221</w:t>
      </w:r>
      <w:r>
        <w:tab/>
        <w:t>9.553e0</w:t>
      </w:r>
    </w:p>
    <w:p w:rsidR="005B3ED9" w:rsidRDefault="005B3ED9" w:rsidP="005B3ED9">
      <w:r>
        <w:t>408.1446</w:t>
      </w:r>
      <w:r>
        <w:tab/>
        <w:t>2.228e1</w:t>
      </w:r>
    </w:p>
    <w:p w:rsidR="005B3ED9" w:rsidRDefault="005B3ED9" w:rsidP="005B3ED9">
      <w:r>
        <w:t>408.1479</w:t>
      </w:r>
      <w:r>
        <w:tab/>
        <w:t>4.051e0</w:t>
      </w:r>
    </w:p>
    <w:p w:rsidR="005B3ED9" w:rsidRDefault="005B3ED9" w:rsidP="005B3ED9">
      <w:r>
        <w:t>408.2248</w:t>
      </w:r>
      <w:r>
        <w:tab/>
        <w:t>3.038e0</w:t>
      </w:r>
    </w:p>
    <w:p w:rsidR="005B3ED9" w:rsidRDefault="005B3ED9" w:rsidP="005B3ED9">
      <w:r>
        <w:t>408.2633</w:t>
      </w:r>
      <w:r>
        <w:tab/>
        <w:t>1.013e0</w:t>
      </w:r>
    </w:p>
    <w:p w:rsidR="005B3ED9" w:rsidRDefault="005B3ED9" w:rsidP="005B3ED9">
      <w:r>
        <w:t>408.2810</w:t>
      </w:r>
      <w:r>
        <w:tab/>
        <w:t>1.013e0</w:t>
      </w:r>
    </w:p>
    <w:p w:rsidR="005B3ED9" w:rsidRDefault="005B3ED9" w:rsidP="005B3ED9">
      <w:r>
        <w:t>408.3043</w:t>
      </w:r>
      <w:r>
        <w:tab/>
        <w:t>2.025e0</w:t>
      </w:r>
    </w:p>
    <w:p w:rsidR="005B3ED9" w:rsidRDefault="005B3ED9" w:rsidP="005B3ED9">
      <w:r>
        <w:t>408.3061</w:t>
      </w:r>
      <w:r>
        <w:tab/>
        <w:t>1.013e0</w:t>
      </w:r>
    </w:p>
    <w:p w:rsidR="005B3ED9" w:rsidRDefault="005B3ED9" w:rsidP="005B3ED9">
      <w:r>
        <w:t>408.3107</w:t>
      </w:r>
      <w:r>
        <w:tab/>
        <w:t>1.013e0</w:t>
      </w:r>
    </w:p>
    <w:p w:rsidR="005B3ED9" w:rsidRDefault="005B3ED9" w:rsidP="005B3ED9">
      <w:r>
        <w:t>408.3168</w:t>
      </w:r>
      <w:r>
        <w:tab/>
        <w:t>2.025e0</w:t>
      </w:r>
    </w:p>
    <w:p w:rsidR="005B3ED9" w:rsidRDefault="005B3ED9" w:rsidP="005B3ED9">
      <w:r>
        <w:t>408.3488</w:t>
      </w:r>
      <w:r>
        <w:tab/>
        <w:t>1.013e0</w:t>
      </w:r>
    </w:p>
    <w:p w:rsidR="005B3ED9" w:rsidRDefault="005B3ED9" w:rsidP="005B3ED9">
      <w:r>
        <w:t>408.3611</w:t>
      </w:r>
      <w:r>
        <w:tab/>
        <w:t>2.025e0</w:t>
      </w:r>
    </w:p>
    <w:p w:rsidR="005B3ED9" w:rsidRDefault="005B3ED9" w:rsidP="005B3ED9">
      <w:r>
        <w:t>408.3664</w:t>
      </w:r>
      <w:r>
        <w:tab/>
        <w:t>1.013e0</w:t>
      </w:r>
    </w:p>
    <w:p w:rsidR="005B3ED9" w:rsidRDefault="005B3ED9" w:rsidP="005B3ED9">
      <w:r>
        <w:t>408.4069</w:t>
      </w:r>
      <w:r>
        <w:tab/>
        <w:t>2.025e0</w:t>
      </w:r>
    </w:p>
    <w:p w:rsidR="005B3ED9" w:rsidRDefault="005B3ED9" w:rsidP="005B3ED9">
      <w:r>
        <w:lastRenderedPageBreak/>
        <w:t>408.4768</w:t>
      </w:r>
      <w:r>
        <w:tab/>
        <w:t>2.025e0</w:t>
      </w:r>
    </w:p>
    <w:p w:rsidR="005B3ED9" w:rsidRDefault="005B3ED9" w:rsidP="005B3ED9">
      <w:r>
        <w:t>408.4981</w:t>
      </w:r>
      <w:r>
        <w:tab/>
        <w:t>1.013e0</w:t>
      </w:r>
    </w:p>
    <w:p w:rsidR="005B3ED9" w:rsidRDefault="005B3ED9" w:rsidP="005B3ED9">
      <w:r>
        <w:t>408.5413</w:t>
      </w:r>
      <w:r>
        <w:tab/>
        <w:t>1.013e0</w:t>
      </w:r>
    </w:p>
    <w:p w:rsidR="005B3ED9" w:rsidRDefault="005B3ED9" w:rsidP="005B3ED9">
      <w:r>
        <w:t>408.5917</w:t>
      </w:r>
      <w:r>
        <w:tab/>
        <w:t>1.013e0</w:t>
      </w:r>
    </w:p>
    <w:p w:rsidR="005B3ED9" w:rsidRDefault="005B3ED9" w:rsidP="005B3ED9">
      <w:r>
        <w:t>408.6494</w:t>
      </w:r>
      <w:r>
        <w:tab/>
        <w:t>1.013e0</w:t>
      </w:r>
    </w:p>
    <w:p w:rsidR="005B3ED9" w:rsidRDefault="005B3ED9" w:rsidP="005B3ED9">
      <w:r>
        <w:t>408.6655</w:t>
      </w:r>
      <w:r>
        <w:tab/>
        <w:t>1.013e0</w:t>
      </w:r>
    </w:p>
    <w:p w:rsidR="005B3ED9" w:rsidRDefault="005B3ED9" w:rsidP="005B3ED9">
      <w:r>
        <w:t>408.7082</w:t>
      </w:r>
      <w:r>
        <w:tab/>
        <w:t>1.013e0</w:t>
      </w:r>
    </w:p>
    <w:p w:rsidR="005B3ED9" w:rsidRDefault="005B3ED9" w:rsidP="005B3ED9">
      <w:r>
        <w:t>408.7508</w:t>
      </w:r>
      <w:r>
        <w:tab/>
        <w:t>1.013e0</w:t>
      </w:r>
    </w:p>
    <w:p w:rsidR="005B3ED9" w:rsidRDefault="005B3ED9" w:rsidP="005B3ED9">
      <w:r>
        <w:t>408.7792</w:t>
      </w:r>
      <w:r>
        <w:tab/>
        <w:t>1.013e0</w:t>
      </w:r>
    </w:p>
    <w:p w:rsidR="005B3ED9" w:rsidRDefault="005B3ED9" w:rsidP="005B3ED9">
      <w:r>
        <w:t>408.8009</w:t>
      </w:r>
      <w:r>
        <w:tab/>
        <w:t>1.013e0</w:t>
      </w:r>
    </w:p>
    <w:p w:rsidR="005B3ED9" w:rsidRDefault="005B3ED9" w:rsidP="005B3ED9">
      <w:r>
        <w:t>408.8152</w:t>
      </w:r>
      <w:r>
        <w:tab/>
        <w:t>1.013e0</w:t>
      </w:r>
    </w:p>
    <w:p w:rsidR="005B3ED9" w:rsidRDefault="005B3ED9" w:rsidP="005B3ED9">
      <w:r>
        <w:t>408.8225</w:t>
      </w:r>
      <w:r>
        <w:tab/>
        <w:t>1.013e0</w:t>
      </w:r>
    </w:p>
    <w:p w:rsidR="005B3ED9" w:rsidRDefault="005B3ED9" w:rsidP="005B3ED9">
      <w:r>
        <w:t>408.8930</w:t>
      </w:r>
      <w:r>
        <w:tab/>
        <w:t>1.013e0</w:t>
      </w:r>
    </w:p>
    <w:p w:rsidR="005B3ED9" w:rsidRDefault="005B3ED9" w:rsidP="005B3ED9">
      <w:r>
        <w:t>408.9452</w:t>
      </w:r>
      <w:r>
        <w:tab/>
        <w:t>1.013e0</w:t>
      </w:r>
    </w:p>
    <w:p w:rsidR="005B3ED9" w:rsidRDefault="005B3ED9" w:rsidP="005B3ED9">
      <w:r>
        <w:t>408.9609</w:t>
      </w:r>
      <w:r>
        <w:tab/>
        <w:t>2.025e0</w:t>
      </w:r>
    </w:p>
    <w:p w:rsidR="005B3ED9" w:rsidRDefault="005B3ED9" w:rsidP="005B3ED9">
      <w:r>
        <w:t>409.0269</w:t>
      </w:r>
      <w:r>
        <w:tab/>
        <w:t>3.038e0</w:t>
      </w:r>
    </w:p>
    <w:p w:rsidR="005B3ED9" w:rsidRDefault="005B3ED9" w:rsidP="005B3ED9">
      <w:r>
        <w:t>409.0317</w:t>
      </w:r>
      <w:r>
        <w:tab/>
        <w:t>2.025e0</w:t>
      </w:r>
    </w:p>
    <w:p w:rsidR="005B3ED9" w:rsidRDefault="005B3ED9" w:rsidP="005B3ED9">
      <w:r>
        <w:t>409.1031</w:t>
      </w:r>
      <w:r>
        <w:tab/>
        <w:t>2.025e0</w:t>
      </w:r>
    </w:p>
    <w:p w:rsidR="005B3ED9" w:rsidRDefault="005B3ED9" w:rsidP="005B3ED9">
      <w:r>
        <w:t>409.1390</w:t>
      </w:r>
      <w:r>
        <w:tab/>
        <w:t>1.013e1</w:t>
      </w:r>
    </w:p>
    <w:p w:rsidR="005B3ED9" w:rsidRDefault="005B3ED9" w:rsidP="005B3ED9">
      <w:r>
        <w:lastRenderedPageBreak/>
        <w:t>409.1563</w:t>
      </w:r>
      <w:r>
        <w:tab/>
        <w:t>4.051e0</w:t>
      </w:r>
    </w:p>
    <w:p w:rsidR="005B3ED9" w:rsidRDefault="005B3ED9" w:rsidP="005B3ED9">
      <w:r>
        <w:t>409.1761</w:t>
      </w:r>
      <w:r>
        <w:tab/>
        <w:t>1.013e0</w:t>
      </w:r>
    </w:p>
    <w:p w:rsidR="005B3ED9" w:rsidRDefault="005B3ED9" w:rsidP="005B3ED9">
      <w:r>
        <w:t>409.2098</w:t>
      </w:r>
      <w:r>
        <w:tab/>
        <w:t>1.013e0</w:t>
      </w:r>
    </w:p>
    <w:p w:rsidR="005B3ED9" w:rsidRDefault="005B3ED9" w:rsidP="005B3ED9">
      <w:r>
        <w:t>409.2194</w:t>
      </w:r>
      <w:r>
        <w:tab/>
        <w:t>1.013e0</w:t>
      </w:r>
    </w:p>
    <w:p w:rsidR="005B3ED9" w:rsidRDefault="005B3ED9" w:rsidP="005B3ED9">
      <w:r>
        <w:t>409.2846</w:t>
      </w:r>
      <w:r>
        <w:tab/>
        <w:t>2.025e0</w:t>
      </w:r>
    </w:p>
    <w:p w:rsidR="005B3ED9" w:rsidRDefault="005B3ED9" w:rsidP="005B3ED9">
      <w:r>
        <w:t>409.2954</w:t>
      </w:r>
      <w:r>
        <w:tab/>
        <w:t>1.013e0</w:t>
      </w:r>
    </w:p>
    <w:p w:rsidR="005B3ED9" w:rsidRDefault="005B3ED9" w:rsidP="005B3ED9">
      <w:r>
        <w:t>409.3088</w:t>
      </w:r>
      <w:r>
        <w:tab/>
        <w:t>2.025e0</w:t>
      </w:r>
    </w:p>
    <w:p w:rsidR="005B3ED9" w:rsidRDefault="005B3ED9" w:rsidP="005B3ED9">
      <w:r>
        <w:t>409.3167</w:t>
      </w:r>
      <w:r>
        <w:tab/>
        <w:t>1.013e0</w:t>
      </w:r>
    </w:p>
    <w:p w:rsidR="005B3ED9" w:rsidRDefault="005B3ED9" w:rsidP="005B3ED9">
      <w:r>
        <w:t>409.3277</w:t>
      </w:r>
      <w:r>
        <w:tab/>
        <w:t>1.013e0</w:t>
      </w:r>
    </w:p>
    <w:p w:rsidR="005B3ED9" w:rsidRDefault="005B3ED9" w:rsidP="005B3ED9">
      <w:r>
        <w:t>409.3776</w:t>
      </w:r>
      <w:r>
        <w:tab/>
        <w:t>3.038e0</w:t>
      </w:r>
    </w:p>
    <w:p w:rsidR="005B3ED9" w:rsidRDefault="005B3ED9" w:rsidP="005B3ED9">
      <w:r>
        <w:t>409.3829</w:t>
      </w:r>
      <w:r>
        <w:tab/>
        <w:t>2.025e0</w:t>
      </w:r>
    </w:p>
    <w:p w:rsidR="005B3ED9" w:rsidRDefault="005B3ED9" w:rsidP="005B3ED9">
      <w:r>
        <w:t>409.4091</w:t>
      </w:r>
      <w:r>
        <w:tab/>
        <w:t>2.025e0</w:t>
      </w:r>
    </w:p>
    <w:p w:rsidR="005B3ED9" w:rsidRDefault="005B3ED9" w:rsidP="005B3ED9">
      <w:r>
        <w:t>409.4143</w:t>
      </w:r>
      <w:r>
        <w:tab/>
        <w:t>1.013e0</w:t>
      </w:r>
    </w:p>
    <w:p w:rsidR="005B3ED9" w:rsidRDefault="005B3ED9" w:rsidP="005B3ED9">
      <w:r>
        <w:t>409.4794</w:t>
      </w:r>
      <w:r>
        <w:tab/>
        <w:t>1.013e0</w:t>
      </w:r>
    </w:p>
    <w:p w:rsidR="005B3ED9" w:rsidRDefault="005B3ED9" w:rsidP="005B3ED9">
      <w:r>
        <w:t>409.5267</w:t>
      </w:r>
      <w:r>
        <w:tab/>
        <w:t>1.013e0</w:t>
      </w:r>
    </w:p>
    <w:p w:rsidR="005B3ED9" w:rsidRDefault="005B3ED9" w:rsidP="005B3ED9">
      <w:r>
        <w:t>409.6512</w:t>
      </w:r>
      <w:r>
        <w:tab/>
        <w:t>1.013e0</w:t>
      </w:r>
    </w:p>
    <w:p w:rsidR="005B3ED9" w:rsidRDefault="005B3ED9" w:rsidP="005B3ED9">
      <w:r>
        <w:t>409.7099</w:t>
      </w:r>
      <w:r>
        <w:tab/>
        <w:t>2.025e0</w:t>
      </w:r>
    </w:p>
    <w:p w:rsidR="005B3ED9" w:rsidRDefault="005B3ED9" w:rsidP="005B3ED9">
      <w:r>
        <w:t>409.7580</w:t>
      </w:r>
      <w:r>
        <w:tab/>
        <w:t>1.013e0</w:t>
      </w:r>
    </w:p>
    <w:p w:rsidR="005B3ED9" w:rsidRDefault="005B3ED9" w:rsidP="005B3ED9">
      <w:r>
        <w:t>409.7684</w:t>
      </w:r>
      <w:r>
        <w:tab/>
        <w:t>1.013e0</w:t>
      </w:r>
    </w:p>
    <w:p w:rsidR="005B3ED9" w:rsidRDefault="005B3ED9" w:rsidP="005B3ED9">
      <w:r>
        <w:lastRenderedPageBreak/>
        <w:t>409.7756</w:t>
      </w:r>
      <w:r>
        <w:tab/>
        <w:t>1.013e0</w:t>
      </w:r>
    </w:p>
    <w:p w:rsidR="005B3ED9" w:rsidRDefault="005B3ED9" w:rsidP="005B3ED9">
      <w:r>
        <w:t>409.8186</w:t>
      </w:r>
      <w:r>
        <w:tab/>
        <w:t>1.013e0</w:t>
      </w:r>
    </w:p>
    <w:p w:rsidR="005B3ED9" w:rsidRDefault="005B3ED9" w:rsidP="005B3ED9">
      <w:r>
        <w:t>409.8551</w:t>
      </w:r>
      <w:r>
        <w:tab/>
        <w:t>1.013e0</w:t>
      </w:r>
    </w:p>
    <w:p w:rsidR="005B3ED9" w:rsidRDefault="005B3ED9" w:rsidP="005B3ED9">
      <w:r>
        <w:t>409.8826</w:t>
      </w:r>
      <w:r>
        <w:tab/>
        <w:t>1.013e0</w:t>
      </w:r>
    </w:p>
    <w:p w:rsidR="005B3ED9" w:rsidRDefault="005B3ED9" w:rsidP="005B3ED9">
      <w:r>
        <w:t>409.9240</w:t>
      </w:r>
      <w:r>
        <w:tab/>
        <w:t>5.063e0</w:t>
      </w:r>
    </w:p>
    <w:p w:rsidR="005B3ED9" w:rsidRDefault="005B3ED9" w:rsidP="005B3ED9">
      <w:r>
        <w:t>409.9628</w:t>
      </w:r>
      <w:r>
        <w:tab/>
        <w:t>2.025e0</w:t>
      </w:r>
    </w:p>
    <w:p w:rsidR="005B3ED9" w:rsidRDefault="005B3ED9" w:rsidP="005B3ED9">
      <w:r>
        <w:t>409.9780</w:t>
      </w:r>
      <w:r>
        <w:tab/>
        <w:t>1.013e0</w:t>
      </w:r>
    </w:p>
    <w:p w:rsidR="005B3ED9" w:rsidRDefault="005B3ED9" w:rsidP="005B3ED9">
      <w:r>
        <w:t>410.0108</w:t>
      </w:r>
      <w:r>
        <w:tab/>
        <w:t>1.013e0</w:t>
      </w:r>
    </w:p>
    <w:p w:rsidR="005B3ED9" w:rsidRDefault="005B3ED9" w:rsidP="005B3ED9">
      <w:r>
        <w:t>410.0144</w:t>
      </w:r>
      <w:r>
        <w:tab/>
        <w:t>2.025e0</w:t>
      </w:r>
    </w:p>
    <w:p w:rsidR="005B3ED9" w:rsidRDefault="005B3ED9" w:rsidP="005B3ED9">
      <w:r>
        <w:t>410.0323</w:t>
      </w:r>
      <w:r>
        <w:tab/>
        <w:t>1.013e0</w:t>
      </w:r>
    </w:p>
    <w:p w:rsidR="005B3ED9" w:rsidRDefault="005B3ED9" w:rsidP="005B3ED9">
      <w:r>
        <w:t>410.0927</w:t>
      </w:r>
      <w:r>
        <w:tab/>
        <w:t>1.013e0</w:t>
      </w:r>
    </w:p>
    <w:p w:rsidR="005B3ED9" w:rsidRDefault="005B3ED9" w:rsidP="005B3ED9">
      <w:r>
        <w:t>410.1227</w:t>
      </w:r>
      <w:r>
        <w:tab/>
        <w:t>1.013e0</w:t>
      </w:r>
    </w:p>
    <w:p w:rsidR="005B3ED9" w:rsidRDefault="005B3ED9" w:rsidP="005B3ED9">
      <w:r>
        <w:t>410.1392</w:t>
      </w:r>
      <w:r>
        <w:tab/>
        <w:t>1.013e0</w:t>
      </w:r>
    </w:p>
    <w:p w:rsidR="005B3ED9" w:rsidRDefault="005B3ED9" w:rsidP="005B3ED9">
      <w:r>
        <w:t>410.1781</w:t>
      </w:r>
      <w:r>
        <w:tab/>
        <w:t>1.013e0</w:t>
      </w:r>
    </w:p>
    <w:p w:rsidR="005B3ED9" w:rsidRDefault="005B3ED9" w:rsidP="005B3ED9">
      <w:r>
        <w:t>410.1819</w:t>
      </w:r>
      <w:r>
        <w:tab/>
        <w:t>1.013e0</w:t>
      </w:r>
    </w:p>
    <w:p w:rsidR="005B3ED9" w:rsidRDefault="005B3ED9" w:rsidP="005B3ED9">
      <w:r>
        <w:t>410.2032</w:t>
      </w:r>
      <w:r>
        <w:tab/>
        <w:t>1.013e0</w:t>
      </w:r>
    </w:p>
    <w:p w:rsidR="005B3ED9" w:rsidRDefault="005B3ED9" w:rsidP="005B3ED9">
      <w:r>
        <w:t>410.2095</w:t>
      </w:r>
      <w:r>
        <w:tab/>
        <w:t>1.013e0</w:t>
      </w:r>
    </w:p>
    <w:p w:rsidR="005B3ED9" w:rsidRDefault="005B3ED9" w:rsidP="005B3ED9">
      <w:r>
        <w:t>410.2422</w:t>
      </w:r>
      <w:r>
        <w:tab/>
        <w:t>1.013e0</w:t>
      </w:r>
    </w:p>
    <w:p w:rsidR="005B3ED9" w:rsidRDefault="005B3ED9" w:rsidP="005B3ED9">
      <w:r>
        <w:t>410.2551</w:t>
      </w:r>
      <w:r>
        <w:tab/>
        <w:t>2.025e0</w:t>
      </w:r>
    </w:p>
    <w:p w:rsidR="005B3ED9" w:rsidRDefault="005B3ED9" w:rsidP="005B3ED9">
      <w:r>
        <w:lastRenderedPageBreak/>
        <w:t>410.2638</w:t>
      </w:r>
      <w:r>
        <w:tab/>
        <w:t>2.025e0</w:t>
      </w:r>
    </w:p>
    <w:p w:rsidR="005B3ED9" w:rsidRDefault="005B3ED9" w:rsidP="005B3ED9">
      <w:r>
        <w:t>410.2963</w:t>
      </w:r>
      <w:r>
        <w:tab/>
        <w:t>1.013e0</w:t>
      </w:r>
    </w:p>
    <w:p w:rsidR="005B3ED9" w:rsidRDefault="005B3ED9" w:rsidP="005B3ED9">
      <w:r>
        <w:t>410.3278</w:t>
      </w:r>
      <w:r>
        <w:tab/>
        <w:t>1.013e0</w:t>
      </w:r>
    </w:p>
    <w:p w:rsidR="005B3ED9" w:rsidRDefault="005B3ED9" w:rsidP="005B3ED9">
      <w:r>
        <w:t>410.3385</w:t>
      </w:r>
      <w:r>
        <w:tab/>
        <w:t>2.025e0</w:t>
      </w:r>
    </w:p>
    <w:p w:rsidR="005B3ED9" w:rsidRDefault="005B3ED9" w:rsidP="005B3ED9">
      <w:r>
        <w:t>410.3542</w:t>
      </w:r>
      <w:r>
        <w:tab/>
        <w:t>1.013e0</w:t>
      </w:r>
    </w:p>
    <w:p w:rsidR="005B3ED9" w:rsidRDefault="005B3ED9" w:rsidP="005B3ED9">
      <w:r>
        <w:t>410.4303</w:t>
      </w:r>
      <w:r>
        <w:tab/>
        <w:t>3.038e0</w:t>
      </w:r>
    </w:p>
    <w:p w:rsidR="005B3ED9" w:rsidRDefault="005B3ED9" w:rsidP="005B3ED9">
      <w:r>
        <w:t>410.6234</w:t>
      </w:r>
      <w:r>
        <w:tab/>
        <w:t>1.013e0</w:t>
      </w:r>
    </w:p>
    <w:p w:rsidR="005B3ED9" w:rsidRDefault="005B3ED9" w:rsidP="005B3ED9">
      <w:r>
        <w:t>410.6366</w:t>
      </w:r>
      <w:r>
        <w:tab/>
        <w:t>1.013e0</w:t>
      </w:r>
    </w:p>
    <w:p w:rsidR="005B3ED9" w:rsidRDefault="005B3ED9" w:rsidP="005B3ED9">
      <w:r>
        <w:t>410.7090</w:t>
      </w:r>
      <w:r>
        <w:tab/>
        <w:t>1.013e0</w:t>
      </w:r>
    </w:p>
    <w:p w:rsidR="005B3ED9" w:rsidRDefault="005B3ED9" w:rsidP="005B3ED9">
      <w:r>
        <w:t>410.8031</w:t>
      </w:r>
      <w:r>
        <w:tab/>
        <w:t>1.013e0</w:t>
      </w:r>
    </w:p>
    <w:p w:rsidR="005B3ED9" w:rsidRDefault="005B3ED9" w:rsidP="005B3ED9">
      <w:r>
        <w:t>410.8867</w:t>
      </w:r>
      <w:r>
        <w:tab/>
        <w:t>2.025e0</w:t>
      </w:r>
    </w:p>
    <w:p w:rsidR="005B3ED9" w:rsidRDefault="005B3ED9" w:rsidP="005B3ED9">
      <w:r>
        <w:t>410.8973</w:t>
      </w:r>
      <w:r>
        <w:tab/>
        <w:t>1.013e0</w:t>
      </w:r>
    </w:p>
    <w:p w:rsidR="005B3ED9" w:rsidRDefault="005B3ED9" w:rsidP="005B3ED9">
      <w:r>
        <w:t>410.9153</w:t>
      </w:r>
      <w:r>
        <w:tab/>
        <w:t>1.013e0</w:t>
      </w:r>
    </w:p>
    <w:p w:rsidR="005B3ED9" w:rsidRDefault="005B3ED9" w:rsidP="005B3ED9">
      <w:r>
        <w:t>410.9290</w:t>
      </w:r>
      <w:r>
        <w:tab/>
        <w:t>2.278e0</w:t>
      </w:r>
    </w:p>
    <w:p w:rsidR="005B3ED9" w:rsidRDefault="005B3ED9" w:rsidP="005B3ED9">
      <w:r>
        <w:t>410.9366</w:t>
      </w:r>
      <w:r>
        <w:tab/>
        <w:t>1.013e0</w:t>
      </w:r>
    </w:p>
    <w:p w:rsidR="005B3ED9" w:rsidRDefault="005B3ED9" w:rsidP="005B3ED9">
      <w:r>
        <w:t>410.9590</w:t>
      </w:r>
      <w:r>
        <w:tab/>
        <w:t>2.025e0</w:t>
      </w:r>
    </w:p>
    <w:p w:rsidR="005B3ED9" w:rsidRDefault="005B3ED9" w:rsidP="005B3ED9">
      <w:r>
        <w:t>410.9626</w:t>
      </w:r>
      <w:r>
        <w:tab/>
        <w:t>1.013e0</w:t>
      </w:r>
    </w:p>
    <w:p w:rsidR="005B3ED9" w:rsidRDefault="005B3ED9" w:rsidP="005B3ED9">
      <w:r>
        <w:t>410.9794</w:t>
      </w:r>
      <w:r>
        <w:tab/>
        <w:t>1.013e0</w:t>
      </w:r>
    </w:p>
    <w:p w:rsidR="005B3ED9" w:rsidRDefault="005B3ED9" w:rsidP="005B3ED9">
      <w:r>
        <w:t>411.0222</w:t>
      </w:r>
      <w:r>
        <w:tab/>
        <w:t>1.013e0</w:t>
      </w:r>
    </w:p>
    <w:p w:rsidR="005B3ED9" w:rsidRDefault="005B3ED9" w:rsidP="005B3ED9">
      <w:r>
        <w:lastRenderedPageBreak/>
        <w:t>411.1039</w:t>
      </w:r>
      <w:r>
        <w:tab/>
        <w:t>2.025e0</w:t>
      </w:r>
    </w:p>
    <w:p w:rsidR="005B3ED9" w:rsidRDefault="005B3ED9" w:rsidP="005B3ED9">
      <w:r>
        <w:t>411.1467</w:t>
      </w:r>
      <w:r>
        <w:tab/>
        <w:t>1.013e0</w:t>
      </w:r>
    </w:p>
    <w:p w:rsidR="005B3ED9" w:rsidRDefault="005B3ED9" w:rsidP="005B3ED9">
      <w:r>
        <w:t>411.2163</w:t>
      </w:r>
      <w:r>
        <w:tab/>
        <w:t>1.013e0</w:t>
      </w:r>
    </w:p>
    <w:p w:rsidR="005B3ED9" w:rsidRDefault="005B3ED9" w:rsidP="005B3ED9">
      <w:r>
        <w:t>411.2285</w:t>
      </w:r>
      <w:r>
        <w:tab/>
        <w:t>1.013e0</w:t>
      </w:r>
    </w:p>
    <w:p w:rsidR="005B3ED9" w:rsidRDefault="005B3ED9" w:rsidP="005B3ED9">
      <w:r>
        <w:t>411.3250</w:t>
      </w:r>
      <w:r>
        <w:tab/>
        <w:t>1.013e0</w:t>
      </w:r>
    </w:p>
    <w:p w:rsidR="005B3ED9" w:rsidRDefault="005B3ED9" w:rsidP="005B3ED9">
      <w:r>
        <w:t>411.3531</w:t>
      </w:r>
      <w:r>
        <w:tab/>
        <w:t>1.013e0</w:t>
      </w:r>
    </w:p>
    <w:p w:rsidR="005B3ED9" w:rsidRDefault="005B3ED9" w:rsidP="005B3ED9">
      <w:r>
        <w:t>411.4049</w:t>
      </w:r>
      <w:r>
        <w:tab/>
        <w:t>1.013e0</w:t>
      </w:r>
    </w:p>
    <w:p w:rsidR="005B3ED9" w:rsidRDefault="005B3ED9" w:rsidP="005B3ED9">
      <w:r>
        <w:t>411.4161</w:t>
      </w:r>
      <w:r>
        <w:tab/>
        <w:t>3.038e0</w:t>
      </w:r>
    </w:p>
    <w:p w:rsidR="005B3ED9" w:rsidRDefault="005B3ED9" w:rsidP="005B3ED9">
      <w:r>
        <w:t>411.4423</w:t>
      </w:r>
      <w:r>
        <w:tab/>
        <w:t>1.013e0</w:t>
      </w:r>
    </w:p>
    <w:p w:rsidR="005B3ED9" w:rsidRDefault="005B3ED9" w:rsidP="005B3ED9">
      <w:r>
        <w:t>411.4814</w:t>
      </w:r>
      <w:r>
        <w:tab/>
        <w:t>1.013e0</w:t>
      </w:r>
    </w:p>
    <w:p w:rsidR="005B3ED9" w:rsidRDefault="005B3ED9" w:rsidP="005B3ED9">
      <w:r>
        <w:t>411.5670</w:t>
      </w:r>
      <w:r>
        <w:tab/>
        <w:t>1.013e0</w:t>
      </w:r>
    </w:p>
    <w:p w:rsidR="005B3ED9" w:rsidRDefault="005B3ED9" w:rsidP="005B3ED9">
      <w:r>
        <w:t>411.6226</w:t>
      </w:r>
      <w:r>
        <w:tab/>
        <w:t>1.013e0</w:t>
      </w:r>
    </w:p>
    <w:p w:rsidR="005B3ED9" w:rsidRDefault="005B3ED9" w:rsidP="005B3ED9">
      <w:r>
        <w:t>411.6487</w:t>
      </w:r>
      <w:r>
        <w:tab/>
        <w:t>1.013e0</w:t>
      </w:r>
    </w:p>
    <w:p w:rsidR="005B3ED9" w:rsidRDefault="005B3ED9" w:rsidP="005B3ED9">
      <w:r>
        <w:t>411.7130</w:t>
      </w:r>
      <w:r>
        <w:tab/>
        <w:t>1.013e0</w:t>
      </w:r>
    </w:p>
    <w:p w:rsidR="005B3ED9" w:rsidRDefault="005B3ED9" w:rsidP="005B3ED9">
      <w:r>
        <w:t>411.7343</w:t>
      </w:r>
      <w:r>
        <w:tab/>
        <w:t>1.013e0</w:t>
      </w:r>
    </w:p>
    <w:p w:rsidR="005B3ED9" w:rsidRDefault="005B3ED9" w:rsidP="005B3ED9">
      <w:r>
        <w:t>411.7733</w:t>
      </w:r>
      <w:r>
        <w:tab/>
        <w:t>1.013e0</w:t>
      </w:r>
    </w:p>
    <w:p w:rsidR="005B3ED9" w:rsidRDefault="005B3ED9" w:rsidP="005B3ED9">
      <w:r>
        <w:t>411.7823</w:t>
      </w:r>
      <w:r>
        <w:tab/>
        <w:t>1.013e0</w:t>
      </w:r>
    </w:p>
    <w:p w:rsidR="005B3ED9" w:rsidRDefault="005B3ED9" w:rsidP="005B3ED9">
      <w:r>
        <w:t>411.8160</w:t>
      </w:r>
      <w:r>
        <w:tab/>
        <w:t>1.013e0</w:t>
      </w:r>
    </w:p>
    <w:p w:rsidR="005B3ED9" w:rsidRDefault="005B3ED9" w:rsidP="005B3ED9">
      <w:r>
        <w:t>411.9445</w:t>
      </w:r>
      <w:r>
        <w:tab/>
        <w:t>1.013e0</w:t>
      </w:r>
    </w:p>
    <w:p w:rsidR="005B3ED9" w:rsidRDefault="005B3ED9" w:rsidP="005B3ED9">
      <w:r>
        <w:lastRenderedPageBreak/>
        <w:t>411.9620</w:t>
      </w:r>
      <w:r>
        <w:tab/>
        <w:t>1.013e0</w:t>
      </w:r>
    </w:p>
    <w:p w:rsidR="005B3ED9" w:rsidRDefault="005B3ED9" w:rsidP="005B3ED9">
      <w:r>
        <w:t>411.9659</w:t>
      </w:r>
      <w:r>
        <w:tab/>
        <w:t>1.013e0</w:t>
      </w:r>
    </w:p>
    <w:p w:rsidR="005B3ED9" w:rsidRDefault="005B3ED9" w:rsidP="005B3ED9">
      <w:r>
        <w:t>411.9783</w:t>
      </w:r>
      <w:r>
        <w:tab/>
        <w:t>1.013e0</w:t>
      </w:r>
    </w:p>
    <w:p w:rsidR="005B3ED9" w:rsidRDefault="005B3ED9" w:rsidP="005B3ED9">
      <w:r>
        <w:t>412.0476</w:t>
      </w:r>
      <w:r>
        <w:tab/>
        <w:t>1.013e0</w:t>
      </w:r>
    </w:p>
    <w:p w:rsidR="005B3ED9" w:rsidRDefault="005B3ED9" w:rsidP="005B3ED9">
      <w:r>
        <w:t>412.0691</w:t>
      </w:r>
      <w:r>
        <w:tab/>
        <w:t>1.013e0</w:t>
      </w:r>
    </w:p>
    <w:p w:rsidR="005B3ED9" w:rsidRDefault="005B3ED9" w:rsidP="005B3ED9">
      <w:r>
        <w:t>412.0905</w:t>
      </w:r>
      <w:r>
        <w:tab/>
        <w:t>1.013e0</w:t>
      </w:r>
    </w:p>
    <w:p w:rsidR="005B3ED9" w:rsidRDefault="005B3ED9" w:rsidP="005B3ED9">
      <w:r>
        <w:t>412.1118</w:t>
      </w:r>
      <w:r>
        <w:tab/>
        <w:t>1.013e0</w:t>
      </w:r>
    </w:p>
    <w:p w:rsidR="005B3ED9" w:rsidRDefault="005B3ED9" w:rsidP="005B3ED9">
      <w:r>
        <w:t>412.1236</w:t>
      </w:r>
      <w:r>
        <w:tab/>
        <w:t>2.025e0</w:t>
      </w:r>
    </w:p>
    <w:p w:rsidR="005B3ED9" w:rsidRDefault="005B3ED9" w:rsidP="005B3ED9">
      <w:r>
        <w:t>412.1599</w:t>
      </w:r>
      <w:r>
        <w:tab/>
        <w:t>1.013e0</w:t>
      </w:r>
    </w:p>
    <w:p w:rsidR="005B3ED9" w:rsidRDefault="005B3ED9" w:rsidP="005B3ED9">
      <w:r>
        <w:t>412.1818</w:t>
      </w:r>
      <w:r>
        <w:tab/>
        <w:t>1.013e0</w:t>
      </w:r>
    </w:p>
    <w:p w:rsidR="005B3ED9" w:rsidRDefault="005B3ED9" w:rsidP="005B3ED9">
      <w:r>
        <w:t>412.1936</w:t>
      </w:r>
      <w:r>
        <w:tab/>
        <w:t>1.013e0</w:t>
      </w:r>
    </w:p>
    <w:p w:rsidR="005B3ED9" w:rsidRDefault="005B3ED9" w:rsidP="005B3ED9">
      <w:r>
        <w:t>412.2108</w:t>
      </w:r>
      <w:r>
        <w:tab/>
        <w:t>1.013e0</w:t>
      </w:r>
    </w:p>
    <w:p w:rsidR="005B3ED9" w:rsidRDefault="005B3ED9" w:rsidP="005B3ED9">
      <w:r>
        <w:t>412.2471</w:t>
      </w:r>
      <w:r>
        <w:tab/>
        <w:t>1.013e0</w:t>
      </w:r>
    </w:p>
    <w:p w:rsidR="005B3ED9" w:rsidRDefault="005B3ED9" w:rsidP="005B3ED9">
      <w:r>
        <w:t>412.2543</w:t>
      </w:r>
      <w:r>
        <w:tab/>
        <w:t>1.013e0</w:t>
      </w:r>
    </w:p>
    <w:p w:rsidR="005B3ED9" w:rsidRDefault="005B3ED9" w:rsidP="005B3ED9">
      <w:r>
        <w:t>412.3358</w:t>
      </w:r>
      <w:r>
        <w:tab/>
        <w:t>3.038e0</w:t>
      </w:r>
    </w:p>
    <w:p w:rsidR="005B3ED9" w:rsidRDefault="005B3ED9" w:rsidP="005B3ED9">
      <w:r>
        <w:t>412.4038</w:t>
      </w:r>
      <w:r>
        <w:tab/>
        <w:t>1.013e0</w:t>
      </w:r>
    </w:p>
    <w:p w:rsidR="005B3ED9" w:rsidRDefault="005B3ED9" w:rsidP="005B3ED9">
      <w:r>
        <w:t>412.4252</w:t>
      </w:r>
      <w:r>
        <w:tab/>
        <w:t>1.013e0</w:t>
      </w:r>
    </w:p>
    <w:p w:rsidR="005B3ED9" w:rsidRDefault="005B3ED9" w:rsidP="005B3ED9">
      <w:r>
        <w:t>412.4507</w:t>
      </w:r>
      <w:r>
        <w:tab/>
        <w:t>1.013e0</w:t>
      </w:r>
    </w:p>
    <w:p w:rsidR="005B3ED9" w:rsidRDefault="005B3ED9" w:rsidP="005B3ED9">
      <w:r>
        <w:t>412.5161</w:t>
      </w:r>
      <w:r>
        <w:tab/>
        <w:t>1.013e0</w:t>
      </w:r>
    </w:p>
    <w:p w:rsidR="005B3ED9" w:rsidRDefault="005B3ED9" w:rsidP="005B3ED9">
      <w:r>
        <w:lastRenderedPageBreak/>
        <w:t>412.5498</w:t>
      </w:r>
      <w:r>
        <w:tab/>
        <w:t>1.013e0</w:t>
      </w:r>
    </w:p>
    <w:p w:rsidR="005B3ED9" w:rsidRDefault="005B3ED9" w:rsidP="005B3ED9">
      <w:r>
        <w:t>412.5926</w:t>
      </w:r>
      <w:r>
        <w:tab/>
        <w:t>1.013e0</w:t>
      </w:r>
    </w:p>
    <w:p w:rsidR="005B3ED9" w:rsidRDefault="005B3ED9" w:rsidP="005B3ED9">
      <w:r>
        <w:t>412.6140</w:t>
      </w:r>
      <w:r>
        <w:tab/>
        <w:t>1.013e0</w:t>
      </w:r>
    </w:p>
    <w:p w:rsidR="005B3ED9" w:rsidRDefault="005B3ED9" w:rsidP="005B3ED9">
      <w:r>
        <w:t>412.7779</w:t>
      </w:r>
      <w:r>
        <w:tab/>
        <w:t>1.013e0</w:t>
      </w:r>
    </w:p>
    <w:p w:rsidR="005B3ED9" w:rsidRDefault="005B3ED9" w:rsidP="005B3ED9">
      <w:r>
        <w:t>412.8029</w:t>
      </w:r>
      <w:r>
        <w:tab/>
        <w:t>1.013e0</w:t>
      </w:r>
    </w:p>
    <w:p w:rsidR="005B3ED9" w:rsidRDefault="005B3ED9" w:rsidP="005B3ED9">
      <w:r>
        <w:t>412.8071</w:t>
      </w:r>
      <w:r>
        <w:tab/>
        <w:t>1.013e0</w:t>
      </w:r>
    </w:p>
    <w:p w:rsidR="005B3ED9" w:rsidRDefault="005B3ED9" w:rsidP="005B3ED9">
      <w:r>
        <w:t>412.8456</w:t>
      </w:r>
      <w:r>
        <w:tab/>
        <w:t>1.013e0</w:t>
      </w:r>
    </w:p>
    <w:p w:rsidR="005B3ED9" w:rsidRDefault="005B3ED9" w:rsidP="005B3ED9">
      <w:r>
        <w:t>412.8670</w:t>
      </w:r>
      <w:r>
        <w:tab/>
        <w:t>1.013e0</w:t>
      </w:r>
    </w:p>
    <w:p w:rsidR="005B3ED9" w:rsidRDefault="005B3ED9" w:rsidP="005B3ED9">
      <w:r>
        <w:t>412.9163</w:t>
      </w:r>
      <w:r>
        <w:tab/>
        <w:t>1.013e0</w:t>
      </w:r>
    </w:p>
    <w:p w:rsidR="005B3ED9" w:rsidRDefault="005B3ED9" w:rsidP="005B3ED9">
      <w:r>
        <w:t>412.9599</w:t>
      </w:r>
      <w:r>
        <w:tab/>
        <w:t>1.013e0</w:t>
      </w:r>
    </w:p>
    <w:p w:rsidR="005B3ED9" w:rsidRDefault="005B3ED9" w:rsidP="005B3ED9">
      <w:r>
        <w:t>412.9612</w:t>
      </w:r>
      <w:r>
        <w:tab/>
        <w:t>2.025e0</w:t>
      </w:r>
    </w:p>
    <w:p w:rsidR="005B3ED9" w:rsidRDefault="005B3ED9" w:rsidP="005B3ED9">
      <w:r>
        <w:t>412.9684</w:t>
      </w:r>
      <w:r>
        <w:tab/>
        <w:t>3.038e0</w:t>
      </w:r>
    </w:p>
    <w:p w:rsidR="005B3ED9" w:rsidRDefault="005B3ED9" w:rsidP="005B3ED9">
      <w:r>
        <w:t>413.0018</w:t>
      </w:r>
      <w:r>
        <w:tab/>
        <w:t>3.038e0</w:t>
      </w:r>
    </w:p>
    <w:p w:rsidR="005B3ED9" w:rsidRDefault="005B3ED9" w:rsidP="005B3ED9">
      <w:r>
        <w:t>413.0036</w:t>
      </w:r>
      <w:r>
        <w:tab/>
        <w:t>1.013e0</w:t>
      </w:r>
    </w:p>
    <w:p w:rsidR="005B3ED9" w:rsidRDefault="005B3ED9" w:rsidP="005B3ED9">
      <w:r>
        <w:t>413.0345</w:t>
      </w:r>
      <w:r>
        <w:tab/>
        <w:t>1.013e0</w:t>
      </w:r>
    </w:p>
    <w:p w:rsidR="005B3ED9" w:rsidRDefault="005B3ED9" w:rsidP="005B3ED9">
      <w:r>
        <w:t>413.0734</w:t>
      </w:r>
      <w:r>
        <w:tab/>
        <w:t>1.013e0</w:t>
      </w:r>
    </w:p>
    <w:p w:rsidR="005B3ED9" w:rsidRDefault="005B3ED9" w:rsidP="005B3ED9">
      <w:r>
        <w:t>413.0984</w:t>
      </w:r>
      <w:r>
        <w:tab/>
        <w:t>1.013e0</w:t>
      </w:r>
    </w:p>
    <w:p w:rsidR="005B3ED9" w:rsidRDefault="005B3ED9" w:rsidP="005B3ED9">
      <w:r>
        <w:t>413.1274</w:t>
      </w:r>
      <w:r>
        <w:tab/>
        <w:t>1.013e0</w:t>
      </w:r>
    </w:p>
    <w:p w:rsidR="005B3ED9" w:rsidRDefault="005B3ED9" w:rsidP="005B3ED9">
      <w:r>
        <w:t>413.1341</w:t>
      </w:r>
      <w:r>
        <w:tab/>
        <w:t>1.013e0</w:t>
      </w:r>
    </w:p>
    <w:p w:rsidR="005B3ED9" w:rsidRDefault="005B3ED9" w:rsidP="005B3ED9">
      <w:r>
        <w:lastRenderedPageBreak/>
        <w:t>413.1419</w:t>
      </w:r>
      <w:r>
        <w:tab/>
        <w:t>1.013e0</w:t>
      </w:r>
    </w:p>
    <w:p w:rsidR="005B3ED9" w:rsidRDefault="005B3ED9" w:rsidP="005B3ED9">
      <w:r>
        <w:t>413.1805</w:t>
      </w:r>
      <w:r>
        <w:tab/>
        <w:t>1.013e0</w:t>
      </w:r>
    </w:p>
    <w:p w:rsidR="005B3ED9" w:rsidRDefault="005B3ED9" w:rsidP="005B3ED9">
      <w:r>
        <w:t>413.2109</w:t>
      </w:r>
      <w:r>
        <w:tab/>
        <w:t>2.025e0</w:t>
      </w:r>
    </w:p>
    <w:p w:rsidR="005B3ED9" w:rsidRDefault="005B3ED9" w:rsidP="005B3ED9">
      <w:r>
        <w:t>413.2409</w:t>
      </w:r>
      <w:r>
        <w:tab/>
        <w:t>1.013e0</w:t>
      </w:r>
    </w:p>
    <w:p w:rsidR="005B3ED9" w:rsidRDefault="005B3ED9" w:rsidP="005B3ED9">
      <w:r>
        <w:t>413.2623</w:t>
      </w:r>
      <w:r>
        <w:tab/>
        <w:t>1.013e0</w:t>
      </w:r>
    </w:p>
    <w:p w:rsidR="005B3ED9" w:rsidRDefault="005B3ED9" w:rsidP="005B3ED9">
      <w:r>
        <w:t>413.2816</w:t>
      </w:r>
      <w:r>
        <w:tab/>
        <w:t>2.025e0</w:t>
      </w:r>
    </w:p>
    <w:p w:rsidR="005B3ED9" w:rsidRDefault="005B3ED9" w:rsidP="005B3ED9">
      <w:r>
        <w:t>413.2949</w:t>
      </w:r>
      <w:r>
        <w:tab/>
        <w:t>1.013e0</w:t>
      </w:r>
    </w:p>
    <w:p w:rsidR="005B3ED9" w:rsidRDefault="005B3ED9" w:rsidP="005B3ED9">
      <w:r>
        <w:t>413.3095</w:t>
      </w:r>
      <w:r>
        <w:tab/>
        <w:t>2.025e0</w:t>
      </w:r>
    </w:p>
    <w:p w:rsidR="005B3ED9" w:rsidRDefault="005B3ED9" w:rsidP="005B3ED9">
      <w:r>
        <w:t>413.3266</w:t>
      </w:r>
      <w:r>
        <w:tab/>
        <w:t>2.025e0</w:t>
      </w:r>
    </w:p>
    <w:p w:rsidR="005B3ED9" w:rsidRDefault="005B3ED9" w:rsidP="005B3ED9">
      <w:r>
        <w:t>413.3907</w:t>
      </w:r>
      <w:r>
        <w:tab/>
        <w:t>1.013e0</w:t>
      </w:r>
    </w:p>
    <w:p w:rsidR="005B3ED9" w:rsidRDefault="005B3ED9" w:rsidP="005B3ED9">
      <w:r>
        <w:t>413.4042</w:t>
      </w:r>
      <w:r>
        <w:tab/>
        <w:t>1.013e0</w:t>
      </w:r>
    </w:p>
    <w:p w:rsidR="005B3ED9" w:rsidRDefault="005B3ED9" w:rsidP="005B3ED9">
      <w:r>
        <w:t>413.4334</w:t>
      </w:r>
      <w:r>
        <w:tab/>
        <w:t>1.013e0</w:t>
      </w:r>
    </w:p>
    <w:p w:rsidR="005B3ED9" w:rsidRDefault="005B3ED9" w:rsidP="005B3ED9">
      <w:r>
        <w:t>413.4990</w:t>
      </w:r>
      <w:r>
        <w:tab/>
        <w:t>1.013e0</w:t>
      </w:r>
    </w:p>
    <w:p w:rsidR="005B3ED9" w:rsidRDefault="005B3ED9" w:rsidP="005B3ED9">
      <w:r>
        <w:t>413.5208</w:t>
      </w:r>
      <w:r>
        <w:tab/>
        <w:t>1.013e0</w:t>
      </w:r>
    </w:p>
    <w:p w:rsidR="005B3ED9" w:rsidRDefault="005B3ED9" w:rsidP="005B3ED9">
      <w:r>
        <w:t>413.6151</w:t>
      </w:r>
      <w:r>
        <w:tab/>
        <w:t>1.013e0</w:t>
      </w:r>
    </w:p>
    <w:p w:rsidR="005B3ED9" w:rsidRDefault="005B3ED9" w:rsidP="005B3ED9">
      <w:r>
        <w:t>413.6302</w:t>
      </w:r>
      <w:r>
        <w:tab/>
        <w:t>1.013e0</w:t>
      </w:r>
    </w:p>
    <w:p w:rsidR="005B3ED9" w:rsidRDefault="005B3ED9" w:rsidP="005B3ED9">
      <w:r>
        <w:t>413.6508</w:t>
      </w:r>
      <w:r>
        <w:tab/>
        <w:t>2.025e0</w:t>
      </w:r>
    </w:p>
    <w:p w:rsidR="005B3ED9" w:rsidRDefault="005B3ED9" w:rsidP="005B3ED9">
      <w:r>
        <w:t>413.6739</w:t>
      </w:r>
      <w:r>
        <w:tab/>
        <w:t>1.013e0</w:t>
      </w:r>
    </w:p>
    <w:p w:rsidR="005B3ED9" w:rsidRDefault="005B3ED9" w:rsidP="005B3ED9">
      <w:r>
        <w:t>413.7905</w:t>
      </w:r>
      <w:r>
        <w:tab/>
        <w:t>1.013e0</w:t>
      </w:r>
    </w:p>
    <w:p w:rsidR="005B3ED9" w:rsidRDefault="005B3ED9" w:rsidP="005B3ED9">
      <w:r>
        <w:lastRenderedPageBreak/>
        <w:t>413.8138</w:t>
      </w:r>
      <w:r>
        <w:tab/>
        <w:t>3.038e0</w:t>
      </w:r>
    </w:p>
    <w:p w:rsidR="005B3ED9" w:rsidRDefault="005B3ED9" w:rsidP="005B3ED9">
      <w:r>
        <w:t>413.8197</w:t>
      </w:r>
      <w:r>
        <w:tab/>
        <w:t>1.013e0</w:t>
      </w:r>
    </w:p>
    <w:p w:rsidR="005B3ED9" w:rsidRDefault="005B3ED9" w:rsidP="005B3ED9">
      <w:r>
        <w:t>413.8466</w:t>
      </w:r>
      <w:r>
        <w:tab/>
        <w:t>1.013e0</w:t>
      </w:r>
    </w:p>
    <w:p w:rsidR="005B3ED9" w:rsidRDefault="005B3ED9" w:rsidP="005B3ED9">
      <w:r>
        <w:t>413.8854</w:t>
      </w:r>
      <w:r>
        <w:tab/>
        <w:t>2.025e0</w:t>
      </w:r>
    </w:p>
    <w:p w:rsidR="005B3ED9" w:rsidRDefault="005B3ED9" w:rsidP="005B3ED9">
      <w:r>
        <w:t>413.9108</w:t>
      </w:r>
      <w:r>
        <w:tab/>
        <w:t>2.025e0</w:t>
      </w:r>
    </w:p>
    <w:p w:rsidR="005B3ED9" w:rsidRDefault="005B3ED9" w:rsidP="005B3ED9">
      <w:r>
        <w:t>413.9341</w:t>
      </w:r>
      <w:r>
        <w:tab/>
        <w:t>2.025e0</w:t>
      </w:r>
    </w:p>
    <w:p w:rsidR="005B3ED9" w:rsidRDefault="005B3ED9" w:rsidP="005B3ED9">
      <w:r>
        <w:t>413.9622</w:t>
      </w:r>
      <w:r>
        <w:tab/>
        <w:t>2.025e0</w:t>
      </w:r>
    </w:p>
    <w:p w:rsidR="005B3ED9" w:rsidRDefault="005B3ED9" w:rsidP="005B3ED9">
      <w:r>
        <w:t>413.9926</w:t>
      </w:r>
      <w:r>
        <w:tab/>
        <w:t>1.013e0</w:t>
      </w:r>
    </w:p>
    <w:p w:rsidR="005B3ED9" w:rsidRDefault="005B3ED9" w:rsidP="005B3ED9">
      <w:r>
        <w:t>414.0111</w:t>
      </w:r>
      <w:r>
        <w:tab/>
        <w:t>2.025e0</w:t>
      </w:r>
    </w:p>
    <w:p w:rsidR="005B3ED9" w:rsidRDefault="005B3ED9" w:rsidP="005B3ED9">
      <w:r>
        <w:t>414.0178</w:t>
      </w:r>
      <w:r>
        <w:tab/>
        <w:t>1.013e0</w:t>
      </w:r>
    </w:p>
    <w:p w:rsidR="005B3ED9" w:rsidRDefault="005B3ED9" w:rsidP="005B3ED9">
      <w:r>
        <w:t>414.0532</w:t>
      </w:r>
      <w:r>
        <w:tab/>
        <w:t>1.013e0</w:t>
      </w:r>
    </w:p>
    <w:p w:rsidR="005B3ED9" w:rsidRDefault="005B3ED9" w:rsidP="005B3ED9">
      <w:r>
        <w:t>414.0567</w:t>
      </w:r>
      <w:r>
        <w:tab/>
        <w:t>2.025e0</w:t>
      </w:r>
    </w:p>
    <w:p w:rsidR="005B3ED9" w:rsidRDefault="005B3ED9" w:rsidP="005B3ED9">
      <w:r>
        <w:t>414.0783</w:t>
      </w:r>
      <w:r>
        <w:tab/>
        <w:t>1.013e0</w:t>
      </w:r>
    </w:p>
    <w:p w:rsidR="005B3ED9" w:rsidRDefault="005B3ED9" w:rsidP="005B3ED9">
      <w:r>
        <w:t>414.0966</w:t>
      </w:r>
      <w:r>
        <w:tab/>
        <w:t>2.025e0</w:t>
      </w:r>
    </w:p>
    <w:p w:rsidR="005B3ED9" w:rsidRDefault="005B3ED9" w:rsidP="005B3ED9">
      <w:r>
        <w:t>414.1212</w:t>
      </w:r>
      <w:r>
        <w:tab/>
        <w:t>1.013e0</w:t>
      </w:r>
    </w:p>
    <w:p w:rsidR="005B3ED9" w:rsidRDefault="005B3ED9" w:rsidP="005B3ED9">
      <w:r>
        <w:t>414.1852</w:t>
      </w:r>
      <w:r>
        <w:tab/>
        <w:t>1.013e0</w:t>
      </w:r>
    </w:p>
    <w:p w:rsidR="005B3ED9" w:rsidRDefault="005B3ED9" w:rsidP="005B3ED9">
      <w:r>
        <w:t>414.2137</w:t>
      </w:r>
      <w:r>
        <w:tab/>
        <w:t>1.013e0</w:t>
      </w:r>
    </w:p>
    <w:p w:rsidR="005B3ED9" w:rsidRDefault="005B3ED9" w:rsidP="005B3ED9">
      <w:r>
        <w:t>414.2223</w:t>
      </w:r>
      <w:r>
        <w:tab/>
        <w:t>3.038e0</w:t>
      </w:r>
    </w:p>
    <w:p w:rsidR="005B3ED9" w:rsidRDefault="005B3ED9" w:rsidP="005B3ED9">
      <w:r>
        <w:t>414.2458</w:t>
      </w:r>
      <w:r>
        <w:tab/>
        <w:t>1.013e0</w:t>
      </w:r>
    </w:p>
    <w:p w:rsidR="005B3ED9" w:rsidRDefault="005B3ED9" w:rsidP="005B3ED9">
      <w:r>
        <w:lastRenderedPageBreak/>
        <w:t>414.3491</w:t>
      </w:r>
      <w:r>
        <w:tab/>
        <w:t>1.013e0</w:t>
      </w:r>
    </w:p>
    <w:p w:rsidR="005B3ED9" w:rsidRDefault="005B3ED9" w:rsidP="005B3ED9">
      <w:r>
        <w:t>414.3626</w:t>
      </w:r>
      <w:r>
        <w:tab/>
        <w:t>2.025e0</w:t>
      </w:r>
    </w:p>
    <w:p w:rsidR="005B3ED9" w:rsidRDefault="005B3ED9" w:rsidP="005B3ED9">
      <w:r>
        <w:t>414.3660</w:t>
      </w:r>
      <w:r>
        <w:tab/>
        <w:t>3.038e0</w:t>
      </w:r>
    </w:p>
    <w:p w:rsidR="005B3ED9" w:rsidRDefault="005B3ED9" w:rsidP="005B3ED9">
      <w:r>
        <w:t>414.3705</w:t>
      </w:r>
      <w:r>
        <w:tab/>
        <w:t>1.013e0</w:t>
      </w:r>
    </w:p>
    <w:p w:rsidR="005B3ED9" w:rsidRDefault="005B3ED9" w:rsidP="005B3ED9">
      <w:r>
        <w:t>414.4329</w:t>
      </w:r>
      <w:r>
        <w:tab/>
        <w:t>2.025e0</w:t>
      </w:r>
    </w:p>
    <w:p w:rsidR="005B3ED9" w:rsidRDefault="005B3ED9" w:rsidP="005B3ED9">
      <w:r>
        <w:t>414.4912</w:t>
      </w:r>
      <w:r>
        <w:tab/>
        <w:t>1.013e0</w:t>
      </w:r>
    </w:p>
    <w:p w:rsidR="005B3ED9" w:rsidRDefault="005B3ED9" w:rsidP="005B3ED9">
      <w:r>
        <w:t>414.4987</w:t>
      </w:r>
      <w:r>
        <w:tab/>
        <w:t>1.013e0</w:t>
      </w:r>
    </w:p>
    <w:p w:rsidR="005B3ED9" w:rsidRDefault="005B3ED9" w:rsidP="005B3ED9">
      <w:r>
        <w:t>414.5131</w:t>
      </w:r>
      <w:r>
        <w:tab/>
        <w:t>1.013e0</w:t>
      </w:r>
    </w:p>
    <w:p w:rsidR="005B3ED9" w:rsidRDefault="005B3ED9" w:rsidP="005B3ED9">
      <w:r>
        <w:t>414.5809</w:t>
      </w:r>
      <w:r>
        <w:tab/>
        <w:t>1.013e0</w:t>
      </w:r>
    </w:p>
    <w:p w:rsidR="005B3ED9" w:rsidRDefault="005B3ED9" w:rsidP="005B3ED9">
      <w:r>
        <w:t>414.8565</w:t>
      </w:r>
      <w:r>
        <w:tab/>
        <w:t>1.013e0</w:t>
      </w:r>
    </w:p>
    <w:p w:rsidR="005B3ED9" w:rsidRDefault="005B3ED9" w:rsidP="005B3ED9">
      <w:r>
        <w:t>414.8907</w:t>
      </w:r>
      <w:r>
        <w:tab/>
        <w:t>1.013e0</w:t>
      </w:r>
    </w:p>
    <w:p w:rsidR="005B3ED9" w:rsidRDefault="005B3ED9" w:rsidP="005B3ED9">
      <w:r>
        <w:t>414.8964</w:t>
      </w:r>
      <w:r>
        <w:tab/>
        <w:t>2.025e0</w:t>
      </w:r>
    </w:p>
    <w:p w:rsidR="005B3ED9" w:rsidRDefault="005B3ED9" w:rsidP="005B3ED9">
      <w:r>
        <w:t>414.9195</w:t>
      </w:r>
      <w:r>
        <w:tab/>
        <w:t>3.038e0</w:t>
      </w:r>
    </w:p>
    <w:p w:rsidR="005B3ED9" w:rsidRDefault="005B3ED9" w:rsidP="005B3ED9">
      <w:r>
        <w:t>414.9310</w:t>
      </w:r>
      <w:r>
        <w:tab/>
        <w:t>2.025e0</w:t>
      </w:r>
    </w:p>
    <w:p w:rsidR="005B3ED9" w:rsidRDefault="005B3ED9" w:rsidP="005B3ED9">
      <w:r>
        <w:t>414.9727</w:t>
      </w:r>
      <w:r>
        <w:tab/>
        <w:t>1.013e0</w:t>
      </w:r>
    </w:p>
    <w:p w:rsidR="005B3ED9" w:rsidRDefault="005B3ED9" w:rsidP="005B3ED9">
      <w:r>
        <w:t>415.0320</w:t>
      </w:r>
      <w:r>
        <w:tab/>
        <w:t>1.013e0</w:t>
      </w:r>
    </w:p>
    <w:p w:rsidR="005B3ED9" w:rsidRDefault="005B3ED9" w:rsidP="005B3ED9">
      <w:r>
        <w:t>415.0499</w:t>
      </w:r>
      <w:r>
        <w:tab/>
        <w:t>2.025e0</w:t>
      </w:r>
    </w:p>
    <w:p w:rsidR="005B3ED9" w:rsidRDefault="005B3ED9" w:rsidP="005B3ED9">
      <w:r>
        <w:t>415.0797</w:t>
      </w:r>
      <w:r>
        <w:tab/>
        <w:t>1.013e0</w:t>
      </w:r>
    </w:p>
    <w:p w:rsidR="005B3ED9" w:rsidRDefault="005B3ED9" w:rsidP="005B3ED9">
      <w:r>
        <w:t>415.1051</w:t>
      </w:r>
      <w:r>
        <w:tab/>
        <w:t>1.013e0</w:t>
      </w:r>
    </w:p>
    <w:p w:rsidR="005B3ED9" w:rsidRDefault="005B3ED9" w:rsidP="005B3ED9">
      <w:r>
        <w:lastRenderedPageBreak/>
        <w:t>415.1124</w:t>
      </w:r>
      <w:r>
        <w:tab/>
        <w:t>1.013e0</w:t>
      </w:r>
    </w:p>
    <w:p w:rsidR="005B3ED9" w:rsidRDefault="005B3ED9" w:rsidP="005B3ED9">
      <w:r>
        <w:t>415.1226</w:t>
      </w:r>
      <w:r>
        <w:tab/>
        <w:t>1.013e0</w:t>
      </w:r>
    </w:p>
    <w:p w:rsidR="005B3ED9" w:rsidRDefault="005B3ED9" w:rsidP="005B3ED9">
      <w:r>
        <w:t>415.1616</w:t>
      </w:r>
      <w:r>
        <w:tab/>
        <w:t>1.013e0</w:t>
      </w:r>
    </w:p>
    <w:p w:rsidR="005B3ED9" w:rsidRDefault="005B3ED9" w:rsidP="005B3ED9">
      <w:r>
        <w:t>415.2061</w:t>
      </w:r>
      <w:r>
        <w:tab/>
        <w:t>2.025e0</w:t>
      </w:r>
    </w:p>
    <w:p w:rsidR="005B3ED9" w:rsidRDefault="005B3ED9" w:rsidP="005B3ED9">
      <w:r>
        <w:t>415.2208</w:t>
      </w:r>
      <w:r>
        <w:tab/>
        <w:t>3.038e0</w:t>
      </w:r>
    </w:p>
    <w:p w:rsidR="005B3ED9" w:rsidRDefault="005B3ED9" w:rsidP="005B3ED9">
      <w:r>
        <w:t>415.2588</w:t>
      </w:r>
      <w:r>
        <w:tab/>
        <w:t>1.013e0</w:t>
      </w:r>
    </w:p>
    <w:p w:rsidR="005B3ED9" w:rsidRDefault="005B3ED9" w:rsidP="005B3ED9">
      <w:r>
        <w:t>415.2807</w:t>
      </w:r>
      <w:r>
        <w:tab/>
        <w:t>1.013e0</w:t>
      </w:r>
    </w:p>
    <w:p w:rsidR="005B3ED9" w:rsidRDefault="005B3ED9" w:rsidP="005B3ED9">
      <w:r>
        <w:t>415.2838</w:t>
      </w:r>
      <w:r>
        <w:tab/>
        <w:t>2.025e0</w:t>
      </w:r>
    </w:p>
    <w:p w:rsidR="005B3ED9" w:rsidRDefault="005B3ED9" w:rsidP="005B3ED9">
      <w:r>
        <w:t>415.3291</w:t>
      </w:r>
      <w:r>
        <w:tab/>
        <w:t>1.013e0</w:t>
      </w:r>
    </w:p>
    <w:p w:rsidR="005B3ED9" w:rsidRDefault="005B3ED9" w:rsidP="005B3ED9">
      <w:r>
        <w:t>415.3392</w:t>
      </w:r>
      <w:r>
        <w:tab/>
        <w:t>1.013e0</w:t>
      </w:r>
    </w:p>
    <w:p w:rsidR="005B3ED9" w:rsidRDefault="005B3ED9" w:rsidP="005B3ED9">
      <w:r>
        <w:t>415.3758</w:t>
      </w:r>
      <w:r>
        <w:tab/>
        <w:t>1.013e0</w:t>
      </w:r>
    </w:p>
    <w:p w:rsidR="005B3ED9" w:rsidRDefault="005B3ED9" w:rsidP="005B3ED9">
      <w:r>
        <w:t>415.3831</w:t>
      </w:r>
      <w:r>
        <w:tab/>
        <w:t>1.013e0</w:t>
      </w:r>
    </w:p>
    <w:p w:rsidR="005B3ED9" w:rsidRDefault="005B3ED9" w:rsidP="005B3ED9">
      <w:r>
        <w:t>415.4149</w:t>
      </w:r>
      <w:r>
        <w:tab/>
        <w:t>2.025e0</w:t>
      </w:r>
    </w:p>
    <w:p w:rsidR="005B3ED9" w:rsidRDefault="005B3ED9" w:rsidP="005B3ED9">
      <w:r>
        <w:t>415.4856</w:t>
      </w:r>
      <w:r>
        <w:tab/>
        <w:t>1.013e0</w:t>
      </w:r>
    </w:p>
    <w:p w:rsidR="005B3ED9" w:rsidRDefault="005B3ED9" w:rsidP="005B3ED9">
      <w:r>
        <w:t>415.5003</w:t>
      </w:r>
      <w:r>
        <w:tab/>
        <w:t>1.013e0</w:t>
      </w:r>
    </w:p>
    <w:p w:rsidR="005B3ED9" w:rsidRDefault="005B3ED9" w:rsidP="005B3ED9">
      <w:r>
        <w:t>415.5359</w:t>
      </w:r>
      <w:r>
        <w:tab/>
        <w:t>1.013e0</w:t>
      </w:r>
    </w:p>
    <w:p w:rsidR="005B3ED9" w:rsidRDefault="005B3ED9" w:rsidP="005B3ED9">
      <w:r>
        <w:t>415.5735</w:t>
      </w:r>
      <w:r>
        <w:tab/>
        <w:t>1.013e0</w:t>
      </w:r>
    </w:p>
    <w:p w:rsidR="005B3ED9" w:rsidRDefault="005B3ED9" w:rsidP="005B3ED9">
      <w:r>
        <w:t>415.6251</w:t>
      </w:r>
      <w:r>
        <w:tab/>
        <w:t>1.013e0</w:t>
      </w:r>
    </w:p>
    <w:p w:rsidR="005B3ED9" w:rsidRDefault="005B3ED9" w:rsidP="005B3ED9">
      <w:r>
        <w:t>415.8224</w:t>
      </w:r>
      <w:r>
        <w:tab/>
        <w:t>1.013e0</w:t>
      </w:r>
    </w:p>
    <w:p w:rsidR="005B3ED9" w:rsidRDefault="005B3ED9" w:rsidP="005B3ED9">
      <w:r>
        <w:lastRenderedPageBreak/>
        <w:t>415.8664</w:t>
      </w:r>
      <w:r>
        <w:tab/>
        <w:t>1.013e0</w:t>
      </w:r>
    </w:p>
    <w:p w:rsidR="005B3ED9" w:rsidRDefault="005B3ED9" w:rsidP="005B3ED9">
      <w:r>
        <w:t>415.8786</w:t>
      </w:r>
      <w:r>
        <w:tab/>
        <w:t>2.025e0</w:t>
      </w:r>
    </w:p>
    <w:p w:rsidR="005B3ED9" w:rsidRDefault="005B3ED9" w:rsidP="005B3ED9">
      <w:r>
        <w:t>415.8985</w:t>
      </w:r>
      <w:r>
        <w:tab/>
        <w:t>2.025e0</w:t>
      </w:r>
    </w:p>
    <w:p w:rsidR="005B3ED9" w:rsidRDefault="005B3ED9" w:rsidP="005B3ED9">
      <w:r>
        <w:t>415.9030</w:t>
      </w:r>
      <w:r>
        <w:tab/>
        <w:t>1.013e0</w:t>
      </w:r>
    </w:p>
    <w:p w:rsidR="005B3ED9" w:rsidRDefault="005B3ED9" w:rsidP="005B3ED9">
      <w:r>
        <w:t>415.9530</w:t>
      </w:r>
      <w:r>
        <w:tab/>
        <w:t>1.013e0</w:t>
      </w:r>
    </w:p>
    <w:p w:rsidR="005B3ED9" w:rsidRDefault="005B3ED9" w:rsidP="005B3ED9">
      <w:r>
        <w:t>415.9836</w:t>
      </w:r>
      <w:r>
        <w:tab/>
        <w:t>1.013e0</w:t>
      </w:r>
    </w:p>
    <w:p w:rsidR="005B3ED9" w:rsidRDefault="005B3ED9" w:rsidP="005B3ED9">
      <w:r>
        <w:t>416.0193</w:t>
      </w:r>
      <w:r>
        <w:tab/>
        <w:t>2.025e0</w:t>
      </w:r>
    </w:p>
    <w:p w:rsidR="005B3ED9" w:rsidRDefault="005B3ED9" w:rsidP="005B3ED9">
      <w:r>
        <w:t>416.0496</w:t>
      </w:r>
      <w:r>
        <w:tab/>
        <w:t>1.013e0</w:t>
      </w:r>
    </w:p>
    <w:p w:rsidR="005B3ED9" w:rsidRDefault="005B3ED9" w:rsidP="005B3ED9">
      <w:r>
        <w:t>416.0936</w:t>
      </w:r>
      <w:r>
        <w:tab/>
        <w:t>1.013e0</w:t>
      </w:r>
    </w:p>
    <w:p w:rsidR="005B3ED9" w:rsidRDefault="005B3ED9" w:rsidP="005B3ED9">
      <w:r>
        <w:t>416.0991</w:t>
      </w:r>
      <w:r>
        <w:tab/>
        <w:t>1.013e0</w:t>
      </w:r>
    </w:p>
    <w:p w:rsidR="005B3ED9" w:rsidRDefault="005B3ED9" w:rsidP="005B3ED9">
      <w:r>
        <w:t>416.1455</w:t>
      </w:r>
      <w:r>
        <w:tab/>
        <w:t>1.013e0</w:t>
      </w:r>
    </w:p>
    <w:p w:rsidR="005B3ED9" w:rsidRDefault="005B3ED9" w:rsidP="005B3ED9">
      <w:r>
        <w:t>416.1742</w:t>
      </w:r>
      <w:r>
        <w:tab/>
        <w:t>1.013e0</w:t>
      </w:r>
    </w:p>
    <w:p w:rsidR="005B3ED9" w:rsidRDefault="005B3ED9" w:rsidP="005B3ED9">
      <w:r>
        <w:t>416.1813</w:t>
      </w:r>
      <w:r>
        <w:tab/>
        <w:t>1.013e0</w:t>
      </w:r>
    </w:p>
    <w:p w:rsidR="005B3ED9" w:rsidRDefault="005B3ED9" w:rsidP="005B3ED9">
      <w:r>
        <w:t>416.2438</w:t>
      </w:r>
      <w:r>
        <w:tab/>
        <w:t>2.025e0</w:t>
      </w:r>
    </w:p>
    <w:p w:rsidR="005B3ED9" w:rsidRDefault="005B3ED9" w:rsidP="005B3ED9">
      <w:r>
        <w:t>416.2595</w:t>
      </w:r>
      <w:r>
        <w:tab/>
        <w:t>3.038e0</w:t>
      </w:r>
    </w:p>
    <w:p w:rsidR="005B3ED9" w:rsidRDefault="005B3ED9" w:rsidP="005B3ED9">
      <w:r>
        <w:t>416.2761</w:t>
      </w:r>
      <w:r>
        <w:tab/>
        <w:t>5.063e0</w:t>
      </w:r>
    </w:p>
    <w:p w:rsidR="005B3ED9" w:rsidRDefault="005B3ED9" w:rsidP="005B3ED9">
      <w:r>
        <w:t>416.3429</w:t>
      </w:r>
      <w:r>
        <w:tab/>
        <w:t>1.013e0</w:t>
      </w:r>
    </w:p>
    <w:p w:rsidR="005B3ED9" w:rsidRDefault="005B3ED9" w:rsidP="005B3ED9">
      <w:r>
        <w:t>416.3648</w:t>
      </w:r>
      <w:r>
        <w:tab/>
        <w:t>1.013e0</w:t>
      </w:r>
    </w:p>
    <w:p w:rsidR="005B3ED9" w:rsidRDefault="005B3ED9" w:rsidP="005B3ED9">
      <w:r>
        <w:t>416.4521</w:t>
      </w:r>
      <w:r>
        <w:tab/>
        <w:t>1.013e0</w:t>
      </w:r>
    </w:p>
    <w:p w:rsidR="005B3ED9" w:rsidRDefault="005B3ED9" w:rsidP="005B3ED9">
      <w:r>
        <w:lastRenderedPageBreak/>
        <w:t>416.5162</w:t>
      </w:r>
      <w:r>
        <w:tab/>
        <w:t>1.013e0</w:t>
      </w:r>
    </w:p>
    <w:p w:rsidR="005B3ED9" w:rsidRDefault="005B3ED9" w:rsidP="005B3ED9">
      <w:r>
        <w:t>416.5591</w:t>
      </w:r>
      <w:r>
        <w:tab/>
        <w:t>1.013e0</w:t>
      </w:r>
    </w:p>
    <w:p w:rsidR="005B3ED9" w:rsidRDefault="005B3ED9" w:rsidP="005B3ED9">
      <w:r>
        <w:t>416.6624</w:t>
      </w:r>
      <w:r>
        <w:tab/>
        <w:t>1.013e0</w:t>
      </w:r>
    </w:p>
    <w:p w:rsidR="005B3ED9" w:rsidRDefault="005B3ED9" w:rsidP="005B3ED9">
      <w:r>
        <w:t>416.6730</w:t>
      </w:r>
      <w:r>
        <w:tab/>
        <w:t>1.013e0</w:t>
      </w:r>
    </w:p>
    <w:p w:rsidR="005B3ED9" w:rsidRDefault="005B3ED9" w:rsidP="005B3ED9">
      <w:r>
        <w:t>416.6840</w:t>
      </w:r>
      <w:r>
        <w:tab/>
        <w:t>2.025e0</w:t>
      </w:r>
    </w:p>
    <w:p w:rsidR="005B3ED9" w:rsidRDefault="005B3ED9" w:rsidP="005B3ED9">
      <w:r>
        <w:t>416.7658</w:t>
      </w:r>
      <w:r>
        <w:tab/>
        <w:t>1.013e0</w:t>
      </w:r>
    </w:p>
    <w:p w:rsidR="005B3ED9" w:rsidRDefault="005B3ED9" w:rsidP="005B3ED9">
      <w:r>
        <w:t>416.8859</w:t>
      </w:r>
      <w:r>
        <w:tab/>
        <w:t>1.013e0</w:t>
      </w:r>
    </w:p>
    <w:p w:rsidR="005B3ED9" w:rsidRDefault="005B3ED9" w:rsidP="005B3ED9">
      <w:r>
        <w:t>416.9120</w:t>
      </w:r>
      <w:r>
        <w:tab/>
        <w:t>1.013e0</w:t>
      </w:r>
    </w:p>
    <w:p w:rsidR="005B3ED9" w:rsidRDefault="005B3ED9" w:rsidP="005B3ED9">
      <w:r>
        <w:t>416.9226</w:t>
      </w:r>
      <w:r>
        <w:tab/>
        <w:t>1.013e0</w:t>
      </w:r>
    </w:p>
    <w:p w:rsidR="005B3ED9" w:rsidRDefault="005B3ED9" w:rsidP="005B3ED9">
      <w:r>
        <w:t>416.9416</w:t>
      </w:r>
      <w:r>
        <w:tab/>
        <w:t>2.025e0</w:t>
      </w:r>
    </w:p>
    <w:p w:rsidR="005B3ED9" w:rsidRDefault="005B3ED9" w:rsidP="005B3ED9">
      <w:r>
        <w:t>416.9550</w:t>
      </w:r>
      <w:r>
        <w:tab/>
        <w:t>1.013e0</w:t>
      </w:r>
    </w:p>
    <w:p w:rsidR="005B3ED9" w:rsidRDefault="005B3ED9" w:rsidP="005B3ED9">
      <w:r>
        <w:t>416.9666</w:t>
      </w:r>
      <w:r>
        <w:tab/>
        <w:t>1.013e0</w:t>
      </w:r>
    </w:p>
    <w:p w:rsidR="005B3ED9" w:rsidRDefault="005B3ED9" w:rsidP="005B3ED9">
      <w:r>
        <w:t>417.0134</w:t>
      </w:r>
      <w:r>
        <w:tab/>
        <w:t>2.025e0</w:t>
      </w:r>
    </w:p>
    <w:p w:rsidR="005B3ED9" w:rsidRDefault="005B3ED9" w:rsidP="005B3ED9">
      <w:r>
        <w:t>417.0369</w:t>
      </w:r>
      <w:r>
        <w:tab/>
        <w:t>1.013e0</w:t>
      </w:r>
    </w:p>
    <w:p w:rsidR="005B3ED9" w:rsidRDefault="005B3ED9" w:rsidP="005B3ED9">
      <w:r>
        <w:t>417.0694</w:t>
      </w:r>
      <w:r>
        <w:tab/>
        <w:t>2.025e0</w:t>
      </w:r>
    </w:p>
    <w:p w:rsidR="005B3ED9" w:rsidRDefault="005B3ED9" w:rsidP="005B3ED9">
      <w:r>
        <w:t>417.1061</w:t>
      </w:r>
      <w:r>
        <w:tab/>
        <w:t>1.013e0</w:t>
      </w:r>
    </w:p>
    <w:p w:rsidR="005B3ED9" w:rsidRDefault="005B3ED9" w:rsidP="005B3ED9">
      <w:r>
        <w:t>417.2222</w:t>
      </w:r>
      <w:r>
        <w:tab/>
        <w:t>1.013e0</w:t>
      </w:r>
    </w:p>
    <w:p w:rsidR="005B3ED9" w:rsidRDefault="005B3ED9" w:rsidP="005B3ED9">
      <w:r>
        <w:t>417.2687</w:t>
      </w:r>
      <w:r>
        <w:tab/>
        <w:t>1.013e0</w:t>
      </w:r>
    </w:p>
    <w:p w:rsidR="005B3ED9" w:rsidRDefault="005B3ED9" w:rsidP="005B3ED9">
      <w:r>
        <w:t>417.2840</w:t>
      </w:r>
      <w:r>
        <w:tab/>
        <w:t>2.025e0</w:t>
      </w:r>
    </w:p>
    <w:p w:rsidR="005B3ED9" w:rsidRDefault="005B3ED9" w:rsidP="005B3ED9">
      <w:r>
        <w:lastRenderedPageBreak/>
        <w:t>417.3294</w:t>
      </w:r>
      <w:r>
        <w:tab/>
        <w:t>1.013e0</w:t>
      </w:r>
    </w:p>
    <w:p w:rsidR="005B3ED9" w:rsidRDefault="005B3ED9" w:rsidP="005B3ED9">
      <w:r>
        <w:t>417.3471</w:t>
      </w:r>
      <w:r>
        <w:tab/>
        <w:t>1.013e0</w:t>
      </w:r>
    </w:p>
    <w:p w:rsidR="005B3ED9" w:rsidRDefault="005B3ED9" w:rsidP="005B3ED9">
      <w:r>
        <w:t>417.4442</w:t>
      </w:r>
      <w:r>
        <w:tab/>
        <w:t>1.013e0</w:t>
      </w:r>
    </w:p>
    <w:p w:rsidR="005B3ED9" w:rsidRDefault="005B3ED9" w:rsidP="005B3ED9">
      <w:r>
        <w:t>417.5324</w:t>
      </w:r>
      <w:r>
        <w:tab/>
        <w:t>1.013e0</w:t>
      </w:r>
    </w:p>
    <w:p w:rsidR="005B3ED9" w:rsidRDefault="005B3ED9" w:rsidP="005B3ED9">
      <w:r>
        <w:t>417.8036</w:t>
      </w:r>
      <w:r>
        <w:tab/>
        <w:t>1.013e0</w:t>
      </w:r>
    </w:p>
    <w:p w:rsidR="005B3ED9" w:rsidRDefault="005B3ED9" w:rsidP="005B3ED9">
      <w:r>
        <w:t>417.8073</w:t>
      </w:r>
      <w:r>
        <w:tab/>
        <w:t>1.013e0</w:t>
      </w:r>
    </w:p>
    <w:p w:rsidR="005B3ED9" w:rsidRDefault="005B3ED9" w:rsidP="005B3ED9">
      <w:r>
        <w:t>417.8678</w:t>
      </w:r>
      <w:r>
        <w:tab/>
        <w:t>1.013e0</w:t>
      </w:r>
    </w:p>
    <w:p w:rsidR="005B3ED9" w:rsidRDefault="005B3ED9" w:rsidP="005B3ED9">
      <w:r>
        <w:t>417.8836</w:t>
      </w:r>
      <w:r>
        <w:tab/>
        <w:t>3.038e0</w:t>
      </w:r>
    </w:p>
    <w:p w:rsidR="005B3ED9" w:rsidRDefault="005B3ED9" w:rsidP="005B3ED9">
      <w:r>
        <w:t>417.9322</w:t>
      </w:r>
      <w:r>
        <w:tab/>
        <w:t>1.013e0</w:t>
      </w:r>
    </w:p>
    <w:p w:rsidR="005B3ED9" w:rsidRDefault="005B3ED9" w:rsidP="005B3ED9">
      <w:r>
        <w:t>417.9536</w:t>
      </w:r>
      <w:r>
        <w:tab/>
        <w:t>1.013e0</w:t>
      </w:r>
    </w:p>
    <w:p w:rsidR="005B3ED9" w:rsidRDefault="005B3ED9" w:rsidP="005B3ED9">
      <w:r>
        <w:t>417.9664</w:t>
      </w:r>
      <w:r>
        <w:tab/>
        <w:t>1.013e0</w:t>
      </w:r>
    </w:p>
    <w:p w:rsidR="005B3ED9" w:rsidRDefault="005B3ED9" w:rsidP="005B3ED9">
      <w:r>
        <w:t>417.9712</w:t>
      </w:r>
      <w:r>
        <w:tab/>
        <w:t>1.013e0</w:t>
      </w:r>
    </w:p>
    <w:p w:rsidR="005B3ED9" w:rsidRDefault="005B3ED9" w:rsidP="005B3ED9">
      <w:r>
        <w:t>418.0356</w:t>
      </w:r>
      <w:r>
        <w:tab/>
        <w:t>1.013e0</w:t>
      </w:r>
    </w:p>
    <w:p w:rsidR="005B3ED9" w:rsidRDefault="005B3ED9" w:rsidP="005B3ED9">
      <w:r>
        <w:t>418.0784</w:t>
      </w:r>
      <w:r>
        <w:tab/>
        <w:t>1.013e0</w:t>
      </w:r>
    </w:p>
    <w:p w:rsidR="005B3ED9" w:rsidRDefault="005B3ED9" w:rsidP="005B3ED9">
      <w:r>
        <w:t>418.0960</w:t>
      </w:r>
      <w:r>
        <w:tab/>
        <w:t>1.013e0</w:t>
      </w:r>
    </w:p>
    <w:p w:rsidR="005B3ED9" w:rsidRDefault="005B3ED9" w:rsidP="005B3ED9">
      <w:r>
        <w:t>418.1546</w:t>
      </w:r>
      <w:r>
        <w:tab/>
        <w:t>2.025e0</w:t>
      </w:r>
    </w:p>
    <w:p w:rsidR="005B3ED9" w:rsidRDefault="005B3ED9" w:rsidP="005B3ED9">
      <w:r>
        <w:t>418.1577</w:t>
      </w:r>
      <w:r>
        <w:tab/>
        <w:t>2.025e0</w:t>
      </w:r>
    </w:p>
    <w:p w:rsidR="005B3ED9" w:rsidRDefault="005B3ED9" w:rsidP="005B3ED9">
      <w:r>
        <w:t>418.1818</w:t>
      </w:r>
      <w:r>
        <w:tab/>
        <w:t>1.013e0</w:t>
      </w:r>
    </w:p>
    <w:p w:rsidR="005B3ED9" w:rsidRDefault="005B3ED9" w:rsidP="005B3ED9">
      <w:r>
        <w:t>418.2032</w:t>
      </w:r>
      <w:r>
        <w:tab/>
        <w:t>1.013e0</w:t>
      </w:r>
    </w:p>
    <w:p w:rsidR="005B3ED9" w:rsidRDefault="005B3ED9" w:rsidP="005B3ED9">
      <w:r>
        <w:lastRenderedPageBreak/>
        <w:t>418.2678</w:t>
      </w:r>
      <w:r>
        <w:tab/>
        <w:t>3.038e0</w:t>
      </w:r>
    </w:p>
    <w:p w:rsidR="005B3ED9" w:rsidRDefault="005B3ED9" w:rsidP="005B3ED9">
      <w:r>
        <w:t>418.2757</w:t>
      </w:r>
      <w:r>
        <w:tab/>
        <w:t>1.013e0</w:t>
      </w:r>
    </w:p>
    <w:p w:rsidR="005B3ED9" w:rsidRDefault="005B3ED9" w:rsidP="005B3ED9">
      <w:r>
        <w:t>418.2904</w:t>
      </w:r>
      <w:r>
        <w:tab/>
        <w:t>1.013e0</w:t>
      </w:r>
    </w:p>
    <w:p w:rsidR="005B3ED9" w:rsidRDefault="005B3ED9" w:rsidP="005B3ED9">
      <w:r>
        <w:t>418.3125</w:t>
      </w:r>
      <w:r>
        <w:tab/>
        <w:t>1.013e0</w:t>
      </w:r>
    </w:p>
    <w:p w:rsidR="005B3ED9" w:rsidRDefault="005B3ED9" w:rsidP="005B3ED9">
      <w:r>
        <w:t>418.3458</w:t>
      </w:r>
      <w:r>
        <w:tab/>
        <w:t>1.013e0</w:t>
      </w:r>
    </w:p>
    <w:p w:rsidR="005B3ED9" w:rsidRDefault="005B3ED9" w:rsidP="005B3ED9">
      <w:r>
        <w:t>418.3715</w:t>
      </w:r>
      <w:r>
        <w:tab/>
        <w:t>1.013e0</w:t>
      </w:r>
    </w:p>
    <w:p w:rsidR="005B3ED9" w:rsidRDefault="005B3ED9" w:rsidP="005B3ED9">
      <w:r>
        <w:t>418.3887</w:t>
      </w:r>
      <w:r>
        <w:tab/>
        <w:t>1.013e0</w:t>
      </w:r>
    </w:p>
    <w:p w:rsidR="005B3ED9" w:rsidRDefault="005B3ED9" w:rsidP="005B3ED9">
      <w:r>
        <w:t>418.4492</w:t>
      </w:r>
      <w:r>
        <w:tab/>
        <w:t>1.013e0</w:t>
      </w:r>
    </w:p>
    <w:p w:rsidR="005B3ED9" w:rsidRDefault="005B3ED9" w:rsidP="005B3ED9">
      <w:r>
        <w:t>418.4884</w:t>
      </w:r>
      <w:r>
        <w:tab/>
        <w:t>1.013e0</w:t>
      </w:r>
    </w:p>
    <w:p w:rsidR="005B3ED9" w:rsidRDefault="005B3ED9" w:rsidP="005B3ED9">
      <w:r>
        <w:t>418.4922</w:t>
      </w:r>
      <w:r>
        <w:tab/>
        <w:t>1.013e0</w:t>
      </w:r>
    </w:p>
    <w:p w:rsidR="005B3ED9" w:rsidRDefault="005B3ED9" w:rsidP="005B3ED9">
      <w:r>
        <w:t>418.5526</w:t>
      </w:r>
      <w:r>
        <w:tab/>
        <w:t>1.013e0</w:t>
      </w:r>
    </w:p>
    <w:p w:rsidR="005B3ED9" w:rsidRDefault="005B3ED9" w:rsidP="005B3ED9">
      <w:r>
        <w:t>418.5999</w:t>
      </w:r>
      <w:r>
        <w:tab/>
        <w:t>1.013e0</w:t>
      </w:r>
    </w:p>
    <w:p w:rsidR="005B3ED9" w:rsidRDefault="005B3ED9" w:rsidP="005B3ED9">
      <w:r>
        <w:t>418.6072</w:t>
      </w:r>
      <w:r>
        <w:tab/>
        <w:t>1.013e0</w:t>
      </w:r>
    </w:p>
    <w:p w:rsidR="005B3ED9" w:rsidRDefault="005B3ED9" w:rsidP="005B3ED9">
      <w:r>
        <w:t>418.7205</w:t>
      </w:r>
      <w:r>
        <w:tab/>
        <w:t>1.013e0</w:t>
      </w:r>
    </w:p>
    <w:p w:rsidR="005B3ED9" w:rsidRDefault="005B3ED9" w:rsidP="005B3ED9">
      <w:r>
        <w:t>418.8518</w:t>
      </w:r>
      <w:r>
        <w:tab/>
        <w:t>3.038e0</w:t>
      </w:r>
    </w:p>
    <w:p w:rsidR="005B3ED9" w:rsidRDefault="005B3ED9" w:rsidP="005B3ED9">
      <w:r>
        <w:t>418.8755</w:t>
      </w:r>
      <w:r>
        <w:tab/>
        <w:t>2.025e0</w:t>
      </w:r>
    </w:p>
    <w:p w:rsidR="005B3ED9" w:rsidRDefault="005B3ED9" w:rsidP="005B3ED9">
      <w:r>
        <w:t>418.8816</w:t>
      </w:r>
      <w:r>
        <w:tab/>
        <w:t>2.025e0</w:t>
      </w:r>
    </w:p>
    <w:p w:rsidR="005B3ED9" w:rsidRDefault="005B3ED9" w:rsidP="005B3ED9">
      <w:r>
        <w:t>418.8947</w:t>
      </w:r>
      <w:r>
        <w:tab/>
        <w:t>1.013e0</w:t>
      </w:r>
    </w:p>
    <w:p w:rsidR="005B3ED9" w:rsidRDefault="005B3ED9" w:rsidP="005B3ED9">
      <w:r>
        <w:t>418.8995</w:t>
      </w:r>
      <w:r>
        <w:tab/>
        <w:t>2.025e0</w:t>
      </w:r>
    </w:p>
    <w:p w:rsidR="005B3ED9" w:rsidRDefault="005B3ED9" w:rsidP="005B3ED9">
      <w:r>
        <w:lastRenderedPageBreak/>
        <w:t>418.9182</w:t>
      </w:r>
      <w:r>
        <w:tab/>
        <w:t>2.025e0</w:t>
      </w:r>
    </w:p>
    <w:p w:rsidR="005B3ED9" w:rsidRDefault="005B3ED9" w:rsidP="005B3ED9">
      <w:r>
        <w:t>419.0128</w:t>
      </w:r>
      <w:r>
        <w:tab/>
        <w:t>1.013e0</w:t>
      </w:r>
    </w:p>
    <w:p w:rsidR="005B3ED9" w:rsidRDefault="005B3ED9" w:rsidP="005B3ED9">
      <w:r>
        <w:t>419.0201</w:t>
      </w:r>
      <w:r>
        <w:tab/>
        <w:t>1.013e0</w:t>
      </w:r>
    </w:p>
    <w:p w:rsidR="005B3ED9" w:rsidRDefault="005B3ED9" w:rsidP="005B3ED9">
      <w:r>
        <w:t>419.0433</w:t>
      </w:r>
      <w:r>
        <w:tab/>
        <w:t>3.038e0</w:t>
      </w:r>
    </w:p>
    <w:p w:rsidR="005B3ED9" w:rsidRDefault="005B3ED9" w:rsidP="005B3ED9">
      <w:r>
        <w:t>419.0485</w:t>
      </w:r>
      <w:r>
        <w:tab/>
        <w:t>1.013e0</w:t>
      </w:r>
    </w:p>
    <w:p w:rsidR="005B3ED9" w:rsidRDefault="005B3ED9" w:rsidP="005B3ED9">
      <w:r>
        <w:t>419.0945</w:t>
      </w:r>
      <w:r>
        <w:tab/>
        <w:t>3.038e0</w:t>
      </w:r>
    </w:p>
    <w:p w:rsidR="005B3ED9" w:rsidRDefault="005B3ED9" w:rsidP="005B3ED9">
      <w:r>
        <w:t>419.1021</w:t>
      </w:r>
      <w:r>
        <w:tab/>
        <w:t>2.025e0</w:t>
      </w:r>
    </w:p>
    <w:p w:rsidR="005B3ED9" w:rsidRDefault="005B3ED9" w:rsidP="005B3ED9">
      <w:r>
        <w:t>419.1067</w:t>
      </w:r>
      <w:r>
        <w:tab/>
        <w:t>1.102e1</w:t>
      </w:r>
    </w:p>
    <w:p w:rsidR="005B3ED9" w:rsidRDefault="005B3ED9" w:rsidP="005B3ED9">
      <w:r>
        <w:t>419.2046</w:t>
      </w:r>
      <w:r>
        <w:tab/>
        <w:t>1.013e0</w:t>
      </w:r>
    </w:p>
    <w:p w:rsidR="005B3ED9" w:rsidRDefault="005B3ED9" w:rsidP="005B3ED9">
      <w:r>
        <w:t>419.2555</w:t>
      </w:r>
      <w:r>
        <w:tab/>
        <w:t>1.013e0</w:t>
      </w:r>
    </w:p>
    <w:p w:rsidR="005B3ED9" w:rsidRDefault="005B3ED9" w:rsidP="005B3ED9">
      <w:r>
        <w:t>419.2636</w:t>
      </w:r>
      <w:r>
        <w:tab/>
        <w:t>1.013e0</w:t>
      </w:r>
    </w:p>
    <w:p w:rsidR="005B3ED9" w:rsidRDefault="005B3ED9" w:rsidP="005B3ED9">
      <w:r>
        <w:t>419.2710</w:t>
      </w:r>
      <w:r>
        <w:tab/>
        <w:t>1.013e0</w:t>
      </w:r>
    </w:p>
    <w:p w:rsidR="005B3ED9" w:rsidRDefault="005B3ED9" w:rsidP="005B3ED9">
      <w:r>
        <w:t>419.3153</w:t>
      </w:r>
      <w:r>
        <w:tab/>
        <w:t>2.025e0</w:t>
      </w:r>
    </w:p>
    <w:p w:rsidR="005B3ED9" w:rsidRDefault="005B3ED9" w:rsidP="005B3ED9">
      <w:r>
        <w:t>419.3196</w:t>
      </w:r>
      <w:r>
        <w:tab/>
        <w:t>1.013e0</w:t>
      </w:r>
    </w:p>
    <w:p w:rsidR="005B3ED9" w:rsidRDefault="005B3ED9" w:rsidP="005B3ED9">
      <w:r>
        <w:t>419.3250</w:t>
      </w:r>
      <w:r>
        <w:tab/>
        <w:t>4.051e0</w:t>
      </w:r>
    </w:p>
    <w:p w:rsidR="005B3ED9" w:rsidRDefault="005B3ED9" w:rsidP="005B3ED9">
      <w:r>
        <w:t>419.3590</w:t>
      </w:r>
      <w:r>
        <w:tab/>
        <w:t>1.013e0</w:t>
      </w:r>
    </w:p>
    <w:p w:rsidR="005B3ED9" w:rsidRDefault="005B3ED9" w:rsidP="005B3ED9">
      <w:r>
        <w:t>419.4186</w:t>
      </w:r>
      <w:r>
        <w:tab/>
        <w:t>1.013e0</w:t>
      </w:r>
    </w:p>
    <w:p w:rsidR="005B3ED9" w:rsidRDefault="005B3ED9" w:rsidP="005B3ED9">
      <w:r>
        <w:t>419.4334</w:t>
      </w:r>
      <w:r>
        <w:tab/>
        <w:t>1.013e0</w:t>
      </w:r>
    </w:p>
    <w:p w:rsidR="005B3ED9" w:rsidRDefault="005B3ED9" w:rsidP="005B3ED9">
      <w:r>
        <w:t>419.4994</w:t>
      </w:r>
      <w:r>
        <w:tab/>
        <w:t>2.025e0</w:t>
      </w:r>
    </w:p>
    <w:p w:rsidR="005B3ED9" w:rsidRDefault="005B3ED9" w:rsidP="005B3ED9">
      <w:r>
        <w:lastRenderedPageBreak/>
        <w:t>419.5590</w:t>
      </w:r>
      <w:r>
        <w:tab/>
        <w:t>1.013e0</w:t>
      </w:r>
    </w:p>
    <w:p w:rsidR="005B3ED9" w:rsidRDefault="005B3ED9" w:rsidP="005B3ED9">
      <w:r>
        <w:t>419.5784</w:t>
      </w:r>
      <w:r>
        <w:tab/>
        <w:t>2.025e0</w:t>
      </w:r>
    </w:p>
    <w:p w:rsidR="005B3ED9" w:rsidRDefault="005B3ED9" w:rsidP="005B3ED9">
      <w:r>
        <w:t>419.6771</w:t>
      </w:r>
      <w:r>
        <w:tab/>
        <w:t>1.013e0</w:t>
      </w:r>
    </w:p>
    <w:p w:rsidR="005B3ED9" w:rsidRDefault="005B3ED9" w:rsidP="005B3ED9">
      <w:r>
        <w:t>419.6795</w:t>
      </w:r>
      <w:r>
        <w:tab/>
        <w:t>2.025e0</w:t>
      </w:r>
    </w:p>
    <w:p w:rsidR="005B3ED9" w:rsidRDefault="005B3ED9" w:rsidP="005B3ED9">
      <w:r>
        <w:t>419.7159</w:t>
      </w:r>
      <w:r>
        <w:tab/>
        <w:t>1.013e0</w:t>
      </w:r>
    </w:p>
    <w:p w:rsidR="005B3ED9" w:rsidRDefault="005B3ED9" w:rsidP="005B3ED9">
      <w:r>
        <w:t>419.7289</w:t>
      </w:r>
      <w:r>
        <w:tab/>
        <w:t>1.013e0</w:t>
      </w:r>
    </w:p>
    <w:p w:rsidR="005B3ED9" w:rsidRDefault="005B3ED9" w:rsidP="005B3ED9">
      <w:r>
        <w:t>419.8764</w:t>
      </w:r>
      <w:r>
        <w:tab/>
        <w:t>1.013e0</w:t>
      </w:r>
    </w:p>
    <w:p w:rsidR="005B3ED9" w:rsidRDefault="005B3ED9" w:rsidP="005B3ED9">
      <w:r>
        <w:t>419.9052</w:t>
      </w:r>
      <w:r>
        <w:tab/>
        <w:t>3.038e0</w:t>
      </w:r>
    </w:p>
    <w:p w:rsidR="005B3ED9" w:rsidRDefault="005B3ED9" w:rsidP="005B3ED9">
      <w:r>
        <w:t>419.9505</w:t>
      </w:r>
      <w:r>
        <w:tab/>
        <w:t>1.013e0</w:t>
      </w:r>
    </w:p>
    <w:p w:rsidR="005B3ED9" w:rsidRDefault="005B3ED9" w:rsidP="005B3ED9">
      <w:r>
        <w:t>420.0225</w:t>
      </w:r>
      <w:r>
        <w:tab/>
        <w:t>1.013e0</w:t>
      </w:r>
    </w:p>
    <w:p w:rsidR="005B3ED9" w:rsidRDefault="005B3ED9" w:rsidP="005B3ED9">
      <w:r>
        <w:t>420.0689</w:t>
      </w:r>
      <w:r>
        <w:tab/>
        <w:t>1.013e0</w:t>
      </w:r>
    </w:p>
    <w:p w:rsidR="005B3ED9" w:rsidRDefault="005B3ED9" w:rsidP="005B3ED9">
      <w:r>
        <w:t>420.0976</w:t>
      </w:r>
      <w:r>
        <w:tab/>
        <w:t>2.025e0</w:t>
      </w:r>
    </w:p>
    <w:p w:rsidR="005B3ED9" w:rsidRDefault="005B3ED9" w:rsidP="005B3ED9">
      <w:r>
        <w:t>420.1083</w:t>
      </w:r>
      <w:r>
        <w:tab/>
        <w:t>1.013e0</w:t>
      </w:r>
    </w:p>
    <w:p w:rsidR="005B3ED9" w:rsidRDefault="005B3ED9" w:rsidP="005B3ED9">
      <w:r>
        <w:t>420.1205</w:t>
      </w:r>
      <w:r>
        <w:tab/>
        <w:t>1.013e0</w:t>
      </w:r>
    </w:p>
    <w:p w:rsidR="005B3ED9" w:rsidRDefault="005B3ED9" w:rsidP="005B3ED9">
      <w:r>
        <w:t>420.1576</w:t>
      </w:r>
      <w:r>
        <w:tab/>
        <w:t>1.013e0</w:t>
      </w:r>
    </w:p>
    <w:p w:rsidR="005B3ED9" w:rsidRDefault="005B3ED9" w:rsidP="005B3ED9">
      <w:r>
        <w:t>420.1689</w:t>
      </w:r>
      <w:r>
        <w:tab/>
        <w:t>1.013e0</w:t>
      </w:r>
    </w:p>
    <w:p w:rsidR="005B3ED9" w:rsidRDefault="005B3ED9" w:rsidP="005B3ED9">
      <w:r>
        <w:t>420.2167</w:t>
      </w:r>
      <w:r>
        <w:tab/>
        <w:t>1.013e0</w:t>
      </w:r>
    </w:p>
    <w:p w:rsidR="005B3ED9" w:rsidRDefault="005B3ED9" w:rsidP="005B3ED9">
      <w:r>
        <w:t>420.2463</w:t>
      </w:r>
      <w:r>
        <w:tab/>
        <w:t>1.013e0</w:t>
      </w:r>
    </w:p>
    <w:p w:rsidR="005B3ED9" w:rsidRDefault="005B3ED9" w:rsidP="005B3ED9">
      <w:r>
        <w:t>420.2610</w:t>
      </w:r>
      <w:r>
        <w:tab/>
        <w:t>2.025e0</w:t>
      </w:r>
    </w:p>
    <w:p w:rsidR="005B3ED9" w:rsidRDefault="005B3ED9" w:rsidP="005B3ED9">
      <w:r>
        <w:lastRenderedPageBreak/>
        <w:t>420.3265</w:t>
      </w:r>
      <w:r>
        <w:tab/>
        <w:t>3.038e0</w:t>
      </w:r>
    </w:p>
    <w:p w:rsidR="005B3ED9" w:rsidRDefault="005B3ED9" w:rsidP="005B3ED9">
      <w:r>
        <w:t>420.3581</w:t>
      </w:r>
      <w:r>
        <w:tab/>
        <w:t>1.013e0</w:t>
      </w:r>
    </w:p>
    <w:p w:rsidR="005B3ED9" w:rsidRDefault="005B3ED9" w:rsidP="005B3ED9">
      <w:r>
        <w:t>420.3759</w:t>
      </w:r>
      <w:r>
        <w:tab/>
        <w:t>1.013e0</w:t>
      </w:r>
    </w:p>
    <w:p w:rsidR="005B3ED9" w:rsidRDefault="005B3ED9" w:rsidP="005B3ED9">
      <w:r>
        <w:t>420.4579</w:t>
      </w:r>
      <w:r>
        <w:tab/>
        <w:t>1.013e0</w:t>
      </w:r>
    </w:p>
    <w:p w:rsidR="005B3ED9" w:rsidRDefault="005B3ED9" w:rsidP="005B3ED9">
      <w:r>
        <w:t>420.5223</w:t>
      </w:r>
      <w:r>
        <w:tab/>
        <w:t>1.013e0</w:t>
      </w:r>
    </w:p>
    <w:p w:rsidR="005B3ED9" w:rsidRDefault="005B3ED9" w:rsidP="005B3ED9">
      <w:r>
        <w:t>420.5830</w:t>
      </w:r>
      <w:r>
        <w:tab/>
        <w:t>2.025e0</w:t>
      </w:r>
    </w:p>
    <w:p w:rsidR="005B3ED9" w:rsidRDefault="005B3ED9" w:rsidP="005B3ED9">
      <w:r>
        <w:t>420.6435</w:t>
      </w:r>
      <w:r>
        <w:tab/>
        <w:t>1.013e0</w:t>
      </w:r>
    </w:p>
    <w:p w:rsidR="005B3ED9" w:rsidRDefault="005B3ED9" w:rsidP="005B3ED9">
      <w:r>
        <w:t>420.6533</w:t>
      </w:r>
      <w:r>
        <w:tab/>
        <w:t>2.025e0</w:t>
      </w:r>
    </w:p>
    <w:p w:rsidR="005B3ED9" w:rsidRDefault="005B3ED9" w:rsidP="005B3ED9">
      <w:r>
        <w:t>420.7042</w:t>
      </w:r>
      <w:r>
        <w:tab/>
        <w:t>1.013e0</w:t>
      </w:r>
    </w:p>
    <w:p w:rsidR="005B3ED9" w:rsidRDefault="005B3ED9" w:rsidP="005B3ED9">
      <w:r>
        <w:t>420.7421</w:t>
      </w:r>
      <w:r>
        <w:tab/>
        <w:t>1.013e0</w:t>
      </w:r>
    </w:p>
    <w:p w:rsidR="005B3ED9" w:rsidRDefault="005B3ED9" w:rsidP="005B3ED9">
      <w:r>
        <w:t>420.8581</w:t>
      </w:r>
      <w:r>
        <w:tab/>
        <w:t>2.025e0</w:t>
      </w:r>
    </w:p>
    <w:p w:rsidR="005B3ED9" w:rsidRDefault="005B3ED9" w:rsidP="005B3ED9">
      <w:r>
        <w:t>420.9050</w:t>
      </w:r>
      <w:r>
        <w:tab/>
        <w:t>2.025e0</w:t>
      </w:r>
    </w:p>
    <w:p w:rsidR="005B3ED9" w:rsidRDefault="005B3ED9" w:rsidP="005B3ED9">
      <w:r>
        <w:t>420.9149</w:t>
      </w:r>
      <w:r>
        <w:tab/>
        <w:t>1.013e0</w:t>
      </w:r>
    </w:p>
    <w:p w:rsidR="005B3ED9" w:rsidRDefault="005B3ED9" w:rsidP="005B3ED9">
      <w:r>
        <w:t>420.9237</w:t>
      </w:r>
      <w:r>
        <w:tab/>
        <w:t>4.051e0</w:t>
      </w:r>
    </w:p>
    <w:p w:rsidR="005B3ED9" w:rsidRDefault="005B3ED9" w:rsidP="005B3ED9">
      <w:r>
        <w:t>420.9540</w:t>
      </w:r>
      <w:r>
        <w:tab/>
        <w:t>1.013e0</w:t>
      </w:r>
    </w:p>
    <w:p w:rsidR="005B3ED9" w:rsidRDefault="005B3ED9" w:rsidP="005B3ED9">
      <w:r>
        <w:t>420.9755</w:t>
      </w:r>
      <w:r>
        <w:tab/>
        <w:t>1.013e0</w:t>
      </w:r>
    </w:p>
    <w:p w:rsidR="005B3ED9" w:rsidRDefault="005B3ED9" w:rsidP="005B3ED9">
      <w:r>
        <w:t>421.0310</w:t>
      </w:r>
      <w:r>
        <w:tab/>
        <w:t>1.013e0</w:t>
      </w:r>
    </w:p>
    <w:p w:rsidR="005B3ED9" w:rsidRDefault="005B3ED9" w:rsidP="005B3ED9">
      <w:r>
        <w:t>421.0836</w:t>
      </w:r>
      <w:r>
        <w:tab/>
        <w:t>2.025e0</w:t>
      </w:r>
    </w:p>
    <w:p w:rsidR="005B3ED9" w:rsidRDefault="005B3ED9" w:rsidP="005B3ED9">
      <w:r>
        <w:t>421.1005</w:t>
      </w:r>
      <w:r>
        <w:tab/>
        <w:t>1.013e0</w:t>
      </w:r>
    </w:p>
    <w:p w:rsidR="005B3ED9" w:rsidRDefault="005B3ED9" w:rsidP="005B3ED9">
      <w:r>
        <w:lastRenderedPageBreak/>
        <w:t>421.1072</w:t>
      </w:r>
      <w:r>
        <w:tab/>
        <w:t>4.051e0</w:t>
      </w:r>
    </w:p>
    <w:p w:rsidR="005B3ED9" w:rsidRDefault="005B3ED9" w:rsidP="005B3ED9">
      <w:r>
        <w:t>421.1573</w:t>
      </w:r>
      <w:r>
        <w:tab/>
        <w:t>3.038e0</w:t>
      </w:r>
    </w:p>
    <w:p w:rsidR="005B3ED9" w:rsidRDefault="005B3ED9" w:rsidP="005B3ED9">
      <w:r>
        <w:t>421.1735</w:t>
      </w:r>
      <w:r>
        <w:tab/>
        <w:t>2.025e0</w:t>
      </w:r>
    </w:p>
    <w:p w:rsidR="005B3ED9" w:rsidRDefault="005B3ED9" w:rsidP="005B3ED9">
      <w:r>
        <w:t>421.1933</w:t>
      </w:r>
      <w:r>
        <w:tab/>
        <w:t>2.025e0</w:t>
      </w:r>
    </w:p>
    <w:p w:rsidR="005B3ED9" w:rsidRDefault="005B3ED9" w:rsidP="005B3ED9">
      <w:r>
        <w:t>421.2088</w:t>
      </w:r>
      <w:r>
        <w:tab/>
        <w:t>1.013e0</w:t>
      </w:r>
    </w:p>
    <w:p w:rsidR="005B3ED9" w:rsidRDefault="005B3ED9" w:rsidP="005B3ED9">
      <w:r>
        <w:t>421.2538</w:t>
      </w:r>
      <w:r>
        <w:tab/>
        <w:t>2.025e0</w:t>
      </w:r>
    </w:p>
    <w:p w:rsidR="005B3ED9" w:rsidRDefault="005B3ED9" w:rsidP="005B3ED9">
      <w:r>
        <w:t>421.2799</w:t>
      </w:r>
      <w:r>
        <w:tab/>
        <w:t>2.025e0</w:t>
      </w:r>
    </w:p>
    <w:p w:rsidR="005B3ED9" w:rsidRDefault="005B3ED9" w:rsidP="005B3ED9">
      <w:r>
        <w:t>421.3252</w:t>
      </w:r>
      <w:r>
        <w:tab/>
        <w:t>2.025e0</w:t>
      </w:r>
    </w:p>
    <w:p w:rsidR="005B3ED9" w:rsidRDefault="005B3ED9" w:rsidP="005B3ED9">
      <w:r>
        <w:t>421.3289</w:t>
      </w:r>
      <w:r>
        <w:tab/>
        <w:t>1.013e0</w:t>
      </w:r>
    </w:p>
    <w:p w:rsidR="005B3ED9" w:rsidRDefault="005B3ED9" w:rsidP="005B3ED9">
      <w:r>
        <w:t>421.3503</w:t>
      </w:r>
      <w:r>
        <w:tab/>
        <w:t>3.038e0</w:t>
      </w:r>
    </w:p>
    <w:p w:rsidR="005B3ED9" w:rsidRDefault="005B3ED9" w:rsidP="005B3ED9">
      <w:r>
        <w:t>421.3925</w:t>
      </w:r>
      <w:r>
        <w:tab/>
        <w:t>2.025e0</w:t>
      </w:r>
    </w:p>
    <w:p w:rsidR="005B3ED9" w:rsidRDefault="005B3ED9" w:rsidP="005B3ED9">
      <w:r>
        <w:t>421.4199</w:t>
      </w:r>
      <w:r>
        <w:tab/>
        <w:t>2.025e0</w:t>
      </w:r>
    </w:p>
    <w:p w:rsidR="005B3ED9" w:rsidRDefault="005B3ED9" w:rsidP="005B3ED9">
      <w:r>
        <w:t>421.4460</w:t>
      </w:r>
      <w:r>
        <w:tab/>
        <w:t>1.013e0</w:t>
      </w:r>
    </w:p>
    <w:p w:rsidR="005B3ED9" w:rsidRDefault="005B3ED9" w:rsidP="005B3ED9">
      <w:r>
        <w:t>421.4962</w:t>
      </w:r>
      <w:r>
        <w:tab/>
        <w:t>2.025e0</w:t>
      </w:r>
    </w:p>
    <w:p w:rsidR="005B3ED9" w:rsidRDefault="005B3ED9" w:rsidP="005B3ED9">
      <w:r>
        <w:t>421.4980</w:t>
      </w:r>
      <w:r>
        <w:tab/>
        <w:t>1.013e0</w:t>
      </w:r>
    </w:p>
    <w:p w:rsidR="005B3ED9" w:rsidRDefault="005B3ED9" w:rsidP="005B3ED9">
      <w:r>
        <w:t>421.5796</w:t>
      </w:r>
      <w:r>
        <w:tab/>
        <w:t>1.013e0</w:t>
      </w:r>
    </w:p>
    <w:p w:rsidR="005B3ED9" w:rsidRDefault="005B3ED9" w:rsidP="005B3ED9">
      <w:r>
        <w:t>421.7836</w:t>
      </w:r>
      <w:r>
        <w:tab/>
        <w:t>2.025e0</w:t>
      </w:r>
    </w:p>
    <w:p w:rsidR="005B3ED9" w:rsidRDefault="005B3ED9" w:rsidP="005B3ED9">
      <w:r>
        <w:t>421.8392</w:t>
      </w:r>
      <w:r>
        <w:tab/>
        <w:t>1.013e0</w:t>
      </w:r>
    </w:p>
    <w:p w:rsidR="005B3ED9" w:rsidRDefault="005B3ED9" w:rsidP="005B3ED9">
      <w:r>
        <w:t>421.8629</w:t>
      </w:r>
      <w:r>
        <w:tab/>
        <w:t>2.025e0</w:t>
      </w:r>
    </w:p>
    <w:p w:rsidR="005B3ED9" w:rsidRDefault="005B3ED9" w:rsidP="005B3ED9">
      <w:r>
        <w:lastRenderedPageBreak/>
        <w:t>421.8915</w:t>
      </w:r>
      <w:r>
        <w:tab/>
        <w:t>2.025e0</w:t>
      </w:r>
    </w:p>
    <w:p w:rsidR="005B3ED9" w:rsidRDefault="005B3ED9" w:rsidP="005B3ED9">
      <w:r>
        <w:t>421.9492</w:t>
      </w:r>
      <w:r>
        <w:tab/>
        <w:t>3.038e0</w:t>
      </w:r>
    </w:p>
    <w:p w:rsidR="005B3ED9" w:rsidRDefault="005B3ED9" w:rsidP="005B3ED9">
      <w:r>
        <w:t>421.9525</w:t>
      </w:r>
      <w:r>
        <w:tab/>
        <w:t>5.063e0</w:t>
      </w:r>
    </w:p>
    <w:p w:rsidR="005B3ED9" w:rsidRDefault="005B3ED9" w:rsidP="005B3ED9">
      <w:r>
        <w:t>421.9622</w:t>
      </w:r>
      <w:r>
        <w:tab/>
        <w:t>2.025e0</w:t>
      </w:r>
    </w:p>
    <w:p w:rsidR="005B3ED9" w:rsidRDefault="005B3ED9" w:rsidP="005B3ED9">
      <w:r>
        <w:t>422.0201</w:t>
      </w:r>
      <w:r>
        <w:tab/>
        <w:t>2.025e0</w:t>
      </w:r>
    </w:p>
    <w:p w:rsidR="005B3ED9" w:rsidRDefault="005B3ED9" w:rsidP="005B3ED9">
      <w:r>
        <w:t>422.0248</w:t>
      </w:r>
      <w:r>
        <w:tab/>
        <w:t>1.013e0</w:t>
      </w:r>
    </w:p>
    <w:p w:rsidR="005B3ED9" w:rsidRDefault="005B3ED9" w:rsidP="005B3ED9">
      <w:r>
        <w:t>422.0502</w:t>
      </w:r>
      <w:r>
        <w:tab/>
        <w:t>3.038e0</w:t>
      </w:r>
    </w:p>
    <w:p w:rsidR="005B3ED9" w:rsidRDefault="005B3ED9" w:rsidP="005B3ED9">
      <w:r>
        <w:t>422.0891</w:t>
      </w:r>
      <w:r>
        <w:tab/>
        <w:t>1.013e0</w:t>
      </w:r>
    </w:p>
    <w:p w:rsidR="005B3ED9" w:rsidRDefault="005B3ED9" w:rsidP="005B3ED9">
      <w:r>
        <w:t>422.1325</w:t>
      </w:r>
      <w:r>
        <w:tab/>
        <w:t>3.038e0</w:t>
      </w:r>
    </w:p>
    <w:p w:rsidR="005B3ED9" w:rsidRDefault="005B3ED9" w:rsidP="005B3ED9">
      <w:r>
        <w:t>422.1339</w:t>
      </w:r>
      <w:r>
        <w:tab/>
        <w:t>3.669e0</w:t>
      </w:r>
    </w:p>
    <w:p w:rsidR="005B3ED9" w:rsidRDefault="005B3ED9" w:rsidP="005B3ED9">
      <w:r>
        <w:t>422.1729</w:t>
      </w:r>
      <w:r>
        <w:tab/>
        <w:t>2.025e0</w:t>
      </w:r>
    </w:p>
    <w:p w:rsidR="005B3ED9" w:rsidRDefault="005B3ED9" w:rsidP="005B3ED9">
      <w:r>
        <w:t>422.1882</w:t>
      </w:r>
      <w:r>
        <w:tab/>
        <w:t>2.025e0</w:t>
      </w:r>
    </w:p>
    <w:p w:rsidR="005B3ED9" w:rsidRDefault="005B3ED9" w:rsidP="005B3ED9">
      <w:r>
        <w:t>422.2326</w:t>
      </w:r>
      <w:r>
        <w:tab/>
        <w:t>2.025e0</w:t>
      </w:r>
    </w:p>
    <w:p w:rsidR="005B3ED9" w:rsidRDefault="005B3ED9" w:rsidP="005B3ED9">
      <w:r>
        <w:t>422.2365</w:t>
      </w:r>
      <w:r>
        <w:tab/>
        <w:t>2.025e0</w:t>
      </w:r>
    </w:p>
    <w:p w:rsidR="005B3ED9" w:rsidRDefault="005B3ED9" w:rsidP="005B3ED9">
      <w:r>
        <w:t>422.2571</w:t>
      </w:r>
      <w:r>
        <w:tab/>
        <w:t>1.013e0</w:t>
      </w:r>
    </w:p>
    <w:p w:rsidR="005B3ED9" w:rsidRDefault="005B3ED9" w:rsidP="005B3ED9">
      <w:r>
        <w:t>422.2678</w:t>
      </w:r>
      <w:r>
        <w:tab/>
        <w:t>2.025e0</w:t>
      </w:r>
    </w:p>
    <w:p w:rsidR="005B3ED9" w:rsidRDefault="005B3ED9" w:rsidP="005B3ED9">
      <w:r>
        <w:t>422.3142</w:t>
      </w:r>
      <w:r>
        <w:tab/>
        <w:t>1.013e0</w:t>
      </w:r>
    </w:p>
    <w:p w:rsidR="005B3ED9" w:rsidRDefault="005B3ED9" w:rsidP="005B3ED9">
      <w:r>
        <w:t>422.3517</w:t>
      </w:r>
      <w:r>
        <w:tab/>
        <w:t>1.013e0</w:t>
      </w:r>
    </w:p>
    <w:p w:rsidR="005B3ED9" w:rsidRDefault="005B3ED9" w:rsidP="005B3ED9">
      <w:r>
        <w:t>422.3688</w:t>
      </w:r>
      <w:r>
        <w:tab/>
        <w:t>1.813e0</w:t>
      </w:r>
    </w:p>
    <w:p w:rsidR="005B3ED9" w:rsidRDefault="005B3ED9" w:rsidP="005B3ED9">
      <w:r>
        <w:lastRenderedPageBreak/>
        <w:t>422.3740</w:t>
      </w:r>
      <w:r>
        <w:tab/>
        <w:t>1.013e0</w:t>
      </w:r>
    </w:p>
    <w:p w:rsidR="005B3ED9" w:rsidRDefault="005B3ED9" w:rsidP="005B3ED9">
      <w:r>
        <w:t>422.4154</w:t>
      </w:r>
      <w:r>
        <w:tab/>
        <w:t>2.025e0</w:t>
      </w:r>
    </w:p>
    <w:p w:rsidR="005B3ED9" w:rsidRDefault="005B3ED9" w:rsidP="005B3ED9">
      <w:r>
        <w:t>422.4557</w:t>
      </w:r>
      <w:r>
        <w:tab/>
        <w:t>1.013e0</w:t>
      </w:r>
    </w:p>
    <w:p w:rsidR="005B3ED9" w:rsidRDefault="005B3ED9" w:rsidP="005B3ED9">
      <w:r>
        <w:t>422.5425</w:t>
      </w:r>
      <w:r>
        <w:tab/>
        <w:t>1.013e0</w:t>
      </w:r>
    </w:p>
    <w:p w:rsidR="005B3ED9" w:rsidRDefault="005B3ED9" w:rsidP="005B3ED9">
      <w:r>
        <w:t>422.6341</w:t>
      </w:r>
      <w:r>
        <w:tab/>
        <w:t>1.013e0</w:t>
      </w:r>
    </w:p>
    <w:p w:rsidR="005B3ED9" w:rsidRDefault="005B3ED9" w:rsidP="005B3ED9">
      <w:r>
        <w:t>422.6713</w:t>
      </w:r>
      <w:r>
        <w:tab/>
        <w:t>1.013e0</w:t>
      </w:r>
    </w:p>
    <w:p w:rsidR="005B3ED9" w:rsidRDefault="005B3ED9" w:rsidP="005B3ED9">
      <w:r>
        <w:t>422.7010</w:t>
      </w:r>
      <w:r>
        <w:tab/>
        <w:t>1.013e0</w:t>
      </w:r>
    </w:p>
    <w:p w:rsidR="005B3ED9" w:rsidRDefault="005B3ED9" w:rsidP="005B3ED9">
      <w:r>
        <w:t>422.7677</w:t>
      </w:r>
      <w:r>
        <w:tab/>
        <w:t>1.013e0</w:t>
      </w:r>
    </w:p>
    <w:p w:rsidR="005B3ED9" w:rsidRDefault="005B3ED9" w:rsidP="005B3ED9">
      <w:r>
        <w:t>422.7828</w:t>
      </w:r>
      <w:r>
        <w:tab/>
        <w:t>1.013e0</w:t>
      </w:r>
    </w:p>
    <w:p w:rsidR="005B3ED9" w:rsidRDefault="005B3ED9" w:rsidP="005B3ED9">
      <w:r>
        <w:t>422.7977</w:t>
      </w:r>
      <w:r>
        <w:tab/>
        <w:t>1.013e0</w:t>
      </w:r>
    </w:p>
    <w:p w:rsidR="005B3ED9" w:rsidRDefault="005B3ED9" w:rsidP="005B3ED9">
      <w:r>
        <w:t>422.8354</w:t>
      </w:r>
      <w:r>
        <w:tab/>
        <w:t>1.013e0</w:t>
      </w:r>
    </w:p>
    <w:p w:rsidR="005B3ED9" w:rsidRDefault="005B3ED9" w:rsidP="005B3ED9">
      <w:r>
        <w:t>422.8647</w:t>
      </w:r>
      <w:r>
        <w:tab/>
        <w:t>1.013e0</w:t>
      </w:r>
    </w:p>
    <w:p w:rsidR="005B3ED9" w:rsidRDefault="005B3ED9" w:rsidP="005B3ED9">
      <w:r>
        <w:t>422.8712</w:t>
      </w:r>
      <w:r>
        <w:tab/>
        <w:t>1.013e0</w:t>
      </w:r>
    </w:p>
    <w:p w:rsidR="005B3ED9" w:rsidRDefault="005B3ED9" w:rsidP="005B3ED9">
      <w:r>
        <w:t>422.9355</w:t>
      </w:r>
      <w:r>
        <w:tab/>
        <w:t>1.013e0</w:t>
      </w:r>
    </w:p>
    <w:p w:rsidR="005B3ED9" w:rsidRDefault="005B3ED9" w:rsidP="005B3ED9">
      <w:r>
        <w:t>422.9435</w:t>
      </w:r>
      <w:r>
        <w:tab/>
        <w:t>3.038e0</w:t>
      </w:r>
    </w:p>
    <w:p w:rsidR="005B3ED9" w:rsidRDefault="005B3ED9" w:rsidP="005B3ED9">
      <w:r>
        <w:t>422.9784</w:t>
      </w:r>
      <w:r>
        <w:tab/>
        <w:t>2.025e0</w:t>
      </w:r>
    </w:p>
    <w:p w:rsidR="005B3ED9" w:rsidRDefault="005B3ED9" w:rsidP="005B3ED9">
      <w:r>
        <w:t>423.0054</w:t>
      </w:r>
      <w:r>
        <w:tab/>
        <w:t>4.051e0</w:t>
      </w:r>
    </w:p>
    <w:p w:rsidR="005B3ED9" w:rsidRDefault="005B3ED9" w:rsidP="005B3ED9">
      <w:r>
        <w:t>423.0391</w:t>
      </w:r>
      <w:r>
        <w:tab/>
        <w:t>1.013e0</w:t>
      </w:r>
    </w:p>
    <w:p w:rsidR="005B3ED9" w:rsidRDefault="005B3ED9" w:rsidP="005B3ED9">
      <w:r>
        <w:t>423.0782</w:t>
      </w:r>
      <w:r>
        <w:tab/>
        <w:t>1.013e0</w:t>
      </w:r>
    </w:p>
    <w:p w:rsidR="005B3ED9" w:rsidRDefault="005B3ED9" w:rsidP="005B3ED9">
      <w:r>
        <w:lastRenderedPageBreak/>
        <w:t>423.1474</w:t>
      </w:r>
      <w:r>
        <w:tab/>
        <w:t>1.013e0</w:t>
      </w:r>
    </w:p>
    <w:p w:rsidR="005B3ED9" w:rsidRDefault="005B3ED9" w:rsidP="005B3ED9">
      <w:r>
        <w:t>423.1697</w:t>
      </w:r>
      <w:r>
        <w:tab/>
        <w:t>1.013e0</w:t>
      </w:r>
    </w:p>
    <w:p w:rsidR="005B3ED9" w:rsidRDefault="005B3ED9" w:rsidP="005B3ED9">
      <w:r>
        <w:t>423.1729</w:t>
      </w:r>
      <w:r>
        <w:tab/>
        <w:t>2.025e0</w:t>
      </w:r>
    </w:p>
    <w:p w:rsidR="005B3ED9" w:rsidRDefault="005B3ED9" w:rsidP="005B3ED9">
      <w:r>
        <w:t>423.1807</w:t>
      </w:r>
      <w:r>
        <w:tab/>
        <w:t>2.025e0</w:t>
      </w:r>
    </w:p>
    <w:p w:rsidR="005B3ED9" w:rsidRDefault="005B3ED9" w:rsidP="005B3ED9">
      <w:r>
        <w:t>423.2076</w:t>
      </w:r>
      <w:r>
        <w:tab/>
        <w:t>2.025e0</w:t>
      </w:r>
    </w:p>
    <w:p w:rsidR="005B3ED9" w:rsidRDefault="005B3ED9" w:rsidP="005B3ED9">
      <w:r>
        <w:t>423.2367</w:t>
      </w:r>
      <w:r>
        <w:tab/>
        <w:t>2.025e0</w:t>
      </w:r>
    </w:p>
    <w:p w:rsidR="005B3ED9" w:rsidRDefault="005B3ED9" w:rsidP="005B3ED9">
      <w:r>
        <w:t>423.2888</w:t>
      </w:r>
      <w:r>
        <w:tab/>
        <w:t>1.013e0</w:t>
      </w:r>
    </w:p>
    <w:p w:rsidR="005B3ED9" w:rsidRDefault="005B3ED9" w:rsidP="005B3ED9">
      <w:r>
        <w:t>423.3893</w:t>
      </w:r>
      <w:r>
        <w:tab/>
        <w:t>8.360e0</w:t>
      </w:r>
    </w:p>
    <w:p w:rsidR="005B3ED9" w:rsidRDefault="005B3ED9" w:rsidP="005B3ED9">
      <w:r>
        <w:t>423.3905</w:t>
      </w:r>
      <w:r>
        <w:tab/>
        <w:t>6.076e0</w:t>
      </w:r>
    </w:p>
    <w:p w:rsidR="005B3ED9" w:rsidRDefault="005B3ED9" w:rsidP="005B3ED9">
      <w:r>
        <w:t>423.4384</w:t>
      </w:r>
      <w:r>
        <w:tab/>
        <w:t>7.610e0</w:t>
      </w:r>
    </w:p>
    <w:p w:rsidR="005B3ED9" w:rsidRDefault="005B3ED9" w:rsidP="005B3ED9">
      <w:r>
        <w:t>423.4468</w:t>
      </w:r>
      <w:r>
        <w:tab/>
        <w:t>2.025e0</w:t>
      </w:r>
    </w:p>
    <w:p w:rsidR="005B3ED9" w:rsidRDefault="005B3ED9" w:rsidP="005B3ED9">
      <w:r>
        <w:t>423.4712</w:t>
      </w:r>
      <w:r>
        <w:tab/>
        <w:t>1.013e0</w:t>
      </w:r>
    </w:p>
    <w:p w:rsidR="005B3ED9" w:rsidRDefault="005B3ED9" w:rsidP="005B3ED9">
      <w:r>
        <w:t>423.4736</w:t>
      </w:r>
      <w:r>
        <w:tab/>
        <w:t>2.025e0</w:t>
      </w:r>
    </w:p>
    <w:p w:rsidR="005B3ED9" w:rsidRDefault="005B3ED9" w:rsidP="005B3ED9">
      <w:r>
        <w:t>423.5811</w:t>
      </w:r>
      <w:r>
        <w:tab/>
        <w:t>4.051e0</w:t>
      </w:r>
    </w:p>
    <w:p w:rsidR="005B3ED9" w:rsidRDefault="005B3ED9" w:rsidP="005B3ED9">
      <w:r>
        <w:t>423.5972</w:t>
      </w:r>
      <w:r>
        <w:tab/>
        <w:t>3.038e0</w:t>
      </w:r>
    </w:p>
    <w:p w:rsidR="005B3ED9" w:rsidRDefault="005B3ED9" w:rsidP="005B3ED9">
      <w:r>
        <w:t>423.6469</w:t>
      </w:r>
      <w:r>
        <w:tab/>
        <w:t>3.038e0</w:t>
      </w:r>
    </w:p>
    <w:p w:rsidR="005B3ED9" w:rsidRDefault="005B3ED9" w:rsidP="005B3ED9">
      <w:r>
        <w:t>423.6623</w:t>
      </w:r>
      <w:r>
        <w:tab/>
        <w:t>4.051e0</w:t>
      </w:r>
    </w:p>
    <w:p w:rsidR="005B3ED9" w:rsidRDefault="005B3ED9" w:rsidP="005B3ED9">
      <w:r>
        <w:t>423.7123</w:t>
      </w:r>
      <w:r>
        <w:tab/>
        <w:t>4.051e0</w:t>
      </w:r>
    </w:p>
    <w:p w:rsidR="005B3ED9" w:rsidRDefault="005B3ED9" w:rsidP="005B3ED9">
      <w:r>
        <w:t>423.7433</w:t>
      </w:r>
      <w:r>
        <w:tab/>
        <w:t>1.013e0</w:t>
      </w:r>
    </w:p>
    <w:p w:rsidR="005B3ED9" w:rsidRDefault="005B3ED9" w:rsidP="005B3ED9">
      <w:r>
        <w:lastRenderedPageBreak/>
        <w:t>423.7444</w:t>
      </w:r>
      <w:r>
        <w:tab/>
        <w:t>4.051e0</w:t>
      </w:r>
    </w:p>
    <w:p w:rsidR="005B3ED9" w:rsidRDefault="005B3ED9" w:rsidP="005B3ED9">
      <w:r>
        <w:t>423.7663</w:t>
      </w:r>
      <w:r>
        <w:tab/>
        <w:t>2.025e0</w:t>
      </w:r>
    </w:p>
    <w:p w:rsidR="005B3ED9" w:rsidRDefault="005B3ED9" w:rsidP="005B3ED9">
      <w:r>
        <w:t>423.8331</w:t>
      </w:r>
      <w:r>
        <w:tab/>
        <w:t>4.051e0</w:t>
      </w:r>
    </w:p>
    <w:p w:rsidR="005B3ED9" w:rsidRDefault="005B3ED9" w:rsidP="005B3ED9">
      <w:r>
        <w:t>423.8390</w:t>
      </w:r>
      <w:r>
        <w:tab/>
        <w:t>1.013e0</w:t>
      </w:r>
    </w:p>
    <w:p w:rsidR="005B3ED9" w:rsidRDefault="005B3ED9" w:rsidP="005B3ED9">
      <w:r>
        <w:t>423.8440</w:t>
      </w:r>
      <w:r>
        <w:tab/>
        <w:t>3.038e0</w:t>
      </w:r>
    </w:p>
    <w:p w:rsidR="005B3ED9" w:rsidRDefault="005B3ED9" w:rsidP="005B3ED9">
      <w:r>
        <w:t>423.8893</w:t>
      </w:r>
      <w:r>
        <w:tab/>
        <w:t>2.025e0</w:t>
      </w:r>
    </w:p>
    <w:p w:rsidR="005B3ED9" w:rsidRDefault="005B3ED9" w:rsidP="005B3ED9">
      <w:r>
        <w:t>423.9052</w:t>
      </w:r>
      <w:r>
        <w:tab/>
        <w:t>5.063e0</w:t>
      </w:r>
    </w:p>
    <w:p w:rsidR="005B3ED9" w:rsidRDefault="005B3ED9" w:rsidP="005B3ED9">
      <w:r>
        <w:t>423.9072</w:t>
      </w:r>
      <w:r>
        <w:tab/>
        <w:t>1.013e0</w:t>
      </w:r>
    </w:p>
    <w:p w:rsidR="005B3ED9" w:rsidRDefault="005B3ED9" w:rsidP="005B3ED9">
      <w:r>
        <w:t>423.9198</w:t>
      </w:r>
      <w:r>
        <w:tab/>
        <w:t>4.051e0</w:t>
      </w:r>
    </w:p>
    <w:p w:rsidR="005B3ED9" w:rsidRDefault="005B3ED9" w:rsidP="005B3ED9">
      <w:r>
        <w:t>423.9731</w:t>
      </w:r>
      <w:r>
        <w:tab/>
        <w:t>2.025e0</w:t>
      </w:r>
    </w:p>
    <w:p w:rsidR="005B3ED9" w:rsidRDefault="005B3ED9" w:rsidP="005B3ED9">
      <w:r>
        <w:t>424.0791</w:t>
      </w:r>
      <w:r>
        <w:tab/>
        <w:t>3.038e0</w:t>
      </w:r>
    </w:p>
    <w:p w:rsidR="005B3ED9" w:rsidRDefault="005B3ED9" w:rsidP="005B3ED9">
      <w:r>
        <w:t>424.1582</w:t>
      </w:r>
      <w:r>
        <w:tab/>
        <w:t>2.876e3</w:t>
      </w:r>
    </w:p>
    <w:p w:rsidR="005B3ED9" w:rsidRDefault="005B3ED9" w:rsidP="005B3ED9">
      <w:r>
        <w:t>424.2592</w:t>
      </w:r>
      <w:r>
        <w:tab/>
        <w:t>1.114e1</w:t>
      </w:r>
    </w:p>
    <w:p w:rsidR="005B3ED9" w:rsidRDefault="005B3ED9" w:rsidP="005B3ED9">
      <w:r>
        <w:t>424.2729</w:t>
      </w:r>
      <w:r>
        <w:tab/>
        <w:t>4.493e0</w:t>
      </w:r>
    </w:p>
    <w:p w:rsidR="005B3ED9" w:rsidRDefault="005B3ED9" w:rsidP="005B3ED9">
      <w:r>
        <w:t>424.3102</w:t>
      </w:r>
      <w:r>
        <w:tab/>
        <w:t>3.038e0</w:t>
      </w:r>
    </w:p>
    <w:p w:rsidR="005B3ED9" w:rsidRDefault="005B3ED9" w:rsidP="005B3ED9">
      <w:r>
        <w:t>424.3119</w:t>
      </w:r>
      <w:r>
        <w:tab/>
        <w:t>3.233e0</w:t>
      </w:r>
    </w:p>
    <w:p w:rsidR="005B3ED9" w:rsidRDefault="005B3ED9" w:rsidP="005B3ED9">
      <w:r>
        <w:t>424.3311</w:t>
      </w:r>
      <w:r>
        <w:tab/>
        <w:t>1.142e1</w:t>
      </w:r>
    </w:p>
    <w:p w:rsidR="005B3ED9" w:rsidRDefault="005B3ED9" w:rsidP="005B3ED9">
      <w:r>
        <w:t>424.3531</w:t>
      </w:r>
      <w:r>
        <w:tab/>
        <w:t>1.040e1</w:t>
      </w:r>
    </w:p>
    <w:p w:rsidR="005B3ED9" w:rsidRDefault="005B3ED9" w:rsidP="005B3ED9">
      <w:r>
        <w:t>424.3552</w:t>
      </w:r>
      <w:r>
        <w:tab/>
        <w:t>2.734e1</w:t>
      </w:r>
    </w:p>
    <w:p w:rsidR="005B3ED9" w:rsidRDefault="005B3ED9" w:rsidP="005B3ED9">
      <w:r>
        <w:lastRenderedPageBreak/>
        <w:t>424.3667</w:t>
      </w:r>
      <w:r>
        <w:tab/>
        <w:t>1.637e1</w:t>
      </w:r>
    </w:p>
    <w:p w:rsidR="005B3ED9" w:rsidRDefault="005B3ED9" w:rsidP="005B3ED9">
      <w:r>
        <w:t>424.3725</w:t>
      </w:r>
      <w:r>
        <w:tab/>
        <w:t>9.564e0</w:t>
      </w:r>
    </w:p>
    <w:p w:rsidR="005B3ED9" w:rsidRDefault="005B3ED9" w:rsidP="005B3ED9">
      <w:r>
        <w:t>424.4194</w:t>
      </w:r>
      <w:r>
        <w:tab/>
        <w:t>3.038e0</w:t>
      </w:r>
    </w:p>
    <w:p w:rsidR="005B3ED9" w:rsidRDefault="005B3ED9" w:rsidP="005B3ED9">
      <w:r>
        <w:t>424.4235</w:t>
      </w:r>
      <w:r>
        <w:tab/>
        <w:t>9.114e0</w:t>
      </w:r>
    </w:p>
    <w:p w:rsidR="005B3ED9" w:rsidRDefault="005B3ED9" w:rsidP="005B3ED9">
      <w:r>
        <w:t>424.4460</w:t>
      </w:r>
      <w:r>
        <w:tab/>
        <w:t>5.063e0</w:t>
      </w:r>
    </w:p>
    <w:p w:rsidR="005B3ED9" w:rsidRDefault="005B3ED9" w:rsidP="005B3ED9">
      <w:r>
        <w:t>424.4644</w:t>
      </w:r>
      <w:r>
        <w:tab/>
        <w:t>2.025e0</w:t>
      </w:r>
    </w:p>
    <w:p w:rsidR="005B3ED9" w:rsidRDefault="005B3ED9" w:rsidP="005B3ED9">
      <w:r>
        <w:t>424.5162</w:t>
      </w:r>
      <w:r>
        <w:tab/>
        <w:t>5.063e0</w:t>
      </w:r>
    </w:p>
    <w:p w:rsidR="005B3ED9" w:rsidRDefault="005B3ED9" w:rsidP="005B3ED9">
      <w:r>
        <w:t>424.5390</w:t>
      </w:r>
      <w:r>
        <w:tab/>
        <w:t>1.013e0</w:t>
      </w:r>
    </w:p>
    <w:p w:rsidR="005B3ED9" w:rsidRDefault="005B3ED9" w:rsidP="005B3ED9">
      <w:r>
        <w:t>424.5533</w:t>
      </w:r>
      <w:r>
        <w:tab/>
        <w:t>2.025e0</w:t>
      </w:r>
    </w:p>
    <w:p w:rsidR="005B3ED9" w:rsidRDefault="005B3ED9" w:rsidP="005B3ED9">
      <w:r>
        <w:t>424.5712</w:t>
      </w:r>
      <w:r>
        <w:tab/>
        <w:t>4.051e0</w:t>
      </w:r>
    </w:p>
    <w:p w:rsidR="005B3ED9" w:rsidRDefault="005B3ED9" w:rsidP="005B3ED9">
      <w:r>
        <w:t>424.5936</w:t>
      </w:r>
      <w:r>
        <w:tab/>
        <w:t>1.013e0</w:t>
      </w:r>
    </w:p>
    <w:p w:rsidR="005B3ED9" w:rsidRDefault="005B3ED9" w:rsidP="005B3ED9">
      <w:r>
        <w:t>424.6140</w:t>
      </w:r>
      <w:r>
        <w:tab/>
        <w:t>5.063e0</w:t>
      </w:r>
    </w:p>
    <w:p w:rsidR="005B3ED9" w:rsidRDefault="005B3ED9" w:rsidP="005B3ED9">
      <w:r>
        <w:t>424.6246</w:t>
      </w:r>
      <w:r>
        <w:tab/>
        <w:t>4.871e0</w:t>
      </w:r>
    </w:p>
    <w:p w:rsidR="005B3ED9" w:rsidRDefault="005B3ED9" w:rsidP="005B3ED9">
      <w:r>
        <w:t>424.6838</w:t>
      </w:r>
      <w:r>
        <w:tab/>
        <w:t>2.025e0</w:t>
      </w:r>
    </w:p>
    <w:p w:rsidR="005B3ED9" w:rsidRDefault="005B3ED9" w:rsidP="005B3ED9">
      <w:r>
        <w:t>424.6867</w:t>
      </w:r>
      <w:r>
        <w:tab/>
        <w:t>3.765e0</w:t>
      </w:r>
    </w:p>
    <w:p w:rsidR="005B3ED9" w:rsidRDefault="005B3ED9" w:rsidP="005B3ED9">
      <w:r>
        <w:t>424.6982</w:t>
      </w:r>
      <w:r>
        <w:tab/>
        <w:t>1.013e0</w:t>
      </w:r>
    </w:p>
    <w:p w:rsidR="005B3ED9" w:rsidRDefault="005B3ED9" w:rsidP="005B3ED9">
      <w:r>
        <w:t>424.7022</w:t>
      </w:r>
      <w:r>
        <w:tab/>
        <w:t>3.038e0</w:t>
      </w:r>
    </w:p>
    <w:p w:rsidR="005B3ED9" w:rsidRDefault="005B3ED9" w:rsidP="005B3ED9">
      <w:r>
        <w:t>424.7429</w:t>
      </w:r>
      <w:r>
        <w:tab/>
        <w:t>1.013e0</w:t>
      </w:r>
    </w:p>
    <w:p w:rsidR="005B3ED9" w:rsidRDefault="005B3ED9" w:rsidP="005B3ED9">
      <w:r>
        <w:t>424.7519</w:t>
      </w:r>
      <w:r>
        <w:tab/>
        <w:t>8.090e0</w:t>
      </w:r>
    </w:p>
    <w:p w:rsidR="005B3ED9" w:rsidRDefault="005B3ED9" w:rsidP="005B3ED9">
      <w:r>
        <w:lastRenderedPageBreak/>
        <w:t>424.7981</w:t>
      </w:r>
      <w:r>
        <w:tab/>
        <w:t>4.603e0</w:t>
      </w:r>
    </w:p>
    <w:p w:rsidR="005B3ED9" w:rsidRDefault="005B3ED9" w:rsidP="005B3ED9">
      <w:r>
        <w:t>424.8119</w:t>
      </w:r>
      <w:r>
        <w:tab/>
        <w:t>5.350e0</w:t>
      </w:r>
    </w:p>
    <w:p w:rsidR="005B3ED9" w:rsidRDefault="005B3ED9" w:rsidP="005B3ED9">
      <w:r>
        <w:t>424.8177</w:t>
      </w:r>
      <w:r>
        <w:tab/>
        <w:t>1.013e0</w:t>
      </w:r>
    </w:p>
    <w:p w:rsidR="005B3ED9" w:rsidRDefault="005B3ED9" w:rsidP="005B3ED9">
      <w:r>
        <w:t>424.8249</w:t>
      </w:r>
      <w:r>
        <w:tab/>
        <w:t>3.038e0</w:t>
      </w:r>
    </w:p>
    <w:p w:rsidR="005B3ED9" w:rsidRDefault="005B3ED9" w:rsidP="005B3ED9">
      <w:r>
        <w:t>424.8772</w:t>
      </w:r>
      <w:r>
        <w:tab/>
        <w:t>4.051e0</w:t>
      </w:r>
    </w:p>
    <w:p w:rsidR="005B3ED9" w:rsidRDefault="005B3ED9" w:rsidP="005B3ED9">
      <w:r>
        <w:t>424.8833</w:t>
      </w:r>
      <w:r>
        <w:tab/>
        <w:t>2.430e1</w:t>
      </w:r>
    </w:p>
    <w:p w:rsidR="005B3ED9" w:rsidRDefault="005B3ED9" w:rsidP="005B3ED9">
      <w:r>
        <w:t>424.8927</w:t>
      </w:r>
      <w:r>
        <w:tab/>
        <w:t>2.025e0</w:t>
      </w:r>
    </w:p>
    <w:p w:rsidR="005B3ED9" w:rsidRDefault="005B3ED9" w:rsidP="005B3ED9">
      <w:r>
        <w:t>424.9372</w:t>
      </w:r>
      <w:r>
        <w:tab/>
        <w:t>1.013e0</w:t>
      </w:r>
    </w:p>
    <w:p w:rsidR="005B3ED9" w:rsidRDefault="005B3ED9" w:rsidP="005B3ED9">
      <w:r>
        <w:t>424.9894</w:t>
      </w:r>
      <w:r>
        <w:tab/>
        <w:t>1.013e0</w:t>
      </w:r>
    </w:p>
    <w:p w:rsidR="005B3ED9" w:rsidRDefault="005B3ED9" w:rsidP="005B3ED9">
      <w:r>
        <w:t>424.9945</w:t>
      </w:r>
      <w:r>
        <w:tab/>
        <w:t>2.025e0</w:t>
      </w:r>
    </w:p>
    <w:p w:rsidR="005B3ED9" w:rsidRDefault="005B3ED9" w:rsidP="005B3ED9">
      <w:r>
        <w:t>424.9963</w:t>
      </w:r>
      <w:r>
        <w:tab/>
        <w:t>1.013e1</w:t>
      </w:r>
    </w:p>
    <w:p w:rsidR="005B3ED9" w:rsidRDefault="005B3ED9" w:rsidP="005B3ED9">
      <w:r>
        <w:t>425.0297</w:t>
      </w:r>
      <w:r>
        <w:tab/>
        <w:t>4.051e0</w:t>
      </w:r>
    </w:p>
    <w:p w:rsidR="005B3ED9" w:rsidRDefault="005B3ED9" w:rsidP="005B3ED9">
      <w:r>
        <w:t>425.0320</w:t>
      </w:r>
      <w:r>
        <w:tab/>
        <w:t>1.013e0</w:t>
      </w:r>
    </w:p>
    <w:p w:rsidR="005B3ED9" w:rsidRDefault="005B3ED9" w:rsidP="005B3ED9">
      <w:r>
        <w:t>425.0777</w:t>
      </w:r>
      <w:r>
        <w:tab/>
        <w:t>2.025e0</w:t>
      </w:r>
    </w:p>
    <w:p w:rsidR="005B3ED9" w:rsidRDefault="005B3ED9" w:rsidP="005B3ED9">
      <w:r>
        <w:t>425.0796</w:t>
      </w:r>
      <w:r>
        <w:tab/>
        <w:t>5.063e0</w:t>
      </w:r>
    </w:p>
    <w:p w:rsidR="005B3ED9" w:rsidRDefault="005B3ED9" w:rsidP="005B3ED9">
      <w:r>
        <w:t>425.1602</w:t>
      </w:r>
      <w:r>
        <w:tab/>
        <w:t>3.747e1</w:t>
      </w:r>
    </w:p>
    <w:p w:rsidR="005B3ED9" w:rsidRDefault="005B3ED9" w:rsidP="005B3ED9">
      <w:r>
        <w:t>425.1626</w:t>
      </w:r>
      <w:r>
        <w:tab/>
        <w:t>8.127e2</w:t>
      </w:r>
    </w:p>
    <w:p w:rsidR="005B3ED9" w:rsidRDefault="005B3ED9" w:rsidP="005B3ED9">
      <w:r>
        <w:t>425.2736</w:t>
      </w:r>
      <w:r>
        <w:tab/>
        <w:t>1.013e0</w:t>
      </w:r>
    </w:p>
    <w:p w:rsidR="005B3ED9" w:rsidRDefault="005B3ED9" w:rsidP="005B3ED9">
      <w:r>
        <w:t>425.3108</w:t>
      </w:r>
      <w:r>
        <w:tab/>
        <w:t>2.025e0</w:t>
      </w:r>
    </w:p>
    <w:p w:rsidR="005B3ED9" w:rsidRDefault="005B3ED9" w:rsidP="005B3ED9">
      <w:r>
        <w:lastRenderedPageBreak/>
        <w:t>425.3212</w:t>
      </w:r>
      <w:r>
        <w:tab/>
        <w:t>4.709e0</w:t>
      </w:r>
    </w:p>
    <w:p w:rsidR="005B3ED9" w:rsidRDefault="005B3ED9" w:rsidP="005B3ED9">
      <w:r>
        <w:t>425.3483</w:t>
      </w:r>
      <w:r>
        <w:tab/>
        <w:t>1.013e0</w:t>
      </w:r>
    </w:p>
    <w:p w:rsidR="005B3ED9" w:rsidRDefault="005B3ED9" w:rsidP="005B3ED9">
      <w:r>
        <w:t>425.3713</w:t>
      </w:r>
      <w:r>
        <w:tab/>
        <w:t>3.038e0</w:t>
      </w:r>
    </w:p>
    <w:p w:rsidR="005B3ED9" w:rsidRDefault="005B3ED9" w:rsidP="005B3ED9">
      <w:r>
        <w:t>425.3761</w:t>
      </w:r>
      <w:r>
        <w:tab/>
        <w:t>9.468e0</w:t>
      </w:r>
    </w:p>
    <w:p w:rsidR="005B3ED9" w:rsidRDefault="005B3ED9" w:rsidP="005B3ED9">
      <w:r>
        <w:t>425.3814</w:t>
      </w:r>
      <w:r>
        <w:tab/>
        <w:t>1.924e1</w:t>
      </w:r>
    </w:p>
    <w:p w:rsidR="005B3ED9" w:rsidRDefault="005B3ED9" w:rsidP="005B3ED9">
      <w:r>
        <w:t>425.3857</w:t>
      </w:r>
      <w:r>
        <w:tab/>
        <w:t>1.013e0</w:t>
      </w:r>
    </w:p>
    <w:p w:rsidR="005B3ED9" w:rsidRDefault="005B3ED9" w:rsidP="005B3ED9">
      <w:r>
        <w:t>425.4215</w:t>
      </w:r>
      <w:r>
        <w:tab/>
        <w:t>1.013e0</w:t>
      </w:r>
    </w:p>
    <w:p w:rsidR="005B3ED9" w:rsidRDefault="005B3ED9" w:rsidP="005B3ED9">
      <w:r>
        <w:t>425.4342</w:t>
      </w:r>
      <w:r>
        <w:tab/>
        <w:t>2.025e0</w:t>
      </w:r>
    </w:p>
    <w:p w:rsidR="005B3ED9" w:rsidRDefault="005B3ED9" w:rsidP="005B3ED9">
      <w:r>
        <w:t>425.4572</w:t>
      </w:r>
      <w:r>
        <w:tab/>
        <w:t>3.038e0</w:t>
      </w:r>
    </w:p>
    <w:p w:rsidR="005B3ED9" w:rsidRDefault="005B3ED9" w:rsidP="005B3ED9">
      <w:r>
        <w:t>425.4755</w:t>
      </w:r>
      <w:r>
        <w:tab/>
        <w:t>1.013e0</w:t>
      </w:r>
    </w:p>
    <w:p w:rsidR="005B3ED9" w:rsidRDefault="005B3ED9" w:rsidP="005B3ED9">
      <w:r>
        <w:t>425.5195</w:t>
      </w:r>
      <w:r>
        <w:tab/>
        <w:t>4.051e0</w:t>
      </w:r>
    </w:p>
    <w:p w:rsidR="005B3ED9" w:rsidRDefault="005B3ED9" w:rsidP="005B3ED9">
      <w:r>
        <w:t>425.5208</w:t>
      </w:r>
      <w:r>
        <w:tab/>
        <w:t>7.586e0</w:t>
      </w:r>
    </w:p>
    <w:p w:rsidR="005B3ED9" w:rsidRDefault="005B3ED9" w:rsidP="005B3ED9">
      <w:r>
        <w:t>425.5727</w:t>
      </w:r>
      <w:r>
        <w:tab/>
        <w:t>5.063e0</w:t>
      </w:r>
    </w:p>
    <w:p w:rsidR="005B3ED9" w:rsidRDefault="005B3ED9" w:rsidP="005B3ED9">
      <w:r>
        <w:t>425.5911</w:t>
      </w:r>
      <w:r>
        <w:tab/>
        <w:t>2.025e0</w:t>
      </w:r>
    </w:p>
    <w:p w:rsidR="005B3ED9" w:rsidRDefault="005B3ED9" w:rsidP="005B3ED9">
      <w:r>
        <w:t>425.6191</w:t>
      </w:r>
      <w:r>
        <w:tab/>
        <w:t>3.038e0</w:t>
      </w:r>
    </w:p>
    <w:p w:rsidR="005B3ED9" w:rsidRDefault="005B3ED9" w:rsidP="005B3ED9">
      <w:r>
        <w:t>425.6732</w:t>
      </w:r>
      <w:r>
        <w:tab/>
        <w:t>4.051e0</w:t>
      </w:r>
    </w:p>
    <w:p w:rsidR="005B3ED9" w:rsidRDefault="005B3ED9" w:rsidP="005B3ED9">
      <w:r>
        <w:t>425.6840</w:t>
      </w:r>
      <w:r>
        <w:tab/>
        <w:t>2.025e0</w:t>
      </w:r>
    </w:p>
    <w:p w:rsidR="005B3ED9" w:rsidRDefault="005B3ED9" w:rsidP="005B3ED9">
      <w:r>
        <w:t>425.6895</w:t>
      </w:r>
      <w:r>
        <w:tab/>
        <w:t>1.013e0</w:t>
      </w:r>
    </w:p>
    <w:p w:rsidR="005B3ED9" w:rsidRDefault="005B3ED9" w:rsidP="005B3ED9">
      <w:r>
        <w:t>425.7451</w:t>
      </w:r>
      <w:r>
        <w:tab/>
        <w:t>3.038e0</w:t>
      </w:r>
    </w:p>
    <w:p w:rsidR="005B3ED9" w:rsidRDefault="005B3ED9" w:rsidP="005B3ED9">
      <w:r>
        <w:lastRenderedPageBreak/>
        <w:t>425.7580</w:t>
      </w:r>
      <w:r>
        <w:tab/>
        <w:t>2.421e0</w:t>
      </w:r>
    </w:p>
    <w:p w:rsidR="005B3ED9" w:rsidRDefault="005B3ED9" w:rsidP="005B3ED9">
      <w:r>
        <w:t>425.7753</w:t>
      </w:r>
      <w:r>
        <w:tab/>
        <w:t>1.013e0</w:t>
      </w:r>
    </w:p>
    <w:p w:rsidR="005B3ED9" w:rsidRDefault="005B3ED9" w:rsidP="005B3ED9">
      <w:r>
        <w:t>425.8197</w:t>
      </w:r>
      <w:r>
        <w:tab/>
        <w:t>1.013e0</w:t>
      </w:r>
    </w:p>
    <w:p w:rsidR="005B3ED9" w:rsidRDefault="005B3ED9" w:rsidP="005B3ED9">
      <w:r>
        <w:t>425.8430</w:t>
      </w:r>
      <w:r>
        <w:tab/>
        <w:t>4.051e0</w:t>
      </w:r>
    </w:p>
    <w:p w:rsidR="005B3ED9" w:rsidRDefault="005B3ED9" w:rsidP="005B3ED9">
      <w:r>
        <w:t>425.8517</w:t>
      </w:r>
      <w:r>
        <w:tab/>
        <w:t>3.588e0</w:t>
      </w:r>
    </w:p>
    <w:p w:rsidR="005B3ED9" w:rsidRDefault="005B3ED9" w:rsidP="005B3ED9">
      <w:r>
        <w:t>425.8641</w:t>
      </w:r>
      <w:r>
        <w:tab/>
        <w:t>3.038e0</w:t>
      </w:r>
    </w:p>
    <w:p w:rsidR="005B3ED9" w:rsidRDefault="005B3ED9" w:rsidP="005B3ED9">
      <w:r>
        <w:t>425.9171</w:t>
      </w:r>
      <w:r>
        <w:tab/>
        <w:t>2.025e0</w:t>
      </w:r>
    </w:p>
    <w:p w:rsidR="005B3ED9" w:rsidRDefault="005B3ED9" w:rsidP="005B3ED9">
      <w:r>
        <w:t>425.9272</w:t>
      </w:r>
      <w:r>
        <w:tab/>
        <w:t>2.025e0</w:t>
      </w:r>
    </w:p>
    <w:p w:rsidR="005B3ED9" w:rsidRDefault="005B3ED9" w:rsidP="005B3ED9">
      <w:r>
        <w:t>425.9297</w:t>
      </w:r>
      <w:r>
        <w:tab/>
        <w:t>3.038e0</w:t>
      </w:r>
    </w:p>
    <w:p w:rsidR="005B3ED9" w:rsidRDefault="005B3ED9" w:rsidP="005B3ED9">
      <w:r>
        <w:t>425.9470</w:t>
      </w:r>
      <w:r>
        <w:tab/>
        <w:t>3.308e0</w:t>
      </w:r>
    </w:p>
    <w:p w:rsidR="005B3ED9" w:rsidRDefault="005B3ED9" w:rsidP="005B3ED9">
      <w:r>
        <w:t>425.9885</w:t>
      </w:r>
      <w:r>
        <w:tab/>
        <w:t>5.063e0</w:t>
      </w:r>
    </w:p>
    <w:p w:rsidR="005B3ED9" w:rsidRDefault="005B3ED9" w:rsidP="005B3ED9">
      <w:r>
        <w:t>426.0100</w:t>
      </w:r>
      <w:r>
        <w:tab/>
        <w:t>2.025e0</w:t>
      </w:r>
    </w:p>
    <w:p w:rsidR="005B3ED9" w:rsidRDefault="005B3ED9" w:rsidP="005B3ED9">
      <w:r>
        <w:t>426.0117</w:t>
      </w:r>
      <w:r>
        <w:tab/>
        <w:t>3.388e0</w:t>
      </w:r>
    </w:p>
    <w:p w:rsidR="005B3ED9" w:rsidRDefault="005B3ED9" w:rsidP="005B3ED9">
      <w:r>
        <w:t>426.0363</w:t>
      </w:r>
      <w:r>
        <w:tab/>
        <w:t>1.013e0</w:t>
      </w:r>
    </w:p>
    <w:p w:rsidR="005B3ED9" w:rsidRDefault="005B3ED9" w:rsidP="005B3ED9">
      <w:r>
        <w:t>426.0562</w:t>
      </w:r>
      <w:r>
        <w:tab/>
        <w:t>4.849e0</w:t>
      </w:r>
    </w:p>
    <w:p w:rsidR="005B3ED9" w:rsidRDefault="005B3ED9" w:rsidP="005B3ED9">
      <w:r>
        <w:t>426.0666</w:t>
      </w:r>
      <w:r>
        <w:tab/>
        <w:t>5.492e0</w:t>
      </w:r>
    </w:p>
    <w:p w:rsidR="005B3ED9" w:rsidRDefault="005B3ED9" w:rsidP="005B3ED9">
      <w:r>
        <w:t>426.0790</w:t>
      </w:r>
      <w:r>
        <w:tab/>
        <w:t>2.025e0</w:t>
      </w:r>
    </w:p>
    <w:p w:rsidR="005B3ED9" w:rsidRDefault="005B3ED9" w:rsidP="005B3ED9">
      <w:r>
        <w:t>426.1396</w:t>
      </w:r>
      <w:r>
        <w:tab/>
        <w:t>5.490e0</w:t>
      </w:r>
    </w:p>
    <w:p w:rsidR="005B3ED9" w:rsidRDefault="005B3ED9" w:rsidP="005B3ED9">
      <w:r>
        <w:t>426.1608</w:t>
      </w:r>
      <w:r>
        <w:tab/>
        <w:t>2.093e2</w:t>
      </w:r>
    </w:p>
    <w:p w:rsidR="005B3ED9" w:rsidRDefault="005B3ED9" w:rsidP="005B3ED9">
      <w:r>
        <w:lastRenderedPageBreak/>
        <w:t>426.1628</w:t>
      </w:r>
      <w:r>
        <w:tab/>
        <w:t>7.564e1</w:t>
      </w:r>
    </w:p>
    <w:p w:rsidR="005B3ED9" w:rsidRDefault="005B3ED9" w:rsidP="005B3ED9">
      <w:r>
        <w:t>426.1841</w:t>
      </w:r>
      <w:r>
        <w:tab/>
        <w:t>7.674e0</w:t>
      </w:r>
    </w:p>
    <w:p w:rsidR="005B3ED9" w:rsidRDefault="005B3ED9" w:rsidP="005B3ED9">
      <w:r>
        <w:t>426.2794</w:t>
      </w:r>
      <w:r>
        <w:tab/>
        <w:t>3.038e0</w:t>
      </w:r>
    </w:p>
    <w:p w:rsidR="005B3ED9" w:rsidRDefault="005B3ED9" w:rsidP="005B3ED9">
      <w:r>
        <w:t>426.2846</w:t>
      </w:r>
      <w:r>
        <w:tab/>
        <w:t>4.051e0</w:t>
      </w:r>
    </w:p>
    <w:p w:rsidR="005B3ED9" w:rsidRDefault="005B3ED9" w:rsidP="005B3ED9">
      <w:r>
        <w:t>426.3311</w:t>
      </w:r>
      <w:r>
        <w:tab/>
        <w:t>5.063e0</w:t>
      </w:r>
    </w:p>
    <w:p w:rsidR="005B3ED9" w:rsidRDefault="005B3ED9" w:rsidP="005B3ED9">
      <w:r>
        <w:t>426.3515</w:t>
      </w:r>
      <w:r>
        <w:tab/>
        <w:t>1.013e0</w:t>
      </w:r>
    </w:p>
    <w:p w:rsidR="005B3ED9" w:rsidRDefault="005B3ED9" w:rsidP="005B3ED9">
      <w:r>
        <w:t>426.3744</w:t>
      </w:r>
      <w:r>
        <w:tab/>
        <w:t>2.025e0</w:t>
      </w:r>
    </w:p>
    <w:p w:rsidR="005B3ED9" w:rsidRDefault="005B3ED9" w:rsidP="005B3ED9">
      <w:r>
        <w:t>426.3864</w:t>
      </w:r>
      <w:r>
        <w:tab/>
        <w:t>1.013e0</w:t>
      </w:r>
    </w:p>
    <w:p w:rsidR="005B3ED9" w:rsidRDefault="005B3ED9" w:rsidP="005B3ED9">
      <w:r>
        <w:t>426.3939</w:t>
      </w:r>
      <w:r>
        <w:tab/>
        <w:t>2.025e0</w:t>
      </w:r>
    </w:p>
    <w:p w:rsidR="005B3ED9" w:rsidRDefault="005B3ED9" w:rsidP="005B3ED9">
      <w:r>
        <w:t>426.4114</w:t>
      </w:r>
      <w:r>
        <w:tab/>
        <w:t>1.013e0</w:t>
      </w:r>
    </w:p>
    <w:p w:rsidR="005B3ED9" w:rsidRDefault="005B3ED9" w:rsidP="005B3ED9">
      <w:r>
        <w:t>426.4508</w:t>
      </w:r>
      <w:r>
        <w:tab/>
        <w:t>2.025e0</w:t>
      </w:r>
    </w:p>
    <w:p w:rsidR="005B3ED9" w:rsidRDefault="005B3ED9" w:rsidP="005B3ED9">
      <w:r>
        <w:t>426.4901</w:t>
      </w:r>
      <w:r>
        <w:tab/>
        <w:t>1.013e0</w:t>
      </w:r>
    </w:p>
    <w:p w:rsidR="005B3ED9" w:rsidRDefault="005B3ED9" w:rsidP="005B3ED9">
      <w:r>
        <w:t>426.4939</w:t>
      </w:r>
      <w:r>
        <w:tab/>
        <w:t>1.013e0</w:t>
      </w:r>
    </w:p>
    <w:p w:rsidR="005B3ED9" w:rsidRDefault="005B3ED9" w:rsidP="005B3ED9">
      <w:r>
        <w:t>426.5239</w:t>
      </w:r>
      <w:r>
        <w:tab/>
        <w:t>1.013e0</w:t>
      </w:r>
    </w:p>
    <w:p w:rsidR="005B3ED9" w:rsidRDefault="005B3ED9" w:rsidP="005B3ED9">
      <w:r>
        <w:t>426.5293</w:t>
      </w:r>
      <w:r>
        <w:tab/>
        <w:t>1.013e0</w:t>
      </w:r>
    </w:p>
    <w:p w:rsidR="005B3ED9" w:rsidRDefault="005B3ED9" w:rsidP="005B3ED9">
      <w:r>
        <w:t>426.5723</w:t>
      </w:r>
      <w:r>
        <w:tab/>
        <w:t>3.038e0</w:t>
      </w:r>
    </w:p>
    <w:p w:rsidR="005B3ED9" w:rsidRDefault="005B3ED9" w:rsidP="005B3ED9">
      <w:r>
        <w:t>426.6295</w:t>
      </w:r>
      <w:r>
        <w:tab/>
        <w:t>4.051e0</w:t>
      </w:r>
    </w:p>
    <w:p w:rsidR="005B3ED9" w:rsidRDefault="005B3ED9" w:rsidP="005B3ED9">
      <w:r>
        <w:t>426.6330</w:t>
      </w:r>
      <w:r>
        <w:tab/>
        <w:t>1.013e0</w:t>
      </w:r>
    </w:p>
    <w:p w:rsidR="005B3ED9" w:rsidRDefault="005B3ED9" w:rsidP="005B3ED9">
      <w:r>
        <w:t>426.6723</w:t>
      </w:r>
      <w:r>
        <w:tab/>
        <w:t>1.013e0</w:t>
      </w:r>
    </w:p>
    <w:p w:rsidR="005B3ED9" w:rsidRDefault="005B3ED9" w:rsidP="005B3ED9">
      <w:r>
        <w:lastRenderedPageBreak/>
        <w:t>426.7759</w:t>
      </w:r>
      <w:r>
        <w:tab/>
        <w:t>1.013e0</w:t>
      </w:r>
    </w:p>
    <w:p w:rsidR="005B3ED9" w:rsidRDefault="005B3ED9" w:rsidP="005B3ED9">
      <w:r>
        <w:t>426.7820</w:t>
      </w:r>
      <w:r>
        <w:tab/>
        <w:t>2.025e0</w:t>
      </w:r>
    </w:p>
    <w:p w:rsidR="005B3ED9" w:rsidRDefault="005B3ED9" w:rsidP="005B3ED9">
      <w:r>
        <w:t>426.8089</w:t>
      </w:r>
      <w:r>
        <w:tab/>
        <w:t>1.013e0</w:t>
      </w:r>
    </w:p>
    <w:p w:rsidR="005B3ED9" w:rsidRDefault="005B3ED9" w:rsidP="005B3ED9">
      <w:r>
        <w:t>426.8221</w:t>
      </w:r>
      <w:r>
        <w:tab/>
        <w:t>3.038e0</w:t>
      </w:r>
    </w:p>
    <w:p w:rsidR="005B3ED9" w:rsidRDefault="005B3ED9" w:rsidP="005B3ED9">
      <w:r>
        <w:t>426.8247</w:t>
      </w:r>
      <w:r>
        <w:tab/>
        <w:t>2.025e0</w:t>
      </w:r>
    </w:p>
    <w:p w:rsidR="005B3ED9" w:rsidRDefault="005B3ED9" w:rsidP="005B3ED9">
      <w:r>
        <w:t>426.8618</w:t>
      </w:r>
      <w:r>
        <w:tab/>
        <w:t>2.025e0</w:t>
      </w:r>
    </w:p>
    <w:p w:rsidR="005B3ED9" w:rsidRDefault="005B3ED9" w:rsidP="005B3ED9">
      <w:r>
        <w:t>426.8839</w:t>
      </w:r>
      <w:r>
        <w:tab/>
        <w:t>1.013e0</w:t>
      </w:r>
    </w:p>
    <w:p w:rsidR="005B3ED9" w:rsidRDefault="005B3ED9" w:rsidP="005B3ED9">
      <w:r>
        <w:t>426.9020</w:t>
      </w:r>
      <w:r>
        <w:tab/>
        <w:t>4.051e0</w:t>
      </w:r>
    </w:p>
    <w:p w:rsidR="005B3ED9" w:rsidRDefault="005B3ED9" w:rsidP="005B3ED9">
      <w:r>
        <w:t>426.9226</w:t>
      </w:r>
      <w:r>
        <w:tab/>
        <w:t>1.013e0</w:t>
      </w:r>
    </w:p>
    <w:p w:rsidR="005B3ED9" w:rsidRDefault="005B3ED9" w:rsidP="005B3ED9">
      <w:r>
        <w:t>426.9289</w:t>
      </w:r>
      <w:r>
        <w:tab/>
        <w:t>1.013e0</w:t>
      </w:r>
    </w:p>
    <w:p w:rsidR="005B3ED9" w:rsidRDefault="005B3ED9" w:rsidP="005B3ED9">
      <w:r>
        <w:t>426.9515</w:t>
      </w:r>
      <w:r>
        <w:tab/>
        <w:t>1.013e0</w:t>
      </w:r>
    </w:p>
    <w:p w:rsidR="005B3ED9" w:rsidRDefault="005B3ED9" w:rsidP="005B3ED9">
      <w:r>
        <w:t>426.9821</w:t>
      </w:r>
      <w:r>
        <w:tab/>
        <w:t>3.038e0</w:t>
      </w:r>
    </w:p>
    <w:p w:rsidR="005B3ED9" w:rsidRDefault="005B3ED9" w:rsidP="005B3ED9">
      <w:r>
        <w:t>426.9890</w:t>
      </w:r>
      <w:r>
        <w:tab/>
        <w:t>2.025e0</w:t>
      </w:r>
    </w:p>
    <w:p w:rsidR="005B3ED9" w:rsidRDefault="005B3ED9" w:rsidP="005B3ED9">
      <w:r>
        <w:t>426.9965</w:t>
      </w:r>
      <w:r>
        <w:tab/>
        <w:t>1.013e0</w:t>
      </w:r>
    </w:p>
    <w:p w:rsidR="005B3ED9" w:rsidRDefault="005B3ED9" w:rsidP="005B3ED9">
      <w:r>
        <w:t>427.0530</w:t>
      </w:r>
      <w:r>
        <w:tab/>
        <w:t>2.025e0</w:t>
      </w:r>
    </w:p>
    <w:p w:rsidR="005B3ED9" w:rsidRDefault="005B3ED9" w:rsidP="005B3ED9">
      <w:r>
        <w:t>427.0651</w:t>
      </w:r>
      <w:r>
        <w:tab/>
        <w:t>3.038e0</w:t>
      </w:r>
    </w:p>
    <w:p w:rsidR="005B3ED9" w:rsidRDefault="005B3ED9" w:rsidP="005B3ED9">
      <w:r>
        <w:t>427.1566</w:t>
      </w:r>
      <w:r>
        <w:tab/>
        <w:t>1.258e1</w:t>
      </w:r>
    </w:p>
    <w:p w:rsidR="005B3ED9" w:rsidRDefault="005B3ED9" w:rsidP="005B3ED9">
      <w:r>
        <w:t>427.1622</w:t>
      </w:r>
      <w:r>
        <w:tab/>
        <w:t>4.326e1</w:t>
      </w:r>
    </w:p>
    <w:p w:rsidR="005B3ED9" w:rsidRDefault="005B3ED9" w:rsidP="005B3ED9">
      <w:r>
        <w:t>427.1723</w:t>
      </w:r>
      <w:r>
        <w:tab/>
        <w:t>3.038e0</w:t>
      </w:r>
    </w:p>
    <w:p w:rsidR="005B3ED9" w:rsidRDefault="005B3ED9" w:rsidP="005B3ED9">
      <w:r>
        <w:lastRenderedPageBreak/>
        <w:t>427.1956</w:t>
      </w:r>
      <w:r>
        <w:tab/>
        <w:t>6.662e0</w:t>
      </w:r>
    </w:p>
    <w:p w:rsidR="005B3ED9" w:rsidRDefault="005B3ED9" w:rsidP="005B3ED9">
      <w:r>
        <w:t>427.2560</w:t>
      </w:r>
      <w:r>
        <w:tab/>
        <w:t>2.025e0</w:t>
      </w:r>
    </w:p>
    <w:p w:rsidR="005B3ED9" w:rsidRDefault="005B3ED9" w:rsidP="005B3ED9">
      <w:r>
        <w:t>427.2694</w:t>
      </w:r>
      <w:r>
        <w:tab/>
        <w:t>1.013e0</w:t>
      </w:r>
    </w:p>
    <w:p w:rsidR="005B3ED9" w:rsidRDefault="005B3ED9" w:rsidP="005B3ED9">
      <w:r>
        <w:t>427.2907</w:t>
      </w:r>
      <w:r>
        <w:tab/>
        <w:t>2.025e0</w:t>
      </w:r>
    </w:p>
    <w:p w:rsidR="005B3ED9" w:rsidRDefault="005B3ED9" w:rsidP="005B3ED9">
      <w:r>
        <w:t>427.3058</w:t>
      </w:r>
      <w:r>
        <w:tab/>
        <w:t>2.025e0</w:t>
      </w:r>
    </w:p>
    <w:p w:rsidR="005B3ED9" w:rsidRDefault="005B3ED9" w:rsidP="005B3ED9">
      <w:r>
        <w:t>427.3075</w:t>
      </w:r>
      <w:r>
        <w:tab/>
        <w:t>4.051e0</w:t>
      </w:r>
    </w:p>
    <w:p w:rsidR="005B3ED9" w:rsidRDefault="005B3ED9" w:rsidP="005B3ED9">
      <w:r>
        <w:t>427.3428</w:t>
      </w:r>
      <w:r>
        <w:tab/>
        <w:t>3.038e0</w:t>
      </w:r>
    </w:p>
    <w:p w:rsidR="005B3ED9" w:rsidRDefault="005B3ED9" w:rsidP="005B3ED9">
      <w:r>
        <w:t>427.3818</w:t>
      </w:r>
      <w:r>
        <w:tab/>
        <w:t>7.089e0</w:t>
      </w:r>
    </w:p>
    <w:p w:rsidR="005B3ED9" w:rsidRDefault="005B3ED9" w:rsidP="005B3ED9">
      <w:r>
        <w:t>427.3867</w:t>
      </w:r>
      <w:r>
        <w:tab/>
        <w:t>5.063e0</w:t>
      </w:r>
    </w:p>
    <w:p w:rsidR="005B3ED9" w:rsidRDefault="005B3ED9" w:rsidP="005B3ED9">
      <w:r>
        <w:t>427.3888</w:t>
      </w:r>
      <w:r>
        <w:tab/>
        <w:t>3.038e0</w:t>
      </w:r>
    </w:p>
    <w:p w:rsidR="005B3ED9" w:rsidRDefault="005B3ED9" w:rsidP="005B3ED9">
      <w:r>
        <w:t>427.4016</w:t>
      </w:r>
      <w:r>
        <w:tab/>
        <w:t>3.038e0</w:t>
      </w:r>
    </w:p>
    <w:p w:rsidR="005B3ED9" w:rsidRDefault="005B3ED9" w:rsidP="005B3ED9">
      <w:r>
        <w:t>427.4620</w:t>
      </w:r>
      <w:r>
        <w:tab/>
        <w:t>1.013e0</w:t>
      </w:r>
    </w:p>
    <w:p w:rsidR="005B3ED9" w:rsidRDefault="005B3ED9" w:rsidP="005B3ED9">
      <w:r>
        <w:t>427.4653</w:t>
      </w:r>
      <w:r>
        <w:tab/>
        <w:t>3.355e0</w:t>
      </w:r>
    </w:p>
    <w:p w:rsidR="005B3ED9" w:rsidRDefault="005B3ED9" w:rsidP="005B3ED9">
      <w:r>
        <w:t>427.5109</w:t>
      </w:r>
      <w:r>
        <w:tab/>
        <w:t>3.038e0</w:t>
      </w:r>
    </w:p>
    <w:p w:rsidR="005B3ED9" w:rsidRDefault="005B3ED9" w:rsidP="005B3ED9">
      <w:r>
        <w:t>427.5981</w:t>
      </w:r>
      <w:r>
        <w:tab/>
        <w:t>2.025e0</w:t>
      </w:r>
    </w:p>
    <w:p w:rsidR="005B3ED9" w:rsidRDefault="005B3ED9" w:rsidP="005B3ED9">
      <w:r>
        <w:t>427.6161</w:t>
      </w:r>
      <w:r>
        <w:tab/>
        <w:t>1.013e0</w:t>
      </w:r>
    </w:p>
    <w:p w:rsidR="005B3ED9" w:rsidRDefault="005B3ED9" w:rsidP="005B3ED9">
      <w:r>
        <w:t>427.6983</w:t>
      </w:r>
      <w:r>
        <w:tab/>
        <w:t>1.013e0</w:t>
      </w:r>
    </w:p>
    <w:p w:rsidR="005B3ED9" w:rsidRDefault="005B3ED9" w:rsidP="005B3ED9">
      <w:r>
        <w:t>427.7066</w:t>
      </w:r>
      <w:r>
        <w:tab/>
        <w:t>2.025e0</w:t>
      </w:r>
    </w:p>
    <w:p w:rsidR="005B3ED9" w:rsidRDefault="005B3ED9" w:rsidP="005B3ED9">
      <w:r>
        <w:t>427.7626</w:t>
      </w:r>
      <w:r>
        <w:tab/>
        <w:t>1.013e0</w:t>
      </w:r>
    </w:p>
    <w:p w:rsidR="005B3ED9" w:rsidRDefault="005B3ED9" w:rsidP="005B3ED9">
      <w:r>
        <w:lastRenderedPageBreak/>
        <w:t>427.7983</w:t>
      </w:r>
      <w:r>
        <w:tab/>
        <w:t>1.013e0</w:t>
      </w:r>
    </w:p>
    <w:p w:rsidR="005B3ED9" w:rsidRDefault="005B3ED9" w:rsidP="005B3ED9">
      <w:r>
        <w:t>427.8303</w:t>
      </w:r>
      <w:r>
        <w:tab/>
        <w:t>1.013e0</w:t>
      </w:r>
    </w:p>
    <w:p w:rsidR="005B3ED9" w:rsidRDefault="005B3ED9" w:rsidP="005B3ED9">
      <w:r>
        <w:t>427.8413</w:t>
      </w:r>
      <w:r>
        <w:tab/>
        <w:t>1.013e0</w:t>
      </w:r>
    </w:p>
    <w:p w:rsidR="005B3ED9" w:rsidRDefault="005B3ED9" w:rsidP="005B3ED9">
      <w:r>
        <w:t>427.8540</w:t>
      </w:r>
      <w:r>
        <w:tab/>
        <w:t>4.051e0</w:t>
      </w:r>
    </w:p>
    <w:p w:rsidR="005B3ED9" w:rsidRDefault="005B3ED9" w:rsidP="005B3ED9">
      <w:r>
        <w:t>427.8678</w:t>
      </w:r>
      <w:r>
        <w:tab/>
        <w:t>2.025e0</w:t>
      </w:r>
    </w:p>
    <w:p w:rsidR="005B3ED9" w:rsidRDefault="005B3ED9" w:rsidP="005B3ED9">
      <w:r>
        <w:t>427.8913</w:t>
      </w:r>
      <w:r>
        <w:tab/>
        <w:t>2.025e0</w:t>
      </w:r>
    </w:p>
    <w:p w:rsidR="005B3ED9" w:rsidRDefault="005B3ED9" w:rsidP="005B3ED9">
      <w:r>
        <w:t>427.9355</w:t>
      </w:r>
      <w:r>
        <w:tab/>
        <w:t>1.013e0</w:t>
      </w:r>
    </w:p>
    <w:p w:rsidR="005B3ED9" w:rsidRDefault="005B3ED9" w:rsidP="005B3ED9">
      <w:r>
        <w:t>427.9378</w:t>
      </w:r>
      <w:r>
        <w:tab/>
        <w:t>2.025e0</w:t>
      </w:r>
    </w:p>
    <w:p w:rsidR="005B3ED9" w:rsidRDefault="005B3ED9" w:rsidP="005B3ED9">
      <w:r>
        <w:t>427.9508</w:t>
      </w:r>
      <w:r>
        <w:tab/>
        <w:t>6.076e0</w:t>
      </w:r>
    </w:p>
    <w:p w:rsidR="005B3ED9" w:rsidRDefault="005B3ED9" w:rsidP="005B3ED9">
      <w:r>
        <w:t>427.9664</w:t>
      </w:r>
      <w:r>
        <w:tab/>
        <w:t>1.013e0</w:t>
      </w:r>
    </w:p>
    <w:p w:rsidR="005B3ED9" w:rsidRDefault="005B3ED9" w:rsidP="005B3ED9">
      <w:r>
        <w:t>427.9843</w:t>
      </w:r>
      <w:r>
        <w:tab/>
        <w:t>1.013e0</w:t>
      </w:r>
    </w:p>
    <w:p w:rsidR="005B3ED9" w:rsidRDefault="005B3ED9" w:rsidP="005B3ED9">
      <w:r>
        <w:t>428.0075</w:t>
      </w:r>
      <w:r>
        <w:tab/>
        <w:t>3.038e0</w:t>
      </w:r>
    </w:p>
    <w:p w:rsidR="005B3ED9" w:rsidRDefault="005B3ED9" w:rsidP="005B3ED9">
      <w:r>
        <w:t>428.0183</w:t>
      </w:r>
      <w:r>
        <w:tab/>
        <w:t>2.025e0</w:t>
      </w:r>
    </w:p>
    <w:p w:rsidR="005B3ED9" w:rsidRDefault="005B3ED9" w:rsidP="005B3ED9">
      <w:r>
        <w:t>428.0897</w:t>
      </w:r>
      <w:r>
        <w:tab/>
        <w:t>2.025e0</w:t>
      </w:r>
    </w:p>
    <w:p w:rsidR="005B3ED9" w:rsidRDefault="005B3ED9" w:rsidP="005B3ED9">
      <w:r>
        <w:t>428.1469</w:t>
      </w:r>
      <w:r>
        <w:tab/>
        <w:t>4.051e0</w:t>
      </w:r>
    </w:p>
    <w:p w:rsidR="005B3ED9" w:rsidRDefault="005B3ED9" w:rsidP="005B3ED9">
      <w:r>
        <w:t>428.1881</w:t>
      </w:r>
      <w:r>
        <w:tab/>
        <w:t>5.063e0</w:t>
      </w:r>
    </w:p>
    <w:p w:rsidR="005B3ED9" w:rsidRDefault="005B3ED9" w:rsidP="005B3ED9">
      <w:r>
        <w:t>428.1987</w:t>
      </w:r>
      <w:r>
        <w:tab/>
        <w:t>5.063e0</w:t>
      </w:r>
    </w:p>
    <w:p w:rsidR="005B3ED9" w:rsidRDefault="005B3ED9" w:rsidP="005B3ED9">
      <w:r>
        <w:t>428.2524</w:t>
      </w:r>
      <w:r>
        <w:tab/>
        <w:t>1.013e0</w:t>
      </w:r>
    </w:p>
    <w:p w:rsidR="005B3ED9" w:rsidRDefault="005B3ED9" w:rsidP="005B3ED9">
      <w:r>
        <w:t>428.2594</w:t>
      </w:r>
      <w:r>
        <w:tab/>
        <w:t>3.038e0</w:t>
      </w:r>
    </w:p>
    <w:p w:rsidR="005B3ED9" w:rsidRDefault="005B3ED9" w:rsidP="005B3ED9">
      <w:r>
        <w:lastRenderedPageBreak/>
        <w:t>428.2816</w:t>
      </w:r>
      <w:r>
        <w:tab/>
        <w:t>1.013e0</w:t>
      </w:r>
    </w:p>
    <w:p w:rsidR="005B3ED9" w:rsidRDefault="005B3ED9" w:rsidP="005B3ED9">
      <w:r>
        <w:t>428.3635</w:t>
      </w:r>
      <w:r>
        <w:tab/>
        <w:t>6.471e0</w:t>
      </w:r>
    </w:p>
    <w:p w:rsidR="005B3ED9" w:rsidRDefault="005B3ED9" w:rsidP="005B3ED9">
      <w:r>
        <w:t>428.3811</w:t>
      </w:r>
      <w:r>
        <w:tab/>
        <w:t>2.025e0</w:t>
      </w:r>
    </w:p>
    <w:p w:rsidR="005B3ED9" w:rsidRDefault="005B3ED9" w:rsidP="005B3ED9">
      <w:r>
        <w:t>428.3954</w:t>
      </w:r>
      <w:r>
        <w:tab/>
        <w:t>3.038e0</w:t>
      </w:r>
    </w:p>
    <w:p w:rsidR="005B3ED9" w:rsidRDefault="005B3ED9" w:rsidP="005B3ED9">
      <w:r>
        <w:t>428.4026</w:t>
      </w:r>
      <w:r>
        <w:tab/>
        <w:t>2.025e0</w:t>
      </w:r>
    </w:p>
    <w:p w:rsidR="005B3ED9" w:rsidRDefault="005B3ED9" w:rsidP="005B3ED9">
      <w:r>
        <w:t>428.4544</w:t>
      </w:r>
      <w:r>
        <w:tab/>
        <w:t>2.025e0</w:t>
      </w:r>
    </w:p>
    <w:p w:rsidR="005B3ED9" w:rsidRDefault="005B3ED9" w:rsidP="005B3ED9">
      <w:r>
        <w:t>428.5040</w:t>
      </w:r>
      <w:r>
        <w:tab/>
        <w:t>2.025e0</w:t>
      </w:r>
    </w:p>
    <w:p w:rsidR="005B3ED9" w:rsidRDefault="005B3ED9" w:rsidP="005B3ED9">
      <w:r>
        <w:t>428.5172</w:t>
      </w:r>
      <w:r>
        <w:tab/>
        <w:t>1.013e0</w:t>
      </w:r>
    </w:p>
    <w:p w:rsidR="005B3ED9" w:rsidRDefault="005B3ED9" w:rsidP="005B3ED9">
      <w:r>
        <w:t>428.5702</w:t>
      </w:r>
      <w:r>
        <w:tab/>
        <w:t>2.025e0</w:t>
      </w:r>
    </w:p>
    <w:p w:rsidR="005B3ED9" w:rsidRDefault="005B3ED9" w:rsidP="005B3ED9">
      <w:r>
        <w:t>428.5723</w:t>
      </w:r>
      <w:r>
        <w:tab/>
        <w:t>3.038e0</w:t>
      </w:r>
    </w:p>
    <w:p w:rsidR="005B3ED9" w:rsidRDefault="005B3ED9" w:rsidP="005B3ED9">
      <w:r>
        <w:t>428.6430</w:t>
      </w:r>
      <w:r>
        <w:tab/>
        <w:t>1.013e0</w:t>
      </w:r>
    </w:p>
    <w:p w:rsidR="005B3ED9" w:rsidRDefault="005B3ED9" w:rsidP="005B3ED9">
      <w:r>
        <w:t>428.6659</w:t>
      </w:r>
      <w:r>
        <w:tab/>
        <w:t>2.025e0</w:t>
      </w:r>
    </w:p>
    <w:p w:rsidR="005B3ED9" w:rsidRDefault="005B3ED9" w:rsidP="005B3ED9">
      <w:r>
        <w:t>428.6796</w:t>
      </w:r>
      <w:r>
        <w:tab/>
        <w:t>4.051e0</w:t>
      </w:r>
    </w:p>
    <w:p w:rsidR="005B3ED9" w:rsidRDefault="005B3ED9" w:rsidP="005B3ED9">
      <w:r>
        <w:t>428.7107</w:t>
      </w:r>
      <w:r>
        <w:tab/>
        <w:t>1.013e0</w:t>
      </w:r>
    </w:p>
    <w:p w:rsidR="005B3ED9" w:rsidRDefault="005B3ED9" w:rsidP="005B3ED9">
      <w:r>
        <w:t>428.8087</w:t>
      </w:r>
      <w:r>
        <w:tab/>
        <w:t>1.013e0</w:t>
      </w:r>
    </w:p>
    <w:p w:rsidR="005B3ED9" w:rsidRDefault="005B3ED9" w:rsidP="005B3ED9">
      <w:r>
        <w:t>428.8585</w:t>
      </w:r>
      <w:r>
        <w:tab/>
        <w:t>2.025e0</w:t>
      </w:r>
    </w:p>
    <w:p w:rsidR="005B3ED9" w:rsidRDefault="005B3ED9" w:rsidP="005B3ED9">
      <w:r>
        <w:t>428.8849</w:t>
      </w:r>
      <w:r>
        <w:tab/>
        <w:t>3.038e0</w:t>
      </w:r>
    </w:p>
    <w:p w:rsidR="005B3ED9" w:rsidRDefault="005B3ED9" w:rsidP="005B3ED9">
      <w:r>
        <w:t>428.9110</w:t>
      </w:r>
      <w:r>
        <w:tab/>
        <w:t>2.025e0</w:t>
      </w:r>
    </w:p>
    <w:p w:rsidR="005B3ED9" w:rsidRDefault="005B3ED9" w:rsidP="005B3ED9">
      <w:r>
        <w:t>428.9223</w:t>
      </w:r>
      <w:r>
        <w:tab/>
        <w:t>3.038e0</w:t>
      </w:r>
    </w:p>
    <w:p w:rsidR="005B3ED9" w:rsidRDefault="005B3ED9" w:rsidP="005B3ED9">
      <w:r>
        <w:lastRenderedPageBreak/>
        <w:t>428.9518</w:t>
      </w:r>
      <w:r>
        <w:tab/>
        <w:t>1.013e0</w:t>
      </w:r>
    </w:p>
    <w:p w:rsidR="005B3ED9" w:rsidRDefault="005B3ED9" w:rsidP="005B3ED9">
      <w:r>
        <w:t>429.0034</w:t>
      </w:r>
      <w:r>
        <w:tab/>
        <w:t>1.013e0</w:t>
      </w:r>
    </w:p>
    <w:p w:rsidR="005B3ED9" w:rsidRDefault="005B3ED9" w:rsidP="005B3ED9">
      <w:r>
        <w:t>429.0070</w:t>
      </w:r>
      <w:r>
        <w:tab/>
        <w:t>1.013e0</w:t>
      </w:r>
    </w:p>
    <w:p w:rsidR="005B3ED9" w:rsidRDefault="005B3ED9" w:rsidP="005B3ED9">
      <w:r>
        <w:t>429.0707</w:t>
      </w:r>
      <w:r>
        <w:tab/>
        <w:t>2.025e0</w:t>
      </w:r>
    </w:p>
    <w:p w:rsidR="005B3ED9" w:rsidRDefault="005B3ED9" w:rsidP="005B3ED9">
      <w:r>
        <w:t>429.0740</w:t>
      </w:r>
      <w:r>
        <w:tab/>
        <w:t>3.038e0</w:t>
      </w:r>
    </w:p>
    <w:p w:rsidR="005B3ED9" w:rsidRDefault="005B3ED9" w:rsidP="005B3ED9">
      <w:r>
        <w:t>429.1423</w:t>
      </w:r>
      <w:r>
        <w:tab/>
        <w:t>4.368e0</w:t>
      </w:r>
    </w:p>
    <w:p w:rsidR="005B3ED9" w:rsidRDefault="005B3ED9" w:rsidP="005B3ED9">
      <w:r>
        <w:t>429.1501</w:t>
      </w:r>
      <w:r>
        <w:tab/>
        <w:t>1.013e0</w:t>
      </w:r>
    </w:p>
    <w:p w:rsidR="005B3ED9" w:rsidRDefault="005B3ED9" w:rsidP="005B3ED9">
      <w:r>
        <w:t>429.1865</w:t>
      </w:r>
      <w:r>
        <w:tab/>
        <w:t>4.051e0</w:t>
      </w:r>
    </w:p>
    <w:p w:rsidR="005B3ED9" w:rsidRDefault="005B3ED9" w:rsidP="005B3ED9">
      <w:r>
        <w:t>429.1892</w:t>
      </w:r>
      <w:r>
        <w:tab/>
        <w:t>1.951e0</w:t>
      </w:r>
    </w:p>
    <w:p w:rsidR="005B3ED9" w:rsidRDefault="005B3ED9" w:rsidP="005B3ED9">
      <w:r>
        <w:t>429.2109</w:t>
      </w:r>
      <w:r>
        <w:tab/>
        <w:t>1.013e0</w:t>
      </w:r>
    </w:p>
    <w:p w:rsidR="005B3ED9" w:rsidRDefault="005B3ED9" w:rsidP="005B3ED9">
      <w:r>
        <w:t>429.2512</w:t>
      </w:r>
      <w:r>
        <w:tab/>
        <w:t>3.038e0</w:t>
      </w:r>
    </w:p>
    <w:p w:rsidR="005B3ED9" w:rsidRDefault="005B3ED9" w:rsidP="005B3ED9">
      <w:r>
        <w:t>429.2717</w:t>
      </w:r>
      <w:r>
        <w:tab/>
        <w:t>1.013e0</w:t>
      </w:r>
    </w:p>
    <w:p w:rsidR="005B3ED9" w:rsidRDefault="005B3ED9" w:rsidP="005B3ED9">
      <w:r>
        <w:t>429.3022</w:t>
      </w:r>
      <w:r>
        <w:tab/>
        <w:t>4.198e0</w:t>
      </w:r>
    </w:p>
    <w:p w:rsidR="005B3ED9" w:rsidRDefault="005B3ED9" w:rsidP="005B3ED9">
      <w:r>
        <w:t>429.3226</w:t>
      </w:r>
      <w:r>
        <w:tab/>
        <w:t>8.101e0</w:t>
      </w:r>
    </w:p>
    <w:p w:rsidR="005B3ED9" w:rsidRDefault="005B3ED9" w:rsidP="005B3ED9">
      <w:r>
        <w:t>429.3242</w:t>
      </w:r>
      <w:r>
        <w:tab/>
        <w:t>6.076e0</w:t>
      </w:r>
    </w:p>
    <w:p w:rsidR="005B3ED9" w:rsidRDefault="005B3ED9" w:rsidP="005B3ED9">
      <w:r>
        <w:t>429.3442</w:t>
      </w:r>
      <w:r>
        <w:tab/>
        <w:t>4.051e0</w:t>
      </w:r>
    </w:p>
    <w:p w:rsidR="005B3ED9" w:rsidRDefault="005B3ED9" w:rsidP="005B3ED9">
      <w:r>
        <w:t>429.3590</w:t>
      </w:r>
      <w:r>
        <w:tab/>
        <w:t>1.013e0</w:t>
      </w:r>
    </w:p>
    <w:p w:rsidR="005B3ED9" w:rsidRDefault="005B3ED9" w:rsidP="005B3ED9">
      <w:r>
        <w:t>429.3906</w:t>
      </w:r>
      <w:r>
        <w:tab/>
        <w:t>2.025e0</w:t>
      </w:r>
    </w:p>
    <w:p w:rsidR="005B3ED9" w:rsidRDefault="005B3ED9" w:rsidP="005B3ED9">
      <w:r>
        <w:t>429.4042</w:t>
      </w:r>
      <w:r>
        <w:tab/>
        <w:t>1.013e0</w:t>
      </w:r>
    </w:p>
    <w:p w:rsidR="005B3ED9" w:rsidRDefault="005B3ED9" w:rsidP="005B3ED9">
      <w:r>
        <w:lastRenderedPageBreak/>
        <w:t>429.4420</w:t>
      </w:r>
      <w:r>
        <w:tab/>
        <w:t>1.013e0</w:t>
      </w:r>
    </w:p>
    <w:p w:rsidR="005B3ED9" w:rsidRDefault="005B3ED9" w:rsidP="005B3ED9">
      <w:r>
        <w:t>429.4540</w:t>
      </w:r>
      <w:r>
        <w:tab/>
        <w:t>1.013e0</w:t>
      </w:r>
    </w:p>
    <w:p w:rsidR="005B3ED9" w:rsidRDefault="005B3ED9" w:rsidP="005B3ED9">
      <w:r>
        <w:t>429.4646</w:t>
      </w:r>
      <w:r>
        <w:tab/>
        <w:t>1.013e0</w:t>
      </w:r>
    </w:p>
    <w:p w:rsidR="005B3ED9" w:rsidRDefault="005B3ED9" w:rsidP="005B3ED9">
      <w:r>
        <w:t>429.5117</w:t>
      </w:r>
      <w:r>
        <w:tab/>
        <w:t>2.025e0</w:t>
      </w:r>
    </w:p>
    <w:p w:rsidR="005B3ED9" w:rsidRDefault="005B3ED9" w:rsidP="005B3ED9">
      <w:r>
        <w:t>429.6186</w:t>
      </w:r>
      <w:r>
        <w:tab/>
        <w:t>1.013e0</w:t>
      </w:r>
    </w:p>
    <w:p w:rsidR="005B3ED9" w:rsidRDefault="005B3ED9" w:rsidP="005B3ED9">
      <w:r>
        <w:t>429.6393</w:t>
      </w:r>
      <w:r>
        <w:tab/>
        <w:t>3.038e0</w:t>
      </w:r>
    </w:p>
    <w:p w:rsidR="005B3ED9" w:rsidRDefault="005B3ED9" w:rsidP="005B3ED9">
      <w:r>
        <w:t>429.7042</w:t>
      </w:r>
      <w:r>
        <w:tab/>
        <w:t>2.025e0</w:t>
      </w:r>
    </w:p>
    <w:p w:rsidR="005B3ED9" w:rsidRDefault="005B3ED9" w:rsidP="005B3ED9">
      <w:r>
        <w:t>429.8253</w:t>
      </w:r>
      <w:r>
        <w:tab/>
        <w:t>2.025e0</w:t>
      </w:r>
    </w:p>
    <w:p w:rsidR="005B3ED9" w:rsidRDefault="005B3ED9" w:rsidP="005B3ED9">
      <w:r>
        <w:t>429.8752</w:t>
      </w:r>
      <w:r>
        <w:tab/>
        <w:t>2.025e0</w:t>
      </w:r>
    </w:p>
    <w:p w:rsidR="005B3ED9" w:rsidRDefault="005B3ED9" w:rsidP="005B3ED9">
      <w:r>
        <w:t>429.9165</w:t>
      </w:r>
      <w:r>
        <w:tab/>
        <w:t>4.051e0</w:t>
      </w:r>
    </w:p>
    <w:p w:rsidR="005B3ED9" w:rsidRDefault="005B3ED9" w:rsidP="005B3ED9">
      <w:r>
        <w:t>429.9225</w:t>
      </w:r>
      <w:r>
        <w:tab/>
        <w:t>1.013e0</w:t>
      </w:r>
    </w:p>
    <w:p w:rsidR="005B3ED9" w:rsidRDefault="005B3ED9" w:rsidP="005B3ED9">
      <w:r>
        <w:t>429.9870</w:t>
      </w:r>
      <w:r>
        <w:tab/>
        <w:t>1.013e0</w:t>
      </w:r>
    </w:p>
    <w:p w:rsidR="005B3ED9" w:rsidRDefault="005B3ED9" w:rsidP="005B3ED9">
      <w:r>
        <w:t>430.0071</w:t>
      </w:r>
      <w:r>
        <w:tab/>
        <w:t>2.025e0</w:t>
      </w:r>
    </w:p>
    <w:p w:rsidR="005B3ED9" w:rsidRDefault="005B3ED9" w:rsidP="005B3ED9">
      <w:r>
        <w:t>430.0139</w:t>
      </w:r>
      <w:r>
        <w:tab/>
        <w:t>2.025e0</w:t>
      </w:r>
    </w:p>
    <w:p w:rsidR="005B3ED9" w:rsidRDefault="005B3ED9" w:rsidP="005B3ED9">
      <w:r>
        <w:t>430.0912</w:t>
      </w:r>
      <w:r>
        <w:tab/>
        <w:t>1.013e0</w:t>
      </w:r>
    </w:p>
    <w:p w:rsidR="005B3ED9" w:rsidRDefault="005B3ED9" w:rsidP="005B3ED9">
      <w:r>
        <w:t>430.1087</w:t>
      </w:r>
      <w:r>
        <w:tab/>
        <w:t>1.013e0</w:t>
      </w:r>
    </w:p>
    <w:p w:rsidR="005B3ED9" w:rsidRDefault="005B3ED9" w:rsidP="005B3ED9">
      <w:r>
        <w:t>430.1452</w:t>
      </w:r>
      <w:r>
        <w:tab/>
        <w:t>1.250e0</w:t>
      </w:r>
    </w:p>
    <w:p w:rsidR="005B3ED9" w:rsidRDefault="005B3ED9" w:rsidP="005B3ED9">
      <w:r>
        <w:t>430.1929</w:t>
      </w:r>
      <w:r>
        <w:tab/>
        <w:t>2.025e0</w:t>
      </w:r>
    </w:p>
    <w:p w:rsidR="005B3ED9" w:rsidRDefault="005B3ED9" w:rsidP="005B3ED9">
      <w:r>
        <w:t>430.2096</w:t>
      </w:r>
      <w:r>
        <w:tab/>
        <w:t>3.038e0</w:t>
      </w:r>
    </w:p>
    <w:p w:rsidR="005B3ED9" w:rsidRDefault="005B3ED9" w:rsidP="005B3ED9">
      <w:r>
        <w:lastRenderedPageBreak/>
        <w:t>430.2347</w:t>
      </w:r>
      <w:r>
        <w:tab/>
        <w:t>1.013e0</w:t>
      </w:r>
    </w:p>
    <w:p w:rsidR="005B3ED9" w:rsidRDefault="005B3ED9" w:rsidP="005B3ED9">
      <w:r>
        <w:t>430.2910</w:t>
      </w:r>
      <w:r>
        <w:tab/>
        <w:t>1.013e0</w:t>
      </w:r>
    </w:p>
    <w:p w:rsidR="005B3ED9" w:rsidRDefault="005B3ED9" w:rsidP="005B3ED9">
      <w:r>
        <w:t>430.3193</w:t>
      </w:r>
      <w:r>
        <w:tab/>
        <w:t>3.038e0</w:t>
      </w:r>
    </w:p>
    <w:p w:rsidR="005B3ED9" w:rsidRDefault="005B3ED9" w:rsidP="005B3ED9">
      <w:r>
        <w:t>430.3215</w:t>
      </w:r>
      <w:r>
        <w:tab/>
        <w:t>2.025e0</w:t>
      </w:r>
    </w:p>
    <w:p w:rsidR="005B3ED9" w:rsidRDefault="005B3ED9" w:rsidP="005B3ED9">
      <w:r>
        <w:t>430.3557</w:t>
      </w:r>
      <w:r>
        <w:tab/>
        <w:t>1.013e0</w:t>
      </w:r>
    </w:p>
    <w:p w:rsidR="005B3ED9" w:rsidRDefault="005B3ED9" w:rsidP="005B3ED9">
      <w:r>
        <w:t>430.3784</w:t>
      </w:r>
      <w:r>
        <w:tab/>
        <w:t>1.013e0</w:t>
      </w:r>
    </w:p>
    <w:p w:rsidR="005B3ED9" w:rsidRDefault="005B3ED9" w:rsidP="005B3ED9">
      <w:r>
        <w:t>430.4010</w:t>
      </w:r>
      <w:r>
        <w:tab/>
        <w:t>1.013e0</w:t>
      </w:r>
    </w:p>
    <w:p w:rsidR="005B3ED9" w:rsidRDefault="005B3ED9" w:rsidP="005B3ED9">
      <w:r>
        <w:t>430.4237</w:t>
      </w:r>
      <w:r>
        <w:tab/>
        <w:t>1.013e0</w:t>
      </w:r>
    </w:p>
    <w:p w:rsidR="005B3ED9" w:rsidRDefault="005B3ED9" w:rsidP="005B3ED9">
      <w:r>
        <w:t>430.4389</w:t>
      </w:r>
      <w:r>
        <w:tab/>
        <w:t>1.013e0</w:t>
      </w:r>
    </w:p>
    <w:p w:rsidR="005B3ED9" w:rsidRDefault="005B3ED9" w:rsidP="005B3ED9">
      <w:r>
        <w:t>430.5035</w:t>
      </w:r>
      <w:r>
        <w:tab/>
        <w:t>2.025e0</w:t>
      </w:r>
    </w:p>
    <w:p w:rsidR="005B3ED9" w:rsidRDefault="005B3ED9" w:rsidP="005B3ED9">
      <w:r>
        <w:t>430.5522</w:t>
      </w:r>
      <w:r>
        <w:tab/>
        <w:t>1.013e0</w:t>
      </w:r>
    </w:p>
    <w:p w:rsidR="005B3ED9" w:rsidRDefault="005B3ED9" w:rsidP="005B3ED9">
      <w:r>
        <w:t>430.5951</w:t>
      </w:r>
      <w:r>
        <w:tab/>
        <w:t>1.013e0</w:t>
      </w:r>
    </w:p>
    <w:p w:rsidR="005B3ED9" w:rsidRDefault="005B3ED9" w:rsidP="005B3ED9">
      <w:r>
        <w:t>430.6052</w:t>
      </w:r>
      <w:r>
        <w:tab/>
        <w:t>1.013e0</w:t>
      </w:r>
    </w:p>
    <w:p w:rsidR="005B3ED9" w:rsidRDefault="005B3ED9" w:rsidP="005B3ED9">
      <w:r>
        <w:t>430.6430</w:t>
      </w:r>
      <w:r>
        <w:tab/>
        <w:t>1.013e0</w:t>
      </w:r>
    </w:p>
    <w:p w:rsidR="005B3ED9" w:rsidRDefault="005B3ED9" w:rsidP="005B3ED9">
      <w:r>
        <w:t>430.6581</w:t>
      </w:r>
      <w:r>
        <w:tab/>
        <w:t>2.025e0</w:t>
      </w:r>
    </w:p>
    <w:p w:rsidR="005B3ED9" w:rsidRDefault="005B3ED9" w:rsidP="005B3ED9">
      <w:r>
        <w:t>430.6808</w:t>
      </w:r>
      <w:r>
        <w:tab/>
        <w:t>1.013e0</w:t>
      </w:r>
    </w:p>
    <w:p w:rsidR="005B3ED9" w:rsidRDefault="005B3ED9" w:rsidP="005B3ED9">
      <w:r>
        <w:t>430.7204</w:t>
      </w:r>
      <w:r>
        <w:tab/>
        <w:t>1.013e0</w:t>
      </w:r>
    </w:p>
    <w:p w:rsidR="005B3ED9" w:rsidRDefault="005B3ED9" w:rsidP="005B3ED9">
      <w:r>
        <w:t>430.7263</w:t>
      </w:r>
      <w:r>
        <w:tab/>
        <w:t>1.013e0</w:t>
      </w:r>
    </w:p>
    <w:p w:rsidR="005B3ED9" w:rsidRDefault="005B3ED9" w:rsidP="005B3ED9">
      <w:r>
        <w:t>430.7489</w:t>
      </w:r>
      <w:r>
        <w:tab/>
        <w:t>1.013e0</w:t>
      </w:r>
    </w:p>
    <w:p w:rsidR="005B3ED9" w:rsidRDefault="005B3ED9" w:rsidP="005B3ED9">
      <w:r>
        <w:lastRenderedPageBreak/>
        <w:t>430.7867</w:t>
      </w:r>
      <w:r>
        <w:tab/>
        <w:t>1.013e0</w:t>
      </w:r>
    </w:p>
    <w:p w:rsidR="005B3ED9" w:rsidRDefault="005B3ED9" w:rsidP="005B3ED9">
      <w:r>
        <w:t>430.7990</w:t>
      </w:r>
      <w:r>
        <w:tab/>
        <w:t>1.013e0</w:t>
      </w:r>
    </w:p>
    <w:p w:rsidR="005B3ED9" w:rsidRDefault="005B3ED9" w:rsidP="005B3ED9">
      <w:r>
        <w:t>430.8776</w:t>
      </w:r>
      <w:r>
        <w:tab/>
        <w:t>1.013e0</w:t>
      </w:r>
    </w:p>
    <w:p w:rsidR="005B3ED9" w:rsidRDefault="005B3ED9" w:rsidP="005B3ED9">
      <w:r>
        <w:t>430.8813</w:t>
      </w:r>
      <w:r>
        <w:tab/>
        <w:t>2.025e0</w:t>
      </w:r>
    </w:p>
    <w:p w:rsidR="005B3ED9" w:rsidRDefault="005B3ED9" w:rsidP="005B3ED9">
      <w:r>
        <w:t>430.9381</w:t>
      </w:r>
      <w:r>
        <w:tab/>
        <w:t>1.013e0</w:t>
      </w:r>
    </w:p>
    <w:p w:rsidR="005B3ED9" w:rsidRDefault="005B3ED9" w:rsidP="005B3ED9">
      <w:r>
        <w:t>430.9457</w:t>
      </w:r>
      <w:r>
        <w:tab/>
        <w:t>1.013e0</w:t>
      </w:r>
    </w:p>
    <w:p w:rsidR="005B3ED9" w:rsidRDefault="005B3ED9" w:rsidP="005B3ED9">
      <w:r>
        <w:t>430.9814</w:t>
      </w:r>
      <w:r>
        <w:tab/>
        <w:t>1.013e0</w:t>
      </w:r>
    </w:p>
    <w:p w:rsidR="005B3ED9" w:rsidRDefault="005B3ED9" w:rsidP="005B3ED9">
      <w:r>
        <w:t>431.0404</w:t>
      </w:r>
      <w:r>
        <w:tab/>
        <w:t>2.025e0</w:t>
      </w:r>
    </w:p>
    <w:p w:rsidR="005B3ED9" w:rsidRDefault="005B3ED9" w:rsidP="005B3ED9">
      <w:r>
        <w:t>431.0638</w:t>
      </w:r>
      <w:r>
        <w:tab/>
        <w:t>1.013e0</w:t>
      </w:r>
    </w:p>
    <w:p w:rsidR="005B3ED9" w:rsidRDefault="005B3ED9" w:rsidP="005B3ED9">
      <w:r>
        <w:t>431.1122</w:t>
      </w:r>
      <w:r>
        <w:tab/>
        <w:t>1.013e0</w:t>
      </w:r>
    </w:p>
    <w:p w:rsidR="005B3ED9" w:rsidRDefault="005B3ED9" w:rsidP="005B3ED9">
      <w:r>
        <w:t>431.1215</w:t>
      </w:r>
      <w:r>
        <w:tab/>
        <w:t>1.863e0</w:t>
      </w:r>
    </w:p>
    <w:p w:rsidR="005B3ED9" w:rsidRDefault="005B3ED9" w:rsidP="005B3ED9">
      <w:r>
        <w:t>431.1425</w:t>
      </w:r>
      <w:r>
        <w:tab/>
        <w:t>1.013e0</w:t>
      </w:r>
    </w:p>
    <w:p w:rsidR="005B3ED9" w:rsidRDefault="005B3ED9" w:rsidP="005B3ED9">
      <w:r>
        <w:t>431.1957</w:t>
      </w:r>
      <w:r>
        <w:tab/>
        <w:t>5.063e0</w:t>
      </w:r>
    </w:p>
    <w:p w:rsidR="005B3ED9" w:rsidRDefault="005B3ED9" w:rsidP="005B3ED9">
      <w:r>
        <w:t>431.2249</w:t>
      </w:r>
      <w:r>
        <w:tab/>
        <w:t>1.013e0</w:t>
      </w:r>
    </w:p>
    <w:p w:rsidR="005B3ED9" w:rsidRDefault="005B3ED9" w:rsidP="005B3ED9">
      <w:r>
        <w:t>431.2785</w:t>
      </w:r>
      <w:r>
        <w:tab/>
        <w:t>2.025e0</w:t>
      </w:r>
    </w:p>
    <w:p w:rsidR="005B3ED9" w:rsidRDefault="005B3ED9" w:rsidP="005B3ED9">
      <w:r>
        <w:t>431.2877</w:t>
      </w:r>
      <w:r>
        <w:tab/>
        <w:t>3.038e0</w:t>
      </w:r>
    </w:p>
    <w:p w:rsidR="005B3ED9" w:rsidRDefault="005B3ED9" w:rsidP="005B3ED9">
      <w:r>
        <w:t>431.3394</w:t>
      </w:r>
      <w:r>
        <w:tab/>
        <w:t>1.013e0</w:t>
      </w:r>
    </w:p>
    <w:p w:rsidR="005B3ED9" w:rsidRDefault="005B3ED9" w:rsidP="005B3ED9">
      <w:r>
        <w:t>431.3894</w:t>
      </w:r>
      <w:r>
        <w:tab/>
        <w:t>1.013e0</w:t>
      </w:r>
    </w:p>
    <w:p w:rsidR="005B3ED9" w:rsidRDefault="005B3ED9" w:rsidP="005B3ED9">
      <w:r>
        <w:t>431.4000</w:t>
      </w:r>
      <w:r>
        <w:tab/>
        <w:t>1.013e0</w:t>
      </w:r>
    </w:p>
    <w:p w:rsidR="005B3ED9" w:rsidRDefault="005B3ED9" w:rsidP="005B3ED9">
      <w:r>
        <w:lastRenderedPageBreak/>
        <w:t>431.4227</w:t>
      </w:r>
      <w:r>
        <w:tab/>
        <w:t>1.013e0</w:t>
      </w:r>
    </w:p>
    <w:p w:rsidR="005B3ED9" w:rsidRDefault="005B3ED9" w:rsidP="005B3ED9">
      <w:r>
        <w:t>431.5212</w:t>
      </w:r>
      <w:r>
        <w:tab/>
        <w:t>1.013e0</w:t>
      </w:r>
    </w:p>
    <w:p w:rsidR="005B3ED9" w:rsidRDefault="005B3ED9" w:rsidP="005B3ED9">
      <w:r>
        <w:t>431.5542</w:t>
      </w:r>
      <w:r>
        <w:tab/>
        <w:t>1.013e0</w:t>
      </w:r>
    </w:p>
    <w:p w:rsidR="005B3ED9" w:rsidRDefault="005B3ED9" w:rsidP="005B3ED9">
      <w:r>
        <w:t>431.5755</w:t>
      </w:r>
      <w:r>
        <w:tab/>
        <w:t>1.013e0</w:t>
      </w:r>
    </w:p>
    <w:p w:rsidR="005B3ED9" w:rsidRDefault="005B3ED9" w:rsidP="005B3ED9">
      <w:r>
        <w:t>431.6310</w:t>
      </w:r>
      <w:r>
        <w:tab/>
        <w:t>2.025e0</w:t>
      </w:r>
    </w:p>
    <w:p w:rsidR="005B3ED9" w:rsidRDefault="005B3ED9" w:rsidP="005B3ED9">
      <w:r>
        <w:t>431.6758</w:t>
      </w:r>
      <w:r>
        <w:tab/>
        <w:t>1.013e0</w:t>
      </w:r>
    </w:p>
    <w:p w:rsidR="005B3ED9" w:rsidRDefault="005B3ED9" w:rsidP="005B3ED9">
      <w:r>
        <w:t>431.7331</w:t>
      </w:r>
      <w:r>
        <w:tab/>
        <w:t>1.013e0</w:t>
      </w:r>
    </w:p>
    <w:p w:rsidR="005B3ED9" w:rsidRDefault="005B3ED9" w:rsidP="005B3ED9">
      <w:r>
        <w:t>431.7794</w:t>
      </w:r>
      <w:r>
        <w:tab/>
        <w:t>1.013e0</w:t>
      </w:r>
    </w:p>
    <w:p w:rsidR="005B3ED9" w:rsidRDefault="005B3ED9" w:rsidP="005B3ED9">
      <w:r>
        <w:t>431.7940</w:t>
      </w:r>
      <w:r>
        <w:tab/>
        <w:t>1.013e0</w:t>
      </w:r>
    </w:p>
    <w:p w:rsidR="005B3ED9" w:rsidRDefault="005B3ED9" w:rsidP="005B3ED9">
      <w:r>
        <w:t>431.8189</w:t>
      </w:r>
      <w:r>
        <w:tab/>
        <w:t>1.013e0</w:t>
      </w:r>
    </w:p>
    <w:p w:rsidR="005B3ED9" w:rsidRDefault="005B3ED9" w:rsidP="005B3ED9">
      <w:r>
        <w:t>431.8504</w:t>
      </w:r>
      <w:r>
        <w:tab/>
        <w:t>2.025e0</w:t>
      </w:r>
    </w:p>
    <w:p w:rsidR="005B3ED9" w:rsidRDefault="005B3ED9" w:rsidP="005B3ED9">
      <w:r>
        <w:t>431.9083</w:t>
      </w:r>
      <w:r>
        <w:tab/>
        <w:t>2.025e0</w:t>
      </w:r>
    </w:p>
    <w:p w:rsidR="005B3ED9" w:rsidRDefault="005B3ED9" w:rsidP="005B3ED9">
      <w:r>
        <w:t>431.9465</w:t>
      </w:r>
      <w:r>
        <w:tab/>
        <w:t>2.025e0</w:t>
      </w:r>
    </w:p>
    <w:p w:rsidR="005B3ED9" w:rsidRDefault="005B3ED9" w:rsidP="005B3ED9">
      <w:r>
        <w:t>431.9495</w:t>
      </w:r>
      <w:r>
        <w:tab/>
        <w:t>2.025e0</w:t>
      </w:r>
    </w:p>
    <w:p w:rsidR="005B3ED9" w:rsidRDefault="005B3ED9" w:rsidP="005B3ED9">
      <w:r>
        <w:t>432.0229</w:t>
      </w:r>
      <w:r>
        <w:tab/>
        <w:t>1.013e0</w:t>
      </w:r>
    </w:p>
    <w:p w:rsidR="005B3ED9" w:rsidRDefault="005B3ED9" w:rsidP="005B3ED9">
      <w:r>
        <w:t>432.0318</w:t>
      </w:r>
      <w:r>
        <w:tab/>
        <w:t>2.025e0</w:t>
      </w:r>
    </w:p>
    <w:p w:rsidR="005B3ED9" w:rsidRDefault="005B3ED9" w:rsidP="005B3ED9">
      <w:r>
        <w:t>432.0587</w:t>
      </w:r>
      <w:r>
        <w:tab/>
        <w:t>1.013e0</w:t>
      </w:r>
    </w:p>
    <w:p w:rsidR="005B3ED9" w:rsidRDefault="005B3ED9" w:rsidP="005B3ED9">
      <w:r>
        <w:t>432.0918</w:t>
      </w:r>
      <w:r>
        <w:tab/>
        <w:t>4.051e0</w:t>
      </w:r>
    </w:p>
    <w:p w:rsidR="005B3ED9" w:rsidRDefault="005B3ED9" w:rsidP="005B3ED9">
      <w:r>
        <w:t>432.1278</w:t>
      </w:r>
      <w:r>
        <w:tab/>
        <w:t>1.013e0</w:t>
      </w:r>
    </w:p>
    <w:p w:rsidR="005B3ED9" w:rsidRDefault="005B3ED9" w:rsidP="005B3ED9">
      <w:r>
        <w:lastRenderedPageBreak/>
        <w:t>432.1505</w:t>
      </w:r>
      <w:r>
        <w:tab/>
        <w:t>1.013e0</w:t>
      </w:r>
    </w:p>
    <w:p w:rsidR="005B3ED9" w:rsidRDefault="005B3ED9" w:rsidP="005B3ED9">
      <w:r>
        <w:t>432.1734</w:t>
      </w:r>
      <w:r>
        <w:tab/>
        <w:t>1.013e0</w:t>
      </w:r>
    </w:p>
    <w:p w:rsidR="005B3ED9" w:rsidRDefault="005B3ED9" w:rsidP="005B3ED9">
      <w:r>
        <w:t>432.2386</w:t>
      </w:r>
      <w:r>
        <w:tab/>
        <w:t>2.025e0</w:t>
      </w:r>
    </w:p>
    <w:p w:rsidR="005B3ED9" w:rsidRDefault="005B3ED9" w:rsidP="005B3ED9">
      <w:r>
        <w:t>432.2457</w:t>
      </w:r>
      <w:r>
        <w:tab/>
        <w:t>4.051e0</w:t>
      </w:r>
    </w:p>
    <w:p w:rsidR="005B3ED9" w:rsidRDefault="005B3ED9" w:rsidP="005B3ED9">
      <w:r>
        <w:t>432.2663</w:t>
      </w:r>
      <w:r>
        <w:tab/>
        <w:t>2.025e0</w:t>
      </w:r>
    </w:p>
    <w:p w:rsidR="005B3ED9" w:rsidRDefault="005B3ED9" w:rsidP="005B3ED9">
      <w:r>
        <w:t>432.2796</w:t>
      </w:r>
      <w:r>
        <w:tab/>
        <w:t>1.013e0</w:t>
      </w:r>
    </w:p>
    <w:p w:rsidR="005B3ED9" w:rsidRDefault="005B3ED9" w:rsidP="005B3ED9">
      <w:r>
        <w:t>432.2841</w:t>
      </w:r>
      <w:r>
        <w:tab/>
        <w:t>1.013e0</w:t>
      </w:r>
    </w:p>
    <w:p w:rsidR="005B3ED9" w:rsidRDefault="005B3ED9" w:rsidP="005B3ED9">
      <w:r>
        <w:t>432.2899</w:t>
      </w:r>
      <w:r>
        <w:tab/>
        <w:t>4.051e0</w:t>
      </w:r>
    </w:p>
    <w:p w:rsidR="005B3ED9" w:rsidRDefault="005B3ED9" w:rsidP="005B3ED9">
      <w:r>
        <w:t>432.3176</w:t>
      </w:r>
      <w:r>
        <w:tab/>
        <w:t>1.013e0</w:t>
      </w:r>
    </w:p>
    <w:p w:rsidR="005B3ED9" w:rsidRDefault="005B3ED9" w:rsidP="005B3ED9">
      <w:r>
        <w:t>432.3271</w:t>
      </w:r>
      <w:r>
        <w:tab/>
        <w:t>1.013e0</w:t>
      </w:r>
    </w:p>
    <w:p w:rsidR="005B3ED9" w:rsidRDefault="005B3ED9" w:rsidP="005B3ED9">
      <w:r>
        <w:t>432.3449</w:t>
      </w:r>
      <w:r>
        <w:tab/>
        <w:t>1.013e0</w:t>
      </w:r>
    </w:p>
    <w:p w:rsidR="005B3ED9" w:rsidRDefault="005B3ED9" w:rsidP="005B3ED9">
      <w:r>
        <w:t>432.3665</w:t>
      </w:r>
      <w:r>
        <w:tab/>
        <w:t>1.013e0</w:t>
      </w:r>
    </w:p>
    <w:p w:rsidR="005B3ED9" w:rsidRDefault="005B3ED9" w:rsidP="005B3ED9">
      <w:r>
        <w:t>432.3934</w:t>
      </w:r>
      <w:r>
        <w:tab/>
        <w:t>1.013e0</w:t>
      </w:r>
    </w:p>
    <w:p w:rsidR="005B3ED9" w:rsidRDefault="005B3ED9" w:rsidP="005B3ED9">
      <w:r>
        <w:t>432.5150</w:t>
      </w:r>
      <w:r>
        <w:tab/>
        <w:t>1.013e0</w:t>
      </w:r>
    </w:p>
    <w:p w:rsidR="005B3ED9" w:rsidRDefault="005B3ED9" w:rsidP="005B3ED9">
      <w:r>
        <w:t>432.5991</w:t>
      </w:r>
      <w:r>
        <w:tab/>
        <w:t>2.025e0</w:t>
      </w:r>
    </w:p>
    <w:p w:rsidR="005B3ED9" w:rsidRDefault="005B3ED9" w:rsidP="005B3ED9">
      <w:r>
        <w:t>432.7137</w:t>
      </w:r>
      <w:r>
        <w:tab/>
        <w:t>1.013e0</w:t>
      </w:r>
    </w:p>
    <w:p w:rsidR="005B3ED9" w:rsidRDefault="005B3ED9" w:rsidP="005B3ED9">
      <w:r>
        <w:t>432.8140</w:t>
      </w:r>
      <w:r>
        <w:tab/>
        <w:t>1.013e0</w:t>
      </w:r>
    </w:p>
    <w:p w:rsidR="005B3ED9" w:rsidRDefault="005B3ED9" w:rsidP="005B3ED9">
      <w:r>
        <w:t>432.8963</w:t>
      </w:r>
      <w:r>
        <w:tab/>
        <w:t>1.013e0</w:t>
      </w:r>
    </w:p>
    <w:p w:rsidR="005B3ED9" w:rsidRDefault="005B3ED9" w:rsidP="005B3ED9">
      <w:r>
        <w:t>432.9100</w:t>
      </w:r>
      <w:r>
        <w:tab/>
        <w:t>1.013e0</w:t>
      </w:r>
    </w:p>
    <w:p w:rsidR="005B3ED9" w:rsidRDefault="005B3ED9" w:rsidP="005B3ED9">
      <w:r>
        <w:lastRenderedPageBreak/>
        <w:t>432.9571</w:t>
      </w:r>
      <w:r>
        <w:tab/>
        <w:t>1.013e0</w:t>
      </w:r>
    </w:p>
    <w:p w:rsidR="005B3ED9" w:rsidRDefault="005B3ED9" w:rsidP="005B3ED9">
      <w:r>
        <w:t>432.9661</w:t>
      </w:r>
      <w:r>
        <w:tab/>
        <w:t>2.025e0</w:t>
      </w:r>
    </w:p>
    <w:p w:rsidR="005B3ED9" w:rsidRDefault="005B3ED9" w:rsidP="005B3ED9">
      <w:r>
        <w:t>432.9707</w:t>
      </w:r>
      <w:r>
        <w:tab/>
        <w:t>1.013e0</w:t>
      </w:r>
    </w:p>
    <w:p w:rsidR="005B3ED9" w:rsidRDefault="005B3ED9" w:rsidP="005B3ED9">
      <w:r>
        <w:t>432.9859</w:t>
      </w:r>
      <w:r>
        <w:tab/>
        <w:t>1.013e0</w:t>
      </w:r>
    </w:p>
    <w:p w:rsidR="005B3ED9" w:rsidRDefault="005B3ED9" w:rsidP="005B3ED9">
      <w:r>
        <w:t>432.9930</w:t>
      </w:r>
      <w:r>
        <w:tab/>
        <w:t>1.013e0</w:t>
      </w:r>
    </w:p>
    <w:p w:rsidR="005B3ED9" w:rsidRDefault="005B3ED9" w:rsidP="005B3ED9">
      <w:r>
        <w:t>433.0708</w:t>
      </w:r>
      <w:r>
        <w:tab/>
        <w:t>3.038e0</w:t>
      </w:r>
    </w:p>
    <w:p w:rsidR="005B3ED9" w:rsidRDefault="005B3ED9" w:rsidP="005B3ED9">
      <w:r>
        <w:t>433.1791</w:t>
      </w:r>
      <w:r>
        <w:tab/>
        <w:t>1.013e0</w:t>
      </w:r>
    </w:p>
    <w:p w:rsidR="005B3ED9" w:rsidRDefault="005B3ED9" w:rsidP="005B3ED9">
      <w:r>
        <w:t>433.2184</w:t>
      </w:r>
      <w:r>
        <w:tab/>
        <w:t>1.013e0</w:t>
      </w:r>
    </w:p>
    <w:p w:rsidR="005B3ED9" w:rsidRDefault="005B3ED9" w:rsidP="005B3ED9">
      <w:r>
        <w:t>433.2263</w:t>
      </w:r>
      <w:r>
        <w:tab/>
        <w:t>2.025e0</w:t>
      </w:r>
    </w:p>
    <w:p w:rsidR="005B3ED9" w:rsidRDefault="005B3ED9" w:rsidP="005B3ED9">
      <w:r>
        <w:t>433.2614</w:t>
      </w:r>
      <w:r>
        <w:tab/>
        <w:t>1.013e0</w:t>
      </w:r>
    </w:p>
    <w:p w:rsidR="005B3ED9" w:rsidRDefault="005B3ED9" w:rsidP="005B3ED9">
      <w:r>
        <w:t>433.2901</w:t>
      </w:r>
      <w:r>
        <w:tab/>
        <w:t>1.013e0</w:t>
      </w:r>
    </w:p>
    <w:p w:rsidR="005B3ED9" w:rsidRDefault="005B3ED9" w:rsidP="005B3ED9">
      <w:r>
        <w:t>433.3053</w:t>
      </w:r>
      <w:r>
        <w:tab/>
        <w:t>1.013e0</w:t>
      </w:r>
    </w:p>
    <w:p w:rsidR="005B3ED9" w:rsidRDefault="005B3ED9" w:rsidP="005B3ED9">
      <w:r>
        <w:t>433.3129</w:t>
      </w:r>
      <w:r>
        <w:tab/>
        <w:t>1.013e0</w:t>
      </w:r>
    </w:p>
    <w:p w:rsidR="005B3ED9" w:rsidRDefault="005B3ED9" w:rsidP="005B3ED9">
      <w:r>
        <w:t>433.3361</w:t>
      </w:r>
      <w:r>
        <w:tab/>
        <w:t>3.038e0</w:t>
      </w:r>
    </w:p>
    <w:p w:rsidR="005B3ED9" w:rsidRDefault="005B3ED9" w:rsidP="005B3ED9">
      <w:r>
        <w:t>433.3462</w:t>
      </w:r>
      <w:r>
        <w:tab/>
        <w:t>2.025e0</w:t>
      </w:r>
    </w:p>
    <w:p w:rsidR="005B3ED9" w:rsidRDefault="005B3ED9" w:rsidP="005B3ED9">
      <w:r>
        <w:t>433.3738</w:t>
      </w:r>
      <w:r>
        <w:tab/>
        <w:t>1.013e0</w:t>
      </w:r>
    </w:p>
    <w:p w:rsidR="005B3ED9" w:rsidRDefault="005B3ED9" w:rsidP="005B3ED9">
      <w:r>
        <w:t>433.4146</w:t>
      </w:r>
      <w:r>
        <w:tab/>
        <w:t>2.025e0</w:t>
      </w:r>
    </w:p>
    <w:p w:rsidR="005B3ED9" w:rsidRDefault="005B3ED9" w:rsidP="005B3ED9">
      <w:r>
        <w:t>433.4499</w:t>
      </w:r>
      <w:r>
        <w:tab/>
        <w:t>1.013e0</w:t>
      </w:r>
    </w:p>
    <w:p w:rsidR="005B3ED9" w:rsidRDefault="005B3ED9" w:rsidP="005B3ED9">
      <w:r>
        <w:t>433.5183</w:t>
      </w:r>
      <w:r>
        <w:tab/>
        <w:t>1.013e0</w:t>
      </w:r>
    </w:p>
    <w:p w:rsidR="005B3ED9" w:rsidRDefault="005B3ED9" w:rsidP="005B3ED9">
      <w:r>
        <w:lastRenderedPageBreak/>
        <w:t>433.6325</w:t>
      </w:r>
      <w:r>
        <w:tab/>
        <w:t>1.013e0</w:t>
      </w:r>
    </w:p>
    <w:p w:rsidR="005B3ED9" w:rsidRDefault="005B3ED9" w:rsidP="005B3ED9">
      <w:r>
        <w:t>433.6875</w:t>
      </w:r>
      <w:r>
        <w:tab/>
        <w:t>1.013e0</w:t>
      </w:r>
    </w:p>
    <w:p w:rsidR="005B3ED9" w:rsidRDefault="005B3ED9" w:rsidP="005B3ED9">
      <w:r>
        <w:t>433.7087</w:t>
      </w:r>
      <w:r>
        <w:tab/>
        <w:t>1.013e0</w:t>
      </w:r>
    </w:p>
    <w:p w:rsidR="005B3ED9" w:rsidRDefault="005B3ED9" w:rsidP="005B3ED9">
      <w:r>
        <w:t>433.8228</w:t>
      </w:r>
      <w:r>
        <w:tab/>
        <w:t>1.013e0</w:t>
      </w:r>
    </w:p>
    <w:p w:rsidR="005B3ED9" w:rsidRDefault="005B3ED9" w:rsidP="005B3ED9">
      <w:r>
        <w:t>433.8486</w:t>
      </w:r>
      <w:r>
        <w:tab/>
        <w:t>1.013e0</w:t>
      </w:r>
    </w:p>
    <w:p w:rsidR="005B3ED9" w:rsidRDefault="005B3ED9" w:rsidP="005B3ED9">
      <w:r>
        <w:t>433.8664</w:t>
      </w:r>
      <w:r>
        <w:tab/>
        <w:t>1.013e0</w:t>
      </w:r>
    </w:p>
    <w:p w:rsidR="005B3ED9" w:rsidRDefault="005B3ED9" w:rsidP="005B3ED9">
      <w:r>
        <w:t>433.9309</w:t>
      </w:r>
      <w:r>
        <w:tab/>
        <w:t>2.025e0</w:t>
      </w:r>
    </w:p>
    <w:p w:rsidR="005B3ED9" w:rsidRDefault="005B3ED9" w:rsidP="005B3ED9">
      <w:r>
        <w:t>433.9599</w:t>
      </w:r>
      <w:r>
        <w:tab/>
        <w:t>1.013e0</w:t>
      </w:r>
    </w:p>
    <w:p w:rsidR="005B3ED9" w:rsidRDefault="005B3ED9" w:rsidP="005B3ED9">
      <w:r>
        <w:t>433.9704</w:t>
      </w:r>
      <w:r>
        <w:tab/>
        <w:t>1.013e0</w:t>
      </w:r>
    </w:p>
    <w:p w:rsidR="005B3ED9" w:rsidRDefault="005B3ED9" w:rsidP="005B3ED9">
      <w:r>
        <w:t>433.9751</w:t>
      </w:r>
      <w:r>
        <w:tab/>
        <w:t>1.013e0</w:t>
      </w:r>
    </w:p>
    <w:p w:rsidR="005B3ED9" w:rsidRDefault="005B3ED9" w:rsidP="005B3ED9">
      <w:r>
        <w:t>434.0097</w:t>
      </w:r>
      <w:r>
        <w:tab/>
        <w:t>1.013e0</w:t>
      </w:r>
    </w:p>
    <w:p w:rsidR="005B3ED9" w:rsidRDefault="005B3ED9" w:rsidP="005B3ED9">
      <w:r>
        <w:t>434.0490</w:t>
      </w:r>
      <w:r>
        <w:tab/>
        <w:t>1.013e0</w:t>
      </w:r>
    </w:p>
    <w:p w:rsidR="005B3ED9" w:rsidRDefault="005B3ED9" w:rsidP="005B3ED9">
      <w:r>
        <w:t>434.0885</w:t>
      </w:r>
      <w:r>
        <w:tab/>
        <w:t>2.025e0</w:t>
      </w:r>
    </w:p>
    <w:p w:rsidR="005B3ED9" w:rsidRDefault="005B3ED9" w:rsidP="005B3ED9">
      <w:r>
        <w:t>434.1314</w:t>
      </w:r>
      <w:r>
        <w:tab/>
        <w:t>1.013e0</w:t>
      </w:r>
    </w:p>
    <w:p w:rsidR="005B3ED9" w:rsidRDefault="005B3ED9" w:rsidP="005B3ED9">
      <w:r>
        <w:t>434.1530</w:t>
      </w:r>
      <w:r>
        <w:tab/>
        <w:t>1.013e0</w:t>
      </w:r>
    </w:p>
    <w:p w:rsidR="005B3ED9" w:rsidRDefault="005B3ED9" w:rsidP="005B3ED9">
      <w:r>
        <w:t>434.1809</w:t>
      </w:r>
      <w:r>
        <w:tab/>
        <w:t>1.013e0</w:t>
      </w:r>
    </w:p>
    <w:p w:rsidR="005B3ED9" w:rsidRDefault="005B3ED9" w:rsidP="005B3ED9">
      <w:r>
        <w:t>434.1885</w:t>
      </w:r>
      <w:r>
        <w:tab/>
        <w:t>1.013e0</w:t>
      </w:r>
    </w:p>
    <w:p w:rsidR="005B3ED9" w:rsidRDefault="005B3ED9" w:rsidP="005B3ED9">
      <w:r>
        <w:t>434.2037</w:t>
      </w:r>
      <w:r>
        <w:tab/>
        <w:t>1.013e0</w:t>
      </w:r>
    </w:p>
    <w:p w:rsidR="005B3ED9" w:rsidRDefault="005B3ED9" w:rsidP="005B3ED9">
      <w:r>
        <w:t>434.2462</w:t>
      </w:r>
      <w:r>
        <w:tab/>
        <w:t>4.051e0</w:t>
      </w:r>
    </w:p>
    <w:p w:rsidR="005B3ED9" w:rsidRDefault="005B3ED9" w:rsidP="005B3ED9">
      <w:r>
        <w:lastRenderedPageBreak/>
        <w:t>434.2667</w:t>
      </w:r>
      <w:r>
        <w:tab/>
        <w:t>4.051e0</w:t>
      </w:r>
    </w:p>
    <w:p w:rsidR="005B3ED9" w:rsidRDefault="005B3ED9" w:rsidP="005B3ED9">
      <w:r>
        <w:t>434.2711</w:t>
      </w:r>
      <w:r>
        <w:tab/>
        <w:t>1.013e0</w:t>
      </w:r>
    </w:p>
    <w:p w:rsidR="005B3ED9" w:rsidRDefault="005B3ED9" w:rsidP="005B3ED9">
      <w:r>
        <w:t>434.3257</w:t>
      </w:r>
      <w:r>
        <w:tab/>
        <w:t>1.013e0</w:t>
      </w:r>
    </w:p>
    <w:p w:rsidR="005B3ED9" w:rsidRDefault="005B3ED9" w:rsidP="005B3ED9">
      <w:r>
        <w:t>434.3356</w:t>
      </w:r>
      <w:r>
        <w:tab/>
        <w:t>1.013e0</w:t>
      </w:r>
    </w:p>
    <w:p w:rsidR="005B3ED9" w:rsidRDefault="005B3ED9" w:rsidP="005B3ED9">
      <w:r>
        <w:t>434.3798</w:t>
      </w:r>
      <w:r>
        <w:tab/>
        <w:t>2.025e0</w:t>
      </w:r>
    </w:p>
    <w:p w:rsidR="005B3ED9" w:rsidRDefault="005B3ED9" w:rsidP="005B3ED9">
      <w:r>
        <w:t>434.3860</w:t>
      </w:r>
      <w:r>
        <w:tab/>
        <w:t>3.038e0</w:t>
      </w:r>
    </w:p>
    <w:p w:rsidR="005B3ED9" w:rsidRDefault="005B3ED9" w:rsidP="005B3ED9">
      <w:r>
        <w:t>434.4323</w:t>
      </w:r>
      <w:r>
        <w:tab/>
        <w:t>4.051e0</w:t>
      </w:r>
    </w:p>
    <w:p w:rsidR="005B3ED9" w:rsidRDefault="005B3ED9" w:rsidP="005B3ED9">
      <w:r>
        <w:t>434.4787</w:t>
      </w:r>
      <w:r>
        <w:tab/>
        <w:t>1.013e0</w:t>
      </w:r>
    </w:p>
    <w:p w:rsidR="005B3ED9" w:rsidRDefault="005B3ED9" w:rsidP="005B3ED9">
      <w:r>
        <w:t>434.5146</w:t>
      </w:r>
      <w:r>
        <w:tab/>
        <w:t>1.013e0</w:t>
      </w:r>
    </w:p>
    <w:p w:rsidR="005B3ED9" w:rsidRDefault="005B3ED9" w:rsidP="005B3ED9">
      <w:r>
        <w:t>434.6306</w:t>
      </w:r>
      <w:r>
        <w:tab/>
        <w:t>1.013e0</w:t>
      </w:r>
    </w:p>
    <w:p w:rsidR="005B3ED9" w:rsidRDefault="005B3ED9" w:rsidP="005B3ED9">
      <w:r>
        <w:t>434.7580</w:t>
      </w:r>
      <w:r>
        <w:tab/>
        <w:t>1.013e0</w:t>
      </w:r>
    </w:p>
    <w:p w:rsidR="005B3ED9" w:rsidRDefault="005B3ED9" w:rsidP="005B3ED9">
      <w:r>
        <w:t>434.7976</w:t>
      </w:r>
      <w:r>
        <w:tab/>
        <w:t>1.013e0</w:t>
      </w:r>
    </w:p>
    <w:p w:rsidR="005B3ED9" w:rsidRDefault="005B3ED9" w:rsidP="005B3ED9">
      <w:r>
        <w:t>434.8636</w:t>
      </w:r>
      <w:r>
        <w:tab/>
        <w:t>2.025e0</w:t>
      </w:r>
    </w:p>
    <w:p w:rsidR="005B3ED9" w:rsidRDefault="005B3ED9" w:rsidP="005B3ED9">
      <w:r>
        <w:t>434.8810</w:t>
      </w:r>
      <w:r>
        <w:tab/>
        <w:t>2.025e0</w:t>
      </w:r>
    </w:p>
    <w:p w:rsidR="005B3ED9" w:rsidRDefault="005B3ED9" w:rsidP="005B3ED9">
      <w:r>
        <w:t>434.9407</w:t>
      </w:r>
      <w:r>
        <w:tab/>
        <w:t>1.013e0</w:t>
      </w:r>
    </w:p>
    <w:p w:rsidR="005B3ED9" w:rsidRDefault="005B3ED9" w:rsidP="005B3ED9">
      <w:r>
        <w:t>434.9623</w:t>
      </w:r>
      <w:r>
        <w:tab/>
        <w:t>1.013e0</w:t>
      </w:r>
    </w:p>
    <w:p w:rsidR="005B3ED9" w:rsidRDefault="005B3ED9" w:rsidP="005B3ED9">
      <w:r>
        <w:t>435.0275</w:t>
      </w:r>
      <w:r>
        <w:tab/>
        <w:t>1.013e0</w:t>
      </w:r>
    </w:p>
    <w:p w:rsidR="005B3ED9" w:rsidRDefault="005B3ED9" w:rsidP="005B3ED9">
      <w:r>
        <w:t>435.0504</w:t>
      </w:r>
      <w:r>
        <w:tab/>
        <w:t>1.013e0</w:t>
      </w:r>
    </w:p>
    <w:p w:rsidR="005B3ED9" w:rsidRDefault="005B3ED9" w:rsidP="005B3ED9">
      <w:r>
        <w:t>435.0733</w:t>
      </w:r>
      <w:r>
        <w:tab/>
        <w:t>1.013e0</w:t>
      </w:r>
    </w:p>
    <w:p w:rsidR="005B3ED9" w:rsidRDefault="005B3ED9" w:rsidP="005B3ED9">
      <w:r>
        <w:lastRenderedPageBreak/>
        <w:t>435.1114</w:t>
      </w:r>
      <w:r>
        <w:tab/>
        <w:t>1.013e0</w:t>
      </w:r>
    </w:p>
    <w:p w:rsidR="005B3ED9" w:rsidRDefault="005B3ED9" w:rsidP="005B3ED9">
      <w:r>
        <w:t>435.1628</w:t>
      </w:r>
      <w:r>
        <w:tab/>
        <w:t>1.013e0</w:t>
      </w:r>
    </w:p>
    <w:p w:rsidR="005B3ED9" w:rsidRDefault="005B3ED9" w:rsidP="005B3ED9">
      <w:r>
        <w:t>435.1924</w:t>
      </w:r>
      <w:r>
        <w:tab/>
        <w:t>2.025e0</w:t>
      </w:r>
    </w:p>
    <w:p w:rsidR="005B3ED9" w:rsidRDefault="005B3ED9" w:rsidP="005B3ED9">
      <w:r>
        <w:t>435.2632</w:t>
      </w:r>
      <w:r>
        <w:tab/>
        <w:t>1.013e0</w:t>
      </w:r>
    </w:p>
    <w:p w:rsidR="005B3ED9" w:rsidRDefault="005B3ED9" w:rsidP="005B3ED9">
      <w:r>
        <w:t>435.2668</w:t>
      </w:r>
      <w:r>
        <w:tab/>
        <w:t>1.013e0</w:t>
      </w:r>
    </w:p>
    <w:p w:rsidR="005B3ED9" w:rsidRDefault="005B3ED9" w:rsidP="005B3ED9">
      <w:r>
        <w:t>435.2865</w:t>
      </w:r>
      <w:r>
        <w:tab/>
        <w:t>2.025e0</w:t>
      </w:r>
    </w:p>
    <w:p w:rsidR="005B3ED9" w:rsidRDefault="005B3ED9" w:rsidP="005B3ED9">
      <w:r>
        <w:t>435.3531</w:t>
      </w:r>
      <w:r>
        <w:tab/>
        <w:t>2.025e0</w:t>
      </w:r>
    </w:p>
    <w:p w:rsidR="005B3ED9" w:rsidRDefault="005B3ED9" w:rsidP="005B3ED9">
      <w:r>
        <w:t>435.3563</w:t>
      </w:r>
      <w:r>
        <w:tab/>
        <w:t>2.025e0</w:t>
      </w:r>
    </w:p>
    <w:p w:rsidR="005B3ED9" w:rsidRDefault="005B3ED9" w:rsidP="005B3ED9">
      <w:r>
        <w:t>435.3647</w:t>
      </w:r>
      <w:r>
        <w:tab/>
        <w:t>2.025e0</w:t>
      </w:r>
    </w:p>
    <w:p w:rsidR="005B3ED9" w:rsidRDefault="005B3ED9" w:rsidP="005B3ED9">
      <w:r>
        <w:t>435.3741</w:t>
      </w:r>
      <w:r>
        <w:tab/>
        <w:t>2.025e0</w:t>
      </w:r>
    </w:p>
    <w:p w:rsidR="005B3ED9" w:rsidRDefault="005B3ED9" w:rsidP="005B3ED9">
      <w:r>
        <w:t>435.4256</w:t>
      </w:r>
      <w:r>
        <w:tab/>
        <w:t>2.025e0</w:t>
      </w:r>
    </w:p>
    <w:p w:rsidR="005B3ED9" w:rsidRDefault="005B3ED9" w:rsidP="005B3ED9">
      <w:r>
        <w:t>435.4628</w:t>
      </w:r>
      <w:r>
        <w:tab/>
        <w:t>1.013e0</w:t>
      </w:r>
    </w:p>
    <w:p w:rsidR="005B3ED9" w:rsidRDefault="005B3ED9" w:rsidP="005B3ED9">
      <w:r>
        <w:t>435.5621</w:t>
      </w:r>
      <w:r>
        <w:tab/>
        <w:t>1.013e0</w:t>
      </w:r>
    </w:p>
    <w:p w:rsidR="005B3ED9" w:rsidRDefault="005B3ED9" w:rsidP="005B3ED9">
      <w:r>
        <w:t>435.6679</w:t>
      </w:r>
      <w:r>
        <w:tab/>
        <w:t>1.013e0</w:t>
      </w:r>
    </w:p>
    <w:p w:rsidR="005B3ED9" w:rsidRDefault="005B3ED9" w:rsidP="005B3ED9">
      <w:r>
        <w:t>435.7414</w:t>
      </w:r>
      <w:r>
        <w:tab/>
        <w:t>2.025e0</w:t>
      </w:r>
    </w:p>
    <w:p w:rsidR="005B3ED9" w:rsidRDefault="005B3ED9" w:rsidP="005B3ED9">
      <w:r>
        <w:t>435.7456</w:t>
      </w:r>
      <w:r>
        <w:tab/>
        <w:t>1.013e0</w:t>
      </w:r>
    </w:p>
    <w:p w:rsidR="005B3ED9" w:rsidRDefault="005B3ED9" w:rsidP="005B3ED9">
      <w:r>
        <w:t>435.8068</w:t>
      </w:r>
      <w:r>
        <w:tab/>
        <w:t>1.013e0</w:t>
      </w:r>
    </w:p>
    <w:p w:rsidR="005B3ED9" w:rsidRDefault="005B3ED9" w:rsidP="005B3ED9">
      <w:r>
        <w:t>435.8111</w:t>
      </w:r>
      <w:r>
        <w:tab/>
        <w:t>1.013e0</w:t>
      </w:r>
    </w:p>
    <w:p w:rsidR="005B3ED9" w:rsidRDefault="005B3ED9" w:rsidP="005B3ED9">
      <w:r>
        <w:t>435.8221</w:t>
      </w:r>
      <w:r>
        <w:tab/>
        <w:t>1.013e0</w:t>
      </w:r>
    </w:p>
    <w:p w:rsidR="005B3ED9" w:rsidRDefault="005B3ED9" w:rsidP="005B3ED9">
      <w:r>
        <w:lastRenderedPageBreak/>
        <w:t>435.8756</w:t>
      </w:r>
      <w:r>
        <w:tab/>
        <w:t>1.013e0</w:t>
      </w:r>
    </w:p>
    <w:p w:rsidR="005B3ED9" w:rsidRDefault="005B3ED9" w:rsidP="005B3ED9">
      <w:r>
        <w:t>435.9115</w:t>
      </w:r>
      <w:r>
        <w:tab/>
        <w:t>1.013e0</w:t>
      </w:r>
    </w:p>
    <w:p w:rsidR="005B3ED9" w:rsidRDefault="005B3ED9" w:rsidP="005B3ED9">
      <w:r>
        <w:t>435.9150</w:t>
      </w:r>
      <w:r>
        <w:tab/>
        <w:t>1.013e0</w:t>
      </w:r>
    </w:p>
    <w:p w:rsidR="005B3ED9" w:rsidRDefault="005B3ED9" w:rsidP="005B3ED9">
      <w:r>
        <w:t>435.9545</w:t>
      </w:r>
      <w:r>
        <w:tab/>
        <w:t>1.013e0</w:t>
      </w:r>
    </w:p>
    <w:p w:rsidR="005B3ED9" w:rsidRDefault="005B3ED9" w:rsidP="005B3ED9">
      <w:r>
        <w:t>435.9674</w:t>
      </w:r>
      <w:r>
        <w:tab/>
        <w:t>1.013e0</w:t>
      </w:r>
    </w:p>
    <w:p w:rsidR="005B3ED9" w:rsidRDefault="005B3ED9" w:rsidP="005B3ED9">
      <w:r>
        <w:t>435.9724</w:t>
      </w:r>
      <w:r>
        <w:tab/>
        <w:t>1.013e0</w:t>
      </w:r>
    </w:p>
    <w:p w:rsidR="005B3ED9" w:rsidRDefault="005B3ED9" w:rsidP="005B3ED9">
      <w:r>
        <w:t>436.0056</w:t>
      </w:r>
      <w:r>
        <w:tab/>
        <w:t>1.013e0</w:t>
      </w:r>
    </w:p>
    <w:p w:rsidR="005B3ED9" w:rsidRDefault="005B3ED9" w:rsidP="005B3ED9">
      <w:r>
        <w:t>436.0368</w:t>
      </w:r>
      <w:r>
        <w:tab/>
        <w:t>1.013e0</w:t>
      </w:r>
    </w:p>
    <w:p w:rsidR="005B3ED9" w:rsidRDefault="005B3ED9" w:rsidP="005B3ED9">
      <w:r>
        <w:t>436.0634</w:t>
      </w:r>
      <w:r>
        <w:tab/>
        <w:t>2.025e0</w:t>
      </w:r>
    </w:p>
    <w:p w:rsidR="005B3ED9" w:rsidRDefault="005B3ED9" w:rsidP="005B3ED9">
      <w:r>
        <w:t>436.0727</w:t>
      </w:r>
      <w:r>
        <w:tab/>
        <w:t>1.013e0</w:t>
      </w:r>
    </w:p>
    <w:p w:rsidR="005B3ED9" w:rsidRDefault="005B3ED9" w:rsidP="005B3ED9">
      <w:r>
        <w:t>436.1230</w:t>
      </w:r>
      <w:r>
        <w:tab/>
        <w:t>4.051e0</w:t>
      </w:r>
    </w:p>
    <w:p w:rsidR="005B3ED9" w:rsidRDefault="005B3ED9" w:rsidP="005B3ED9">
      <w:r>
        <w:t>436.1248</w:t>
      </w:r>
      <w:r>
        <w:tab/>
        <w:t>9.114e0</w:t>
      </w:r>
    </w:p>
    <w:p w:rsidR="005B3ED9" w:rsidRDefault="005B3ED9" w:rsidP="005B3ED9">
      <w:r>
        <w:t>436.1289</w:t>
      </w:r>
      <w:r>
        <w:tab/>
        <w:t>6.076e0</w:t>
      </w:r>
    </w:p>
    <w:p w:rsidR="005B3ED9" w:rsidRDefault="005B3ED9" w:rsidP="005B3ED9">
      <w:r>
        <w:t>436.1319</w:t>
      </w:r>
      <w:r>
        <w:tab/>
        <w:t>4.416e1</w:t>
      </w:r>
    </w:p>
    <w:p w:rsidR="005B3ED9" w:rsidRDefault="005B3ED9" w:rsidP="005B3ED9">
      <w:r>
        <w:t>436.1981</w:t>
      </w:r>
      <w:r>
        <w:tab/>
        <w:t>1.013e0</w:t>
      </w:r>
    </w:p>
    <w:p w:rsidR="005B3ED9" w:rsidRDefault="005B3ED9" w:rsidP="005B3ED9">
      <w:r>
        <w:t>436.2160</w:t>
      </w:r>
      <w:r>
        <w:tab/>
        <w:t>1.013e0</w:t>
      </w:r>
    </w:p>
    <w:p w:rsidR="005B3ED9" w:rsidRDefault="005B3ED9" w:rsidP="005B3ED9">
      <w:r>
        <w:t>436.2429</w:t>
      </w:r>
      <w:r>
        <w:tab/>
        <w:t>1.013e0</w:t>
      </w:r>
    </w:p>
    <w:p w:rsidR="005B3ED9" w:rsidRDefault="005B3ED9" w:rsidP="005B3ED9">
      <w:r>
        <w:t>436.2505</w:t>
      </w:r>
      <w:r>
        <w:tab/>
        <w:t>1.013e0</w:t>
      </w:r>
    </w:p>
    <w:p w:rsidR="005B3ED9" w:rsidRDefault="005B3ED9" w:rsidP="005B3ED9">
      <w:r>
        <w:t>436.2553</w:t>
      </w:r>
      <w:r>
        <w:tab/>
        <w:t>2.025e0</w:t>
      </w:r>
    </w:p>
    <w:p w:rsidR="005B3ED9" w:rsidRDefault="005B3ED9" w:rsidP="005B3ED9">
      <w:r>
        <w:lastRenderedPageBreak/>
        <w:t>436.3041</w:t>
      </w:r>
      <w:r>
        <w:tab/>
        <w:t>1.013e0</w:t>
      </w:r>
    </w:p>
    <w:p w:rsidR="005B3ED9" w:rsidRDefault="005B3ED9" w:rsidP="005B3ED9">
      <w:r>
        <w:t>436.3152</w:t>
      </w:r>
      <w:r>
        <w:tab/>
        <w:t>2.025e0</w:t>
      </w:r>
    </w:p>
    <w:p w:rsidR="005B3ED9" w:rsidRDefault="005B3ED9" w:rsidP="005B3ED9">
      <w:r>
        <w:t>436.3319</w:t>
      </w:r>
      <w:r>
        <w:tab/>
        <w:t>2.025e0</w:t>
      </w:r>
    </w:p>
    <w:p w:rsidR="005B3ED9" w:rsidRDefault="005B3ED9" w:rsidP="005B3ED9">
      <w:r>
        <w:t>436.3609</w:t>
      </w:r>
      <w:r>
        <w:tab/>
        <w:t>3.038e0</w:t>
      </w:r>
    </w:p>
    <w:p w:rsidR="005B3ED9" w:rsidRDefault="005B3ED9" w:rsidP="005B3ED9">
      <w:r>
        <w:t>436.4036</w:t>
      </w:r>
      <w:r>
        <w:tab/>
        <w:t>2.025e0</w:t>
      </w:r>
    </w:p>
    <w:p w:rsidR="005B3ED9" w:rsidRDefault="005B3ED9" w:rsidP="005B3ED9">
      <w:r>
        <w:t>436.4912</w:t>
      </w:r>
      <w:r>
        <w:tab/>
        <w:t>2.025e0</w:t>
      </w:r>
    </w:p>
    <w:p w:rsidR="005B3ED9" w:rsidRDefault="005B3ED9" w:rsidP="005B3ED9">
      <w:r>
        <w:t>436.5338</w:t>
      </w:r>
      <w:r>
        <w:tab/>
        <w:t>1.013e0</w:t>
      </w:r>
    </w:p>
    <w:p w:rsidR="005B3ED9" w:rsidRDefault="005B3ED9" w:rsidP="005B3ED9">
      <w:r>
        <w:t>436.5600</w:t>
      </w:r>
      <w:r>
        <w:tab/>
        <w:t>1.013e0</w:t>
      </w:r>
    </w:p>
    <w:p w:rsidR="005B3ED9" w:rsidRDefault="005B3ED9" w:rsidP="005B3ED9">
      <w:r>
        <w:t>436.6209</w:t>
      </w:r>
      <w:r>
        <w:tab/>
        <w:t>1.013e0</w:t>
      </w:r>
    </w:p>
    <w:p w:rsidR="005B3ED9" w:rsidRDefault="005B3ED9" w:rsidP="005B3ED9">
      <w:r>
        <w:t>436.6563</w:t>
      </w:r>
      <w:r>
        <w:tab/>
        <w:t>1.013e0</w:t>
      </w:r>
    </w:p>
    <w:p w:rsidR="005B3ED9" w:rsidRDefault="005B3ED9" w:rsidP="005B3ED9">
      <w:r>
        <w:t>436.6946</w:t>
      </w:r>
      <w:r>
        <w:tab/>
        <w:t>1.013e0</w:t>
      </w:r>
    </w:p>
    <w:p w:rsidR="005B3ED9" w:rsidRDefault="005B3ED9" w:rsidP="005B3ED9">
      <w:r>
        <w:t>436.7559</w:t>
      </w:r>
      <w:r>
        <w:tab/>
        <w:t>1.013e0</w:t>
      </w:r>
    </w:p>
    <w:p w:rsidR="005B3ED9" w:rsidRDefault="005B3ED9" w:rsidP="005B3ED9">
      <w:r>
        <w:t>436.7641</w:t>
      </w:r>
      <w:r>
        <w:tab/>
        <w:t>2.025e0</w:t>
      </w:r>
    </w:p>
    <w:p w:rsidR="005B3ED9" w:rsidRDefault="005B3ED9" w:rsidP="005B3ED9">
      <w:r>
        <w:t>436.8073</w:t>
      </w:r>
      <w:r>
        <w:tab/>
        <w:t>2.025e0</w:t>
      </w:r>
    </w:p>
    <w:p w:rsidR="005B3ED9" w:rsidRDefault="005B3ED9" w:rsidP="005B3ED9">
      <w:r>
        <w:t>436.8627</w:t>
      </w:r>
      <w:r>
        <w:tab/>
        <w:t>2.025e0</w:t>
      </w:r>
    </w:p>
    <w:p w:rsidR="005B3ED9" w:rsidRDefault="005B3ED9" w:rsidP="005B3ED9">
      <w:r>
        <w:t>436.8646</w:t>
      </w:r>
      <w:r>
        <w:tab/>
        <w:t>1.013e0</w:t>
      </w:r>
    </w:p>
    <w:p w:rsidR="005B3ED9" w:rsidRDefault="005B3ED9" w:rsidP="005B3ED9">
      <w:r>
        <w:t>436.8861</w:t>
      </w:r>
      <w:r>
        <w:tab/>
        <w:t>1.013e0</w:t>
      </w:r>
    </w:p>
    <w:p w:rsidR="005B3ED9" w:rsidRDefault="005B3ED9" w:rsidP="005B3ED9">
      <w:r>
        <w:t>436.9041</w:t>
      </w:r>
      <w:r>
        <w:tab/>
        <w:t>2.025e0</w:t>
      </w:r>
    </w:p>
    <w:p w:rsidR="005B3ED9" w:rsidRDefault="005B3ED9" w:rsidP="005B3ED9">
      <w:r>
        <w:t>436.9434</w:t>
      </w:r>
      <w:r>
        <w:tab/>
        <w:t>1.013e0</w:t>
      </w:r>
    </w:p>
    <w:p w:rsidR="005B3ED9" w:rsidRDefault="005B3ED9" w:rsidP="005B3ED9">
      <w:r>
        <w:lastRenderedPageBreak/>
        <w:t>436.9705</w:t>
      </w:r>
      <w:r>
        <w:tab/>
        <w:t>1.013e0</w:t>
      </w:r>
    </w:p>
    <w:p w:rsidR="005B3ED9" w:rsidRDefault="005B3ED9" w:rsidP="005B3ED9">
      <w:r>
        <w:t>437.0009</w:t>
      </w:r>
      <w:r>
        <w:tab/>
        <w:t>1.013e0</w:t>
      </w:r>
    </w:p>
    <w:p w:rsidR="005B3ED9" w:rsidRDefault="005B3ED9" w:rsidP="005B3ED9">
      <w:r>
        <w:t>437.0831</w:t>
      </w:r>
      <w:r>
        <w:tab/>
        <w:t>1.013e0</w:t>
      </w:r>
    </w:p>
    <w:p w:rsidR="005B3ED9" w:rsidRDefault="005B3ED9" w:rsidP="005B3ED9">
      <w:r>
        <w:t>437.1317</w:t>
      </w:r>
      <w:r>
        <w:tab/>
        <w:t>6.236e0</w:t>
      </w:r>
    </w:p>
    <w:p w:rsidR="005B3ED9" w:rsidRDefault="005B3ED9" w:rsidP="005B3ED9">
      <w:r>
        <w:t>437.1426</w:t>
      </w:r>
      <w:r>
        <w:tab/>
        <w:t>7.089e0</w:t>
      </w:r>
    </w:p>
    <w:p w:rsidR="005B3ED9" w:rsidRDefault="005B3ED9" w:rsidP="005B3ED9">
      <w:r>
        <w:t>437.1997</w:t>
      </w:r>
      <w:r>
        <w:tab/>
        <w:t>5.063e0</w:t>
      </w:r>
    </w:p>
    <w:p w:rsidR="005B3ED9" w:rsidRDefault="005B3ED9" w:rsidP="005B3ED9">
      <w:r>
        <w:t>437.2322</w:t>
      </w:r>
      <w:r>
        <w:tab/>
        <w:t>4.051e0</w:t>
      </w:r>
    </w:p>
    <w:p w:rsidR="005B3ED9" w:rsidRDefault="005B3ED9" w:rsidP="005B3ED9">
      <w:r>
        <w:t>437.2480</w:t>
      </w:r>
      <w:r>
        <w:tab/>
        <w:t>1.013e0</w:t>
      </w:r>
    </w:p>
    <w:p w:rsidR="005B3ED9" w:rsidRDefault="005B3ED9" w:rsidP="005B3ED9">
      <w:r>
        <w:t>437.3878</w:t>
      </w:r>
      <w:r>
        <w:tab/>
        <w:t>1.013e0</w:t>
      </w:r>
    </w:p>
    <w:p w:rsidR="005B3ED9" w:rsidRDefault="005B3ED9" w:rsidP="005B3ED9">
      <w:r>
        <w:t>437.3923</w:t>
      </w:r>
      <w:r>
        <w:tab/>
        <w:t>1.013e0</w:t>
      </w:r>
    </w:p>
    <w:p w:rsidR="005B3ED9" w:rsidRDefault="005B3ED9" w:rsidP="005B3ED9">
      <w:r>
        <w:t>437.4229</w:t>
      </w:r>
      <w:r>
        <w:tab/>
        <w:t>1.013e0</w:t>
      </w:r>
    </w:p>
    <w:p w:rsidR="005B3ED9" w:rsidRDefault="005B3ED9" w:rsidP="005B3ED9">
      <w:r>
        <w:t>437.4362</w:t>
      </w:r>
      <w:r>
        <w:tab/>
        <w:t>2.025e0</w:t>
      </w:r>
    </w:p>
    <w:p w:rsidR="005B3ED9" w:rsidRDefault="005B3ED9" w:rsidP="005B3ED9">
      <w:r>
        <w:t>437.4701</w:t>
      </w:r>
      <w:r>
        <w:tab/>
        <w:t>1.013e0</w:t>
      </w:r>
    </w:p>
    <w:p w:rsidR="005B3ED9" w:rsidRDefault="005B3ED9" w:rsidP="005B3ED9">
      <w:r>
        <w:t>437.4920</w:t>
      </w:r>
      <w:r>
        <w:tab/>
        <w:t>1.013e0</w:t>
      </w:r>
    </w:p>
    <w:p w:rsidR="005B3ED9" w:rsidRDefault="005B3ED9" w:rsidP="005B3ED9">
      <w:r>
        <w:t>437.7607</w:t>
      </w:r>
      <w:r>
        <w:tab/>
        <w:t>1.013e0</w:t>
      </w:r>
    </w:p>
    <w:p w:rsidR="005B3ED9" w:rsidRDefault="005B3ED9" w:rsidP="005B3ED9">
      <w:r>
        <w:t>437.7999</w:t>
      </w:r>
      <w:r>
        <w:tab/>
        <w:t>2.025e0</w:t>
      </w:r>
    </w:p>
    <w:p w:rsidR="005B3ED9" w:rsidRDefault="005B3ED9" w:rsidP="005B3ED9">
      <w:r>
        <w:t>437.9065</w:t>
      </w:r>
      <w:r>
        <w:tab/>
        <w:t>1.013e0</w:t>
      </w:r>
    </w:p>
    <w:p w:rsidR="005B3ED9" w:rsidRDefault="005B3ED9" w:rsidP="005B3ED9">
      <w:r>
        <w:t>437.9756</w:t>
      </w:r>
      <w:r>
        <w:tab/>
        <w:t>1.013e0</w:t>
      </w:r>
    </w:p>
    <w:p w:rsidR="005B3ED9" w:rsidRDefault="005B3ED9" w:rsidP="005B3ED9">
      <w:r>
        <w:t>438.0148</w:t>
      </w:r>
      <w:r>
        <w:tab/>
        <w:t>2.025e0</w:t>
      </w:r>
    </w:p>
    <w:p w:rsidR="005B3ED9" w:rsidRDefault="005B3ED9" w:rsidP="005B3ED9">
      <w:r>
        <w:lastRenderedPageBreak/>
        <w:t>438.1063</w:t>
      </w:r>
      <w:r>
        <w:tab/>
        <w:t>1.013e0</w:t>
      </w:r>
    </w:p>
    <w:p w:rsidR="005B3ED9" w:rsidRDefault="005B3ED9" w:rsidP="005B3ED9">
      <w:r>
        <w:t>438.1678</w:t>
      </w:r>
      <w:r>
        <w:tab/>
        <w:t>7.102e1</w:t>
      </w:r>
    </w:p>
    <w:p w:rsidR="005B3ED9" w:rsidRDefault="005B3ED9" w:rsidP="005B3ED9">
      <w:r>
        <w:t>438.1776</w:t>
      </w:r>
      <w:r>
        <w:tab/>
        <w:t>8.795e0</w:t>
      </w:r>
    </w:p>
    <w:p w:rsidR="005B3ED9" w:rsidRDefault="005B3ED9" w:rsidP="005B3ED9">
      <w:r>
        <w:t>438.1819</w:t>
      </w:r>
      <w:r>
        <w:tab/>
        <w:t>3.646e1</w:t>
      </w:r>
    </w:p>
    <w:p w:rsidR="005B3ED9" w:rsidRDefault="005B3ED9" w:rsidP="005B3ED9">
      <w:r>
        <w:t>438.2121</w:t>
      </w:r>
      <w:r>
        <w:tab/>
        <w:t>1.013e0</w:t>
      </w:r>
    </w:p>
    <w:p w:rsidR="005B3ED9" w:rsidRDefault="005B3ED9" w:rsidP="005B3ED9">
      <w:r>
        <w:t>438.2600</w:t>
      </w:r>
      <w:r>
        <w:tab/>
        <w:t>1.013e0</w:t>
      </w:r>
    </w:p>
    <w:p w:rsidR="005B3ED9" w:rsidRDefault="005B3ED9" w:rsidP="005B3ED9">
      <w:r>
        <w:t>438.2680</w:t>
      </w:r>
      <w:r>
        <w:tab/>
        <w:t>3.038e0</w:t>
      </w:r>
    </w:p>
    <w:p w:rsidR="005B3ED9" w:rsidRDefault="005B3ED9" w:rsidP="005B3ED9">
      <w:r>
        <w:t>438.3174</w:t>
      </w:r>
      <w:r>
        <w:tab/>
        <w:t>2.025e0</w:t>
      </w:r>
    </w:p>
    <w:p w:rsidR="005B3ED9" w:rsidRDefault="005B3ED9" w:rsidP="005B3ED9">
      <w:r>
        <w:t>438.3375</w:t>
      </w:r>
      <w:r>
        <w:tab/>
        <w:t>1.013e0</w:t>
      </w:r>
    </w:p>
    <w:p w:rsidR="005B3ED9" w:rsidRDefault="005B3ED9" w:rsidP="005B3ED9">
      <w:r>
        <w:t>438.3599</w:t>
      </w:r>
      <w:r>
        <w:tab/>
        <w:t>1.013e0</w:t>
      </w:r>
    </w:p>
    <w:p w:rsidR="005B3ED9" w:rsidRDefault="005B3ED9" w:rsidP="005B3ED9">
      <w:r>
        <w:t>438.3756</w:t>
      </w:r>
      <w:r>
        <w:tab/>
        <w:t>1.013e1</w:t>
      </w:r>
    </w:p>
    <w:p w:rsidR="005B3ED9" w:rsidRDefault="005B3ED9" w:rsidP="005B3ED9">
      <w:r>
        <w:t>438.3882</w:t>
      </w:r>
      <w:r>
        <w:tab/>
        <w:t>2.025e0</w:t>
      </w:r>
    </w:p>
    <w:p w:rsidR="005B3ED9" w:rsidRDefault="005B3ED9" w:rsidP="005B3ED9">
      <w:r>
        <w:t>438.4290</w:t>
      </w:r>
      <w:r>
        <w:tab/>
        <w:t>1.013e0</w:t>
      </w:r>
    </w:p>
    <w:p w:rsidR="005B3ED9" w:rsidRDefault="005B3ED9" w:rsidP="005B3ED9">
      <w:r>
        <w:t>438.4560</w:t>
      </w:r>
      <w:r>
        <w:tab/>
        <w:t>2.025e0</w:t>
      </w:r>
    </w:p>
    <w:p w:rsidR="005B3ED9" w:rsidRDefault="005B3ED9" w:rsidP="005B3ED9">
      <w:r>
        <w:t>438.5213</w:t>
      </w:r>
      <w:r>
        <w:tab/>
        <w:t>1.013e0</w:t>
      </w:r>
    </w:p>
    <w:p w:rsidR="005B3ED9" w:rsidRDefault="005B3ED9" w:rsidP="005B3ED9">
      <w:r>
        <w:t>438.5562</w:t>
      </w:r>
      <w:r>
        <w:tab/>
        <w:t>1.013e0</w:t>
      </w:r>
    </w:p>
    <w:p w:rsidR="005B3ED9" w:rsidRDefault="005B3ED9" w:rsidP="005B3ED9">
      <w:r>
        <w:t>438.5867</w:t>
      </w:r>
      <w:r>
        <w:tab/>
        <w:t>2.025e0</w:t>
      </w:r>
    </w:p>
    <w:p w:rsidR="005B3ED9" w:rsidRDefault="005B3ED9" w:rsidP="005B3ED9">
      <w:r>
        <w:t>438.6829</w:t>
      </w:r>
      <w:r>
        <w:tab/>
        <w:t>1.013e0</w:t>
      </w:r>
    </w:p>
    <w:p w:rsidR="005B3ED9" w:rsidRDefault="005B3ED9" w:rsidP="005B3ED9">
      <w:r>
        <w:t>438.6906</w:t>
      </w:r>
      <w:r>
        <w:tab/>
        <w:t>1.013e0</w:t>
      </w:r>
    </w:p>
    <w:p w:rsidR="005B3ED9" w:rsidRDefault="005B3ED9" w:rsidP="005B3ED9">
      <w:r>
        <w:lastRenderedPageBreak/>
        <w:t>438.7035</w:t>
      </w:r>
      <w:r>
        <w:tab/>
        <w:t>2.025e0</w:t>
      </w:r>
    </w:p>
    <w:p w:rsidR="005B3ED9" w:rsidRDefault="005B3ED9" w:rsidP="005B3ED9">
      <w:r>
        <w:t>438.7444</w:t>
      </w:r>
      <w:r>
        <w:tab/>
        <w:t>1.013e0</w:t>
      </w:r>
    </w:p>
    <w:p w:rsidR="005B3ED9" w:rsidRDefault="005B3ED9" w:rsidP="005B3ED9">
      <w:r>
        <w:t>438.7521</w:t>
      </w:r>
      <w:r>
        <w:tab/>
        <w:t>1.013e0</w:t>
      </w:r>
    </w:p>
    <w:p w:rsidR="005B3ED9" w:rsidRDefault="005B3ED9" w:rsidP="005B3ED9">
      <w:r>
        <w:t>438.7964</w:t>
      </w:r>
      <w:r>
        <w:tab/>
        <w:t>1.013e0</w:t>
      </w:r>
    </w:p>
    <w:p w:rsidR="005B3ED9" w:rsidRDefault="005B3ED9" w:rsidP="005B3ED9">
      <w:r>
        <w:t>438.9004</w:t>
      </w:r>
      <w:r>
        <w:tab/>
        <w:t>1.013e0</w:t>
      </w:r>
    </w:p>
    <w:p w:rsidR="005B3ED9" w:rsidRDefault="005B3ED9" w:rsidP="005B3ED9">
      <w:r>
        <w:t>438.9110</w:t>
      </w:r>
      <w:r>
        <w:tab/>
        <w:t>2.025e0</w:t>
      </w:r>
    </w:p>
    <w:p w:rsidR="005B3ED9" w:rsidRDefault="005B3ED9" w:rsidP="005B3ED9">
      <w:r>
        <w:t>438.9577</w:t>
      </w:r>
      <w:r>
        <w:tab/>
        <w:t>1.013e0</w:t>
      </w:r>
    </w:p>
    <w:p w:rsidR="005B3ED9" w:rsidRDefault="005B3ED9" w:rsidP="005B3ED9">
      <w:r>
        <w:t>438.9676</w:t>
      </w:r>
      <w:r>
        <w:tab/>
        <w:t>1.013e0</w:t>
      </w:r>
    </w:p>
    <w:p w:rsidR="005B3ED9" w:rsidRDefault="005B3ED9" w:rsidP="005B3ED9">
      <w:r>
        <w:t>438.9973</w:t>
      </w:r>
      <w:r>
        <w:tab/>
        <w:t>1.013e0</w:t>
      </w:r>
    </w:p>
    <w:p w:rsidR="005B3ED9" w:rsidRDefault="005B3ED9" w:rsidP="005B3ED9">
      <w:r>
        <w:t>439.0369</w:t>
      </w:r>
      <w:r>
        <w:tab/>
        <w:t>1.013e0</w:t>
      </w:r>
    </w:p>
    <w:p w:rsidR="005B3ED9" w:rsidRDefault="005B3ED9" w:rsidP="005B3ED9">
      <w:r>
        <w:t>439.0907</w:t>
      </w:r>
      <w:r>
        <w:tab/>
        <w:t>1.013e0</w:t>
      </w:r>
    </w:p>
    <w:p w:rsidR="005B3ED9" w:rsidRDefault="005B3ED9" w:rsidP="005B3ED9">
      <w:r>
        <w:t>439.0977</w:t>
      </w:r>
      <w:r>
        <w:tab/>
        <w:t>1.013e0</w:t>
      </w:r>
    </w:p>
    <w:p w:rsidR="005B3ED9" w:rsidRDefault="005B3ED9" w:rsidP="005B3ED9">
      <w:r>
        <w:t>439.1745</w:t>
      </w:r>
      <w:r>
        <w:tab/>
        <w:t>8.101e0</w:t>
      </w:r>
    </w:p>
    <w:p w:rsidR="005B3ED9" w:rsidRDefault="005B3ED9" w:rsidP="005B3ED9">
      <w:r>
        <w:t>439.1856</w:t>
      </w:r>
      <w:r>
        <w:tab/>
        <w:t>2.430e1</w:t>
      </w:r>
    </w:p>
    <w:p w:rsidR="005B3ED9" w:rsidRDefault="005B3ED9" w:rsidP="005B3ED9">
      <w:r>
        <w:t>439.1934</w:t>
      </w:r>
      <w:r>
        <w:tab/>
        <w:t>3.038e0</w:t>
      </w:r>
    </w:p>
    <w:p w:rsidR="005B3ED9" w:rsidRDefault="005B3ED9" w:rsidP="005B3ED9">
      <w:r>
        <w:t>439.2195</w:t>
      </w:r>
      <w:r>
        <w:tab/>
        <w:t>1.013e0</w:t>
      </w:r>
    </w:p>
    <w:p w:rsidR="005B3ED9" w:rsidRDefault="005B3ED9" w:rsidP="005B3ED9">
      <w:r>
        <w:t>439.2626</w:t>
      </w:r>
      <w:r>
        <w:tab/>
        <w:t>1.013e0</w:t>
      </w:r>
    </w:p>
    <w:p w:rsidR="005B3ED9" w:rsidRDefault="005B3ED9" w:rsidP="005B3ED9">
      <w:r>
        <w:t>439.3064</w:t>
      </w:r>
      <w:r>
        <w:tab/>
        <w:t>1.013e0</w:t>
      </w:r>
    </w:p>
    <w:p w:rsidR="005B3ED9" w:rsidRDefault="005B3ED9" w:rsidP="005B3ED9">
      <w:r>
        <w:t>439.3141</w:t>
      </w:r>
      <w:r>
        <w:tab/>
        <w:t>1.013e0</w:t>
      </w:r>
    </w:p>
    <w:p w:rsidR="005B3ED9" w:rsidRDefault="005B3ED9" w:rsidP="005B3ED9">
      <w:r>
        <w:lastRenderedPageBreak/>
        <w:t>439.3522</w:t>
      </w:r>
      <w:r>
        <w:tab/>
        <w:t>2.025e0</w:t>
      </w:r>
    </w:p>
    <w:p w:rsidR="005B3ED9" w:rsidRDefault="005B3ED9" w:rsidP="005B3ED9">
      <w:r>
        <w:t>439.3719</w:t>
      </w:r>
      <w:r>
        <w:tab/>
        <w:t>2.025e0</w:t>
      </w:r>
    </w:p>
    <w:p w:rsidR="005B3ED9" w:rsidRDefault="005B3ED9" w:rsidP="005B3ED9">
      <w:r>
        <w:t>439.4065</w:t>
      </w:r>
      <w:r>
        <w:tab/>
        <w:t>1.013e0</w:t>
      </w:r>
    </w:p>
    <w:p w:rsidR="005B3ED9" w:rsidRDefault="005B3ED9" w:rsidP="005B3ED9">
      <w:r>
        <w:t>439.4203</w:t>
      </w:r>
      <w:r>
        <w:tab/>
        <w:t>1.013e0</w:t>
      </w:r>
    </w:p>
    <w:p w:rsidR="005B3ED9" w:rsidRDefault="005B3ED9" w:rsidP="005B3ED9">
      <w:r>
        <w:t>439.4528</w:t>
      </w:r>
      <w:r>
        <w:tab/>
        <w:t>1.013e0</w:t>
      </w:r>
    </w:p>
    <w:p w:rsidR="005B3ED9" w:rsidRDefault="005B3ED9" w:rsidP="005B3ED9">
      <w:r>
        <w:t>439.4848</w:t>
      </w:r>
      <w:r>
        <w:tab/>
        <w:t>1.013e0</w:t>
      </w:r>
    </w:p>
    <w:p w:rsidR="005B3ED9" w:rsidRDefault="005B3ED9" w:rsidP="005B3ED9">
      <w:r>
        <w:t>439.5144</w:t>
      </w:r>
      <w:r>
        <w:tab/>
        <w:t>1.013e0</w:t>
      </w:r>
    </w:p>
    <w:p w:rsidR="005B3ED9" w:rsidRDefault="005B3ED9" w:rsidP="005B3ED9">
      <w:r>
        <w:t>439.5535</w:t>
      </w:r>
      <w:r>
        <w:tab/>
        <w:t>3.038e0</w:t>
      </w:r>
    </w:p>
    <w:p w:rsidR="005B3ED9" w:rsidRDefault="005B3ED9" w:rsidP="005B3ED9">
      <w:r>
        <w:t>439.7036</w:t>
      </w:r>
      <w:r>
        <w:tab/>
        <w:t>1.013e0</w:t>
      </w:r>
    </w:p>
    <w:p w:rsidR="005B3ED9" w:rsidRDefault="005B3ED9" w:rsidP="005B3ED9">
      <w:r>
        <w:t>439.8039</w:t>
      </w:r>
      <w:r>
        <w:tab/>
        <w:t>1.013e0</w:t>
      </w:r>
    </w:p>
    <w:p w:rsidR="005B3ED9" w:rsidRDefault="005B3ED9" w:rsidP="005B3ED9">
      <w:r>
        <w:t>439.8739</w:t>
      </w:r>
      <w:r>
        <w:tab/>
        <w:t>2.025e0</w:t>
      </w:r>
    </w:p>
    <w:p w:rsidR="005B3ED9" w:rsidRDefault="005B3ED9" w:rsidP="005B3ED9">
      <w:r>
        <w:t>439.8998</w:t>
      </w:r>
      <w:r>
        <w:tab/>
        <w:t>1.013e0</w:t>
      </w:r>
    </w:p>
    <w:p w:rsidR="005B3ED9" w:rsidRDefault="005B3ED9" w:rsidP="005B3ED9">
      <w:r>
        <w:t>439.9044</w:t>
      </w:r>
      <w:r>
        <w:tab/>
        <w:t>1.013e0</w:t>
      </w:r>
    </w:p>
    <w:p w:rsidR="005B3ED9" w:rsidRDefault="005B3ED9" w:rsidP="005B3ED9">
      <w:r>
        <w:t>439.9438</w:t>
      </w:r>
      <w:r>
        <w:tab/>
        <w:t>1.013e0</w:t>
      </w:r>
    </w:p>
    <w:p w:rsidR="005B3ED9" w:rsidRDefault="005B3ED9" w:rsidP="005B3ED9">
      <w:r>
        <w:t>439.9615</w:t>
      </w:r>
      <w:r>
        <w:tab/>
        <w:t>1.013e0</w:t>
      </w:r>
    </w:p>
    <w:p w:rsidR="005B3ED9" w:rsidRDefault="005B3ED9" w:rsidP="005B3ED9">
      <w:r>
        <w:t>439.9869</w:t>
      </w:r>
      <w:r>
        <w:tab/>
        <w:t>1.013e0</w:t>
      </w:r>
    </w:p>
    <w:p w:rsidR="005B3ED9" w:rsidRDefault="005B3ED9" w:rsidP="005B3ED9">
      <w:r>
        <w:t>440.0001</w:t>
      </w:r>
      <w:r>
        <w:tab/>
        <w:t>1.013e0</w:t>
      </w:r>
    </w:p>
    <w:p w:rsidR="005B3ED9" w:rsidRDefault="005B3ED9" w:rsidP="005B3ED9">
      <w:r>
        <w:t>440.0048</w:t>
      </w:r>
      <w:r>
        <w:tab/>
        <w:t>1.013e0</w:t>
      </w:r>
    </w:p>
    <w:p w:rsidR="005B3ED9" w:rsidRDefault="005B3ED9" w:rsidP="005B3ED9">
      <w:r>
        <w:t>440.0541</w:t>
      </w:r>
      <w:r>
        <w:tab/>
        <w:t>2.025e0</w:t>
      </w:r>
    </w:p>
    <w:p w:rsidR="005B3ED9" w:rsidRDefault="005B3ED9" w:rsidP="005B3ED9">
      <w:r>
        <w:lastRenderedPageBreak/>
        <w:t>440.1104</w:t>
      </w:r>
      <w:r>
        <w:tab/>
        <w:t>3.038e0</w:t>
      </w:r>
    </w:p>
    <w:p w:rsidR="005B3ED9" w:rsidRDefault="005B3ED9" w:rsidP="005B3ED9">
      <w:r>
        <w:t>440.1609</w:t>
      </w:r>
      <w:r>
        <w:tab/>
        <w:t>5.063e0</w:t>
      </w:r>
    </w:p>
    <w:p w:rsidR="005B3ED9" w:rsidRDefault="005B3ED9" w:rsidP="005B3ED9">
      <w:r>
        <w:t>440.1756</w:t>
      </w:r>
      <w:r>
        <w:tab/>
        <w:t>1.114e1</w:t>
      </w:r>
    </w:p>
    <w:p w:rsidR="005B3ED9" w:rsidRDefault="005B3ED9" w:rsidP="005B3ED9">
      <w:r>
        <w:t>440.2008</w:t>
      </w:r>
      <w:r>
        <w:tab/>
        <w:t>1.013e0</w:t>
      </w:r>
    </w:p>
    <w:p w:rsidR="005B3ED9" w:rsidRDefault="005B3ED9" w:rsidP="005B3ED9">
      <w:r>
        <w:t>440.2055</w:t>
      </w:r>
      <w:r>
        <w:tab/>
        <w:t>1.013e0</w:t>
      </w:r>
    </w:p>
    <w:p w:rsidR="005B3ED9" w:rsidRDefault="005B3ED9" w:rsidP="005B3ED9">
      <w:r>
        <w:t>440.2316</w:t>
      </w:r>
      <w:r>
        <w:tab/>
        <w:t>1.013e0</w:t>
      </w:r>
    </w:p>
    <w:p w:rsidR="005B3ED9" w:rsidRDefault="005B3ED9" w:rsidP="005B3ED9">
      <w:r>
        <w:t>440.2846</w:t>
      </w:r>
      <w:r>
        <w:tab/>
        <w:t>1.013e0</w:t>
      </w:r>
    </w:p>
    <w:p w:rsidR="005B3ED9" w:rsidRDefault="005B3ED9" w:rsidP="005B3ED9">
      <w:r>
        <w:t>440.3397</w:t>
      </w:r>
      <w:r>
        <w:tab/>
        <w:t>1.013e0</w:t>
      </w:r>
    </w:p>
    <w:p w:rsidR="005B3ED9" w:rsidRDefault="005B3ED9" w:rsidP="005B3ED9">
      <w:r>
        <w:t>440.3455</w:t>
      </w:r>
      <w:r>
        <w:tab/>
        <w:t>1.013e0</w:t>
      </w:r>
    </w:p>
    <w:p w:rsidR="005B3ED9" w:rsidRDefault="005B3ED9" w:rsidP="005B3ED9">
      <w:r>
        <w:t>440.3760</w:t>
      </w:r>
      <w:r>
        <w:tab/>
        <w:t>2.025e0</w:t>
      </w:r>
    </w:p>
    <w:p w:rsidR="005B3ED9" w:rsidRDefault="005B3ED9" w:rsidP="005B3ED9">
      <w:r>
        <w:t>440.3886</w:t>
      </w:r>
      <w:r>
        <w:tab/>
        <w:t>1.013e0</w:t>
      </w:r>
    </w:p>
    <w:p w:rsidR="005B3ED9" w:rsidRDefault="005B3ED9" w:rsidP="005B3ED9">
      <w:r>
        <w:t>440.3937</w:t>
      </w:r>
      <w:r>
        <w:tab/>
        <w:t>1.013e0</w:t>
      </w:r>
    </w:p>
    <w:p w:rsidR="005B3ED9" w:rsidRDefault="005B3ED9" w:rsidP="005B3ED9">
      <w:r>
        <w:t>440.4064</w:t>
      </w:r>
      <w:r>
        <w:tab/>
        <w:t>1.013e0</w:t>
      </w:r>
    </w:p>
    <w:p w:rsidR="005B3ED9" w:rsidRDefault="005B3ED9" w:rsidP="005B3ED9">
      <w:r>
        <w:t>440.4280</w:t>
      </w:r>
      <w:r>
        <w:tab/>
        <w:t>1.013e0</w:t>
      </w:r>
    </w:p>
    <w:p w:rsidR="005B3ED9" w:rsidRDefault="005B3ED9" w:rsidP="005B3ED9">
      <w:r>
        <w:t>440.5678</w:t>
      </w:r>
      <w:r>
        <w:tab/>
        <w:t>1.013e0</w:t>
      </w:r>
    </w:p>
    <w:p w:rsidR="005B3ED9" w:rsidRDefault="005B3ED9" w:rsidP="005B3ED9">
      <w:r>
        <w:t>440.6677</w:t>
      </w:r>
      <w:r>
        <w:tab/>
        <w:t>2.025e0</w:t>
      </w:r>
    </w:p>
    <w:p w:rsidR="005B3ED9" w:rsidRDefault="005B3ED9" w:rsidP="005B3ED9">
      <w:r>
        <w:t>440.6794</w:t>
      </w:r>
      <w:r>
        <w:tab/>
        <w:t>1.013e0</w:t>
      </w:r>
    </w:p>
    <w:p w:rsidR="005B3ED9" w:rsidRDefault="005B3ED9" w:rsidP="005B3ED9">
      <w:r>
        <w:t>440.7903</w:t>
      </w:r>
      <w:r>
        <w:tab/>
        <w:t>1.013e0</w:t>
      </w:r>
    </w:p>
    <w:p w:rsidR="005B3ED9" w:rsidRDefault="005B3ED9" w:rsidP="005B3ED9">
      <w:r>
        <w:t>440.8649</w:t>
      </w:r>
      <w:r>
        <w:tab/>
        <w:t>3.038e0</w:t>
      </w:r>
    </w:p>
    <w:p w:rsidR="005B3ED9" w:rsidRDefault="005B3ED9" w:rsidP="005B3ED9">
      <w:r>
        <w:lastRenderedPageBreak/>
        <w:t>440.9086</w:t>
      </w:r>
      <w:r>
        <w:tab/>
        <w:t>1.013e0</w:t>
      </w:r>
    </w:p>
    <w:p w:rsidR="005B3ED9" w:rsidRDefault="005B3ED9" w:rsidP="005B3ED9">
      <w:r>
        <w:t>440.9189</w:t>
      </w:r>
      <w:r>
        <w:tab/>
        <w:t>1.013e0</w:t>
      </w:r>
    </w:p>
    <w:p w:rsidR="005B3ED9" w:rsidRDefault="005B3ED9" w:rsidP="005B3ED9">
      <w:r>
        <w:t>440.9301</w:t>
      </w:r>
      <w:r>
        <w:tab/>
        <w:t>1.013e0</w:t>
      </w:r>
    </w:p>
    <w:p w:rsidR="005B3ED9" w:rsidRDefault="005B3ED9" w:rsidP="005B3ED9">
      <w:r>
        <w:t>440.9731</w:t>
      </w:r>
      <w:r>
        <w:tab/>
        <w:t>1.013e0</w:t>
      </w:r>
    </w:p>
    <w:p w:rsidR="005B3ED9" w:rsidRDefault="005B3ED9" w:rsidP="005B3ED9">
      <w:r>
        <w:t>441.0090</w:t>
      </w:r>
      <w:r>
        <w:tab/>
        <w:t>1.013e0</w:t>
      </w:r>
    </w:p>
    <w:p w:rsidR="005B3ED9" w:rsidRDefault="005B3ED9" w:rsidP="005B3ED9">
      <w:r>
        <w:t>441.0125</w:t>
      </w:r>
      <w:r>
        <w:tab/>
        <w:t>1.013e0</w:t>
      </w:r>
    </w:p>
    <w:p w:rsidR="005B3ED9" w:rsidRDefault="005B3ED9" w:rsidP="005B3ED9">
      <w:r>
        <w:t>441.1045</w:t>
      </w:r>
      <w:r>
        <w:tab/>
        <w:t>1.013e0</w:t>
      </w:r>
    </w:p>
    <w:p w:rsidR="005B3ED9" w:rsidRDefault="005B3ED9" w:rsidP="005B3ED9">
      <w:r>
        <w:t>441.1199</w:t>
      </w:r>
      <w:r>
        <w:tab/>
        <w:t>1.013e0</w:t>
      </w:r>
    </w:p>
    <w:p w:rsidR="005B3ED9" w:rsidRDefault="005B3ED9" w:rsidP="005B3ED9">
      <w:r>
        <w:t>441.1311</w:t>
      </w:r>
      <w:r>
        <w:tab/>
        <w:t>1.013e0</w:t>
      </w:r>
    </w:p>
    <w:p w:rsidR="005B3ED9" w:rsidRDefault="005B3ED9" w:rsidP="005B3ED9">
      <w:r>
        <w:t>441.1475</w:t>
      </w:r>
      <w:r>
        <w:tab/>
        <w:t>2.025e0</w:t>
      </w:r>
    </w:p>
    <w:p w:rsidR="005B3ED9" w:rsidRDefault="005B3ED9" w:rsidP="005B3ED9">
      <w:r>
        <w:t>441.1729</w:t>
      </w:r>
      <w:r>
        <w:tab/>
        <w:t>2.025e0</w:t>
      </w:r>
    </w:p>
    <w:p w:rsidR="005B3ED9" w:rsidRDefault="005B3ED9" w:rsidP="005B3ED9">
      <w:r>
        <w:t>441.2207</w:t>
      </w:r>
      <w:r>
        <w:tab/>
        <w:t>2.025e0</w:t>
      </w:r>
    </w:p>
    <w:p w:rsidR="005B3ED9" w:rsidRDefault="005B3ED9" w:rsidP="005B3ED9">
      <w:r>
        <w:t>441.2292</w:t>
      </w:r>
      <w:r>
        <w:tab/>
        <w:t>2.025e0</w:t>
      </w:r>
    </w:p>
    <w:p w:rsidR="005B3ED9" w:rsidRDefault="005B3ED9" w:rsidP="005B3ED9">
      <w:r>
        <w:t>441.2582</w:t>
      </w:r>
      <w:r>
        <w:tab/>
        <w:t>3.038e0</w:t>
      </w:r>
    </w:p>
    <w:p w:rsidR="005B3ED9" w:rsidRDefault="005B3ED9" w:rsidP="005B3ED9">
      <w:r>
        <w:t>441.2592</w:t>
      </w:r>
      <w:r>
        <w:tab/>
        <w:t>1.013e0</w:t>
      </w:r>
    </w:p>
    <w:p w:rsidR="005B3ED9" w:rsidRDefault="005B3ED9" w:rsidP="005B3ED9">
      <w:r>
        <w:t>441.2682</w:t>
      </w:r>
      <w:r>
        <w:tab/>
        <w:t>2.025e0</w:t>
      </w:r>
    </w:p>
    <w:p w:rsidR="005B3ED9" w:rsidRDefault="005B3ED9" w:rsidP="005B3ED9">
      <w:r>
        <w:t>441.3442</w:t>
      </w:r>
      <w:r>
        <w:tab/>
        <w:t>1.013e0</w:t>
      </w:r>
    </w:p>
    <w:p w:rsidR="005B3ED9" w:rsidRDefault="005B3ED9" w:rsidP="005B3ED9">
      <w:r>
        <w:t>441.3674</w:t>
      </w:r>
      <w:r>
        <w:tab/>
        <w:t>1.013e0</w:t>
      </w:r>
    </w:p>
    <w:p w:rsidR="005B3ED9" w:rsidRDefault="005B3ED9" w:rsidP="005B3ED9">
      <w:r>
        <w:t>441.3878</w:t>
      </w:r>
      <w:r>
        <w:tab/>
        <w:t>3.038e0</w:t>
      </w:r>
    </w:p>
    <w:p w:rsidR="005B3ED9" w:rsidRDefault="005B3ED9" w:rsidP="005B3ED9">
      <w:r>
        <w:lastRenderedPageBreak/>
        <w:t>441.3929</w:t>
      </w:r>
      <w:r>
        <w:tab/>
        <w:t>1.013e0</w:t>
      </w:r>
    </w:p>
    <w:p w:rsidR="005B3ED9" w:rsidRDefault="005B3ED9" w:rsidP="005B3ED9">
      <w:r>
        <w:t>441.4077</w:t>
      </w:r>
      <w:r>
        <w:tab/>
        <w:t>2.025e0</w:t>
      </w:r>
    </w:p>
    <w:p w:rsidR="005B3ED9" w:rsidRDefault="005B3ED9" w:rsidP="005B3ED9">
      <w:r>
        <w:t>441.5609</w:t>
      </w:r>
      <w:r>
        <w:tab/>
        <w:t>1.013e0</w:t>
      </w:r>
    </w:p>
    <w:p w:rsidR="005B3ED9" w:rsidRDefault="005B3ED9" w:rsidP="005B3ED9">
      <w:r>
        <w:t>441.6150</w:t>
      </w:r>
      <w:r>
        <w:tab/>
        <w:t>1.013e0</w:t>
      </w:r>
    </w:p>
    <w:p w:rsidR="005B3ED9" w:rsidRDefault="005B3ED9" w:rsidP="005B3ED9">
      <w:r>
        <w:t>441.6280</w:t>
      </w:r>
      <w:r>
        <w:tab/>
        <w:t>2.025e0</w:t>
      </w:r>
    </w:p>
    <w:p w:rsidR="005B3ED9" w:rsidRDefault="005B3ED9" w:rsidP="005B3ED9">
      <w:r>
        <w:t>441.6847</w:t>
      </w:r>
      <w:r>
        <w:tab/>
        <w:t>1.013e0</w:t>
      </w:r>
    </w:p>
    <w:p w:rsidR="005B3ED9" w:rsidRDefault="005B3ED9" w:rsidP="005B3ED9">
      <w:r>
        <w:t>441.7776</w:t>
      </w:r>
      <w:r>
        <w:tab/>
        <w:t>1.013e0</w:t>
      </w:r>
    </w:p>
    <w:p w:rsidR="005B3ED9" w:rsidRDefault="005B3ED9" w:rsidP="005B3ED9">
      <w:r>
        <w:t>441.8324</w:t>
      </w:r>
      <w:r>
        <w:tab/>
        <w:t>2.025e0</w:t>
      </w:r>
    </w:p>
    <w:p w:rsidR="005B3ED9" w:rsidRDefault="005B3ED9" w:rsidP="005B3ED9">
      <w:r>
        <w:t>441.8555</w:t>
      </w:r>
      <w:r>
        <w:tab/>
        <w:t>1.013e0</w:t>
      </w:r>
    </w:p>
    <w:p w:rsidR="005B3ED9" w:rsidRDefault="005B3ED9" w:rsidP="005B3ED9">
      <w:r>
        <w:t>441.8783</w:t>
      </w:r>
      <w:r>
        <w:tab/>
        <w:t>1.013e0</w:t>
      </w:r>
    </w:p>
    <w:p w:rsidR="005B3ED9" w:rsidRDefault="005B3ED9" w:rsidP="005B3ED9">
      <w:r>
        <w:t>441.8915</w:t>
      </w:r>
      <w:r>
        <w:tab/>
        <w:t>1.013e0</w:t>
      </w:r>
    </w:p>
    <w:p w:rsidR="005B3ED9" w:rsidRDefault="005B3ED9" w:rsidP="005B3ED9">
      <w:r>
        <w:t>441.9272</w:t>
      </w:r>
      <w:r>
        <w:tab/>
        <w:t>2.025e0</w:t>
      </w:r>
    </w:p>
    <w:p w:rsidR="005B3ED9" w:rsidRDefault="005B3ED9" w:rsidP="005B3ED9">
      <w:r>
        <w:t>441.9347</w:t>
      </w:r>
      <w:r>
        <w:tab/>
        <w:t>2.025e0</w:t>
      </w:r>
    </w:p>
    <w:p w:rsidR="005B3ED9" w:rsidRDefault="005B3ED9" w:rsidP="005B3ED9">
      <w:r>
        <w:t>442.0022</w:t>
      </w:r>
      <w:r>
        <w:tab/>
        <w:t>1.013e0</w:t>
      </w:r>
    </w:p>
    <w:p w:rsidR="005B3ED9" w:rsidRDefault="005B3ED9" w:rsidP="005B3ED9">
      <w:r>
        <w:t>442.0409</w:t>
      </w:r>
      <w:r>
        <w:tab/>
        <w:t>1.013e0</w:t>
      </w:r>
    </w:p>
    <w:p w:rsidR="005B3ED9" w:rsidRDefault="005B3ED9" w:rsidP="005B3ED9">
      <w:r>
        <w:t>442.0959</w:t>
      </w:r>
      <w:r>
        <w:tab/>
        <w:t>1.013e0</w:t>
      </w:r>
    </w:p>
    <w:p w:rsidR="005B3ED9" w:rsidRDefault="005B3ED9" w:rsidP="005B3ED9">
      <w:r>
        <w:t>442.0988</w:t>
      </w:r>
      <w:r>
        <w:tab/>
        <w:t>2.025e0</w:t>
      </w:r>
    </w:p>
    <w:p w:rsidR="005B3ED9" w:rsidRDefault="005B3ED9" w:rsidP="005B3ED9">
      <w:r>
        <w:t>442.2191</w:t>
      </w:r>
      <w:r>
        <w:tab/>
        <w:t>4.051e0</w:t>
      </w:r>
    </w:p>
    <w:p w:rsidR="005B3ED9" w:rsidRDefault="005B3ED9" w:rsidP="005B3ED9">
      <w:r>
        <w:t>442.2656</w:t>
      </w:r>
      <w:r>
        <w:tab/>
        <w:t>1.013e0</w:t>
      </w:r>
    </w:p>
    <w:p w:rsidR="005B3ED9" w:rsidRDefault="005B3ED9" w:rsidP="005B3ED9">
      <w:r>
        <w:lastRenderedPageBreak/>
        <w:t>442.2812</w:t>
      </w:r>
      <w:r>
        <w:tab/>
        <w:t>1.013e0</w:t>
      </w:r>
    </w:p>
    <w:p w:rsidR="005B3ED9" w:rsidRDefault="005B3ED9" w:rsidP="005B3ED9">
      <w:r>
        <w:t>442.3116</w:t>
      </w:r>
      <w:r>
        <w:tab/>
        <w:t>1.013e0</w:t>
      </w:r>
    </w:p>
    <w:p w:rsidR="005B3ED9" w:rsidRDefault="005B3ED9" w:rsidP="005B3ED9">
      <w:r>
        <w:t>442.3329</w:t>
      </w:r>
      <w:r>
        <w:tab/>
        <w:t>1.013e0</w:t>
      </w:r>
    </w:p>
    <w:p w:rsidR="005B3ED9" w:rsidRDefault="005B3ED9" w:rsidP="005B3ED9">
      <w:r>
        <w:t>442.3435</w:t>
      </w:r>
      <w:r>
        <w:tab/>
        <w:t>3.038e0</w:t>
      </w:r>
    </w:p>
    <w:p w:rsidR="005B3ED9" w:rsidRDefault="005B3ED9" w:rsidP="005B3ED9">
      <w:r>
        <w:t>442.3911</w:t>
      </w:r>
      <w:r>
        <w:tab/>
        <w:t>2.025e0</w:t>
      </w:r>
    </w:p>
    <w:p w:rsidR="005B3ED9" w:rsidRDefault="005B3ED9" w:rsidP="005B3ED9">
      <w:r>
        <w:t>442.3939</w:t>
      </w:r>
      <w:r>
        <w:tab/>
        <w:t>1.013e0</w:t>
      </w:r>
    </w:p>
    <w:p w:rsidR="005B3ED9" w:rsidRDefault="005B3ED9" w:rsidP="005B3ED9">
      <w:r>
        <w:t>442.4215</w:t>
      </w:r>
      <w:r>
        <w:tab/>
        <w:t>2.025e0</w:t>
      </w:r>
    </w:p>
    <w:p w:rsidR="005B3ED9" w:rsidRDefault="005B3ED9" w:rsidP="005B3ED9">
      <w:r>
        <w:t>442.4640</w:t>
      </w:r>
      <w:r>
        <w:tab/>
        <w:t>2.025e0</w:t>
      </w:r>
    </w:p>
    <w:p w:rsidR="005B3ED9" w:rsidRDefault="005B3ED9" w:rsidP="005B3ED9">
      <w:r>
        <w:t>442.4672</w:t>
      </w:r>
      <w:r>
        <w:tab/>
        <w:t>1.013e0</w:t>
      </w:r>
    </w:p>
    <w:p w:rsidR="005B3ED9" w:rsidRDefault="005B3ED9" w:rsidP="005B3ED9">
      <w:r>
        <w:t>442.5124</w:t>
      </w:r>
      <w:r>
        <w:tab/>
        <w:t>1.013e0</w:t>
      </w:r>
    </w:p>
    <w:p w:rsidR="005B3ED9" w:rsidRDefault="005B3ED9" w:rsidP="005B3ED9">
      <w:r>
        <w:t>442.5160</w:t>
      </w:r>
      <w:r>
        <w:tab/>
        <w:t>1.013e0</w:t>
      </w:r>
    </w:p>
    <w:p w:rsidR="005B3ED9" w:rsidRDefault="005B3ED9" w:rsidP="005B3ED9">
      <w:r>
        <w:t>442.5447</w:t>
      </w:r>
      <w:r>
        <w:tab/>
        <w:t>1.013e0</w:t>
      </w:r>
    </w:p>
    <w:p w:rsidR="005B3ED9" w:rsidRDefault="005B3ED9" w:rsidP="005B3ED9">
      <w:r>
        <w:t>442.5835</w:t>
      </w:r>
      <w:r>
        <w:tab/>
        <w:t>1.013e0</w:t>
      </w:r>
    </w:p>
    <w:p w:rsidR="005B3ED9" w:rsidRDefault="005B3ED9" w:rsidP="005B3ED9">
      <w:r>
        <w:t>442.6954</w:t>
      </w:r>
      <w:r>
        <w:tab/>
        <w:t>1.013e0</w:t>
      </w:r>
    </w:p>
    <w:p w:rsidR="005B3ED9" w:rsidRDefault="005B3ED9" w:rsidP="005B3ED9">
      <w:r>
        <w:t>442.7750</w:t>
      </w:r>
      <w:r>
        <w:tab/>
        <w:t>3.038e0</w:t>
      </w:r>
    </w:p>
    <w:p w:rsidR="005B3ED9" w:rsidRDefault="005B3ED9" w:rsidP="005B3ED9">
      <w:r>
        <w:t>442.8474</w:t>
      </w:r>
      <w:r>
        <w:tab/>
        <w:t>2.025e0</w:t>
      </w:r>
    </w:p>
    <w:p w:rsidR="005B3ED9" w:rsidRDefault="005B3ED9" w:rsidP="005B3ED9">
      <w:r>
        <w:t>442.8928</w:t>
      </w:r>
      <w:r>
        <w:tab/>
        <w:t>1.013e0</w:t>
      </w:r>
    </w:p>
    <w:p w:rsidR="005B3ED9" w:rsidRDefault="005B3ED9" w:rsidP="005B3ED9">
      <w:r>
        <w:t>442.9249</w:t>
      </w:r>
      <w:r>
        <w:tab/>
        <w:t>1.013e0</w:t>
      </w:r>
    </w:p>
    <w:p w:rsidR="005B3ED9" w:rsidRDefault="005B3ED9" w:rsidP="005B3ED9">
      <w:r>
        <w:t>442.9573</w:t>
      </w:r>
      <w:r>
        <w:tab/>
        <w:t>1.013e0</w:t>
      </w:r>
    </w:p>
    <w:p w:rsidR="005B3ED9" w:rsidRDefault="005B3ED9" w:rsidP="005B3ED9">
      <w:r>
        <w:lastRenderedPageBreak/>
        <w:t>442.9686</w:t>
      </w:r>
      <w:r>
        <w:tab/>
        <w:t>2.025e0</w:t>
      </w:r>
    </w:p>
    <w:p w:rsidR="005B3ED9" w:rsidRDefault="005B3ED9" w:rsidP="005B3ED9">
      <w:r>
        <w:t>442.9792</w:t>
      </w:r>
      <w:r>
        <w:tab/>
        <w:t>1.013e0</w:t>
      </w:r>
    </w:p>
    <w:p w:rsidR="005B3ED9" w:rsidRDefault="005B3ED9" w:rsidP="005B3ED9">
      <w:r>
        <w:t>443.0147</w:t>
      </w:r>
      <w:r>
        <w:tab/>
        <w:t>1.013e0</w:t>
      </w:r>
    </w:p>
    <w:p w:rsidR="005B3ED9" w:rsidRDefault="005B3ED9" w:rsidP="005B3ED9">
      <w:r>
        <w:t>443.0758</w:t>
      </w:r>
      <w:r>
        <w:tab/>
        <w:t>1.013e0</w:t>
      </w:r>
    </w:p>
    <w:p w:rsidR="005B3ED9" w:rsidRDefault="005B3ED9" w:rsidP="005B3ED9">
      <w:r>
        <w:t>443.1333</w:t>
      </w:r>
      <w:r>
        <w:tab/>
        <w:t>1.013e0</w:t>
      </w:r>
    </w:p>
    <w:p w:rsidR="005B3ED9" w:rsidRDefault="005B3ED9" w:rsidP="005B3ED9">
      <w:r>
        <w:t>443.1368</w:t>
      </w:r>
      <w:r>
        <w:tab/>
        <w:t>1.013e0</w:t>
      </w:r>
    </w:p>
    <w:p w:rsidR="005B3ED9" w:rsidRDefault="005B3ED9" w:rsidP="005B3ED9">
      <w:r>
        <w:t>443.1729</w:t>
      </w:r>
      <w:r>
        <w:tab/>
        <w:t>1.013e0</w:t>
      </w:r>
    </w:p>
    <w:p w:rsidR="005B3ED9" w:rsidRDefault="005B3ED9" w:rsidP="005B3ED9">
      <w:r>
        <w:t>443.1922</w:t>
      </w:r>
      <w:r>
        <w:tab/>
        <w:t>2.025e0</w:t>
      </w:r>
    </w:p>
    <w:p w:rsidR="005B3ED9" w:rsidRDefault="005B3ED9" w:rsidP="005B3ED9">
      <w:r>
        <w:t>443.2158</w:t>
      </w:r>
      <w:r>
        <w:tab/>
        <w:t>1.013e0</w:t>
      </w:r>
    </w:p>
    <w:p w:rsidR="005B3ED9" w:rsidRDefault="005B3ED9" w:rsidP="005B3ED9">
      <w:r>
        <w:t>443.2337</w:t>
      </w:r>
      <w:r>
        <w:tab/>
        <w:t>1.013e0</w:t>
      </w:r>
    </w:p>
    <w:p w:rsidR="005B3ED9" w:rsidRDefault="005B3ED9" w:rsidP="005B3ED9">
      <w:r>
        <w:t>443.2627</w:t>
      </w:r>
      <w:r>
        <w:tab/>
        <w:t>2.025e0</w:t>
      </w:r>
    </w:p>
    <w:p w:rsidR="005B3ED9" w:rsidRDefault="005B3ED9" w:rsidP="005B3ED9">
      <w:r>
        <w:t>443.3153</w:t>
      </w:r>
      <w:r>
        <w:tab/>
        <w:t>2.025e0</w:t>
      </w:r>
    </w:p>
    <w:p w:rsidR="005B3ED9" w:rsidRDefault="005B3ED9" w:rsidP="005B3ED9">
      <w:r>
        <w:t>443.3378</w:t>
      </w:r>
      <w:r>
        <w:tab/>
        <w:t>5.063e0</w:t>
      </w:r>
    </w:p>
    <w:p w:rsidR="005B3ED9" w:rsidRDefault="005B3ED9" w:rsidP="005B3ED9">
      <w:r>
        <w:t>443.3558</w:t>
      </w:r>
      <w:r>
        <w:tab/>
        <w:t>1.013e0</w:t>
      </w:r>
    </w:p>
    <w:p w:rsidR="005B3ED9" w:rsidRDefault="005B3ED9" w:rsidP="005B3ED9">
      <w:r>
        <w:t>443.3975</w:t>
      </w:r>
      <w:r>
        <w:tab/>
        <w:t>2.025e0</w:t>
      </w:r>
    </w:p>
    <w:p w:rsidR="005B3ED9" w:rsidRDefault="005B3ED9" w:rsidP="005B3ED9">
      <w:r>
        <w:t>443.4742</w:t>
      </w:r>
      <w:r>
        <w:tab/>
        <w:t>1.013e0</w:t>
      </w:r>
    </w:p>
    <w:p w:rsidR="005B3ED9" w:rsidRDefault="005B3ED9" w:rsidP="005B3ED9">
      <w:r>
        <w:t>443.5073</w:t>
      </w:r>
      <w:r>
        <w:tab/>
        <w:t>1.013e0</w:t>
      </w:r>
    </w:p>
    <w:p w:rsidR="005B3ED9" w:rsidRDefault="005B3ED9" w:rsidP="005B3ED9">
      <w:r>
        <w:t>443.6083</w:t>
      </w:r>
      <w:r>
        <w:tab/>
        <w:t>1.013e0</w:t>
      </w:r>
    </w:p>
    <w:p w:rsidR="005B3ED9" w:rsidRDefault="005B3ED9" w:rsidP="005B3ED9">
      <w:r>
        <w:t>443.6394</w:t>
      </w:r>
      <w:r>
        <w:tab/>
        <w:t>1.013e0</w:t>
      </w:r>
    </w:p>
    <w:p w:rsidR="005B3ED9" w:rsidRDefault="005B3ED9" w:rsidP="005B3ED9">
      <w:r>
        <w:lastRenderedPageBreak/>
        <w:t>443.7181</w:t>
      </w:r>
      <w:r>
        <w:tab/>
        <w:t>1.013e0</w:t>
      </w:r>
    </w:p>
    <w:p w:rsidR="005B3ED9" w:rsidRDefault="005B3ED9" w:rsidP="005B3ED9">
      <w:r>
        <w:t>443.7482</w:t>
      </w:r>
      <w:r>
        <w:tab/>
        <w:t>1.013e0</w:t>
      </w:r>
    </w:p>
    <w:p w:rsidR="005B3ED9" w:rsidRDefault="005B3ED9" w:rsidP="005B3ED9">
      <w:r>
        <w:t>443.7577</w:t>
      </w:r>
      <w:r>
        <w:tab/>
        <w:t>1.013e0</w:t>
      </w:r>
    </w:p>
    <w:p w:rsidR="005B3ED9" w:rsidRDefault="005B3ED9" w:rsidP="005B3ED9">
      <w:r>
        <w:t>443.8384</w:t>
      </w:r>
      <w:r>
        <w:tab/>
        <w:t>2.025e0</w:t>
      </w:r>
    </w:p>
    <w:p w:rsidR="005B3ED9" w:rsidRDefault="005B3ED9" w:rsidP="005B3ED9">
      <w:r>
        <w:t>443.8804</w:t>
      </w:r>
      <w:r>
        <w:tab/>
        <w:t>1.013e0</w:t>
      </w:r>
    </w:p>
    <w:p w:rsidR="005B3ED9" w:rsidRDefault="005B3ED9" w:rsidP="005B3ED9">
      <w:r>
        <w:t>443.9157</w:t>
      </w:r>
      <w:r>
        <w:tab/>
        <w:t>1.013e0</w:t>
      </w:r>
    </w:p>
    <w:p w:rsidR="005B3ED9" w:rsidRDefault="005B3ED9" w:rsidP="005B3ED9">
      <w:r>
        <w:t>443.9270</w:t>
      </w:r>
      <w:r>
        <w:tab/>
        <w:t>1.013e0</w:t>
      </w:r>
    </w:p>
    <w:p w:rsidR="005B3ED9" w:rsidRDefault="005B3ED9" w:rsidP="005B3ED9">
      <w:r>
        <w:t>443.9768</w:t>
      </w:r>
      <w:r>
        <w:tab/>
        <w:t>1.013e0</w:t>
      </w:r>
    </w:p>
    <w:p w:rsidR="005B3ED9" w:rsidRDefault="005B3ED9" w:rsidP="005B3ED9">
      <w:r>
        <w:t>443.9815</w:t>
      </w:r>
      <w:r>
        <w:tab/>
        <w:t>1.013e0</w:t>
      </w:r>
    </w:p>
    <w:p w:rsidR="005B3ED9" w:rsidRDefault="005B3ED9" w:rsidP="005B3ED9">
      <w:r>
        <w:t>443.9982</w:t>
      </w:r>
      <w:r>
        <w:tab/>
        <w:t>1.013e0</w:t>
      </w:r>
    </w:p>
    <w:p w:rsidR="005B3ED9" w:rsidRDefault="005B3ED9" w:rsidP="005B3ED9">
      <w:r>
        <w:t>444.0515</w:t>
      </w:r>
      <w:r>
        <w:tab/>
        <w:t>1.013e0</w:t>
      </w:r>
    </w:p>
    <w:p w:rsidR="005B3ED9" w:rsidRDefault="005B3ED9" w:rsidP="005B3ED9">
      <w:r>
        <w:t>444.0593</w:t>
      </w:r>
      <w:r>
        <w:tab/>
        <w:t>1.013e0</w:t>
      </w:r>
    </w:p>
    <w:p w:rsidR="005B3ED9" w:rsidRDefault="005B3ED9" w:rsidP="005B3ED9">
      <w:r>
        <w:t>444.1215</w:t>
      </w:r>
      <w:r>
        <w:tab/>
        <w:t>1.013e0</w:t>
      </w:r>
    </w:p>
    <w:p w:rsidR="005B3ED9" w:rsidRDefault="005B3ED9" w:rsidP="005B3ED9">
      <w:r>
        <w:t>444.1449</w:t>
      </w:r>
      <w:r>
        <w:tab/>
        <w:t>1.013e0</w:t>
      </w:r>
    </w:p>
    <w:p w:rsidR="005B3ED9" w:rsidRDefault="005B3ED9" w:rsidP="005B3ED9">
      <w:r>
        <w:t>444.1526</w:t>
      </w:r>
      <w:r>
        <w:tab/>
        <w:t>1.013e0</w:t>
      </w:r>
    </w:p>
    <w:p w:rsidR="005B3ED9" w:rsidRDefault="005B3ED9" w:rsidP="005B3ED9">
      <w:r>
        <w:t>444.1838</w:t>
      </w:r>
      <w:r>
        <w:tab/>
        <w:t>1.013e0</w:t>
      </w:r>
    </w:p>
    <w:p w:rsidR="005B3ED9" w:rsidRDefault="005B3ED9" w:rsidP="005B3ED9">
      <w:r>
        <w:t>444.2305</w:t>
      </w:r>
      <w:r>
        <w:tab/>
        <w:t>1.013e0</w:t>
      </w:r>
    </w:p>
    <w:p w:rsidR="005B3ED9" w:rsidRDefault="005B3ED9" w:rsidP="005B3ED9">
      <w:r>
        <w:t>444.2746</w:t>
      </w:r>
      <w:r>
        <w:tab/>
        <w:t>1.013e0</w:t>
      </w:r>
    </w:p>
    <w:p w:rsidR="005B3ED9" w:rsidRDefault="005B3ED9" w:rsidP="005B3ED9">
      <w:r>
        <w:t>444.2782</w:t>
      </w:r>
      <w:r>
        <w:tab/>
        <w:t>1.013e0</w:t>
      </w:r>
    </w:p>
    <w:p w:rsidR="005B3ED9" w:rsidRDefault="005B3ED9" w:rsidP="005B3ED9">
      <w:r>
        <w:lastRenderedPageBreak/>
        <w:t>444.2963</w:t>
      </w:r>
      <w:r>
        <w:tab/>
        <w:t>1.013e0</w:t>
      </w:r>
    </w:p>
    <w:p w:rsidR="005B3ED9" w:rsidRDefault="005B3ED9" w:rsidP="005B3ED9">
      <w:r>
        <w:t>444.3249</w:t>
      </w:r>
      <w:r>
        <w:tab/>
        <w:t>2.025e0</w:t>
      </w:r>
    </w:p>
    <w:p w:rsidR="005B3ED9" w:rsidRDefault="005B3ED9" w:rsidP="005B3ED9">
      <w:r>
        <w:t>444.3273</w:t>
      </w:r>
      <w:r>
        <w:tab/>
        <w:t>2.025e0</w:t>
      </w:r>
    </w:p>
    <w:p w:rsidR="005B3ED9" w:rsidRDefault="005B3ED9" w:rsidP="005B3ED9">
      <w:r>
        <w:t>444.3706</w:t>
      </w:r>
      <w:r>
        <w:tab/>
        <w:t>1.013e0</w:t>
      </w:r>
    </w:p>
    <w:p w:rsidR="005B3ED9" w:rsidRDefault="005B3ED9" w:rsidP="005B3ED9">
      <w:r>
        <w:t>444.3942</w:t>
      </w:r>
      <w:r>
        <w:tab/>
        <w:t>3.038e0</w:t>
      </w:r>
    </w:p>
    <w:p w:rsidR="005B3ED9" w:rsidRDefault="005B3ED9" w:rsidP="005B3ED9">
      <w:r>
        <w:t>444.4130</w:t>
      </w:r>
      <w:r>
        <w:tab/>
        <w:t>2.025e0</w:t>
      </w:r>
    </w:p>
    <w:p w:rsidR="005B3ED9" w:rsidRDefault="005B3ED9" w:rsidP="005B3ED9">
      <w:r>
        <w:t>444.4542</w:t>
      </w:r>
      <w:r>
        <w:tab/>
        <w:t>1.013e0</w:t>
      </w:r>
    </w:p>
    <w:p w:rsidR="005B3ED9" w:rsidRDefault="005B3ED9" w:rsidP="005B3ED9">
      <w:r>
        <w:t>444.4639</w:t>
      </w:r>
      <w:r>
        <w:tab/>
        <w:t>1.013e0</w:t>
      </w:r>
    </w:p>
    <w:p w:rsidR="005B3ED9" w:rsidRDefault="005B3ED9" w:rsidP="005B3ED9">
      <w:r>
        <w:t>444.4922</w:t>
      </w:r>
      <w:r>
        <w:tab/>
        <w:t>2.025e0</w:t>
      </w:r>
    </w:p>
    <w:p w:rsidR="005B3ED9" w:rsidRDefault="005B3ED9" w:rsidP="005B3ED9">
      <w:r>
        <w:t>444.5262</w:t>
      </w:r>
      <w:r>
        <w:tab/>
        <w:t>1.013e0</w:t>
      </w:r>
    </w:p>
    <w:p w:rsidR="005B3ED9" w:rsidRDefault="005B3ED9" w:rsidP="005B3ED9">
      <w:r>
        <w:t>444.5418</w:t>
      </w:r>
      <w:r>
        <w:tab/>
        <w:t>1.013e0</w:t>
      </w:r>
    </w:p>
    <w:p w:rsidR="005B3ED9" w:rsidRDefault="005B3ED9" w:rsidP="005B3ED9">
      <w:r>
        <w:t>444.6158</w:t>
      </w:r>
      <w:r>
        <w:tab/>
        <w:t>1.013e0</w:t>
      </w:r>
    </w:p>
    <w:p w:rsidR="005B3ED9" w:rsidRDefault="005B3ED9" w:rsidP="005B3ED9">
      <w:r>
        <w:t>444.6587</w:t>
      </w:r>
      <w:r>
        <w:tab/>
        <w:t>1.013e0</w:t>
      </w:r>
    </w:p>
    <w:p w:rsidR="005B3ED9" w:rsidRDefault="005B3ED9" w:rsidP="005B3ED9">
      <w:r>
        <w:t>444.6733</w:t>
      </w:r>
      <w:r>
        <w:tab/>
        <w:t>1.013e0</w:t>
      </w:r>
    </w:p>
    <w:p w:rsidR="005B3ED9" w:rsidRDefault="005B3ED9" w:rsidP="005B3ED9">
      <w:r>
        <w:t>444.6820</w:t>
      </w:r>
      <w:r>
        <w:tab/>
        <w:t>1.013e0</w:t>
      </w:r>
    </w:p>
    <w:p w:rsidR="005B3ED9" w:rsidRDefault="005B3ED9" w:rsidP="005B3ED9">
      <w:r>
        <w:t>444.7163</w:t>
      </w:r>
      <w:r>
        <w:tab/>
        <w:t>1.013e0</w:t>
      </w:r>
    </w:p>
    <w:p w:rsidR="005B3ED9" w:rsidRDefault="005B3ED9" w:rsidP="005B3ED9">
      <w:r>
        <w:t>444.7833</w:t>
      </w:r>
      <w:r>
        <w:tab/>
        <w:t>1.013e0</w:t>
      </w:r>
    </w:p>
    <w:p w:rsidR="005B3ED9" w:rsidRDefault="005B3ED9" w:rsidP="005B3ED9">
      <w:r>
        <w:t>444.8223</w:t>
      </w:r>
      <w:r>
        <w:tab/>
        <w:t>1.013e0</w:t>
      </w:r>
    </w:p>
    <w:p w:rsidR="005B3ED9" w:rsidRDefault="005B3ED9" w:rsidP="005B3ED9">
      <w:r>
        <w:t>444.8300</w:t>
      </w:r>
      <w:r>
        <w:tab/>
        <w:t>1.013e0</w:t>
      </w:r>
    </w:p>
    <w:p w:rsidR="005B3ED9" w:rsidRDefault="005B3ED9" w:rsidP="005B3ED9">
      <w:r>
        <w:lastRenderedPageBreak/>
        <w:t>444.8612</w:t>
      </w:r>
      <w:r>
        <w:tab/>
        <w:t>1.013e0</w:t>
      </w:r>
    </w:p>
    <w:p w:rsidR="005B3ED9" w:rsidRDefault="005B3ED9" w:rsidP="005B3ED9">
      <w:r>
        <w:t>444.9001</w:t>
      </w:r>
      <w:r>
        <w:tab/>
        <w:t>1.013e0</w:t>
      </w:r>
    </w:p>
    <w:p w:rsidR="005B3ED9" w:rsidRDefault="005B3ED9" w:rsidP="005B3ED9">
      <w:r>
        <w:t>444.9354</w:t>
      </w:r>
      <w:r>
        <w:tab/>
        <w:t>1.013e0</w:t>
      </w:r>
    </w:p>
    <w:p w:rsidR="005B3ED9" w:rsidRDefault="005B3ED9" w:rsidP="005B3ED9">
      <w:r>
        <w:t>444.9555</w:t>
      </w:r>
      <w:r>
        <w:tab/>
        <w:t>2.025e0</w:t>
      </w:r>
    </w:p>
    <w:p w:rsidR="005B3ED9" w:rsidRDefault="005B3ED9" w:rsidP="005B3ED9">
      <w:r>
        <w:t>444.9748</w:t>
      </w:r>
      <w:r>
        <w:tab/>
        <w:t>2.025e0</w:t>
      </w:r>
    </w:p>
    <w:p w:rsidR="005B3ED9" w:rsidRDefault="005B3ED9" w:rsidP="005B3ED9">
      <w:r>
        <w:t>444.9781</w:t>
      </w:r>
      <w:r>
        <w:tab/>
        <w:t>1.013e0</w:t>
      </w:r>
    </w:p>
    <w:p w:rsidR="005B3ED9" w:rsidRDefault="005B3ED9" w:rsidP="005B3ED9">
      <w:r>
        <w:t>445.0891</w:t>
      </w:r>
      <w:r>
        <w:tab/>
        <w:t>3.038e0</w:t>
      </w:r>
    </w:p>
    <w:p w:rsidR="005B3ED9" w:rsidRDefault="005B3ED9" w:rsidP="005B3ED9">
      <w:r>
        <w:t>445.1041</w:t>
      </w:r>
      <w:r>
        <w:tab/>
        <w:t>2.025e0</w:t>
      </w:r>
    </w:p>
    <w:p w:rsidR="005B3ED9" w:rsidRDefault="005B3ED9" w:rsidP="005B3ED9">
      <w:r>
        <w:t>445.1184</w:t>
      </w:r>
      <w:r>
        <w:tab/>
        <w:t>1.013e0</w:t>
      </w:r>
    </w:p>
    <w:p w:rsidR="005B3ED9" w:rsidRDefault="005B3ED9" w:rsidP="005B3ED9">
      <w:r>
        <w:t>445.1672</w:t>
      </w:r>
      <w:r>
        <w:tab/>
        <w:t>4.051e0</w:t>
      </w:r>
    </w:p>
    <w:p w:rsidR="005B3ED9" w:rsidRDefault="005B3ED9" w:rsidP="005B3ED9">
      <w:r>
        <w:t>445.1938</w:t>
      </w:r>
      <w:r>
        <w:tab/>
        <w:t>1.013e0</w:t>
      </w:r>
    </w:p>
    <w:p w:rsidR="005B3ED9" w:rsidRDefault="005B3ED9" w:rsidP="005B3ED9">
      <w:r>
        <w:t>445.2265</w:t>
      </w:r>
      <w:r>
        <w:tab/>
        <w:t>3.038e0</w:t>
      </w:r>
    </w:p>
    <w:p w:rsidR="005B3ED9" w:rsidRDefault="005B3ED9" w:rsidP="005B3ED9">
      <w:r>
        <w:t>445.2334</w:t>
      </w:r>
      <w:r>
        <w:tab/>
        <w:t>1.013e0</w:t>
      </w:r>
    </w:p>
    <w:p w:rsidR="005B3ED9" w:rsidRDefault="005B3ED9" w:rsidP="005B3ED9">
      <w:r>
        <w:t>445.2821</w:t>
      </w:r>
      <w:r>
        <w:tab/>
        <w:t>2.025e0</w:t>
      </w:r>
    </w:p>
    <w:p w:rsidR="005B3ED9" w:rsidRDefault="005B3ED9" w:rsidP="005B3ED9">
      <w:r>
        <w:t>445.2944</w:t>
      </w:r>
      <w:r>
        <w:tab/>
        <w:t>1.013e0</w:t>
      </w:r>
    </w:p>
    <w:p w:rsidR="005B3ED9" w:rsidRDefault="005B3ED9" w:rsidP="005B3ED9">
      <w:r>
        <w:t>445.3125</w:t>
      </w:r>
      <w:r>
        <w:tab/>
        <w:t>2.025e0</w:t>
      </w:r>
    </w:p>
    <w:p w:rsidR="005B3ED9" w:rsidRDefault="005B3ED9" w:rsidP="005B3ED9">
      <w:r>
        <w:t>445.3289</w:t>
      </w:r>
      <w:r>
        <w:tab/>
        <w:t>1.013e0</w:t>
      </w:r>
    </w:p>
    <w:p w:rsidR="005B3ED9" w:rsidRDefault="005B3ED9" w:rsidP="005B3ED9">
      <w:r>
        <w:t>445.3602</w:t>
      </w:r>
      <w:r>
        <w:tab/>
        <w:t>1.013e0</w:t>
      </w:r>
    </w:p>
    <w:p w:rsidR="005B3ED9" w:rsidRDefault="005B3ED9" w:rsidP="005B3ED9">
      <w:r>
        <w:t>445.4040</w:t>
      </w:r>
      <w:r>
        <w:tab/>
        <w:t>3.038e0</w:t>
      </w:r>
    </w:p>
    <w:p w:rsidR="005B3ED9" w:rsidRDefault="005B3ED9" w:rsidP="005B3ED9">
      <w:r>
        <w:lastRenderedPageBreak/>
        <w:t>445.4955</w:t>
      </w:r>
      <w:r>
        <w:tab/>
        <w:t>3.038e0</w:t>
      </w:r>
    </w:p>
    <w:p w:rsidR="005B3ED9" w:rsidRDefault="005B3ED9" w:rsidP="005B3ED9">
      <w:r>
        <w:t>445.5169</w:t>
      </w:r>
      <w:r>
        <w:tab/>
        <w:t>1.013e0</w:t>
      </w:r>
    </w:p>
    <w:p w:rsidR="005B3ED9" w:rsidRDefault="005B3ED9" w:rsidP="005B3ED9">
      <w:r>
        <w:t>445.6411</w:t>
      </w:r>
      <w:r>
        <w:tab/>
        <w:t>1.013e0</w:t>
      </w:r>
    </w:p>
    <w:p w:rsidR="005B3ED9" w:rsidRDefault="005B3ED9" w:rsidP="005B3ED9">
      <w:r>
        <w:t>445.6645</w:t>
      </w:r>
      <w:r>
        <w:tab/>
        <w:t>1.013e0</w:t>
      </w:r>
    </w:p>
    <w:p w:rsidR="005B3ED9" w:rsidRDefault="005B3ED9" w:rsidP="005B3ED9">
      <w:r>
        <w:t>445.8152</w:t>
      </w:r>
      <w:r>
        <w:tab/>
        <w:t>1.013e0</w:t>
      </w:r>
    </w:p>
    <w:p w:rsidR="005B3ED9" w:rsidRDefault="005B3ED9" w:rsidP="005B3ED9">
      <w:r>
        <w:t>445.8273</w:t>
      </w:r>
      <w:r>
        <w:tab/>
        <w:t>2.025e0</w:t>
      </w:r>
    </w:p>
    <w:p w:rsidR="005B3ED9" w:rsidRDefault="005B3ED9" w:rsidP="005B3ED9">
      <w:r>
        <w:t>445.8435</w:t>
      </w:r>
      <w:r>
        <w:tab/>
        <w:t>4.051e0</w:t>
      </w:r>
    </w:p>
    <w:p w:rsidR="005B3ED9" w:rsidRDefault="005B3ED9" w:rsidP="005B3ED9">
      <w:r>
        <w:t>445.9196</w:t>
      </w:r>
      <w:r>
        <w:tab/>
        <w:t>2.025e0</w:t>
      </w:r>
    </w:p>
    <w:p w:rsidR="005B3ED9" w:rsidRDefault="005B3ED9" w:rsidP="005B3ED9">
      <w:r>
        <w:t>445.9445</w:t>
      </w:r>
      <w:r>
        <w:tab/>
        <w:t>2.025e0</w:t>
      </w:r>
    </w:p>
    <w:p w:rsidR="005B3ED9" w:rsidRDefault="005B3ED9" w:rsidP="005B3ED9">
      <w:r>
        <w:t>445.9459</w:t>
      </w:r>
      <w:r>
        <w:tab/>
        <w:t>2.025e0</w:t>
      </w:r>
    </w:p>
    <w:p w:rsidR="005B3ED9" w:rsidRDefault="005B3ED9" w:rsidP="005B3ED9">
      <w:r>
        <w:t>445.9536</w:t>
      </w:r>
      <w:r>
        <w:tab/>
        <w:t>2.025e0</w:t>
      </w:r>
    </w:p>
    <w:p w:rsidR="005B3ED9" w:rsidRDefault="005B3ED9" w:rsidP="005B3ED9">
      <w:r>
        <w:t>446.0126</w:t>
      </w:r>
      <w:r>
        <w:tab/>
        <w:t>1.013e0</w:t>
      </w:r>
    </w:p>
    <w:p w:rsidR="005B3ED9" w:rsidRDefault="005B3ED9" w:rsidP="005B3ED9">
      <w:r>
        <w:t>446.1135</w:t>
      </w:r>
      <w:r>
        <w:tab/>
        <w:t>2.025e0</w:t>
      </w:r>
    </w:p>
    <w:p w:rsidR="005B3ED9" w:rsidRDefault="005B3ED9" w:rsidP="005B3ED9">
      <w:r>
        <w:t>446.1438</w:t>
      </w:r>
      <w:r>
        <w:tab/>
        <w:t>2.025e0</w:t>
      </w:r>
    </w:p>
    <w:p w:rsidR="005B3ED9" w:rsidRDefault="005B3ED9" w:rsidP="005B3ED9">
      <w:r>
        <w:t>446.1744</w:t>
      </w:r>
      <w:r>
        <w:tab/>
        <w:t>1.013e0</w:t>
      </w:r>
    </w:p>
    <w:p w:rsidR="005B3ED9" w:rsidRDefault="005B3ED9" w:rsidP="005B3ED9">
      <w:r>
        <w:t>446.1916</w:t>
      </w:r>
      <w:r>
        <w:tab/>
        <w:t>2.025e0</w:t>
      </w:r>
    </w:p>
    <w:p w:rsidR="005B3ED9" w:rsidRDefault="005B3ED9" w:rsidP="005B3ED9">
      <w:r>
        <w:t>446.2352</w:t>
      </w:r>
      <w:r>
        <w:tab/>
        <w:t>1.013e0</w:t>
      </w:r>
    </w:p>
    <w:p w:rsidR="005B3ED9" w:rsidRDefault="005B3ED9" w:rsidP="005B3ED9">
      <w:r>
        <w:t>446.2423</w:t>
      </w:r>
      <w:r>
        <w:tab/>
        <w:t>1.013e0</w:t>
      </w:r>
    </w:p>
    <w:p w:rsidR="005B3ED9" w:rsidRDefault="005B3ED9" w:rsidP="005B3ED9">
      <w:r>
        <w:t>446.2686</w:t>
      </w:r>
      <w:r>
        <w:tab/>
        <w:t>3.038e0</w:t>
      </w:r>
    </w:p>
    <w:p w:rsidR="005B3ED9" w:rsidRDefault="005B3ED9" w:rsidP="005B3ED9">
      <w:r>
        <w:lastRenderedPageBreak/>
        <w:t>446.2773</w:t>
      </w:r>
      <w:r>
        <w:tab/>
        <w:t>2.025e0</w:t>
      </w:r>
    </w:p>
    <w:p w:rsidR="005B3ED9" w:rsidRDefault="005B3ED9" w:rsidP="005B3ED9">
      <w:r>
        <w:t>446.3048</w:t>
      </w:r>
      <w:r>
        <w:tab/>
        <w:t>1.013e0</w:t>
      </w:r>
    </w:p>
    <w:p w:rsidR="005B3ED9" w:rsidRDefault="005B3ED9" w:rsidP="005B3ED9">
      <w:r>
        <w:t>446.3323</w:t>
      </w:r>
      <w:r>
        <w:tab/>
        <w:t>4.051e0</w:t>
      </w:r>
    </w:p>
    <w:p w:rsidR="005B3ED9" w:rsidRDefault="005B3ED9" w:rsidP="005B3ED9">
      <w:r>
        <w:t>446.3361</w:t>
      </w:r>
      <w:r>
        <w:tab/>
        <w:t>1.013e0</w:t>
      </w:r>
    </w:p>
    <w:p w:rsidR="005B3ED9" w:rsidRDefault="005B3ED9" w:rsidP="005B3ED9">
      <w:r>
        <w:t>446.3439</w:t>
      </w:r>
      <w:r>
        <w:tab/>
        <w:t>1.013e0</w:t>
      </w:r>
    </w:p>
    <w:p w:rsidR="005B3ED9" w:rsidRDefault="005B3ED9" w:rsidP="005B3ED9">
      <w:r>
        <w:t>446.4221</w:t>
      </w:r>
      <w:r>
        <w:tab/>
        <w:t>1.013e0</w:t>
      </w:r>
    </w:p>
    <w:p w:rsidR="005B3ED9" w:rsidRDefault="005B3ED9" w:rsidP="005B3ED9">
      <w:r>
        <w:t>446.4338</w:t>
      </w:r>
      <w:r>
        <w:tab/>
        <w:t>2.025e0</w:t>
      </w:r>
    </w:p>
    <w:p w:rsidR="005B3ED9" w:rsidRDefault="005B3ED9" w:rsidP="005B3ED9">
      <w:r>
        <w:t>446.4612</w:t>
      </w:r>
      <w:r>
        <w:tab/>
        <w:t>1.013e0</w:t>
      </w:r>
    </w:p>
    <w:p w:rsidR="005B3ED9" w:rsidRDefault="005B3ED9" w:rsidP="005B3ED9">
      <w:r>
        <w:t>446.5515</w:t>
      </w:r>
      <w:r>
        <w:tab/>
        <w:t>1.013e0</w:t>
      </w:r>
    </w:p>
    <w:p w:rsidR="005B3ED9" w:rsidRDefault="005B3ED9" w:rsidP="005B3ED9">
      <w:r>
        <w:t>446.5696</w:t>
      </w:r>
      <w:r>
        <w:tab/>
        <w:t>1.013e0</w:t>
      </w:r>
    </w:p>
    <w:p w:rsidR="005B3ED9" w:rsidRDefault="005B3ED9" w:rsidP="005B3ED9">
      <w:r>
        <w:t>446.6880</w:t>
      </w:r>
      <w:r>
        <w:tab/>
        <w:t>1.013e0</w:t>
      </w:r>
    </w:p>
    <w:p w:rsidR="005B3ED9" w:rsidRDefault="005B3ED9" w:rsidP="005B3ED9">
      <w:r>
        <w:t>446.7491</w:t>
      </w:r>
      <w:r>
        <w:tab/>
        <w:t>1.013e0</w:t>
      </w:r>
    </w:p>
    <w:p w:rsidR="005B3ED9" w:rsidRDefault="005B3ED9" w:rsidP="005B3ED9">
      <w:r>
        <w:t>446.8463</w:t>
      </w:r>
      <w:r>
        <w:tab/>
        <w:t>5.063e0</w:t>
      </w:r>
    </w:p>
    <w:p w:rsidR="005B3ED9" w:rsidRDefault="005B3ED9" w:rsidP="005B3ED9">
      <w:r>
        <w:t>446.8484</w:t>
      </w:r>
      <w:r>
        <w:tab/>
        <w:t>3.038e0</w:t>
      </w:r>
    </w:p>
    <w:p w:rsidR="005B3ED9" w:rsidRDefault="005B3ED9" w:rsidP="005B3ED9">
      <w:r>
        <w:t>446.8679</w:t>
      </w:r>
      <w:r>
        <w:tab/>
        <w:t>1.013e0</w:t>
      </w:r>
    </w:p>
    <w:p w:rsidR="005B3ED9" w:rsidRDefault="005B3ED9" w:rsidP="005B3ED9">
      <w:r>
        <w:t>446.8757</w:t>
      </w:r>
      <w:r>
        <w:tab/>
        <w:t>1.013e0</w:t>
      </w:r>
    </w:p>
    <w:p w:rsidR="005B3ED9" w:rsidRDefault="005B3ED9" w:rsidP="005B3ED9">
      <w:r>
        <w:t>446.8992</w:t>
      </w:r>
      <w:r>
        <w:tab/>
        <w:t>1.013e0</w:t>
      </w:r>
    </w:p>
    <w:p w:rsidR="005B3ED9" w:rsidRDefault="005B3ED9" w:rsidP="005B3ED9">
      <w:r>
        <w:t>446.9461</w:t>
      </w:r>
      <w:r>
        <w:tab/>
        <w:t>1.013e0</w:t>
      </w:r>
    </w:p>
    <w:p w:rsidR="005B3ED9" w:rsidRDefault="005B3ED9" w:rsidP="005B3ED9">
      <w:r>
        <w:t>446.9503</w:t>
      </w:r>
      <w:r>
        <w:tab/>
        <w:t>1.013e0</w:t>
      </w:r>
    </w:p>
    <w:p w:rsidR="005B3ED9" w:rsidRDefault="005B3ED9" w:rsidP="005B3ED9">
      <w:r>
        <w:lastRenderedPageBreak/>
        <w:t>446.9897</w:t>
      </w:r>
      <w:r>
        <w:tab/>
        <w:t>1.013e0</w:t>
      </w:r>
    </w:p>
    <w:p w:rsidR="005B3ED9" w:rsidRDefault="005B3ED9" w:rsidP="005B3ED9">
      <w:r>
        <w:t>447.0401</w:t>
      </w:r>
      <w:r>
        <w:tab/>
        <w:t>2.025e0</w:t>
      </w:r>
    </w:p>
    <w:p w:rsidR="005B3ED9" w:rsidRDefault="005B3ED9" w:rsidP="005B3ED9">
      <w:r>
        <w:t>447.0613</w:t>
      </w:r>
      <w:r>
        <w:tab/>
        <w:t>4.051e0</w:t>
      </w:r>
    </w:p>
    <w:p w:rsidR="005B3ED9" w:rsidRDefault="005B3ED9" w:rsidP="005B3ED9">
      <w:r>
        <w:t>447.0792</w:t>
      </w:r>
      <w:r>
        <w:tab/>
        <w:t>1.013e0</w:t>
      </w:r>
    </w:p>
    <w:p w:rsidR="005B3ED9" w:rsidRDefault="005B3ED9" w:rsidP="005B3ED9">
      <w:r>
        <w:t>447.1119</w:t>
      </w:r>
      <w:r>
        <w:tab/>
        <w:t>1.013e0</w:t>
      </w:r>
    </w:p>
    <w:p w:rsidR="005B3ED9" w:rsidRDefault="005B3ED9" w:rsidP="005B3ED9">
      <w:r>
        <w:t>447.1479</w:t>
      </w:r>
      <w:r>
        <w:tab/>
        <w:t>1.013e0</w:t>
      </w:r>
    </w:p>
    <w:p w:rsidR="005B3ED9" w:rsidRDefault="005B3ED9" w:rsidP="005B3ED9">
      <w:r>
        <w:t>447.1929</w:t>
      </w:r>
      <w:r>
        <w:tab/>
        <w:t>2.025e0</w:t>
      </w:r>
    </w:p>
    <w:p w:rsidR="005B3ED9" w:rsidRDefault="005B3ED9" w:rsidP="005B3ED9">
      <w:r>
        <w:t>447.2323</w:t>
      </w:r>
      <w:r>
        <w:tab/>
        <w:t>2.025e0</w:t>
      </w:r>
    </w:p>
    <w:p w:rsidR="005B3ED9" w:rsidRDefault="005B3ED9" w:rsidP="005B3ED9">
      <w:r>
        <w:t>447.2470</w:t>
      </w:r>
      <w:r>
        <w:tab/>
        <w:t>2.025e0</w:t>
      </w:r>
    </w:p>
    <w:p w:rsidR="005B3ED9" w:rsidRDefault="005B3ED9" w:rsidP="005B3ED9">
      <w:r>
        <w:t>447.2791</w:t>
      </w:r>
      <w:r>
        <w:tab/>
        <w:t>2.025e0</w:t>
      </w:r>
    </w:p>
    <w:p w:rsidR="005B3ED9" w:rsidRDefault="005B3ED9" w:rsidP="005B3ED9">
      <w:r>
        <w:t>447.2852</w:t>
      </w:r>
      <w:r>
        <w:tab/>
        <w:t>4.051e0</w:t>
      </w:r>
    </w:p>
    <w:p w:rsidR="005B3ED9" w:rsidRDefault="005B3ED9" w:rsidP="005B3ED9">
      <w:r>
        <w:t>447.2914</w:t>
      </w:r>
      <w:r>
        <w:tab/>
        <w:t>1.013e0</w:t>
      </w:r>
    </w:p>
    <w:p w:rsidR="005B3ED9" w:rsidRDefault="005B3ED9" w:rsidP="005B3ED9">
      <w:r>
        <w:t>447.3532</w:t>
      </w:r>
      <w:r>
        <w:tab/>
        <w:t>1.013e0</w:t>
      </w:r>
    </w:p>
    <w:p w:rsidR="005B3ED9" w:rsidRDefault="005B3ED9" w:rsidP="005B3ED9">
      <w:r>
        <w:t>447.4551</w:t>
      </w:r>
      <w:r>
        <w:tab/>
        <w:t>1.013e0</w:t>
      </w:r>
    </w:p>
    <w:p w:rsidR="005B3ED9" w:rsidRDefault="005B3ED9" w:rsidP="005B3ED9">
      <w:r>
        <w:t>447.4858</w:t>
      </w:r>
      <w:r>
        <w:tab/>
        <w:t>1.013e0</w:t>
      </w:r>
    </w:p>
    <w:p w:rsidR="005B3ED9" w:rsidRDefault="005B3ED9" w:rsidP="005B3ED9">
      <w:r>
        <w:t>447.5020</w:t>
      </w:r>
      <w:r>
        <w:tab/>
        <w:t>1.013e0</w:t>
      </w:r>
    </w:p>
    <w:p w:rsidR="005B3ED9" w:rsidRDefault="005B3ED9" w:rsidP="005B3ED9">
      <w:r>
        <w:t>447.5502</w:t>
      </w:r>
      <w:r>
        <w:tab/>
        <w:t>1.013e0</w:t>
      </w:r>
    </w:p>
    <w:p w:rsidR="005B3ED9" w:rsidRDefault="005B3ED9" w:rsidP="005B3ED9">
      <w:r>
        <w:t>447.5862</w:t>
      </w:r>
      <w:r>
        <w:tab/>
        <w:t>1.013e0</w:t>
      </w:r>
    </w:p>
    <w:p w:rsidR="005B3ED9" w:rsidRDefault="005B3ED9" w:rsidP="005B3ED9">
      <w:r>
        <w:t>447.7298</w:t>
      </w:r>
      <w:r>
        <w:tab/>
        <w:t>1.013e0</w:t>
      </w:r>
    </w:p>
    <w:p w:rsidR="005B3ED9" w:rsidRDefault="005B3ED9" w:rsidP="005B3ED9">
      <w:r>
        <w:lastRenderedPageBreak/>
        <w:t>447.8155</w:t>
      </w:r>
      <w:r>
        <w:tab/>
        <w:t>1.013e0</w:t>
      </w:r>
    </w:p>
    <w:p w:rsidR="005B3ED9" w:rsidRDefault="005B3ED9" w:rsidP="005B3ED9">
      <w:r>
        <w:t>447.8485</w:t>
      </w:r>
      <w:r>
        <w:tab/>
        <w:t>1.013e0</w:t>
      </w:r>
    </w:p>
    <w:p w:rsidR="005B3ED9" w:rsidRDefault="005B3ED9" w:rsidP="005B3ED9">
      <w:r>
        <w:t>447.8500</w:t>
      </w:r>
      <w:r>
        <w:tab/>
        <w:t>2.025e0</w:t>
      </w:r>
    </w:p>
    <w:p w:rsidR="005B3ED9" w:rsidRDefault="005B3ED9" w:rsidP="005B3ED9">
      <w:r>
        <w:t>447.9241</w:t>
      </w:r>
      <w:r>
        <w:tab/>
        <w:t>1.013e0</w:t>
      </w:r>
    </w:p>
    <w:p w:rsidR="005B3ED9" w:rsidRDefault="005B3ED9" w:rsidP="005B3ED9">
      <w:r>
        <w:t>447.9567</w:t>
      </w:r>
      <w:r>
        <w:tab/>
        <w:t>2.025e0</w:t>
      </w:r>
    </w:p>
    <w:p w:rsidR="005B3ED9" w:rsidRDefault="005B3ED9" w:rsidP="005B3ED9">
      <w:r>
        <w:t>448.0115</w:t>
      </w:r>
      <w:r>
        <w:tab/>
        <w:t>1.013e0</w:t>
      </w:r>
    </w:p>
    <w:p w:rsidR="005B3ED9" w:rsidRDefault="005B3ED9" w:rsidP="005B3ED9">
      <w:r>
        <w:t>448.1606</w:t>
      </w:r>
      <w:r>
        <w:tab/>
        <w:t>2.025e0</w:t>
      </w:r>
    </w:p>
    <w:p w:rsidR="005B3ED9" w:rsidRDefault="005B3ED9" w:rsidP="005B3ED9">
      <w:r>
        <w:t>448.1998</w:t>
      </w:r>
      <w:r>
        <w:tab/>
        <w:t>2.025e0</w:t>
      </w:r>
    </w:p>
    <w:p w:rsidR="005B3ED9" w:rsidRDefault="005B3ED9" w:rsidP="005B3ED9">
      <w:r>
        <w:t>448.2069</w:t>
      </w:r>
      <w:r>
        <w:tab/>
        <w:t>4.051e0</w:t>
      </w:r>
    </w:p>
    <w:p w:rsidR="005B3ED9" w:rsidRDefault="005B3ED9" w:rsidP="005B3ED9">
      <w:r>
        <w:t>448.2472</w:t>
      </w:r>
      <w:r>
        <w:tab/>
        <w:t>1.013e0</w:t>
      </w:r>
    </w:p>
    <w:p w:rsidR="005B3ED9" w:rsidRDefault="005B3ED9" w:rsidP="005B3ED9">
      <w:r>
        <w:t>448.2546</w:t>
      </w:r>
      <w:r>
        <w:tab/>
        <w:t>2.025e0</w:t>
      </w:r>
    </w:p>
    <w:p w:rsidR="005B3ED9" w:rsidRDefault="005B3ED9" w:rsidP="005B3ED9">
      <w:r>
        <w:t>448.2655</w:t>
      </w:r>
      <w:r>
        <w:tab/>
        <w:t>1.013e0</w:t>
      </w:r>
    </w:p>
    <w:p w:rsidR="005B3ED9" w:rsidRDefault="005B3ED9" w:rsidP="005B3ED9">
      <w:r>
        <w:t>448.3016</w:t>
      </w:r>
      <w:r>
        <w:tab/>
        <w:t>1.013e0</w:t>
      </w:r>
    </w:p>
    <w:p w:rsidR="005B3ED9" w:rsidRDefault="005B3ED9" w:rsidP="005B3ED9">
      <w:r>
        <w:t>448.3096</w:t>
      </w:r>
      <w:r>
        <w:tab/>
        <w:t>2.025e0</w:t>
      </w:r>
    </w:p>
    <w:p w:rsidR="005B3ED9" w:rsidRDefault="005B3ED9" w:rsidP="005B3ED9">
      <w:r>
        <w:t>448.3841</w:t>
      </w:r>
      <w:r>
        <w:tab/>
        <w:t>1.013e0</w:t>
      </w:r>
    </w:p>
    <w:p w:rsidR="005B3ED9" w:rsidRDefault="005B3ED9" w:rsidP="005B3ED9">
      <w:r>
        <w:t>448.3901</w:t>
      </w:r>
      <w:r>
        <w:tab/>
        <w:t>3.038e0</w:t>
      </w:r>
    </w:p>
    <w:p w:rsidR="005B3ED9" w:rsidRDefault="005B3ED9" w:rsidP="005B3ED9">
      <w:r>
        <w:t>448.5294</w:t>
      </w:r>
      <w:r>
        <w:tab/>
        <w:t>1.013e0</w:t>
      </w:r>
    </w:p>
    <w:p w:rsidR="005B3ED9" w:rsidRDefault="005B3ED9" w:rsidP="005B3ED9">
      <w:r>
        <w:t>448.6428</w:t>
      </w:r>
      <w:r>
        <w:tab/>
        <w:t>1.013e0</w:t>
      </w:r>
    </w:p>
    <w:p w:rsidR="005B3ED9" w:rsidRDefault="005B3ED9" w:rsidP="005B3ED9">
      <w:r>
        <w:t>448.7258</w:t>
      </w:r>
      <w:r>
        <w:tab/>
        <w:t>1.013e0</w:t>
      </w:r>
    </w:p>
    <w:p w:rsidR="005B3ED9" w:rsidRDefault="005B3ED9" w:rsidP="005B3ED9">
      <w:r>
        <w:lastRenderedPageBreak/>
        <w:t>448.7614</w:t>
      </w:r>
      <w:r>
        <w:tab/>
        <w:t>1.013e0</w:t>
      </w:r>
    </w:p>
    <w:p w:rsidR="005B3ED9" w:rsidRDefault="005B3ED9" w:rsidP="005B3ED9">
      <w:r>
        <w:t>448.7729</w:t>
      </w:r>
      <w:r>
        <w:tab/>
        <w:t>2.025e0</w:t>
      </w:r>
    </w:p>
    <w:p w:rsidR="005B3ED9" w:rsidRDefault="005B3ED9" w:rsidP="005B3ED9">
      <w:r>
        <w:t>448.8621</w:t>
      </w:r>
      <w:r>
        <w:tab/>
        <w:t>1.013e0</w:t>
      </w:r>
    </w:p>
    <w:p w:rsidR="005B3ED9" w:rsidRDefault="005B3ED9" w:rsidP="005B3ED9">
      <w:r>
        <w:t>448.8750</w:t>
      </w:r>
      <w:r>
        <w:tab/>
        <w:t>1.013e0</w:t>
      </w:r>
    </w:p>
    <w:p w:rsidR="005B3ED9" w:rsidRDefault="005B3ED9" w:rsidP="005B3ED9">
      <w:r>
        <w:t>448.8983</w:t>
      </w:r>
      <w:r>
        <w:tab/>
        <w:t>1.013e0</w:t>
      </w:r>
    </w:p>
    <w:p w:rsidR="005B3ED9" w:rsidRDefault="005B3ED9" w:rsidP="005B3ED9">
      <w:r>
        <w:t>448.9321</w:t>
      </w:r>
      <w:r>
        <w:tab/>
        <w:t>2.025e0</w:t>
      </w:r>
    </w:p>
    <w:p w:rsidR="005B3ED9" w:rsidRDefault="005B3ED9" w:rsidP="005B3ED9">
      <w:r>
        <w:t>448.9378</w:t>
      </w:r>
      <w:r>
        <w:tab/>
        <w:t>1.013e0</w:t>
      </w:r>
    </w:p>
    <w:p w:rsidR="005B3ED9" w:rsidRDefault="005B3ED9" w:rsidP="005B3ED9">
      <w:r>
        <w:t>449.0479</w:t>
      </w:r>
      <w:r>
        <w:tab/>
        <w:t>1.013e0</w:t>
      </w:r>
    </w:p>
    <w:p w:rsidR="005B3ED9" w:rsidRDefault="005B3ED9" w:rsidP="005B3ED9">
      <w:r>
        <w:t>449.0950</w:t>
      </w:r>
      <w:r>
        <w:tab/>
        <w:t>1.013e0</w:t>
      </w:r>
    </w:p>
    <w:p w:rsidR="005B3ED9" w:rsidRDefault="005B3ED9" w:rsidP="005B3ED9">
      <w:r>
        <w:t>449.1344</w:t>
      </w:r>
      <w:r>
        <w:tab/>
        <w:t>1.013e0</w:t>
      </w:r>
    </w:p>
    <w:p w:rsidR="005B3ED9" w:rsidRDefault="005B3ED9" w:rsidP="005B3ED9">
      <w:r>
        <w:t>449.1460</w:t>
      </w:r>
      <w:r>
        <w:tab/>
        <w:t>2.025e0</w:t>
      </w:r>
    </w:p>
    <w:p w:rsidR="005B3ED9" w:rsidRDefault="005B3ED9" w:rsidP="005B3ED9">
      <w:r>
        <w:t>449.1664</w:t>
      </w:r>
      <w:r>
        <w:tab/>
        <w:t>2.025e0</w:t>
      </w:r>
    </w:p>
    <w:p w:rsidR="005B3ED9" w:rsidRDefault="005B3ED9" w:rsidP="005B3ED9">
      <w:r>
        <w:t>449.2051</w:t>
      </w:r>
      <w:r>
        <w:tab/>
        <w:t>1.013e0</w:t>
      </w:r>
    </w:p>
    <w:p w:rsidR="005B3ED9" w:rsidRDefault="005B3ED9" w:rsidP="005B3ED9">
      <w:r>
        <w:t>449.2213</w:t>
      </w:r>
      <w:r>
        <w:tab/>
        <w:t>2.025e0</w:t>
      </w:r>
    </w:p>
    <w:p w:rsidR="005B3ED9" w:rsidRDefault="005B3ED9" w:rsidP="005B3ED9">
      <w:r>
        <w:t>449.2361</w:t>
      </w:r>
      <w:r>
        <w:tab/>
        <w:t>1.013e0</w:t>
      </w:r>
    </w:p>
    <w:p w:rsidR="005B3ED9" w:rsidRDefault="005B3ED9" w:rsidP="005B3ED9">
      <w:r>
        <w:t>449.2680</w:t>
      </w:r>
      <w:r>
        <w:tab/>
        <w:t>1.013e0</w:t>
      </w:r>
    </w:p>
    <w:p w:rsidR="005B3ED9" w:rsidRDefault="005B3ED9" w:rsidP="005B3ED9">
      <w:r>
        <w:t>449.3309</w:t>
      </w:r>
      <w:r>
        <w:tab/>
        <w:t>1.013e0</w:t>
      </w:r>
    </w:p>
    <w:p w:rsidR="005B3ED9" w:rsidRDefault="005B3ED9" w:rsidP="005B3ED9">
      <w:r>
        <w:t>449.3401</w:t>
      </w:r>
      <w:r>
        <w:tab/>
        <w:t>1.013e0</w:t>
      </w:r>
    </w:p>
    <w:p w:rsidR="005B3ED9" w:rsidRDefault="005B3ED9" w:rsidP="005B3ED9">
      <w:r>
        <w:t>449.3440</w:t>
      </w:r>
      <w:r>
        <w:tab/>
        <w:t>3.038e0</w:t>
      </w:r>
    </w:p>
    <w:p w:rsidR="005B3ED9" w:rsidRDefault="005B3ED9" w:rsidP="005B3ED9">
      <w:r>
        <w:lastRenderedPageBreak/>
        <w:t>449.4016</w:t>
      </w:r>
      <w:r>
        <w:tab/>
        <w:t>1.013e0</w:t>
      </w:r>
    </w:p>
    <w:p w:rsidR="005B3ED9" w:rsidRDefault="005B3ED9" w:rsidP="005B3ED9">
      <w:r>
        <w:t>449.4174</w:t>
      </w:r>
      <w:r>
        <w:tab/>
        <w:t>2.025e0</w:t>
      </w:r>
    </w:p>
    <w:p w:rsidR="005B3ED9" w:rsidRDefault="005B3ED9" w:rsidP="005B3ED9">
      <w:r>
        <w:t>449.5775</w:t>
      </w:r>
      <w:r>
        <w:tab/>
        <w:t>1.013e0</w:t>
      </w:r>
    </w:p>
    <w:p w:rsidR="005B3ED9" w:rsidRDefault="005B3ED9" w:rsidP="005B3ED9">
      <w:r>
        <w:t>449.6849</w:t>
      </w:r>
      <w:r>
        <w:tab/>
        <w:t>1.013e0</w:t>
      </w:r>
    </w:p>
    <w:p w:rsidR="005B3ED9" w:rsidRDefault="005B3ED9" w:rsidP="005B3ED9">
      <w:r>
        <w:t>449.8147</w:t>
      </w:r>
      <w:r>
        <w:tab/>
        <w:t>1.013e0</w:t>
      </w:r>
    </w:p>
    <w:p w:rsidR="005B3ED9" w:rsidRDefault="005B3ED9" w:rsidP="005B3ED9">
      <w:r>
        <w:t>449.8187</w:t>
      </w:r>
      <w:r>
        <w:tab/>
        <w:t>1.013e0</w:t>
      </w:r>
    </w:p>
    <w:p w:rsidR="005B3ED9" w:rsidRDefault="005B3ED9" w:rsidP="005B3ED9">
      <w:r>
        <w:t>449.8327</w:t>
      </w:r>
      <w:r>
        <w:tab/>
        <w:t>1.013e0</w:t>
      </w:r>
    </w:p>
    <w:p w:rsidR="005B3ED9" w:rsidRDefault="005B3ED9" w:rsidP="005B3ED9">
      <w:r>
        <w:t>449.8723</w:t>
      </w:r>
      <w:r>
        <w:tab/>
        <w:t>1.013e0</w:t>
      </w:r>
    </w:p>
    <w:p w:rsidR="005B3ED9" w:rsidRDefault="005B3ED9" w:rsidP="005B3ED9">
      <w:r>
        <w:t>449.9119</w:t>
      </w:r>
      <w:r>
        <w:tab/>
        <w:t>1.013e0</w:t>
      </w:r>
    </w:p>
    <w:p w:rsidR="005B3ED9" w:rsidRDefault="005B3ED9" w:rsidP="005B3ED9">
      <w:r>
        <w:t>449.9514</w:t>
      </w:r>
      <w:r>
        <w:tab/>
        <w:t>1.013e0</w:t>
      </w:r>
    </w:p>
    <w:p w:rsidR="005B3ED9" w:rsidRDefault="005B3ED9" w:rsidP="005B3ED9">
      <w:r>
        <w:t>450.0077</w:t>
      </w:r>
      <w:r>
        <w:tab/>
        <w:t>1.013e0</w:t>
      </w:r>
    </w:p>
    <w:p w:rsidR="005B3ED9" w:rsidRDefault="005B3ED9" w:rsidP="005B3ED9">
      <w:r>
        <w:t>450.0234</w:t>
      </w:r>
      <w:r>
        <w:tab/>
        <w:t>1.013e0</w:t>
      </w:r>
    </w:p>
    <w:p w:rsidR="005B3ED9" w:rsidRDefault="005B3ED9" w:rsidP="005B3ED9">
      <w:r>
        <w:t>450.0599</w:t>
      </w:r>
      <w:r>
        <w:tab/>
        <w:t>2.025e0</w:t>
      </w:r>
    </w:p>
    <w:p w:rsidR="005B3ED9" w:rsidRDefault="005B3ED9" w:rsidP="005B3ED9">
      <w:r>
        <w:t>450.0785</w:t>
      </w:r>
      <w:r>
        <w:tab/>
        <w:t>2.025e0</w:t>
      </w:r>
    </w:p>
    <w:p w:rsidR="005B3ED9" w:rsidRDefault="005B3ED9" w:rsidP="005B3ED9">
      <w:r>
        <w:t>450.1311</w:t>
      </w:r>
      <w:r>
        <w:tab/>
        <w:t>1.013e0</w:t>
      </w:r>
    </w:p>
    <w:p w:rsidR="005B3ED9" w:rsidRDefault="005B3ED9" w:rsidP="005B3ED9">
      <w:r>
        <w:t>450.1415</w:t>
      </w:r>
      <w:r>
        <w:tab/>
        <w:t>1.013e0</w:t>
      </w:r>
    </w:p>
    <w:p w:rsidR="005B3ED9" w:rsidRDefault="005B3ED9" w:rsidP="005B3ED9">
      <w:r>
        <w:t>450.1537</w:t>
      </w:r>
      <w:r>
        <w:tab/>
        <w:t>2.025e0</w:t>
      </w:r>
    </w:p>
    <w:p w:rsidR="005B3ED9" w:rsidRDefault="005B3ED9" w:rsidP="005B3ED9">
      <w:r>
        <w:t>450.1706</w:t>
      </w:r>
      <w:r>
        <w:tab/>
        <w:t>1.013e0</w:t>
      </w:r>
    </w:p>
    <w:p w:rsidR="005B3ED9" w:rsidRDefault="005B3ED9" w:rsidP="005B3ED9">
      <w:r>
        <w:t>450.2440</w:t>
      </w:r>
      <w:r>
        <w:tab/>
        <w:t>1.013e0</w:t>
      </w:r>
    </w:p>
    <w:p w:rsidR="005B3ED9" w:rsidRDefault="005B3ED9" w:rsidP="005B3ED9">
      <w:r>
        <w:lastRenderedPageBreak/>
        <w:t>450.2713</w:t>
      </w:r>
      <w:r>
        <w:tab/>
        <w:t>1.013e0</w:t>
      </w:r>
    </w:p>
    <w:p w:rsidR="005B3ED9" w:rsidRDefault="005B3ED9" w:rsidP="005B3ED9">
      <w:r>
        <w:t>450.2893</w:t>
      </w:r>
      <w:r>
        <w:tab/>
        <w:t>1.013e0</w:t>
      </w:r>
    </w:p>
    <w:p w:rsidR="005B3ED9" w:rsidRDefault="005B3ED9" w:rsidP="005B3ED9">
      <w:r>
        <w:t>450.2991</w:t>
      </w:r>
      <w:r>
        <w:tab/>
        <w:t>1.013e0</w:t>
      </w:r>
    </w:p>
    <w:p w:rsidR="005B3ED9" w:rsidRDefault="005B3ED9" w:rsidP="005B3ED9">
      <w:r>
        <w:t>450.3548</w:t>
      </w:r>
      <w:r>
        <w:tab/>
        <w:t>2.025e0</w:t>
      </w:r>
    </w:p>
    <w:p w:rsidR="005B3ED9" w:rsidRDefault="005B3ED9" w:rsidP="005B3ED9">
      <w:r>
        <w:t>450.3571</w:t>
      </w:r>
      <w:r>
        <w:tab/>
        <w:t>2.025e0</w:t>
      </w:r>
    </w:p>
    <w:p w:rsidR="005B3ED9" w:rsidRDefault="005B3ED9" w:rsidP="005B3ED9">
      <w:r>
        <w:t>450.3858</w:t>
      </w:r>
      <w:r>
        <w:tab/>
        <w:t>1.013e0</w:t>
      </w:r>
    </w:p>
    <w:p w:rsidR="005B3ED9" w:rsidRDefault="005B3ED9" w:rsidP="005B3ED9">
      <w:r>
        <w:t>450.4115</w:t>
      </w:r>
      <w:r>
        <w:tab/>
        <w:t>1.013e0</w:t>
      </w:r>
    </w:p>
    <w:p w:rsidR="005B3ED9" w:rsidRDefault="005B3ED9" w:rsidP="005B3ED9">
      <w:r>
        <w:t>450.4546</w:t>
      </w:r>
      <w:r>
        <w:tab/>
        <w:t>2.025e0</w:t>
      </w:r>
    </w:p>
    <w:p w:rsidR="005B3ED9" w:rsidRDefault="005B3ED9" w:rsidP="005B3ED9">
      <w:r>
        <w:t>450.4996</w:t>
      </w:r>
      <w:r>
        <w:tab/>
        <w:t>2.025e0</w:t>
      </w:r>
    </w:p>
    <w:p w:rsidR="005B3ED9" w:rsidRDefault="005B3ED9" w:rsidP="005B3ED9">
      <w:r>
        <w:t>450.5040</w:t>
      </w:r>
      <w:r>
        <w:tab/>
        <w:t>1.013e0</w:t>
      </w:r>
    </w:p>
    <w:p w:rsidR="005B3ED9" w:rsidRDefault="005B3ED9" w:rsidP="005B3ED9">
      <w:r>
        <w:t>450.5482</w:t>
      </w:r>
      <w:r>
        <w:tab/>
        <w:t>1.013e0</w:t>
      </w:r>
    </w:p>
    <w:p w:rsidR="005B3ED9" w:rsidRDefault="005B3ED9" w:rsidP="005B3ED9">
      <w:r>
        <w:t>450.5715</w:t>
      </w:r>
      <w:r>
        <w:tab/>
        <w:t>2.025e0</w:t>
      </w:r>
    </w:p>
    <w:p w:rsidR="005B3ED9" w:rsidRDefault="005B3ED9" w:rsidP="005B3ED9">
      <w:r>
        <w:t>450.6094</w:t>
      </w:r>
      <w:r>
        <w:tab/>
        <w:t>1.013e0</w:t>
      </w:r>
    </w:p>
    <w:p w:rsidR="005B3ED9" w:rsidRDefault="005B3ED9" w:rsidP="005B3ED9">
      <w:r>
        <w:t>450.6143</w:t>
      </w:r>
      <w:r>
        <w:tab/>
        <w:t>1.013e0</w:t>
      </w:r>
    </w:p>
    <w:p w:rsidR="005B3ED9" w:rsidRDefault="005B3ED9" w:rsidP="005B3ED9">
      <w:r>
        <w:t>450.6490</w:t>
      </w:r>
      <w:r>
        <w:tab/>
        <w:t>1.013e0</w:t>
      </w:r>
    </w:p>
    <w:p w:rsidR="005B3ED9" w:rsidRDefault="005B3ED9" w:rsidP="005B3ED9">
      <w:r>
        <w:t>450.7563</w:t>
      </w:r>
      <w:r>
        <w:tab/>
        <w:t>1.013e0</w:t>
      </w:r>
    </w:p>
    <w:p w:rsidR="005B3ED9" w:rsidRDefault="005B3ED9" w:rsidP="005B3ED9">
      <w:r>
        <w:t>450.8952</w:t>
      </w:r>
      <w:r>
        <w:tab/>
        <w:t>2.025e0</w:t>
      </w:r>
    </w:p>
    <w:p w:rsidR="005B3ED9" w:rsidRDefault="005B3ED9" w:rsidP="005B3ED9">
      <w:r>
        <w:t>450.9609</w:t>
      </w:r>
      <w:r>
        <w:tab/>
        <w:t>2.025e0</w:t>
      </w:r>
    </w:p>
    <w:p w:rsidR="005B3ED9" w:rsidRDefault="005B3ED9" w:rsidP="005B3ED9">
      <w:r>
        <w:t>451.0008</w:t>
      </w:r>
      <w:r>
        <w:tab/>
        <w:t>1.013e0</w:t>
      </w:r>
    </w:p>
    <w:p w:rsidR="005B3ED9" w:rsidRDefault="005B3ED9" w:rsidP="005B3ED9">
      <w:r>
        <w:lastRenderedPageBreak/>
        <w:t>451.0171</w:t>
      </w:r>
      <w:r>
        <w:tab/>
        <w:t>2.025e0</w:t>
      </w:r>
    </w:p>
    <w:p w:rsidR="005B3ED9" w:rsidRDefault="005B3ED9" w:rsidP="005B3ED9">
      <w:r>
        <w:t>451.0840</w:t>
      </w:r>
      <w:r>
        <w:tab/>
        <w:t>1.013e0</w:t>
      </w:r>
    </w:p>
    <w:p w:rsidR="005B3ED9" w:rsidRDefault="005B3ED9" w:rsidP="005B3ED9">
      <w:r>
        <w:t>451.1271</w:t>
      </w:r>
      <w:r>
        <w:tab/>
        <w:t>1.013e0</w:t>
      </w:r>
    </w:p>
    <w:p w:rsidR="005B3ED9" w:rsidRDefault="005B3ED9" w:rsidP="005B3ED9">
      <w:r>
        <w:t>451.1587</w:t>
      </w:r>
      <w:r>
        <w:tab/>
        <w:t>1.013e0</w:t>
      </w:r>
    </w:p>
    <w:p w:rsidR="005B3ED9" w:rsidRDefault="005B3ED9" w:rsidP="005B3ED9">
      <w:r>
        <w:t>451.1745</w:t>
      </w:r>
      <w:r>
        <w:tab/>
        <w:t>1.013e0</w:t>
      </w:r>
    </w:p>
    <w:p w:rsidR="005B3ED9" w:rsidRDefault="005B3ED9" w:rsidP="005B3ED9">
      <w:r>
        <w:t>451.2061</w:t>
      </w:r>
      <w:r>
        <w:tab/>
        <w:t>1.013e0</w:t>
      </w:r>
    </w:p>
    <w:p w:rsidR="005B3ED9" w:rsidRDefault="005B3ED9" w:rsidP="005B3ED9">
      <w:r>
        <w:t>451.2480</w:t>
      </w:r>
      <w:r>
        <w:tab/>
        <w:t>2.025e0</w:t>
      </w:r>
    </w:p>
    <w:p w:rsidR="005B3ED9" w:rsidRDefault="005B3ED9" w:rsidP="005B3ED9">
      <w:r>
        <w:t>451.2561</w:t>
      </w:r>
      <w:r>
        <w:tab/>
        <w:t>3.038e0</w:t>
      </w:r>
    </w:p>
    <w:p w:rsidR="005B3ED9" w:rsidRDefault="005B3ED9" w:rsidP="005B3ED9">
      <w:r>
        <w:t>451.2657</w:t>
      </w:r>
      <w:r>
        <w:tab/>
        <w:t>2.025e0</w:t>
      </w:r>
    </w:p>
    <w:p w:rsidR="005B3ED9" w:rsidRDefault="005B3ED9" w:rsidP="005B3ED9">
      <w:r>
        <w:t>451.2818</w:t>
      </w:r>
      <w:r>
        <w:tab/>
        <w:t>1.013e0</w:t>
      </w:r>
    </w:p>
    <w:p w:rsidR="005B3ED9" w:rsidRDefault="005B3ED9" w:rsidP="005B3ED9">
      <w:r>
        <w:t>451.3431</w:t>
      </w:r>
      <w:r>
        <w:tab/>
        <w:t>1.013e0</w:t>
      </w:r>
    </w:p>
    <w:p w:rsidR="005B3ED9" w:rsidRDefault="005B3ED9" w:rsidP="005B3ED9">
      <w:r>
        <w:t>451.3482</w:t>
      </w:r>
      <w:r>
        <w:tab/>
        <w:t>1.013e0</w:t>
      </w:r>
    </w:p>
    <w:p w:rsidR="005B3ED9" w:rsidRDefault="005B3ED9" w:rsidP="005B3ED9">
      <w:r>
        <w:t>451.3560</w:t>
      </w:r>
      <w:r>
        <w:tab/>
        <w:t>1.013e0</w:t>
      </w:r>
    </w:p>
    <w:p w:rsidR="005B3ED9" w:rsidRDefault="005B3ED9" w:rsidP="005B3ED9">
      <w:r>
        <w:t>451.3877</w:t>
      </w:r>
      <w:r>
        <w:tab/>
        <w:t>1.013e0</w:t>
      </w:r>
    </w:p>
    <w:p w:rsidR="005B3ED9" w:rsidRDefault="005B3ED9" w:rsidP="005B3ED9">
      <w:r>
        <w:t>451.4617</w:t>
      </w:r>
      <w:r>
        <w:tab/>
        <w:t>1.013e0</w:t>
      </w:r>
    </w:p>
    <w:p w:rsidR="005B3ED9" w:rsidRDefault="005B3ED9" w:rsidP="005B3ED9">
      <w:r>
        <w:t>451.5061</w:t>
      </w:r>
      <w:r>
        <w:tab/>
        <w:t>1.013e0</w:t>
      </w:r>
    </w:p>
    <w:p w:rsidR="005B3ED9" w:rsidRDefault="005B3ED9" w:rsidP="005B3ED9">
      <w:r>
        <w:t>451.5555</w:t>
      </w:r>
      <w:r>
        <w:tab/>
        <w:t>2.025e0</w:t>
      </w:r>
    </w:p>
    <w:p w:rsidR="005B3ED9" w:rsidRDefault="005B3ED9" w:rsidP="005B3ED9">
      <w:r>
        <w:t>451.6595</w:t>
      </w:r>
      <w:r>
        <w:tab/>
        <w:t>1.013e0</w:t>
      </w:r>
    </w:p>
    <w:p w:rsidR="005B3ED9" w:rsidRDefault="005B3ED9" w:rsidP="005B3ED9">
      <w:r>
        <w:t>451.7170</w:t>
      </w:r>
      <w:r>
        <w:tab/>
        <w:t>1.013e0</w:t>
      </w:r>
    </w:p>
    <w:p w:rsidR="005B3ED9" w:rsidRDefault="005B3ED9" w:rsidP="005B3ED9">
      <w:r>
        <w:lastRenderedPageBreak/>
        <w:t>451.7997</w:t>
      </w:r>
      <w:r>
        <w:tab/>
        <w:t>1.013e0</w:t>
      </w:r>
    </w:p>
    <w:p w:rsidR="005B3ED9" w:rsidRDefault="005B3ED9" w:rsidP="005B3ED9">
      <w:r>
        <w:t>451.8969</w:t>
      </w:r>
      <w:r>
        <w:tab/>
        <w:t>2.025e0</w:t>
      </w:r>
    </w:p>
    <w:p w:rsidR="005B3ED9" w:rsidRDefault="005B3ED9" w:rsidP="005B3ED9">
      <w:r>
        <w:t>451.9149</w:t>
      </w:r>
      <w:r>
        <w:tab/>
        <w:t>1.013e0</w:t>
      </w:r>
    </w:p>
    <w:p w:rsidR="005B3ED9" w:rsidRDefault="005B3ED9" w:rsidP="005B3ED9">
      <w:r>
        <w:t>451.9487</w:t>
      </w:r>
      <w:r>
        <w:tab/>
        <w:t>1.013e0</w:t>
      </w:r>
    </w:p>
    <w:p w:rsidR="005B3ED9" w:rsidRDefault="005B3ED9" w:rsidP="005B3ED9">
      <w:r>
        <w:t>451.9724</w:t>
      </w:r>
      <w:r>
        <w:tab/>
        <w:t>1.013e0</w:t>
      </w:r>
    </w:p>
    <w:p w:rsidR="005B3ED9" w:rsidRDefault="005B3ED9" w:rsidP="005B3ED9">
      <w:r>
        <w:t>452.0157</w:t>
      </w:r>
      <w:r>
        <w:tab/>
        <w:t>1.013e0</w:t>
      </w:r>
    </w:p>
    <w:p w:rsidR="005B3ED9" w:rsidRDefault="005B3ED9" w:rsidP="005B3ED9">
      <w:r>
        <w:t>452.0553</w:t>
      </w:r>
      <w:r>
        <w:tab/>
        <w:t>1.013e0</w:t>
      </w:r>
    </w:p>
    <w:p w:rsidR="005B3ED9" w:rsidRDefault="005B3ED9" w:rsidP="005B3ED9">
      <w:r>
        <w:t>452.0768</w:t>
      </w:r>
      <w:r>
        <w:tab/>
        <w:t>1.013e0</w:t>
      </w:r>
    </w:p>
    <w:p w:rsidR="005B3ED9" w:rsidRDefault="005B3ED9" w:rsidP="005B3ED9">
      <w:r>
        <w:t>452.1724</w:t>
      </w:r>
      <w:r>
        <w:tab/>
        <w:t>3.038e0</w:t>
      </w:r>
    </w:p>
    <w:p w:rsidR="005B3ED9" w:rsidRDefault="005B3ED9" w:rsidP="005B3ED9">
      <w:r>
        <w:t>452.1739</w:t>
      </w:r>
      <w:r>
        <w:tab/>
        <w:t>2.025e0</w:t>
      </w:r>
    </w:p>
    <w:p w:rsidR="005B3ED9" w:rsidRDefault="005B3ED9" w:rsidP="005B3ED9">
      <w:r>
        <w:t>452.1859</w:t>
      </w:r>
      <w:r>
        <w:tab/>
        <w:t>1.013e0</w:t>
      </w:r>
    </w:p>
    <w:p w:rsidR="005B3ED9" w:rsidRDefault="005B3ED9" w:rsidP="005B3ED9">
      <w:r>
        <w:t>452.2423</w:t>
      </w:r>
      <w:r>
        <w:tab/>
        <w:t>2.025e0</w:t>
      </w:r>
    </w:p>
    <w:p w:rsidR="005B3ED9" w:rsidRDefault="005B3ED9" w:rsidP="005B3ED9">
      <w:r>
        <w:t>452.2492</w:t>
      </w:r>
      <w:r>
        <w:tab/>
        <w:t>1.013e0</w:t>
      </w:r>
    </w:p>
    <w:p w:rsidR="005B3ED9" w:rsidRDefault="005B3ED9" w:rsidP="005B3ED9">
      <w:r>
        <w:t>452.2910</w:t>
      </w:r>
      <w:r>
        <w:tab/>
        <w:t>1.316e0</w:t>
      </w:r>
    </w:p>
    <w:p w:rsidR="005B3ED9" w:rsidRDefault="005B3ED9" w:rsidP="005B3ED9">
      <w:r>
        <w:t>452.3406</w:t>
      </w:r>
      <w:r>
        <w:tab/>
        <w:t>2.025e0</w:t>
      </w:r>
    </w:p>
    <w:p w:rsidR="005B3ED9" w:rsidRDefault="005B3ED9" w:rsidP="005B3ED9">
      <w:r>
        <w:t>452.3599</w:t>
      </w:r>
      <w:r>
        <w:tab/>
        <w:t>1.013e0</w:t>
      </w:r>
    </w:p>
    <w:p w:rsidR="005B3ED9" w:rsidRDefault="005B3ED9" w:rsidP="005B3ED9">
      <w:r>
        <w:t>452.3853</w:t>
      </w:r>
      <w:r>
        <w:tab/>
        <w:t>4.051e0</w:t>
      </w:r>
    </w:p>
    <w:p w:rsidR="005B3ED9" w:rsidRDefault="005B3ED9" w:rsidP="005B3ED9">
      <w:r>
        <w:t>452.3876</w:t>
      </w:r>
      <w:r>
        <w:tab/>
        <w:t>7.394e0</w:t>
      </w:r>
    </w:p>
    <w:p w:rsidR="005B3ED9" w:rsidRDefault="005B3ED9" w:rsidP="005B3ED9">
      <w:r>
        <w:t>452.4194</w:t>
      </w:r>
      <w:r>
        <w:tab/>
        <w:t>3.038e0</w:t>
      </w:r>
    </w:p>
    <w:p w:rsidR="005B3ED9" w:rsidRDefault="005B3ED9" w:rsidP="005B3ED9">
      <w:r>
        <w:lastRenderedPageBreak/>
        <w:t>452.4510</w:t>
      </w:r>
      <w:r>
        <w:tab/>
        <w:t>1.013e0</w:t>
      </w:r>
    </w:p>
    <w:p w:rsidR="005B3ED9" w:rsidRDefault="005B3ED9" w:rsidP="005B3ED9">
      <w:r>
        <w:t>452.5262</w:t>
      </w:r>
      <w:r>
        <w:tab/>
        <w:t>1.013e0</w:t>
      </w:r>
    </w:p>
    <w:p w:rsidR="005B3ED9" w:rsidRDefault="005B3ED9" w:rsidP="005B3ED9">
      <w:r>
        <w:t>452.5697</w:t>
      </w:r>
      <w:r>
        <w:tab/>
        <w:t>1.013e0</w:t>
      </w:r>
    </w:p>
    <w:p w:rsidR="005B3ED9" w:rsidRDefault="005B3ED9" w:rsidP="005B3ED9">
      <w:r>
        <w:t>452.5736</w:t>
      </w:r>
      <w:r>
        <w:tab/>
        <w:t>1.013e0</w:t>
      </w:r>
    </w:p>
    <w:p w:rsidR="005B3ED9" w:rsidRDefault="005B3ED9" w:rsidP="005B3ED9">
      <w:r>
        <w:t>452.6211</w:t>
      </w:r>
      <w:r>
        <w:tab/>
        <w:t>1.013e0</w:t>
      </w:r>
    </w:p>
    <w:p w:rsidR="005B3ED9" w:rsidRDefault="005B3ED9" w:rsidP="005B3ED9">
      <w:r>
        <w:t>452.6273</w:t>
      </w:r>
      <w:r>
        <w:tab/>
        <w:t>1.013e0</w:t>
      </w:r>
    </w:p>
    <w:p w:rsidR="005B3ED9" w:rsidRDefault="005B3ED9" w:rsidP="005B3ED9">
      <w:r>
        <w:t>452.7003</w:t>
      </w:r>
      <w:r>
        <w:tab/>
        <w:t>1.013e0</w:t>
      </w:r>
    </w:p>
    <w:p w:rsidR="005B3ED9" w:rsidRDefault="005B3ED9" w:rsidP="005B3ED9">
      <w:r>
        <w:t>452.7319</w:t>
      </w:r>
      <w:r>
        <w:tab/>
        <w:t>1.013e0</w:t>
      </w:r>
    </w:p>
    <w:p w:rsidR="005B3ED9" w:rsidRDefault="005B3ED9" w:rsidP="005B3ED9">
      <w:r>
        <w:t>452.7715</w:t>
      </w:r>
      <w:r>
        <w:tab/>
        <w:t>2.025e0</w:t>
      </w:r>
    </w:p>
    <w:p w:rsidR="005B3ED9" w:rsidRDefault="005B3ED9" w:rsidP="005B3ED9">
      <w:r>
        <w:t>452.8230</w:t>
      </w:r>
      <w:r>
        <w:tab/>
        <w:t>2.025e0</w:t>
      </w:r>
    </w:p>
    <w:p w:rsidR="005B3ED9" w:rsidRDefault="005B3ED9" w:rsidP="005B3ED9">
      <w:r>
        <w:t>452.8745</w:t>
      </w:r>
      <w:r>
        <w:tab/>
        <w:t>2.025e0</w:t>
      </w:r>
    </w:p>
    <w:p w:rsidR="005B3ED9" w:rsidRDefault="005B3ED9" w:rsidP="005B3ED9">
      <w:r>
        <w:t>452.8983</w:t>
      </w:r>
      <w:r>
        <w:tab/>
        <w:t>1.013e0</w:t>
      </w:r>
    </w:p>
    <w:p w:rsidR="005B3ED9" w:rsidRDefault="005B3ED9" w:rsidP="005B3ED9">
      <w:r>
        <w:t>452.9379</w:t>
      </w:r>
      <w:r>
        <w:tab/>
        <w:t>1.013e0</w:t>
      </w:r>
    </w:p>
    <w:p w:rsidR="005B3ED9" w:rsidRDefault="005B3ED9" w:rsidP="005B3ED9">
      <w:r>
        <w:t>452.9637</w:t>
      </w:r>
      <w:r>
        <w:tab/>
        <w:t>4.051e0</w:t>
      </w:r>
    </w:p>
    <w:p w:rsidR="005B3ED9" w:rsidRDefault="005B3ED9" w:rsidP="005B3ED9">
      <w:r>
        <w:t>452.9871</w:t>
      </w:r>
      <w:r>
        <w:tab/>
        <w:t>1.013e0</w:t>
      </w:r>
    </w:p>
    <w:p w:rsidR="005B3ED9" w:rsidRDefault="005B3ED9" w:rsidP="005B3ED9">
      <w:r>
        <w:t>453.0171</w:t>
      </w:r>
      <w:r>
        <w:tab/>
        <w:t>1.013e0</w:t>
      </w:r>
    </w:p>
    <w:p w:rsidR="005B3ED9" w:rsidRDefault="005B3ED9" w:rsidP="005B3ED9">
      <w:r>
        <w:t>453.0964</w:t>
      </w:r>
      <w:r>
        <w:tab/>
        <w:t>1.013e0</w:t>
      </w:r>
    </w:p>
    <w:p w:rsidR="005B3ED9" w:rsidRDefault="005B3ED9" w:rsidP="005B3ED9">
      <w:r>
        <w:t>453.1022</w:t>
      </w:r>
      <w:r>
        <w:tab/>
        <w:t>1.013e0</w:t>
      </w:r>
    </w:p>
    <w:p w:rsidR="005B3ED9" w:rsidRDefault="005B3ED9" w:rsidP="005B3ED9">
      <w:r>
        <w:t>453.1454</w:t>
      </w:r>
      <w:r>
        <w:tab/>
        <w:t>1.013e0</w:t>
      </w:r>
    </w:p>
    <w:p w:rsidR="005B3ED9" w:rsidRDefault="005B3ED9" w:rsidP="005B3ED9">
      <w:r>
        <w:lastRenderedPageBreak/>
        <w:t>453.1518</w:t>
      </w:r>
      <w:r>
        <w:tab/>
        <w:t>1.013e0</w:t>
      </w:r>
    </w:p>
    <w:p w:rsidR="005B3ED9" w:rsidRDefault="005B3ED9" w:rsidP="005B3ED9">
      <w:r>
        <w:t>453.1622</w:t>
      </w:r>
      <w:r>
        <w:tab/>
        <w:t>4.051e0</w:t>
      </w:r>
    </w:p>
    <w:p w:rsidR="005B3ED9" w:rsidRDefault="005B3ED9" w:rsidP="005B3ED9">
      <w:r>
        <w:t>453.1814</w:t>
      </w:r>
      <w:r>
        <w:tab/>
        <w:t>2.025e0</w:t>
      </w:r>
    </w:p>
    <w:p w:rsidR="005B3ED9" w:rsidRDefault="005B3ED9" w:rsidP="005B3ED9">
      <w:r>
        <w:t>453.2152</w:t>
      </w:r>
      <w:r>
        <w:tab/>
        <w:t>1.013e0</w:t>
      </w:r>
    </w:p>
    <w:p w:rsidR="005B3ED9" w:rsidRDefault="005B3ED9" w:rsidP="005B3ED9">
      <w:r>
        <w:t>453.2210</w:t>
      </w:r>
      <w:r>
        <w:tab/>
        <w:t>1.013e0</w:t>
      </w:r>
    </w:p>
    <w:p w:rsidR="005B3ED9" w:rsidRDefault="005B3ED9" w:rsidP="005B3ED9">
      <w:r>
        <w:t>453.3262</w:t>
      </w:r>
      <w:r>
        <w:tab/>
        <w:t>1.013e0</w:t>
      </w:r>
    </w:p>
    <w:p w:rsidR="005B3ED9" w:rsidRDefault="005B3ED9" w:rsidP="005B3ED9">
      <w:r>
        <w:t>453.3279</w:t>
      </w:r>
      <w:r>
        <w:tab/>
        <w:t>3.038e0</w:t>
      </w:r>
    </w:p>
    <w:p w:rsidR="005B3ED9" w:rsidRDefault="005B3ED9" w:rsidP="005B3ED9">
      <w:r>
        <w:t>453.3432</w:t>
      </w:r>
      <w:r>
        <w:tab/>
        <w:t>1.013e0</w:t>
      </w:r>
    </w:p>
    <w:p w:rsidR="005B3ED9" w:rsidRDefault="005B3ED9" w:rsidP="005B3ED9">
      <w:r>
        <w:t>453.3613</w:t>
      </w:r>
      <w:r>
        <w:tab/>
        <w:t>1.013e0</w:t>
      </w:r>
    </w:p>
    <w:p w:rsidR="005B3ED9" w:rsidRDefault="005B3ED9" w:rsidP="005B3ED9">
      <w:r>
        <w:t>453.4009</w:t>
      </w:r>
      <w:r>
        <w:tab/>
        <w:t>1.013e0</w:t>
      </w:r>
    </w:p>
    <w:p w:rsidR="005B3ED9" w:rsidRDefault="005B3ED9" w:rsidP="005B3ED9">
      <w:r>
        <w:t>453.4098</w:t>
      </w:r>
      <w:r>
        <w:tab/>
        <w:t>2.025e0</w:t>
      </w:r>
    </w:p>
    <w:p w:rsidR="005B3ED9" w:rsidRDefault="005B3ED9" w:rsidP="005B3ED9">
      <w:r>
        <w:t>453.4530</w:t>
      </w:r>
      <w:r>
        <w:tab/>
        <w:t>1.013e0</w:t>
      </w:r>
    </w:p>
    <w:p w:rsidR="005B3ED9" w:rsidRDefault="005B3ED9" w:rsidP="005B3ED9">
      <w:r>
        <w:t>453.5411</w:t>
      </w:r>
      <w:r>
        <w:tab/>
        <w:t>1.013e0</w:t>
      </w:r>
    </w:p>
    <w:p w:rsidR="005B3ED9" w:rsidRDefault="005B3ED9" w:rsidP="005B3ED9">
      <w:r>
        <w:t>453.5641</w:t>
      </w:r>
      <w:r>
        <w:tab/>
        <w:t>1.013e0</w:t>
      </w:r>
    </w:p>
    <w:p w:rsidR="005B3ED9" w:rsidRDefault="005B3ED9" w:rsidP="005B3ED9">
      <w:r>
        <w:t>453.6514</w:t>
      </w:r>
      <w:r>
        <w:tab/>
        <w:t>1.013e0</w:t>
      </w:r>
    </w:p>
    <w:p w:rsidR="005B3ED9" w:rsidRDefault="005B3ED9" w:rsidP="005B3ED9">
      <w:r>
        <w:t>453.7538</w:t>
      </w:r>
      <w:r>
        <w:tab/>
        <w:t>2.025e0</w:t>
      </w:r>
    </w:p>
    <w:p w:rsidR="005B3ED9" w:rsidRDefault="005B3ED9" w:rsidP="005B3ED9">
      <w:r>
        <w:t>453.7703</w:t>
      </w:r>
      <w:r>
        <w:tab/>
        <w:t>1.013e0</w:t>
      </w:r>
    </w:p>
    <w:p w:rsidR="005B3ED9" w:rsidRDefault="005B3ED9" w:rsidP="005B3ED9">
      <w:r>
        <w:t>453.8058</w:t>
      </w:r>
      <w:r>
        <w:tab/>
        <w:t>2.025e0</w:t>
      </w:r>
    </w:p>
    <w:p w:rsidR="005B3ED9" w:rsidRDefault="005B3ED9" w:rsidP="005B3ED9">
      <w:r>
        <w:t>453.8497</w:t>
      </w:r>
      <w:r>
        <w:tab/>
        <w:t>1.013e0</w:t>
      </w:r>
    </w:p>
    <w:p w:rsidR="005B3ED9" w:rsidRDefault="005B3ED9" w:rsidP="005B3ED9">
      <w:r>
        <w:lastRenderedPageBreak/>
        <w:t>453.8725</w:t>
      </w:r>
      <w:r>
        <w:tab/>
        <w:t>1.013e0</w:t>
      </w:r>
    </w:p>
    <w:p w:rsidR="005B3ED9" w:rsidRDefault="005B3ED9" w:rsidP="005B3ED9">
      <w:r>
        <w:t>453.8760</w:t>
      </w:r>
      <w:r>
        <w:tab/>
        <w:t>1.013e0</w:t>
      </w:r>
    </w:p>
    <w:p w:rsidR="005B3ED9" w:rsidRDefault="005B3ED9" w:rsidP="005B3ED9">
      <w:r>
        <w:t>453.9264</w:t>
      </w:r>
      <w:r>
        <w:tab/>
        <w:t>2.025e0</w:t>
      </w:r>
    </w:p>
    <w:p w:rsidR="005B3ED9" w:rsidRDefault="005B3ED9" w:rsidP="005B3ED9">
      <w:r>
        <w:t>453.9609</w:t>
      </w:r>
      <w:r>
        <w:tab/>
        <w:t>1.013e0</w:t>
      </w:r>
    </w:p>
    <w:p w:rsidR="005B3ED9" w:rsidRDefault="005B3ED9" w:rsidP="005B3ED9">
      <w:r>
        <w:t>454.0343</w:t>
      </w:r>
      <w:r>
        <w:tab/>
        <w:t>1.013e0</w:t>
      </w:r>
    </w:p>
    <w:p w:rsidR="005B3ED9" w:rsidRDefault="005B3ED9" w:rsidP="005B3ED9">
      <w:r>
        <w:t>454.1037</w:t>
      </w:r>
      <w:r>
        <w:tab/>
        <w:t>1.013e0</w:t>
      </w:r>
    </w:p>
    <w:p w:rsidR="005B3ED9" w:rsidRDefault="005B3ED9" w:rsidP="005B3ED9">
      <w:r>
        <w:t>454.1135</w:t>
      </w:r>
      <w:r>
        <w:tab/>
        <w:t>1.013e0</w:t>
      </w:r>
    </w:p>
    <w:p w:rsidR="005B3ED9" w:rsidRDefault="005B3ED9" w:rsidP="005B3ED9">
      <w:r>
        <w:t>454.1271</w:t>
      </w:r>
      <w:r>
        <w:tab/>
        <w:t>2.025e0</w:t>
      </w:r>
    </w:p>
    <w:p w:rsidR="005B3ED9" w:rsidRDefault="005B3ED9" w:rsidP="005B3ED9">
      <w:r>
        <w:t>454.1496</w:t>
      </w:r>
      <w:r>
        <w:tab/>
        <w:t>1.013e0</w:t>
      </w:r>
    </w:p>
    <w:p w:rsidR="005B3ED9" w:rsidRDefault="005B3ED9" w:rsidP="005B3ED9">
      <w:r>
        <w:t>454.1673</w:t>
      </w:r>
      <w:r>
        <w:tab/>
        <w:t>1.013e0</w:t>
      </w:r>
    </w:p>
    <w:p w:rsidR="005B3ED9" w:rsidRDefault="005B3ED9" w:rsidP="005B3ED9">
      <w:r>
        <w:t>454.2387</w:t>
      </w:r>
      <w:r>
        <w:tab/>
        <w:t>1.013e0</w:t>
      </w:r>
    </w:p>
    <w:p w:rsidR="005B3ED9" w:rsidRDefault="005B3ED9" w:rsidP="005B3ED9">
      <w:r>
        <w:t>454.2611</w:t>
      </w:r>
      <w:r>
        <w:tab/>
        <w:t>2.025e0</w:t>
      </w:r>
    </w:p>
    <w:p w:rsidR="005B3ED9" w:rsidRDefault="005B3ED9" w:rsidP="005B3ED9">
      <w:r>
        <w:t>454.2793</w:t>
      </w:r>
      <w:r>
        <w:tab/>
        <w:t>8.574e0</w:t>
      </w:r>
    </w:p>
    <w:p w:rsidR="005B3ED9" w:rsidRDefault="005B3ED9" w:rsidP="005B3ED9">
      <w:r>
        <w:t>454.3079</w:t>
      </w:r>
      <w:r>
        <w:tab/>
        <w:t>1.013e0</w:t>
      </w:r>
    </w:p>
    <w:p w:rsidR="005B3ED9" w:rsidRDefault="005B3ED9" w:rsidP="005B3ED9">
      <w:r>
        <w:t>454.3325</w:t>
      </w:r>
      <w:r>
        <w:tab/>
        <w:t>2.025e0</w:t>
      </w:r>
    </w:p>
    <w:p w:rsidR="005B3ED9" w:rsidRDefault="005B3ED9" w:rsidP="005B3ED9">
      <w:r>
        <w:t>454.3420</w:t>
      </w:r>
      <w:r>
        <w:tab/>
        <w:t>1.013e0</w:t>
      </w:r>
    </w:p>
    <w:p w:rsidR="005B3ED9" w:rsidRDefault="005B3ED9" w:rsidP="005B3ED9">
      <w:r>
        <w:t>454.3781</w:t>
      </w:r>
      <w:r>
        <w:tab/>
        <w:t>2.025e0</w:t>
      </w:r>
    </w:p>
    <w:p w:rsidR="005B3ED9" w:rsidRDefault="005B3ED9" w:rsidP="005B3ED9">
      <w:r>
        <w:t>454.4135</w:t>
      </w:r>
      <w:r>
        <w:tab/>
        <w:t>1.013e0</w:t>
      </w:r>
    </w:p>
    <w:p w:rsidR="005B3ED9" w:rsidRDefault="005B3ED9" w:rsidP="005B3ED9">
      <w:r>
        <w:t>454.4215</w:t>
      </w:r>
      <w:r>
        <w:tab/>
        <w:t>1.013e0</w:t>
      </w:r>
    </w:p>
    <w:p w:rsidR="005B3ED9" w:rsidRDefault="005B3ED9" w:rsidP="005B3ED9">
      <w:r>
        <w:lastRenderedPageBreak/>
        <w:t>454.4329</w:t>
      </w:r>
      <w:r>
        <w:tab/>
        <w:t>2.025e0</w:t>
      </w:r>
    </w:p>
    <w:p w:rsidR="005B3ED9" w:rsidRDefault="005B3ED9" w:rsidP="005B3ED9">
      <w:r>
        <w:t>454.4450</w:t>
      </w:r>
      <w:r>
        <w:tab/>
        <w:t>1.013e0</w:t>
      </w:r>
    </w:p>
    <w:p w:rsidR="005B3ED9" w:rsidRDefault="005B3ED9" w:rsidP="005B3ED9">
      <w:r>
        <w:t>454.4532</w:t>
      </w:r>
      <w:r>
        <w:tab/>
        <w:t>1.013e0</w:t>
      </w:r>
    </w:p>
    <w:p w:rsidR="005B3ED9" w:rsidRDefault="005B3ED9" w:rsidP="005B3ED9">
      <w:r>
        <w:t>454.6202</w:t>
      </w:r>
      <w:r>
        <w:tab/>
        <w:t>1.013e0</w:t>
      </w:r>
    </w:p>
    <w:p w:rsidR="005B3ED9" w:rsidRDefault="005B3ED9" w:rsidP="005B3ED9">
      <w:r>
        <w:t>454.6281</w:t>
      </w:r>
      <w:r>
        <w:tab/>
        <w:t>1.013e0</w:t>
      </w:r>
    </w:p>
    <w:p w:rsidR="005B3ED9" w:rsidRDefault="005B3ED9" w:rsidP="005B3ED9">
      <w:r>
        <w:t>454.6463</w:t>
      </w:r>
      <w:r>
        <w:tab/>
        <w:t>1.013e0</w:t>
      </w:r>
    </w:p>
    <w:p w:rsidR="005B3ED9" w:rsidRDefault="005B3ED9" w:rsidP="005B3ED9">
      <w:r>
        <w:t>454.7076</w:t>
      </w:r>
      <w:r>
        <w:tab/>
        <w:t>1.013e0</w:t>
      </w:r>
    </w:p>
    <w:p w:rsidR="005B3ED9" w:rsidRDefault="005B3ED9" w:rsidP="005B3ED9">
      <w:r>
        <w:t>454.7712</w:t>
      </w:r>
      <w:r>
        <w:tab/>
        <w:t>1.013e0</w:t>
      </w:r>
    </w:p>
    <w:p w:rsidR="005B3ED9" w:rsidRDefault="005B3ED9" w:rsidP="005B3ED9">
      <w:r>
        <w:t>454.8227</w:t>
      </w:r>
      <w:r>
        <w:tab/>
        <w:t>1.013e0</w:t>
      </w:r>
    </w:p>
    <w:p w:rsidR="005B3ED9" w:rsidRDefault="005B3ED9" w:rsidP="005B3ED9">
      <w:r>
        <w:t>454.8268</w:t>
      </w:r>
      <w:r>
        <w:tab/>
        <w:t>1.013e0</w:t>
      </w:r>
    </w:p>
    <w:p w:rsidR="005B3ED9" w:rsidRDefault="005B3ED9" w:rsidP="005B3ED9">
      <w:r>
        <w:t>454.9233</w:t>
      </w:r>
      <w:r>
        <w:tab/>
        <w:t>1.013e0</w:t>
      </w:r>
    </w:p>
    <w:p w:rsidR="005B3ED9" w:rsidRDefault="005B3ED9" w:rsidP="005B3ED9">
      <w:r>
        <w:t>454.9700</w:t>
      </w:r>
      <w:r>
        <w:tab/>
        <w:t>1.013e0</w:t>
      </w:r>
    </w:p>
    <w:p w:rsidR="005B3ED9" w:rsidRDefault="005B3ED9" w:rsidP="005B3ED9">
      <w:r>
        <w:t>454.9952</w:t>
      </w:r>
      <w:r>
        <w:tab/>
        <w:t>3.038e0</w:t>
      </w:r>
    </w:p>
    <w:p w:rsidR="005B3ED9" w:rsidRDefault="005B3ED9" w:rsidP="005B3ED9">
      <w:r>
        <w:t>455.1530</w:t>
      </w:r>
      <w:r>
        <w:tab/>
        <w:t>1.013e0</w:t>
      </w:r>
    </w:p>
    <w:p w:rsidR="005B3ED9" w:rsidRDefault="005B3ED9" w:rsidP="005B3ED9">
      <w:r>
        <w:t>455.1888</w:t>
      </w:r>
      <w:r>
        <w:tab/>
        <w:t>2.025e0</w:t>
      </w:r>
    </w:p>
    <w:p w:rsidR="005B3ED9" w:rsidRDefault="005B3ED9" w:rsidP="005B3ED9">
      <w:r>
        <w:t>455.1971</w:t>
      </w:r>
      <w:r>
        <w:tab/>
        <w:t>1.013e0</w:t>
      </w:r>
    </w:p>
    <w:p w:rsidR="005B3ED9" w:rsidRDefault="005B3ED9" w:rsidP="005B3ED9">
      <w:r>
        <w:t>455.2007</w:t>
      </w:r>
      <w:r>
        <w:tab/>
        <w:t>1.013e0</w:t>
      </w:r>
    </w:p>
    <w:p w:rsidR="005B3ED9" w:rsidRDefault="005B3ED9" w:rsidP="005B3ED9">
      <w:r>
        <w:t>455.2207</w:t>
      </w:r>
      <w:r>
        <w:tab/>
        <w:t>2.025e0</w:t>
      </w:r>
    </w:p>
    <w:p w:rsidR="005B3ED9" w:rsidRDefault="005B3ED9" w:rsidP="005B3ED9">
      <w:r>
        <w:t>455.2406</w:t>
      </w:r>
      <w:r>
        <w:tab/>
        <w:t>1.013e0</w:t>
      </w:r>
    </w:p>
    <w:p w:rsidR="005B3ED9" w:rsidRDefault="005B3ED9" w:rsidP="005B3ED9">
      <w:r>
        <w:lastRenderedPageBreak/>
        <w:t>455.3200</w:t>
      </w:r>
      <w:r>
        <w:tab/>
        <w:t>4.051e0</w:t>
      </w:r>
    </w:p>
    <w:p w:rsidR="005B3ED9" w:rsidRDefault="005B3ED9" w:rsidP="005B3ED9">
      <w:r>
        <w:t>455.3339</w:t>
      </w:r>
      <w:r>
        <w:tab/>
        <w:t>1.013e0</w:t>
      </w:r>
    </w:p>
    <w:p w:rsidR="005B3ED9" w:rsidRDefault="005B3ED9" w:rsidP="005B3ED9">
      <w:r>
        <w:t>455.3375</w:t>
      </w:r>
      <w:r>
        <w:tab/>
        <w:t>1.013e0</w:t>
      </w:r>
    </w:p>
    <w:p w:rsidR="005B3ED9" w:rsidRDefault="005B3ED9" w:rsidP="005B3ED9">
      <w:r>
        <w:t>455.3679</w:t>
      </w:r>
      <w:r>
        <w:tab/>
        <w:t>1.013e0</w:t>
      </w:r>
    </w:p>
    <w:p w:rsidR="005B3ED9" w:rsidRDefault="005B3ED9" w:rsidP="005B3ED9">
      <w:r>
        <w:t>455.4282</w:t>
      </w:r>
      <w:r>
        <w:tab/>
        <w:t>2.025e0</w:t>
      </w:r>
    </w:p>
    <w:p w:rsidR="005B3ED9" w:rsidRDefault="005B3ED9" w:rsidP="005B3ED9">
      <w:r>
        <w:t>455.5352</w:t>
      </w:r>
      <w:r>
        <w:tab/>
        <w:t>1.013e0</w:t>
      </w:r>
    </w:p>
    <w:p w:rsidR="005B3ED9" w:rsidRDefault="005B3ED9" w:rsidP="005B3ED9">
      <w:r>
        <w:t>455.5431</w:t>
      </w:r>
      <w:r>
        <w:tab/>
        <w:t>1.013e0</w:t>
      </w:r>
    </w:p>
    <w:p w:rsidR="005B3ED9" w:rsidRDefault="005B3ED9" w:rsidP="005B3ED9">
      <w:r>
        <w:t>455.5897</w:t>
      </w:r>
      <w:r>
        <w:tab/>
        <w:t>1.013e0</w:t>
      </w:r>
    </w:p>
    <w:p w:rsidR="005B3ED9" w:rsidRDefault="005B3ED9" w:rsidP="005B3ED9">
      <w:r>
        <w:t>455.6227</w:t>
      </w:r>
      <w:r>
        <w:tab/>
        <w:t>1.013e0</w:t>
      </w:r>
    </w:p>
    <w:p w:rsidR="005B3ED9" w:rsidRDefault="005B3ED9" w:rsidP="005B3ED9">
      <w:r>
        <w:t>455.6546</w:t>
      </w:r>
      <w:r>
        <w:tab/>
        <w:t>1.013e0</w:t>
      </w:r>
    </w:p>
    <w:p w:rsidR="005B3ED9" w:rsidRDefault="005B3ED9" w:rsidP="005B3ED9">
      <w:r>
        <w:t>455.7024</w:t>
      </w:r>
      <w:r>
        <w:tab/>
        <w:t>1.013e0</w:t>
      </w:r>
    </w:p>
    <w:p w:rsidR="005B3ED9" w:rsidRDefault="005B3ED9" w:rsidP="005B3ED9">
      <w:r>
        <w:t>455.8060</w:t>
      </w:r>
      <w:r>
        <w:tab/>
        <w:t>1.013e0</w:t>
      </w:r>
    </w:p>
    <w:p w:rsidR="005B3ED9" w:rsidRDefault="005B3ED9" w:rsidP="005B3ED9">
      <w:r>
        <w:t>455.8272</w:t>
      </w:r>
      <w:r>
        <w:tab/>
        <w:t>1.013e0</w:t>
      </w:r>
    </w:p>
    <w:p w:rsidR="005B3ED9" w:rsidRDefault="005B3ED9" w:rsidP="005B3ED9">
      <w:r>
        <w:t>455.8538</w:t>
      </w:r>
      <w:r>
        <w:tab/>
        <w:t>1.013e0</w:t>
      </w:r>
    </w:p>
    <w:p w:rsidR="005B3ED9" w:rsidRDefault="005B3ED9" w:rsidP="005B3ED9">
      <w:r>
        <w:t>455.8617</w:t>
      </w:r>
      <w:r>
        <w:tab/>
        <w:t>1.013e0</w:t>
      </w:r>
    </w:p>
    <w:p w:rsidR="005B3ED9" w:rsidRDefault="005B3ED9" w:rsidP="005B3ED9">
      <w:r>
        <w:t>455.9857</w:t>
      </w:r>
      <w:r>
        <w:tab/>
        <w:t>3.038e0</w:t>
      </w:r>
    </w:p>
    <w:p w:rsidR="005B3ED9" w:rsidRDefault="005B3ED9" w:rsidP="005B3ED9">
      <w:r>
        <w:t>456.0469</w:t>
      </w:r>
      <w:r>
        <w:tab/>
        <w:t>1.013e0</w:t>
      </w:r>
    </w:p>
    <w:p w:rsidR="005B3ED9" w:rsidRDefault="005B3ED9" w:rsidP="005B3ED9">
      <w:r>
        <w:t>456.0565</w:t>
      </w:r>
      <w:r>
        <w:tab/>
        <w:t>2.025e0</w:t>
      </w:r>
    </w:p>
    <w:p w:rsidR="005B3ED9" w:rsidRDefault="005B3ED9" w:rsidP="005B3ED9">
      <w:r>
        <w:t>456.0649</w:t>
      </w:r>
      <w:r>
        <w:tab/>
        <w:t>1.013e0</w:t>
      </w:r>
    </w:p>
    <w:p w:rsidR="005B3ED9" w:rsidRDefault="005B3ED9" w:rsidP="005B3ED9">
      <w:r>
        <w:lastRenderedPageBreak/>
        <w:t>456.0809</w:t>
      </w:r>
      <w:r>
        <w:tab/>
        <w:t>2.025e0</w:t>
      </w:r>
    </w:p>
    <w:p w:rsidR="005B3ED9" w:rsidRDefault="005B3ED9" w:rsidP="005B3ED9">
      <w:r>
        <w:t>456.1726</w:t>
      </w:r>
      <w:r>
        <w:tab/>
        <w:t>1.013e0</w:t>
      </w:r>
    </w:p>
    <w:p w:rsidR="005B3ED9" w:rsidRDefault="005B3ED9" w:rsidP="005B3ED9">
      <w:r>
        <w:t>456.2155</w:t>
      </w:r>
      <w:r>
        <w:tab/>
        <w:t>2.025e0</w:t>
      </w:r>
    </w:p>
    <w:p w:rsidR="005B3ED9" w:rsidRDefault="005B3ED9" w:rsidP="005B3ED9">
      <w:r>
        <w:t>456.2353</w:t>
      </w:r>
      <w:r>
        <w:tab/>
        <w:t>2.025e0</w:t>
      </w:r>
    </w:p>
    <w:p w:rsidR="005B3ED9" w:rsidRDefault="005B3ED9" w:rsidP="005B3ED9">
      <w:r>
        <w:t>456.2992</w:t>
      </w:r>
      <w:r>
        <w:tab/>
        <w:t>1.013e0</w:t>
      </w:r>
    </w:p>
    <w:p w:rsidR="005B3ED9" w:rsidRDefault="005B3ED9" w:rsidP="005B3ED9">
      <w:r>
        <w:t>456.3388</w:t>
      </w:r>
      <w:r>
        <w:tab/>
        <w:t>1.013e0</w:t>
      </w:r>
    </w:p>
    <w:p w:rsidR="005B3ED9" w:rsidRDefault="005B3ED9" w:rsidP="005B3ED9">
      <w:r>
        <w:t>456.4039</w:t>
      </w:r>
      <w:r>
        <w:tab/>
        <w:t>1.013e0</w:t>
      </w:r>
    </w:p>
    <w:p w:rsidR="005B3ED9" w:rsidRDefault="005B3ED9" w:rsidP="005B3ED9">
      <w:r>
        <w:t>456.4917</w:t>
      </w:r>
      <w:r>
        <w:tab/>
        <w:t>1.013e0</w:t>
      </w:r>
    </w:p>
    <w:p w:rsidR="005B3ED9" w:rsidRDefault="005B3ED9" w:rsidP="005B3ED9">
      <w:r>
        <w:t>456.5874</w:t>
      </w:r>
      <w:r>
        <w:tab/>
        <w:t>1.013e0</w:t>
      </w:r>
    </w:p>
    <w:p w:rsidR="005B3ED9" w:rsidRDefault="005B3ED9" w:rsidP="005B3ED9">
      <w:r>
        <w:t>456.6592</w:t>
      </w:r>
      <w:r>
        <w:tab/>
        <w:t>1.013e0</w:t>
      </w:r>
    </w:p>
    <w:p w:rsidR="005B3ED9" w:rsidRDefault="005B3ED9" w:rsidP="005B3ED9">
      <w:r>
        <w:t>456.6912</w:t>
      </w:r>
      <w:r>
        <w:tab/>
        <w:t>1.013e0</w:t>
      </w:r>
    </w:p>
    <w:p w:rsidR="005B3ED9" w:rsidRDefault="005B3ED9" w:rsidP="005B3ED9">
      <w:r>
        <w:t>456.7349</w:t>
      </w:r>
      <w:r>
        <w:tab/>
        <w:t>1.013e0</w:t>
      </w:r>
    </w:p>
    <w:p w:rsidR="005B3ED9" w:rsidRDefault="005B3ED9" w:rsidP="005B3ED9">
      <w:r>
        <w:t>456.7563</w:t>
      </w:r>
      <w:r>
        <w:tab/>
        <w:t>1.013e0</w:t>
      </w:r>
    </w:p>
    <w:p w:rsidR="005B3ED9" w:rsidRDefault="005B3ED9" w:rsidP="005B3ED9">
      <w:r>
        <w:t>456.7710</w:t>
      </w:r>
      <w:r>
        <w:tab/>
        <w:t>1.013e0</w:t>
      </w:r>
    </w:p>
    <w:p w:rsidR="005B3ED9" w:rsidRDefault="005B3ED9" w:rsidP="005B3ED9">
      <w:r>
        <w:t>456.8141</w:t>
      </w:r>
      <w:r>
        <w:tab/>
        <w:t>1.013e0</w:t>
      </w:r>
    </w:p>
    <w:p w:rsidR="005B3ED9" w:rsidRDefault="005B3ED9" w:rsidP="005B3ED9">
      <w:r>
        <w:t>456.8537</w:t>
      </w:r>
      <w:r>
        <w:tab/>
        <w:t>1.013e0</w:t>
      </w:r>
    </w:p>
    <w:p w:rsidR="005B3ED9" w:rsidRDefault="005B3ED9" w:rsidP="005B3ED9">
      <w:r>
        <w:t>456.8610</w:t>
      </w:r>
      <w:r>
        <w:tab/>
        <w:t>2.025e0</w:t>
      </w:r>
    </w:p>
    <w:p w:rsidR="005B3ED9" w:rsidRDefault="005B3ED9" w:rsidP="005B3ED9">
      <w:r>
        <w:t>456.9570</w:t>
      </w:r>
      <w:r>
        <w:tab/>
        <w:t>2.025e0</w:t>
      </w:r>
    </w:p>
    <w:p w:rsidR="005B3ED9" w:rsidRDefault="005B3ED9" w:rsidP="005B3ED9">
      <w:r>
        <w:t>456.9626</w:t>
      </w:r>
      <w:r>
        <w:tab/>
        <w:t>1.013e0</w:t>
      </w:r>
    </w:p>
    <w:p w:rsidR="005B3ED9" w:rsidRDefault="005B3ED9" w:rsidP="005B3ED9">
      <w:r>
        <w:lastRenderedPageBreak/>
        <w:t>457.0025</w:t>
      </w:r>
      <w:r>
        <w:tab/>
        <w:t>1.013e0</w:t>
      </w:r>
    </w:p>
    <w:p w:rsidR="005B3ED9" w:rsidRDefault="005B3ED9" w:rsidP="005B3ED9">
      <w:r>
        <w:t>457.0388</w:t>
      </w:r>
      <w:r>
        <w:tab/>
        <w:t>2.025e0</w:t>
      </w:r>
    </w:p>
    <w:p w:rsidR="005B3ED9" w:rsidRDefault="005B3ED9" w:rsidP="005B3ED9">
      <w:r>
        <w:t>457.0517</w:t>
      </w:r>
      <w:r>
        <w:tab/>
        <w:t>1.013e0</w:t>
      </w:r>
    </w:p>
    <w:p w:rsidR="005B3ED9" w:rsidRDefault="005B3ED9" w:rsidP="005B3ED9">
      <w:r>
        <w:t>457.0878</w:t>
      </w:r>
      <w:r>
        <w:tab/>
        <w:t>3.038e0</w:t>
      </w:r>
    </w:p>
    <w:p w:rsidR="005B3ED9" w:rsidRDefault="005B3ED9" w:rsidP="005B3ED9">
      <w:r>
        <w:t>457.1366</w:t>
      </w:r>
      <w:r>
        <w:tab/>
        <w:t>2.025e0</w:t>
      </w:r>
    </w:p>
    <w:p w:rsidR="005B3ED9" w:rsidRDefault="005B3ED9" w:rsidP="005B3ED9">
      <w:r>
        <w:t>457.1383</w:t>
      </w:r>
      <w:r>
        <w:tab/>
        <w:t>1.013e0</w:t>
      </w:r>
    </w:p>
    <w:p w:rsidR="005B3ED9" w:rsidRDefault="005B3ED9" w:rsidP="005B3ED9">
      <w:r>
        <w:t>457.1703</w:t>
      </w:r>
      <w:r>
        <w:tab/>
        <w:t>1.013e0</w:t>
      </w:r>
    </w:p>
    <w:p w:rsidR="005B3ED9" w:rsidRDefault="005B3ED9" w:rsidP="005B3ED9">
      <w:r>
        <w:t>457.1887</w:t>
      </w:r>
      <w:r>
        <w:tab/>
        <w:t>1.013e0</w:t>
      </w:r>
    </w:p>
    <w:p w:rsidR="005B3ED9" w:rsidRDefault="005B3ED9" w:rsidP="005B3ED9">
      <w:r>
        <w:t>457.2249</w:t>
      </w:r>
      <w:r>
        <w:tab/>
        <w:t>1.013e0</w:t>
      </w:r>
    </w:p>
    <w:p w:rsidR="005B3ED9" w:rsidRDefault="005B3ED9" w:rsidP="005B3ED9">
      <w:r>
        <w:t>457.2582</w:t>
      </w:r>
      <w:r>
        <w:tab/>
        <w:t>1.013e0</w:t>
      </w:r>
    </w:p>
    <w:p w:rsidR="005B3ED9" w:rsidRDefault="005B3ED9" w:rsidP="005B3ED9">
      <w:r>
        <w:t>457.3142</w:t>
      </w:r>
      <w:r>
        <w:tab/>
        <w:t>1.013e0</w:t>
      </w:r>
    </w:p>
    <w:p w:rsidR="005B3ED9" w:rsidRDefault="005B3ED9" w:rsidP="005B3ED9">
      <w:r>
        <w:t>457.3269</w:t>
      </w:r>
      <w:r>
        <w:tab/>
        <w:t>2.025e0</w:t>
      </w:r>
    </w:p>
    <w:p w:rsidR="005B3ED9" w:rsidRDefault="005B3ED9" w:rsidP="005B3ED9">
      <w:r>
        <w:t>457.3301</w:t>
      </w:r>
      <w:r>
        <w:tab/>
        <w:t>1.013e0</w:t>
      </w:r>
    </w:p>
    <w:p w:rsidR="005B3ED9" w:rsidRDefault="005B3ED9" w:rsidP="005B3ED9">
      <w:r>
        <w:t>457.3401</w:t>
      </w:r>
      <w:r>
        <w:tab/>
        <w:t>2.025e0</w:t>
      </w:r>
    </w:p>
    <w:p w:rsidR="005B3ED9" w:rsidRDefault="005B3ED9" w:rsidP="005B3ED9">
      <w:r>
        <w:t>457.3470</w:t>
      </w:r>
      <w:r>
        <w:tab/>
        <w:t>1.013e0</w:t>
      </w:r>
    </w:p>
    <w:p w:rsidR="005B3ED9" w:rsidRDefault="005B3ED9" w:rsidP="005B3ED9">
      <w:r>
        <w:t>457.3970</w:t>
      </w:r>
      <w:r>
        <w:tab/>
        <w:t>2.025e0</w:t>
      </w:r>
    </w:p>
    <w:p w:rsidR="005B3ED9" w:rsidRDefault="005B3ED9" w:rsidP="005B3ED9">
      <w:r>
        <w:t>457.4228</w:t>
      </w:r>
      <w:r>
        <w:tab/>
        <w:t>1.013e0</w:t>
      </w:r>
    </w:p>
    <w:p w:rsidR="005B3ED9" w:rsidRDefault="005B3ED9" w:rsidP="005B3ED9">
      <w:r>
        <w:t>457.4456</w:t>
      </w:r>
      <w:r>
        <w:tab/>
        <w:t>2.025e0</w:t>
      </w:r>
    </w:p>
    <w:p w:rsidR="005B3ED9" w:rsidRDefault="005B3ED9" w:rsidP="005B3ED9">
      <w:r>
        <w:t>457.4841</w:t>
      </w:r>
      <w:r>
        <w:tab/>
        <w:t>1.013e0</w:t>
      </w:r>
    </w:p>
    <w:p w:rsidR="005B3ED9" w:rsidRDefault="005B3ED9" w:rsidP="005B3ED9">
      <w:r>
        <w:lastRenderedPageBreak/>
        <w:t>457.5814</w:t>
      </w:r>
      <w:r>
        <w:tab/>
        <w:t>1.013e0</w:t>
      </w:r>
    </w:p>
    <w:p w:rsidR="005B3ED9" w:rsidRDefault="005B3ED9" w:rsidP="005B3ED9">
      <w:r>
        <w:t>457.6339</w:t>
      </w:r>
      <w:r>
        <w:tab/>
        <w:t>1.013e0</w:t>
      </w:r>
    </w:p>
    <w:p w:rsidR="005B3ED9" w:rsidRDefault="005B3ED9" w:rsidP="005B3ED9">
      <w:r>
        <w:t>457.6606</w:t>
      </w:r>
      <w:r>
        <w:tab/>
        <w:t>1.013e0</w:t>
      </w:r>
    </w:p>
    <w:p w:rsidR="005B3ED9" w:rsidRDefault="005B3ED9" w:rsidP="005B3ED9">
      <w:r>
        <w:t>457.7643</w:t>
      </w:r>
      <w:r>
        <w:tab/>
        <w:t>2.025e0</w:t>
      </w:r>
    </w:p>
    <w:p w:rsidR="005B3ED9" w:rsidRDefault="005B3ED9" w:rsidP="005B3ED9">
      <w:r>
        <w:t>457.8259</w:t>
      </w:r>
      <w:r>
        <w:tab/>
        <w:t>1.013e0</w:t>
      </w:r>
    </w:p>
    <w:p w:rsidR="005B3ED9" w:rsidRDefault="005B3ED9" w:rsidP="005B3ED9">
      <w:r>
        <w:t>457.8735</w:t>
      </w:r>
      <w:r>
        <w:tab/>
        <w:t>1.013e0</w:t>
      </w:r>
    </w:p>
    <w:p w:rsidR="005B3ED9" w:rsidRDefault="005B3ED9" w:rsidP="005B3ED9">
      <w:r>
        <w:t>457.9526</w:t>
      </w:r>
      <w:r>
        <w:tab/>
        <w:t>1.013e0</w:t>
      </w:r>
    </w:p>
    <w:p w:rsidR="005B3ED9" w:rsidRDefault="005B3ED9" w:rsidP="005B3ED9">
      <w:r>
        <w:t>457.9619</w:t>
      </w:r>
      <w:r>
        <w:tab/>
        <w:t>2.025e0</w:t>
      </w:r>
    </w:p>
    <w:p w:rsidR="005B3ED9" w:rsidRDefault="005B3ED9" w:rsidP="005B3ED9">
      <w:r>
        <w:t>458.0138</w:t>
      </w:r>
      <w:r>
        <w:tab/>
        <w:t>2.025e0</w:t>
      </w:r>
    </w:p>
    <w:p w:rsidR="005B3ED9" w:rsidRDefault="005B3ED9" w:rsidP="005B3ED9">
      <w:r>
        <w:t>458.0179</w:t>
      </w:r>
      <w:r>
        <w:tab/>
        <w:t>1.013e0</w:t>
      </w:r>
    </w:p>
    <w:p w:rsidR="005B3ED9" w:rsidRDefault="005B3ED9" w:rsidP="005B3ED9">
      <w:r>
        <w:t>458.0533</w:t>
      </w:r>
      <w:r>
        <w:tab/>
        <w:t>1.013e0</w:t>
      </w:r>
    </w:p>
    <w:p w:rsidR="005B3ED9" w:rsidRDefault="005B3ED9" w:rsidP="005B3ED9">
      <w:r>
        <w:t>458.0660</w:t>
      </w:r>
      <w:r>
        <w:tab/>
        <w:t>1.013e0</w:t>
      </w:r>
    </w:p>
    <w:p w:rsidR="005B3ED9" w:rsidRDefault="005B3ED9" w:rsidP="005B3ED9">
      <w:r>
        <w:t>458.1903</w:t>
      </w:r>
      <w:r>
        <w:tab/>
        <w:t>2.025e0</w:t>
      </w:r>
    </w:p>
    <w:p w:rsidR="005B3ED9" w:rsidRDefault="005B3ED9" w:rsidP="005B3ED9">
      <w:r>
        <w:t>458.2141</w:t>
      </w:r>
      <w:r>
        <w:tab/>
        <w:t>2.025e0</w:t>
      </w:r>
    </w:p>
    <w:p w:rsidR="005B3ED9" w:rsidRDefault="005B3ED9" w:rsidP="005B3ED9">
      <w:r>
        <w:t>458.2661</w:t>
      </w:r>
      <w:r>
        <w:tab/>
        <w:t>2.025e0</w:t>
      </w:r>
    </w:p>
    <w:p w:rsidR="005B3ED9" w:rsidRDefault="005B3ED9" w:rsidP="005B3ED9">
      <w:r>
        <w:t>458.3455</w:t>
      </w:r>
      <w:r>
        <w:tab/>
        <w:t>1.013e0</w:t>
      </w:r>
    </w:p>
    <w:p w:rsidR="005B3ED9" w:rsidRDefault="005B3ED9" w:rsidP="005B3ED9">
      <w:r>
        <w:t>458.3884</w:t>
      </w:r>
      <w:r>
        <w:tab/>
        <w:t>1.013e0</w:t>
      </w:r>
    </w:p>
    <w:p w:rsidR="005B3ED9" w:rsidRDefault="005B3ED9" w:rsidP="005B3ED9">
      <w:r>
        <w:t>458.3943</w:t>
      </w:r>
      <w:r>
        <w:tab/>
        <w:t>1.013e0</w:t>
      </w:r>
    </w:p>
    <w:p w:rsidR="005B3ED9" w:rsidRDefault="005B3ED9" w:rsidP="005B3ED9">
      <w:r>
        <w:t>458.4343</w:t>
      </w:r>
      <w:r>
        <w:tab/>
        <w:t>1.013e0</w:t>
      </w:r>
    </w:p>
    <w:p w:rsidR="005B3ED9" w:rsidRDefault="005B3ED9" w:rsidP="005B3ED9">
      <w:r>
        <w:lastRenderedPageBreak/>
        <w:t>458.5617</w:t>
      </w:r>
      <w:r>
        <w:tab/>
        <w:t>1.013e0</w:t>
      </w:r>
    </w:p>
    <w:p w:rsidR="005B3ED9" w:rsidRDefault="005B3ED9" w:rsidP="005B3ED9">
      <w:r>
        <w:t>458.6227</w:t>
      </w:r>
      <w:r>
        <w:tab/>
        <w:t>2.025e0</w:t>
      </w:r>
    </w:p>
    <w:p w:rsidR="005B3ED9" w:rsidRDefault="005B3ED9" w:rsidP="005B3ED9">
      <w:r>
        <w:t>458.6623</w:t>
      </w:r>
      <w:r>
        <w:tab/>
        <w:t>1.013e0</w:t>
      </w:r>
    </w:p>
    <w:p w:rsidR="005B3ED9" w:rsidRDefault="005B3ED9" w:rsidP="005B3ED9">
      <w:r>
        <w:t>458.7708</w:t>
      </w:r>
      <w:r>
        <w:tab/>
        <w:t>1.013e0</w:t>
      </w:r>
    </w:p>
    <w:p w:rsidR="005B3ED9" w:rsidRDefault="005B3ED9" w:rsidP="005B3ED9">
      <w:r>
        <w:t>458.7778</w:t>
      </w:r>
      <w:r>
        <w:tab/>
        <w:t>1.013e0</w:t>
      </w:r>
    </w:p>
    <w:p w:rsidR="005B3ED9" w:rsidRDefault="005B3ED9" w:rsidP="005B3ED9">
      <w:r>
        <w:t>458.8678</w:t>
      </w:r>
      <w:r>
        <w:tab/>
        <w:t>2.025e0</w:t>
      </w:r>
    </w:p>
    <w:p w:rsidR="005B3ED9" w:rsidRDefault="005B3ED9" w:rsidP="005B3ED9">
      <w:r>
        <w:t>458.8727</w:t>
      </w:r>
      <w:r>
        <w:tab/>
        <w:t>2.025e0</w:t>
      </w:r>
    </w:p>
    <w:p w:rsidR="005B3ED9" w:rsidRDefault="005B3ED9" w:rsidP="005B3ED9">
      <w:r>
        <w:t>458.8894</w:t>
      </w:r>
      <w:r>
        <w:tab/>
        <w:t>4.051e0</w:t>
      </w:r>
    </w:p>
    <w:p w:rsidR="005B3ED9" w:rsidRDefault="005B3ED9" w:rsidP="005B3ED9">
      <w:r>
        <w:t>458.9150</w:t>
      </w:r>
      <w:r>
        <w:tab/>
        <w:t>1.013e0</w:t>
      </w:r>
    </w:p>
    <w:p w:rsidR="005B3ED9" w:rsidRDefault="005B3ED9" w:rsidP="005B3ED9">
      <w:r>
        <w:t>458.9975</w:t>
      </w:r>
      <w:r>
        <w:tab/>
        <w:t>1.013e0</w:t>
      </w:r>
    </w:p>
    <w:p w:rsidR="005B3ED9" w:rsidRDefault="005B3ED9" w:rsidP="005B3ED9">
      <w:r>
        <w:t>459.0371</w:t>
      </w:r>
      <w:r>
        <w:tab/>
        <w:t>1.013e0</w:t>
      </w:r>
    </w:p>
    <w:p w:rsidR="005B3ED9" w:rsidRDefault="005B3ED9" w:rsidP="005B3ED9">
      <w:r>
        <w:t>459.0803</w:t>
      </w:r>
      <w:r>
        <w:tab/>
        <w:t>3.038e0</w:t>
      </w:r>
    </w:p>
    <w:p w:rsidR="005B3ED9" w:rsidRDefault="005B3ED9" w:rsidP="005B3ED9">
      <w:r>
        <w:t>459.1077</w:t>
      </w:r>
      <w:r>
        <w:tab/>
        <w:t>3.038e0</w:t>
      </w:r>
    </w:p>
    <w:p w:rsidR="005B3ED9" w:rsidRDefault="005B3ED9" w:rsidP="005B3ED9">
      <w:r>
        <w:t>459.1921</w:t>
      </w:r>
      <w:r>
        <w:tab/>
        <w:t>1.013e0</w:t>
      </w:r>
    </w:p>
    <w:p w:rsidR="005B3ED9" w:rsidRDefault="005B3ED9" w:rsidP="005B3ED9">
      <w:r>
        <w:t>459.2038</w:t>
      </w:r>
      <w:r>
        <w:tab/>
        <w:t>1.013e0</w:t>
      </w:r>
    </w:p>
    <w:p w:rsidR="005B3ED9" w:rsidRDefault="005B3ED9" w:rsidP="005B3ED9">
      <w:r>
        <w:t>459.2770</w:t>
      </w:r>
      <w:r>
        <w:tab/>
        <w:t>4.051e0</w:t>
      </w:r>
    </w:p>
    <w:p w:rsidR="005B3ED9" w:rsidRDefault="005B3ED9" w:rsidP="005B3ED9">
      <w:r>
        <w:t>459.3075</w:t>
      </w:r>
      <w:r>
        <w:tab/>
        <w:t>5.063e0</w:t>
      </w:r>
    </w:p>
    <w:p w:rsidR="005B3ED9" w:rsidRDefault="005B3ED9" w:rsidP="005B3ED9">
      <w:r>
        <w:t>459.3402</w:t>
      </w:r>
      <w:r>
        <w:tab/>
        <w:t>1.013e0</w:t>
      </w:r>
    </w:p>
    <w:p w:rsidR="005B3ED9" w:rsidRDefault="005B3ED9" w:rsidP="005B3ED9">
      <w:r>
        <w:t>459.3507</w:t>
      </w:r>
      <w:r>
        <w:tab/>
        <w:t>1.013e0</w:t>
      </w:r>
    </w:p>
    <w:p w:rsidR="005B3ED9" w:rsidRDefault="005B3ED9" w:rsidP="005B3ED9">
      <w:r>
        <w:lastRenderedPageBreak/>
        <w:t>459.3964</w:t>
      </w:r>
      <w:r>
        <w:tab/>
        <w:t>2.025e0</w:t>
      </w:r>
    </w:p>
    <w:p w:rsidR="005B3ED9" w:rsidRDefault="005B3ED9" w:rsidP="005B3ED9">
      <w:r>
        <w:t>459.4687</w:t>
      </w:r>
      <w:r>
        <w:tab/>
        <w:t>2.025e0</w:t>
      </w:r>
    </w:p>
    <w:p w:rsidR="005B3ED9" w:rsidRDefault="005B3ED9" w:rsidP="005B3ED9">
      <w:r>
        <w:t>459.5057</w:t>
      </w:r>
      <w:r>
        <w:tab/>
        <w:t>1.013e0</w:t>
      </w:r>
    </w:p>
    <w:p w:rsidR="005B3ED9" w:rsidRDefault="005B3ED9" w:rsidP="005B3ED9">
      <w:r>
        <w:t>459.5730</w:t>
      </w:r>
      <w:r>
        <w:tab/>
        <w:t>1.013e0</w:t>
      </w:r>
    </w:p>
    <w:p w:rsidR="005B3ED9" w:rsidRDefault="005B3ED9" w:rsidP="005B3ED9">
      <w:r>
        <w:t>459.8014</w:t>
      </w:r>
      <w:r>
        <w:tab/>
        <w:t>1.013e0</w:t>
      </w:r>
    </w:p>
    <w:p w:rsidR="005B3ED9" w:rsidRDefault="005B3ED9" w:rsidP="005B3ED9">
      <w:r>
        <w:t>459.8131</w:t>
      </w:r>
      <w:r>
        <w:tab/>
        <w:t>4.051e0</w:t>
      </w:r>
    </w:p>
    <w:p w:rsidR="005B3ED9" w:rsidRDefault="005B3ED9" w:rsidP="005B3ED9">
      <w:r>
        <w:t>459.8670</w:t>
      </w:r>
      <w:r>
        <w:tab/>
        <w:t>2.025e0</w:t>
      </w:r>
    </w:p>
    <w:p w:rsidR="005B3ED9" w:rsidRDefault="005B3ED9" w:rsidP="005B3ED9">
      <w:r>
        <w:t>459.9077</w:t>
      </w:r>
      <w:r>
        <w:tab/>
        <w:t>2.025e0</w:t>
      </w:r>
    </w:p>
    <w:p w:rsidR="005B3ED9" w:rsidRDefault="005B3ED9" w:rsidP="005B3ED9">
      <w:r>
        <w:t>459.9202</w:t>
      </w:r>
      <w:r>
        <w:tab/>
        <w:t>1.013e0</w:t>
      </w:r>
    </w:p>
    <w:p w:rsidR="005B3ED9" w:rsidRDefault="005B3ED9" w:rsidP="005B3ED9">
      <w:r>
        <w:t>459.9344</w:t>
      </w:r>
      <w:r>
        <w:tab/>
        <w:t>1.013e0</w:t>
      </w:r>
    </w:p>
    <w:p w:rsidR="005B3ED9" w:rsidRDefault="005B3ED9" w:rsidP="005B3ED9">
      <w:r>
        <w:t>459.9613</w:t>
      </w:r>
      <w:r>
        <w:tab/>
        <w:t>2.025e0</w:t>
      </w:r>
    </w:p>
    <w:p w:rsidR="005B3ED9" w:rsidRDefault="005B3ED9" w:rsidP="005B3ED9">
      <w:r>
        <w:t>460.0143</w:t>
      </w:r>
      <w:r>
        <w:tab/>
        <w:t>1.013e0</w:t>
      </w:r>
    </w:p>
    <w:p w:rsidR="005B3ED9" w:rsidRDefault="005B3ED9" w:rsidP="005B3ED9">
      <w:r>
        <w:t>460.0871</w:t>
      </w:r>
      <w:r>
        <w:tab/>
        <w:t>1.013e0</w:t>
      </w:r>
    </w:p>
    <w:p w:rsidR="005B3ED9" w:rsidRDefault="005B3ED9" w:rsidP="005B3ED9">
      <w:r>
        <w:t>460.0934</w:t>
      </w:r>
      <w:r>
        <w:tab/>
        <w:t>1.013e0</w:t>
      </w:r>
    </w:p>
    <w:p w:rsidR="005B3ED9" w:rsidRDefault="005B3ED9" w:rsidP="005B3ED9">
      <w:r>
        <w:t>460.1135</w:t>
      </w:r>
      <w:r>
        <w:tab/>
        <w:t>3.038e0</w:t>
      </w:r>
    </w:p>
    <w:p w:rsidR="005B3ED9" w:rsidRDefault="005B3ED9" w:rsidP="005B3ED9">
      <w:r>
        <w:t>460.1154</w:t>
      </w:r>
      <w:r>
        <w:tab/>
        <w:t>2.025e0</w:t>
      </w:r>
    </w:p>
    <w:p w:rsidR="005B3ED9" w:rsidRDefault="005B3ED9" w:rsidP="005B3ED9">
      <w:r>
        <w:t>460.1916</w:t>
      </w:r>
      <w:r>
        <w:tab/>
        <w:t>2.025e0</w:t>
      </w:r>
    </w:p>
    <w:p w:rsidR="005B3ED9" w:rsidRDefault="005B3ED9" w:rsidP="005B3ED9">
      <w:r>
        <w:t>460.2499</w:t>
      </w:r>
      <w:r>
        <w:tab/>
        <w:t>2.771e0</w:t>
      </w:r>
    </w:p>
    <w:p w:rsidR="005B3ED9" w:rsidRDefault="005B3ED9" w:rsidP="005B3ED9">
      <w:r>
        <w:t>460.2888</w:t>
      </w:r>
      <w:r>
        <w:tab/>
        <w:t>4.051e0</w:t>
      </w:r>
    </w:p>
    <w:p w:rsidR="005B3ED9" w:rsidRDefault="005B3ED9" w:rsidP="005B3ED9">
      <w:r>
        <w:lastRenderedPageBreak/>
        <w:t>460.2908</w:t>
      </w:r>
      <w:r>
        <w:tab/>
        <w:t>2.025e0</w:t>
      </w:r>
    </w:p>
    <w:p w:rsidR="005B3ED9" w:rsidRDefault="005B3ED9" w:rsidP="005B3ED9">
      <w:r>
        <w:t>460.3659</w:t>
      </w:r>
      <w:r>
        <w:tab/>
        <w:t>3.038e0</w:t>
      </w:r>
    </w:p>
    <w:p w:rsidR="005B3ED9" w:rsidRDefault="005B3ED9" w:rsidP="005B3ED9">
      <w:r>
        <w:t>460.4649</w:t>
      </w:r>
      <w:r>
        <w:tab/>
        <w:t>1.013e0</w:t>
      </w:r>
    </w:p>
    <w:p w:rsidR="005B3ED9" w:rsidRDefault="005B3ED9" w:rsidP="005B3ED9">
      <w:r>
        <w:t>460.4896</w:t>
      </w:r>
      <w:r>
        <w:tab/>
        <w:t>2.025e0</w:t>
      </w:r>
    </w:p>
    <w:p w:rsidR="005B3ED9" w:rsidRDefault="005B3ED9" w:rsidP="005B3ED9">
      <w:r>
        <w:t>460.4972</w:t>
      </w:r>
      <w:r>
        <w:tab/>
        <w:t>1.013e0</w:t>
      </w:r>
    </w:p>
    <w:p w:rsidR="005B3ED9" w:rsidRDefault="005B3ED9" w:rsidP="005B3ED9">
      <w:r>
        <w:t>460.6098</w:t>
      </w:r>
      <w:r>
        <w:tab/>
        <w:t>1.013e0</w:t>
      </w:r>
    </w:p>
    <w:p w:rsidR="005B3ED9" w:rsidRDefault="005B3ED9" w:rsidP="005B3ED9">
      <w:r>
        <w:t>460.7207</w:t>
      </w:r>
      <w:r>
        <w:tab/>
        <w:t>1.013e0</w:t>
      </w:r>
    </w:p>
    <w:p w:rsidR="005B3ED9" w:rsidRDefault="005B3ED9" w:rsidP="005B3ED9">
      <w:r>
        <w:t>460.7466</w:t>
      </w:r>
      <w:r>
        <w:tab/>
        <w:t>1.013e0</w:t>
      </w:r>
    </w:p>
    <w:p w:rsidR="005B3ED9" w:rsidRDefault="005B3ED9" w:rsidP="005B3ED9">
      <w:r>
        <w:t>460.8397</w:t>
      </w:r>
      <w:r>
        <w:tab/>
        <w:t>1.013e0</w:t>
      </w:r>
    </w:p>
    <w:p w:rsidR="005B3ED9" w:rsidRDefault="005B3ED9" w:rsidP="005B3ED9">
      <w:r>
        <w:t>460.8625</w:t>
      </w:r>
      <w:r>
        <w:tab/>
        <w:t>2.025e0</w:t>
      </w:r>
    </w:p>
    <w:p w:rsidR="005B3ED9" w:rsidRDefault="005B3ED9" w:rsidP="005B3ED9">
      <w:r>
        <w:t>460.8914</w:t>
      </w:r>
      <w:r>
        <w:tab/>
        <w:t>1.013e0</w:t>
      </w:r>
    </w:p>
    <w:p w:rsidR="005B3ED9" w:rsidRDefault="005B3ED9" w:rsidP="005B3ED9">
      <w:r>
        <w:t>460.9156</w:t>
      </w:r>
      <w:r>
        <w:tab/>
        <w:t>1.013e0</w:t>
      </w:r>
    </w:p>
    <w:p w:rsidR="005B3ED9" w:rsidRDefault="005B3ED9" w:rsidP="005B3ED9">
      <w:r>
        <w:t>460.9236</w:t>
      </w:r>
      <w:r>
        <w:tab/>
        <w:t>1.013e0</w:t>
      </w:r>
    </w:p>
    <w:p w:rsidR="005B3ED9" w:rsidRDefault="005B3ED9" w:rsidP="005B3ED9">
      <w:r>
        <w:t>460.9948</w:t>
      </w:r>
      <w:r>
        <w:tab/>
        <w:t>1.013e0</w:t>
      </w:r>
    </w:p>
    <w:p w:rsidR="005B3ED9" w:rsidRDefault="005B3ED9" w:rsidP="005B3ED9">
      <w:r>
        <w:t>461.0122</w:t>
      </w:r>
      <w:r>
        <w:tab/>
        <w:t>1.013e0</w:t>
      </w:r>
    </w:p>
    <w:p w:rsidR="005B3ED9" w:rsidRDefault="005B3ED9" w:rsidP="005B3ED9">
      <w:r>
        <w:t>461.0153</w:t>
      </w:r>
      <w:r>
        <w:tab/>
        <w:t>3.038e0</w:t>
      </w:r>
    </w:p>
    <w:p w:rsidR="005B3ED9" w:rsidRDefault="005B3ED9" w:rsidP="005B3ED9">
      <w:r>
        <w:t>461.0924</w:t>
      </w:r>
      <w:r>
        <w:tab/>
        <w:t>1.013e0</w:t>
      </w:r>
    </w:p>
    <w:p w:rsidR="005B3ED9" w:rsidRDefault="005B3ED9" w:rsidP="005B3ED9">
      <w:r>
        <w:t>461.1863</w:t>
      </w:r>
      <w:r>
        <w:tab/>
        <w:t>2.025e0</w:t>
      </w:r>
    </w:p>
    <w:p w:rsidR="005B3ED9" w:rsidRDefault="005B3ED9" w:rsidP="005B3ED9">
      <w:r>
        <w:t>461.1935</w:t>
      </w:r>
      <w:r>
        <w:tab/>
        <w:t>2.025e0</w:t>
      </w:r>
    </w:p>
    <w:p w:rsidR="005B3ED9" w:rsidRDefault="005B3ED9" w:rsidP="005B3ED9">
      <w:r>
        <w:lastRenderedPageBreak/>
        <w:t>461.1974</w:t>
      </w:r>
      <w:r>
        <w:tab/>
        <w:t>1.013e0</w:t>
      </w:r>
    </w:p>
    <w:p w:rsidR="005B3ED9" w:rsidRDefault="005B3ED9" w:rsidP="005B3ED9">
      <w:r>
        <w:t>461.2145</w:t>
      </w:r>
      <w:r>
        <w:tab/>
        <w:t>1.013e0</w:t>
      </w:r>
    </w:p>
    <w:p w:rsidR="005B3ED9" w:rsidRDefault="005B3ED9" w:rsidP="005B3ED9">
      <w:r>
        <w:t>461.2892</w:t>
      </w:r>
      <w:r>
        <w:tab/>
        <w:t>2.025e0</w:t>
      </w:r>
    </w:p>
    <w:p w:rsidR="005B3ED9" w:rsidRDefault="005B3ED9" w:rsidP="005B3ED9">
      <w:r>
        <w:t>461.3120</w:t>
      </w:r>
      <w:r>
        <w:tab/>
        <w:t>1.013e0</w:t>
      </w:r>
    </w:p>
    <w:p w:rsidR="005B3ED9" w:rsidRDefault="005B3ED9" w:rsidP="005B3ED9">
      <w:r>
        <w:t>461.3424</w:t>
      </w:r>
      <w:r>
        <w:tab/>
        <w:t>1.013e0</w:t>
      </w:r>
    </w:p>
    <w:p w:rsidR="005B3ED9" w:rsidRDefault="005B3ED9" w:rsidP="005B3ED9">
      <w:r>
        <w:t>461.3445</w:t>
      </w:r>
      <w:r>
        <w:tab/>
        <w:t>2.025e0</w:t>
      </w:r>
    </w:p>
    <w:p w:rsidR="005B3ED9" w:rsidRDefault="005B3ED9" w:rsidP="005B3ED9">
      <w:r>
        <w:t>461.3585</w:t>
      </w:r>
      <w:r>
        <w:tab/>
        <w:t>2.025e0</w:t>
      </w:r>
    </w:p>
    <w:p w:rsidR="005B3ED9" w:rsidRDefault="005B3ED9" w:rsidP="005B3ED9">
      <w:r>
        <w:t>461.4230</w:t>
      </w:r>
      <w:r>
        <w:tab/>
        <w:t>1.013e0</w:t>
      </w:r>
    </w:p>
    <w:p w:rsidR="005B3ED9" w:rsidRDefault="005B3ED9" w:rsidP="005B3ED9">
      <w:r>
        <w:t>461.4672</w:t>
      </w:r>
      <w:r>
        <w:tab/>
        <w:t>1.013e0</w:t>
      </w:r>
    </w:p>
    <w:p w:rsidR="005B3ED9" w:rsidRDefault="005B3ED9" w:rsidP="005B3ED9">
      <w:r>
        <w:t>461.5358</w:t>
      </w:r>
      <w:r>
        <w:tab/>
        <w:t>2.025e0</w:t>
      </w:r>
    </w:p>
    <w:p w:rsidR="005B3ED9" w:rsidRDefault="005B3ED9" w:rsidP="005B3ED9">
      <w:r>
        <w:t>461.6567</w:t>
      </w:r>
      <w:r>
        <w:tab/>
        <w:t>3.038e0</w:t>
      </w:r>
    </w:p>
    <w:p w:rsidR="005B3ED9" w:rsidRDefault="005B3ED9" w:rsidP="005B3ED9">
      <w:r>
        <w:t>461.7937</w:t>
      </w:r>
      <w:r>
        <w:tab/>
        <w:t>1.013e0</w:t>
      </w:r>
    </w:p>
    <w:p w:rsidR="005B3ED9" w:rsidRDefault="005B3ED9" w:rsidP="005B3ED9">
      <w:r>
        <w:t>461.8260</w:t>
      </w:r>
      <w:r>
        <w:tab/>
        <w:t>1.013e0</w:t>
      </w:r>
    </w:p>
    <w:p w:rsidR="005B3ED9" w:rsidRDefault="005B3ED9" w:rsidP="005B3ED9">
      <w:r>
        <w:t>461.8998</w:t>
      </w:r>
      <w:r>
        <w:tab/>
        <w:t>1.013e0</w:t>
      </w:r>
    </w:p>
    <w:p w:rsidR="005B3ED9" w:rsidRDefault="005B3ED9" w:rsidP="005B3ED9">
      <w:r>
        <w:t>461.9757</w:t>
      </w:r>
      <w:r>
        <w:tab/>
        <w:t>1.013e0</w:t>
      </w:r>
    </w:p>
    <w:p w:rsidR="005B3ED9" w:rsidRDefault="005B3ED9" w:rsidP="005B3ED9">
      <w:r>
        <w:t>461.9792</w:t>
      </w:r>
      <w:r>
        <w:tab/>
        <w:t>1.013e0</w:t>
      </w:r>
    </w:p>
    <w:p w:rsidR="005B3ED9" w:rsidRDefault="005B3ED9" w:rsidP="005B3ED9">
      <w:r>
        <w:t>462.0116</w:t>
      </w:r>
      <w:r>
        <w:tab/>
        <w:t>1.013e0</w:t>
      </w:r>
    </w:p>
    <w:p w:rsidR="005B3ED9" w:rsidRDefault="005B3ED9" w:rsidP="005B3ED9">
      <w:r>
        <w:t>462.0519</w:t>
      </w:r>
      <w:r>
        <w:tab/>
        <w:t>1.013e0</w:t>
      </w:r>
    </w:p>
    <w:p w:rsidR="005B3ED9" w:rsidRDefault="005B3ED9" w:rsidP="005B3ED9">
      <w:r>
        <w:t>462.1098</w:t>
      </w:r>
      <w:r>
        <w:tab/>
        <w:t>2.025e0</w:t>
      </w:r>
    </w:p>
    <w:p w:rsidR="005B3ED9" w:rsidRDefault="005B3ED9" w:rsidP="005B3ED9">
      <w:r>
        <w:lastRenderedPageBreak/>
        <w:t>462.1739</w:t>
      </w:r>
      <w:r>
        <w:tab/>
        <w:t>1.013e0</w:t>
      </w:r>
    </w:p>
    <w:p w:rsidR="005B3ED9" w:rsidRDefault="005B3ED9" w:rsidP="005B3ED9">
      <w:r>
        <w:t>462.2284</w:t>
      </w:r>
      <w:r>
        <w:tab/>
        <w:t>1.013e0</w:t>
      </w:r>
    </w:p>
    <w:p w:rsidR="005B3ED9" w:rsidRDefault="005B3ED9" w:rsidP="005B3ED9">
      <w:r>
        <w:t>462.2566</w:t>
      </w:r>
      <w:r>
        <w:tab/>
        <w:t>2.025e0</w:t>
      </w:r>
    </w:p>
    <w:p w:rsidR="005B3ED9" w:rsidRDefault="005B3ED9" w:rsidP="005B3ED9">
      <w:r>
        <w:t>462.3440</w:t>
      </w:r>
      <w:r>
        <w:tab/>
        <w:t>2.025e0</w:t>
      </w:r>
    </w:p>
    <w:p w:rsidR="005B3ED9" w:rsidRDefault="005B3ED9" w:rsidP="005B3ED9">
      <w:r>
        <w:t>462.3482</w:t>
      </w:r>
      <w:r>
        <w:tab/>
        <w:t>4.051e0</w:t>
      </w:r>
    </w:p>
    <w:p w:rsidR="005B3ED9" w:rsidRDefault="005B3ED9" w:rsidP="005B3ED9">
      <w:r>
        <w:t>462.3538</w:t>
      </w:r>
      <w:r>
        <w:tab/>
        <w:t>2.025e0</w:t>
      </w:r>
    </w:p>
    <w:p w:rsidR="005B3ED9" w:rsidRDefault="005B3ED9" w:rsidP="005B3ED9">
      <w:r>
        <w:t>462.3586</w:t>
      </w:r>
      <w:r>
        <w:tab/>
        <w:t>4.051e0</w:t>
      </w:r>
    </w:p>
    <w:p w:rsidR="005B3ED9" w:rsidRDefault="005B3ED9" w:rsidP="005B3ED9">
      <w:r>
        <w:t>462.4393</w:t>
      </w:r>
      <w:r>
        <w:tab/>
        <w:t>1.013e0</w:t>
      </w:r>
    </w:p>
    <w:p w:rsidR="005B3ED9" w:rsidRDefault="005B3ED9" w:rsidP="005B3ED9">
      <w:r>
        <w:t>462.5024</w:t>
      </w:r>
      <w:r>
        <w:tab/>
        <w:t>1.013e0</w:t>
      </w:r>
    </w:p>
    <w:p w:rsidR="005B3ED9" w:rsidRDefault="005B3ED9" w:rsidP="005B3ED9">
      <w:r>
        <w:t>462.5927</w:t>
      </w:r>
      <w:r>
        <w:tab/>
        <w:t>1.013e0</w:t>
      </w:r>
    </w:p>
    <w:p w:rsidR="005B3ED9" w:rsidRDefault="005B3ED9" w:rsidP="005B3ED9">
      <w:r>
        <w:t>462.6089</w:t>
      </w:r>
      <w:r>
        <w:tab/>
        <w:t>2.025e0</w:t>
      </w:r>
    </w:p>
    <w:p w:rsidR="005B3ED9" w:rsidRDefault="005B3ED9" w:rsidP="005B3ED9">
      <w:r>
        <w:t>462.7370</w:t>
      </w:r>
      <w:r>
        <w:tab/>
        <w:t>1.013e0</w:t>
      </w:r>
    </w:p>
    <w:p w:rsidR="005B3ED9" w:rsidRDefault="005B3ED9" w:rsidP="005B3ED9">
      <w:r>
        <w:t>462.7766</w:t>
      </w:r>
      <w:r>
        <w:tab/>
        <w:t>1.013e0</w:t>
      </w:r>
    </w:p>
    <w:p w:rsidR="005B3ED9" w:rsidRDefault="005B3ED9" w:rsidP="005B3ED9">
      <w:r>
        <w:t>462.8028</w:t>
      </w:r>
      <w:r>
        <w:tab/>
        <w:t>1.013e0</w:t>
      </w:r>
    </w:p>
    <w:p w:rsidR="005B3ED9" w:rsidRDefault="005B3ED9" w:rsidP="005B3ED9">
      <w:r>
        <w:t>462.8469</w:t>
      </w:r>
      <w:r>
        <w:tab/>
        <w:t>2.025e0</w:t>
      </w:r>
    </w:p>
    <w:p w:rsidR="005B3ED9" w:rsidRDefault="005B3ED9" w:rsidP="005B3ED9">
      <w:r>
        <w:t>462.8835</w:t>
      </w:r>
      <w:r>
        <w:tab/>
        <w:t>1.013e0</w:t>
      </w:r>
    </w:p>
    <w:p w:rsidR="005B3ED9" w:rsidRDefault="005B3ED9" w:rsidP="005B3ED9">
      <w:r>
        <w:t>462.9533</w:t>
      </w:r>
      <w:r>
        <w:tab/>
        <w:t>1.013e0</w:t>
      </w:r>
    </w:p>
    <w:p w:rsidR="005B3ED9" w:rsidRDefault="005B3ED9" w:rsidP="005B3ED9">
      <w:r>
        <w:t>462.9806</w:t>
      </w:r>
      <w:r>
        <w:tab/>
        <w:t>1.013e0</w:t>
      </w:r>
    </w:p>
    <w:p w:rsidR="005B3ED9" w:rsidRDefault="005B3ED9" w:rsidP="005B3ED9">
      <w:r>
        <w:t>462.9887</w:t>
      </w:r>
      <w:r>
        <w:tab/>
        <w:t>1.013e0</w:t>
      </w:r>
    </w:p>
    <w:p w:rsidR="005B3ED9" w:rsidRDefault="005B3ED9" w:rsidP="005B3ED9">
      <w:r>
        <w:lastRenderedPageBreak/>
        <w:t>463.0396</w:t>
      </w:r>
      <w:r>
        <w:tab/>
        <w:t>3.038e0</w:t>
      </w:r>
    </w:p>
    <w:p w:rsidR="005B3ED9" w:rsidRDefault="005B3ED9" w:rsidP="005B3ED9">
      <w:r>
        <w:t>463.0904</w:t>
      </w:r>
      <w:r>
        <w:tab/>
        <w:t>1.013e0</w:t>
      </w:r>
    </w:p>
    <w:p w:rsidR="005B3ED9" w:rsidRDefault="005B3ED9" w:rsidP="005B3ED9">
      <w:r>
        <w:t>463.1422</w:t>
      </w:r>
      <w:r>
        <w:tab/>
        <w:t>1.013e0</w:t>
      </w:r>
    </w:p>
    <w:p w:rsidR="005B3ED9" w:rsidRDefault="005B3ED9" w:rsidP="005B3ED9">
      <w:r>
        <w:t>463.1911</w:t>
      </w:r>
      <w:r>
        <w:tab/>
        <w:t>1.013e0</w:t>
      </w:r>
    </w:p>
    <w:p w:rsidR="005B3ED9" w:rsidRDefault="005B3ED9" w:rsidP="005B3ED9">
      <w:r>
        <w:t>463.2555</w:t>
      </w:r>
      <w:r>
        <w:tab/>
        <w:t>1.013e0</w:t>
      </w:r>
    </w:p>
    <w:p w:rsidR="005B3ED9" w:rsidRDefault="005B3ED9" w:rsidP="005B3ED9">
      <w:r>
        <w:t>463.2797</w:t>
      </w:r>
      <w:r>
        <w:tab/>
        <w:t>1.013e0</w:t>
      </w:r>
    </w:p>
    <w:p w:rsidR="005B3ED9" w:rsidRDefault="005B3ED9" w:rsidP="005B3ED9">
      <w:r>
        <w:t>463.3282</w:t>
      </w:r>
      <w:r>
        <w:tab/>
        <w:t>2.025e0</w:t>
      </w:r>
    </w:p>
    <w:p w:rsidR="005B3ED9" w:rsidRDefault="005B3ED9" w:rsidP="005B3ED9">
      <w:r>
        <w:t>463.3442</w:t>
      </w:r>
      <w:r>
        <w:tab/>
        <w:t>3.038e0</w:t>
      </w:r>
    </w:p>
    <w:p w:rsidR="005B3ED9" w:rsidRDefault="005B3ED9" w:rsidP="005B3ED9">
      <w:r>
        <w:t>463.3487</w:t>
      </w:r>
      <w:r>
        <w:tab/>
        <w:t>2.025e0</w:t>
      </w:r>
    </w:p>
    <w:p w:rsidR="005B3ED9" w:rsidRDefault="005B3ED9" w:rsidP="005B3ED9">
      <w:r>
        <w:t>463.3687</w:t>
      </w:r>
      <w:r>
        <w:tab/>
        <w:t>1.013e0</w:t>
      </w:r>
    </w:p>
    <w:p w:rsidR="005B3ED9" w:rsidRDefault="005B3ED9" w:rsidP="005B3ED9">
      <w:r>
        <w:t>463.4901</w:t>
      </w:r>
      <w:r>
        <w:tab/>
        <w:t>1.013e0</w:t>
      </w:r>
    </w:p>
    <w:p w:rsidR="005B3ED9" w:rsidRDefault="005B3ED9" w:rsidP="005B3ED9">
      <w:r>
        <w:t>463.5232</w:t>
      </w:r>
      <w:r>
        <w:tab/>
        <w:t>1.013e0</w:t>
      </w:r>
    </w:p>
    <w:p w:rsidR="005B3ED9" w:rsidRDefault="005B3ED9" w:rsidP="005B3ED9">
      <w:r>
        <w:t>463.5381</w:t>
      </w:r>
      <w:r>
        <w:tab/>
        <w:t>1.013e0</w:t>
      </w:r>
    </w:p>
    <w:p w:rsidR="005B3ED9" w:rsidRDefault="005B3ED9" w:rsidP="005B3ED9">
      <w:r>
        <w:t>463.5872</w:t>
      </w:r>
      <w:r>
        <w:tab/>
        <w:t>1.013e0</w:t>
      </w:r>
    </w:p>
    <w:p w:rsidR="005B3ED9" w:rsidRDefault="005B3ED9" w:rsidP="005B3ED9">
      <w:r>
        <w:t>463.6034</w:t>
      </w:r>
      <w:r>
        <w:tab/>
        <w:t>1.013e0</w:t>
      </w:r>
    </w:p>
    <w:p w:rsidR="005B3ED9" w:rsidRDefault="005B3ED9" w:rsidP="005B3ED9">
      <w:r>
        <w:t>463.6843</w:t>
      </w:r>
      <w:r>
        <w:tab/>
        <w:t>1.013e0</w:t>
      </w:r>
    </w:p>
    <w:p w:rsidR="005B3ED9" w:rsidRDefault="005B3ED9" w:rsidP="005B3ED9">
      <w:r>
        <w:t>463.6924</w:t>
      </w:r>
      <w:r>
        <w:tab/>
        <w:t>1.013e0</w:t>
      </w:r>
    </w:p>
    <w:p w:rsidR="005B3ED9" w:rsidRDefault="005B3ED9" w:rsidP="005B3ED9">
      <w:r>
        <w:t>463.7329</w:t>
      </w:r>
      <w:r>
        <w:tab/>
        <w:t>1.013e0</w:t>
      </w:r>
    </w:p>
    <w:p w:rsidR="005B3ED9" w:rsidRDefault="005B3ED9" w:rsidP="005B3ED9">
      <w:r>
        <w:t>463.8624</w:t>
      </w:r>
      <w:r>
        <w:tab/>
        <w:t>2.025e0</w:t>
      </w:r>
    </w:p>
    <w:p w:rsidR="005B3ED9" w:rsidRDefault="005B3ED9" w:rsidP="005B3ED9">
      <w:r>
        <w:lastRenderedPageBreak/>
        <w:t>463.9191</w:t>
      </w:r>
      <w:r>
        <w:tab/>
        <w:t>1.013e0</w:t>
      </w:r>
    </w:p>
    <w:p w:rsidR="005B3ED9" w:rsidRDefault="005B3ED9" w:rsidP="005B3ED9">
      <w:r>
        <w:t>463.9434</w:t>
      </w:r>
      <w:r>
        <w:tab/>
        <w:t>1.013e0</w:t>
      </w:r>
    </w:p>
    <w:p w:rsidR="005B3ED9" w:rsidRDefault="005B3ED9" w:rsidP="005B3ED9">
      <w:r>
        <w:t>463.9493</w:t>
      </w:r>
      <w:r>
        <w:tab/>
        <w:t>1.013e0</w:t>
      </w:r>
    </w:p>
    <w:p w:rsidR="005B3ED9" w:rsidRDefault="005B3ED9" w:rsidP="005B3ED9">
      <w:r>
        <w:t>464.0001</w:t>
      </w:r>
      <w:r>
        <w:tab/>
        <w:t>1.013e0</w:t>
      </w:r>
    </w:p>
    <w:p w:rsidR="005B3ED9" w:rsidRDefault="005B3ED9" w:rsidP="005B3ED9">
      <w:r>
        <w:t>464.0105</w:t>
      </w:r>
      <w:r>
        <w:tab/>
        <w:t>1.013e0</w:t>
      </w:r>
    </w:p>
    <w:p w:rsidR="005B3ED9" w:rsidRDefault="005B3ED9" w:rsidP="005B3ED9">
      <w:r>
        <w:t>464.0407</w:t>
      </w:r>
      <w:r>
        <w:tab/>
        <w:t>2.025e0</w:t>
      </w:r>
    </w:p>
    <w:p w:rsidR="005B3ED9" w:rsidRDefault="005B3ED9" w:rsidP="005B3ED9">
      <w:r>
        <w:t>464.0729</w:t>
      </w:r>
      <w:r>
        <w:tab/>
        <w:t>2.025e0</w:t>
      </w:r>
    </w:p>
    <w:p w:rsidR="005B3ED9" w:rsidRDefault="005B3ED9" w:rsidP="005B3ED9">
      <w:r>
        <w:t>464.1297</w:t>
      </w:r>
      <w:r>
        <w:tab/>
        <w:t>1.013e0</w:t>
      </w:r>
    </w:p>
    <w:p w:rsidR="005B3ED9" w:rsidRDefault="005B3ED9" w:rsidP="005B3ED9">
      <w:r>
        <w:t>464.1477</w:t>
      </w:r>
      <w:r>
        <w:tab/>
        <w:t>1.013e0</w:t>
      </w:r>
    </w:p>
    <w:p w:rsidR="005B3ED9" w:rsidRDefault="005B3ED9" w:rsidP="005B3ED9">
      <w:r>
        <w:t>464.1842</w:t>
      </w:r>
      <w:r>
        <w:tab/>
        <w:t>3.038e0</w:t>
      </w:r>
    </w:p>
    <w:p w:rsidR="005B3ED9" w:rsidRDefault="005B3ED9" w:rsidP="005B3ED9">
      <w:r>
        <w:t>464.2350</w:t>
      </w:r>
      <w:r>
        <w:tab/>
        <w:t>1.013e0</w:t>
      </w:r>
    </w:p>
    <w:p w:rsidR="005B3ED9" w:rsidRDefault="005B3ED9" w:rsidP="005B3ED9">
      <w:r>
        <w:t>464.2824</w:t>
      </w:r>
      <w:r>
        <w:tab/>
        <w:t>3.038e0</w:t>
      </w:r>
    </w:p>
    <w:p w:rsidR="005B3ED9" w:rsidRDefault="005B3ED9" w:rsidP="005B3ED9">
      <w:r>
        <w:t>464.3565</w:t>
      </w:r>
      <w:r>
        <w:tab/>
        <w:t>1.013e0</w:t>
      </w:r>
    </w:p>
    <w:p w:rsidR="005B3ED9" w:rsidRDefault="005B3ED9" w:rsidP="005B3ED9">
      <w:r>
        <w:t>464.3788</w:t>
      </w:r>
      <w:r>
        <w:tab/>
        <w:t>1.013e0</w:t>
      </w:r>
    </w:p>
    <w:p w:rsidR="005B3ED9" w:rsidRDefault="005B3ED9" w:rsidP="005B3ED9">
      <w:r>
        <w:t>464.3890</w:t>
      </w:r>
      <w:r>
        <w:tab/>
        <w:t>1.013e0</w:t>
      </w:r>
    </w:p>
    <w:p w:rsidR="005B3ED9" w:rsidRDefault="005B3ED9" w:rsidP="005B3ED9">
      <w:r>
        <w:t>464.4052</w:t>
      </w:r>
      <w:r>
        <w:tab/>
        <w:t>1.013e0</w:t>
      </w:r>
    </w:p>
    <w:p w:rsidR="005B3ED9" w:rsidRDefault="005B3ED9" w:rsidP="005B3ED9">
      <w:r>
        <w:t>464.4458</w:t>
      </w:r>
      <w:r>
        <w:tab/>
        <w:t>1.013e0</w:t>
      </w:r>
    </w:p>
    <w:p w:rsidR="005B3ED9" w:rsidRDefault="005B3ED9" w:rsidP="005B3ED9">
      <w:r>
        <w:t>464.4539</w:t>
      </w:r>
      <w:r>
        <w:tab/>
        <w:t>1.013e0</w:t>
      </w:r>
    </w:p>
    <w:p w:rsidR="005B3ED9" w:rsidRDefault="005B3ED9" w:rsidP="005B3ED9">
      <w:r>
        <w:t>464.6350</w:t>
      </w:r>
      <w:r>
        <w:tab/>
        <w:t>1.013e0</w:t>
      </w:r>
    </w:p>
    <w:p w:rsidR="005B3ED9" w:rsidRDefault="005B3ED9" w:rsidP="005B3ED9">
      <w:r>
        <w:lastRenderedPageBreak/>
        <w:t>464.7141</w:t>
      </w:r>
      <w:r>
        <w:tab/>
        <w:t>1.013e0</w:t>
      </w:r>
    </w:p>
    <w:p w:rsidR="005B3ED9" w:rsidRDefault="005B3ED9" w:rsidP="005B3ED9">
      <w:r>
        <w:t>464.7215</w:t>
      </w:r>
      <w:r>
        <w:tab/>
        <w:t>1.013e0</w:t>
      </w:r>
    </w:p>
    <w:p w:rsidR="005B3ED9" w:rsidRDefault="005B3ED9" w:rsidP="005B3ED9">
      <w:r>
        <w:t>464.7292</w:t>
      </w:r>
      <w:r>
        <w:tab/>
        <w:t>1.013e0</w:t>
      </w:r>
    </w:p>
    <w:p w:rsidR="005B3ED9" w:rsidRDefault="005B3ED9" w:rsidP="005B3ED9">
      <w:r>
        <w:t>464.8188</w:t>
      </w:r>
      <w:r>
        <w:tab/>
        <w:t>4.051e0</w:t>
      </w:r>
    </w:p>
    <w:p w:rsidR="005B3ED9" w:rsidRDefault="005B3ED9" w:rsidP="005B3ED9">
      <w:r>
        <w:t>464.8267</w:t>
      </w:r>
      <w:r>
        <w:tab/>
        <w:t>1.013e0</w:t>
      </w:r>
    </w:p>
    <w:p w:rsidR="005B3ED9" w:rsidRDefault="005B3ED9" w:rsidP="005B3ED9">
      <w:r>
        <w:t>464.8661</w:t>
      </w:r>
      <w:r>
        <w:tab/>
        <w:t>1.013e0</w:t>
      </w:r>
    </w:p>
    <w:p w:rsidR="005B3ED9" w:rsidRDefault="005B3ED9" w:rsidP="005B3ED9">
      <w:r>
        <w:t>464.8999</w:t>
      </w:r>
      <w:r>
        <w:tab/>
        <w:t>1.013e0</w:t>
      </w:r>
    </w:p>
    <w:p w:rsidR="005B3ED9" w:rsidRDefault="005B3ED9" w:rsidP="005B3ED9">
      <w:r>
        <w:t>464.9567</w:t>
      </w:r>
      <w:r>
        <w:tab/>
        <w:t>1.013e0</w:t>
      </w:r>
    </w:p>
    <w:p w:rsidR="005B3ED9" w:rsidRDefault="005B3ED9" w:rsidP="005B3ED9">
      <w:r>
        <w:t>464.9810</w:t>
      </w:r>
      <w:r>
        <w:tab/>
        <w:t>1.013e0</w:t>
      </w:r>
    </w:p>
    <w:p w:rsidR="005B3ED9" w:rsidRDefault="005B3ED9" w:rsidP="005B3ED9">
      <w:r>
        <w:t>465.1190</w:t>
      </w:r>
      <w:r>
        <w:tab/>
        <w:t>1.013e0</w:t>
      </w:r>
    </w:p>
    <w:p w:rsidR="005B3ED9" w:rsidRDefault="005B3ED9" w:rsidP="005B3ED9">
      <w:r>
        <w:t>465.1805</w:t>
      </w:r>
      <w:r>
        <w:tab/>
        <w:t>1.418e1</w:t>
      </w:r>
    </w:p>
    <w:p w:rsidR="005B3ED9" w:rsidRDefault="005B3ED9" w:rsidP="005B3ED9">
      <w:r>
        <w:t>465.1852</w:t>
      </w:r>
      <w:r>
        <w:tab/>
        <w:t>1.215e1</w:t>
      </w:r>
    </w:p>
    <w:p w:rsidR="005B3ED9" w:rsidRDefault="005B3ED9" w:rsidP="005B3ED9">
      <w:r>
        <w:t>465.1937</w:t>
      </w:r>
      <w:r>
        <w:tab/>
        <w:t>3.949e1</w:t>
      </w:r>
    </w:p>
    <w:p w:rsidR="005B3ED9" w:rsidRDefault="005B3ED9" w:rsidP="005B3ED9">
      <w:r>
        <w:t>465.2294</w:t>
      </w:r>
      <w:r>
        <w:tab/>
        <w:t>2.886e0</w:t>
      </w:r>
    </w:p>
    <w:p w:rsidR="005B3ED9" w:rsidRDefault="005B3ED9" w:rsidP="005B3ED9">
      <w:r>
        <w:t>465.3336</w:t>
      </w:r>
      <w:r>
        <w:tab/>
        <w:t>2.025e0</w:t>
      </w:r>
    </w:p>
    <w:p w:rsidR="005B3ED9" w:rsidRDefault="005B3ED9" w:rsidP="005B3ED9">
      <w:r>
        <w:t>465.3750</w:t>
      </w:r>
      <w:r>
        <w:tab/>
        <w:t>1.013e0</w:t>
      </w:r>
    </w:p>
    <w:p w:rsidR="005B3ED9" w:rsidRDefault="005B3ED9" w:rsidP="005B3ED9">
      <w:r>
        <w:t>465.3966</w:t>
      </w:r>
      <w:r>
        <w:tab/>
        <w:t>1.013e0</w:t>
      </w:r>
    </w:p>
    <w:p w:rsidR="005B3ED9" w:rsidRDefault="005B3ED9" w:rsidP="005B3ED9">
      <w:r>
        <w:t>465.3989</w:t>
      </w:r>
      <w:r>
        <w:tab/>
        <w:t>3.038e0</w:t>
      </w:r>
    </w:p>
    <w:p w:rsidR="005B3ED9" w:rsidRDefault="005B3ED9" w:rsidP="005B3ED9">
      <w:r>
        <w:t>465.4203</w:t>
      </w:r>
      <w:r>
        <w:tab/>
        <w:t>2.025e0</w:t>
      </w:r>
    </w:p>
    <w:p w:rsidR="005B3ED9" w:rsidRDefault="005B3ED9" w:rsidP="005B3ED9">
      <w:r>
        <w:lastRenderedPageBreak/>
        <w:t>465.4328</w:t>
      </w:r>
      <w:r>
        <w:tab/>
        <w:t>1.013e0</w:t>
      </w:r>
    </w:p>
    <w:p w:rsidR="005B3ED9" w:rsidRDefault="005B3ED9" w:rsidP="005B3ED9">
      <w:r>
        <w:t>465.4763</w:t>
      </w:r>
      <w:r>
        <w:tab/>
        <w:t>1.013e0</w:t>
      </w:r>
    </w:p>
    <w:p w:rsidR="005B3ED9" w:rsidRDefault="005B3ED9" w:rsidP="005B3ED9">
      <w:r>
        <w:t>465.5170</w:t>
      </w:r>
      <w:r>
        <w:tab/>
        <w:t>1.013e0</w:t>
      </w:r>
    </w:p>
    <w:p w:rsidR="005B3ED9" w:rsidRDefault="005B3ED9" w:rsidP="005B3ED9">
      <w:r>
        <w:t>465.6388</w:t>
      </w:r>
      <w:r>
        <w:tab/>
        <w:t>1.013e0</w:t>
      </w:r>
    </w:p>
    <w:p w:rsidR="005B3ED9" w:rsidRDefault="005B3ED9" w:rsidP="005B3ED9">
      <w:r>
        <w:t>465.7469</w:t>
      </w:r>
      <w:r>
        <w:tab/>
        <w:t>1.013e0</w:t>
      </w:r>
    </w:p>
    <w:p w:rsidR="005B3ED9" w:rsidRDefault="005B3ED9" w:rsidP="005B3ED9">
      <w:r>
        <w:t>465.8014</w:t>
      </w:r>
      <w:r>
        <w:tab/>
        <w:t>1.013e0</w:t>
      </w:r>
    </w:p>
    <w:p w:rsidR="005B3ED9" w:rsidRDefault="005B3ED9" w:rsidP="005B3ED9">
      <w:r>
        <w:t>465.8805</w:t>
      </w:r>
      <w:r>
        <w:tab/>
        <w:t>1.013e0</w:t>
      </w:r>
    </w:p>
    <w:p w:rsidR="005B3ED9" w:rsidRDefault="005B3ED9" w:rsidP="005B3ED9">
      <w:r>
        <w:t>465.9419</w:t>
      </w:r>
      <w:r>
        <w:tab/>
        <w:t>1.013e0</w:t>
      </w:r>
    </w:p>
    <w:p w:rsidR="005B3ED9" w:rsidRDefault="005B3ED9" w:rsidP="005B3ED9">
      <w:r>
        <w:t>465.9669</w:t>
      </w:r>
      <w:r>
        <w:tab/>
        <w:t>2.025e0</w:t>
      </w:r>
    </w:p>
    <w:p w:rsidR="005B3ED9" w:rsidRDefault="005B3ED9" w:rsidP="005B3ED9">
      <w:r>
        <w:t>466.0010</w:t>
      </w:r>
      <w:r>
        <w:tab/>
        <w:t>2.025e0</w:t>
      </w:r>
    </w:p>
    <w:p w:rsidR="005B3ED9" w:rsidRDefault="005B3ED9" w:rsidP="005B3ED9">
      <w:r>
        <w:t>466.0681</w:t>
      </w:r>
      <w:r>
        <w:tab/>
        <w:t>2.025e0</w:t>
      </w:r>
    </w:p>
    <w:p w:rsidR="005B3ED9" w:rsidRDefault="005B3ED9" w:rsidP="005B3ED9">
      <w:r>
        <w:t>466.0789</w:t>
      </w:r>
      <w:r>
        <w:tab/>
        <w:t>1.013e0</w:t>
      </w:r>
    </w:p>
    <w:p w:rsidR="005B3ED9" w:rsidRDefault="005B3ED9" w:rsidP="005B3ED9">
      <w:r>
        <w:t>466.0814</w:t>
      </w:r>
      <w:r>
        <w:tab/>
        <w:t>2.025e0</w:t>
      </w:r>
    </w:p>
    <w:p w:rsidR="005B3ED9" w:rsidRDefault="005B3ED9" w:rsidP="005B3ED9">
      <w:r>
        <w:t>466.1095</w:t>
      </w:r>
      <w:r>
        <w:tab/>
        <w:t>2.025e0</w:t>
      </w:r>
    </w:p>
    <w:p w:rsidR="005B3ED9" w:rsidRDefault="005B3ED9" w:rsidP="005B3ED9">
      <w:r>
        <w:t>466.1335</w:t>
      </w:r>
      <w:r>
        <w:tab/>
        <w:t>1.013e0</w:t>
      </w:r>
    </w:p>
    <w:p w:rsidR="005B3ED9" w:rsidRDefault="005B3ED9" w:rsidP="005B3ED9">
      <w:r>
        <w:t>466.1933</w:t>
      </w:r>
      <w:r>
        <w:tab/>
        <w:t>8.101e0</w:t>
      </w:r>
    </w:p>
    <w:p w:rsidR="005B3ED9" w:rsidRDefault="005B3ED9" w:rsidP="005B3ED9">
      <w:r>
        <w:t>466.2004</w:t>
      </w:r>
      <w:r>
        <w:tab/>
        <w:t>7.089e0</w:t>
      </w:r>
    </w:p>
    <w:p w:rsidR="005B3ED9" w:rsidRDefault="005B3ED9" w:rsidP="005B3ED9">
      <w:r>
        <w:t>466.2127</w:t>
      </w:r>
      <w:r>
        <w:tab/>
        <w:t>1.013e0</w:t>
      </w:r>
    </w:p>
    <w:p w:rsidR="005B3ED9" w:rsidRDefault="005B3ED9" w:rsidP="005B3ED9">
      <w:r>
        <w:t>466.2615</w:t>
      </w:r>
      <w:r>
        <w:tab/>
        <w:t>2.025e0</w:t>
      </w:r>
    </w:p>
    <w:p w:rsidR="005B3ED9" w:rsidRDefault="005B3ED9" w:rsidP="005B3ED9">
      <w:r>
        <w:lastRenderedPageBreak/>
        <w:t>466.2812</w:t>
      </w:r>
      <w:r>
        <w:tab/>
        <w:t>1.013e0</w:t>
      </w:r>
    </w:p>
    <w:p w:rsidR="005B3ED9" w:rsidRDefault="005B3ED9" w:rsidP="005B3ED9">
      <w:r>
        <w:t>466.3137</w:t>
      </w:r>
      <w:r>
        <w:tab/>
        <w:t>1.013e0</w:t>
      </w:r>
    </w:p>
    <w:p w:rsidR="005B3ED9" w:rsidRDefault="005B3ED9" w:rsidP="005B3ED9">
      <w:r>
        <w:t>466.3218</w:t>
      </w:r>
      <w:r>
        <w:tab/>
        <w:t>1.013e0</w:t>
      </w:r>
    </w:p>
    <w:p w:rsidR="005B3ED9" w:rsidRDefault="005B3ED9" w:rsidP="005B3ED9">
      <w:r>
        <w:t>466.3318</w:t>
      </w:r>
      <w:r>
        <w:tab/>
        <w:t>1.013e0</w:t>
      </w:r>
    </w:p>
    <w:p w:rsidR="005B3ED9" w:rsidRDefault="005B3ED9" w:rsidP="005B3ED9">
      <w:r>
        <w:t>466.4067</w:t>
      </w:r>
      <w:r>
        <w:tab/>
        <w:t>3.038e0</w:t>
      </w:r>
    </w:p>
    <w:p w:rsidR="005B3ED9" w:rsidRDefault="005B3ED9" w:rsidP="005B3ED9">
      <w:r>
        <w:t>466.4258</w:t>
      </w:r>
      <w:r>
        <w:tab/>
        <w:t>1.013e0</w:t>
      </w:r>
    </w:p>
    <w:p w:rsidR="005B3ED9" w:rsidRDefault="005B3ED9" w:rsidP="005B3ED9">
      <w:r>
        <w:t>466.4276</w:t>
      </w:r>
      <w:r>
        <w:tab/>
        <w:t>2.025e0</w:t>
      </w:r>
    </w:p>
    <w:p w:rsidR="005B3ED9" w:rsidRDefault="005B3ED9" w:rsidP="005B3ED9">
      <w:r>
        <w:t>466.5093</w:t>
      </w:r>
      <w:r>
        <w:tab/>
        <w:t>2.025e0</w:t>
      </w:r>
    </w:p>
    <w:p w:rsidR="005B3ED9" w:rsidRDefault="005B3ED9" w:rsidP="005B3ED9">
      <w:r>
        <w:t>466.6242</w:t>
      </w:r>
      <w:r>
        <w:tab/>
        <w:t>2.025e0</w:t>
      </w:r>
    </w:p>
    <w:p w:rsidR="005B3ED9" w:rsidRDefault="005B3ED9" w:rsidP="005B3ED9">
      <w:r>
        <w:t>466.6555</w:t>
      </w:r>
      <w:r>
        <w:tab/>
        <w:t>1.013e0</w:t>
      </w:r>
    </w:p>
    <w:p w:rsidR="005B3ED9" w:rsidRDefault="005B3ED9" w:rsidP="005B3ED9">
      <w:r>
        <w:t>466.7002</w:t>
      </w:r>
      <w:r>
        <w:tab/>
        <w:t>1.013e0</w:t>
      </w:r>
    </w:p>
    <w:p w:rsidR="005B3ED9" w:rsidRDefault="005B3ED9" w:rsidP="005B3ED9">
      <w:r>
        <w:t>466.7126</w:t>
      </w:r>
      <w:r>
        <w:tab/>
        <w:t>1.013e0</w:t>
      </w:r>
    </w:p>
    <w:p w:rsidR="005B3ED9" w:rsidRDefault="005B3ED9" w:rsidP="005B3ED9">
      <w:r>
        <w:t>466.7194</w:t>
      </w:r>
      <w:r>
        <w:tab/>
        <w:t>2.025e0</w:t>
      </w:r>
    </w:p>
    <w:p w:rsidR="005B3ED9" w:rsidRDefault="005B3ED9" w:rsidP="005B3ED9">
      <w:r>
        <w:t>466.7796</w:t>
      </w:r>
      <w:r>
        <w:tab/>
        <w:t>2.025e0</w:t>
      </w:r>
    </w:p>
    <w:p w:rsidR="005B3ED9" w:rsidRDefault="005B3ED9" w:rsidP="005B3ED9">
      <w:r>
        <w:t>466.7940</w:t>
      </w:r>
      <w:r>
        <w:tab/>
        <w:t>1.013e0</w:t>
      </w:r>
    </w:p>
    <w:p w:rsidR="005B3ED9" w:rsidRDefault="005B3ED9" w:rsidP="005B3ED9">
      <w:r>
        <w:t>466.8510</w:t>
      </w:r>
      <w:r>
        <w:tab/>
        <w:t>1.013e0</w:t>
      </w:r>
    </w:p>
    <w:p w:rsidR="005B3ED9" w:rsidRDefault="005B3ED9" w:rsidP="005B3ED9">
      <w:r>
        <w:t>466.8771</w:t>
      </w:r>
      <w:r>
        <w:tab/>
        <w:t>1.013e0</w:t>
      </w:r>
    </w:p>
    <w:p w:rsidR="005B3ED9" w:rsidRDefault="005B3ED9" w:rsidP="005B3ED9">
      <w:r>
        <w:t>466.9350</w:t>
      </w:r>
      <w:r>
        <w:tab/>
        <w:t>2.025e0</w:t>
      </w:r>
    </w:p>
    <w:p w:rsidR="005B3ED9" w:rsidRDefault="005B3ED9" w:rsidP="005B3ED9">
      <w:r>
        <w:t>467.0506</w:t>
      </w:r>
      <w:r>
        <w:tab/>
        <w:t>1.013e0</w:t>
      </w:r>
    </w:p>
    <w:p w:rsidR="005B3ED9" w:rsidRDefault="005B3ED9" w:rsidP="005B3ED9">
      <w:r>
        <w:lastRenderedPageBreak/>
        <w:t>467.1035</w:t>
      </w:r>
      <w:r>
        <w:tab/>
        <w:t>1.013e0</w:t>
      </w:r>
    </w:p>
    <w:p w:rsidR="005B3ED9" w:rsidRDefault="005B3ED9" w:rsidP="005B3ED9">
      <w:r>
        <w:t>467.1118</w:t>
      </w:r>
      <w:r>
        <w:tab/>
        <w:t>1.013e0</w:t>
      </w:r>
    </w:p>
    <w:p w:rsidR="005B3ED9" w:rsidRDefault="005B3ED9" w:rsidP="005B3ED9">
      <w:r>
        <w:t>467.1266</w:t>
      </w:r>
      <w:r>
        <w:tab/>
        <w:t>1.013e0</w:t>
      </w:r>
    </w:p>
    <w:p w:rsidR="005B3ED9" w:rsidRDefault="005B3ED9" w:rsidP="005B3ED9">
      <w:r>
        <w:t>467.1596</w:t>
      </w:r>
      <w:r>
        <w:tab/>
        <w:t>3.038e0</w:t>
      </w:r>
    </w:p>
    <w:p w:rsidR="005B3ED9" w:rsidRDefault="005B3ED9" w:rsidP="005B3ED9">
      <w:r>
        <w:t>467.1969</w:t>
      </w:r>
      <w:r>
        <w:tab/>
        <w:t>2.025e0</w:t>
      </w:r>
    </w:p>
    <w:p w:rsidR="005B3ED9" w:rsidRDefault="005B3ED9" w:rsidP="005B3ED9">
      <w:r>
        <w:t>467.2502</w:t>
      </w:r>
      <w:r>
        <w:tab/>
        <w:t>1.013e0</w:t>
      </w:r>
    </w:p>
    <w:p w:rsidR="005B3ED9" w:rsidRDefault="005B3ED9" w:rsidP="005B3ED9">
      <w:r>
        <w:t>467.2630</w:t>
      </w:r>
      <w:r>
        <w:tab/>
        <w:t>4.051e0</w:t>
      </w:r>
    </w:p>
    <w:p w:rsidR="005B3ED9" w:rsidRDefault="005B3ED9" w:rsidP="005B3ED9">
      <w:r>
        <w:t>467.3273</w:t>
      </w:r>
      <w:r>
        <w:tab/>
        <w:t>2.025e0</w:t>
      </w:r>
    </w:p>
    <w:p w:rsidR="005B3ED9" w:rsidRDefault="005B3ED9" w:rsidP="005B3ED9">
      <w:r>
        <w:t>467.3323</w:t>
      </w:r>
      <w:r>
        <w:tab/>
        <w:t>2.025e0</w:t>
      </w:r>
    </w:p>
    <w:p w:rsidR="005B3ED9" w:rsidRDefault="005B3ED9" w:rsidP="005B3ED9">
      <w:r>
        <w:t>467.3604</w:t>
      </w:r>
      <w:r>
        <w:tab/>
        <w:t>3.038e0</w:t>
      </w:r>
    </w:p>
    <w:p w:rsidR="005B3ED9" w:rsidRDefault="005B3ED9" w:rsidP="005B3ED9">
      <w:r>
        <w:t>467.3810</w:t>
      </w:r>
      <w:r>
        <w:tab/>
        <w:t>2.025e0</w:t>
      </w:r>
    </w:p>
    <w:p w:rsidR="005B3ED9" w:rsidRDefault="005B3ED9" w:rsidP="005B3ED9">
      <w:r>
        <w:t>467.3828</w:t>
      </w:r>
      <w:r>
        <w:tab/>
        <w:t>1.013e0</w:t>
      </w:r>
    </w:p>
    <w:p w:rsidR="005B3ED9" w:rsidRDefault="005B3ED9" w:rsidP="005B3ED9">
      <w:r>
        <w:t>467.5112</w:t>
      </w:r>
      <w:r>
        <w:tab/>
        <w:t>1.013e0</w:t>
      </w:r>
    </w:p>
    <w:p w:rsidR="005B3ED9" w:rsidRDefault="005B3ED9" w:rsidP="005B3ED9">
      <w:r>
        <w:t>467.6254</w:t>
      </w:r>
      <w:r>
        <w:tab/>
        <w:t>1.013e0</w:t>
      </w:r>
    </w:p>
    <w:p w:rsidR="005B3ED9" w:rsidRDefault="005B3ED9" w:rsidP="005B3ED9">
      <w:r>
        <w:t>467.6719</w:t>
      </w:r>
      <w:r>
        <w:tab/>
        <w:t>1.013e0</w:t>
      </w:r>
    </w:p>
    <w:p w:rsidR="005B3ED9" w:rsidRDefault="005B3ED9" w:rsidP="005B3ED9">
      <w:r>
        <w:t>467.7446</w:t>
      </w:r>
      <w:r>
        <w:tab/>
        <w:t>2.025e0</w:t>
      </w:r>
    </w:p>
    <w:p w:rsidR="005B3ED9" w:rsidRDefault="005B3ED9" w:rsidP="005B3ED9">
      <w:r>
        <w:t>467.7477</w:t>
      </w:r>
      <w:r>
        <w:tab/>
        <w:t>1.013e0</w:t>
      </w:r>
    </w:p>
    <w:p w:rsidR="005B3ED9" w:rsidRDefault="005B3ED9" w:rsidP="005B3ED9">
      <w:r>
        <w:t>467.8670</w:t>
      </w:r>
      <w:r>
        <w:tab/>
        <w:t>1.013e0</w:t>
      </w:r>
    </w:p>
    <w:p w:rsidR="005B3ED9" w:rsidRDefault="005B3ED9" w:rsidP="005B3ED9">
      <w:r>
        <w:t>467.8842</w:t>
      </w:r>
      <w:r>
        <w:tab/>
        <w:t>3.038e0</w:t>
      </w:r>
    </w:p>
    <w:p w:rsidR="005B3ED9" w:rsidRDefault="005B3ED9" w:rsidP="005B3ED9">
      <w:r>
        <w:lastRenderedPageBreak/>
        <w:t>467.9110</w:t>
      </w:r>
      <w:r>
        <w:tab/>
        <w:t>1.013e0</w:t>
      </w:r>
    </w:p>
    <w:p w:rsidR="005B3ED9" w:rsidRDefault="005B3ED9" w:rsidP="005B3ED9">
      <w:r>
        <w:t>467.9248</w:t>
      </w:r>
      <w:r>
        <w:tab/>
        <w:t>1.013e0</w:t>
      </w:r>
    </w:p>
    <w:p w:rsidR="005B3ED9" w:rsidRDefault="005B3ED9" w:rsidP="005B3ED9">
      <w:r>
        <w:t>467.9593</w:t>
      </w:r>
      <w:r>
        <w:tab/>
        <w:t>2.025e0</w:t>
      </w:r>
    </w:p>
    <w:p w:rsidR="005B3ED9" w:rsidRDefault="005B3ED9" w:rsidP="005B3ED9">
      <w:r>
        <w:t>468.0055</w:t>
      </w:r>
      <w:r>
        <w:tab/>
        <w:t>2.025e0</w:t>
      </w:r>
    </w:p>
    <w:p w:rsidR="005B3ED9" w:rsidRDefault="005B3ED9" w:rsidP="005B3ED9">
      <w:r>
        <w:t>468.0256</w:t>
      </w:r>
      <w:r>
        <w:tab/>
        <w:t>1.013e0</w:t>
      </w:r>
    </w:p>
    <w:p w:rsidR="005B3ED9" w:rsidRDefault="005B3ED9" w:rsidP="005B3ED9">
      <w:r>
        <w:t>468.0334</w:t>
      </w:r>
      <w:r>
        <w:tab/>
        <w:t>1.013e0</w:t>
      </w:r>
    </w:p>
    <w:p w:rsidR="005B3ED9" w:rsidRDefault="005B3ED9" w:rsidP="005B3ED9">
      <w:r>
        <w:t>468.1069</w:t>
      </w:r>
      <w:r>
        <w:tab/>
        <w:t>1.013e0</w:t>
      </w:r>
    </w:p>
    <w:p w:rsidR="005B3ED9" w:rsidRDefault="005B3ED9" w:rsidP="005B3ED9">
      <w:r>
        <w:t>468.1960</w:t>
      </w:r>
      <w:r>
        <w:tab/>
        <w:t>1.013e0</w:t>
      </w:r>
    </w:p>
    <w:p w:rsidR="005B3ED9" w:rsidRDefault="005B3ED9" w:rsidP="005B3ED9">
      <w:r>
        <w:t>468.2050</w:t>
      </w:r>
      <w:r>
        <w:tab/>
        <w:t>1.013e0</w:t>
      </w:r>
    </w:p>
    <w:p w:rsidR="005B3ED9" w:rsidRDefault="005B3ED9" w:rsidP="005B3ED9">
      <w:r>
        <w:t>468.2389</w:t>
      </w:r>
      <w:r>
        <w:tab/>
        <w:t>1.013e0</w:t>
      </w:r>
    </w:p>
    <w:p w:rsidR="005B3ED9" w:rsidRDefault="005B3ED9" w:rsidP="005B3ED9">
      <w:r>
        <w:t>468.2705</w:t>
      </w:r>
      <w:r>
        <w:tab/>
        <w:t>3.038e0</w:t>
      </w:r>
    </w:p>
    <w:p w:rsidR="005B3ED9" w:rsidRDefault="005B3ED9" w:rsidP="005B3ED9">
      <w:r>
        <w:t>468.3029</w:t>
      </w:r>
      <w:r>
        <w:tab/>
        <w:t>1.013e0</w:t>
      </w:r>
    </w:p>
    <w:p w:rsidR="005B3ED9" w:rsidRDefault="005B3ED9" w:rsidP="005B3ED9">
      <w:r>
        <w:t>468.3865</w:t>
      </w:r>
      <w:r>
        <w:tab/>
        <w:t>1.114e1</w:t>
      </w:r>
    </w:p>
    <w:p w:rsidR="005B3ED9" w:rsidRDefault="005B3ED9" w:rsidP="005B3ED9">
      <w:r>
        <w:t>468.3878</w:t>
      </w:r>
      <w:r>
        <w:tab/>
        <w:t>7.089e0</w:t>
      </w:r>
    </w:p>
    <w:p w:rsidR="005B3ED9" w:rsidRDefault="005B3ED9" w:rsidP="005B3ED9">
      <w:r>
        <w:t>468.3934</w:t>
      </w:r>
      <w:r>
        <w:tab/>
        <w:t>3.038e0</w:t>
      </w:r>
    </w:p>
    <w:p w:rsidR="005B3ED9" w:rsidRDefault="005B3ED9" w:rsidP="005B3ED9">
      <w:r>
        <w:t>468.4000</w:t>
      </w:r>
      <w:r>
        <w:tab/>
        <w:t>3.446e0</w:t>
      </w:r>
    </w:p>
    <w:p w:rsidR="005B3ED9" w:rsidRDefault="005B3ED9" w:rsidP="005B3ED9">
      <w:r>
        <w:t>468.4704</w:t>
      </w:r>
      <w:r>
        <w:tab/>
        <w:t>1.013e0</w:t>
      </w:r>
    </w:p>
    <w:p w:rsidR="005B3ED9" w:rsidRDefault="005B3ED9" w:rsidP="005B3ED9">
      <w:r>
        <w:t>468.5154</w:t>
      </w:r>
      <w:r>
        <w:tab/>
        <w:t>1.013e0</w:t>
      </w:r>
    </w:p>
    <w:p w:rsidR="005B3ED9" w:rsidRDefault="005B3ED9" w:rsidP="005B3ED9">
      <w:r>
        <w:t>468.7811</w:t>
      </w:r>
      <w:r>
        <w:tab/>
        <w:t>1.013e0</w:t>
      </w:r>
    </w:p>
    <w:p w:rsidR="005B3ED9" w:rsidRDefault="005B3ED9" w:rsidP="005B3ED9">
      <w:r>
        <w:lastRenderedPageBreak/>
        <w:t>468.8424</w:t>
      </w:r>
      <w:r>
        <w:tab/>
        <w:t>1.013e0</w:t>
      </w:r>
    </w:p>
    <w:p w:rsidR="005B3ED9" w:rsidRDefault="005B3ED9" w:rsidP="005B3ED9">
      <w:r>
        <w:t>468.8967</w:t>
      </w:r>
      <w:r>
        <w:tab/>
        <w:t>1.013e0</w:t>
      </w:r>
    </w:p>
    <w:p w:rsidR="005B3ED9" w:rsidRDefault="005B3ED9" w:rsidP="005B3ED9">
      <w:r>
        <w:t>468.9365</w:t>
      </w:r>
      <w:r>
        <w:tab/>
        <w:t>1.013e0</w:t>
      </w:r>
    </w:p>
    <w:p w:rsidR="005B3ED9" w:rsidRDefault="005B3ED9" w:rsidP="005B3ED9">
      <w:r>
        <w:t>468.9763</w:t>
      </w:r>
      <w:r>
        <w:tab/>
        <w:t>1.013e0</w:t>
      </w:r>
    </w:p>
    <w:p w:rsidR="005B3ED9" w:rsidRDefault="005B3ED9" w:rsidP="005B3ED9">
      <w:r>
        <w:t>469.0714</w:t>
      </w:r>
      <w:r>
        <w:tab/>
        <w:t>2.025e0</w:t>
      </w:r>
    </w:p>
    <w:p w:rsidR="005B3ED9" w:rsidRDefault="005B3ED9" w:rsidP="005B3ED9">
      <w:r>
        <w:t>469.0919</w:t>
      </w:r>
      <w:r>
        <w:tab/>
        <w:t>1.013e0</w:t>
      </w:r>
    </w:p>
    <w:p w:rsidR="005B3ED9" w:rsidRDefault="005B3ED9" w:rsidP="005B3ED9">
      <w:r>
        <w:t>469.1285</w:t>
      </w:r>
      <w:r>
        <w:tab/>
        <w:t>1.013e0</w:t>
      </w:r>
    </w:p>
    <w:p w:rsidR="005B3ED9" w:rsidRDefault="005B3ED9" w:rsidP="005B3ED9">
      <w:r>
        <w:t>469.1777</w:t>
      </w:r>
      <w:r>
        <w:tab/>
        <w:t>1.013e0</w:t>
      </w:r>
    </w:p>
    <w:p w:rsidR="005B3ED9" w:rsidRDefault="005B3ED9" w:rsidP="005B3ED9">
      <w:r>
        <w:t>469.1925</w:t>
      </w:r>
      <w:r>
        <w:tab/>
        <w:t>2.025e0</w:t>
      </w:r>
    </w:p>
    <w:p w:rsidR="005B3ED9" w:rsidRDefault="005B3ED9" w:rsidP="005B3ED9">
      <w:r>
        <w:t>469.2473</w:t>
      </w:r>
      <w:r>
        <w:tab/>
        <w:t>1.013e0</w:t>
      </w:r>
    </w:p>
    <w:p w:rsidR="005B3ED9" w:rsidRDefault="005B3ED9" w:rsidP="005B3ED9">
      <w:r>
        <w:t>469.3004</w:t>
      </w:r>
      <w:r>
        <w:tab/>
        <w:t>1.013e0</w:t>
      </w:r>
    </w:p>
    <w:p w:rsidR="005B3ED9" w:rsidRDefault="005B3ED9" w:rsidP="005B3ED9">
      <w:r>
        <w:t>469.3661</w:t>
      </w:r>
      <w:r>
        <w:tab/>
        <w:t>1.013e0</w:t>
      </w:r>
    </w:p>
    <w:p w:rsidR="005B3ED9" w:rsidRDefault="005B3ED9" w:rsidP="005B3ED9">
      <w:r>
        <w:t>469.3846</w:t>
      </w:r>
      <w:r>
        <w:tab/>
        <w:t>1.013e0</w:t>
      </w:r>
    </w:p>
    <w:p w:rsidR="005B3ED9" w:rsidRDefault="005B3ED9" w:rsidP="005B3ED9">
      <w:r>
        <w:t>469.3987</w:t>
      </w:r>
      <w:r>
        <w:tab/>
        <w:t>1.013e0</w:t>
      </w:r>
    </w:p>
    <w:p w:rsidR="005B3ED9" w:rsidRDefault="005B3ED9" w:rsidP="005B3ED9">
      <w:r>
        <w:t>469.4037</w:t>
      </w:r>
      <w:r>
        <w:tab/>
        <w:t>2.025e0</w:t>
      </w:r>
    </w:p>
    <w:p w:rsidR="005B3ED9" w:rsidRDefault="005B3ED9" w:rsidP="005B3ED9">
      <w:r>
        <w:t>469.4314</w:t>
      </w:r>
      <w:r>
        <w:tab/>
        <w:t>1.013e0</w:t>
      </w:r>
    </w:p>
    <w:p w:rsidR="005B3ED9" w:rsidRDefault="005B3ED9" w:rsidP="005B3ED9">
      <w:r>
        <w:t>469.4724</w:t>
      </w:r>
      <w:r>
        <w:tab/>
        <w:t>1.013e0</w:t>
      </w:r>
    </w:p>
    <w:p w:rsidR="005B3ED9" w:rsidRDefault="005B3ED9" w:rsidP="005B3ED9">
      <w:r>
        <w:t>469.5706</w:t>
      </w:r>
      <w:r>
        <w:tab/>
        <w:t>1.013e0</w:t>
      </w:r>
    </w:p>
    <w:p w:rsidR="005B3ED9" w:rsidRDefault="005B3ED9" w:rsidP="005B3ED9">
      <w:r>
        <w:t>469.6738</w:t>
      </w:r>
      <w:r>
        <w:tab/>
        <w:t>1.013e0</w:t>
      </w:r>
    </w:p>
    <w:p w:rsidR="005B3ED9" w:rsidRDefault="005B3ED9" w:rsidP="005B3ED9">
      <w:r>
        <w:lastRenderedPageBreak/>
        <w:t>469.7098</w:t>
      </w:r>
      <w:r>
        <w:tab/>
        <w:t>1.013e0</w:t>
      </w:r>
    </w:p>
    <w:p w:rsidR="005B3ED9" w:rsidRDefault="005B3ED9" w:rsidP="005B3ED9">
      <w:r>
        <w:t>469.7317</w:t>
      </w:r>
      <w:r>
        <w:tab/>
        <w:t>1.013e0</w:t>
      </w:r>
    </w:p>
    <w:p w:rsidR="005B3ED9" w:rsidRDefault="005B3ED9" w:rsidP="005B3ED9">
      <w:r>
        <w:t>469.8112</w:t>
      </w:r>
      <w:r>
        <w:tab/>
        <w:t>1.013e0</w:t>
      </w:r>
    </w:p>
    <w:p w:rsidR="005B3ED9" w:rsidRDefault="005B3ED9" w:rsidP="005B3ED9">
      <w:r>
        <w:t>469.8902</w:t>
      </w:r>
      <w:r>
        <w:tab/>
        <w:t>1.013e0</w:t>
      </w:r>
    </w:p>
    <w:p w:rsidR="005B3ED9" w:rsidRDefault="005B3ED9" w:rsidP="005B3ED9">
      <w:r>
        <w:t>469.9482</w:t>
      </w:r>
      <w:r>
        <w:tab/>
        <w:t>1.013e0</w:t>
      </w:r>
    </w:p>
    <w:p w:rsidR="005B3ED9" w:rsidRDefault="005B3ED9" w:rsidP="005B3ED9">
      <w:r>
        <w:t>469.9556</w:t>
      </w:r>
      <w:r>
        <w:tab/>
        <w:t>1.013e0</w:t>
      </w:r>
    </w:p>
    <w:p w:rsidR="005B3ED9" w:rsidRDefault="005B3ED9" w:rsidP="005B3ED9">
      <w:r>
        <w:t>469.9884</w:t>
      </w:r>
      <w:r>
        <w:tab/>
        <w:t>1.013e0</w:t>
      </w:r>
    </w:p>
    <w:p w:rsidR="005B3ED9" w:rsidRDefault="005B3ED9" w:rsidP="005B3ED9">
      <w:r>
        <w:t>470.0823</w:t>
      </w:r>
      <w:r>
        <w:tab/>
        <w:t>2.025e0</w:t>
      </w:r>
    </w:p>
    <w:p w:rsidR="005B3ED9" w:rsidRDefault="005B3ED9" w:rsidP="005B3ED9">
      <w:r>
        <w:t>470.1360</w:t>
      </w:r>
      <w:r>
        <w:tab/>
        <w:t>2.025e0</w:t>
      </w:r>
    </w:p>
    <w:p w:rsidR="005B3ED9" w:rsidRDefault="005B3ED9" w:rsidP="005B3ED9">
      <w:r>
        <w:t>470.1615</w:t>
      </w:r>
      <w:r>
        <w:tab/>
        <w:t>1.013e0</w:t>
      </w:r>
    </w:p>
    <w:p w:rsidR="005B3ED9" w:rsidRDefault="005B3ED9" w:rsidP="005B3ED9">
      <w:r>
        <w:t>470.2098</w:t>
      </w:r>
      <w:r>
        <w:tab/>
        <w:t>1.013e0</w:t>
      </w:r>
    </w:p>
    <w:p w:rsidR="005B3ED9" w:rsidRDefault="005B3ED9" w:rsidP="005B3ED9">
      <w:r>
        <w:t>470.2468</w:t>
      </w:r>
      <w:r>
        <w:tab/>
        <w:t>2.025e0</w:t>
      </w:r>
    </w:p>
    <w:p w:rsidR="005B3ED9" w:rsidRDefault="005B3ED9" w:rsidP="005B3ED9">
      <w:r>
        <w:t>470.2672</w:t>
      </w:r>
      <w:r>
        <w:tab/>
        <w:t>1.013e0</w:t>
      </w:r>
    </w:p>
    <w:p w:rsidR="005B3ED9" w:rsidRDefault="005B3ED9" w:rsidP="005B3ED9">
      <w:r>
        <w:t>470.2966</w:t>
      </w:r>
      <w:r>
        <w:tab/>
        <w:t>2.025e0</w:t>
      </w:r>
    </w:p>
    <w:p w:rsidR="005B3ED9" w:rsidRDefault="005B3ED9" w:rsidP="005B3ED9">
      <w:r>
        <w:t>470.3246</w:t>
      </w:r>
      <w:r>
        <w:tab/>
        <w:t>1.013e0</w:t>
      </w:r>
    </w:p>
    <w:p w:rsidR="005B3ED9" w:rsidRDefault="005B3ED9" w:rsidP="005B3ED9">
      <w:r>
        <w:t>470.3470</w:t>
      </w:r>
      <w:r>
        <w:tab/>
        <w:t>3.038e0</w:t>
      </w:r>
    </w:p>
    <w:p w:rsidR="005B3ED9" w:rsidRDefault="005B3ED9" w:rsidP="005B3ED9">
      <w:r>
        <w:t>470.3820</w:t>
      </w:r>
      <w:r>
        <w:tab/>
        <w:t>1.013e0</w:t>
      </w:r>
    </w:p>
    <w:p w:rsidR="005B3ED9" w:rsidRDefault="005B3ED9" w:rsidP="005B3ED9">
      <w:r>
        <w:t>470.3932</w:t>
      </w:r>
      <w:r>
        <w:tab/>
        <w:t>1.013e0</w:t>
      </w:r>
    </w:p>
    <w:p w:rsidR="005B3ED9" w:rsidRDefault="005B3ED9" w:rsidP="005B3ED9">
      <w:r>
        <w:t>470.4295</w:t>
      </w:r>
      <w:r>
        <w:tab/>
        <w:t>1.013e0</w:t>
      </w:r>
    </w:p>
    <w:p w:rsidR="005B3ED9" w:rsidRDefault="005B3ED9" w:rsidP="005B3ED9">
      <w:r>
        <w:lastRenderedPageBreak/>
        <w:t>470.5215</w:t>
      </w:r>
      <w:r>
        <w:tab/>
        <w:t>1.013e0</w:t>
      </w:r>
    </w:p>
    <w:p w:rsidR="005B3ED9" w:rsidRDefault="005B3ED9" w:rsidP="005B3ED9">
      <w:r>
        <w:t>470.6117</w:t>
      </w:r>
      <w:r>
        <w:tab/>
        <w:t>1.013e0</w:t>
      </w:r>
    </w:p>
    <w:p w:rsidR="005B3ED9" w:rsidRDefault="005B3ED9" w:rsidP="005B3ED9">
      <w:r>
        <w:t>470.6856</w:t>
      </w:r>
      <w:r>
        <w:tab/>
        <w:t>1.013e0</w:t>
      </w:r>
    </w:p>
    <w:p w:rsidR="005B3ED9" w:rsidRDefault="005B3ED9" w:rsidP="005B3ED9">
      <w:r>
        <w:t>470.8198</w:t>
      </w:r>
      <w:r>
        <w:tab/>
        <w:t>1.013e0</w:t>
      </w:r>
    </w:p>
    <w:p w:rsidR="005B3ED9" w:rsidRDefault="005B3ED9" w:rsidP="005B3ED9">
      <w:r>
        <w:t>470.8497</w:t>
      </w:r>
      <w:r>
        <w:tab/>
        <w:t>1.013e0</w:t>
      </w:r>
    </w:p>
    <w:p w:rsidR="005B3ED9" w:rsidRDefault="005B3ED9" w:rsidP="005B3ED9">
      <w:r>
        <w:t>470.8635</w:t>
      </w:r>
      <w:r>
        <w:tab/>
        <w:t>2.025e0</w:t>
      </w:r>
    </w:p>
    <w:p w:rsidR="005B3ED9" w:rsidRDefault="005B3ED9" w:rsidP="005B3ED9">
      <w:r>
        <w:t>470.9236</w:t>
      </w:r>
      <w:r>
        <w:tab/>
        <w:t>1.013e0</w:t>
      </w:r>
    </w:p>
    <w:p w:rsidR="005B3ED9" w:rsidRDefault="005B3ED9" w:rsidP="005B3ED9">
      <w:r>
        <w:t>470.9482</w:t>
      </w:r>
      <w:r>
        <w:tab/>
        <w:t>1.013e0</w:t>
      </w:r>
    </w:p>
    <w:p w:rsidR="005B3ED9" w:rsidRDefault="005B3ED9" w:rsidP="005B3ED9">
      <w:r>
        <w:t>470.9975</w:t>
      </w:r>
      <w:r>
        <w:tab/>
        <w:t>1.013e0</w:t>
      </w:r>
    </w:p>
    <w:p w:rsidR="005B3ED9" w:rsidRDefault="005B3ED9" w:rsidP="005B3ED9">
      <w:r>
        <w:t>471.0147</w:t>
      </w:r>
      <w:r>
        <w:tab/>
        <w:t>1.013e0</w:t>
      </w:r>
    </w:p>
    <w:p w:rsidR="005B3ED9" w:rsidRDefault="005B3ED9" w:rsidP="005B3ED9">
      <w:r>
        <w:t>471.0754</w:t>
      </w:r>
      <w:r>
        <w:tab/>
        <w:t>2.025e0</w:t>
      </w:r>
    </w:p>
    <w:p w:rsidR="005B3ED9" w:rsidRDefault="005B3ED9" w:rsidP="005B3ED9">
      <w:r>
        <w:t>471.0878</w:t>
      </w:r>
      <w:r>
        <w:tab/>
        <w:t>1.013e0</w:t>
      </w:r>
    </w:p>
    <w:p w:rsidR="005B3ED9" w:rsidRDefault="005B3ED9" w:rsidP="005B3ED9">
      <w:r>
        <w:t>471.1158</w:t>
      </w:r>
      <w:r>
        <w:tab/>
        <w:t>2.025e0</w:t>
      </w:r>
    </w:p>
    <w:p w:rsidR="005B3ED9" w:rsidRDefault="005B3ED9" w:rsidP="005B3ED9">
      <w:r>
        <w:t>471.1535</w:t>
      </w:r>
      <w:r>
        <w:tab/>
        <w:t>1.013e0</w:t>
      </w:r>
    </w:p>
    <w:p w:rsidR="005B3ED9" w:rsidRDefault="005B3ED9" w:rsidP="005B3ED9">
      <w:r>
        <w:t>471.1838</w:t>
      </w:r>
      <w:r>
        <w:tab/>
        <w:t>2.025e0</w:t>
      </w:r>
    </w:p>
    <w:p w:rsidR="005B3ED9" w:rsidRDefault="005B3ED9" w:rsidP="005B3ED9">
      <w:r>
        <w:t>471.1875</w:t>
      </w:r>
      <w:r>
        <w:tab/>
        <w:t>3.038e0</w:t>
      </w:r>
    </w:p>
    <w:p w:rsidR="005B3ED9" w:rsidRDefault="005B3ED9" w:rsidP="005B3ED9">
      <w:r>
        <w:t>471.2275</w:t>
      </w:r>
      <w:r>
        <w:tab/>
        <w:t>2.025e0</w:t>
      </w:r>
    </w:p>
    <w:p w:rsidR="005B3ED9" w:rsidRDefault="005B3ED9" w:rsidP="005B3ED9">
      <w:r>
        <w:t>471.2431</w:t>
      </w:r>
      <w:r>
        <w:tab/>
        <w:t>1.013e0</w:t>
      </w:r>
    </w:p>
    <w:p w:rsidR="005B3ED9" w:rsidRDefault="005B3ED9" w:rsidP="005B3ED9">
      <w:r>
        <w:t>471.2686</w:t>
      </w:r>
      <w:r>
        <w:tab/>
        <w:t>1.013e0</w:t>
      </w:r>
    </w:p>
    <w:p w:rsidR="005B3ED9" w:rsidRDefault="005B3ED9" w:rsidP="005B3ED9">
      <w:r>
        <w:lastRenderedPageBreak/>
        <w:t>471.3425</w:t>
      </w:r>
      <w:r>
        <w:tab/>
        <w:t>2.025e0</w:t>
      </w:r>
    </w:p>
    <w:p w:rsidR="005B3ED9" w:rsidRDefault="005B3ED9" w:rsidP="005B3ED9">
      <w:r>
        <w:t>471.3508</w:t>
      </w:r>
      <w:r>
        <w:tab/>
        <w:t>1.013e0</w:t>
      </w:r>
    </w:p>
    <w:p w:rsidR="005B3ED9" w:rsidRDefault="005B3ED9" w:rsidP="005B3ED9">
      <w:r>
        <w:t>471.3560</w:t>
      </w:r>
      <w:r>
        <w:tab/>
        <w:t>3.038e0</w:t>
      </w:r>
    </w:p>
    <w:p w:rsidR="005B3ED9" w:rsidRDefault="005B3ED9" w:rsidP="005B3ED9">
      <w:r>
        <w:t>471.3985</w:t>
      </w:r>
      <w:r>
        <w:tab/>
        <w:t>1.013e0</w:t>
      </w:r>
    </w:p>
    <w:p w:rsidR="005B3ED9" w:rsidRDefault="005B3ED9" w:rsidP="005B3ED9">
      <w:r>
        <w:t>471.4779</w:t>
      </w:r>
      <w:r>
        <w:tab/>
        <w:t>1.013e0</w:t>
      </w:r>
    </w:p>
    <w:p w:rsidR="005B3ED9" w:rsidRDefault="005B3ED9" w:rsidP="005B3ED9">
      <w:r>
        <w:t>471.5809</w:t>
      </w:r>
      <w:r>
        <w:tab/>
        <w:t>1.013e0</w:t>
      </w:r>
    </w:p>
    <w:p w:rsidR="005B3ED9" w:rsidRDefault="005B3ED9" w:rsidP="005B3ED9">
      <w:r>
        <w:t>471.5974</w:t>
      </w:r>
      <w:r>
        <w:tab/>
        <w:t>1.013e0</w:t>
      </w:r>
    </w:p>
    <w:p w:rsidR="005B3ED9" w:rsidRDefault="005B3ED9" w:rsidP="005B3ED9">
      <w:r>
        <w:t>471.6719</w:t>
      </w:r>
      <w:r>
        <w:tab/>
        <w:t>3.038e0</w:t>
      </w:r>
    </w:p>
    <w:p w:rsidR="005B3ED9" w:rsidRDefault="005B3ED9" w:rsidP="005B3ED9">
      <w:r>
        <w:t>471.7372</w:t>
      </w:r>
      <w:r>
        <w:tab/>
        <w:t>2.025e0</w:t>
      </w:r>
    </w:p>
    <w:p w:rsidR="005B3ED9" w:rsidRDefault="005B3ED9" w:rsidP="005B3ED9">
      <w:r>
        <w:t>471.7536</w:t>
      </w:r>
      <w:r>
        <w:tab/>
        <w:t>1.013e0</w:t>
      </w:r>
    </w:p>
    <w:p w:rsidR="005B3ED9" w:rsidRDefault="005B3ED9" w:rsidP="005B3ED9">
      <w:r>
        <w:t>471.7672</w:t>
      </w:r>
      <w:r>
        <w:tab/>
        <w:t>1.013e0</w:t>
      </w:r>
    </w:p>
    <w:p w:rsidR="005B3ED9" w:rsidRDefault="005B3ED9" w:rsidP="005B3ED9">
      <w:r>
        <w:t>471.8561</w:t>
      </w:r>
      <w:r>
        <w:tab/>
        <w:t>2.025e0</w:t>
      </w:r>
    </w:p>
    <w:p w:rsidR="005B3ED9" w:rsidRDefault="005B3ED9" w:rsidP="005B3ED9">
      <w:r>
        <w:t>471.9345</w:t>
      </w:r>
      <w:r>
        <w:tab/>
        <w:t>1.013e0</w:t>
      </w:r>
    </w:p>
    <w:p w:rsidR="005B3ED9" w:rsidRDefault="005B3ED9" w:rsidP="005B3ED9">
      <w:r>
        <w:t>471.9988</w:t>
      </w:r>
      <w:r>
        <w:tab/>
        <w:t>1.013e0</w:t>
      </w:r>
    </w:p>
    <w:p w:rsidR="005B3ED9" w:rsidRDefault="005B3ED9" w:rsidP="005B3ED9">
      <w:r>
        <w:t>472.0333</w:t>
      </w:r>
      <w:r>
        <w:tab/>
        <w:t>1.013e0</w:t>
      </w:r>
    </w:p>
    <w:p w:rsidR="005B3ED9" w:rsidRDefault="005B3ED9" w:rsidP="005B3ED9">
      <w:r>
        <w:t>472.0783</w:t>
      </w:r>
      <w:r>
        <w:tab/>
        <w:t>1.013e0</w:t>
      </w:r>
    </w:p>
    <w:p w:rsidR="005B3ED9" w:rsidRDefault="005B3ED9" w:rsidP="005B3ED9">
      <w:r>
        <w:t>472.1403</w:t>
      </w:r>
      <w:r>
        <w:tab/>
        <w:t>1.013e0</w:t>
      </w:r>
    </w:p>
    <w:p w:rsidR="005B3ED9" w:rsidRDefault="005B3ED9" w:rsidP="005B3ED9">
      <w:r>
        <w:t>472.1759</w:t>
      </w:r>
      <w:r>
        <w:tab/>
        <w:t>1.013e0</w:t>
      </w:r>
    </w:p>
    <w:p w:rsidR="005B3ED9" w:rsidRDefault="005B3ED9" w:rsidP="005B3ED9">
      <w:r>
        <w:t>472.1850</w:t>
      </w:r>
      <w:r>
        <w:tab/>
        <w:t>2.025e0</w:t>
      </w:r>
    </w:p>
    <w:p w:rsidR="005B3ED9" w:rsidRDefault="005B3ED9" w:rsidP="005B3ED9">
      <w:r>
        <w:lastRenderedPageBreak/>
        <w:t>472.1910</w:t>
      </w:r>
      <w:r>
        <w:tab/>
        <w:t>2.025e0</w:t>
      </w:r>
    </w:p>
    <w:p w:rsidR="005B3ED9" w:rsidRDefault="005B3ED9" w:rsidP="005B3ED9">
      <w:r>
        <w:t>472.2103</w:t>
      </w:r>
      <w:r>
        <w:tab/>
        <w:t>2.025e0</w:t>
      </w:r>
    </w:p>
    <w:p w:rsidR="005B3ED9" w:rsidRDefault="005B3ED9" w:rsidP="005B3ED9">
      <w:r>
        <w:t>472.2230</w:t>
      </w:r>
      <w:r>
        <w:tab/>
        <w:t>2.025e0</w:t>
      </w:r>
    </w:p>
    <w:p w:rsidR="005B3ED9" w:rsidRDefault="005B3ED9" w:rsidP="005B3ED9">
      <w:r>
        <w:t>472.2466</w:t>
      </w:r>
      <w:r>
        <w:tab/>
        <w:t>2.025e0</w:t>
      </w:r>
    </w:p>
    <w:p w:rsidR="005B3ED9" w:rsidRDefault="005B3ED9" w:rsidP="005B3ED9">
      <w:r>
        <w:t>472.2518</w:t>
      </w:r>
      <w:r>
        <w:tab/>
        <w:t>1.013e0</w:t>
      </w:r>
    </w:p>
    <w:p w:rsidR="005B3ED9" w:rsidRDefault="005B3ED9" w:rsidP="005B3ED9">
      <w:r>
        <w:t>472.3048</w:t>
      </w:r>
      <w:r>
        <w:tab/>
        <w:t>1.013e0</w:t>
      </w:r>
    </w:p>
    <w:p w:rsidR="005B3ED9" w:rsidRDefault="005B3ED9" w:rsidP="005B3ED9">
      <w:r>
        <w:t>472.3254</w:t>
      </w:r>
      <w:r>
        <w:tab/>
        <w:t>2.025e0</w:t>
      </w:r>
    </w:p>
    <w:p w:rsidR="005B3ED9" w:rsidRDefault="005B3ED9" w:rsidP="005B3ED9">
      <w:r>
        <w:t>472.3542</w:t>
      </w:r>
      <w:r>
        <w:tab/>
        <w:t>1.013e0</w:t>
      </w:r>
    </w:p>
    <w:p w:rsidR="005B3ED9" w:rsidRDefault="005B3ED9" w:rsidP="005B3ED9">
      <w:r>
        <w:t>472.5018</w:t>
      </w:r>
      <w:r>
        <w:tab/>
        <w:t>1.013e0</w:t>
      </w:r>
    </w:p>
    <w:p w:rsidR="005B3ED9" w:rsidRDefault="005B3ED9" w:rsidP="005B3ED9">
      <w:r>
        <w:t>472.5272</w:t>
      </w:r>
      <w:r>
        <w:tab/>
        <w:t>1.013e0</w:t>
      </w:r>
    </w:p>
    <w:p w:rsidR="005B3ED9" w:rsidRDefault="005B3ED9" w:rsidP="005B3ED9">
      <w:r>
        <w:t>472.6458</w:t>
      </w:r>
      <w:r>
        <w:tab/>
        <w:t>2.025e0</w:t>
      </w:r>
    </w:p>
    <w:p w:rsidR="005B3ED9" w:rsidRDefault="005B3ED9" w:rsidP="005B3ED9">
      <w:r>
        <w:t>472.7744</w:t>
      </w:r>
      <w:r>
        <w:tab/>
        <w:t>2.025e0</w:t>
      </w:r>
    </w:p>
    <w:p w:rsidR="005B3ED9" w:rsidRDefault="005B3ED9" w:rsidP="005B3ED9">
      <w:r>
        <w:t>472.8380</w:t>
      </w:r>
      <w:r>
        <w:tab/>
        <w:t>2.025e0</w:t>
      </w:r>
    </w:p>
    <w:p w:rsidR="005B3ED9" w:rsidRDefault="005B3ED9" w:rsidP="005B3ED9">
      <w:r>
        <w:t>472.9062</w:t>
      </w:r>
      <w:r>
        <w:tab/>
        <w:t>1.013e0</w:t>
      </w:r>
    </w:p>
    <w:p w:rsidR="005B3ED9" w:rsidRDefault="005B3ED9" w:rsidP="005B3ED9">
      <w:r>
        <w:t>473.0079</w:t>
      </w:r>
      <w:r>
        <w:tab/>
        <w:t>1.013e0</w:t>
      </w:r>
    </w:p>
    <w:p w:rsidR="005B3ED9" w:rsidRDefault="005B3ED9" w:rsidP="005B3ED9">
      <w:r>
        <w:t>473.1536</w:t>
      </w:r>
      <w:r>
        <w:tab/>
        <w:t>2.025e0</w:t>
      </w:r>
    </w:p>
    <w:p w:rsidR="005B3ED9" w:rsidRDefault="005B3ED9" w:rsidP="005B3ED9">
      <w:r>
        <w:t>473.1848</w:t>
      </w:r>
      <w:r>
        <w:tab/>
        <w:t>3.038e0</w:t>
      </w:r>
    </w:p>
    <w:p w:rsidR="005B3ED9" w:rsidRDefault="005B3ED9" w:rsidP="005B3ED9">
      <w:r>
        <w:t>473.1989</w:t>
      </w:r>
      <w:r>
        <w:tab/>
        <w:t>2.025e0</w:t>
      </w:r>
    </w:p>
    <w:p w:rsidR="005B3ED9" w:rsidRDefault="005B3ED9" w:rsidP="005B3ED9">
      <w:r>
        <w:t>473.2558</w:t>
      </w:r>
      <w:r>
        <w:tab/>
        <w:t>4.051e0</w:t>
      </w:r>
    </w:p>
    <w:p w:rsidR="005B3ED9" w:rsidRDefault="005B3ED9" w:rsidP="005B3ED9">
      <w:r>
        <w:lastRenderedPageBreak/>
        <w:t>473.3205</w:t>
      </w:r>
      <w:r>
        <w:tab/>
        <w:t>2.025e0</w:t>
      </w:r>
    </w:p>
    <w:p w:rsidR="005B3ED9" w:rsidRDefault="005B3ED9" w:rsidP="005B3ED9">
      <w:r>
        <w:t>473.3264</w:t>
      </w:r>
      <w:r>
        <w:tab/>
        <w:t>3.038e0</w:t>
      </w:r>
    </w:p>
    <w:p w:rsidR="005B3ED9" w:rsidRDefault="005B3ED9" w:rsidP="005B3ED9">
      <w:r>
        <w:t>473.3310</w:t>
      </w:r>
      <w:r>
        <w:tab/>
        <w:t>4.051e0</w:t>
      </w:r>
    </w:p>
    <w:p w:rsidR="005B3ED9" w:rsidRDefault="005B3ED9" w:rsidP="005B3ED9">
      <w:r>
        <w:t>473.3845</w:t>
      </w:r>
      <w:r>
        <w:tab/>
        <w:t>1.013e0</w:t>
      </w:r>
    </w:p>
    <w:p w:rsidR="005B3ED9" w:rsidRDefault="005B3ED9" w:rsidP="005B3ED9">
      <w:r>
        <w:t>473.4254</w:t>
      </w:r>
      <w:r>
        <w:tab/>
        <w:t>4.051e0</w:t>
      </w:r>
    </w:p>
    <w:p w:rsidR="005B3ED9" w:rsidRDefault="005B3ED9" w:rsidP="005B3ED9">
      <w:r>
        <w:t>473.4344</w:t>
      </w:r>
      <w:r>
        <w:tab/>
        <w:t>1.013e0</w:t>
      </w:r>
    </w:p>
    <w:p w:rsidR="005B3ED9" w:rsidRDefault="005B3ED9" w:rsidP="005B3ED9">
      <w:r>
        <w:t>473.5108</w:t>
      </w:r>
      <w:r>
        <w:tab/>
        <w:t>1.013e0</w:t>
      </w:r>
    </w:p>
    <w:p w:rsidR="005B3ED9" w:rsidRDefault="005B3ED9" w:rsidP="005B3ED9">
      <w:r>
        <w:t>473.5868</w:t>
      </w:r>
      <w:r>
        <w:tab/>
        <w:t>1.013e0</w:t>
      </w:r>
    </w:p>
    <w:p w:rsidR="005B3ED9" w:rsidRDefault="005B3ED9" w:rsidP="005B3ED9">
      <w:r>
        <w:t>473.6981</w:t>
      </w:r>
      <w:r>
        <w:tab/>
        <w:t>1.013e0</w:t>
      </w:r>
    </w:p>
    <w:p w:rsidR="005B3ED9" w:rsidRDefault="005B3ED9" w:rsidP="005B3ED9">
      <w:r>
        <w:t>473.7642</w:t>
      </w:r>
      <w:r>
        <w:tab/>
        <w:t>1.013e0</w:t>
      </w:r>
    </w:p>
    <w:p w:rsidR="005B3ED9" w:rsidRDefault="005B3ED9" w:rsidP="005B3ED9">
      <w:r>
        <w:t>473.8016</w:t>
      </w:r>
      <w:r>
        <w:tab/>
        <w:t>2.025e0</w:t>
      </w:r>
    </w:p>
    <w:p w:rsidR="005B3ED9" w:rsidRDefault="005B3ED9" w:rsidP="005B3ED9">
      <w:r>
        <w:t>473.8582</w:t>
      </w:r>
      <w:r>
        <w:tab/>
        <w:t>1.013e0</w:t>
      </w:r>
    </w:p>
    <w:p w:rsidR="005B3ED9" w:rsidRDefault="005B3ED9" w:rsidP="005B3ED9">
      <w:r>
        <w:t>473.8633</w:t>
      </w:r>
      <w:r>
        <w:tab/>
        <w:t>1.013e0</w:t>
      </w:r>
    </w:p>
    <w:p w:rsidR="005B3ED9" w:rsidRDefault="005B3ED9" w:rsidP="005B3ED9">
      <w:r>
        <w:t>473.9376</w:t>
      </w:r>
      <w:r>
        <w:tab/>
        <w:t>1.013e0</w:t>
      </w:r>
    </w:p>
    <w:p w:rsidR="005B3ED9" w:rsidRDefault="005B3ED9" w:rsidP="005B3ED9">
      <w:r>
        <w:t>473.9579</w:t>
      </w:r>
      <w:r>
        <w:tab/>
        <w:t>2.025e0</w:t>
      </w:r>
    </w:p>
    <w:p w:rsidR="005B3ED9" w:rsidRDefault="005B3ED9" w:rsidP="005B3ED9">
      <w:r>
        <w:t>473.9871</w:t>
      </w:r>
      <w:r>
        <w:tab/>
        <w:t>1.013e0</w:t>
      </w:r>
    </w:p>
    <w:p w:rsidR="005B3ED9" w:rsidRDefault="005B3ED9" w:rsidP="005B3ED9">
      <w:r>
        <w:t>474.0532</w:t>
      </w:r>
      <w:r>
        <w:tab/>
        <w:t>1.013e0</w:t>
      </w:r>
    </w:p>
    <w:p w:rsidR="005B3ED9" w:rsidRDefault="005B3ED9" w:rsidP="005B3ED9">
      <w:r>
        <w:t>474.0779</w:t>
      </w:r>
      <w:r>
        <w:tab/>
        <w:t>1.013e0</w:t>
      </w:r>
    </w:p>
    <w:p w:rsidR="005B3ED9" w:rsidRDefault="005B3ED9" w:rsidP="005B3ED9">
      <w:r>
        <w:t>474.1027</w:t>
      </w:r>
      <w:r>
        <w:tab/>
        <w:t>1.013e0</w:t>
      </w:r>
    </w:p>
    <w:p w:rsidR="005B3ED9" w:rsidRDefault="005B3ED9" w:rsidP="005B3ED9">
      <w:r>
        <w:lastRenderedPageBreak/>
        <w:t>474.1262</w:t>
      </w:r>
      <w:r>
        <w:tab/>
        <w:t>1.013e0</w:t>
      </w:r>
    </w:p>
    <w:p w:rsidR="005B3ED9" w:rsidRDefault="005B3ED9" w:rsidP="005B3ED9">
      <w:r>
        <w:t>474.1606</w:t>
      </w:r>
      <w:r>
        <w:tab/>
        <w:t>2.025e0</w:t>
      </w:r>
    </w:p>
    <w:p w:rsidR="005B3ED9" w:rsidRDefault="005B3ED9" w:rsidP="005B3ED9">
      <w:r>
        <w:t>474.2000</w:t>
      </w:r>
      <w:r>
        <w:tab/>
        <w:t>2.025e0</w:t>
      </w:r>
    </w:p>
    <w:p w:rsidR="005B3ED9" w:rsidRDefault="005B3ED9" w:rsidP="005B3ED9">
      <w:r>
        <w:t>474.2101</w:t>
      </w:r>
      <w:r>
        <w:tab/>
        <w:t>1.013e0</w:t>
      </w:r>
    </w:p>
    <w:p w:rsidR="005B3ED9" w:rsidRDefault="005B3ED9" w:rsidP="005B3ED9">
      <w:r>
        <w:t>474.2350</w:t>
      </w:r>
      <w:r>
        <w:tab/>
        <w:t>1.013e0</w:t>
      </w:r>
    </w:p>
    <w:p w:rsidR="005B3ED9" w:rsidRDefault="005B3ED9" w:rsidP="005B3ED9">
      <w:r>
        <w:t>474.2640</w:t>
      </w:r>
      <w:r>
        <w:tab/>
        <w:t>2.025e0</w:t>
      </w:r>
    </w:p>
    <w:p w:rsidR="005B3ED9" w:rsidRDefault="005B3ED9" w:rsidP="005B3ED9">
      <w:r>
        <w:t>474.3293</w:t>
      </w:r>
      <w:r>
        <w:tab/>
        <w:t>3.038e0</w:t>
      </w:r>
    </w:p>
    <w:p w:rsidR="005B3ED9" w:rsidRDefault="005B3ED9" w:rsidP="005B3ED9">
      <w:r>
        <w:t>474.3342</w:t>
      </w:r>
      <w:r>
        <w:tab/>
        <w:t>1.013e0</w:t>
      </w:r>
    </w:p>
    <w:p w:rsidR="005B3ED9" w:rsidRDefault="005B3ED9" w:rsidP="005B3ED9">
      <w:r>
        <w:t>474.4191</w:t>
      </w:r>
      <w:r>
        <w:tab/>
        <w:t>1.013e0</w:t>
      </w:r>
    </w:p>
    <w:p w:rsidR="005B3ED9" w:rsidRDefault="005B3ED9" w:rsidP="005B3ED9">
      <w:r>
        <w:t>474.5077</w:t>
      </w:r>
      <w:r>
        <w:tab/>
        <w:t>1.013e0</w:t>
      </w:r>
    </w:p>
    <w:p w:rsidR="005B3ED9" w:rsidRDefault="005B3ED9" w:rsidP="005B3ED9">
      <w:r>
        <w:t>474.5607</w:t>
      </w:r>
      <w:r>
        <w:tab/>
        <w:t>2.025e0</w:t>
      </w:r>
    </w:p>
    <w:p w:rsidR="005B3ED9" w:rsidRDefault="005B3ED9" w:rsidP="005B3ED9">
      <w:r>
        <w:t>474.6401</w:t>
      </w:r>
      <w:r>
        <w:tab/>
        <w:t>1.013e0</w:t>
      </w:r>
    </w:p>
    <w:p w:rsidR="005B3ED9" w:rsidRDefault="005B3ED9" w:rsidP="005B3ED9">
      <w:r>
        <w:t>474.6814</w:t>
      </w:r>
      <w:r>
        <w:tab/>
        <w:t>1.013e0</w:t>
      </w:r>
    </w:p>
    <w:p w:rsidR="005B3ED9" w:rsidRDefault="005B3ED9" w:rsidP="005B3ED9">
      <w:r>
        <w:t>474.6980</w:t>
      </w:r>
      <w:r>
        <w:tab/>
        <w:t>1.013e0</w:t>
      </w:r>
    </w:p>
    <w:p w:rsidR="005B3ED9" w:rsidRDefault="005B3ED9" w:rsidP="005B3ED9">
      <w:r>
        <w:t>474.7608</w:t>
      </w:r>
      <w:r>
        <w:tab/>
        <w:t>2.025e0</w:t>
      </w:r>
    </w:p>
    <w:p w:rsidR="005B3ED9" w:rsidRDefault="005B3ED9" w:rsidP="005B3ED9">
      <w:r>
        <w:t>474.7666</w:t>
      </w:r>
      <w:r>
        <w:tab/>
        <w:t>1.013e0</w:t>
      </w:r>
    </w:p>
    <w:p w:rsidR="005B3ED9" w:rsidRDefault="005B3ED9" w:rsidP="005B3ED9">
      <w:r>
        <w:t>474.8029</w:t>
      </w:r>
      <w:r>
        <w:tab/>
        <w:t>2.025e0</w:t>
      </w:r>
    </w:p>
    <w:p w:rsidR="005B3ED9" w:rsidRDefault="005B3ED9" w:rsidP="005B3ED9">
      <w:r>
        <w:t>474.8303</w:t>
      </w:r>
      <w:r>
        <w:tab/>
        <w:t>1.013e0</w:t>
      </w:r>
    </w:p>
    <w:p w:rsidR="005B3ED9" w:rsidRDefault="005B3ED9" w:rsidP="005B3ED9">
      <w:r>
        <w:t>474.8427</w:t>
      </w:r>
      <w:r>
        <w:tab/>
        <w:t>3.038e0</w:t>
      </w:r>
    </w:p>
    <w:p w:rsidR="005B3ED9" w:rsidRDefault="005B3ED9" w:rsidP="005B3ED9">
      <w:r>
        <w:lastRenderedPageBreak/>
        <w:t>474.9296</w:t>
      </w:r>
      <w:r>
        <w:tab/>
        <w:t>2.025e0</w:t>
      </w:r>
    </w:p>
    <w:p w:rsidR="005B3ED9" w:rsidRDefault="005B3ED9" w:rsidP="005B3ED9">
      <w:r>
        <w:t>474.9544</w:t>
      </w:r>
      <w:r>
        <w:tab/>
        <w:t>1.013e0</w:t>
      </w:r>
    </w:p>
    <w:p w:rsidR="005B3ED9" w:rsidRDefault="005B3ED9" w:rsidP="005B3ED9">
      <w:r>
        <w:t>475.0120</w:t>
      </w:r>
      <w:r>
        <w:tab/>
        <w:t>2.025e0</w:t>
      </w:r>
    </w:p>
    <w:p w:rsidR="005B3ED9" w:rsidRDefault="005B3ED9" w:rsidP="005B3ED9">
      <w:r>
        <w:t>475.1108</w:t>
      </w:r>
      <w:r>
        <w:tab/>
        <w:t>1.013e0</w:t>
      </w:r>
    </w:p>
    <w:p w:rsidR="005B3ED9" w:rsidRDefault="005B3ED9" w:rsidP="005B3ED9">
      <w:r>
        <w:t>475.1430</w:t>
      </w:r>
      <w:r>
        <w:tab/>
        <w:t>2.025e0</w:t>
      </w:r>
    </w:p>
    <w:p w:rsidR="005B3ED9" w:rsidRDefault="005B3ED9" w:rsidP="005B3ED9">
      <w:r>
        <w:t>475.1503</w:t>
      </w:r>
      <w:r>
        <w:tab/>
        <w:t>1.013e0</w:t>
      </w:r>
    </w:p>
    <w:p w:rsidR="005B3ED9" w:rsidRDefault="005B3ED9" w:rsidP="005B3ED9">
      <w:r>
        <w:t>475.1688</w:t>
      </w:r>
      <w:r>
        <w:tab/>
        <w:t>1.013e0</w:t>
      </w:r>
    </w:p>
    <w:p w:rsidR="005B3ED9" w:rsidRDefault="005B3ED9" w:rsidP="005B3ED9">
      <w:r>
        <w:t>475.2008</w:t>
      </w:r>
      <w:r>
        <w:tab/>
        <w:t>2.025e0</w:t>
      </w:r>
    </w:p>
    <w:p w:rsidR="005B3ED9" w:rsidRDefault="005B3ED9" w:rsidP="005B3ED9">
      <w:r>
        <w:t>475.2193</w:t>
      </w:r>
      <w:r>
        <w:tab/>
        <w:t>1.013e0</w:t>
      </w:r>
    </w:p>
    <w:p w:rsidR="005B3ED9" w:rsidRDefault="005B3ED9" w:rsidP="005B3ED9">
      <w:r>
        <w:t>475.2607</w:t>
      </w:r>
      <w:r>
        <w:tab/>
        <w:t>1.013e0</w:t>
      </w:r>
    </w:p>
    <w:p w:rsidR="005B3ED9" w:rsidRDefault="005B3ED9" w:rsidP="005B3ED9">
      <w:r>
        <w:t>475.2694</w:t>
      </w:r>
      <w:r>
        <w:tab/>
        <w:t>1.013e0</w:t>
      </w:r>
    </w:p>
    <w:p w:rsidR="005B3ED9" w:rsidRDefault="005B3ED9" w:rsidP="005B3ED9">
      <w:r>
        <w:t>475.3104</w:t>
      </w:r>
      <w:r>
        <w:tab/>
        <w:t>1.013e0</w:t>
      </w:r>
    </w:p>
    <w:p w:rsidR="005B3ED9" w:rsidRDefault="005B3ED9" w:rsidP="005B3ED9">
      <w:r>
        <w:t>475.3600</w:t>
      </w:r>
      <w:r>
        <w:tab/>
        <w:t>1.013e0</w:t>
      </w:r>
    </w:p>
    <w:p w:rsidR="005B3ED9" w:rsidRDefault="005B3ED9" w:rsidP="005B3ED9">
      <w:r>
        <w:t>475.3684</w:t>
      </w:r>
      <w:r>
        <w:tab/>
        <w:t>1.013e0</w:t>
      </w:r>
    </w:p>
    <w:p w:rsidR="005B3ED9" w:rsidRDefault="005B3ED9" w:rsidP="005B3ED9">
      <w:r>
        <w:t>475.5340</w:t>
      </w:r>
      <w:r>
        <w:tab/>
        <w:t>1.013e0</w:t>
      </w:r>
    </w:p>
    <w:p w:rsidR="005B3ED9" w:rsidRDefault="005B3ED9" w:rsidP="005B3ED9">
      <w:r>
        <w:t>475.6320</w:t>
      </w:r>
      <w:r>
        <w:tab/>
        <w:t>1.013e0</w:t>
      </w:r>
    </w:p>
    <w:p w:rsidR="005B3ED9" w:rsidRDefault="005B3ED9" w:rsidP="005B3ED9">
      <w:r>
        <w:t>475.6703</w:t>
      </w:r>
      <w:r>
        <w:tab/>
        <w:t>2.025e0</w:t>
      </w:r>
    </w:p>
    <w:p w:rsidR="005B3ED9" w:rsidRDefault="005B3ED9" w:rsidP="005B3ED9">
      <w:r>
        <w:t>475.6997</w:t>
      </w:r>
      <w:r>
        <w:tab/>
        <w:t>1.013e0</w:t>
      </w:r>
    </w:p>
    <w:p w:rsidR="005B3ED9" w:rsidRDefault="005B3ED9" w:rsidP="005B3ED9">
      <w:r>
        <w:t>475.7115</w:t>
      </w:r>
      <w:r>
        <w:tab/>
        <w:t>1.013e0</w:t>
      </w:r>
    </w:p>
    <w:p w:rsidR="005B3ED9" w:rsidRDefault="005B3ED9" w:rsidP="005B3ED9">
      <w:r>
        <w:lastRenderedPageBreak/>
        <w:t>475.8158</w:t>
      </w:r>
      <w:r>
        <w:tab/>
        <w:t>1.013e0</w:t>
      </w:r>
    </w:p>
    <w:p w:rsidR="005B3ED9" w:rsidRDefault="005B3ED9" w:rsidP="005B3ED9">
      <w:r>
        <w:t>475.8274</w:t>
      </w:r>
      <w:r>
        <w:tab/>
        <w:t>1.013e0</w:t>
      </w:r>
    </w:p>
    <w:p w:rsidR="005B3ED9" w:rsidRDefault="005B3ED9" w:rsidP="005B3ED9">
      <w:r>
        <w:t>475.8384</w:t>
      </w:r>
      <w:r>
        <w:tab/>
        <w:t>2.025e0</w:t>
      </w:r>
    </w:p>
    <w:p w:rsidR="005B3ED9" w:rsidRDefault="005B3ED9" w:rsidP="005B3ED9">
      <w:r>
        <w:t>475.8572</w:t>
      </w:r>
      <w:r>
        <w:tab/>
        <w:t>2.025e0</w:t>
      </w:r>
    </w:p>
    <w:p w:rsidR="005B3ED9" w:rsidRDefault="005B3ED9" w:rsidP="005B3ED9">
      <w:r>
        <w:t>475.8636</w:t>
      </w:r>
      <w:r>
        <w:tab/>
        <w:t>1.013e0</w:t>
      </w:r>
    </w:p>
    <w:p w:rsidR="005B3ED9" w:rsidRDefault="005B3ED9" w:rsidP="005B3ED9">
      <w:r>
        <w:t>475.8738</w:t>
      </w:r>
      <w:r>
        <w:tab/>
        <w:t>1.013e0</w:t>
      </w:r>
    </w:p>
    <w:p w:rsidR="005B3ED9" w:rsidRDefault="005B3ED9" w:rsidP="005B3ED9">
      <w:r>
        <w:t>475.9215</w:t>
      </w:r>
      <w:r>
        <w:tab/>
        <w:t>1.013e0</w:t>
      </w:r>
    </w:p>
    <w:p w:rsidR="005B3ED9" w:rsidRDefault="005B3ED9" w:rsidP="005B3ED9">
      <w:r>
        <w:t>476.0479</w:t>
      </w:r>
      <w:r>
        <w:tab/>
        <w:t>1.013e0</w:t>
      </w:r>
    </w:p>
    <w:p w:rsidR="005B3ED9" w:rsidRDefault="005B3ED9" w:rsidP="005B3ED9">
      <w:r>
        <w:t>476.0811</w:t>
      </w:r>
      <w:r>
        <w:tab/>
        <w:t>1.013e0</w:t>
      </w:r>
    </w:p>
    <w:p w:rsidR="005B3ED9" w:rsidRDefault="005B3ED9" w:rsidP="005B3ED9">
      <w:r>
        <w:t>476.1351</w:t>
      </w:r>
      <w:r>
        <w:tab/>
        <w:t>1.013e0</w:t>
      </w:r>
    </w:p>
    <w:p w:rsidR="005B3ED9" w:rsidRDefault="005B3ED9" w:rsidP="005B3ED9">
      <w:r>
        <w:t>476.1806</w:t>
      </w:r>
      <w:r>
        <w:tab/>
        <w:t>1.013e0</w:t>
      </w:r>
    </w:p>
    <w:p w:rsidR="005B3ED9" w:rsidRDefault="005B3ED9" w:rsidP="005B3ED9">
      <w:r>
        <w:t>476.2617</w:t>
      </w:r>
      <w:r>
        <w:tab/>
        <w:t>2.025e0</w:t>
      </w:r>
    </w:p>
    <w:p w:rsidR="005B3ED9" w:rsidRDefault="005B3ED9" w:rsidP="005B3ED9">
      <w:r>
        <w:t>476.2851</w:t>
      </w:r>
      <w:r>
        <w:tab/>
        <w:t>2.025e0</w:t>
      </w:r>
    </w:p>
    <w:p w:rsidR="005B3ED9" w:rsidRDefault="005B3ED9" w:rsidP="005B3ED9">
      <w:r>
        <w:t>476.2893</w:t>
      </w:r>
      <w:r>
        <w:tab/>
        <w:t>5.063e0</w:t>
      </w:r>
    </w:p>
    <w:p w:rsidR="005B3ED9" w:rsidRDefault="005B3ED9" w:rsidP="005B3ED9">
      <w:r>
        <w:t>476.3134</w:t>
      </w:r>
      <w:r>
        <w:tab/>
        <w:t>2.025e0</w:t>
      </w:r>
    </w:p>
    <w:p w:rsidR="005B3ED9" w:rsidRDefault="005B3ED9" w:rsidP="005B3ED9">
      <w:r>
        <w:t>476.3286</w:t>
      </w:r>
      <w:r>
        <w:tab/>
        <w:t>5.063e0</w:t>
      </w:r>
    </w:p>
    <w:p w:rsidR="005B3ED9" w:rsidRDefault="005B3ED9" w:rsidP="005B3ED9">
      <w:r>
        <w:t>476.4032</w:t>
      </w:r>
      <w:r>
        <w:tab/>
        <w:t>1.013e0</w:t>
      </w:r>
    </w:p>
    <w:p w:rsidR="005B3ED9" w:rsidRDefault="005B3ED9" w:rsidP="005B3ED9">
      <w:r>
        <w:t>476.4213</w:t>
      </w:r>
      <w:r>
        <w:tab/>
        <w:t>1.013e0</w:t>
      </w:r>
    </w:p>
    <w:p w:rsidR="005B3ED9" w:rsidRDefault="005B3ED9" w:rsidP="005B3ED9">
      <w:r>
        <w:t>476.4429</w:t>
      </w:r>
      <w:r>
        <w:tab/>
        <w:t>1.013e0</w:t>
      </w:r>
    </w:p>
    <w:p w:rsidR="005B3ED9" w:rsidRDefault="005B3ED9" w:rsidP="005B3ED9">
      <w:r>
        <w:lastRenderedPageBreak/>
        <w:t>476.5125</w:t>
      </w:r>
      <w:r>
        <w:tab/>
        <w:t>1.013e0</w:t>
      </w:r>
    </w:p>
    <w:p w:rsidR="005B3ED9" w:rsidRDefault="005B3ED9" w:rsidP="005B3ED9">
      <w:r>
        <w:t>476.5588</w:t>
      </w:r>
      <w:r>
        <w:tab/>
        <w:t>1.013e0</w:t>
      </w:r>
    </w:p>
    <w:p w:rsidR="005B3ED9" w:rsidRDefault="005B3ED9" w:rsidP="005B3ED9">
      <w:r>
        <w:t>476.5770</w:t>
      </w:r>
      <w:r>
        <w:tab/>
        <w:t>1.013e0</w:t>
      </w:r>
    </w:p>
    <w:p w:rsidR="005B3ED9" w:rsidRDefault="005B3ED9" w:rsidP="005B3ED9">
      <w:r>
        <w:t>476.5986</w:t>
      </w:r>
      <w:r>
        <w:tab/>
        <w:t>1.013e0</w:t>
      </w:r>
    </w:p>
    <w:p w:rsidR="005B3ED9" w:rsidRDefault="005B3ED9" w:rsidP="005B3ED9">
      <w:r>
        <w:t>476.6960</w:t>
      </w:r>
      <w:r>
        <w:tab/>
        <w:t>1.013e0</w:t>
      </w:r>
    </w:p>
    <w:p w:rsidR="005B3ED9" w:rsidRDefault="005B3ED9" w:rsidP="005B3ED9">
      <w:r>
        <w:t>476.7367</w:t>
      </w:r>
      <w:r>
        <w:tab/>
        <w:t>1.013e0</w:t>
      </w:r>
    </w:p>
    <w:p w:rsidR="005B3ED9" w:rsidRDefault="005B3ED9" w:rsidP="005B3ED9">
      <w:r>
        <w:t>476.7782</w:t>
      </w:r>
      <w:r>
        <w:tab/>
        <w:t>1.013e0</w:t>
      </w:r>
    </w:p>
    <w:p w:rsidR="005B3ED9" w:rsidRDefault="005B3ED9" w:rsidP="005B3ED9">
      <w:r>
        <w:t>476.8119</w:t>
      </w:r>
      <w:r>
        <w:tab/>
        <w:t>1.013e0</w:t>
      </w:r>
    </w:p>
    <w:p w:rsidR="005B3ED9" w:rsidRDefault="005B3ED9" w:rsidP="005B3ED9">
      <w:r>
        <w:t>476.9043</w:t>
      </w:r>
      <w:r>
        <w:tab/>
        <w:t>3.038e0</w:t>
      </w:r>
    </w:p>
    <w:p w:rsidR="005B3ED9" w:rsidRDefault="005B3ED9" w:rsidP="005B3ED9">
      <w:r>
        <w:t>476.9194</w:t>
      </w:r>
      <w:r>
        <w:tab/>
        <w:t>1.013e0</w:t>
      </w:r>
    </w:p>
    <w:p w:rsidR="005B3ED9" w:rsidRDefault="005B3ED9" w:rsidP="005B3ED9">
      <w:r>
        <w:t>476.9461</w:t>
      </w:r>
      <w:r>
        <w:tab/>
        <w:t>1.013e0</w:t>
      </w:r>
    </w:p>
    <w:p w:rsidR="005B3ED9" w:rsidRDefault="005B3ED9" w:rsidP="005B3ED9">
      <w:r>
        <w:t>476.9693</w:t>
      </w:r>
      <w:r>
        <w:tab/>
        <w:t>1.013e0</w:t>
      </w:r>
    </w:p>
    <w:p w:rsidR="005B3ED9" w:rsidRDefault="005B3ED9" w:rsidP="005B3ED9">
      <w:r>
        <w:t>476.9859</w:t>
      </w:r>
      <w:r>
        <w:tab/>
        <w:t>1.013e0</w:t>
      </w:r>
    </w:p>
    <w:p w:rsidR="005B3ED9" w:rsidRDefault="005B3ED9" w:rsidP="005B3ED9">
      <w:r>
        <w:t>477.0404</w:t>
      </w:r>
      <w:r>
        <w:tab/>
        <w:t>1.013e0</w:t>
      </w:r>
    </w:p>
    <w:p w:rsidR="005B3ED9" w:rsidRDefault="005B3ED9" w:rsidP="005B3ED9">
      <w:r>
        <w:t>477.0441</w:t>
      </w:r>
      <w:r>
        <w:tab/>
        <w:t>1.013e0</w:t>
      </w:r>
    </w:p>
    <w:p w:rsidR="005B3ED9" w:rsidRDefault="005B3ED9" w:rsidP="005B3ED9">
      <w:r>
        <w:t>477.0939</w:t>
      </w:r>
      <w:r>
        <w:tab/>
        <w:t>1.013e0</w:t>
      </w:r>
    </w:p>
    <w:p w:rsidR="005B3ED9" w:rsidRDefault="005B3ED9" w:rsidP="005B3ED9">
      <w:r>
        <w:t>477.1562</w:t>
      </w:r>
      <w:r>
        <w:tab/>
        <w:t>1.215e1</w:t>
      </w:r>
    </w:p>
    <w:p w:rsidR="005B3ED9" w:rsidRDefault="005B3ED9" w:rsidP="005B3ED9">
      <w:r>
        <w:t>477.1591</w:t>
      </w:r>
      <w:r>
        <w:tab/>
        <w:t>9.768e0</w:t>
      </w:r>
    </w:p>
    <w:p w:rsidR="005B3ED9" w:rsidRDefault="005B3ED9" w:rsidP="005B3ED9">
      <w:r>
        <w:t>477.1964</w:t>
      </w:r>
      <w:r>
        <w:tab/>
        <w:t>4.051e0</w:t>
      </w:r>
    </w:p>
    <w:p w:rsidR="005B3ED9" w:rsidRDefault="005B3ED9" w:rsidP="005B3ED9">
      <w:r>
        <w:lastRenderedPageBreak/>
        <w:t>477.2026</w:t>
      </w:r>
      <w:r>
        <w:tab/>
        <w:t>2.821e0</w:t>
      </w:r>
    </w:p>
    <w:p w:rsidR="005B3ED9" w:rsidRDefault="005B3ED9" w:rsidP="005B3ED9">
      <w:r>
        <w:t>477.2248</w:t>
      </w:r>
      <w:r>
        <w:tab/>
        <w:t>3.038e0</w:t>
      </w:r>
    </w:p>
    <w:p w:rsidR="005B3ED9" w:rsidRDefault="005B3ED9" w:rsidP="005B3ED9">
      <w:r>
        <w:t>477.2935</w:t>
      </w:r>
      <w:r>
        <w:tab/>
        <w:t>1.013e0</w:t>
      </w:r>
    </w:p>
    <w:p w:rsidR="005B3ED9" w:rsidRDefault="005B3ED9" w:rsidP="005B3ED9">
      <w:r>
        <w:t>477.3516</w:t>
      </w:r>
      <w:r>
        <w:tab/>
        <w:t>1.013e0</w:t>
      </w:r>
    </w:p>
    <w:p w:rsidR="005B3ED9" w:rsidRDefault="005B3ED9" w:rsidP="005B3ED9">
      <w:r>
        <w:t>477.3645</w:t>
      </w:r>
      <w:r>
        <w:tab/>
        <w:t>2.025e0</w:t>
      </w:r>
    </w:p>
    <w:p w:rsidR="005B3ED9" w:rsidRDefault="005B3ED9" w:rsidP="005B3ED9">
      <w:r>
        <w:t>477.3830</w:t>
      </w:r>
      <w:r>
        <w:tab/>
        <w:t>2.025e0</w:t>
      </w:r>
    </w:p>
    <w:p w:rsidR="005B3ED9" w:rsidRDefault="005B3ED9" w:rsidP="005B3ED9">
      <w:r>
        <w:t>477.4181</w:t>
      </w:r>
      <w:r>
        <w:tab/>
        <w:t>1.013e0</w:t>
      </w:r>
    </w:p>
    <w:p w:rsidR="005B3ED9" w:rsidRDefault="005B3ED9" w:rsidP="005B3ED9">
      <w:r>
        <w:t>477.4430</w:t>
      </w:r>
      <w:r>
        <w:tab/>
        <w:t>1.013e0</w:t>
      </w:r>
    </w:p>
    <w:p w:rsidR="005B3ED9" w:rsidRDefault="005B3ED9" w:rsidP="005B3ED9">
      <w:r>
        <w:t>477.5040</w:t>
      </w:r>
      <w:r>
        <w:tab/>
        <w:t>1.013e0</w:t>
      </w:r>
    </w:p>
    <w:p w:rsidR="005B3ED9" w:rsidRDefault="005B3ED9" w:rsidP="005B3ED9">
      <w:r>
        <w:t>477.5511</w:t>
      </w:r>
      <w:r>
        <w:tab/>
        <w:t>1.013e0</w:t>
      </w:r>
    </w:p>
    <w:p w:rsidR="005B3ED9" w:rsidRDefault="005B3ED9" w:rsidP="005B3ED9">
      <w:r>
        <w:t>477.5927</w:t>
      </w:r>
      <w:r>
        <w:tab/>
        <w:t>1.013e0</w:t>
      </w:r>
    </w:p>
    <w:p w:rsidR="005B3ED9" w:rsidRDefault="005B3ED9" w:rsidP="005B3ED9">
      <w:r>
        <w:t>477.6593</w:t>
      </w:r>
      <w:r>
        <w:tab/>
        <w:t>1.013e0</w:t>
      </w:r>
    </w:p>
    <w:p w:rsidR="005B3ED9" w:rsidRDefault="005B3ED9" w:rsidP="005B3ED9">
      <w:r>
        <w:t>477.6745</w:t>
      </w:r>
      <w:r>
        <w:tab/>
        <w:t>1.013e0</w:t>
      </w:r>
    </w:p>
    <w:p w:rsidR="005B3ED9" w:rsidRDefault="005B3ED9" w:rsidP="005B3ED9">
      <w:r>
        <w:t>477.7541</w:t>
      </w:r>
      <w:r>
        <w:tab/>
        <w:t>1.013e0</w:t>
      </w:r>
    </w:p>
    <w:p w:rsidR="005B3ED9" w:rsidRDefault="005B3ED9" w:rsidP="005B3ED9">
      <w:r>
        <w:t>477.8257</w:t>
      </w:r>
      <w:r>
        <w:tab/>
        <w:t>1.013e0</w:t>
      </w:r>
    </w:p>
    <w:p w:rsidR="005B3ED9" w:rsidRDefault="005B3ED9" w:rsidP="005B3ED9">
      <w:r>
        <w:t>477.8515</w:t>
      </w:r>
      <w:r>
        <w:tab/>
        <w:t>1.013e0</w:t>
      </w:r>
    </w:p>
    <w:p w:rsidR="005B3ED9" w:rsidRDefault="005B3ED9" w:rsidP="005B3ED9">
      <w:r>
        <w:t>477.8590</w:t>
      </w:r>
      <w:r>
        <w:tab/>
        <w:t>1.013e0</w:t>
      </w:r>
    </w:p>
    <w:p w:rsidR="005B3ED9" w:rsidRDefault="005B3ED9" w:rsidP="005B3ED9">
      <w:r>
        <w:t>477.9094</w:t>
      </w:r>
      <w:r>
        <w:tab/>
        <w:t>1.013e0</w:t>
      </w:r>
    </w:p>
    <w:p w:rsidR="005B3ED9" w:rsidRDefault="005B3ED9" w:rsidP="005B3ED9">
      <w:r>
        <w:t>478.0088</w:t>
      </w:r>
      <w:r>
        <w:tab/>
        <w:t>1.013e0</w:t>
      </w:r>
    </w:p>
    <w:p w:rsidR="005B3ED9" w:rsidRDefault="005B3ED9" w:rsidP="005B3ED9">
      <w:r>
        <w:lastRenderedPageBreak/>
        <w:t>478.0338</w:t>
      </w:r>
      <w:r>
        <w:tab/>
        <w:t>1.013e0</w:t>
      </w:r>
    </w:p>
    <w:p w:rsidR="005B3ED9" w:rsidRDefault="005B3ED9" w:rsidP="005B3ED9">
      <w:r>
        <w:t>478.0620</w:t>
      </w:r>
      <w:r>
        <w:tab/>
        <w:t>1.013e0</w:t>
      </w:r>
    </w:p>
    <w:p w:rsidR="005B3ED9" w:rsidRDefault="005B3ED9" w:rsidP="005B3ED9">
      <w:r>
        <w:t>478.1505</w:t>
      </w:r>
      <w:r>
        <w:tab/>
        <w:t>1.226e0</w:t>
      </w:r>
    </w:p>
    <w:p w:rsidR="005B3ED9" w:rsidRDefault="005B3ED9" w:rsidP="005B3ED9">
      <w:r>
        <w:t>478.1595</w:t>
      </w:r>
      <w:r>
        <w:tab/>
        <w:t>1.013e0</w:t>
      </w:r>
    </w:p>
    <w:p w:rsidR="005B3ED9" w:rsidRDefault="005B3ED9" w:rsidP="005B3ED9">
      <w:r>
        <w:t>478.1689</w:t>
      </w:r>
      <w:r>
        <w:tab/>
        <w:t>6.017e0</w:t>
      </w:r>
    </w:p>
    <w:p w:rsidR="005B3ED9" w:rsidRDefault="005B3ED9" w:rsidP="005B3ED9">
      <w:r>
        <w:t>478.2123</w:t>
      </w:r>
      <w:r>
        <w:tab/>
        <w:t>3.038e0</w:t>
      </w:r>
    </w:p>
    <w:p w:rsidR="005B3ED9" w:rsidRDefault="005B3ED9" w:rsidP="005B3ED9">
      <w:r>
        <w:t>478.2325</w:t>
      </w:r>
      <w:r>
        <w:tab/>
        <w:t>1.013e0</w:t>
      </w:r>
    </w:p>
    <w:p w:rsidR="005B3ED9" w:rsidRDefault="005B3ED9" w:rsidP="005B3ED9">
      <w:r>
        <w:t>478.2357</w:t>
      </w:r>
      <w:r>
        <w:tab/>
        <w:t>1.013e0</w:t>
      </w:r>
    </w:p>
    <w:p w:rsidR="005B3ED9" w:rsidRDefault="005B3ED9" w:rsidP="005B3ED9">
      <w:r>
        <w:t>478.3252</w:t>
      </w:r>
      <w:r>
        <w:tab/>
        <w:t>1.013e0</w:t>
      </w:r>
    </w:p>
    <w:p w:rsidR="005B3ED9" w:rsidRDefault="005B3ED9" w:rsidP="005B3ED9">
      <w:r>
        <w:t>478.3919</w:t>
      </w:r>
      <w:r>
        <w:tab/>
        <w:t>1.013e0</w:t>
      </w:r>
    </w:p>
    <w:p w:rsidR="005B3ED9" w:rsidRDefault="005B3ED9" w:rsidP="005B3ED9">
      <w:r>
        <w:t>478.4170</w:t>
      </w:r>
      <w:r>
        <w:tab/>
        <w:t>2.025e0</w:t>
      </w:r>
    </w:p>
    <w:p w:rsidR="005B3ED9" w:rsidRDefault="005B3ED9" w:rsidP="005B3ED9">
      <w:r>
        <w:t>478.4674</w:t>
      </w:r>
      <w:r>
        <w:tab/>
        <w:t>1.013e0</w:t>
      </w:r>
    </w:p>
    <w:p w:rsidR="005B3ED9" w:rsidRDefault="005B3ED9" w:rsidP="005B3ED9">
      <w:r>
        <w:t>478.8669</w:t>
      </w:r>
      <w:r>
        <w:tab/>
        <w:t>1.013e0</w:t>
      </w:r>
    </w:p>
    <w:p w:rsidR="005B3ED9" w:rsidRDefault="005B3ED9" w:rsidP="005B3ED9">
      <w:r>
        <w:t>478.9753</w:t>
      </w:r>
      <w:r>
        <w:tab/>
        <w:t>1.013e0</w:t>
      </w:r>
    </w:p>
    <w:p w:rsidR="005B3ED9" w:rsidRDefault="005B3ED9" w:rsidP="005B3ED9">
      <w:r>
        <w:t>478.9920</w:t>
      </w:r>
      <w:r>
        <w:tab/>
        <w:t>1.013e0</w:t>
      </w:r>
    </w:p>
    <w:p w:rsidR="005B3ED9" w:rsidRDefault="005B3ED9" w:rsidP="005B3ED9">
      <w:r>
        <w:t>479.0512</w:t>
      </w:r>
      <w:r>
        <w:tab/>
        <w:t>2.025e0</w:t>
      </w:r>
    </w:p>
    <w:p w:rsidR="005B3ED9" w:rsidRDefault="005B3ED9" w:rsidP="005B3ED9">
      <w:r>
        <w:t>479.0587</w:t>
      </w:r>
      <w:r>
        <w:tab/>
        <w:t>1.013e0</w:t>
      </w:r>
    </w:p>
    <w:p w:rsidR="005B3ED9" w:rsidRDefault="005B3ED9" w:rsidP="005B3ED9">
      <w:r>
        <w:t>479.1218</w:t>
      </w:r>
      <w:r>
        <w:tab/>
        <w:t>2.025e0</w:t>
      </w:r>
    </w:p>
    <w:p w:rsidR="005B3ED9" w:rsidRDefault="005B3ED9" w:rsidP="005B3ED9">
      <w:r>
        <w:t>479.1595</w:t>
      </w:r>
      <w:r>
        <w:tab/>
        <w:t>1.013e0</w:t>
      </w:r>
    </w:p>
    <w:p w:rsidR="005B3ED9" w:rsidRDefault="005B3ED9" w:rsidP="005B3ED9">
      <w:r>
        <w:lastRenderedPageBreak/>
        <w:t>479.1842</w:t>
      </w:r>
      <w:r>
        <w:tab/>
        <w:t>2.025e0</w:t>
      </w:r>
    </w:p>
    <w:p w:rsidR="005B3ED9" w:rsidRDefault="005B3ED9" w:rsidP="005B3ED9">
      <w:r>
        <w:t>479.1922</w:t>
      </w:r>
      <w:r>
        <w:tab/>
        <w:t>1.013e0</w:t>
      </w:r>
    </w:p>
    <w:p w:rsidR="005B3ED9" w:rsidRDefault="005B3ED9" w:rsidP="005B3ED9">
      <w:r>
        <w:t>479.3222</w:t>
      </w:r>
      <w:r>
        <w:tab/>
        <w:t>2.025e0</w:t>
      </w:r>
    </w:p>
    <w:p w:rsidR="005B3ED9" w:rsidRDefault="005B3ED9" w:rsidP="005B3ED9">
      <w:r>
        <w:t>479.3257</w:t>
      </w:r>
      <w:r>
        <w:tab/>
        <w:t>1.013e0</w:t>
      </w:r>
    </w:p>
    <w:p w:rsidR="005B3ED9" w:rsidRDefault="005B3ED9" w:rsidP="005B3ED9">
      <w:r>
        <w:t>479.3316</w:t>
      </w:r>
      <w:r>
        <w:tab/>
        <w:t>3.038e0</w:t>
      </w:r>
    </w:p>
    <w:p w:rsidR="005B3ED9" w:rsidRDefault="005B3ED9" w:rsidP="005B3ED9">
      <w:r>
        <w:t>479.3668</w:t>
      </w:r>
      <w:r>
        <w:tab/>
        <w:t>1.013e0</w:t>
      </w:r>
    </w:p>
    <w:p w:rsidR="005B3ED9" w:rsidRDefault="005B3ED9" w:rsidP="005B3ED9">
      <w:r>
        <w:t>479.3882</w:t>
      </w:r>
      <w:r>
        <w:tab/>
        <w:t>1.013e0</w:t>
      </w:r>
    </w:p>
    <w:p w:rsidR="005B3ED9" w:rsidRDefault="005B3ED9" w:rsidP="005B3ED9">
      <w:r>
        <w:t>479.4462</w:t>
      </w:r>
      <w:r>
        <w:tab/>
        <w:t>2.025e0</w:t>
      </w:r>
    </w:p>
    <w:p w:rsidR="005B3ED9" w:rsidRDefault="005B3ED9" w:rsidP="005B3ED9">
      <w:r>
        <w:t>479.5437</w:t>
      </w:r>
      <w:r>
        <w:tab/>
        <w:t>1.013e0</w:t>
      </w:r>
    </w:p>
    <w:p w:rsidR="005B3ED9" w:rsidRDefault="005B3ED9" w:rsidP="005B3ED9">
      <w:r>
        <w:t>479.5762</w:t>
      </w:r>
      <w:r>
        <w:tab/>
        <w:t>1.013e0</w:t>
      </w:r>
    </w:p>
    <w:p w:rsidR="005B3ED9" w:rsidRDefault="005B3ED9" w:rsidP="005B3ED9">
      <w:r>
        <w:t>479.6016</w:t>
      </w:r>
      <w:r>
        <w:tab/>
        <w:t>1.013e0</w:t>
      </w:r>
    </w:p>
    <w:p w:rsidR="005B3ED9" w:rsidRDefault="005B3ED9" w:rsidP="005B3ED9">
      <w:r>
        <w:t>479.8304</w:t>
      </w:r>
      <w:r>
        <w:tab/>
        <w:t>1.013e0</w:t>
      </w:r>
    </w:p>
    <w:p w:rsidR="005B3ED9" w:rsidRDefault="005B3ED9" w:rsidP="005B3ED9">
      <w:r>
        <w:t>479.8668</w:t>
      </w:r>
      <w:r>
        <w:tab/>
        <w:t>1.013e0</w:t>
      </w:r>
    </w:p>
    <w:p w:rsidR="005B3ED9" w:rsidRDefault="005B3ED9" w:rsidP="005B3ED9">
      <w:r>
        <w:t>479.8701</w:t>
      </w:r>
      <w:r>
        <w:tab/>
        <w:t>1.013e0</w:t>
      </w:r>
    </w:p>
    <w:p w:rsidR="005B3ED9" w:rsidRDefault="005B3ED9" w:rsidP="005B3ED9">
      <w:r>
        <w:t>479.9230</w:t>
      </w:r>
      <w:r>
        <w:tab/>
        <w:t>2.025e0</w:t>
      </w:r>
    </w:p>
    <w:p w:rsidR="005B3ED9" w:rsidRDefault="005B3ED9" w:rsidP="005B3ED9">
      <w:r>
        <w:t>479.9771</w:t>
      </w:r>
      <w:r>
        <w:tab/>
        <w:t>1.013e0</w:t>
      </w:r>
    </w:p>
    <w:p w:rsidR="005B3ED9" w:rsidRDefault="005B3ED9" w:rsidP="005B3ED9">
      <w:r>
        <w:t>480.0356</w:t>
      </w:r>
      <w:r>
        <w:tab/>
        <w:t>1.013e0</w:t>
      </w:r>
    </w:p>
    <w:p w:rsidR="005B3ED9" w:rsidRDefault="005B3ED9" w:rsidP="005B3ED9">
      <w:r>
        <w:t>480.0805</w:t>
      </w:r>
      <w:r>
        <w:tab/>
        <w:t>1.013e0</w:t>
      </w:r>
    </w:p>
    <w:p w:rsidR="005B3ED9" w:rsidRDefault="005B3ED9" w:rsidP="005B3ED9">
      <w:r>
        <w:t>480.1963</w:t>
      </w:r>
      <w:r>
        <w:tab/>
        <w:t>1.013e0</w:t>
      </w:r>
    </w:p>
    <w:p w:rsidR="005B3ED9" w:rsidRDefault="005B3ED9" w:rsidP="005B3ED9">
      <w:r>
        <w:lastRenderedPageBreak/>
        <w:t>480.2613</w:t>
      </w:r>
      <w:r>
        <w:tab/>
        <w:t>2.025e0</w:t>
      </w:r>
    </w:p>
    <w:p w:rsidR="005B3ED9" w:rsidRDefault="005B3ED9" w:rsidP="005B3ED9">
      <w:r>
        <w:t>480.2907</w:t>
      </w:r>
      <w:r>
        <w:tab/>
        <w:t>1.013e0</w:t>
      </w:r>
    </w:p>
    <w:p w:rsidR="005B3ED9" w:rsidRDefault="005B3ED9" w:rsidP="005B3ED9">
      <w:r>
        <w:t>480.2949</w:t>
      </w:r>
      <w:r>
        <w:tab/>
        <w:t>2.025e0</w:t>
      </w:r>
    </w:p>
    <w:p w:rsidR="005B3ED9" w:rsidRDefault="005B3ED9" w:rsidP="005B3ED9">
      <w:r>
        <w:t>480.3532</w:t>
      </w:r>
      <w:r>
        <w:tab/>
        <w:t>1.013e0</w:t>
      </w:r>
    </w:p>
    <w:p w:rsidR="005B3ED9" w:rsidRDefault="005B3ED9" w:rsidP="005B3ED9">
      <w:r>
        <w:t>480.3852</w:t>
      </w:r>
      <w:r>
        <w:tab/>
        <w:t>1.013e0</w:t>
      </w:r>
    </w:p>
    <w:p w:rsidR="005B3ED9" w:rsidRDefault="005B3ED9" w:rsidP="005B3ED9">
      <w:r>
        <w:t>480.3951</w:t>
      </w:r>
      <w:r>
        <w:tab/>
        <w:t>1.013e0</w:t>
      </w:r>
    </w:p>
    <w:p w:rsidR="005B3ED9" w:rsidRDefault="005B3ED9" w:rsidP="005B3ED9">
      <w:r>
        <w:t>480.5373</w:t>
      </w:r>
      <w:r>
        <w:tab/>
        <w:t>1.013e0</w:t>
      </w:r>
    </w:p>
    <w:p w:rsidR="005B3ED9" w:rsidRDefault="005B3ED9" w:rsidP="005B3ED9">
      <w:r>
        <w:t>480.5989</w:t>
      </w:r>
      <w:r>
        <w:tab/>
        <w:t>1.013e0</w:t>
      </w:r>
    </w:p>
    <w:p w:rsidR="005B3ED9" w:rsidRDefault="005B3ED9" w:rsidP="005B3ED9">
      <w:r>
        <w:t>480.6627</w:t>
      </w:r>
      <w:r>
        <w:tab/>
        <w:t>1.013e0</w:t>
      </w:r>
    </w:p>
    <w:p w:rsidR="005B3ED9" w:rsidRDefault="005B3ED9" w:rsidP="005B3ED9">
      <w:r>
        <w:t>480.6711</w:t>
      </w:r>
      <w:r>
        <w:tab/>
        <w:t>1.013e0</w:t>
      </w:r>
    </w:p>
    <w:p w:rsidR="005B3ED9" w:rsidRDefault="005B3ED9" w:rsidP="005B3ED9">
      <w:r>
        <w:t>480.8092</w:t>
      </w:r>
      <w:r>
        <w:tab/>
        <w:t>2.025e0</w:t>
      </w:r>
    </w:p>
    <w:p w:rsidR="005B3ED9" w:rsidRDefault="005B3ED9" w:rsidP="005B3ED9">
      <w:r>
        <w:t>480.8133</w:t>
      </w:r>
      <w:r>
        <w:tab/>
        <w:t>1.013e0</w:t>
      </w:r>
    </w:p>
    <w:p w:rsidR="005B3ED9" w:rsidRDefault="005B3ED9" w:rsidP="005B3ED9">
      <w:r>
        <w:t>480.8672</w:t>
      </w:r>
      <w:r>
        <w:tab/>
        <w:t>1.013e0</w:t>
      </w:r>
    </w:p>
    <w:p w:rsidR="005B3ED9" w:rsidRDefault="005B3ED9" w:rsidP="005B3ED9">
      <w:r>
        <w:t>480.8803</w:t>
      </w:r>
      <w:r>
        <w:tab/>
        <w:t>1.013e0</w:t>
      </w:r>
    </w:p>
    <w:p w:rsidR="005B3ED9" w:rsidRDefault="005B3ED9" w:rsidP="005B3ED9">
      <w:r>
        <w:t>480.9305</w:t>
      </w:r>
      <w:r>
        <w:tab/>
        <w:t>1.013e0</w:t>
      </w:r>
    </w:p>
    <w:p w:rsidR="005B3ED9" w:rsidRDefault="005B3ED9" w:rsidP="005B3ED9">
      <w:r>
        <w:t>481.0896</w:t>
      </w:r>
      <w:r>
        <w:tab/>
        <w:t>1.013e0</w:t>
      </w:r>
    </w:p>
    <w:p w:rsidR="005B3ED9" w:rsidRDefault="005B3ED9" w:rsidP="005B3ED9">
      <w:r>
        <w:t>481.1381</w:t>
      </w:r>
      <w:r>
        <w:tab/>
        <w:t>3.038e0</w:t>
      </w:r>
    </w:p>
    <w:p w:rsidR="005B3ED9" w:rsidRDefault="005B3ED9" w:rsidP="005B3ED9">
      <w:r>
        <w:t>481.1699</w:t>
      </w:r>
      <w:r>
        <w:tab/>
        <w:t>2.025e0</w:t>
      </w:r>
    </w:p>
    <w:p w:rsidR="005B3ED9" w:rsidRDefault="005B3ED9" w:rsidP="005B3ED9">
      <w:r>
        <w:t>481.1992</w:t>
      </w:r>
      <w:r>
        <w:tab/>
        <w:t>2.025e0</w:t>
      </w:r>
    </w:p>
    <w:p w:rsidR="005B3ED9" w:rsidRDefault="005B3ED9" w:rsidP="005B3ED9">
      <w:r>
        <w:lastRenderedPageBreak/>
        <w:t>481.2404</w:t>
      </w:r>
      <w:r>
        <w:tab/>
        <w:t>1.013e0</w:t>
      </w:r>
    </w:p>
    <w:p w:rsidR="005B3ED9" w:rsidRDefault="005B3ED9" w:rsidP="005B3ED9">
      <w:r>
        <w:t>481.2697</w:t>
      </w:r>
      <w:r>
        <w:tab/>
        <w:t>2.025e0</w:t>
      </w:r>
    </w:p>
    <w:p w:rsidR="005B3ED9" w:rsidRDefault="005B3ED9" w:rsidP="005B3ED9">
      <w:r>
        <w:t>481.4404</w:t>
      </w:r>
      <w:r>
        <w:tab/>
        <w:t>1.013e0</w:t>
      </w:r>
    </w:p>
    <w:p w:rsidR="005B3ED9" w:rsidRDefault="005B3ED9" w:rsidP="005B3ED9">
      <w:r>
        <w:t>481.5252</w:t>
      </w:r>
      <w:r>
        <w:tab/>
        <w:t>1.013e0</w:t>
      </w:r>
    </w:p>
    <w:p w:rsidR="005B3ED9" w:rsidRDefault="005B3ED9" w:rsidP="005B3ED9">
      <w:r>
        <w:t>481.6594</w:t>
      </w:r>
      <w:r>
        <w:tab/>
        <w:t>1.013e0</w:t>
      </w:r>
    </w:p>
    <w:p w:rsidR="005B3ED9" w:rsidRDefault="005B3ED9" w:rsidP="005B3ED9">
      <w:r>
        <w:t>481.7012</w:t>
      </w:r>
      <w:r>
        <w:tab/>
        <w:t>2.025e0</w:t>
      </w:r>
    </w:p>
    <w:p w:rsidR="005B3ED9" w:rsidRDefault="005B3ED9" w:rsidP="005B3ED9">
      <w:r>
        <w:t>481.7699</w:t>
      </w:r>
      <w:r>
        <w:tab/>
        <w:t>1.013e0</w:t>
      </w:r>
    </w:p>
    <w:p w:rsidR="005B3ED9" w:rsidRDefault="005B3ED9" w:rsidP="005B3ED9">
      <w:r>
        <w:t>481.8462</w:t>
      </w:r>
      <w:r>
        <w:tab/>
        <w:t>1.013e0</w:t>
      </w:r>
    </w:p>
    <w:p w:rsidR="005B3ED9" w:rsidRDefault="005B3ED9" w:rsidP="005B3ED9">
      <w:r>
        <w:t>481.8942</w:t>
      </w:r>
      <w:r>
        <w:tab/>
        <w:t>1.013e0</w:t>
      </w:r>
    </w:p>
    <w:p w:rsidR="005B3ED9" w:rsidRDefault="005B3ED9" w:rsidP="005B3ED9">
      <w:r>
        <w:t>481.9518</w:t>
      </w:r>
      <w:r>
        <w:tab/>
        <w:t>3.038e0</w:t>
      </w:r>
    </w:p>
    <w:p w:rsidR="005B3ED9" w:rsidRDefault="005B3ED9" w:rsidP="005B3ED9">
      <w:r>
        <w:t>482.0075</w:t>
      </w:r>
      <w:r>
        <w:tab/>
        <w:t>2.025e0</w:t>
      </w:r>
    </w:p>
    <w:p w:rsidR="005B3ED9" w:rsidRDefault="005B3ED9" w:rsidP="005B3ED9">
      <w:r>
        <w:t>482.0747</w:t>
      </w:r>
      <w:r>
        <w:tab/>
        <w:t>1.013e0</w:t>
      </w:r>
    </w:p>
    <w:p w:rsidR="005B3ED9" w:rsidRDefault="005B3ED9" w:rsidP="005B3ED9">
      <w:r>
        <w:t>482.0787</w:t>
      </w:r>
      <w:r>
        <w:tab/>
        <w:t>1.013e0</w:t>
      </w:r>
    </w:p>
    <w:p w:rsidR="005B3ED9" w:rsidRDefault="005B3ED9" w:rsidP="005B3ED9">
      <w:r>
        <w:t>482.0930</w:t>
      </w:r>
      <w:r>
        <w:tab/>
        <w:t>1.013e0</w:t>
      </w:r>
    </w:p>
    <w:p w:rsidR="005B3ED9" w:rsidRDefault="005B3ED9" w:rsidP="005B3ED9">
      <w:r>
        <w:t>482.1380</w:t>
      </w:r>
      <w:r>
        <w:tab/>
        <w:t>2.025e0</w:t>
      </w:r>
    </w:p>
    <w:p w:rsidR="005B3ED9" w:rsidRDefault="005B3ED9" w:rsidP="005B3ED9">
      <w:r>
        <w:t>482.1509</w:t>
      </w:r>
      <w:r>
        <w:tab/>
        <w:t>1.013e0</w:t>
      </w:r>
    </w:p>
    <w:p w:rsidR="005B3ED9" w:rsidRDefault="005B3ED9" w:rsidP="005B3ED9">
      <w:r>
        <w:t>482.1620</w:t>
      </w:r>
      <w:r>
        <w:tab/>
        <w:t>3.038e0</w:t>
      </w:r>
    </w:p>
    <w:p w:rsidR="005B3ED9" w:rsidRDefault="005B3ED9" w:rsidP="005B3ED9">
      <w:r>
        <w:t>482.2272</w:t>
      </w:r>
      <w:r>
        <w:tab/>
        <w:t>1.013e0</w:t>
      </w:r>
    </w:p>
    <w:p w:rsidR="005B3ED9" w:rsidRDefault="005B3ED9" w:rsidP="005B3ED9">
      <w:r>
        <w:t>482.2844</w:t>
      </w:r>
      <w:r>
        <w:tab/>
        <w:t>2.025e0</w:t>
      </w:r>
    </w:p>
    <w:p w:rsidR="005B3ED9" w:rsidRDefault="005B3ED9" w:rsidP="005B3ED9">
      <w:r>
        <w:lastRenderedPageBreak/>
        <w:t>482.3220</w:t>
      </w:r>
      <w:r>
        <w:tab/>
        <w:t>1.013e0</w:t>
      </w:r>
    </w:p>
    <w:p w:rsidR="005B3ED9" w:rsidRDefault="005B3ED9" w:rsidP="005B3ED9">
      <w:r>
        <w:t>482.3376</w:t>
      </w:r>
      <w:r>
        <w:tab/>
        <w:t>4.051e0</w:t>
      </w:r>
    </w:p>
    <w:p w:rsidR="005B3ED9" w:rsidRDefault="005B3ED9" w:rsidP="005B3ED9">
      <w:r>
        <w:t>482.3768</w:t>
      </w:r>
      <w:r>
        <w:tab/>
        <w:t>2.025e0</w:t>
      </w:r>
    </w:p>
    <w:p w:rsidR="005B3ED9" w:rsidRDefault="005B3ED9" w:rsidP="005B3ED9">
      <w:r>
        <w:t>482.3957</w:t>
      </w:r>
      <w:r>
        <w:tab/>
        <w:t>5.063e0</w:t>
      </w:r>
    </w:p>
    <w:p w:rsidR="005B3ED9" w:rsidRDefault="005B3ED9" w:rsidP="005B3ED9">
      <w:r>
        <w:t>482.3975</w:t>
      </w:r>
      <w:r>
        <w:tab/>
        <w:t>2.025e0</w:t>
      </w:r>
    </w:p>
    <w:p w:rsidR="005B3ED9" w:rsidRDefault="005B3ED9" w:rsidP="005B3ED9">
      <w:r>
        <w:t>482.4066</w:t>
      </w:r>
      <w:r>
        <w:tab/>
        <w:t>2.025e0</w:t>
      </w:r>
    </w:p>
    <w:p w:rsidR="005B3ED9" w:rsidRDefault="005B3ED9" w:rsidP="005B3ED9">
      <w:r>
        <w:t>482.6243</w:t>
      </w:r>
      <w:r>
        <w:tab/>
        <w:t>1.013e0</w:t>
      </w:r>
    </w:p>
    <w:p w:rsidR="005B3ED9" w:rsidRDefault="005B3ED9" w:rsidP="005B3ED9">
      <w:r>
        <w:t>482.6663</w:t>
      </w:r>
      <w:r>
        <w:tab/>
        <w:t>1.013e0</w:t>
      </w:r>
    </w:p>
    <w:p w:rsidR="005B3ED9" w:rsidRDefault="005B3ED9" w:rsidP="005B3ED9">
      <w:r>
        <w:t>482.8343</w:t>
      </w:r>
      <w:r>
        <w:tab/>
        <w:t>1.013e0</w:t>
      </w:r>
    </w:p>
    <w:p w:rsidR="005B3ED9" w:rsidRDefault="005B3ED9" w:rsidP="005B3ED9">
      <w:r>
        <w:t>482.8450</w:t>
      </w:r>
      <w:r>
        <w:tab/>
        <w:t>2.025e0</w:t>
      </w:r>
    </w:p>
    <w:p w:rsidR="005B3ED9" w:rsidRDefault="005B3ED9" w:rsidP="005B3ED9">
      <w:r>
        <w:t>482.8511</w:t>
      </w:r>
      <w:r>
        <w:tab/>
        <w:t>1.013e0</w:t>
      </w:r>
    </w:p>
    <w:p w:rsidR="005B3ED9" w:rsidRDefault="005B3ED9" w:rsidP="005B3ED9">
      <w:r>
        <w:t>482.9196</w:t>
      </w:r>
      <w:r>
        <w:tab/>
        <w:t>1.013e0</w:t>
      </w:r>
    </w:p>
    <w:p w:rsidR="005B3ED9" w:rsidRDefault="005B3ED9" w:rsidP="005B3ED9">
      <w:r>
        <w:t>482.9562</w:t>
      </w:r>
      <w:r>
        <w:tab/>
        <w:t>2.025e0</w:t>
      </w:r>
    </w:p>
    <w:p w:rsidR="005B3ED9" w:rsidRDefault="005B3ED9" w:rsidP="005B3ED9">
      <w:r>
        <w:t>482.9765</w:t>
      </w:r>
      <w:r>
        <w:tab/>
        <w:t>3.038e0</w:t>
      </w:r>
    </w:p>
    <w:p w:rsidR="005B3ED9" w:rsidRDefault="005B3ED9" w:rsidP="005B3ED9">
      <w:r>
        <w:t>483.0276</w:t>
      </w:r>
      <w:r>
        <w:tab/>
        <w:t>1.013e0</w:t>
      </w:r>
    </w:p>
    <w:p w:rsidR="005B3ED9" w:rsidRDefault="005B3ED9" w:rsidP="005B3ED9">
      <w:r>
        <w:t>483.2186</w:t>
      </w:r>
      <w:r>
        <w:tab/>
        <w:t>2.451e0</w:t>
      </w:r>
    </w:p>
    <w:p w:rsidR="005B3ED9" w:rsidRDefault="005B3ED9" w:rsidP="005B3ED9">
      <w:r>
        <w:t>483.2247</w:t>
      </w:r>
      <w:r>
        <w:tab/>
        <w:t>1.013e0</w:t>
      </w:r>
    </w:p>
    <w:p w:rsidR="005B3ED9" w:rsidRDefault="005B3ED9" w:rsidP="005B3ED9">
      <w:r>
        <w:t>483.2428</w:t>
      </w:r>
      <w:r>
        <w:tab/>
        <w:t>1.013e0</w:t>
      </w:r>
    </w:p>
    <w:p w:rsidR="005B3ED9" w:rsidRDefault="005B3ED9" w:rsidP="005B3ED9">
      <w:r>
        <w:t>483.2611</w:t>
      </w:r>
      <w:r>
        <w:tab/>
        <w:t>1.013e0</w:t>
      </w:r>
    </w:p>
    <w:p w:rsidR="005B3ED9" w:rsidRDefault="005B3ED9" w:rsidP="005B3ED9">
      <w:r>
        <w:lastRenderedPageBreak/>
        <w:t>483.2796</w:t>
      </w:r>
      <w:r>
        <w:tab/>
        <w:t>1.013e0</w:t>
      </w:r>
    </w:p>
    <w:p w:rsidR="005B3ED9" w:rsidRDefault="005B3ED9" w:rsidP="005B3ED9">
      <w:r>
        <w:t>483.2888</w:t>
      </w:r>
      <w:r>
        <w:tab/>
        <w:t>3.038e0</w:t>
      </w:r>
    </w:p>
    <w:p w:rsidR="005B3ED9" w:rsidRDefault="005B3ED9" w:rsidP="005B3ED9">
      <w:r>
        <w:t>483.3134</w:t>
      </w:r>
      <w:r>
        <w:tab/>
        <w:t>1.013e0</w:t>
      </w:r>
    </w:p>
    <w:p w:rsidR="005B3ED9" w:rsidRDefault="005B3ED9" w:rsidP="005B3ED9">
      <w:r>
        <w:t>483.3677</w:t>
      </w:r>
      <w:r>
        <w:tab/>
        <w:t>3.038e0</w:t>
      </w:r>
    </w:p>
    <w:p w:rsidR="005B3ED9" w:rsidRDefault="005B3ED9" w:rsidP="005B3ED9">
      <w:r>
        <w:t>483.3723</w:t>
      </w:r>
      <w:r>
        <w:tab/>
        <w:t>2.025e0</w:t>
      </w:r>
    </w:p>
    <w:p w:rsidR="005B3ED9" w:rsidRDefault="005B3ED9" w:rsidP="005B3ED9">
      <w:r>
        <w:t>483.4310</w:t>
      </w:r>
      <w:r>
        <w:tab/>
        <w:t>2.025e0</w:t>
      </w:r>
    </w:p>
    <w:p w:rsidR="005B3ED9" w:rsidRDefault="005B3ED9" w:rsidP="005B3ED9">
      <w:r>
        <w:t>483.5295</w:t>
      </w:r>
      <w:r>
        <w:tab/>
        <w:t>2.025e0</w:t>
      </w:r>
    </w:p>
    <w:p w:rsidR="005B3ED9" w:rsidRDefault="005B3ED9" w:rsidP="005B3ED9">
      <w:r>
        <w:t>483.6638</w:t>
      </w:r>
      <w:r>
        <w:tab/>
        <w:t>1.013e0</w:t>
      </w:r>
    </w:p>
    <w:p w:rsidR="005B3ED9" w:rsidRDefault="005B3ED9" w:rsidP="005B3ED9">
      <w:r>
        <w:t>483.7129</w:t>
      </w:r>
      <w:r>
        <w:tab/>
        <w:t>2.025e0</w:t>
      </w:r>
    </w:p>
    <w:p w:rsidR="005B3ED9" w:rsidRDefault="005B3ED9" w:rsidP="005B3ED9">
      <w:r>
        <w:t>483.8687</w:t>
      </w:r>
      <w:r>
        <w:tab/>
        <w:t>1.013e0</w:t>
      </w:r>
    </w:p>
    <w:p w:rsidR="005B3ED9" w:rsidRDefault="005B3ED9" w:rsidP="005B3ED9">
      <w:r>
        <w:t>483.9117</w:t>
      </w:r>
      <w:r>
        <w:tab/>
        <w:t>2.025e0</w:t>
      </w:r>
    </w:p>
    <w:p w:rsidR="005B3ED9" w:rsidRDefault="005B3ED9" w:rsidP="005B3ED9">
      <w:r>
        <w:t>483.9141</w:t>
      </w:r>
      <w:r>
        <w:tab/>
        <w:t>1.013e0</w:t>
      </w:r>
    </w:p>
    <w:p w:rsidR="005B3ED9" w:rsidRDefault="005B3ED9" w:rsidP="005B3ED9">
      <w:r>
        <w:t>483.9721</w:t>
      </w:r>
      <w:r>
        <w:tab/>
        <w:t>1.013e0</w:t>
      </w:r>
    </w:p>
    <w:p w:rsidR="005B3ED9" w:rsidRDefault="005B3ED9" w:rsidP="005B3ED9">
      <w:r>
        <w:t>484.0035</w:t>
      </w:r>
      <w:r>
        <w:tab/>
        <w:t>1.013e0</w:t>
      </w:r>
    </w:p>
    <w:p w:rsidR="005B3ED9" w:rsidRDefault="005B3ED9" w:rsidP="005B3ED9">
      <w:r>
        <w:t>484.0483</w:t>
      </w:r>
      <w:r>
        <w:tab/>
        <w:t>1.013e0</w:t>
      </w:r>
    </w:p>
    <w:p w:rsidR="005B3ED9" w:rsidRDefault="005B3ED9" w:rsidP="005B3ED9">
      <w:r>
        <w:t>484.0756</w:t>
      </w:r>
      <w:r>
        <w:tab/>
        <w:t>2.025e0</w:t>
      </w:r>
    </w:p>
    <w:p w:rsidR="005B3ED9" w:rsidRDefault="005B3ED9" w:rsidP="005B3ED9">
      <w:r>
        <w:t>484.1063</w:t>
      </w:r>
      <w:r>
        <w:tab/>
        <w:t>2.025e0</w:t>
      </w:r>
    </w:p>
    <w:p w:rsidR="005B3ED9" w:rsidRDefault="005B3ED9" w:rsidP="005B3ED9">
      <w:r>
        <w:t>484.1466</w:t>
      </w:r>
      <w:r>
        <w:tab/>
        <w:t>1.013e0</w:t>
      </w:r>
    </w:p>
    <w:p w:rsidR="005B3ED9" w:rsidRDefault="005B3ED9" w:rsidP="005B3ED9">
      <w:r>
        <w:t>484.1719</w:t>
      </w:r>
      <w:r>
        <w:tab/>
        <w:t>1.013e0</w:t>
      </w:r>
    </w:p>
    <w:p w:rsidR="005B3ED9" w:rsidRDefault="005B3ED9" w:rsidP="005B3ED9">
      <w:r>
        <w:lastRenderedPageBreak/>
        <w:t>484.1732</w:t>
      </w:r>
      <w:r>
        <w:tab/>
        <w:t>2.025e0</w:t>
      </w:r>
    </w:p>
    <w:p w:rsidR="005B3ED9" w:rsidRDefault="005B3ED9" w:rsidP="005B3ED9">
      <w:r>
        <w:t>484.2056</w:t>
      </w:r>
      <w:r>
        <w:tab/>
        <w:t>1.013e0</w:t>
      </w:r>
    </w:p>
    <w:p w:rsidR="005B3ED9" w:rsidRDefault="005B3ED9" w:rsidP="005B3ED9">
      <w:r>
        <w:t>484.2347</w:t>
      </w:r>
      <w:r>
        <w:tab/>
        <w:t>2.025e0</w:t>
      </w:r>
    </w:p>
    <w:p w:rsidR="005B3ED9" w:rsidRDefault="005B3ED9" w:rsidP="005B3ED9">
      <w:r>
        <w:t>484.2372</w:t>
      </w:r>
      <w:r>
        <w:tab/>
        <w:t>1.013e0</w:t>
      </w:r>
    </w:p>
    <w:p w:rsidR="005B3ED9" w:rsidRDefault="005B3ED9" w:rsidP="005B3ED9">
      <w:r>
        <w:t>484.2556</w:t>
      </w:r>
      <w:r>
        <w:tab/>
        <w:t>1.013e0</w:t>
      </w:r>
    </w:p>
    <w:p w:rsidR="005B3ED9" w:rsidRDefault="005B3ED9" w:rsidP="005B3ED9">
      <w:r>
        <w:t>484.2952</w:t>
      </w:r>
      <w:r>
        <w:tab/>
        <w:t>1.013e0</w:t>
      </w:r>
    </w:p>
    <w:p w:rsidR="005B3ED9" w:rsidRDefault="005B3ED9" w:rsidP="005B3ED9">
      <w:r>
        <w:t>484.3066</w:t>
      </w:r>
      <w:r>
        <w:tab/>
        <w:t>3.038e0</w:t>
      </w:r>
    </w:p>
    <w:p w:rsidR="005B3ED9" w:rsidRDefault="005B3ED9" w:rsidP="005B3ED9">
      <w:r>
        <w:t>484.3411</w:t>
      </w:r>
      <w:r>
        <w:tab/>
        <w:t>2.025e0</w:t>
      </w:r>
    </w:p>
    <w:p w:rsidR="005B3ED9" w:rsidRDefault="005B3ED9" w:rsidP="005B3ED9">
      <w:r>
        <w:t>484.3714</w:t>
      </w:r>
      <w:r>
        <w:tab/>
        <w:t>1.013e0</w:t>
      </w:r>
    </w:p>
    <w:p w:rsidR="005B3ED9" w:rsidRDefault="005B3ED9" w:rsidP="005B3ED9">
      <w:r>
        <w:t>484.3745</w:t>
      </w:r>
      <w:r>
        <w:tab/>
        <w:t>1.013e0</w:t>
      </w:r>
    </w:p>
    <w:p w:rsidR="005B3ED9" w:rsidRDefault="005B3ED9" w:rsidP="005B3ED9">
      <w:r>
        <w:t>484.4332</w:t>
      </w:r>
      <w:r>
        <w:tab/>
        <w:t>2.025e0</w:t>
      </w:r>
    </w:p>
    <w:p w:rsidR="005B3ED9" w:rsidRDefault="005B3ED9" w:rsidP="005B3ED9">
      <w:r>
        <w:t>484.4508</w:t>
      </w:r>
      <w:r>
        <w:tab/>
        <w:t>1.013e0</w:t>
      </w:r>
    </w:p>
    <w:p w:rsidR="005B3ED9" w:rsidRDefault="005B3ED9" w:rsidP="005B3ED9">
      <w:r>
        <w:t>484.4753</w:t>
      </w:r>
      <w:r>
        <w:tab/>
        <w:t>1.013e0</w:t>
      </w:r>
    </w:p>
    <w:p w:rsidR="005B3ED9" w:rsidRDefault="005B3ED9" w:rsidP="005B3ED9">
      <w:r>
        <w:t>484.5176</w:t>
      </w:r>
      <w:r>
        <w:tab/>
        <w:t>3.038e0</w:t>
      </w:r>
    </w:p>
    <w:p w:rsidR="005B3ED9" w:rsidRDefault="005B3ED9" w:rsidP="005B3ED9">
      <w:r>
        <w:t>484.5239</w:t>
      </w:r>
      <w:r>
        <w:tab/>
        <w:t>1.013e0</w:t>
      </w:r>
    </w:p>
    <w:p w:rsidR="005B3ED9" w:rsidRDefault="005B3ED9" w:rsidP="005B3ED9">
      <w:r>
        <w:t>484.6396</w:t>
      </w:r>
      <w:r>
        <w:tab/>
        <w:t>2.025e0</w:t>
      </w:r>
    </w:p>
    <w:p w:rsidR="005B3ED9" w:rsidRDefault="005B3ED9" w:rsidP="005B3ED9">
      <w:r>
        <w:t>484.6692</w:t>
      </w:r>
      <w:r>
        <w:tab/>
        <w:t>1.013e0</w:t>
      </w:r>
    </w:p>
    <w:p w:rsidR="005B3ED9" w:rsidRDefault="005B3ED9" w:rsidP="005B3ED9">
      <w:r>
        <w:t>484.7029</w:t>
      </w:r>
      <w:r>
        <w:tab/>
        <w:t>1.013e0</w:t>
      </w:r>
    </w:p>
    <w:p w:rsidR="005B3ED9" w:rsidRDefault="005B3ED9" w:rsidP="005B3ED9">
      <w:r>
        <w:t>484.7281</w:t>
      </w:r>
      <w:r>
        <w:tab/>
        <w:t>1.013e0</w:t>
      </w:r>
    </w:p>
    <w:p w:rsidR="005B3ED9" w:rsidRDefault="005B3ED9" w:rsidP="005B3ED9">
      <w:r>
        <w:lastRenderedPageBreak/>
        <w:t>484.8505</w:t>
      </w:r>
      <w:r>
        <w:tab/>
        <w:t>2.025e0</w:t>
      </w:r>
    </w:p>
    <w:p w:rsidR="005B3ED9" w:rsidRDefault="005B3ED9" w:rsidP="005B3ED9">
      <w:r>
        <w:t>484.8799</w:t>
      </w:r>
      <w:r>
        <w:tab/>
        <w:t>1.013e0</w:t>
      </w:r>
    </w:p>
    <w:p w:rsidR="005B3ED9" w:rsidRDefault="005B3ED9" w:rsidP="005B3ED9">
      <w:r>
        <w:t>484.9137</w:t>
      </w:r>
      <w:r>
        <w:tab/>
        <w:t>1.013e0</w:t>
      </w:r>
    </w:p>
    <w:p w:rsidR="005B3ED9" w:rsidRDefault="005B3ED9" w:rsidP="005B3ED9">
      <w:r>
        <w:t>484.9665</w:t>
      </w:r>
      <w:r>
        <w:tab/>
        <w:t>1.013e0</w:t>
      </w:r>
    </w:p>
    <w:p w:rsidR="005B3ED9" w:rsidRDefault="005B3ED9" w:rsidP="005B3ED9">
      <w:r>
        <w:t>484.9728</w:t>
      </w:r>
      <w:r>
        <w:tab/>
        <w:t>1.013e0</w:t>
      </w:r>
    </w:p>
    <w:p w:rsidR="005B3ED9" w:rsidRDefault="005B3ED9" w:rsidP="005B3ED9">
      <w:r>
        <w:t>485.0396</w:t>
      </w:r>
      <w:r>
        <w:tab/>
        <w:t>1.013e0</w:t>
      </w:r>
    </w:p>
    <w:p w:rsidR="005B3ED9" w:rsidRDefault="005B3ED9" w:rsidP="005B3ED9">
      <w:r>
        <w:t>485.0571</w:t>
      </w:r>
      <w:r>
        <w:tab/>
        <w:t>1.013e0</w:t>
      </w:r>
    </w:p>
    <w:p w:rsidR="005B3ED9" w:rsidRDefault="005B3ED9" w:rsidP="005B3ED9">
      <w:r>
        <w:t>485.0610</w:t>
      </w:r>
      <w:r>
        <w:tab/>
        <w:t>1.013e0</w:t>
      </w:r>
    </w:p>
    <w:p w:rsidR="005B3ED9" w:rsidRDefault="005B3ED9" w:rsidP="005B3ED9">
      <w:r>
        <w:t>485.1300</w:t>
      </w:r>
      <w:r>
        <w:tab/>
        <w:t>2.025e0</w:t>
      </w:r>
    </w:p>
    <w:p w:rsidR="005B3ED9" w:rsidRDefault="005B3ED9" w:rsidP="005B3ED9">
      <w:r>
        <w:t>485.1331</w:t>
      </w:r>
      <w:r>
        <w:tab/>
        <w:t>2.025e0</w:t>
      </w:r>
    </w:p>
    <w:p w:rsidR="005B3ED9" w:rsidRDefault="005B3ED9" w:rsidP="005B3ED9">
      <w:r>
        <w:t>485.1837</w:t>
      </w:r>
      <w:r>
        <w:tab/>
        <w:t>1.013e0</w:t>
      </w:r>
    </w:p>
    <w:p w:rsidR="005B3ED9" w:rsidRDefault="005B3ED9" w:rsidP="005B3ED9">
      <w:r>
        <w:t>485.2134</w:t>
      </w:r>
      <w:r>
        <w:tab/>
        <w:t>1.013e0</w:t>
      </w:r>
    </w:p>
    <w:p w:rsidR="005B3ED9" w:rsidRDefault="005B3ED9" w:rsidP="005B3ED9">
      <w:r>
        <w:t>485.2532</w:t>
      </w:r>
      <w:r>
        <w:tab/>
        <w:t>1.013e0</w:t>
      </w:r>
    </w:p>
    <w:p w:rsidR="005B3ED9" w:rsidRDefault="005B3ED9" w:rsidP="005B3ED9">
      <w:r>
        <w:t>485.2596</w:t>
      </w:r>
      <w:r>
        <w:tab/>
        <w:t>1.013e0</w:t>
      </w:r>
    </w:p>
    <w:p w:rsidR="005B3ED9" w:rsidRDefault="005B3ED9" w:rsidP="005B3ED9">
      <w:r>
        <w:t>485.3018</w:t>
      </w:r>
      <w:r>
        <w:tab/>
        <w:t>1.013e0</w:t>
      </w:r>
    </w:p>
    <w:p w:rsidR="005B3ED9" w:rsidRDefault="005B3ED9" w:rsidP="005B3ED9">
      <w:r>
        <w:t>485.3126</w:t>
      </w:r>
      <w:r>
        <w:tab/>
        <w:t>2.025e0</w:t>
      </w:r>
    </w:p>
    <w:p w:rsidR="005B3ED9" w:rsidRDefault="005B3ED9" w:rsidP="005B3ED9">
      <w:r>
        <w:t>485.3659</w:t>
      </w:r>
      <w:r>
        <w:tab/>
        <w:t>1.013e0</w:t>
      </w:r>
    </w:p>
    <w:p w:rsidR="005B3ED9" w:rsidRDefault="005B3ED9" w:rsidP="005B3ED9">
      <w:r>
        <w:t>485.3694</w:t>
      </w:r>
      <w:r>
        <w:tab/>
        <w:t>1.013e0</w:t>
      </w:r>
    </w:p>
    <w:p w:rsidR="005B3ED9" w:rsidRDefault="005B3ED9" w:rsidP="005B3ED9">
      <w:r>
        <w:t>485.3874</w:t>
      </w:r>
      <w:r>
        <w:tab/>
        <w:t>1.013e0</w:t>
      </w:r>
    </w:p>
    <w:p w:rsidR="005B3ED9" w:rsidRDefault="005B3ED9" w:rsidP="005B3ED9">
      <w:r>
        <w:lastRenderedPageBreak/>
        <w:t>485.4133</w:t>
      </w:r>
      <w:r>
        <w:tab/>
        <w:t>2.025e0</w:t>
      </w:r>
    </w:p>
    <w:p w:rsidR="005B3ED9" w:rsidRDefault="005B3ED9" w:rsidP="005B3ED9">
      <w:r>
        <w:t>485.4200</w:t>
      </w:r>
      <w:r>
        <w:tab/>
        <w:t>1.013e0</w:t>
      </w:r>
    </w:p>
    <w:p w:rsidR="005B3ED9" w:rsidRDefault="005B3ED9" w:rsidP="005B3ED9">
      <w:r>
        <w:t>485.4369</w:t>
      </w:r>
      <w:r>
        <w:tab/>
        <w:t>1.013e0</w:t>
      </w:r>
    </w:p>
    <w:p w:rsidR="005B3ED9" w:rsidRDefault="005B3ED9" w:rsidP="005B3ED9">
      <w:r>
        <w:t>485.5215</w:t>
      </w:r>
      <w:r>
        <w:tab/>
        <w:t>1.013e0</w:t>
      </w:r>
    </w:p>
    <w:p w:rsidR="005B3ED9" w:rsidRDefault="005B3ED9" w:rsidP="005B3ED9">
      <w:r>
        <w:t>485.5805</w:t>
      </w:r>
      <w:r>
        <w:tab/>
        <w:t>1.013e0</w:t>
      </w:r>
    </w:p>
    <w:p w:rsidR="005B3ED9" w:rsidRDefault="005B3ED9" w:rsidP="005B3ED9">
      <w:r>
        <w:t>485.5890</w:t>
      </w:r>
      <w:r>
        <w:tab/>
        <w:t>1.013e0</w:t>
      </w:r>
    </w:p>
    <w:p w:rsidR="005B3ED9" w:rsidRDefault="005B3ED9" w:rsidP="005B3ED9">
      <w:r>
        <w:t>485.6108</w:t>
      </w:r>
      <w:r>
        <w:tab/>
        <w:t>2.025e0</w:t>
      </w:r>
    </w:p>
    <w:p w:rsidR="005B3ED9" w:rsidRDefault="005B3ED9" w:rsidP="005B3ED9">
      <w:r>
        <w:t>485.6527</w:t>
      </w:r>
      <w:r>
        <w:tab/>
        <w:t>1.013e0</w:t>
      </w:r>
    </w:p>
    <w:p w:rsidR="005B3ED9" w:rsidRDefault="005B3ED9" w:rsidP="005B3ED9">
      <w:r>
        <w:t>485.7129</w:t>
      </w:r>
      <w:r>
        <w:tab/>
        <w:t>3.038e0</w:t>
      </w:r>
    </w:p>
    <w:p w:rsidR="005B3ED9" w:rsidRDefault="005B3ED9" w:rsidP="005B3ED9">
      <w:r>
        <w:t>485.7289</w:t>
      </w:r>
      <w:r>
        <w:tab/>
        <w:t>1.013e0</w:t>
      </w:r>
    </w:p>
    <w:p w:rsidR="005B3ED9" w:rsidRDefault="005B3ED9" w:rsidP="005B3ED9">
      <w:r>
        <w:t>485.7871</w:t>
      </w:r>
      <w:r>
        <w:tab/>
        <w:t>1.013e0</w:t>
      </w:r>
    </w:p>
    <w:p w:rsidR="005B3ED9" w:rsidRDefault="005B3ED9" w:rsidP="005B3ED9">
      <w:r>
        <w:t>485.8002</w:t>
      </w:r>
      <w:r>
        <w:tab/>
        <w:t>1.013e0</w:t>
      </w:r>
    </w:p>
    <w:p w:rsidR="005B3ED9" w:rsidRDefault="005B3ED9" w:rsidP="005B3ED9">
      <w:r>
        <w:t>485.8633</w:t>
      </w:r>
      <w:r>
        <w:tab/>
        <w:t>3.038e0</w:t>
      </w:r>
    </w:p>
    <w:p w:rsidR="005B3ED9" w:rsidRDefault="005B3ED9" w:rsidP="005B3ED9">
      <w:r>
        <w:t>485.9749</w:t>
      </w:r>
      <w:r>
        <w:tab/>
        <w:t>2.025e0</w:t>
      </w:r>
    </w:p>
    <w:p w:rsidR="005B3ED9" w:rsidRDefault="005B3ED9" w:rsidP="005B3ED9">
      <w:r>
        <w:t>486.0157</w:t>
      </w:r>
      <w:r>
        <w:tab/>
        <w:t>1.013e0</w:t>
      </w:r>
    </w:p>
    <w:p w:rsidR="005B3ED9" w:rsidRDefault="005B3ED9" w:rsidP="005B3ED9">
      <w:r>
        <w:t>486.1319</w:t>
      </w:r>
      <w:r>
        <w:tab/>
        <w:t>1.013e0</w:t>
      </w:r>
    </w:p>
    <w:p w:rsidR="005B3ED9" w:rsidRDefault="005B3ED9" w:rsidP="005B3ED9">
      <w:r>
        <w:t>486.1683</w:t>
      </w:r>
      <w:r>
        <w:tab/>
        <w:t>1.013e0</w:t>
      </w:r>
    </w:p>
    <w:p w:rsidR="005B3ED9" w:rsidRDefault="005B3ED9" w:rsidP="005B3ED9">
      <w:r>
        <w:t>486.2319</w:t>
      </w:r>
      <w:r>
        <w:tab/>
        <w:t>2.025e0</w:t>
      </w:r>
    </w:p>
    <w:p w:rsidR="005B3ED9" w:rsidRDefault="005B3ED9" w:rsidP="005B3ED9">
      <w:r>
        <w:t>486.3074</w:t>
      </w:r>
      <w:r>
        <w:tab/>
        <w:t>1.013e0</w:t>
      </w:r>
    </w:p>
    <w:p w:rsidR="005B3ED9" w:rsidRDefault="005B3ED9" w:rsidP="005B3ED9">
      <w:r>
        <w:lastRenderedPageBreak/>
        <w:t>486.3327</w:t>
      </w:r>
      <w:r>
        <w:tab/>
        <w:t>1.013e0</w:t>
      </w:r>
    </w:p>
    <w:p w:rsidR="005B3ED9" w:rsidRDefault="005B3ED9" w:rsidP="005B3ED9">
      <w:r>
        <w:t>486.3381</w:t>
      </w:r>
      <w:r>
        <w:tab/>
        <w:t>2.025e0</w:t>
      </w:r>
    </w:p>
    <w:p w:rsidR="005B3ED9" w:rsidRDefault="005B3ED9" w:rsidP="005B3ED9">
      <w:r>
        <w:t>486.3484</w:t>
      </w:r>
      <w:r>
        <w:tab/>
        <w:t>2.025e0</w:t>
      </w:r>
    </w:p>
    <w:p w:rsidR="005B3ED9" w:rsidRDefault="005B3ED9" w:rsidP="005B3ED9">
      <w:r>
        <w:t>486.3937</w:t>
      </w:r>
      <w:r>
        <w:tab/>
        <w:t>2.025e0</w:t>
      </w:r>
    </w:p>
    <w:p w:rsidR="005B3ED9" w:rsidRDefault="005B3ED9" w:rsidP="005B3ED9">
      <w:r>
        <w:t>486.4552</w:t>
      </w:r>
      <w:r>
        <w:tab/>
        <w:t>1.013e0</w:t>
      </w:r>
    </w:p>
    <w:p w:rsidR="005B3ED9" w:rsidRDefault="005B3ED9" w:rsidP="005B3ED9">
      <w:r>
        <w:t>486.4916</w:t>
      </w:r>
      <w:r>
        <w:tab/>
        <w:t>1.013e0</w:t>
      </w:r>
    </w:p>
    <w:p w:rsidR="005B3ED9" w:rsidRDefault="005B3ED9" w:rsidP="005B3ED9">
      <w:r>
        <w:t>486.5443</w:t>
      </w:r>
      <w:r>
        <w:tab/>
        <w:t>1.013e0</w:t>
      </w:r>
    </w:p>
    <w:p w:rsidR="005B3ED9" w:rsidRDefault="005B3ED9" w:rsidP="005B3ED9">
      <w:r>
        <w:t>486.6077</w:t>
      </w:r>
      <w:r>
        <w:tab/>
        <w:t>2.025e0</w:t>
      </w:r>
    </w:p>
    <w:p w:rsidR="005B3ED9" w:rsidRDefault="005B3ED9" w:rsidP="005B3ED9">
      <w:r>
        <w:t>486.6308</w:t>
      </w:r>
      <w:r>
        <w:tab/>
        <w:t>2.025e0</w:t>
      </w:r>
    </w:p>
    <w:p w:rsidR="005B3ED9" w:rsidRDefault="005B3ED9" w:rsidP="005B3ED9">
      <w:r>
        <w:t>486.6628</w:t>
      </w:r>
      <w:r>
        <w:tab/>
        <w:t>1.013e0</w:t>
      </w:r>
    </w:p>
    <w:p w:rsidR="005B3ED9" w:rsidRDefault="005B3ED9" w:rsidP="005B3ED9">
      <w:r>
        <w:t>486.7052</w:t>
      </w:r>
      <w:r>
        <w:tab/>
        <w:t>1.013e0</w:t>
      </w:r>
    </w:p>
    <w:p w:rsidR="005B3ED9" w:rsidRDefault="005B3ED9" w:rsidP="005B3ED9">
      <w:r>
        <w:t>486.8151</w:t>
      </w:r>
      <w:r>
        <w:tab/>
        <w:t>1.013e0</w:t>
      </w:r>
    </w:p>
    <w:p w:rsidR="005B3ED9" w:rsidRDefault="005B3ED9" w:rsidP="005B3ED9">
      <w:r>
        <w:t>486.8489</w:t>
      </w:r>
      <w:r>
        <w:tab/>
        <w:t>1.013e0</w:t>
      </w:r>
    </w:p>
    <w:p w:rsidR="005B3ED9" w:rsidRDefault="005B3ED9" w:rsidP="005B3ED9">
      <w:r>
        <w:t>486.8946</w:t>
      </w:r>
      <w:r>
        <w:tab/>
        <w:t>1.013e0</w:t>
      </w:r>
    </w:p>
    <w:p w:rsidR="005B3ED9" w:rsidRDefault="005B3ED9" w:rsidP="005B3ED9">
      <w:r>
        <w:t>486.9675</w:t>
      </w:r>
      <w:r>
        <w:tab/>
        <w:t>2.025e0</w:t>
      </w:r>
    </w:p>
    <w:p w:rsidR="005B3ED9" w:rsidRDefault="005B3ED9" w:rsidP="005B3ED9">
      <w:r>
        <w:t>487.0256</w:t>
      </w:r>
      <w:r>
        <w:tab/>
        <w:t>1.013e0</w:t>
      </w:r>
    </w:p>
    <w:p w:rsidR="005B3ED9" w:rsidRDefault="005B3ED9" w:rsidP="005B3ED9">
      <w:r>
        <w:t>487.0351</w:t>
      </w:r>
      <w:r>
        <w:tab/>
        <w:t>3.038e0</w:t>
      </w:r>
    </w:p>
    <w:p w:rsidR="005B3ED9" w:rsidRDefault="005B3ED9" w:rsidP="005B3ED9">
      <w:r>
        <w:t>487.0798</w:t>
      </w:r>
      <w:r>
        <w:tab/>
        <w:t>2.025e0</w:t>
      </w:r>
    </w:p>
    <w:p w:rsidR="005B3ED9" w:rsidRDefault="005B3ED9" w:rsidP="005B3ED9">
      <w:r>
        <w:t>487.0835</w:t>
      </w:r>
      <w:r>
        <w:tab/>
        <w:t>1.013e0</w:t>
      </w:r>
    </w:p>
    <w:p w:rsidR="005B3ED9" w:rsidRDefault="005B3ED9" w:rsidP="005B3ED9">
      <w:r>
        <w:lastRenderedPageBreak/>
        <w:t>487.1599</w:t>
      </w:r>
      <w:r>
        <w:tab/>
        <w:t>2.025e0</w:t>
      </w:r>
    </w:p>
    <w:p w:rsidR="005B3ED9" w:rsidRDefault="005B3ED9" w:rsidP="005B3ED9">
      <w:r>
        <w:t>487.1755</w:t>
      </w:r>
      <w:r>
        <w:tab/>
        <w:t>4.051e0</w:t>
      </w:r>
    </w:p>
    <w:p w:rsidR="005B3ED9" w:rsidRDefault="005B3ED9" w:rsidP="005B3ED9">
      <w:r>
        <w:t>487.1835</w:t>
      </w:r>
      <w:r>
        <w:tab/>
        <w:t>3.038e0</w:t>
      </w:r>
    </w:p>
    <w:p w:rsidR="005B3ED9" w:rsidRDefault="005B3ED9" w:rsidP="005B3ED9">
      <w:r>
        <w:t>487.2381</w:t>
      </w:r>
      <w:r>
        <w:tab/>
        <w:t>2.025e0</w:t>
      </w:r>
    </w:p>
    <w:p w:rsidR="005B3ED9" w:rsidRDefault="005B3ED9" w:rsidP="005B3ED9">
      <w:r>
        <w:t>487.3487</w:t>
      </w:r>
      <w:r>
        <w:tab/>
        <w:t>1.013e0</w:t>
      </w:r>
    </w:p>
    <w:p w:rsidR="005B3ED9" w:rsidRDefault="005B3ED9" w:rsidP="005B3ED9">
      <w:r>
        <w:t>487.3572</w:t>
      </w:r>
      <w:r>
        <w:tab/>
        <w:t>1.013e0</w:t>
      </w:r>
    </w:p>
    <w:p w:rsidR="005B3ED9" w:rsidRDefault="005B3ED9" w:rsidP="005B3ED9">
      <w:r>
        <w:t>487.4467</w:t>
      </w:r>
      <w:r>
        <w:tab/>
        <w:t>1.013e0</w:t>
      </w:r>
    </w:p>
    <w:p w:rsidR="005B3ED9" w:rsidRDefault="005B3ED9" w:rsidP="005B3ED9">
      <w:r>
        <w:t>487.4649</w:t>
      </w:r>
      <w:r>
        <w:tab/>
        <w:t>1.013e0</w:t>
      </w:r>
    </w:p>
    <w:p w:rsidR="005B3ED9" w:rsidRDefault="005B3ED9" w:rsidP="005B3ED9">
      <w:r>
        <w:t>487.5443</w:t>
      </w:r>
      <w:r>
        <w:tab/>
        <w:t>1.013e0</w:t>
      </w:r>
    </w:p>
    <w:p w:rsidR="005B3ED9" w:rsidRDefault="005B3ED9" w:rsidP="005B3ED9">
      <w:r>
        <w:t>487.5860</w:t>
      </w:r>
      <w:r>
        <w:tab/>
        <w:t>1.013e0</w:t>
      </w:r>
    </w:p>
    <w:p w:rsidR="005B3ED9" w:rsidRDefault="005B3ED9" w:rsidP="005B3ED9">
      <w:r>
        <w:t>487.6359</w:t>
      </w:r>
      <w:r>
        <w:tab/>
        <w:t>1.013e0</w:t>
      </w:r>
    </w:p>
    <w:p w:rsidR="005B3ED9" w:rsidRDefault="005B3ED9" w:rsidP="005B3ED9">
      <w:r>
        <w:t>487.7217</w:t>
      </w:r>
      <w:r>
        <w:tab/>
        <w:t>1.013e0</w:t>
      </w:r>
    </w:p>
    <w:p w:rsidR="005B3ED9" w:rsidRDefault="005B3ED9" w:rsidP="005B3ED9">
      <w:r>
        <w:t>487.7885</w:t>
      </w:r>
      <w:r>
        <w:tab/>
        <w:t>1.013e0</w:t>
      </w:r>
    </w:p>
    <w:p w:rsidR="005B3ED9" w:rsidRDefault="005B3ED9" w:rsidP="005B3ED9">
      <w:r>
        <w:t>487.8617</w:t>
      </w:r>
      <w:r>
        <w:tab/>
        <w:t>2.025e0</w:t>
      </w:r>
    </w:p>
    <w:p w:rsidR="005B3ED9" w:rsidRDefault="005B3ED9" w:rsidP="005B3ED9">
      <w:r>
        <w:t>487.8937</w:t>
      </w:r>
      <w:r>
        <w:tab/>
        <w:t>2.025e0</w:t>
      </w:r>
    </w:p>
    <w:p w:rsidR="005B3ED9" w:rsidRDefault="005B3ED9" w:rsidP="005B3ED9">
      <w:r>
        <w:t>487.8998</w:t>
      </w:r>
      <w:r>
        <w:tab/>
        <w:t>2.025e0</w:t>
      </w:r>
    </w:p>
    <w:p w:rsidR="005B3ED9" w:rsidRDefault="005B3ED9" w:rsidP="005B3ED9">
      <w:r>
        <w:t>487.9044</w:t>
      </w:r>
      <w:r>
        <w:tab/>
        <w:t>1.013e0</w:t>
      </w:r>
    </w:p>
    <w:p w:rsidR="005B3ED9" w:rsidRDefault="005B3ED9" w:rsidP="005B3ED9">
      <w:r>
        <w:t>487.9338</w:t>
      </w:r>
      <w:r>
        <w:tab/>
        <w:t>1.013e0</w:t>
      </w:r>
    </w:p>
    <w:p w:rsidR="005B3ED9" w:rsidRDefault="005B3ED9" w:rsidP="005B3ED9">
      <w:r>
        <w:t>487.9592</w:t>
      </w:r>
      <w:r>
        <w:tab/>
        <w:t>1.013e0</w:t>
      </w:r>
    </w:p>
    <w:p w:rsidR="005B3ED9" w:rsidRDefault="005B3ED9" w:rsidP="005B3ED9">
      <w:r>
        <w:lastRenderedPageBreak/>
        <w:t>487.9677</w:t>
      </w:r>
      <w:r>
        <w:tab/>
        <w:t>1.013e0</w:t>
      </w:r>
    </w:p>
    <w:p w:rsidR="005B3ED9" w:rsidRDefault="005B3ED9" w:rsidP="005B3ED9">
      <w:r>
        <w:t>488.0520</w:t>
      </w:r>
      <w:r>
        <w:tab/>
        <w:t>3.038e0</w:t>
      </w:r>
    </w:p>
    <w:p w:rsidR="005B3ED9" w:rsidRDefault="005B3ED9" w:rsidP="005B3ED9">
      <w:r>
        <w:t>488.0611</w:t>
      </w:r>
      <w:r>
        <w:tab/>
        <w:t>1.013e0</w:t>
      </w:r>
    </w:p>
    <w:p w:rsidR="005B3ED9" w:rsidRDefault="005B3ED9" w:rsidP="005B3ED9">
      <w:r>
        <w:t>488.0782</w:t>
      </w:r>
      <w:r>
        <w:tab/>
        <w:t>1.013e0</w:t>
      </w:r>
    </w:p>
    <w:p w:rsidR="005B3ED9" w:rsidRDefault="005B3ED9" w:rsidP="005B3ED9">
      <w:r>
        <w:t>488.1669</w:t>
      </w:r>
      <w:r>
        <w:tab/>
        <w:t>3.038e0</w:t>
      </w:r>
    </w:p>
    <w:p w:rsidR="005B3ED9" w:rsidRDefault="005B3ED9" w:rsidP="005B3ED9">
      <w:r>
        <w:t>488.1730</w:t>
      </w:r>
      <w:r>
        <w:tab/>
        <w:t>1.013e0</w:t>
      </w:r>
    </w:p>
    <w:p w:rsidR="005B3ED9" w:rsidRDefault="005B3ED9" w:rsidP="005B3ED9">
      <w:r>
        <w:t>488.1968</w:t>
      </w:r>
      <w:r>
        <w:tab/>
        <w:t>1.013e0</w:t>
      </w:r>
    </w:p>
    <w:p w:rsidR="005B3ED9" w:rsidRDefault="005B3ED9" w:rsidP="005B3ED9">
      <w:r>
        <w:t>488.2461</w:t>
      </w:r>
      <w:r>
        <w:tab/>
        <w:t>1.013e0</w:t>
      </w:r>
    </w:p>
    <w:p w:rsidR="005B3ED9" w:rsidRDefault="005B3ED9" w:rsidP="005B3ED9">
      <w:r>
        <w:t>488.2675</w:t>
      </w:r>
      <w:r>
        <w:tab/>
        <w:t>2.025e0</w:t>
      </w:r>
    </w:p>
    <w:p w:rsidR="005B3ED9" w:rsidRDefault="005B3ED9" w:rsidP="005B3ED9">
      <w:r>
        <w:t>488.2920</w:t>
      </w:r>
      <w:r>
        <w:tab/>
        <w:t>2.025e0</w:t>
      </w:r>
    </w:p>
    <w:p w:rsidR="005B3ED9" w:rsidRDefault="005B3ED9" w:rsidP="005B3ED9">
      <w:r>
        <w:t>488.3052</w:t>
      </w:r>
      <w:r>
        <w:tab/>
        <w:t>3.038e0</w:t>
      </w:r>
    </w:p>
    <w:p w:rsidR="005B3ED9" w:rsidRDefault="005B3ED9" w:rsidP="005B3ED9">
      <w:r>
        <w:t>488.3409</w:t>
      </w:r>
      <w:r>
        <w:tab/>
        <w:t>1.013e0</w:t>
      </w:r>
    </w:p>
    <w:p w:rsidR="005B3ED9" w:rsidRDefault="005B3ED9" w:rsidP="005B3ED9">
      <w:r>
        <w:t>488.3666</w:t>
      </w:r>
      <w:r>
        <w:tab/>
        <w:t>1.013e0</w:t>
      </w:r>
    </w:p>
    <w:p w:rsidR="005B3ED9" w:rsidRDefault="005B3ED9" w:rsidP="005B3ED9">
      <w:r>
        <w:t>488.3836</w:t>
      </w:r>
      <w:r>
        <w:tab/>
        <w:t>1.013e0</w:t>
      </w:r>
    </w:p>
    <w:p w:rsidR="005B3ED9" w:rsidRDefault="005B3ED9" w:rsidP="005B3ED9">
      <w:r>
        <w:t>488.4685</w:t>
      </w:r>
      <w:r>
        <w:tab/>
        <w:t>1.013e0</w:t>
      </w:r>
    </w:p>
    <w:p w:rsidR="005B3ED9" w:rsidRDefault="005B3ED9" w:rsidP="005B3ED9">
      <w:r>
        <w:t>488.4855</w:t>
      </w:r>
      <w:r>
        <w:tab/>
        <w:t>1.013e0</w:t>
      </w:r>
    </w:p>
    <w:p w:rsidR="005B3ED9" w:rsidRDefault="005B3ED9" w:rsidP="005B3ED9">
      <w:r>
        <w:t>488.5040</w:t>
      </w:r>
      <w:r>
        <w:tab/>
        <w:t>2.025e0</w:t>
      </w:r>
    </w:p>
    <w:p w:rsidR="005B3ED9" w:rsidRDefault="005B3ED9" w:rsidP="005B3ED9">
      <w:r>
        <w:t>488.5364</w:t>
      </w:r>
      <w:r>
        <w:tab/>
        <w:t>1.013e0</w:t>
      </w:r>
    </w:p>
    <w:p w:rsidR="005B3ED9" w:rsidRDefault="005B3ED9" w:rsidP="005B3ED9">
      <w:r>
        <w:t>488.5567</w:t>
      </w:r>
      <w:r>
        <w:tab/>
        <w:t>2.025e0</w:t>
      </w:r>
    </w:p>
    <w:p w:rsidR="005B3ED9" w:rsidRDefault="005B3ED9" w:rsidP="005B3ED9">
      <w:r>
        <w:lastRenderedPageBreak/>
        <w:t>488.5789</w:t>
      </w:r>
      <w:r>
        <w:tab/>
        <w:t>1.013e0</w:t>
      </w:r>
    </w:p>
    <w:p w:rsidR="005B3ED9" w:rsidRDefault="005B3ED9" w:rsidP="005B3ED9">
      <w:r>
        <w:t>488.6306</w:t>
      </w:r>
      <w:r>
        <w:tab/>
        <w:t>1.013e0</w:t>
      </w:r>
    </w:p>
    <w:p w:rsidR="005B3ED9" w:rsidRDefault="005B3ED9" w:rsidP="005B3ED9">
      <w:r>
        <w:t>488.7149</w:t>
      </w:r>
      <w:r>
        <w:tab/>
        <w:t>1.013e0</w:t>
      </w:r>
    </w:p>
    <w:p w:rsidR="005B3ED9" w:rsidRDefault="005B3ED9" w:rsidP="005B3ED9">
      <w:r>
        <w:t>488.7403</w:t>
      </w:r>
      <w:r>
        <w:tab/>
        <w:t>1.013e0</w:t>
      </w:r>
    </w:p>
    <w:p w:rsidR="005B3ED9" w:rsidRDefault="005B3ED9" w:rsidP="005B3ED9">
      <w:r>
        <w:t>488.8083</w:t>
      </w:r>
      <w:r>
        <w:tab/>
        <w:t>1.013e0</w:t>
      </w:r>
    </w:p>
    <w:p w:rsidR="005B3ED9" w:rsidRDefault="005B3ED9" w:rsidP="005B3ED9">
      <w:r>
        <w:t>488.8168</w:t>
      </w:r>
      <w:r>
        <w:tab/>
        <w:t>1.013e0</w:t>
      </w:r>
    </w:p>
    <w:p w:rsidR="005B3ED9" w:rsidRDefault="005B3ED9" w:rsidP="005B3ED9">
      <w:r>
        <w:t>488.8747</w:t>
      </w:r>
      <w:r>
        <w:tab/>
        <w:t>1.013e0</w:t>
      </w:r>
    </w:p>
    <w:p w:rsidR="005B3ED9" w:rsidRDefault="005B3ED9" w:rsidP="005B3ED9">
      <w:r>
        <w:t>488.9273</w:t>
      </w:r>
      <w:r>
        <w:tab/>
        <w:t>1.013e0</w:t>
      </w:r>
    </w:p>
    <w:p w:rsidR="005B3ED9" w:rsidRDefault="005B3ED9" w:rsidP="005B3ED9">
      <w:r>
        <w:t>488.9953</w:t>
      </w:r>
      <w:r>
        <w:tab/>
        <w:t>1.013e0</w:t>
      </w:r>
    </w:p>
    <w:p w:rsidR="005B3ED9" w:rsidRDefault="005B3ED9" w:rsidP="005B3ED9">
      <w:r>
        <w:t>489.2504</w:t>
      </w:r>
      <w:r>
        <w:tab/>
        <w:t>1.013e0</w:t>
      </w:r>
    </w:p>
    <w:p w:rsidR="005B3ED9" w:rsidRDefault="005B3ED9" w:rsidP="005B3ED9">
      <w:r>
        <w:t>489.2525</w:t>
      </w:r>
      <w:r>
        <w:tab/>
        <w:t>2.025e0</w:t>
      </w:r>
    </w:p>
    <w:p w:rsidR="005B3ED9" w:rsidRDefault="005B3ED9" w:rsidP="005B3ED9">
      <w:r>
        <w:t>489.3034</w:t>
      </w:r>
      <w:r>
        <w:tab/>
        <w:t>2.025e0</w:t>
      </w:r>
    </w:p>
    <w:p w:rsidR="005B3ED9" w:rsidRDefault="005B3ED9" w:rsidP="005B3ED9">
      <w:r>
        <w:t>489.3270</w:t>
      </w:r>
      <w:r>
        <w:tab/>
        <w:t>2.025e0</w:t>
      </w:r>
    </w:p>
    <w:p w:rsidR="005B3ED9" w:rsidRDefault="005B3ED9" w:rsidP="005B3ED9">
      <w:r>
        <w:t>489.3723</w:t>
      </w:r>
      <w:r>
        <w:tab/>
        <w:t>1.013e0</w:t>
      </w:r>
    </w:p>
    <w:p w:rsidR="005B3ED9" w:rsidRDefault="005B3ED9" w:rsidP="005B3ED9">
      <w:r>
        <w:t>489.3780</w:t>
      </w:r>
      <w:r>
        <w:tab/>
        <w:t>1.013e0</w:t>
      </w:r>
    </w:p>
    <w:p w:rsidR="005B3ED9" w:rsidRDefault="005B3ED9" w:rsidP="005B3ED9">
      <w:r>
        <w:t>489.4456</w:t>
      </w:r>
      <w:r>
        <w:tab/>
        <w:t>1.013e0</w:t>
      </w:r>
    </w:p>
    <w:p w:rsidR="005B3ED9" w:rsidRDefault="005B3ED9" w:rsidP="005B3ED9">
      <w:r>
        <w:t>489.4546</w:t>
      </w:r>
      <w:r>
        <w:tab/>
        <w:t>1.013e0</w:t>
      </w:r>
    </w:p>
    <w:p w:rsidR="005B3ED9" w:rsidRDefault="005B3ED9" w:rsidP="005B3ED9">
      <w:r>
        <w:t>489.4669</w:t>
      </w:r>
      <w:r>
        <w:tab/>
        <w:t>1.013e0</w:t>
      </w:r>
    </w:p>
    <w:p w:rsidR="005B3ED9" w:rsidRDefault="005B3ED9" w:rsidP="005B3ED9">
      <w:r>
        <w:t>489.5218</w:t>
      </w:r>
      <w:r>
        <w:tab/>
        <w:t>1.013e0</w:t>
      </w:r>
    </w:p>
    <w:p w:rsidR="005B3ED9" w:rsidRDefault="005B3ED9" w:rsidP="005B3ED9">
      <w:r>
        <w:lastRenderedPageBreak/>
        <w:t>489.5249</w:t>
      </w:r>
      <w:r>
        <w:tab/>
        <w:t>1.013e0</w:t>
      </w:r>
    </w:p>
    <w:p w:rsidR="005B3ED9" w:rsidRDefault="005B3ED9" w:rsidP="005B3ED9">
      <w:r>
        <w:t>489.5396</w:t>
      </w:r>
      <w:r>
        <w:tab/>
        <w:t>1.013e0</w:t>
      </w:r>
    </w:p>
    <w:p w:rsidR="005B3ED9" w:rsidRDefault="005B3ED9" w:rsidP="005B3ED9">
      <w:r>
        <w:t>489.5980</w:t>
      </w:r>
      <w:r>
        <w:tab/>
        <w:t>1.013e0</w:t>
      </w:r>
    </w:p>
    <w:p w:rsidR="005B3ED9" w:rsidRDefault="005B3ED9" w:rsidP="005B3ED9">
      <w:r>
        <w:t>489.6195</w:t>
      </w:r>
      <w:r>
        <w:tab/>
        <w:t>2.025e0</w:t>
      </w:r>
    </w:p>
    <w:p w:rsidR="005B3ED9" w:rsidRDefault="005B3ED9" w:rsidP="005B3ED9">
      <w:r>
        <w:t>489.7248</w:t>
      </w:r>
      <w:r>
        <w:tab/>
        <w:t>2.025e0</w:t>
      </w:r>
    </w:p>
    <w:p w:rsidR="005B3ED9" w:rsidRDefault="005B3ED9" w:rsidP="005B3ED9">
      <w:r>
        <w:t>489.8268</w:t>
      </w:r>
      <w:r>
        <w:tab/>
        <w:t>1.013e0</w:t>
      </w:r>
    </w:p>
    <w:p w:rsidR="005B3ED9" w:rsidRDefault="005B3ED9" w:rsidP="005B3ED9">
      <w:r>
        <w:t>489.8631</w:t>
      </w:r>
      <w:r>
        <w:tab/>
        <w:t>1.013e0</w:t>
      </w:r>
    </w:p>
    <w:p w:rsidR="005B3ED9" w:rsidRDefault="005B3ED9" w:rsidP="005B3ED9">
      <w:r>
        <w:t>489.8662</w:t>
      </w:r>
      <w:r>
        <w:tab/>
        <w:t>2.025e0</w:t>
      </w:r>
    </w:p>
    <w:p w:rsidR="005B3ED9" w:rsidRDefault="005B3ED9" w:rsidP="005B3ED9">
      <w:r>
        <w:t>489.8849</w:t>
      </w:r>
      <w:r>
        <w:tab/>
        <w:t>1.013e0</w:t>
      </w:r>
    </w:p>
    <w:p w:rsidR="005B3ED9" w:rsidRDefault="005B3ED9" w:rsidP="005B3ED9">
      <w:r>
        <w:t>489.9215</w:t>
      </w:r>
      <w:r>
        <w:tab/>
        <w:t>2.025e0</w:t>
      </w:r>
    </w:p>
    <w:p w:rsidR="005B3ED9" w:rsidRDefault="005B3ED9" w:rsidP="005B3ED9">
      <w:r>
        <w:t>489.9605</w:t>
      </w:r>
      <w:r>
        <w:tab/>
        <w:t>2.025e0</w:t>
      </w:r>
    </w:p>
    <w:p w:rsidR="005B3ED9" w:rsidRDefault="005B3ED9" w:rsidP="005B3ED9">
      <w:r>
        <w:t>490.0318</w:t>
      </w:r>
      <w:r>
        <w:tab/>
        <w:t>2.025e0</w:t>
      </w:r>
    </w:p>
    <w:p w:rsidR="005B3ED9" w:rsidRDefault="005B3ED9" w:rsidP="005B3ED9">
      <w:r>
        <w:t>490.1357</w:t>
      </w:r>
      <w:r>
        <w:tab/>
        <w:t>1.013e0</w:t>
      </w:r>
    </w:p>
    <w:p w:rsidR="005B3ED9" w:rsidRDefault="005B3ED9" w:rsidP="005B3ED9">
      <w:r>
        <w:t>490.1697</w:t>
      </w:r>
      <w:r>
        <w:tab/>
        <w:t>2.025e0</w:t>
      </w:r>
    </w:p>
    <w:p w:rsidR="005B3ED9" w:rsidRDefault="005B3ED9" w:rsidP="005B3ED9">
      <w:r>
        <w:t>490.2266</w:t>
      </w:r>
      <w:r>
        <w:tab/>
        <w:t>1.013e0</w:t>
      </w:r>
    </w:p>
    <w:p w:rsidR="005B3ED9" w:rsidRDefault="005B3ED9" w:rsidP="005B3ED9">
      <w:r>
        <w:t>490.2924</w:t>
      </w:r>
      <w:r>
        <w:tab/>
        <w:t>2.025e0</w:t>
      </w:r>
    </w:p>
    <w:p w:rsidR="005B3ED9" w:rsidRDefault="005B3ED9" w:rsidP="005B3ED9">
      <w:r>
        <w:t>490.3213</w:t>
      </w:r>
      <w:r>
        <w:tab/>
        <w:t>1.013e0</w:t>
      </w:r>
    </w:p>
    <w:p w:rsidR="005B3ED9" w:rsidRDefault="005B3ED9" w:rsidP="005B3ED9">
      <w:r>
        <w:t>490.3241</w:t>
      </w:r>
      <w:r>
        <w:tab/>
        <w:t>3.038e0</w:t>
      </w:r>
    </w:p>
    <w:p w:rsidR="005B3ED9" w:rsidRDefault="005B3ED9" w:rsidP="005B3ED9">
      <w:r>
        <w:t>490.3487</w:t>
      </w:r>
      <w:r>
        <w:tab/>
        <w:t>1.013e0</w:t>
      </w:r>
    </w:p>
    <w:p w:rsidR="005B3ED9" w:rsidRDefault="005B3ED9" w:rsidP="005B3ED9">
      <w:r>
        <w:lastRenderedPageBreak/>
        <w:t>490.3571</w:t>
      </w:r>
      <w:r>
        <w:tab/>
        <w:t>1.013e0</w:t>
      </w:r>
    </w:p>
    <w:p w:rsidR="005B3ED9" w:rsidRDefault="005B3ED9" w:rsidP="005B3ED9">
      <w:r>
        <w:t>490.4021</w:t>
      </w:r>
      <w:r>
        <w:tab/>
        <w:t>2.025e0</w:t>
      </w:r>
    </w:p>
    <w:p w:rsidR="005B3ED9" w:rsidRDefault="005B3ED9" w:rsidP="005B3ED9">
      <w:r>
        <w:t>490.4160</w:t>
      </w:r>
      <w:r>
        <w:tab/>
        <w:t>1.013e0</w:t>
      </w:r>
    </w:p>
    <w:p w:rsidR="005B3ED9" w:rsidRDefault="005B3ED9" w:rsidP="005B3ED9">
      <w:r>
        <w:t>490.5320</w:t>
      </w:r>
      <w:r>
        <w:tab/>
        <w:t>1.013e0</w:t>
      </w:r>
    </w:p>
    <w:p w:rsidR="005B3ED9" w:rsidRDefault="005B3ED9" w:rsidP="005B3ED9">
      <w:r>
        <w:t>490.5716</w:t>
      </w:r>
      <w:r>
        <w:tab/>
        <w:t>2.025e0</w:t>
      </w:r>
    </w:p>
    <w:p w:rsidR="005B3ED9" w:rsidRDefault="005B3ED9" w:rsidP="005B3ED9">
      <w:r>
        <w:t>490.6299</w:t>
      </w:r>
      <w:r>
        <w:tab/>
        <w:t>1.013e0</w:t>
      </w:r>
    </w:p>
    <w:p w:rsidR="005B3ED9" w:rsidRDefault="005B3ED9" w:rsidP="005B3ED9">
      <w:r>
        <w:t>490.7792</w:t>
      </w:r>
      <w:r>
        <w:tab/>
        <w:t>1.013e0</w:t>
      </w:r>
    </w:p>
    <w:p w:rsidR="005B3ED9" w:rsidRDefault="005B3ED9" w:rsidP="005B3ED9">
      <w:r>
        <w:t>490.8091</w:t>
      </w:r>
      <w:r>
        <w:tab/>
        <w:t>1.013e0</w:t>
      </w:r>
    </w:p>
    <w:p w:rsidR="005B3ED9" w:rsidRDefault="005B3ED9" w:rsidP="005B3ED9">
      <w:r>
        <w:t>490.8448</w:t>
      </w:r>
      <w:r>
        <w:tab/>
        <w:t>2.025e0</w:t>
      </w:r>
    </w:p>
    <w:p w:rsidR="005B3ED9" w:rsidRDefault="005B3ED9" w:rsidP="005B3ED9">
      <w:r>
        <w:t>490.8555</w:t>
      </w:r>
      <w:r>
        <w:tab/>
        <w:t>1.013e0</w:t>
      </w:r>
    </w:p>
    <w:p w:rsidR="005B3ED9" w:rsidRDefault="005B3ED9" w:rsidP="005B3ED9">
      <w:r>
        <w:t>490.8737</w:t>
      </w:r>
      <w:r>
        <w:tab/>
        <w:t>1.013e0</w:t>
      </w:r>
    </w:p>
    <w:p w:rsidR="005B3ED9" w:rsidRDefault="005B3ED9" w:rsidP="005B3ED9">
      <w:r>
        <w:t>490.9030</w:t>
      </w:r>
      <w:r>
        <w:tab/>
        <w:t>1.013e0</w:t>
      </w:r>
    </w:p>
    <w:p w:rsidR="005B3ED9" w:rsidRDefault="005B3ED9" w:rsidP="005B3ED9">
      <w:r>
        <w:t>490.9541</w:t>
      </w:r>
      <w:r>
        <w:tab/>
        <w:t>1.013e0</w:t>
      </w:r>
    </w:p>
    <w:p w:rsidR="005B3ED9" w:rsidRDefault="005B3ED9" w:rsidP="005B3ED9">
      <w:r>
        <w:t>490.9713</w:t>
      </w:r>
      <w:r>
        <w:tab/>
        <w:t>1.013e0</w:t>
      </w:r>
    </w:p>
    <w:p w:rsidR="005B3ED9" w:rsidRDefault="005B3ED9" w:rsidP="005B3ED9">
      <w:r>
        <w:t>491.0224</w:t>
      </w:r>
      <w:r>
        <w:tab/>
        <w:t>2.025e0</w:t>
      </w:r>
    </w:p>
    <w:p w:rsidR="005B3ED9" w:rsidRDefault="005B3ED9" w:rsidP="005B3ED9">
      <w:r>
        <w:t>491.0766</w:t>
      </w:r>
      <w:r>
        <w:tab/>
        <w:t>2.025e0</w:t>
      </w:r>
    </w:p>
    <w:p w:rsidR="005B3ED9" w:rsidRDefault="005B3ED9" w:rsidP="005B3ED9">
      <w:r>
        <w:t>491.0845</w:t>
      </w:r>
      <w:r>
        <w:tab/>
        <w:t>1.013e0</w:t>
      </w:r>
    </w:p>
    <w:p w:rsidR="005B3ED9" w:rsidRDefault="005B3ED9" w:rsidP="005B3ED9">
      <w:r>
        <w:t>491.0976</w:t>
      </w:r>
      <w:r>
        <w:tab/>
        <w:t>2.025e0</w:t>
      </w:r>
    </w:p>
    <w:p w:rsidR="005B3ED9" w:rsidRDefault="005B3ED9" w:rsidP="005B3ED9">
      <w:r>
        <w:t>491.0992</w:t>
      </w:r>
      <w:r>
        <w:tab/>
        <w:t>2.025e0</w:t>
      </w:r>
    </w:p>
    <w:p w:rsidR="005B3ED9" w:rsidRDefault="005B3ED9" w:rsidP="005B3ED9">
      <w:r>
        <w:lastRenderedPageBreak/>
        <w:t>491.1675</w:t>
      </w:r>
      <w:r>
        <w:tab/>
        <w:t>1.013e0</w:t>
      </w:r>
    </w:p>
    <w:p w:rsidR="005B3ED9" w:rsidRDefault="005B3ED9" w:rsidP="005B3ED9">
      <w:r>
        <w:t>491.1776</w:t>
      </w:r>
      <w:r>
        <w:tab/>
        <w:t>4.051e0</w:t>
      </w:r>
    </w:p>
    <w:p w:rsidR="005B3ED9" w:rsidRDefault="005B3ED9" w:rsidP="005B3ED9">
      <w:r>
        <w:t>491.1845</w:t>
      </w:r>
      <w:r>
        <w:tab/>
        <w:t>1.013e0</w:t>
      </w:r>
    </w:p>
    <w:p w:rsidR="005B3ED9" w:rsidRDefault="005B3ED9" w:rsidP="005B3ED9">
      <w:r>
        <w:t>491.2400</w:t>
      </w:r>
      <w:r>
        <w:tab/>
        <w:t>2.025e0</w:t>
      </w:r>
    </w:p>
    <w:p w:rsidR="005B3ED9" w:rsidRDefault="005B3ED9" w:rsidP="005B3ED9">
      <w:r>
        <w:t>491.2614</w:t>
      </w:r>
      <w:r>
        <w:tab/>
        <w:t>1.013e0</w:t>
      </w:r>
    </w:p>
    <w:p w:rsidR="005B3ED9" w:rsidRDefault="005B3ED9" w:rsidP="005B3ED9">
      <w:r>
        <w:t>491.3132</w:t>
      </w:r>
      <w:r>
        <w:tab/>
        <w:t>1.013e0</w:t>
      </w:r>
    </w:p>
    <w:p w:rsidR="005B3ED9" w:rsidRDefault="005B3ED9" w:rsidP="005B3ED9">
      <w:r>
        <w:t>491.3240</w:t>
      </w:r>
      <w:r>
        <w:tab/>
        <w:t>2.025e0</w:t>
      </w:r>
    </w:p>
    <w:p w:rsidR="005B3ED9" w:rsidRDefault="005B3ED9" w:rsidP="005B3ED9">
      <w:r>
        <w:t>491.3263</w:t>
      </w:r>
      <w:r>
        <w:tab/>
        <w:t>3.038e0</w:t>
      </w:r>
    </w:p>
    <w:p w:rsidR="005B3ED9" w:rsidRDefault="005B3ED9" w:rsidP="005B3ED9">
      <w:r>
        <w:t>491.4577</w:t>
      </w:r>
      <w:r>
        <w:tab/>
        <w:t>1.013e0</w:t>
      </w:r>
    </w:p>
    <w:p w:rsidR="005B3ED9" w:rsidRDefault="005B3ED9" w:rsidP="005B3ED9">
      <w:r>
        <w:t>491.5026</w:t>
      </w:r>
      <w:r>
        <w:tab/>
        <w:t>1.013e0</w:t>
      </w:r>
    </w:p>
    <w:p w:rsidR="005B3ED9" w:rsidRDefault="005B3ED9" w:rsidP="005B3ED9">
      <w:r>
        <w:t>491.5158</w:t>
      </w:r>
      <w:r>
        <w:tab/>
        <w:t>2.025e0</w:t>
      </w:r>
    </w:p>
    <w:p w:rsidR="005B3ED9" w:rsidRDefault="005B3ED9" w:rsidP="005B3ED9">
      <w:r>
        <w:t>491.5448</w:t>
      </w:r>
      <w:r>
        <w:tab/>
        <w:t>2.025e0</w:t>
      </w:r>
    </w:p>
    <w:p w:rsidR="005B3ED9" w:rsidRDefault="005B3ED9" w:rsidP="005B3ED9">
      <w:r>
        <w:t>491.6201</w:t>
      </w:r>
      <w:r>
        <w:tab/>
        <w:t>1.013e0</w:t>
      </w:r>
    </w:p>
    <w:p w:rsidR="005B3ED9" w:rsidRDefault="005B3ED9" w:rsidP="005B3ED9">
      <w:r>
        <w:t>491.6337</w:t>
      </w:r>
      <w:r>
        <w:tab/>
        <w:t>1.013e0</w:t>
      </w:r>
    </w:p>
    <w:p w:rsidR="005B3ED9" w:rsidRDefault="005B3ED9" w:rsidP="005B3ED9">
      <w:r>
        <w:t>491.6457</w:t>
      </w:r>
      <w:r>
        <w:tab/>
        <w:t>1.013e0</w:t>
      </w:r>
    </w:p>
    <w:p w:rsidR="005B3ED9" w:rsidRDefault="005B3ED9" w:rsidP="005B3ED9">
      <w:r>
        <w:t>491.7283</w:t>
      </w:r>
      <w:r>
        <w:tab/>
        <w:t>1.013e0</w:t>
      </w:r>
    </w:p>
    <w:p w:rsidR="005B3ED9" w:rsidRDefault="005B3ED9" w:rsidP="005B3ED9">
      <w:r>
        <w:t>491.7498</w:t>
      </w:r>
      <w:r>
        <w:tab/>
        <w:t>1.013e0</w:t>
      </w:r>
    </w:p>
    <w:p w:rsidR="005B3ED9" w:rsidRDefault="005B3ED9" w:rsidP="005B3ED9">
      <w:r>
        <w:t>491.7864</w:t>
      </w:r>
      <w:r>
        <w:tab/>
        <w:t>1.013e0</w:t>
      </w:r>
    </w:p>
    <w:p w:rsidR="005B3ED9" w:rsidRDefault="005B3ED9" w:rsidP="005B3ED9">
      <w:r>
        <w:t>491.8622</w:t>
      </w:r>
      <w:r>
        <w:tab/>
        <w:t>2.025e0</w:t>
      </w:r>
    </w:p>
    <w:p w:rsidR="005B3ED9" w:rsidRDefault="005B3ED9" w:rsidP="005B3ED9">
      <w:r>
        <w:lastRenderedPageBreak/>
        <w:t>491.8639</w:t>
      </w:r>
      <w:r>
        <w:tab/>
        <w:t>2.025e0</w:t>
      </w:r>
    </w:p>
    <w:p w:rsidR="005B3ED9" w:rsidRDefault="005B3ED9" w:rsidP="005B3ED9">
      <w:r>
        <w:t>491.8838</w:t>
      </w:r>
      <w:r>
        <w:tab/>
        <w:t>2.025e0</w:t>
      </w:r>
    </w:p>
    <w:p w:rsidR="005B3ED9" w:rsidRDefault="005B3ED9" w:rsidP="005B3ED9">
      <w:r>
        <w:t>492.2411</w:t>
      </w:r>
      <w:r>
        <w:tab/>
        <w:t>1.013e0</w:t>
      </w:r>
    </w:p>
    <w:p w:rsidR="005B3ED9" w:rsidRDefault="005B3ED9" w:rsidP="005B3ED9">
      <w:r>
        <w:t>492.2810</w:t>
      </w:r>
      <w:r>
        <w:tab/>
        <w:t>1.013e0</w:t>
      </w:r>
    </w:p>
    <w:p w:rsidR="005B3ED9" w:rsidRDefault="005B3ED9" w:rsidP="005B3ED9">
      <w:r>
        <w:t>492.2965</w:t>
      </w:r>
      <w:r>
        <w:tab/>
        <w:t>2.025e0</w:t>
      </w:r>
    </w:p>
    <w:p w:rsidR="005B3ED9" w:rsidRDefault="005B3ED9" w:rsidP="005B3ED9">
      <w:r>
        <w:t>492.3173</w:t>
      </w:r>
      <w:r>
        <w:tab/>
        <w:t>4.051e0</w:t>
      </w:r>
    </w:p>
    <w:p w:rsidR="005B3ED9" w:rsidRDefault="005B3ED9" w:rsidP="005B3ED9">
      <w:r>
        <w:t>492.4120</w:t>
      </w:r>
      <w:r>
        <w:tab/>
        <w:t>1.013e0</w:t>
      </w:r>
    </w:p>
    <w:p w:rsidR="005B3ED9" w:rsidRDefault="005B3ED9" w:rsidP="005B3ED9">
      <w:r>
        <w:t>492.4169</w:t>
      </w:r>
      <w:r>
        <w:tab/>
        <w:t>4.051e0</w:t>
      </w:r>
    </w:p>
    <w:p w:rsidR="005B3ED9" w:rsidRDefault="005B3ED9" w:rsidP="005B3ED9">
      <w:r>
        <w:t>492.4836</w:t>
      </w:r>
      <w:r>
        <w:tab/>
        <w:t>1.013e0</w:t>
      </w:r>
    </w:p>
    <w:p w:rsidR="005B3ED9" w:rsidRDefault="005B3ED9" w:rsidP="005B3ED9">
      <w:r>
        <w:t>492.5949</w:t>
      </w:r>
      <w:r>
        <w:tab/>
        <w:t>1.013e0</w:t>
      </w:r>
    </w:p>
    <w:p w:rsidR="005B3ED9" w:rsidRDefault="005B3ED9" w:rsidP="005B3ED9">
      <w:r>
        <w:t>492.6119</w:t>
      </w:r>
      <w:r>
        <w:tab/>
        <w:t>1.013e0</w:t>
      </w:r>
    </w:p>
    <w:p w:rsidR="005B3ED9" w:rsidRDefault="005B3ED9" w:rsidP="005B3ED9">
      <w:r>
        <w:t>492.8273</w:t>
      </w:r>
      <w:r>
        <w:tab/>
        <w:t>2.025e0</w:t>
      </w:r>
    </w:p>
    <w:p w:rsidR="005B3ED9" w:rsidRDefault="005B3ED9" w:rsidP="005B3ED9">
      <w:r>
        <w:t>492.8685</w:t>
      </w:r>
      <w:r>
        <w:tab/>
        <w:t>2.025e0</w:t>
      </w:r>
    </w:p>
    <w:p w:rsidR="005B3ED9" w:rsidRDefault="005B3ED9" w:rsidP="005B3ED9">
      <w:r>
        <w:t>492.8792</w:t>
      </w:r>
      <w:r>
        <w:tab/>
        <w:t>2.025e0</w:t>
      </w:r>
    </w:p>
    <w:p w:rsidR="005B3ED9" w:rsidRDefault="005B3ED9" w:rsidP="005B3ED9">
      <w:r>
        <w:t>492.9202</w:t>
      </w:r>
      <w:r>
        <w:tab/>
        <w:t>1.013e0</w:t>
      </w:r>
    </w:p>
    <w:p w:rsidR="005B3ED9" w:rsidRDefault="005B3ED9" w:rsidP="005B3ED9">
      <w:r>
        <w:t>492.9616</w:t>
      </w:r>
      <w:r>
        <w:tab/>
        <w:t>1.013e0</w:t>
      </w:r>
    </w:p>
    <w:p w:rsidR="005B3ED9" w:rsidRDefault="005B3ED9" w:rsidP="005B3ED9">
      <w:r>
        <w:t>493.0487</w:t>
      </w:r>
      <w:r>
        <w:tab/>
        <w:t>2.025e0</w:t>
      </w:r>
    </w:p>
    <w:p w:rsidR="005B3ED9" w:rsidRDefault="005B3ED9" w:rsidP="005B3ED9">
      <w:r>
        <w:t>493.0594</w:t>
      </w:r>
      <w:r>
        <w:tab/>
        <w:t>1.013e0</w:t>
      </w:r>
    </w:p>
    <w:p w:rsidR="005B3ED9" w:rsidRDefault="005B3ED9" w:rsidP="005B3ED9">
      <w:r>
        <w:t>493.1135</w:t>
      </w:r>
      <w:r>
        <w:tab/>
        <w:t>2.025e0</w:t>
      </w:r>
    </w:p>
    <w:p w:rsidR="005B3ED9" w:rsidRDefault="005B3ED9" w:rsidP="005B3ED9">
      <w:r>
        <w:lastRenderedPageBreak/>
        <w:t>493.1172</w:t>
      </w:r>
      <w:r>
        <w:tab/>
        <w:t>1.013e0</w:t>
      </w:r>
    </w:p>
    <w:p w:rsidR="005B3ED9" w:rsidRDefault="005B3ED9" w:rsidP="005B3ED9">
      <w:r>
        <w:t>493.1943</w:t>
      </w:r>
      <w:r>
        <w:tab/>
        <w:t>1.013e0</w:t>
      </w:r>
    </w:p>
    <w:p w:rsidR="005B3ED9" w:rsidRDefault="005B3ED9" w:rsidP="005B3ED9">
      <w:r>
        <w:t>493.2118</w:t>
      </w:r>
      <w:r>
        <w:tab/>
        <w:t>1.013e0</w:t>
      </w:r>
    </w:p>
    <w:p w:rsidR="005B3ED9" w:rsidRDefault="005B3ED9" w:rsidP="005B3ED9">
      <w:r>
        <w:t>493.2628</w:t>
      </w:r>
      <w:r>
        <w:tab/>
        <w:t>1.013e0</w:t>
      </w:r>
    </w:p>
    <w:p w:rsidR="005B3ED9" w:rsidRDefault="005B3ED9" w:rsidP="005B3ED9">
      <w:r>
        <w:t>493.2886</w:t>
      </w:r>
      <w:r>
        <w:tab/>
        <w:t>1.013e0</w:t>
      </w:r>
    </w:p>
    <w:p w:rsidR="005B3ED9" w:rsidRDefault="005B3ED9" w:rsidP="005B3ED9">
      <w:r>
        <w:t>493.3981</w:t>
      </w:r>
      <w:r>
        <w:tab/>
        <w:t>1.013e0</w:t>
      </w:r>
    </w:p>
    <w:p w:rsidR="005B3ED9" w:rsidRDefault="005B3ED9" w:rsidP="005B3ED9">
      <w:r>
        <w:t>493.4380</w:t>
      </w:r>
      <w:r>
        <w:tab/>
        <w:t>1.013e0</w:t>
      </w:r>
    </w:p>
    <w:p w:rsidR="005B3ED9" w:rsidRDefault="005B3ED9" w:rsidP="005B3ED9">
      <w:r>
        <w:t>493.4455</w:t>
      </w:r>
      <w:r>
        <w:tab/>
        <w:t>2.025e0</w:t>
      </w:r>
    </w:p>
    <w:p w:rsidR="005B3ED9" w:rsidRDefault="005B3ED9" w:rsidP="005B3ED9">
      <w:r>
        <w:t>493.5457</w:t>
      </w:r>
      <w:r>
        <w:tab/>
        <w:t>1.013e0</w:t>
      </w:r>
    </w:p>
    <w:p w:rsidR="005B3ED9" w:rsidRDefault="005B3ED9" w:rsidP="005B3ED9">
      <w:r>
        <w:t>493.5721</w:t>
      </w:r>
      <w:r>
        <w:tab/>
        <w:t>1.013e0</w:t>
      </w:r>
    </w:p>
    <w:p w:rsidR="005B3ED9" w:rsidRDefault="005B3ED9" w:rsidP="005B3ED9">
      <w:r>
        <w:t>493.6315</w:t>
      </w:r>
      <w:r>
        <w:tab/>
        <w:t>1.013e0</w:t>
      </w:r>
    </w:p>
    <w:p w:rsidR="005B3ED9" w:rsidRDefault="005B3ED9" w:rsidP="005B3ED9">
      <w:r>
        <w:t>493.6458</w:t>
      </w:r>
      <w:r>
        <w:tab/>
        <w:t>3.038e0</w:t>
      </w:r>
    </w:p>
    <w:p w:rsidR="005B3ED9" w:rsidRDefault="005B3ED9" w:rsidP="005B3ED9">
      <w:r>
        <w:t>493.7086</w:t>
      </w:r>
      <w:r>
        <w:tab/>
        <w:t>1.013e0</w:t>
      </w:r>
    </w:p>
    <w:p w:rsidR="005B3ED9" w:rsidRDefault="005B3ED9" w:rsidP="005B3ED9">
      <w:r>
        <w:t>493.7515</w:t>
      </w:r>
      <w:r>
        <w:tab/>
        <w:t>1.013e0</w:t>
      </w:r>
    </w:p>
    <w:p w:rsidR="005B3ED9" w:rsidRDefault="005B3ED9" w:rsidP="005B3ED9">
      <w:r>
        <w:t>493.8030</w:t>
      </w:r>
      <w:r>
        <w:tab/>
        <w:t>1.013e0</w:t>
      </w:r>
    </w:p>
    <w:p w:rsidR="005B3ED9" w:rsidRDefault="005B3ED9" w:rsidP="005B3ED9">
      <w:r>
        <w:t>493.8455</w:t>
      </w:r>
      <w:r>
        <w:tab/>
        <w:t>2.025e0</w:t>
      </w:r>
    </w:p>
    <w:p w:rsidR="005B3ED9" w:rsidRDefault="005B3ED9" w:rsidP="005B3ED9">
      <w:r>
        <w:t>493.8716</w:t>
      </w:r>
      <w:r>
        <w:tab/>
        <w:t>1.013e0</w:t>
      </w:r>
    </w:p>
    <w:p w:rsidR="005B3ED9" w:rsidRDefault="005B3ED9" w:rsidP="005B3ED9">
      <w:r>
        <w:t>493.8928</w:t>
      </w:r>
      <w:r>
        <w:tab/>
        <w:t>1.013e0</w:t>
      </w:r>
    </w:p>
    <w:p w:rsidR="005B3ED9" w:rsidRDefault="005B3ED9" w:rsidP="005B3ED9">
      <w:r>
        <w:t>493.9231</w:t>
      </w:r>
      <w:r>
        <w:tab/>
        <w:t>1.013e0</w:t>
      </w:r>
    </w:p>
    <w:p w:rsidR="005B3ED9" w:rsidRDefault="005B3ED9" w:rsidP="005B3ED9">
      <w:r>
        <w:lastRenderedPageBreak/>
        <w:t>493.9508</w:t>
      </w:r>
      <w:r>
        <w:tab/>
        <w:t>2.025e0</w:t>
      </w:r>
    </w:p>
    <w:p w:rsidR="005B3ED9" w:rsidRDefault="005B3ED9" w:rsidP="005B3ED9">
      <w:r>
        <w:t>493.9874</w:t>
      </w:r>
      <w:r>
        <w:tab/>
        <w:t>2.025e0</w:t>
      </w:r>
    </w:p>
    <w:p w:rsidR="005B3ED9" w:rsidRDefault="005B3ED9" w:rsidP="005B3ED9">
      <w:r>
        <w:t>494.0518</w:t>
      </w:r>
      <w:r>
        <w:tab/>
        <w:t>1.013e0</w:t>
      </w:r>
    </w:p>
    <w:p w:rsidR="005B3ED9" w:rsidRDefault="005B3ED9" w:rsidP="005B3ED9">
      <w:r>
        <w:t>494.1391</w:t>
      </w:r>
      <w:r>
        <w:tab/>
        <w:t>2.025e0</w:t>
      </w:r>
    </w:p>
    <w:p w:rsidR="005B3ED9" w:rsidRDefault="005B3ED9" w:rsidP="005B3ED9">
      <w:r>
        <w:t>494.1950</w:t>
      </w:r>
      <w:r>
        <w:tab/>
        <w:t>2.025e0</w:t>
      </w:r>
    </w:p>
    <w:p w:rsidR="005B3ED9" w:rsidRDefault="005B3ED9" w:rsidP="005B3ED9">
      <w:r>
        <w:t>494.2713</w:t>
      </w:r>
      <w:r>
        <w:tab/>
        <w:t>1.013e0</w:t>
      </w:r>
    </w:p>
    <w:p w:rsidR="005B3ED9" w:rsidRDefault="005B3ED9" w:rsidP="005B3ED9">
      <w:r>
        <w:t>494.2836</w:t>
      </w:r>
      <w:r>
        <w:tab/>
        <w:t>1.013e0</w:t>
      </w:r>
    </w:p>
    <w:p w:rsidR="005B3ED9" w:rsidRDefault="005B3ED9" w:rsidP="005B3ED9">
      <w:r>
        <w:t>494.3153</w:t>
      </w:r>
      <w:r>
        <w:tab/>
        <w:t>2.025e0</w:t>
      </w:r>
    </w:p>
    <w:p w:rsidR="005B3ED9" w:rsidRDefault="005B3ED9" w:rsidP="005B3ED9">
      <w:r>
        <w:t>494.3694</w:t>
      </w:r>
      <w:r>
        <w:tab/>
        <w:t>1.013e0</w:t>
      </w:r>
    </w:p>
    <w:p w:rsidR="005B3ED9" w:rsidRDefault="005B3ED9" w:rsidP="005B3ED9">
      <w:r>
        <w:t>494.3872</w:t>
      </w:r>
      <w:r>
        <w:tab/>
        <w:t>1.013e0</w:t>
      </w:r>
    </w:p>
    <w:p w:rsidR="005B3ED9" w:rsidRDefault="005B3ED9" w:rsidP="005B3ED9">
      <w:r>
        <w:t>494.3952</w:t>
      </w:r>
      <w:r>
        <w:tab/>
        <w:t>1.013e0</w:t>
      </w:r>
    </w:p>
    <w:p w:rsidR="005B3ED9" w:rsidRDefault="005B3ED9" w:rsidP="005B3ED9">
      <w:r>
        <w:t>494.4467</w:t>
      </w:r>
      <w:r>
        <w:tab/>
        <w:t>1.013e0</w:t>
      </w:r>
    </w:p>
    <w:p w:rsidR="005B3ED9" w:rsidRDefault="005B3ED9" w:rsidP="005B3ED9">
      <w:r>
        <w:t>494.4896</w:t>
      </w:r>
      <w:r>
        <w:tab/>
        <w:t>1.013e0</w:t>
      </w:r>
    </w:p>
    <w:p w:rsidR="005B3ED9" w:rsidRDefault="005B3ED9" w:rsidP="005B3ED9">
      <w:r>
        <w:t>494.5583</w:t>
      </w:r>
      <w:r>
        <w:tab/>
        <w:t>1.013e0</w:t>
      </w:r>
    </w:p>
    <w:p w:rsidR="005B3ED9" w:rsidRDefault="005B3ED9" w:rsidP="005B3ED9">
      <w:r>
        <w:t>494.6498</w:t>
      </w:r>
      <w:r>
        <w:tab/>
        <w:t>2.025e0</w:t>
      </w:r>
    </w:p>
    <w:p w:rsidR="005B3ED9" w:rsidRDefault="005B3ED9" w:rsidP="005B3ED9">
      <w:r>
        <w:t>494.6529</w:t>
      </w:r>
      <w:r>
        <w:tab/>
        <w:t>1.013e0</w:t>
      </w:r>
    </w:p>
    <w:p w:rsidR="005B3ED9" w:rsidRDefault="005B3ED9" w:rsidP="005B3ED9">
      <w:r>
        <w:t>494.7445</w:t>
      </w:r>
      <w:r>
        <w:tab/>
        <w:t>1.013e0</w:t>
      </w:r>
    </w:p>
    <w:p w:rsidR="005B3ED9" w:rsidRDefault="005B3ED9" w:rsidP="005B3ED9">
      <w:r>
        <w:t>494.7474</w:t>
      </w:r>
      <w:r>
        <w:tab/>
        <w:t>1.013e0</w:t>
      </w:r>
    </w:p>
    <w:p w:rsidR="005B3ED9" w:rsidRDefault="005B3ED9" w:rsidP="005B3ED9">
      <w:r>
        <w:t>494.7629</w:t>
      </w:r>
      <w:r>
        <w:tab/>
        <w:t>1.013e0</w:t>
      </w:r>
    </w:p>
    <w:p w:rsidR="005B3ED9" w:rsidRDefault="005B3ED9" w:rsidP="005B3ED9">
      <w:r>
        <w:lastRenderedPageBreak/>
        <w:t>494.8333</w:t>
      </w:r>
      <w:r>
        <w:tab/>
        <w:t>1.013e0</w:t>
      </w:r>
    </w:p>
    <w:p w:rsidR="005B3ED9" w:rsidRDefault="005B3ED9" w:rsidP="005B3ED9">
      <w:r>
        <w:t>494.8506</w:t>
      </w:r>
      <w:r>
        <w:tab/>
        <w:t>1.013e0</w:t>
      </w:r>
    </w:p>
    <w:p w:rsidR="005B3ED9" w:rsidRDefault="005B3ED9" w:rsidP="005B3ED9">
      <w:r>
        <w:t>494.9107</w:t>
      </w:r>
      <w:r>
        <w:tab/>
        <w:t>1.013e0</w:t>
      </w:r>
    </w:p>
    <w:p w:rsidR="005B3ED9" w:rsidRDefault="005B3ED9" w:rsidP="005B3ED9">
      <w:r>
        <w:t>494.9193</w:t>
      </w:r>
      <w:r>
        <w:tab/>
        <w:t>1.013e0</w:t>
      </w:r>
    </w:p>
    <w:p w:rsidR="005B3ED9" w:rsidRDefault="005B3ED9" w:rsidP="005B3ED9">
      <w:r>
        <w:t>494.9622</w:t>
      </w:r>
      <w:r>
        <w:tab/>
        <w:t>1.013e0</w:t>
      </w:r>
    </w:p>
    <w:p w:rsidR="005B3ED9" w:rsidRDefault="005B3ED9" w:rsidP="005B3ED9">
      <w:r>
        <w:t>494.9881</w:t>
      </w:r>
      <w:r>
        <w:tab/>
        <w:t>1.013e0</w:t>
      </w:r>
    </w:p>
    <w:p w:rsidR="005B3ED9" w:rsidRDefault="005B3ED9" w:rsidP="005B3ED9">
      <w:r>
        <w:t>495.0468</w:t>
      </w:r>
      <w:r>
        <w:tab/>
        <w:t>1.013e0</w:t>
      </w:r>
    </w:p>
    <w:p w:rsidR="005B3ED9" w:rsidRDefault="005B3ED9" w:rsidP="005B3ED9">
      <w:r>
        <w:t>495.1119</w:t>
      </w:r>
      <w:r>
        <w:tab/>
        <w:t>2.025e0</w:t>
      </w:r>
    </w:p>
    <w:p w:rsidR="005B3ED9" w:rsidRDefault="005B3ED9" w:rsidP="005B3ED9">
      <w:r>
        <w:t>495.1772</w:t>
      </w:r>
      <w:r>
        <w:tab/>
        <w:t>2.025e0</w:t>
      </w:r>
    </w:p>
    <w:p w:rsidR="005B3ED9" w:rsidRDefault="005B3ED9" w:rsidP="005B3ED9">
      <w:r>
        <w:t>495.1945</w:t>
      </w:r>
      <w:r>
        <w:tab/>
        <w:t>1.013e0</w:t>
      </w:r>
    </w:p>
    <w:p w:rsidR="005B3ED9" w:rsidRDefault="005B3ED9" w:rsidP="005B3ED9">
      <w:r>
        <w:t>495.1994</w:t>
      </w:r>
      <w:r>
        <w:tab/>
        <w:t>1.013e0</w:t>
      </w:r>
    </w:p>
    <w:p w:rsidR="005B3ED9" w:rsidRDefault="005B3ED9" w:rsidP="005B3ED9">
      <w:r>
        <w:t>495.2403</w:t>
      </w:r>
      <w:r>
        <w:tab/>
        <w:t>2.025e0</w:t>
      </w:r>
    </w:p>
    <w:p w:rsidR="005B3ED9" w:rsidRDefault="005B3ED9" w:rsidP="005B3ED9">
      <w:r>
        <w:t>495.2632</w:t>
      </w:r>
      <w:r>
        <w:tab/>
        <w:t>1.013e0</w:t>
      </w:r>
    </w:p>
    <w:p w:rsidR="005B3ED9" w:rsidRDefault="005B3ED9" w:rsidP="005B3ED9">
      <w:r>
        <w:t>495.3492</w:t>
      </w:r>
      <w:r>
        <w:tab/>
        <w:t>1.013e0</w:t>
      </w:r>
    </w:p>
    <w:p w:rsidR="005B3ED9" w:rsidRDefault="005B3ED9" w:rsidP="005B3ED9">
      <w:r>
        <w:t>495.3710</w:t>
      </w:r>
      <w:r>
        <w:tab/>
        <w:t>3.038e0</w:t>
      </w:r>
    </w:p>
    <w:p w:rsidR="005B3ED9" w:rsidRDefault="005B3ED9" w:rsidP="005B3ED9">
      <w:r>
        <w:t>495.4071</w:t>
      </w:r>
      <w:r>
        <w:tab/>
        <w:t>1.013e0</w:t>
      </w:r>
    </w:p>
    <w:p w:rsidR="005B3ED9" w:rsidRDefault="005B3ED9" w:rsidP="005B3ED9">
      <w:r>
        <w:t>495.5018</w:t>
      </w:r>
      <w:r>
        <w:tab/>
        <w:t>1.013e0</w:t>
      </w:r>
    </w:p>
    <w:p w:rsidR="005B3ED9" w:rsidRDefault="005B3ED9" w:rsidP="005B3ED9">
      <w:r>
        <w:t>495.5232</w:t>
      </w:r>
      <w:r>
        <w:tab/>
        <w:t>1.013e0</w:t>
      </w:r>
    </w:p>
    <w:p w:rsidR="005B3ED9" w:rsidRDefault="005B3ED9" w:rsidP="005B3ED9">
      <w:r>
        <w:t>495.5386</w:t>
      </w:r>
      <w:r>
        <w:tab/>
        <w:t>1.013e0</w:t>
      </w:r>
    </w:p>
    <w:p w:rsidR="005B3ED9" w:rsidRDefault="005B3ED9" w:rsidP="005B3ED9">
      <w:r>
        <w:lastRenderedPageBreak/>
        <w:t>495.5995</w:t>
      </w:r>
      <w:r>
        <w:tab/>
        <w:t>1.013e0</w:t>
      </w:r>
    </w:p>
    <w:p w:rsidR="005B3ED9" w:rsidRDefault="005B3ED9" w:rsidP="005B3ED9">
      <w:r>
        <w:t>495.6849</w:t>
      </w:r>
      <w:r>
        <w:tab/>
        <w:t>1.013e0</w:t>
      </w:r>
    </w:p>
    <w:p w:rsidR="005B3ED9" w:rsidRDefault="005B3ED9" w:rsidP="005B3ED9">
      <w:r>
        <w:t>495.8226</w:t>
      </w:r>
      <w:r>
        <w:tab/>
        <w:t>1.013e0</w:t>
      </w:r>
    </w:p>
    <w:p w:rsidR="005B3ED9" w:rsidRDefault="005B3ED9" w:rsidP="005B3ED9">
      <w:r>
        <w:t>495.8657</w:t>
      </w:r>
      <w:r>
        <w:tab/>
        <w:t>1.013e0</w:t>
      </w:r>
    </w:p>
    <w:p w:rsidR="005B3ED9" w:rsidRDefault="005B3ED9" w:rsidP="005B3ED9">
      <w:r>
        <w:t>495.8696</w:t>
      </w:r>
      <w:r>
        <w:tab/>
        <w:t>3.038e0</w:t>
      </w:r>
    </w:p>
    <w:p w:rsidR="005B3ED9" w:rsidRDefault="005B3ED9" w:rsidP="005B3ED9">
      <w:r>
        <w:t>495.9346</w:t>
      </w:r>
      <w:r>
        <w:tab/>
        <w:t>1.013e0</w:t>
      </w:r>
    </w:p>
    <w:p w:rsidR="005B3ED9" w:rsidRDefault="005B3ED9" w:rsidP="005B3ED9">
      <w:r>
        <w:t>495.9385</w:t>
      </w:r>
      <w:r>
        <w:tab/>
        <w:t>1.013e0</w:t>
      </w:r>
    </w:p>
    <w:p w:rsidR="005B3ED9" w:rsidRDefault="005B3ED9" w:rsidP="005B3ED9">
      <w:r>
        <w:t>496.0068</w:t>
      </w:r>
      <w:r>
        <w:tab/>
        <w:t>2.025e0</w:t>
      </w:r>
    </w:p>
    <w:p w:rsidR="005B3ED9" w:rsidRDefault="005B3ED9" w:rsidP="005B3ED9">
      <w:r>
        <w:t>496.0225</w:t>
      </w:r>
      <w:r>
        <w:tab/>
        <w:t>2.025e0</w:t>
      </w:r>
    </w:p>
    <w:p w:rsidR="005B3ED9" w:rsidRDefault="005B3ED9" w:rsidP="005B3ED9">
      <w:r>
        <w:t>496.0514</w:t>
      </w:r>
      <w:r>
        <w:tab/>
        <w:t>1.013e0</w:t>
      </w:r>
    </w:p>
    <w:p w:rsidR="005B3ED9" w:rsidRDefault="005B3ED9" w:rsidP="005B3ED9">
      <w:r>
        <w:t>496.0697</w:t>
      </w:r>
      <w:r>
        <w:tab/>
        <w:t>1.013e0</w:t>
      </w:r>
    </w:p>
    <w:p w:rsidR="005B3ED9" w:rsidRDefault="005B3ED9" w:rsidP="005B3ED9">
      <w:r>
        <w:t>496.0810</w:t>
      </w:r>
      <w:r>
        <w:tab/>
        <w:t>1.013e0</w:t>
      </w:r>
    </w:p>
    <w:p w:rsidR="005B3ED9" w:rsidRDefault="005B3ED9" w:rsidP="005B3ED9">
      <w:r>
        <w:t>496.1226</w:t>
      </w:r>
      <w:r>
        <w:tab/>
        <w:t>2.025e0</w:t>
      </w:r>
    </w:p>
    <w:p w:rsidR="005B3ED9" w:rsidRDefault="005B3ED9" w:rsidP="005B3ED9">
      <w:r>
        <w:t>496.1859</w:t>
      </w:r>
      <w:r>
        <w:tab/>
        <w:t>1.013e0</w:t>
      </w:r>
    </w:p>
    <w:p w:rsidR="005B3ED9" w:rsidRDefault="005B3ED9" w:rsidP="005B3ED9">
      <w:r>
        <w:t>496.2048</w:t>
      </w:r>
      <w:r>
        <w:tab/>
        <w:t>3.038e0</w:t>
      </w:r>
    </w:p>
    <w:p w:rsidR="005B3ED9" w:rsidRDefault="005B3ED9" w:rsidP="005B3ED9">
      <w:r>
        <w:t>496.2534</w:t>
      </w:r>
      <w:r>
        <w:tab/>
        <w:t>1.013e0</w:t>
      </w:r>
    </w:p>
    <w:p w:rsidR="005B3ED9" w:rsidRDefault="005B3ED9" w:rsidP="005B3ED9">
      <w:r>
        <w:t>496.2774</w:t>
      </w:r>
      <w:r>
        <w:tab/>
        <w:t>1.013e0</w:t>
      </w:r>
    </w:p>
    <w:p w:rsidR="005B3ED9" w:rsidRDefault="005B3ED9" w:rsidP="005B3ED9">
      <w:r>
        <w:t>496.3353</w:t>
      </w:r>
      <w:r>
        <w:tab/>
        <w:t>3.038e0</w:t>
      </w:r>
    </w:p>
    <w:p w:rsidR="005B3ED9" w:rsidRDefault="005B3ED9" w:rsidP="005B3ED9">
      <w:r>
        <w:t>496.3751</w:t>
      </w:r>
      <w:r>
        <w:tab/>
        <w:t>2.025e0</w:t>
      </w:r>
    </w:p>
    <w:p w:rsidR="005B3ED9" w:rsidRDefault="005B3ED9" w:rsidP="005B3ED9">
      <w:r>
        <w:lastRenderedPageBreak/>
        <w:t>496.3814</w:t>
      </w:r>
      <w:r>
        <w:tab/>
        <w:t>2.025e0</w:t>
      </w:r>
    </w:p>
    <w:p w:rsidR="005B3ED9" w:rsidRDefault="005B3ED9" w:rsidP="005B3ED9">
      <w:r>
        <w:t>496.4119</w:t>
      </w:r>
      <w:r>
        <w:tab/>
        <w:t>1.013e0</w:t>
      </w:r>
    </w:p>
    <w:p w:rsidR="005B3ED9" w:rsidRDefault="005B3ED9" w:rsidP="005B3ED9">
      <w:r>
        <w:t>496.4232</w:t>
      </w:r>
      <w:r>
        <w:tab/>
        <w:t>3.038e0</w:t>
      </w:r>
    </w:p>
    <w:p w:rsidR="005B3ED9" w:rsidRDefault="005B3ED9" w:rsidP="005B3ED9">
      <w:r>
        <w:t>496.4245</w:t>
      </w:r>
      <w:r>
        <w:tab/>
        <w:t>3.038e0</w:t>
      </w:r>
    </w:p>
    <w:p w:rsidR="005B3ED9" w:rsidRDefault="005B3ED9" w:rsidP="005B3ED9">
      <w:r>
        <w:t>496.4576</w:t>
      </w:r>
      <w:r>
        <w:tab/>
        <w:t>2.025e0</w:t>
      </w:r>
    </w:p>
    <w:p w:rsidR="005B3ED9" w:rsidRDefault="005B3ED9" w:rsidP="005B3ED9">
      <w:r>
        <w:t>496.4860</w:t>
      </w:r>
      <w:r>
        <w:tab/>
        <w:t>2.025e0</w:t>
      </w:r>
    </w:p>
    <w:p w:rsidR="005B3ED9" w:rsidRDefault="005B3ED9" w:rsidP="005B3ED9">
      <w:r>
        <w:t>496.5033</w:t>
      </w:r>
      <w:r>
        <w:tab/>
        <w:t>1.013e0</w:t>
      </w:r>
    </w:p>
    <w:p w:rsidR="005B3ED9" w:rsidRDefault="005B3ED9" w:rsidP="005B3ED9">
      <w:r>
        <w:t>496.6068</w:t>
      </w:r>
      <w:r>
        <w:tab/>
        <w:t>1.013e0</w:t>
      </w:r>
    </w:p>
    <w:p w:rsidR="005B3ED9" w:rsidRDefault="005B3ED9" w:rsidP="005B3ED9">
      <w:r>
        <w:t>496.6671</w:t>
      </w:r>
      <w:r>
        <w:tab/>
        <w:t>1.013e0</w:t>
      </w:r>
    </w:p>
    <w:p w:rsidR="005B3ED9" w:rsidRDefault="005B3ED9" w:rsidP="005B3ED9">
      <w:r>
        <w:t>496.6776</w:t>
      </w:r>
      <w:r>
        <w:tab/>
        <w:t>1.013e0</w:t>
      </w:r>
    </w:p>
    <w:p w:rsidR="005B3ED9" w:rsidRDefault="005B3ED9" w:rsidP="005B3ED9">
      <w:r>
        <w:t>496.7189</w:t>
      </w:r>
      <w:r>
        <w:tab/>
        <w:t>2.025e0</w:t>
      </w:r>
    </w:p>
    <w:p w:rsidR="005B3ED9" w:rsidRDefault="005B3ED9" w:rsidP="005B3ED9">
      <w:r>
        <w:t>496.7507</w:t>
      </w:r>
      <w:r>
        <w:tab/>
        <w:t>1.013e0</w:t>
      </w:r>
    </w:p>
    <w:p w:rsidR="005B3ED9" w:rsidRDefault="005B3ED9" w:rsidP="005B3ED9">
      <w:r>
        <w:t>496.8483</w:t>
      </w:r>
      <w:r>
        <w:tab/>
        <w:t>1.013e0</w:t>
      </w:r>
    </w:p>
    <w:p w:rsidR="005B3ED9" w:rsidRDefault="005B3ED9" w:rsidP="005B3ED9">
      <w:r>
        <w:t>496.8568</w:t>
      </w:r>
      <w:r>
        <w:tab/>
        <w:t>1.013e0</w:t>
      </w:r>
    </w:p>
    <w:p w:rsidR="005B3ED9" w:rsidRDefault="005B3ED9" w:rsidP="005B3ED9">
      <w:r>
        <w:t>497.1876</w:t>
      </w:r>
      <w:r>
        <w:tab/>
        <w:t>1.013e0</w:t>
      </w:r>
    </w:p>
    <w:p w:rsidR="005B3ED9" w:rsidRDefault="005B3ED9" w:rsidP="005B3ED9">
      <w:r>
        <w:t>497.2194</w:t>
      </w:r>
      <w:r>
        <w:tab/>
        <w:t>1.013e0</w:t>
      </w:r>
    </w:p>
    <w:p w:rsidR="005B3ED9" w:rsidRDefault="005B3ED9" w:rsidP="005B3ED9">
      <w:r>
        <w:t>497.2453</w:t>
      </w:r>
      <w:r>
        <w:tab/>
        <w:t>1.013e0</w:t>
      </w:r>
    </w:p>
    <w:p w:rsidR="005B3ED9" w:rsidRDefault="005B3ED9" w:rsidP="005B3ED9">
      <w:r>
        <w:t>497.2732</w:t>
      </w:r>
      <w:r>
        <w:tab/>
        <w:t>4.051e0</w:t>
      </w:r>
    </w:p>
    <w:p w:rsidR="005B3ED9" w:rsidRDefault="005B3ED9" w:rsidP="005B3ED9">
      <w:r>
        <w:t>497.2823</w:t>
      </w:r>
      <w:r>
        <w:tab/>
        <w:t>1.013e0</w:t>
      </w:r>
    </w:p>
    <w:p w:rsidR="005B3ED9" w:rsidRDefault="005B3ED9" w:rsidP="005B3ED9">
      <w:r>
        <w:lastRenderedPageBreak/>
        <w:t>497.3039</w:t>
      </w:r>
      <w:r>
        <w:tab/>
        <w:t>2.025e0</w:t>
      </w:r>
    </w:p>
    <w:p w:rsidR="005B3ED9" w:rsidRDefault="005B3ED9" w:rsidP="005B3ED9">
      <w:r>
        <w:t>497.3230</w:t>
      </w:r>
      <w:r>
        <w:tab/>
        <w:t>1.013e0</w:t>
      </w:r>
    </w:p>
    <w:p w:rsidR="005B3ED9" w:rsidRDefault="005B3ED9" w:rsidP="005B3ED9">
      <w:r>
        <w:t>497.3488</w:t>
      </w:r>
      <w:r>
        <w:tab/>
        <w:t>1.013e0</w:t>
      </w:r>
    </w:p>
    <w:p w:rsidR="005B3ED9" w:rsidRDefault="005B3ED9" w:rsidP="005B3ED9">
      <w:r>
        <w:t>497.3661</w:t>
      </w:r>
      <w:r>
        <w:tab/>
        <w:t>1.013e0</w:t>
      </w:r>
    </w:p>
    <w:p w:rsidR="005B3ED9" w:rsidRDefault="005B3ED9" w:rsidP="005B3ED9">
      <w:r>
        <w:t>497.4007</w:t>
      </w:r>
      <w:r>
        <w:tab/>
        <w:t>1.013e0</w:t>
      </w:r>
    </w:p>
    <w:p w:rsidR="005B3ED9" w:rsidRDefault="005B3ED9" w:rsidP="005B3ED9">
      <w:r>
        <w:t>497.4135</w:t>
      </w:r>
      <w:r>
        <w:tab/>
        <w:t>2.025e0</w:t>
      </w:r>
    </w:p>
    <w:p w:rsidR="005B3ED9" w:rsidRDefault="005B3ED9" w:rsidP="005B3ED9">
      <w:r>
        <w:t>497.4659</w:t>
      </w:r>
      <w:r>
        <w:tab/>
        <w:t>3.038e0</w:t>
      </w:r>
    </w:p>
    <w:p w:rsidR="005B3ED9" w:rsidRDefault="005B3ED9" w:rsidP="005B3ED9">
      <w:r>
        <w:t>497.6166</w:t>
      </w:r>
      <w:r>
        <w:tab/>
        <w:t>1.013e0</w:t>
      </w:r>
    </w:p>
    <w:p w:rsidR="005B3ED9" w:rsidRDefault="005B3ED9" w:rsidP="005B3ED9">
      <w:r>
        <w:t>497.6762</w:t>
      </w:r>
      <w:r>
        <w:tab/>
        <w:t>1.013e0</w:t>
      </w:r>
    </w:p>
    <w:p w:rsidR="005B3ED9" w:rsidRDefault="005B3ED9" w:rsidP="005B3ED9">
      <w:r>
        <w:t>497.7554</w:t>
      </w:r>
      <w:r>
        <w:tab/>
        <w:t>1.013e0</w:t>
      </w:r>
    </w:p>
    <w:p w:rsidR="005B3ED9" w:rsidRDefault="005B3ED9" w:rsidP="005B3ED9">
      <w:r>
        <w:t>497.7923</w:t>
      </w:r>
      <w:r>
        <w:tab/>
        <w:t>1.013e0</w:t>
      </w:r>
    </w:p>
    <w:p w:rsidR="005B3ED9" w:rsidRDefault="005B3ED9" w:rsidP="005B3ED9">
      <w:r>
        <w:t>497.8326</w:t>
      </w:r>
      <w:r>
        <w:tab/>
        <w:t>1.013e0</w:t>
      </w:r>
    </w:p>
    <w:p w:rsidR="005B3ED9" w:rsidRDefault="005B3ED9" w:rsidP="005B3ED9">
      <w:r>
        <w:t>497.8824</w:t>
      </w:r>
      <w:r>
        <w:tab/>
        <w:t>2.025e0</w:t>
      </w:r>
    </w:p>
    <w:p w:rsidR="005B3ED9" w:rsidRDefault="005B3ED9" w:rsidP="005B3ED9">
      <w:r>
        <w:t>497.9017</w:t>
      </w:r>
      <w:r>
        <w:tab/>
        <w:t>1.013e0</w:t>
      </w:r>
    </w:p>
    <w:p w:rsidR="005B3ED9" w:rsidRDefault="005B3ED9" w:rsidP="005B3ED9">
      <w:r>
        <w:t>497.9108</w:t>
      </w:r>
      <w:r>
        <w:tab/>
        <w:t>3.038e0</w:t>
      </w:r>
    </w:p>
    <w:p w:rsidR="005B3ED9" w:rsidRDefault="005B3ED9" w:rsidP="005B3ED9">
      <w:r>
        <w:t>498.0661</w:t>
      </w:r>
      <w:r>
        <w:tab/>
        <w:t>1.013e0</w:t>
      </w:r>
    </w:p>
    <w:p w:rsidR="005B3ED9" w:rsidRDefault="005B3ED9" w:rsidP="005B3ED9">
      <w:r>
        <w:t>498.0946</w:t>
      </w:r>
      <w:r>
        <w:tab/>
        <w:t>1.013e0</w:t>
      </w:r>
    </w:p>
    <w:p w:rsidR="005B3ED9" w:rsidRDefault="005B3ED9" w:rsidP="005B3ED9">
      <w:r>
        <w:t>498.1139</w:t>
      </w:r>
      <w:r>
        <w:tab/>
        <w:t>2.025e0</w:t>
      </w:r>
    </w:p>
    <w:p w:rsidR="005B3ED9" w:rsidRDefault="005B3ED9" w:rsidP="005B3ED9">
      <w:r>
        <w:t>498.1353</w:t>
      </w:r>
      <w:r>
        <w:tab/>
        <w:t>2.025e0</w:t>
      </w:r>
    </w:p>
    <w:p w:rsidR="005B3ED9" w:rsidRDefault="005B3ED9" w:rsidP="005B3ED9">
      <w:r>
        <w:lastRenderedPageBreak/>
        <w:t>498.1708</w:t>
      </w:r>
      <w:r>
        <w:tab/>
        <w:t>1.013e0</w:t>
      </w:r>
    </w:p>
    <w:p w:rsidR="005B3ED9" w:rsidRDefault="005B3ED9" w:rsidP="005B3ED9">
      <w:r>
        <w:t>498.1785</w:t>
      </w:r>
      <w:r>
        <w:tab/>
        <w:t>1.013e0</w:t>
      </w:r>
    </w:p>
    <w:p w:rsidR="005B3ED9" w:rsidRDefault="005B3ED9" w:rsidP="005B3ED9">
      <w:r>
        <w:t>498.1800</w:t>
      </w:r>
      <w:r>
        <w:tab/>
        <w:t>2.025e0</w:t>
      </w:r>
    </w:p>
    <w:p w:rsidR="005B3ED9" w:rsidRDefault="005B3ED9" w:rsidP="005B3ED9">
      <w:r>
        <w:t>498.2441</w:t>
      </w:r>
      <w:r>
        <w:tab/>
        <w:t>1.013e0</w:t>
      </w:r>
    </w:p>
    <w:p w:rsidR="005B3ED9" w:rsidRDefault="005B3ED9" w:rsidP="005B3ED9">
      <w:r>
        <w:t>498.2654</w:t>
      </w:r>
      <w:r>
        <w:tab/>
        <w:t>1.013e0</w:t>
      </w:r>
    </w:p>
    <w:p w:rsidR="005B3ED9" w:rsidRDefault="005B3ED9" w:rsidP="005B3ED9">
      <w:r>
        <w:t>498.3179</w:t>
      </w:r>
      <w:r>
        <w:tab/>
        <w:t>2.025e0</w:t>
      </w:r>
    </w:p>
    <w:p w:rsidR="005B3ED9" w:rsidRDefault="005B3ED9" w:rsidP="005B3ED9">
      <w:r>
        <w:t>498.3255</w:t>
      </w:r>
      <w:r>
        <w:tab/>
        <w:t>1.013e0</w:t>
      </w:r>
    </w:p>
    <w:p w:rsidR="005B3ED9" w:rsidRDefault="005B3ED9" w:rsidP="005B3ED9">
      <w:r>
        <w:t>498.3514</w:t>
      </w:r>
      <w:r>
        <w:tab/>
        <w:t>1.013e0</w:t>
      </w:r>
    </w:p>
    <w:p w:rsidR="005B3ED9" w:rsidRDefault="005B3ED9" w:rsidP="005B3ED9">
      <w:r>
        <w:t>498.3940</w:t>
      </w:r>
      <w:r>
        <w:tab/>
        <w:t>1.013e0</w:t>
      </w:r>
    </w:p>
    <w:p w:rsidR="005B3ED9" w:rsidRDefault="005B3ED9" w:rsidP="005B3ED9">
      <w:r>
        <w:t>498.4206</w:t>
      </w:r>
      <w:r>
        <w:tab/>
        <w:t>1.013e0</w:t>
      </w:r>
    </w:p>
    <w:p w:rsidR="005B3ED9" w:rsidRDefault="005B3ED9" w:rsidP="005B3ED9">
      <w:r>
        <w:t>498.6890</w:t>
      </w:r>
      <w:r>
        <w:tab/>
        <w:t>1.013e0</w:t>
      </w:r>
    </w:p>
    <w:p w:rsidR="005B3ED9" w:rsidRDefault="005B3ED9" w:rsidP="005B3ED9">
      <w:r>
        <w:t>498.8094</w:t>
      </w:r>
      <w:r>
        <w:tab/>
        <w:t>1.013e0</w:t>
      </w:r>
    </w:p>
    <w:p w:rsidR="005B3ED9" w:rsidRDefault="005B3ED9" w:rsidP="005B3ED9">
      <w:r>
        <w:t>498.8490</w:t>
      </w:r>
      <w:r>
        <w:tab/>
        <w:t>1.013e0</w:t>
      </w:r>
    </w:p>
    <w:p w:rsidR="005B3ED9" w:rsidRDefault="005B3ED9" w:rsidP="005B3ED9">
      <w:r>
        <w:t>498.8856</w:t>
      </w:r>
      <w:r>
        <w:tab/>
        <w:t>1.013e0</w:t>
      </w:r>
    </w:p>
    <w:p w:rsidR="005B3ED9" w:rsidRDefault="005B3ED9" w:rsidP="005B3ED9">
      <w:r>
        <w:t>498.9319</w:t>
      </w:r>
      <w:r>
        <w:tab/>
        <w:t>2.025e0</w:t>
      </w:r>
    </w:p>
    <w:p w:rsidR="005B3ED9" w:rsidRDefault="005B3ED9" w:rsidP="005B3ED9">
      <w:r>
        <w:t>499.0267</w:t>
      </w:r>
      <w:r>
        <w:tab/>
        <w:t>1.013e0</w:t>
      </w:r>
    </w:p>
    <w:p w:rsidR="005B3ED9" w:rsidRDefault="005B3ED9" w:rsidP="005B3ED9">
      <w:r>
        <w:t>499.0316</w:t>
      </w:r>
      <w:r>
        <w:tab/>
        <w:t>2.025e0</w:t>
      </w:r>
    </w:p>
    <w:p w:rsidR="005B3ED9" w:rsidRDefault="005B3ED9" w:rsidP="005B3ED9">
      <w:r>
        <w:t>499.0526</w:t>
      </w:r>
      <w:r>
        <w:tab/>
        <w:t>1.013e0</w:t>
      </w:r>
    </w:p>
    <w:p w:rsidR="005B3ED9" w:rsidRDefault="005B3ED9" w:rsidP="005B3ED9">
      <w:r>
        <w:t>499.0873</w:t>
      </w:r>
      <w:r>
        <w:tab/>
        <w:t>1.013e0</w:t>
      </w:r>
    </w:p>
    <w:p w:rsidR="005B3ED9" w:rsidRDefault="005B3ED9" w:rsidP="005B3ED9">
      <w:r>
        <w:lastRenderedPageBreak/>
        <w:t>499.0933</w:t>
      </w:r>
      <w:r>
        <w:tab/>
        <w:t>1.013e0</w:t>
      </w:r>
    </w:p>
    <w:p w:rsidR="005B3ED9" w:rsidRDefault="005B3ED9" w:rsidP="005B3ED9">
      <w:r>
        <w:t>499.1479</w:t>
      </w:r>
      <w:r>
        <w:tab/>
        <w:t>1.013e0</w:t>
      </w:r>
    </w:p>
    <w:p w:rsidR="005B3ED9" w:rsidRDefault="005B3ED9" w:rsidP="005B3ED9">
      <w:r>
        <w:t>499.1566</w:t>
      </w:r>
      <w:r>
        <w:tab/>
        <w:t>1.013e0</w:t>
      </w:r>
    </w:p>
    <w:p w:rsidR="005B3ED9" w:rsidRDefault="005B3ED9" w:rsidP="005B3ED9">
      <w:r>
        <w:t>499.1785</w:t>
      </w:r>
      <w:r>
        <w:tab/>
        <w:t>2.025e0</w:t>
      </w:r>
    </w:p>
    <w:p w:rsidR="005B3ED9" w:rsidRDefault="005B3ED9" w:rsidP="005B3ED9">
      <w:r>
        <w:t>499.1880</w:t>
      </w:r>
      <w:r>
        <w:tab/>
        <w:t>1.013e0</w:t>
      </w:r>
    </w:p>
    <w:p w:rsidR="005B3ED9" w:rsidRDefault="005B3ED9" w:rsidP="005B3ED9">
      <w:r>
        <w:t>499.3155</w:t>
      </w:r>
      <w:r>
        <w:tab/>
        <w:t>3.038e0</w:t>
      </w:r>
    </w:p>
    <w:p w:rsidR="005B3ED9" w:rsidRDefault="005B3ED9" w:rsidP="005B3ED9">
      <w:r>
        <w:t>499.3645</w:t>
      </w:r>
      <w:r>
        <w:tab/>
        <w:t>1.013e0</w:t>
      </w:r>
    </w:p>
    <w:p w:rsidR="005B3ED9" w:rsidRDefault="005B3ED9" w:rsidP="005B3ED9">
      <w:r>
        <w:t>499.4209</w:t>
      </w:r>
      <w:r>
        <w:tab/>
        <w:t>3.038e0</w:t>
      </w:r>
    </w:p>
    <w:p w:rsidR="005B3ED9" w:rsidRDefault="005B3ED9" w:rsidP="005B3ED9">
      <w:r>
        <w:t>499.5270</w:t>
      </w:r>
      <w:r>
        <w:tab/>
        <w:t>1.013e0</w:t>
      </w:r>
    </w:p>
    <w:p w:rsidR="005B3ED9" w:rsidRDefault="005B3ED9" w:rsidP="005B3ED9">
      <w:r>
        <w:t>499.5455</w:t>
      </w:r>
      <w:r>
        <w:tab/>
        <w:t>1.013e0</w:t>
      </w:r>
    </w:p>
    <w:p w:rsidR="005B3ED9" w:rsidRDefault="005B3ED9" w:rsidP="005B3ED9">
      <w:r>
        <w:t>499.5553</w:t>
      </w:r>
      <w:r>
        <w:tab/>
        <w:t>1.013e0</w:t>
      </w:r>
    </w:p>
    <w:p w:rsidR="005B3ED9" w:rsidRDefault="005B3ED9" w:rsidP="005B3ED9">
      <w:r>
        <w:t>499.6401</w:t>
      </w:r>
      <w:r>
        <w:tab/>
        <w:t>1.013e0</w:t>
      </w:r>
    </w:p>
    <w:p w:rsidR="005B3ED9" w:rsidRDefault="005B3ED9" w:rsidP="005B3ED9">
      <w:r>
        <w:t>499.6431</w:t>
      </w:r>
      <w:r>
        <w:tab/>
        <w:t>1.013e0</w:t>
      </w:r>
    </w:p>
    <w:p w:rsidR="005B3ED9" w:rsidRDefault="005B3ED9" w:rsidP="005B3ED9">
      <w:r>
        <w:t>499.6853</w:t>
      </w:r>
      <w:r>
        <w:tab/>
        <w:t>1.013e0</w:t>
      </w:r>
    </w:p>
    <w:p w:rsidR="005B3ED9" w:rsidRDefault="005B3ED9" w:rsidP="005B3ED9">
      <w:r>
        <w:t>499.7287</w:t>
      </w:r>
      <w:r>
        <w:tab/>
        <w:t>1.013e0</w:t>
      </w:r>
    </w:p>
    <w:p w:rsidR="005B3ED9" w:rsidRDefault="005B3ED9" w:rsidP="005B3ED9">
      <w:r>
        <w:t>499.8112</w:t>
      </w:r>
      <w:r>
        <w:tab/>
        <w:t>1.013e0</w:t>
      </w:r>
    </w:p>
    <w:p w:rsidR="005B3ED9" w:rsidRDefault="005B3ED9" w:rsidP="005B3ED9">
      <w:r>
        <w:t>499.8242</w:t>
      </w:r>
      <w:r>
        <w:tab/>
        <w:t>1.013e0</w:t>
      </w:r>
    </w:p>
    <w:p w:rsidR="005B3ED9" w:rsidRDefault="005B3ED9" w:rsidP="005B3ED9">
      <w:r>
        <w:t>499.8663</w:t>
      </w:r>
      <w:r>
        <w:tab/>
        <w:t>1.013e0</w:t>
      </w:r>
    </w:p>
    <w:p w:rsidR="005B3ED9" w:rsidRDefault="005B3ED9" w:rsidP="005B3ED9">
      <w:r>
        <w:t>499.8848</w:t>
      </w:r>
      <w:r>
        <w:tab/>
        <w:t>1.013e0</w:t>
      </w:r>
    </w:p>
    <w:p w:rsidR="005B3ED9" w:rsidRDefault="005B3ED9" w:rsidP="005B3ED9">
      <w:r>
        <w:lastRenderedPageBreak/>
        <w:t>499.9047</w:t>
      </w:r>
      <w:r>
        <w:tab/>
        <w:t>5.063e0</w:t>
      </w:r>
    </w:p>
    <w:p w:rsidR="005B3ED9" w:rsidRDefault="005B3ED9" w:rsidP="005B3ED9">
      <w:r>
        <w:t>499.9639</w:t>
      </w:r>
      <w:r>
        <w:tab/>
        <w:t>1.013e0</w:t>
      </w:r>
    </w:p>
    <w:p w:rsidR="005B3ED9" w:rsidRDefault="005B3ED9" w:rsidP="005B3ED9">
      <w:r>
        <w:t>499.9824</w:t>
      </w:r>
      <w:r>
        <w:tab/>
        <w:t>1.013e0</w:t>
      </w:r>
    </w:p>
    <w:p w:rsidR="005B3ED9" w:rsidRDefault="005B3ED9" w:rsidP="005B3ED9">
      <w:r>
        <w:t>500.0729</w:t>
      </w:r>
      <w:r>
        <w:tab/>
        <w:t>2.025e0</w:t>
      </w:r>
    </w:p>
    <w:p w:rsidR="005B3ED9" w:rsidRDefault="005B3ED9" w:rsidP="005B3ED9">
      <w:r>
        <w:t>500.0953</w:t>
      </w:r>
      <w:r>
        <w:tab/>
        <w:t>1.013e0</w:t>
      </w:r>
    </w:p>
    <w:p w:rsidR="005B3ED9" w:rsidRDefault="005B3ED9" w:rsidP="005B3ED9">
      <w:r>
        <w:t>500.1714</w:t>
      </w:r>
      <w:r>
        <w:tab/>
        <w:t>1.013e0</w:t>
      </w:r>
    </w:p>
    <w:p w:rsidR="005B3ED9" w:rsidRDefault="005B3ED9" w:rsidP="005B3ED9">
      <w:r>
        <w:t>500.2316</w:t>
      </w:r>
      <w:r>
        <w:tab/>
        <w:t>3.038e0</w:t>
      </w:r>
    </w:p>
    <w:p w:rsidR="005B3ED9" w:rsidRDefault="005B3ED9" w:rsidP="005B3ED9">
      <w:r>
        <w:t>500.3204</w:t>
      </w:r>
      <w:r>
        <w:tab/>
        <w:t>2.025e0</w:t>
      </w:r>
    </w:p>
    <w:p w:rsidR="005B3ED9" w:rsidRDefault="005B3ED9" w:rsidP="005B3ED9">
      <w:r>
        <w:t>500.3580</w:t>
      </w:r>
      <w:r>
        <w:tab/>
        <w:t>1.013e0</w:t>
      </w:r>
    </w:p>
    <w:p w:rsidR="005B3ED9" w:rsidRDefault="005B3ED9" w:rsidP="005B3ED9">
      <w:r>
        <w:t>500.3920</w:t>
      </w:r>
      <w:r>
        <w:tab/>
        <w:t>2.025e0</w:t>
      </w:r>
    </w:p>
    <w:p w:rsidR="005B3ED9" w:rsidRDefault="005B3ED9" w:rsidP="005B3ED9">
      <w:r>
        <w:t>500.4230</w:t>
      </w:r>
      <w:r>
        <w:tab/>
        <w:t>1.013e0</w:t>
      </w:r>
    </w:p>
    <w:p w:rsidR="005B3ED9" w:rsidRDefault="005B3ED9" w:rsidP="005B3ED9">
      <w:r>
        <w:t>500.4578</w:t>
      </w:r>
      <w:r>
        <w:tab/>
        <w:t>2.025e0</w:t>
      </w:r>
    </w:p>
    <w:p w:rsidR="005B3ED9" w:rsidRDefault="005B3ED9" w:rsidP="005B3ED9">
      <w:r>
        <w:t>500.4925</w:t>
      </w:r>
      <w:r>
        <w:tab/>
        <w:t>1.013e0</w:t>
      </w:r>
    </w:p>
    <w:p w:rsidR="005B3ED9" w:rsidRDefault="005B3ED9" w:rsidP="005B3ED9">
      <w:r>
        <w:t>500.5077</w:t>
      </w:r>
      <w:r>
        <w:tab/>
        <w:t>1.013e0</w:t>
      </w:r>
    </w:p>
    <w:p w:rsidR="005B3ED9" w:rsidRDefault="005B3ED9" w:rsidP="005B3ED9">
      <w:r>
        <w:t>500.5482</w:t>
      </w:r>
      <w:r>
        <w:tab/>
        <w:t>2.025e0</w:t>
      </w:r>
    </w:p>
    <w:p w:rsidR="005B3ED9" w:rsidRDefault="005B3ED9" w:rsidP="005B3ED9">
      <w:r>
        <w:t>500.7368</w:t>
      </w:r>
      <w:r>
        <w:tab/>
        <w:t>1.013e0</w:t>
      </w:r>
    </w:p>
    <w:p w:rsidR="005B3ED9" w:rsidRDefault="005B3ED9" w:rsidP="005B3ED9">
      <w:r>
        <w:t>500.8139</w:t>
      </w:r>
      <w:r>
        <w:tab/>
        <w:t>1.013e0</w:t>
      </w:r>
    </w:p>
    <w:p w:rsidR="005B3ED9" w:rsidRDefault="005B3ED9" w:rsidP="005B3ED9">
      <w:r>
        <w:t>500.8575</w:t>
      </w:r>
      <w:r>
        <w:tab/>
        <w:t>3.038e0</w:t>
      </w:r>
    </w:p>
    <w:p w:rsidR="005B3ED9" w:rsidRDefault="005B3ED9" w:rsidP="005B3ED9">
      <w:r>
        <w:t>500.9008</w:t>
      </w:r>
      <w:r>
        <w:tab/>
        <w:t>1.013e0</w:t>
      </w:r>
    </w:p>
    <w:p w:rsidR="005B3ED9" w:rsidRDefault="005B3ED9" w:rsidP="005B3ED9">
      <w:r>
        <w:lastRenderedPageBreak/>
        <w:t>500.9049</w:t>
      </w:r>
      <w:r>
        <w:tab/>
        <w:t>1.013e0</w:t>
      </w:r>
    </w:p>
    <w:p w:rsidR="005B3ED9" w:rsidRDefault="005B3ED9" w:rsidP="005B3ED9">
      <w:r>
        <w:t>500.9081</w:t>
      </w:r>
      <w:r>
        <w:tab/>
        <w:t>2.025e0</w:t>
      </w:r>
    </w:p>
    <w:p w:rsidR="005B3ED9" w:rsidRDefault="005B3ED9" w:rsidP="005B3ED9">
      <w:r>
        <w:t>500.9444</w:t>
      </w:r>
      <w:r>
        <w:tab/>
        <w:t>1.013e0</w:t>
      </w:r>
    </w:p>
    <w:p w:rsidR="005B3ED9" w:rsidRDefault="005B3ED9" w:rsidP="005B3ED9">
      <w:r>
        <w:t>500.9599</w:t>
      </w:r>
      <w:r>
        <w:tab/>
        <w:t>1.013e0</w:t>
      </w:r>
    </w:p>
    <w:p w:rsidR="005B3ED9" w:rsidRDefault="005B3ED9" w:rsidP="005B3ED9">
      <w:r>
        <w:t>500.9813</w:t>
      </w:r>
      <w:r>
        <w:tab/>
        <w:t>1.013e0</w:t>
      </w:r>
    </w:p>
    <w:p w:rsidR="005B3ED9" w:rsidRDefault="005B3ED9" w:rsidP="005B3ED9">
      <w:r>
        <w:t>501.0313</w:t>
      </w:r>
      <w:r>
        <w:tab/>
        <w:t>1.013e0</w:t>
      </w:r>
    </w:p>
    <w:p w:rsidR="005B3ED9" w:rsidRDefault="005B3ED9" w:rsidP="005B3ED9">
      <w:r>
        <w:t>501.0400</w:t>
      </w:r>
      <w:r>
        <w:tab/>
        <w:t>1.013e0</w:t>
      </w:r>
    </w:p>
    <w:p w:rsidR="005B3ED9" w:rsidRDefault="005B3ED9" w:rsidP="005B3ED9">
      <w:r>
        <w:t>501.0660</w:t>
      </w:r>
      <w:r>
        <w:tab/>
        <w:t>1.013e0</w:t>
      </w:r>
    </w:p>
    <w:p w:rsidR="005B3ED9" w:rsidRDefault="005B3ED9" w:rsidP="005B3ED9">
      <w:r>
        <w:t>501.1310</w:t>
      </w:r>
      <w:r>
        <w:tab/>
        <w:t>1.013e0</w:t>
      </w:r>
    </w:p>
    <w:p w:rsidR="005B3ED9" w:rsidRDefault="005B3ED9" w:rsidP="005B3ED9">
      <w:r>
        <w:t>501.1356</w:t>
      </w:r>
      <w:r>
        <w:tab/>
        <w:t>1.013e0</w:t>
      </w:r>
    </w:p>
    <w:p w:rsidR="005B3ED9" w:rsidRDefault="005B3ED9" w:rsidP="005B3ED9">
      <w:r>
        <w:t>501.1791</w:t>
      </w:r>
      <w:r>
        <w:tab/>
        <w:t>1.013e0</w:t>
      </w:r>
    </w:p>
    <w:p w:rsidR="005B3ED9" w:rsidRDefault="005B3ED9" w:rsidP="005B3ED9">
      <w:r>
        <w:t>501.2074</w:t>
      </w:r>
      <w:r>
        <w:tab/>
        <w:t>1.013e0</w:t>
      </w:r>
    </w:p>
    <w:p w:rsidR="005B3ED9" w:rsidRDefault="005B3ED9" w:rsidP="005B3ED9">
      <w:r>
        <w:t>501.2573</w:t>
      </w:r>
      <w:r>
        <w:tab/>
        <w:t>2.025e0</w:t>
      </w:r>
    </w:p>
    <w:p w:rsidR="005B3ED9" w:rsidRDefault="005B3ED9" w:rsidP="005B3ED9">
      <w:r>
        <w:t>501.3270</w:t>
      </w:r>
      <w:r>
        <w:tab/>
        <w:t>1.013e0</w:t>
      </w:r>
    </w:p>
    <w:p w:rsidR="005B3ED9" w:rsidRDefault="005B3ED9" w:rsidP="005B3ED9">
      <w:r>
        <w:t>501.3356</w:t>
      </w:r>
      <w:r>
        <w:tab/>
        <w:t>1.013e0</w:t>
      </w:r>
    </w:p>
    <w:p w:rsidR="005B3ED9" w:rsidRDefault="005B3ED9" w:rsidP="005B3ED9">
      <w:r>
        <w:t>501.3443</w:t>
      </w:r>
      <w:r>
        <w:tab/>
        <w:t>1.013e0</w:t>
      </w:r>
    </w:p>
    <w:p w:rsidR="005B3ED9" w:rsidRDefault="005B3ED9" w:rsidP="005B3ED9">
      <w:r>
        <w:t>501.3840</w:t>
      </w:r>
      <w:r>
        <w:tab/>
        <w:t>2.025e0</w:t>
      </w:r>
    </w:p>
    <w:p w:rsidR="005B3ED9" w:rsidRDefault="005B3ED9" w:rsidP="005B3ED9">
      <w:r>
        <w:t>501.4120</w:t>
      </w:r>
      <w:r>
        <w:tab/>
        <w:t>1.013e0</w:t>
      </w:r>
    </w:p>
    <w:p w:rsidR="005B3ED9" w:rsidRDefault="005B3ED9" w:rsidP="005B3ED9">
      <w:r>
        <w:t>501.4335</w:t>
      </w:r>
      <w:r>
        <w:tab/>
        <w:t>1.013e0</w:t>
      </w:r>
    </w:p>
    <w:p w:rsidR="005B3ED9" w:rsidRDefault="005B3ED9" w:rsidP="005B3ED9">
      <w:r>
        <w:lastRenderedPageBreak/>
        <w:t>501.4594</w:t>
      </w:r>
      <w:r>
        <w:tab/>
        <w:t>2.025e0</w:t>
      </w:r>
    </w:p>
    <w:p w:rsidR="005B3ED9" w:rsidRDefault="005B3ED9" w:rsidP="005B3ED9">
      <w:r>
        <w:t>501.5280</w:t>
      </w:r>
      <w:r>
        <w:tab/>
        <w:t>1.013e0</w:t>
      </w:r>
    </w:p>
    <w:p w:rsidR="005B3ED9" w:rsidRDefault="005B3ED9" w:rsidP="005B3ED9">
      <w:r>
        <w:t>501.5532</w:t>
      </w:r>
      <w:r>
        <w:tab/>
        <w:t>1.013e0</w:t>
      </w:r>
    </w:p>
    <w:p w:rsidR="005B3ED9" w:rsidRDefault="005B3ED9" w:rsidP="005B3ED9">
      <w:r>
        <w:t>501.5618</w:t>
      </w:r>
      <w:r>
        <w:tab/>
        <w:t>1.013e0</w:t>
      </w:r>
    </w:p>
    <w:p w:rsidR="005B3ED9" w:rsidRDefault="005B3ED9" w:rsidP="005B3ED9">
      <w:r>
        <w:t>501.6663</w:t>
      </w:r>
      <w:r>
        <w:tab/>
        <w:t>1.013e0</w:t>
      </w:r>
    </w:p>
    <w:p w:rsidR="005B3ED9" w:rsidRDefault="005B3ED9" w:rsidP="005B3ED9">
      <w:r>
        <w:t>501.7142</w:t>
      </w:r>
      <w:r>
        <w:tab/>
        <w:t>2.025e0</w:t>
      </w:r>
    </w:p>
    <w:p w:rsidR="005B3ED9" w:rsidRDefault="005B3ED9" w:rsidP="005B3ED9">
      <w:r>
        <w:t>501.7328</w:t>
      </w:r>
      <w:r>
        <w:tab/>
        <w:t>1.013e0</w:t>
      </w:r>
    </w:p>
    <w:p w:rsidR="005B3ED9" w:rsidRDefault="005B3ED9" w:rsidP="005B3ED9">
      <w:r>
        <w:t>501.7726</w:t>
      </w:r>
      <w:r>
        <w:tab/>
        <w:t>1.013e0</w:t>
      </w:r>
    </w:p>
    <w:p w:rsidR="005B3ED9" w:rsidRDefault="005B3ED9" w:rsidP="005B3ED9">
      <w:r>
        <w:t>501.8671</w:t>
      </w:r>
      <w:r>
        <w:tab/>
        <w:t>1.013e0</w:t>
      </w:r>
    </w:p>
    <w:p w:rsidR="005B3ED9" w:rsidRDefault="005B3ED9" w:rsidP="005B3ED9">
      <w:r>
        <w:t>501.8827</w:t>
      </w:r>
      <w:r>
        <w:tab/>
        <w:t>1.013e0</w:t>
      </w:r>
    </w:p>
    <w:p w:rsidR="005B3ED9" w:rsidRDefault="005B3ED9" w:rsidP="005B3ED9">
      <w:r>
        <w:t>501.9275</w:t>
      </w:r>
      <w:r>
        <w:tab/>
        <w:t>1.013e0</w:t>
      </w:r>
    </w:p>
    <w:p w:rsidR="005B3ED9" w:rsidRDefault="005B3ED9" w:rsidP="005B3ED9">
      <w:r>
        <w:t>501.9449</w:t>
      </w:r>
      <w:r>
        <w:tab/>
        <w:t>2.025e0</w:t>
      </w:r>
    </w:p>
    <w:p w:rsidR="005B3ED9" w:rsidRDefault="005B3ED9" w:rsidP="005B3ED9">
      <w:r>
        <w:t>501.9884</w:t>
      </w:r>
      <w:r>
        <w:tab/>
        <w:t>1.013e0</w:t>
      </w:r>
    </w:p>
    <w:p w:rsidR="005B3ED9" w:rsidRDefault="005B3ED9" w:rsidP="005B3ED9">
      <w:r>
        <w:t>502.0668</w:t>
      </w:r>
      <w:r>
        <w:tab/>
        <w:t>1.013e0</w:t>
      </w:r>
    </w:p>
    <w:p w:rsidR="005B3ED9" w:rsidRDefault="005B3ED9" w:rsidP="005B3ED9">
      <w:r>
        <w:t>502.0719</w:t>
      </w:r>
      <w:r>
        <w:tab/>
        <w:t>1.013e0</w:t>
      </w:r>
    </w:p>
    <w:p w:rsidR="005B3ED9" w:rsidRDefault="005B3ED9" w:rsidP="005B3ED9">
      <w:r>
        <w:t>502.1771</w:t>
      </w:r>
      <w:r>
        <w:tab/>
        <w:t>7.089e0</w:t>
      </w:r>
    </w:p>
    <w:p w:rsidR="005B3ED9" w:rsidRDefault="005B3ED9" w:rsidP="005B3ED9">
      <w:r>
        <w:t>502.1817</w:t>
      </w:r>
      <w:r>
        <w:tab/>
        <w:t>1.013e1</w:t>
      </w:r>
    </w:p>
    <w:p w:rsidR="005B3ED9" w:rsidRDefault="005B3ED9" w:rsidP="005B3ED9">
      <w:r>
        <w:t>502.1888</w:t>
      </w:r>
      <w:r>
        <w:tab/>
        <w:t>2.025e0</w:t>
      </w:r>
    </w:p>
    <w:p w:rsidR="005B3ED9" w:rsidRDefault="005B3ED9" w:rsidP="005B3ED9">
      <w:r>
        <w:t>502.2402</w:t>
      </w:r>
      <w:r>
        <w:tab/>
        <w:t>1.013e0</w:t>
      </w:r>
    </w:p>
    <w:p w:rsidR="005B3ED9" w:rsidRDefault="005B3ED9" w:rsidP="005B3ED9">
      <w:r>
        <w:lastRenderedPageBreak/>
        <w:t>502.2934</w:t>
      </w:r>
      <w:r>
        <w:tab/>
        <w:t>1.013e0</w:t>
      </w:r>
    </w:p>
    <w:p w:rsidR="005B3ED9" w:rsidRDefault="005B3ED9" w:rsidP="005B3ED9">
      <w:r>
        <w:t>502.3164</w:t>
      </w:r>
      <w:r>
        <w:tab/>
        <w:t>2.025e0</w:t>
      </w:r>
    </w:p>
    <w:p w:rsidR="005B3ED9" w:rsidRDefault="005B3ED9" w:rsidP="005B3ED9">
      <w:r>
        <w:t>502.3718</w:t>
      </w:r>
      <w:r>
        <w:tab/>
        <w:t>1.013e0</w:t>
      </w:r>
    </w:p>
    <w:p w:rsidR="005B3ED9" w:rsidRDefault="005B3ED9" w:rsidP="005B3ED9">
      <w:r>
        <w:t>502.3929</w:t>
      </w:r>
      <w:r>
        <w:tab/>
        <w:t>1.013e0</w:t>
      </w:r>
    </w:p>
    <w:p w:rsidR="005B3ED9" w:rsidRDefault="005B3ED9" w:rsidP="005B3ED9">
      <w:r>
        <w:t>502.3979</w:t>
      </w:r>
      <w:r>
        <w:tab/>
        <w:t>1.013e0</w:t>
      </w:r>
    </w:p>
    <w:p w:rsidR="005B3ED9" w:rsidRDefault="005B3ED9" w:rsidP="005B3ED9">
      <w:r>
        <w:t>502.4067</w:t>
      </w:r>
      <w:r>
        <w:tab/>
        <w:t>1.013e0</w:t>
      </w:r>
    </w:p>
    <w:p w:rsidR="005B3ED9" w:rsidRDefault="005B3ED9" w:rsidP="005B3ED9">
      <w:r>
        <w:t>502.4876</w:t>
      </w:r>
      <w:r>
        <w:tab/>
        <w:t>1.013e0</w:t>
      </w:r>
    </w:p>
    <w:p w:rsidR="005B3ED9" w:rsidRDefault="005B3ED9" w:rsidP="005B3ED9">
      <w:r>
        <w:t>502.4953</w:t>
      </w:r>
      <w:r>
        <w:tab/>
        <w:t>2.025e0</w:t>
      </w:r>
    </w:p>
    <w:p w:rsidR="005B3ED9" w:rsidRDefault="005B3ED9" w:rsidP="005B3ED9">
      <w:r>
        <w:t>502.5026</w:t>
      </w:r>
      <w:r>
        <w:tab/>
        <w:t>1.013e0</w:t>
      </w:r>
    </w:p>
    <w:p w:rsidR="005B3ED9" w:rsidRDefault="005B3ED9" w:rsidP="005B3ED9">
      <w:r>
        <w:t>502.5462</w:t>
      </w:r>
      <w:r>
        <w:tab/>
        <w:t>1.013e0</w:t>
      </w:r>
    </w:p>
    <w:p w:rsidR="005B3ED9" w:rsidRDefault="005B3ED9" w:rsidP="005B3ED9">
      <w:r>
        <w:t>502.5637</w:t>
      </w:r>
      <w:r>
        <w:tab/>
        <w:t>1.013e0</w:t>
      </w:r>
    </w:p>
    <w:p w:rsidR="005B3ED9" w:rsidRDefault="005B3ED9" w:rsidP="005B3ED9">
      <w:r>
        <w:t>502.6857</w:t>
      </w:r>
      <w:r>
        <w:tab/>
        <w:t>1.013e0</w:t>
      </w:r>
    </w:p>
    <w:p w:rsidR="005B3ED9" w:rsidRDefault="005B3ED9" w:rsidP="005B3ED9">
      <w:r>
        <w:t>502.7137</w:t>
      </w:r>
      <w:r>
        <w:tab/>
        <w:t>1.013e0</w:t>
      </w:r>
    </w:p>
    <w:p w:rsidR="005B3ED9" w:rsidRDefault="005B3ED9" w:rsidP="005B3ED9">
      <w:r>
        <w:t>502.7467</w:t>
      </w:r>
      <w:r>
        <w:tab/>
        <w:t>1.013e0</w:t>
      </w:r>
    </w:p>
    <w:p w:rsidR="005B3ED9" w:rsidRDefault="005B3ED9" w:rsidP="005B3ED9">
      <w:r>
        <w:t>502.7554</w:t>
      </w:r>
      <w:r>
        <w:tab/>
        <w:t>1.013e0</w:t>
      </w:r>
    </w:p>
    <w:p w:rsidR="005B3ED9" w:rsidRDefault="005B3ED9" w:rsidP="005B3ED9">
      <w:r>
        <w:t>502.7729</w:t>
      </w:r>
      <w:r>
        <w:tab/>
        <w:t>1.013e0</w:t>
      </w:r>
    </w:p>
    <w:p w:rsidR="005B3ED9" w:rsidRDefault="005B3ED9" w:rsidP="005B3ED9">
      <w:r>
        <w:t>502.7990</w:t>
      </w:r>
      <w:r>
        <w:tab/>
        <w:t>1.013e0</w:t>
      </w:r>
    </w:p>
    <w:p w:rsidR="005B3ED9" w:rsidRDefault="005B3ED9" w:rsidP="005B3ED9">
      <w:r>
        <w:t>502.8227</w:t>
      </w:r>
      <w:r>
        <w:tab/>
        <w:t>2.025e0</w:t>
      </w:r>
    </w:p>
    <w:p w:rsidR="005B3ED9" w:rsidRDefault="005B3ED9" w:rsidP="005B3ED9">
      <w:r>
        <w:t>502.8268</w:t>
      </w:r>
      <w:r>
        <w:tab/>
        <w:t>1.013e0</w:t>
      </w:r>
    </w:p>
    <w:p w:rsidR="005B3ED9" w:rsidRDefault="005B3ED9" w:rsidP="005B3ED9">
      <w:r>
        <w:lastRenderedPageBreak/>
        <w:t>502.8688</w:t>
      </w:r>
      <w:r>
        <w:tab/>
        <w:t>1.013e0</w:t>
      </w:r>
    </w:p>
    <w:p w:rsidR="005B3ED9" w:rsidRDefault="005B3ED9" w:rsidP="005B3ED9">
      <w:r>
        <w:t>502.8863</w:t>
      </w:r>
      <w:r>
        <w:tab/>
        <w:t>1.013e0</w:t>
      </w:r>
    </w:p>
    <w:p w:rsidR="005B3ED9" w:rsidRDefault="005B3ED9" w:rsidP="005B3ED9">
      <w:r>
        <w:t>502.9212</w:t>
      </w:r>
      <w:r>
        <w:tab/>
        <w:t>1.013e0</w:t>
      </w:r>
    </w:p>
    <w:p w:rsidR="005B3ED9" w:rsidRDefault="005B3ED9" w:rsidP="005B3ED9">
      <w:r>
        <w:t>502.9294</w:t>
      </w:r>
      <w:r>
        <w:tab/>
        <w:t>3.038e0</w:t>
      </w:r>
    </w:p>
    <w:p w:rsidR="005B3ED9" w:rsidRDefault="005B3ED9" w:rsidP="005B3ED9">
      <w:r>
        <w:t>502.9555</w:t>
      </w:r>
      <w:r>
        <w:tab/>
        <w:t>2.025e0</w:t>
      </w:r>
    </w:p>
    <w:p w:rsidR="005B3ED9" w:rsidRDefault="005B3ED9" w:rsidP="005B3ED9">
      <w:r>
        <w:t>502.9910</w:t>
      </w:r>
      <w:r>
        <w:tab/>
        <w:t>1.013e0</w:t>
      </w:r>
    </w:p>
    <w:p w:rsidR="005B3ED9" w:rsidRDefault="005B3ED9" w:rsidP="005B3ED9">
      <w:r>
        <w:t>503.0434</w:t>
      </w:r>
      <w:r>
        <w:tab/>
        <w:t>1.013e0</w:t>
      </w:r>
    </w:p>
    <w:p w:rsidR="005B3ED9" w:rsidRDefault="005B3ED9" w:rsidP="005B3ED9">
      <w:r>
        <w:t>503.1736</w:t>
      </w:r>
      <w:r>
        <w:tab/>
        <w:t>2.025e0</w:t>
      </w:r>
    </w:p>
    <w:p w:rsidR="005B3ED9" w:rsidRDefault="005B3ED9" w:rsidP="005B3ED9">
      <w:r>
        <w:t>503.1801</w:t>
      </w:r>
      <w:r>
        <w:tab/>
        <w:t>3.038e0</w:t>
      </w:r>
    </w:p>
    <w:p w:rsidR="005B3ED9" w:rsidRDefault="005B3ED9" w:rsidP="005B3ED9">
      <w:r>
        <w:t>503.2064</w:t>
      </w:r>
      <w:r>
        <w:tab/>
        <w:t>3.038e0</w:t>
      </w:r>
    </w:p>
    <w:p w:rsidR="005B3ED9" w:rsidRDefault="005B3ED9" w:rsidP="005B3ED9">
      <w:r>
        <w:t>503.2267</w:t>
      </w:r>
      <w:r>
        <w:tab/>
        <w:t>1.013e0</w:t>
      </w:r>
    </w:p>
    <w:p w:rsidR="005B3ED9" w:rsidRDefault="005B3ED9" w:rsidP="005B3ED9">
      <w:r>
        <w:t>503.2354</w:t>
      </w:r>
      <w:r>
        <w:tab/>
        <w:t>2.025e0</w:t>
      </w:r>
    </w:p>
    <w:p w:rsidR="005B3ED9" w:rsidRDefault="005B3ED9" w:rsidP="005B3ED9">
      <w:r>
        <w:t>503.2615</w:t>
      </w:r>
      <w:r>
        <w:tab/>
        <w:t>2.025e0</w:t>
      </w:r>
    </w:p>
    <w:p w:rsidR="005B3ED9" w:rsidRDefault="005B3ED9" w:rsidP="005B3ED9">
      <w:r>
        <w:t>503.2759</w:t>
      </w:r>
      <w:r>
        <w:tab/>
        <w:t>1.013e0</w:t>
      </w:r>
    </w:p>
    <w:p w:rsidR="005B3ED9" w:rsidRDefault="005B3ED9" w:rsidP="005B3ED9">
      <w:r>
        <w:t>503.2783</w:t>
      </w:r>
      <w:r>
        <w:tab/>
        <w:t>2.025e0</w:t>
      </w:r>
    </w:p>
    <w:p w:rsidR="005B3ED9" w:rsidRDefault="005B3ED9" w:rsidP="005B3ED9">
      <w:r>
        <w:t>503.3468</w:t>
      </w:r>
      <w:r>
        <w:tab/>
        <w:t>3.038e0</w:t>
      </w:r>
    </w:p>
    <w:p w:rsidR="005B3ED9" w:rsidRDefault="005B3ED9" w:rsidP="005B3ED9">
      <w:r>
        <w:t>503.3508</w:t>
      </w:r>
      <w:r>
        <w:tab/>
        <w:t>3.038e0</w:t>
      </w:r>
    </w:p>
    <w:p w:rsidR="005B3ED9" w:rsidRDefault="005B3ED9" w:rsidP="005B3ED9">
      <w:r>
        <w:t>503.3524</w:t>
      </w:r>
      <w:r>
        <w:tab/>
        <w:t>1.013e0</w:t>
      </w:r>
    </w:p>
    <w:p w:rsidR="005B3ED9" w:rsidRDefault="005B3ED9" w:rsidP="005B3ED9">
      <w:r>
        <w:t>503.4361</w:t>
      </w:r>
      <w:r>
        <w:tab/>
        <w:t>1.013e0</w:t>
      </w:r>
    </w:p>
    <w:p w:rsidR="005B3ED9" w:rsidRDefault="005B3ED9" w:rsidP="005B3ED9">
      <w:r>
        <w:lastRenderedPageBreak/>
        <w:t>503.4988</w:t>
      </w:r>
      <w:r>
        <w:tab/>
        <w:t>2.025e0</w:t>
      </w:r>
    </w:p>
    <w:p w:rsidR="005B3ED9" w:rsidRDefault="005B3ED9" w:rsidP="005B3ED9">
      <w:r>
        <w:t>503.6108</w:t>
      </w:r>
      <w:r>
        <w:tab/>
        <w:t>1.013e0</w:t>
      </w:r>
    </w:p>
    <w:p w:rsidR="005B3ED9" w:rsidRDefault="005B3ED9" w:rsidP="005B3ED9">
      <w:r>
        <w:t>503.6458</w:t>
      </w:r>
      <w:r>
        <w:tab/>
        <w:t>1.013e0</w:t>
      </w:r>
    </w:p>
    <w:p w:rsidR="005B3ED9" w:rsidRDefault="005B3ED9" w:rsidP="005B3ED9">
      <w:r>
        <w:t>503.7157</w:t>
      </w:r>
      <w:r>
        <w:tab/>
        <w:t>1.013e0</w:t>
      </w:r>
    </w:p>
    <w:p w:rsidR="005B3ED9" w:rsidRDefault="005B3ED9" w:rsidP="005B3ED9">
      <w:r>
        <w:t>503.7681</w:t>
      </w:r>
      <w:r>
        <w:tab/>
        <w:t>1.013e0</w:t>
      </w:r>
    </w:p>
    <w:p w:rsidR="005B3ED9" w:rsidRDefault="005B3ED9" w:rsidP="005B3ED9">
      <w:r>
        <w:t>503.7862</w:t>
      </w:r>
      <w:r>
        <w:tab/>
        <w:t>1.013e0</w:t>
      </w:r>
    </w:p>
    <w:p w:rsidR="005B3ED9" w:rsidRDefault="005B3ED9" w:rsidP="005B3ED9">
      <w:r>
        <w:t>503.8057</w:t>
      </w:r>
      <w:r>
        <w:tab/>
        <w:t>2.025e0</w:t>
      </w:r>
    </w:p>
    <w:p w:rsidR="005B3ED9" w:rsidRDefault="005B3ED9" w:rsidP="005B3ED9">
      <w:r>
        <w:t>503.8730</w:t>
      </w:r>
      <w:r>
        <w:tab/>
        <w:t>1.013e0</w:t>
      </w:r>
    </w:p>
    <w:p w:rsidR="005B3ED9" w:rsidRDefault="005B3ED9" w:rsidP="005B3ED9">
      <w:r>
        <w:t>503.9194</w:t>
      </w:r>
      <w:r>
        <w:tab/>
        <w:t>3.038e0</w:t>
      </w:r>
    </w:p>
    <w:p w:rsidR="005B3ED9" w:rsidRDefault="005B3ED9" w:rsidP="005B3ED9">
      <w:r>
        <w:t>503.9544</w:t>
      </w:r>
      <w:r>
        <w:tab/>
        <w:t>2.025e0</w:t>
      </w:r>
    </w:p>
    <w:p w:rsidR="005B3ED9" w:rsidRDefault="005B3ED9" w:rsidP="005B3ED9">
      <w:r>
        <w:t>504.1265</w:t>
      </w:r>
      <w:r>
        <w:tab/>
        <w:t>1.013e0</w:t>
      </w:r>
    </w:p>
    <w:p w:rsidR="005B3ED9" w:rsidRDefault="005B3ED9" w:rsidP="005B3ED9">
      <w:r>
        <w:t>504.1614</w:t>
      </w:r>
      <w:r>
        <w:tab/>
        <w:t>2.025e0</w:t>
      </w:r>
    </w:p>
    <w:p w:rsidR="005B3ED9" w:rsidRDefault="005B3ED9" w:rsidP="005B3ED9">
      <w:r>
        <w:t>504.1805</w:t>
      </w:r>
      <w:r>
        <w:tab/>
        <w:t>2.025e0</w:t>
      </w:r>
    </w:p>
    <w:p w:rsidR="005B3ED9" w:rsidRDefault="005B3ED9" w:rsidP="005B3ED9">
      <w:r>
        <w:t>504.1882</w:t>
      </w:r>
      <w:r>
        <w:tab/>
        <w:t>2.025e0</w:t>
      </w:r>
    </w:p>
    <w:p w:rsidR="005B3ED9" w:rsidRDefault="005B3ED9" w:rsidP="005B3ED9">
      <w:r>
        <w:t>504.1998</w:t>
      </w:r>
      <w:r>
        <w:tab/>
        <w:t>2.025e0</w:t>
      </w:r>
    </w:p>
    <w:p w:rsidR="005B3ED9" w:rsidRDefault="005B3ED9" w:rsidP="005B3ED9">
      <w:r>
        <w:t>504.2965</w:t>
      </w:r>
      <w:r>
        <w:tab/>
        <w:t>4.051e0</w:t>
      </w:r>
    </w:p>
    <w:p w:rsidR="005B3ED9" w:rsidRDefault="005B3ED9" w:rsidP="005B3ED9">
      <w:r>
        <w:t>504.3014</w:t>
      </w:r>
      <w:r>
        <w:tab/>
        <w:t>2.025e0</w:t>
      </w:r>
    </w:p>
    <w:p w:rsidR="005B3ED9" w:rsidRDefault="005B3ED9" w:rsidP="005B3ED9">
      <w:r>
        <w:t>504.3364</w:t>
      </w:r>
      <w:r>
        <w:tab/>
        <w:t>1.013e0</w:t>
      </w:r>
    </w:p>
    <w:p w:rsidR="005B3ED9" w:rsidRDefault="005B3ED9" w:rsidP="005B3ED9">
      <w:r>
        <w:t>504.3853</w:t>
      </w:r>
      <w:r>
        <w:tab/>
        <w:t>1.013e0</w:t>
      </w:r>
    </w:p>
    <w:p w:rsidR="005B3ED9" w:rsidRDefault="005B3ED9" w:rsidP="005B3ED9">
      <w:r>
        <w:lastRenderedPageBreak/>
        <w:t>504.4851</w:t>
      </w:r>
      <w:r>
        <w:tab/>
        <w:t>1.013e0</w:t>
      </w:r>
    </w:p>
    <w:p w:rsidR="005B3ED9" w:rsidRDefault="005B3ED9" w:rsidP="005B3ED9">
      <w:r>
        <w:t>504.5275</w:t>
      </w:r>
      <w:r>
        <w:tab/>
        <w:t>2.025e0</w:t>
      </w:r>
    </w:p>
    <w:p w:rsidR="005B3ED9" w:rsidRDefault="005B3ED9" w:rsidP="005B3ED9">
      <w:r>
        <w:t>504.5988</w:t>
      </w:r>
      <w:r>
        <w:tab/>
        <w:t>1.013e0</w:t>
      </w:r>
    </w:p>
    <w:p w:rsidR="005B3ED9" w:rsidRDefault="005B3ED9" w:rsidP="005B3ED9">
      <w:r>
        <w:t>504.6601</w:t>
      </w:r>
      <w:r>
        <w:tab/>
        <w:t>1.013e0</w:t>
      </w:r>
    </w:p>
    <w:p w:rsidR="005B3ED9" w:rsidRDefault="005B3ED9" w:rsidP="005B3ED9">
      <w:r>
        <w:t>504.7430</w:t>
      </w:r>
      <w:r>
        <w:tab/>
        <w:t>1.013e0</w:t>
      </w:r>
    </w:p>
    <w:p w:rsidR="005B3ED9" w:rsidRDefault="005B3ED9" w:rsidP="005B3ED9">
      <w:r>
        <w:t>504.7651</w:t>
      </w:r>
      <w:r>
        <w:tab/>
        <w:t>1.013e0</w:t>
      </w:r>
    </w:p>
    <w:p w:rsidR="005B3ED9" w:rsidRDefault="005B3ED9" w:rsidP="005B3ED9">
      <w:r>
        <w:t>504.8377</w:t>
      </w:r>
      <w:r>
        <w:tab/>
        <w:t>1.013e0</w:t>
      </w:r>
    </w:p>
    <w:p w:rsidR="005B3ED9" w:rsidRDefault="005B3ED9" w:rsidP="005B3ED9">
      <w:r>
        <w:t>504.8511</w:t>
      </w:r>
      <w:r>
        <w:tab/>
        <w:t>2.025e0</w:t>
      </w:r>
    </w:p>
    <w:p w:rsidR="005B3ED9" w:rsidRDefault="005B3ED9" w:rsidP="005B3ED9">
      <w:r>
        <w:t>504.8792</w:t>
      </w:r>
      <w:r>
        <w:tab/>
        <w:t>2.025e0</w:t>
      </w:r>
    </w:p>
    <w:p w:rsidR="005B3ED9" w:rsidRDefault="005B3ED9" w:rsidP="005B3ED9">
      <w:r>
        <w:t>504.9578</w:t>
      </w:r>
      <w:r>
        <w:tab/>
        <w:t>1.013e0</w:t>
      </w:r>
    </w:p>
    <w:p w:rsidR="005B3ED9" w:rsidRDefault="005B3ED9" w:rsidP="005B3ED9">
      <w:r>
        <w:t>504.9704</w:t>
      </w:r>
      <w:r>
        <w:tab/>
        <w:t>2.025e0</w:t>
      </w:r>
    </w:p>
    <w:p w:rsidR="005B3ED9" w:rsidRDefault="005B3ED9" w:rsidP="005B3ED9">
      <w:r>
        <w:t>505.0117</w:t>
      </w:r>
      <w:r>
        <w:tab/>
        <w:t>2.025e0</w:t>
      </w:r>
    </w:p>
    <w:p w:rsidR="005B3ED9" w:rsidRDefault="005B3ED9" w:rsidP="005B3ED9">
      <w:r>
        <w:t>505.0541</w:t>
      </w:r>
      <w:r>
        <w:tab/>
        <w:t>1.013e0</w:t>
      </w:r>
    </w:p>
    <w:p w:rsidR="005B3ED9" w:rsidRDefault="005B3ED9" w:rsidP="005B3ED9">
      <w:r>
        <w:t>505.0608</w:t>
      </w:r>
      <w:r>
        <w:tab/>
        <w:t>2.025e0</w:t>
      </w:r>
    </w:p>
    <w:p w:rsidR="005B3ED9" w:rsidRDefault="005B3ED9" w:rsidP="005B3ED9">
      <w:r>
        <w:t>505.1189</w:t>
      </w:r>
      <w:r>
        <w:tab/>
        <w:t>1.013e0</w:t>
      </w:r>
    </w:p>
    <w:p w:rsidR="005B3ED9" w:rsidRDefault="005B3ED9" w:rsidP="005B3ED9">
      <w:r>
        <w:t>505.1242</w:t>
      </w:r>
      <w:r>
        <w:tab/>
        <w:t>1.013e0</w:t>
      </w:r>
    </w:p>
    <w:p w:rsidR="005B3ED9" w:rsidRDefault="005B3ED9" w:rsidP="005B3ED9">
      <w:r>
        <w:t>505.1330</w:t>
      </w:r>
      <w:r>
        <w:tab/>
        <w:t>1.013e0</w:t>
      </w:r>
    </w:p>
    <w:p w:rsidR="005B3ED9" w:rsidRDefault="005B3ED9" w:rsidP="005B3ED9">
      <w:r>
        <w:t>505.2137</w:t>
      </w:r>
      <w:r>
        <w:tab/>
        <w:t>1.013e0</w:t>
      </w:r>
    </w:p>
    <w:p w:rsidR="005B3ED9" w:rsidRDefault="005B3ED9" w:rsidP="005B3ED9">
      <w:r>
        <w:t>505.2556</w:t>
      </w:r>
      <w:r>
        <w:tab/>
        <w:t>2.025e0</w:t>
      </w:r>
    </w:p>
    <w:p w:rsidR="005B3ED9" w:rsidRDefault="005B3ED9" w:rsidP="005B3ED9">
      <w:r>
        <w:lastRenderedPageBreak/>
        <w:t>505.2642</w:t>
      </w:r>
      <w:r>
        <w:tab/>
        <w:t>2.025e0</w:t>
      </w:r>
    </w:p>
    <w:p w:rsidR="005B3ED9" w:rsidRDefault="005B3ED9" w:rsidP="005B3ED9">
      <w:r>
        <w:t>505.2994</w:t>
      </w:r>
      <w:r>
        <w:tab/>
        <w:t>1.013e0</w:t>
      </w:r>
    </w:p>
    <w:p w:rsidR="005B3ED9" w:rsidRDefault="005B3ED9" w:rsidP="005B3ED9">
      <w:r>
        <w:t>505.3134</w:t>
      </w:r>
      <w:r>
        <w:tab/>
        <w:t>2.025e0</w:t>
      </w:r>
    </w:p>
    <w:p w:rsidR="005B3ED9" w:rsidRDefault="005B3ED9" w:rsidP="005B3ED9">
      <w:r>
        <w:t>505.3542</w:t>
      </w:r>
      <w:r>
        <w:tab/>
        <w:t>2.025e0</w:t>
      </w:r>
    </w:p>
    <w:p w:rsidR="005B3ED9" w:rsidRDefault="005B3ED9" w:rsidP="005B3ED9">
      <w:r>
        <w:t>505.3568</w:t>
      </w:r>
      <w:r>
        <w:tab/>
        <w:t>2.025e0</w:t>
      </w:r>
    </w:p>
    <w:p w:rsidR="005B3ED9" w:rsidRDefault="005B3ED9" w:rsidP="005B3ED9">
      <w:r>
        <w:t>505.4001</w:t>
      </w:r>
      <w:r>
        <w:tab/>
        <w:t>1.013e0</w:t>
      </w:r>
    </w:p>
    <w:p w:rsidR="005B3ED9" w:rsidRDefault="005B3ED9" w:rsidP="005B3ED9">
      <w:r>
        <w:t>505.5360</w:t>
      </w:r>
      <w:r>
        <w:tab/>
        <w:t>1.013e0</w:t>
      </w:r>
    </w:p>
    <w:p w:rsidR="005B3ED9" w:rsidRDefault="005B3ED9" w:rsidP="005B3ED9">
      <w:r>
        <w:t>505.5958</w:t>
      </w:r>
      <w:r>
        <w:tab/>
        <w:t>2.025e0</w:t>
      </w:r>
    </w:p>
    <w:p w:rsidR="005B3ED9" w:rsidRDefault="005B3ED9" w:rsidP="005B3ED9">
      <w:r>
        <w:t>505.6252</w:t>
      </w:r>
      <w:r>
        <w:tab/>
        <w:t>2.025e0</w:t>
      </w:r>
    </w:p>
    <w:p w:rsidR="005B3ED9" w:rsidRDefault="005B3ED9" w:rsidP="005B3ED9">
      <w:r>
        <w:t>505.6553</w:t>
      </w:r>
      <w:r>
        <w:tab/>
        <w:t>2.025e0</w:t>
      </w:r>
    </w:p>
    <w:p w:rsidR="005B3ED9" w:rsidRDefault="005B3ED9" w:rsidP="005B3ED9">
      <w:r>
        <w:t>505.9075</w:t>
      </w:r>
      <w:r>
        <w:tab/>
        <w:t>1.013e0</w:t>
      </w:r>
    </w:p>
    <w:p w:rsidR="005B3ED9" w:rsidRDefault="005B3ED9" w:rsidP="005B3ED9">
      <w:r>
        <w:t>506.0096</w:t>
      </w:r>
      <w:r>
        <w:tab/>
        <w:t>1.013e0</w:t>
      </w:r>
    </w:p>
    <w:p w:rsidR="005B3ED9" w:rsidRDefault="005B3ED9" w:rsidP="005B3ED9">
      <w:r>
        <w:t>506.0272</w:t>
      </w:r>
      <w:r>
        <w:tab/>
        <w:t>1.013e0</w:t>
      </w:r>
    </w:p>
    <w:p w:rsidR="005B3ED9" w:rsidRDefault="005B3ED9" w:rsidP="005B3ED9">
      <w:r>
        <w:t>506.0623</w:t>
      </w:r>
      <w:r>
        <w:tab/>
        <w:t>1.013e0</w:t>
      </w:r>
    </w:p>
    <w:p w:rsidR="005B3ED9" w:rsidRDefault="005B3ED9" w:rsidP="005B3ED9">
      <w:r>
        <w:t>506.0664</w:t>
      </w:r>
      <w:r>
        <w:tab/>
        <w:t>2.025e0</w:t>
      </w:r>
    </w:p>
    <w:p w:rsidR="005B3ED9" w:rsidRDefault="005B3ED9" w:rsidP="005B3ED9">
      <w:r>
        <w:t>506.1084</w:t>
      </w:r>
      <w:r>
        <w:tab/>
        <w:t>2.025e0</w:t>
      </w:r>
    </w:p>
    <w:p w:rsidR="005B3ED9" w:rsidRDefault="005B3ED9" w:rsidP="005B3ED9">
      <w:r>
        <w:t>506.1237</w:t>
      </w:r>
      <w:r>
        <w:tab/>
        <w:t>1.013e0</w:t>
      </w:r>
    </w:p>
    <w:p w:rsidR="005B3ED9" w:rsidRDefault="005B3ED9" w:rsidP="005B3ED9">
      <w:r>
        <w:t>506.1520</w:t>
      </w:r>
      <w:r>
        <w:tab/>
        <w:t>1.013e0</w:t>
      </w:r>
    </w:p>
    <w:p w:rsidR="005B3ED9" w:rsidRDefault="005B3ED9" w:rsidP="005B3ED9">
      <w:r>
        <w:t>506.2027</w:t>
      </w:r>
      <w:r>
        <w:tab/>
        <w:t>1.013e0</w:t>
      </w:r>
    </w:p>
    <w:p w:rsidR="005B3ED9" w:rsidRDefault="005B3ED9" w:rsidP="005B3ED9">
      <w:r>
        <w:lastRenderedPageBreak/>
        <w:t>506.2220</w:t>
      </w:r>
      <w:r>
        <w:tab/>
        <w:t>2.025e0</w:t>
      </w:r>
    </w:p>
    <w:p w:rsidR="005B3ED9" w:rsidRDefault="005B3ED9" w:rsidP="005B3ED9">
      <w:r>
        <w:t>506.2436</w:t>
      </w:r>
      <w:r>
        <w:tab/>
        <w:t>1.013e0</w:t>
      </w:r>
    </w:p>
    <w:p w:rsidR="005B3ED9" w:rsidRDefault="005B3ED9" w:rsidP="005B3ED9">
      <w:r>
        <w:t>506.2844</w:t>
      </w:r>
      <w:r>
        <w:tab/>
        <w:t>2.025e0</w:t>
      </w:r>
    </w:p>
    <w:p w:rsidR="005B3ED9" w:rsidRDefault="005B3ED9" w:rsidP="005B3ED9">
      <w:r>
        <w:t>506.3168</w:t>
      </w:r>
      <w:r>
        <w:tab/>
        <w:t>1.013e0</w:t>
      </w:r>
    </w:p>
    <w:p w:rsidR="005B3ED9" w:rsidRDefault="005B3ED9" w:rsidP="005B3ED9">
      <w:r>
        <w:t>506.3343</w:t>
      </w:r>
      <w:r>
        <w:tab/>
        <w:t>2.025e0</w:t>
      </w:r>
    </w:p>
    <w:p w:rsidR="005B3ED9" w:rsidRDefault="005B3ED9" w:rsidP="005B3ED9">
      <w:r>
        <w:t>506.3843</w:t>
      </w:r>
      <w:r>
        <w:tab/>
        <w:t>2.025e0</w:t>
      </w:r>
    </w:p>
    <w:p w:rsidR="005B3ED9" w:rsidRDefault="005B3ED9" w:rsidP="005B3ED9">
      <w:r>
        <w:t>506.3926</w:t>
      </w:r>
      <w:r>
        <w:tab/>
        <w:t>3.038e0</w:t>
      </w:r>
    </w:p>
    <w:p w:rsidR="005B3ED9" w:rsidRDefault="005B3ED9" w:rsidP="005B3ED9">
      <w:r>
        <w:t>506.4174</w:t>
      </w:r>
      <w:r>
        <w:tab/>
        <w:t>4.051e0</w:t>
      </w:r>
    </w:p>
    <w:p w:rsidR="005B3ED9" w:rsidRDefault="005B3ED9" w:rsidP="005B3ED9">
      <w:r>
        <w:t>506.4194</w:t>
      </w:r>
      <w:r>
        <w:tab/>
        <w:t>2.025e0</w:t>
      </w:r>
    </w:p>
    <w:p w:rsidR="005B3ED9" w:rsidRDefault="005B3ED9" w:rsidP="005B3ED9">
      <w:r>
        <w:t>506.6747</w:t>
      </w:r>
      <w:r>
        <w:tab/>
        <w:t>1.013e0</w:t>
      </w:r>
    </w:p>
    <w:p w:rsidR="005B3ED9" w:rsidRDefault="005B3ED9" w:rsidP="005B3ED9">
      <w:r>
        <w:t>506.7296</w:t>
      </w:r>
      <w:r>
        <w:tab/>
        <w:t>1.013e0</w:t>
      </w:r>
    </w:p>
    <w:p w:rsidR="005B3ED9" w:rsidRDefault="005B3ED9" w:rsidP="005B3ED9">
      <w:r>
        <w:t>506.7757</w:t>
      </w:r>
      <w:r>
        <w:tab/>
        <w:t>3.038e0</w:t>
      </w:r>
    </w:p>
    <w:p w:rsidR="005B3ED9" w:rsidRDefault="005B3ED9" w:rsidP="005B3ED9">
      <w:r>
        <w:t>506.7878</w:t>
      </w:r>
      <w:r>
        <w:tab/>
        <w:t>1.013e0</w:t>
      </w:r>
    </w:p>
    <w:p w:rsidR="005B3ED9" w:rsidRDefault="005B3ED9" w:rsidP="005B3ED9">
      <w:r>
        <w:t>506.8702</w:t>
      </w:r>
      <w:r>
        <w:tab/>
        <w:t>1.013e0</w:t>
      </w:r>
    </w:p>
    <w:p w:rsidR="005B3ED9" w:rsidRDefault="005B3ED9" w:rsidP="005B3ED9">
      <w:r>
        <w:t>506.8920</w:t>
      </w:r>
      <w:r>
        <w:tab/>
        <w:t>2.025e0</w:t>
      </w:r>
    </w:p>
    <w:p w:rsidR="005B3ED9" w:rsidRDefault="005B3ED9" w:rsidP="005B3ED9">
      <w:r>
        <w:t>506.9405</w:t>
      </w:r>
      <w:r>
        <w:tab/>
        <w:t>3.038e0</w:t>
      </w:r>
    </w:p>
    <w:p w:rsidR="005B3ED9" w:rsidRDefault="005B3ED9" w:rsidP="005B3ED9">
      <w:r>
        <w:t>507.0284</w:t>
      </w:r>
      <w:r>
        <w:tab/>
        <w:t>1.013e0</w:t>
      </w:r>
    </w:p>
    <w:p w:rsidR="005B3ED9" w:rsidRDefault="005B3ED9" w:rsidP="005B3ED9">
      <w:r>
        <w:t>507.1691</w:t>
      </w:r>
      <w:r>
        <w:tab/>
        <w:t>1.013e0</w:t>
      </w:r>
    </w:p>
    <w:p w:rsidR="005B3ED9" w:rsidRDefault="005B3ED9" w:rsidP="005B3ED9">
      <w:r>
        <w:t>507.2747</w:t>
      </w:r>
      <w:r>
        <w:tab/>
        <w:t>2.025e0</w:t>
      </w:r>
    </w:p>
    <w:p w:rsidR="005B3ED9" w:rsidRDefault="005B3ED9" w:rsidP="005B3ED9">
      <w:r>
        <w:lastRenderedPageBreak/>
        <w:t>507.2922</w:t>
      </w:r>
      <w:r>
        <w:tab/>
        <w:t>1.013e0</w:t>
      </w:r>
    </w:p>
    <w:p w:rsidR="005B3ED9" w:rsidRDefault="005B3ED9" w:rsidP="005B3ED9">
      <w:r>
        <w:t>507.3374</w:t>
      </w:r>
      <w:r>
        <w:tab/>
        <w:t>2.025e0</w:t>
      </w:r>
    </w:p>
    <w:p w:rsidR="005B3ED9" w:rsidRDefault="005B3ED9" w:rsidP="005B3ED9">
      <w:r>
        <w:t>507.3715</w:t>
      </w:r>
      <w:r>
        <w:tab/>
        <w:t>1.013e0</w:t>
      </w:r>
    </w:p>
    <w:p w:rsidR="005B3ED9" w:rsidRDefault="005B3ED9" w:rsidP="005B3ED9">
      <w:r>
        <w:t>507.4084</w:t>
      </w:r>
      <w:r>
        <w:tab/>
        <w:t>1.013e0</w:t>
      </w:r>
    </w:p>
    <w:p w:rsidR="005B3ED9" w:rsidRDefault="005B3ED9" w:rsidP="005B3ED9">
      <w:r>
        <w:t>507.4812</w:t>
      </w:r>
      <w:r>
        <w:tab/>
        <w:t>2.025e0</w:t>
      </w:r>
    </w:p>
    <w:p w:rsidR="005B3ED9" w:rsidRDefault="005B3ED9" w:rsidP="005B3ED9">
      <w:r>
        <w:t>507.5473</w:t>
      </w:r>
      <w:r>
        <w:tab/>
        <w:t>1.013e0</w:t>
      </w:r>
    </w:p>
    <w:p w:rsidR="005B3ED9" w:rsidRDefault="005B3ED9" w:rsidP="005B3ED9">
      <w:r>
        <w:t>507.5984</w:t>
      </w:r>
      <w:r>
        <w:tab/>
        <w:t>2.025e0</w:t>
      </w:r>
    </w:p>
    <w:p w:rsidR="005B3ED9" w:rsidRDefault="005B3ED9" w:rsidP="005B3ED9">
      <w:r>
        <w:t>507.6177</w:t>
      </w:r>
      <w:r>
        <w:tab/>
        <w:t>1.013e0</w:t>
      </w:r>
    </w:p>
    <w:p w:rsidR="005B3ED9" w:rsidRDefault="005B3ED9" w:rsidP="005B3ED9">
      <w:r>
        <w:t>507.6352</w:t>
      </w:r>
      <w:r>
        <w:tab/>
        <w:t>1.013e0</w:t>
      </w:r>
    </w:p>
    <w:p w:rsidR="005B3ED9" w:rsidRDefault="005B3ED9" w:rsidP="005B3ED9">
      <w:r>
        <w:t>507.6881</w:t>
      </w:r>
      <w:r>
        <w:tab/>
        <w:t>2.025e0</w:t>
      </w:r>
    </w:p>
    <w:p w:rsidR="005B3ED9" w:rsidRDefault="005B3ED9" w:rsidP="005B3ED9">
      <w:r>
        <w:t>507.7496</w:t>
      </w:r>
      <w:r>
        <w:tab/>
        <w:t>1.013e0</w:t>
      </w:r>
    </w:p>
    <w:p w:rsidR="005B3ED9" w:rsidRDefault="005B3ED9" w:rsidP="005B3ED9">
      <w:r>
        <w:t>507.8465</w:t>
      </w:r>
      <w:r>
        <w:tab/>
        <w:t>1.013e0</w:t>
      </w:r>
    </w:p>
    <w:p w:rsidR="005B3ED9" w:rsidRDefault="005B3ED9" w:rsidP="005B3ED9">
      <w:r>
        <w:t>507.8817</w:t>
      </w:r>
      <w:r>
        <w:tab/>
        <w:t>2.025e0</w:t>
      </w:r>
    </w:p>
    <w:p w:rsidR="005B3ED9" w:rsidRDefault="005B3ED9" w:rsidP="005B3ED9">
      <w:r>
        <w:t>507.8994</w:t>
      </w:r>
      <w:r>
        <w:tab/>
        <w:t>1.013e0</w:t>
      </w:r>
    </w:p>
    <w:p w:rsidR="005B3ED9" w:rsidRDefault="005B3ED9" w:rsidP="005B3ED9">
      <w:r>
        <w:t>507.9434</w:t>
      </w:r>
      <w:r>
        <w:tab/>
        <w:t>1.013e0</w:t>
      </w:r>
    </w:p>
    <w:p w:rsidR="005B3ED9" w:rsidRDefault="005B3ED9" w:rsidP="005B3ED9">
      <w:r>
        <w:t>507.9521</w:t>
      </w:r>
      <w:r>
        <w:tab/>
        <w:t>2.025e0</w:t>
      </w:r>
    </w:p>
    <w:p w:rsidR="005B3ED9" w:rsidRDefault="005B3ED9" w:rsidP="005B3ED9">
      <w:r>
        <w:t>507.9680</w:t>
      </w:r>
      <w:r>
        <w:tab/>
        <w:t>1.013e0</w:t>
      </w:r>
    </w:p>
    <w:p w:rsidR="005B3ED9" w:rsidRDefault="005B3ED9" w:rsidP="005B3ED9">
      <w:r>
        <w:t>507.9962</w:t>
      </w:r>
      <w:r>
        <w:tab/>
        <w:t>1.013e0</w:t>
      </w:r>
    </w:p>
    <w:p w:rsidR="005B3ED9" w:rsidRDefault="005B3ED9" w:rsidP="005B3ED9">
      <w:r>
        <w:t>508.0989</w:t>
      </w:r>
      <w:r>
        <w:tab/>
        <w:t>3.038e0</w:t>
      </w:r>
    </w:p>
    <w:p w:rsidR="005B3ED9" w:rsidRDefault="005B3ED9" w:rsidP="005B3ED9">
      <w:r>
        <w:lastRenderedPageBreak/>
        <w:t>508.2861</w:t>
      </w:r>
      <w:r>
        <w:tab/>
        <w:t>1.013e0</w:t>
      </w:r>
    </w:p>
    <w:p w:rsidR="005B3ED9" w:rsidRDefault="005B3ED9" w:rsidP="005B3ED9">
      <w:r>
        <w:t>508.2956</w:t>
      </w:r>
      <w:r>
        <w:tab/>
        <w:t>1.013e0</w:t>
      </w:r>
    </w:p>
    <w:p w:rsidR="005B3ED9" w:rsidRDefault="005B3ED9" w:rsidP="005B3ED9">
      <w:r>
        <w:t>508.3221</w:t>
      </w:r>
      <w:r>
        <w:tab/>
        <w:t>1.013e0</w:t>
      </w:r>
    </w:p>
    <w:p w:rsidR="005B3ED9" w:rsidRDefault="005B3ED9" w:rsidP="005B3ED9">
      <w:r>
        <w:t>508.3532</w:t>
      </w:r>
      <w:r>
        <w:tab/>
        <w:t>2.025e0</w:t>
      </w:r>
    </w:p>
    <w:p w:rsidR="005B3ED9" w:rsidRDefault="005B3ED9" w:rsidP="005B3ED9">
      <w:r>
        <w:t>508.4102</w:t>
      </w:r>
      <w:r>
        <w:tab/>
        <w:t>1.013e0</w:t>
      </w:r>
    </w:p>
    <w:p w:rsidR="005B3ED9" w:rsidRDefault="005B3ED9" w:rsidP="005B3ED9">
      <w:r>
        <w:t>508.4388</w:t>
      </w:r>
      <w:r>
        <w:tab/>
        <w:t>1.013e0</w:t>
      </w:r>
    </w:p>
    <w:p w:rsidR="005B3ED9" w:rsidRDefault="005B3ED9" w:rsidP="005B3ED9">
      <w:r>
        <w:t>508.5122</w:t>
      </w:r>
      <w:r>
        <w:tab/>
        <w:t>2.025e0</w:t>
      </w:r>
    </w:p>
    <w:p w:rsidR="005B3ED9" w:rsidRDefault="005B3ED9" w:rsidP="005B3ED9">
      <w:r>
        <w:t>508.5518</w:t>
      </w:r>
      <w:r>
        <w:tab/>
        <w:t>1.013e0</w:t>
      </w:r>
    </w:p>
    <w:p w:rsidR="005B3ED9" w:rsidRDefault="005B3ED9" w:rsidP="005B3ED9">
      <w:r>
        <w:t>508.6217</w:t>
      </w:r>
      <w:r>
        <w:tab/>
        <w:t>1.013e0</w:t>
      </w:r>
    </w:p>
    <w:p w:rsidR="005B3ED9" w:rsidRDefault="005B3ED9" w:rsidP="005B3ED9">
      <w:r>
        <w:t>508.7201</w:t>
      </w:r>
      <w:r>
        <w:tab/>
        <w:t>1.013e0</w:t>
      </w:r>
    </w:p>
    <w:p w:rsidR="005B3ED9" w:rsidRDefault="005B3ED9" w:rsidP="005B3ED9">
      <w:r>
        <w:t>508.7804</w:t>
      </w:r>
      <w:r>
        <w:tab/>
        <w:t>1.013e0</w:t>
      </w:r>
    </w:p>
    <w:p w:rsidR="005B3ED9" w:rsidRDefault="005B3ED9" w:rsidP="005B3ED9">
      <w:r>
        <w:t>508.8606</w:t>
      </w:r>
      <w:r>
        <w:tab/>
        <w:t>2.025e0</w:t>
      </w:r>
    </w:p>
    <w:p w:rsidR="005B3ED9" w:rsidRDefault="005B3ED9" w:rsidP="005B3ED9">
      <w:r>
        <w:t>508.8999</w:t>
      </w:r>
      <w:r>
        <w:tab/>
        <w:t>2.025e0</w:t>
      </w:r>
    </w:p>
    <w:p w:rsidR="005B3ED9" w:rsidRDefault="005B3ED9" w:rsidP="005B3ED9">
      <w:r>
        <w:t>508.9434</w:t>
      </w:r>
      <w:r>
        <w:tab/>
        <w:t>1.013e0</w:t>
      </w:r>
    </w:p>
    <w:p w:rsidR="005B3ED9" w:rsidRDefault="005B3ED9" w:rsidP="005B3ED9">
      <w:r>
        <w:t>508.9833</w:t>
      </w:r>
      <w:r>
        <w:tab/>
        <w:t>1.013e0</w:t>
      </w:r>
    </w:p>
    <w:p w:rsidR="005B3ED9" w:rsidRDefault="005B3ED9" w:rsidP="005B3ED9">
      <w:r>
        <w:t>509.0098</w:t>
      </w:r>
      <w:r>
        <w:tab/>
        <w:t>1.013e0</w:t>
      </w:r>
    </w:p>
    <w:p w:rsidR="005B3ED9" w:rsidRDefault="005B3ED9" w:rsidP="005B3ED9">
      <w:r>
        <w:t>509.0352</w:t>
      </w:r>
      <w:r>
        <w:tab/>
        <w:t>1.013e0</w:t>
      </w:r>
    </w:p>
    <w:p w:rsidR="005B3ED9" w:rsidRDefault="005B3ED9" w:rsidP="005B3ED9">
      <w:r>
        <w:t>509.0804</w:t>
      </w:r>
      <w:r>
        <w:tab/>
        <w:t>1.013e0</w:t>
      </w:r>
    </w:p>
    <w:p w:rsidR="005B3ED9" w:rsidRDefault="005B3ED9" w:rsidP="005B3ED9">
      <w:r>
        <w:t>509.1089</w:t>
      </w:r>
      <w:r>
        <w:tab/>
        <w:t>3.038e0</w:t>
      </w:r>
    </w:p>
    <w:p w:rsidR="005B3ED9" w:rsidRDefault="005B3ED9" w:rsidP="005B3ED9">
      <w:r>
        <w:lastRenderedPageBreak/>
        <w:t>509.1951</w:t>
      </w:r>
      <w:r>
        <w:tab/>
        <w:t>1.013e0</w:t>
      </w:r>
    </w:p>
    <w:p w:rsidR="005B3ED9" w:rsidRDefault="005B3ED9" w:rsidP="005B3ED9">
      <w:r>
        <w:t>509.2035</w:t>
      </w:r>
      <w:r>
        <w:tab/>
        <w:t>1.013e0</w:t>
      </w:r>
    </w:p>
    <w:p w:rsidR="005B3ED9" w:rsidRDefault="005B3ED9" w:rsidP="005B3ED9">
      <w:r>
        <w:t>509.2452</w:t>
      </w:r>
      <w:r>
        <w:tab/>
        <w:t>3.038e0</w:t>
      </w:r>
    </w:p>
    <w:p w:rsidR="005B3ED9" w:rsidRDefault="005B3ED9" w:rsidP="005B3ED9">
      <w:r>
        <w:t>509.2481</w:t>
      </w:r>
      <w:r>
        <w:tab/>
        <w:t>1.013e0</w:t>
      </w:r>
    </w:p>
    <w:p w:rsidR="005B3ED9" w:rsidRDefault="005B3ED9" w:rsidP="005B3ED9">
      <w:r>
        <w:t>509.2796</w:t>
      </w:r>
      <w:r>
        <w:tab/>
        <w:t>1.013e0</w:t>
      </w:r>
    </w:p>
    <w:p w:rsidR="005B3ED9" w:rsidRDefault="005B3ED9" w:rsidP="005B3ED9">
      <w:r>
        <w:t>509.2921</w:t>
      </w:r>
      <w:r>
        <w:tab/>
        <w:t>1.013e0</w:t>
      </w:r>
    </w:p>
    <w:p w:rsidR="005B3ED9" w:rsidRDefault="005B3ED9" w:rsidP="005B3ED9">
      <w:r>
        <w:t>509.3098</w:t>
      </w:r>
      <w:r>
        <w:tab/>
        <w:t>2.025e0</w:t>
      </w:r>
    </w:p>
    <w:p w:rsidR="005B3ED9" w:rsidRDefault="005B3ED9" w:rsidP="005B3ED9">
      <w:r>
        <w:t>509.4334</w:t>
      </w:r>
      <w:r>
        <w:tab/>
        <w:t>1.013e0</w:t>
      </w:r>
    </w:p>
    <w:p w:rsidR="005B3ED9" w:rsidRDefault="005B3ED9" w:rsidP="005B3ED9">
      <w:r>
        <w:t>509.4875</w:t>
      </w:r>
      <w:r>
        <w:tab/>
        <w:t>1.013e0</w:t>
      </w:r>
    </w:p>
    <w:p w:rsidR="005B3ED9" w:rsidRDefault="005B3ED9" w:rsidP="005B3ED9">
      <w:r>
        <w:t>509.5977</w:t>
      </w:r>
      <w:r>
        <w:tab/>
        <w:t>1.013e0</w:t>
      </w:r>
    </w:p>
    <w:p w:rsidR="005B3ED9" w:rsidRDefault="005B3ED9" w:rsidP="005B3ED9">
      <w:r>
        <w:t>509.6100</w:t>
      </w:r>
      <w:r>
        <w:tab/>
        <w:t>2.025e0</w:t>
      </w:r>
    </w:p>
    <w:p w:rsidR="005B3ED9" w:rsidRDefault="005B3ED9" w:rsidP="005B3ED9">
      <w:r>
        <w:t>509.7160</w:t>
      </w:r>
      <w:r>
        <w:tab/>
        <w:t>1.013e0</w:t>
      </w:r>
    </w:p>
    <w:p w:rsidR="005B3ED9" w:rsidRDefault="005B3ED9" w:rsidP="005B3ED9">
      <w:r>
        <w:t>509.7690</w:t>
      </w:r>
      <w:r>
        <w:tab/>
        <w:t>1.013e0</w:t>
      </w:r>
    </w:p>
    <w:p w:rsidR="005B3ED9" w:rsidRDefault="005B3ED9" w:rsidP="005B3ED9">
      <w:r>
        <w:t>509.7778</w:t>
      </w:r>
      <w:r>
        <w:tab/>
        <w:t>1.013e0</w:t>
      </w:r>
    </w:p>
    <w:p w:rsidR="005B3ED9" w:rsidRDefault="005B3ED9" w:rsidP="005B3ED9">
      <w:r>
        <w:t>509.8739</w:t>
      </w:r>
      <w:r>
        <w:tab/>
        <w:t>2.025e0</w:t>
      </w:r>
    </w:p>
    <w:p w:rsidR="005B3ED9" w:rsidRDefault="005B3ED9" w:rsidP="005B3ED9">
      <w:r>
        <w:t>509.9192</w:t>
      </w:r>
      <w:r>
        <w:tab/>
        <w:t>1.013e0</w:t>
      </w:r>
    </w:p>
    <w:p w:rsidR="005B3ED9" w:rsidRDefault="005B3ED9" w:rsidP="005B3ED9">
      <w:r>
        <w:t>509.9457</w:t>
      </w:r>
      <w:r>
        <w:tab/>
        <w:t>1.013e0</w:t>
      </w:r>
    </w:p>
    <w:p w:rsidR="005B3ED9" w:rsidRDefault="005B3ED9" w:rsidP="005B3ED9">
      <w:r>
        <w:t>509.9709</w:t>
      </w:r>
      <w:r>
        <w:tab/>
        <w:t>1.013e0</w:t>
      </w:r>
    </w:p>
    <w:p w:rsidR="005B3ED9" w:rsidRDefault="005B3ED9" w:rsidP="005B3ED9">
      <w:r>
        <w:t>510.0783</w:t>
      </w:r>
      <w:r>
        <w:tab/>
        <w:t>1.013e0</w:t>
      </w:r>
    </w:p>
    <w:p w:rsidR="005B3ED9" w:rsidRDefault="005B3ED9" w:rsidP="005B3ED9">
      <w:r>
        <w:lastRenderedPageBreak/>
        <w:t>510.0872</w:t>
      </w:r>
      <w:r>
        <w:tab/>
        <w:t>1.013e0</w:t>
      </w:r>
    </w:p>
    <w:p w:rsidR="005B3ED9" w:rsidRDefault="005B3ED9" w:rsidP="005B3ED9">
      <w:r>
        <w:t>510.1788</w:t>
      </w:r>
      <w:r>
        <w:tab/>
        <w:t>1.013e0</w:t>
      </w:r>
    </w:p>
    <w:p w:rsidR="005B3ED9" w:rsidRDefault="005B3ED9" w:rsidP="005B3ED9">
      <w:r>
        <w:t>510.1933</w:t>
      </w:r>
      <w:r>
        <w:tab/>
        <w:t>2.025e0</w:t>
      </w:r>
    </w:p>
    <w:p w:rsidR="005B3ED9" w:rsidRDefault="005B3ED9" w:rsidP="005B3ED9">
      <w:r>
        <w:t>510.2197</w:t>
      </w:r>
      <w:r>
        <w:tab/>
        <w:t>1.013e0</w:t>
      </w:r>
    </w:p>
    <w:p w:rsidR="005B3ED9" w:rsidRDefault="005B3ED9" w:rsidP="005B3ED9">
      <w:r>
        <w:t>510.2374</w:t>
      </w:r>
      <w:r>
        <w:tab/>
        <w:t>2.025e0</w:t>
      </w:r>
    </w:p>
    <w:p w:rsidR="005B3ED9" w:rsidRDefault="005B3ED9" w:rsidP="005B3ED9">
      <w:r>
        <w:t>510.2639</w:t>
      </w:r>
      <w:r>
        <w:tab/>
        <w:t>1.013e0</w:t>
      </w:r>
    </w:p>
    <w:p w:rsidR="005B3ED9" w:rsidRDefault="005B3ED9" w:rsidP="005B3ED9">
      <w:r>
        <w:t>510.3025</w:t>
      </w:r>
      <w:r>
        <w:tab/>
        <w:t>2.025e0</w:t>
      </w:r>
    </w:p>
    <w:p w:rsidR="005B3ED9" w:rsidRDefault="005B3ED9" w:rsidP="005B3ED9">
      <w:r>
        <w:t>510.3420</w:t>
      </w:r>
      <w:r>
        <w:tab/>
        <w:t>2.025e0</w:t>
      </w:r>
    </w:p>
    <w:p w:rsidR="005B3ED9" w:rsidRDefault="005B3ED9" w:rsidP="005B3ED9">
      <w:r>
        <w:t>510.3470</w:t>
      </w:r>
      <w:r>
        <w:tab/>
        <w:t>1.013e0</w:t>
      </w:r>
    </w:p>
    <w:p w:rsidR="005B3ED9" w:rsidRDefault="005B3ED9" w:rsidP="005B3ED9">
      <w:r>
        <w:t>510.3687</w:t>
      </w:r>
      <w:r>
        <w:tab/>
        <w:t>2.025e0</w:t>
      </w:r>
    </w:p>
    <w:p w:rsidR="005B3ED9" w:rsidRDefault="005B3ED9" w:rsidP="005B3ED9">
      <w:r>
        <w:t>510.3966</w:t>
      </w:r>
      <w:r>
        <w:tab/>
        <w:t>2.025e0</w:t>
      </w:r>
    </w:p>
    <w:p w:rsidR="005B3ED9" w:rsidRDefault="005B3ED9" w:rsidP="005B3ED9">
      <w:r>
        <w:t>510.3989</w:t>
      </w:r>
      <w:r>
        <w:tab/>
        <w:t>3.038e0</w:t>
      </w:r>
    </w:p>
    <w:p w:rsidR="005B3ED9" w:rsidRDefault="005B3ED9" w:rsidP="005B3ED9">
      <w:r>
        <w:t>510.4019</w:t>
      </w:r>
      <w:r>
        <w:tab/>
        <w:t>1.013e0</w:t>
      </w:r>
    </w:p>
    <w:p w:rsidR="005B3ED9" w:rsidRDefault="005B3ED9" w:rsidP="005B3ED9">
      <w:r>
        <w:t>510.5027</w:t>
      </w:r>
      <w:r>
        <w:tab/>
        <w:t>1.013e0</w:t>
      </w:r>
    </w:p>
    <w:p w:rsidR="005B3ED9" w:rsidRDefault="005B3ED9" w:rsidP="005B3ED9">
      <w:r>
        <w:t>510.5824</w:t>
      </w:r>
      <w:r>
        <w:tab/>
        <w:t>1.013e0</w:t>
      </w:r>
    </w:p>
    <w:p w:rsidR="005B3ED9" w:rsidRDefault="005B3ED9" w:rsidP="005B3ED9">
      <w:r>
        <w:t>510.6177</w:t>
      </w:r>
      <w:r>
        <w:tab/>
        <w:t>1.013e0</w:t>
      </w:r>
    </w:p>
    <w:p w:rsidR="005B3ED9" w:rsidRDefault="005B3ED9" w:rsidP="005B3ED9">
      <w:r>
        <w:t>510.6708</w:t>
      </w:r>
      <w:r>
        <w:tab/>
        <w:t>1.013e0</w:t>
      </w:r>
    </w:p>
    <w:p w:rsidR="005B3ED9" w:rsidRDefault="005B3ED9" w:rsidP="005B3ED9">
      <w:r>
        <w:t>510.8006</w:t>
      </w:r>
      <w:r>
        <w:tab/>
        <w:t>3.038e0</w:t>
      </w:r>
    </w:p>
    <w:p w:rsidR="005B3ED9" w:rsidRDefault="005B3ED9" w:rsidP="005B3ED9">
      <w:r>
        <w:t>510.8333</w:t>
      </w:r>
      <w:r>
        <w:tab/>
        <w:t>1.013e0</w:t>
      </w:r>
    </w:p>
    <w:p w:rsidR="005B3ED9" w:rsidRDefault="005B3ED9" w:rsidP="005B3ED9">
      <w:r>
        <w:lastRenderedPageBreak/>
        <w:t>510.8478</w:t>
      </w:r>
      <w:r>
        <w:tab/>
        <w:t>1.013e0</w:t>
      </w:r>
    </w:p>
    <w:p w:rsidR="005B3ED9" w:rsidRDefault="005B3ED9" w:rsidP="005B3ED9">
      <w:r>
        <w:t>510.9010</w:t>
      </w:r>
      <w:r>
        <w:tab/>
        <w:t>1.013e0</w:t>
      </w:r>
    </w:p>
    <w:p w:rsidR="005B3ED9" w:rsidRDefault="005B3ED9" w:rsidP="005B3ED9">
      <w:r>
        <w:t>511.0020</w:t>
      </w:r>
      <w:r>
        <w:tab/>
        <w:t>2.025e0</w:t>
      </w:r>
    </w:p>
    <w:p w:rsidR="005B3ED9" w:rsidRDefault="005B3ED9" w:rsidP="005B3ED9">
      <w:r>
        <w:t>511.0112</w:t>
      </w:r>
      <w:r>
        <w:tab/>
        <w:t>2.025e0</w:t>
      </w:r>
    </w:p>
    <w:p w:rsidR="005B3ED9" w:rsidRDefault="005B3ED9" w:rsidP="005B3ED9">
      <w:r>
        <w:t>511.0565</w:t>
      </w:r>
      <w:r>
        <w:tab/>
        <w:t>1.013e0</w:t>
      </w:r>
    </w:p>
    <w:p w:rsidR="005B3ED9" w:rsidRDefault="005B3ED9" w:rsidP="005B3ED9">
      <w:r>
        <w:t>511.0780</w:t>
      </w:r>
      <w:r>
        <w:tab/>
        <w:t>1.013e0</w:t>
      </w:r>
    </w:p>
    <w:p w:rsidR="005B3ED9" w:rsidRDefault="005B3ED9" w:rsidP="005B3ED9">
      <w:r>
        <w:t>511.1116</w:t>
      </w:r>
      <w:r>
        <w:tab/>
        <w:t>1.013e0</w:t>
      </w:r>
    </w:p>
    <w:p w:rsidR="005B3ED9" w:rsidRDefault="005B3ED9" w:rsidP="005B3ED9">
      <w:r>
        <w:t>511.1929</w:t>
      </w:r>
      <w:r>
        <w:tab/>
        <w:t>3.038e0</w:t>
      </w:r>
    </w:p>
    <w:p w:rsidR="005B3ED9" w:rsidRDefault="005B3ED9" w:rsidP="005B3ED9">
      <w:r>
        <w:t>511.2020</w:t>
      </w:r>
      <w:r>
        <w:tab/>
        <w:t>1.013e0</w:t>
      </w:r>
    </w:p>
    <w:p w:rsidR="005B3ED9" w:rsidRDefault="005B3ED9" w:rsidP="005B3ED9">
      <w:r>
        <w:t>511.2064</w:t>
      </w:r>
      <w:r>
        <w:tab/>
        <w:t>1.013e0</w:t>
      </w:r>
    </w:p>
    <w:p w:rsidR="005B3ED9" w:rsidRDefault="005B3ED9" w:rsidP="005B3ED9">
      <w:r>
        <w:t>511.2355</w:t>
      </w:r>
      <w:r>
        <w:tab/>
        <w:t>2.025e0</w:t>
      </w:r>
    </w:p>
    <w:p w:rsidR="005B3ED9" w:rsidRDefault="005B3ED9" w:rsidP="005B3ED9">
      <w:r>
        <w:t>511.2621</w:t>
      </w:r>
      <w:r>
        <w:tab/>
        <w:t>6.076e0</w:t>
      </w:r>
    </w:p>
    <w:p w:rsidR="005B3ED9" w:rsidRDefault="005B3ED9" w:rsidP="005B3ED9">
      <w:r>
        <w:t>511.3746</w:t>
      </w:r>
      <w:r>
        <w:tab/>
        <w:t>1.013e0</w:t>
      </w:r>
    </w:p>
    <w:p w:rsidR="005B3ED9" w:rsidRDefault="005B3ED9" w:rsidP="005B3ED9">
      <w:r>
        <w:t>511.4113</w:t>
      </w:r>
      <w:r>
        <w:tab/>
        <w:t>2.025e0</w:t>
      </w:r>
    </w:p>
    <w:p w:rsidR="005B3ED9" w:rsidRDefault="005B3ED9" w:rsidP="005B3ED9">
      <w:r>
        <w:t>511.5607</w:t>
      </w:r>
      <w:r>
        <w:tab/>
        <w:t>2.025e0</w:t>
      </w:r>
    </w:p>
    <w:p w:rsidR="005B3ED9" w:rsidRDefault="005B3ED9" w:rsidP="005B3ED9">
      <w:r>
        <w:t>511.5653</w:t>
      </w:r>
      <w:r>
        <w:tab/>
        <w:t>1.013e0</w:t>
      </w:r>
    </w:p>
    <w:p w:rsidR="005B3ED9" w:rsidRDefault="005B3ED9" w:rsidP="005B3ED9">
      <w:r>
        <w:t>511.6097</w:t>
      </w:r>
      <w:r>
        <w:tab/>
        <w:t>1.013e0</w:t>
      </w:r>
    </w:p>
    <w:p w:rsidR="005B3ED9" w:rsidRDefault="005B3ED9" w:rsidP="005B3ED9">
      <w:r>
        <w:t>511.6451</w:t>
      </w:r>
      <w:r>
        <w:tab/>
        <w:t>1.013e0</w:t>
      </w:r>
    </w:p>
    <w:p w:rsidR="005B3ED9" w:rsidRDefault="005B3ED9" w:rsidP="005B3ED9">
      <w:r>
        <w:t>511.6983</w:t>
      </w:r>
      <w:r>
        <w:tab/>
        <w:t>1.013e0</w:t>
      </w:r>
    </w:p>
    <w:p w:rsidR="005B3ED9" w:rsidRDefault="005B3ED9" w:rsidP="005B3ED9">
      <w:r>
        <w:lastRenderedPageBreak/>
        <w:t>511.7692</w:t>
      </w:r>
      <w:r>
        <w:tab/>
        <w:t>2.025e0</w:t>
      </w:r>
    </w:p>
    <w:p w:rsidR="005B3ED9" w:rsidRDefault="005B3ED9" w:rsidP="005B3ED9">
      <w:r>
        <w:t>511.8490</w:t>
      </w:r>
      <w:r>
        <w:tab/>
        <w:t>1.013e0</w:t>
      </w:r>
    </w:p>
    <w:p w:rsidR="005B3ED9" w:rsidRDefault="005B3ED9" w:rsidP="005B3ED9">
      <w:r>
        <w:t>511.8667</w:t>
      </w:r>
      <w:r>
        <w:tab/>
        <w:t>1.013e0</w:t>
      </w:r>
    </w:p>
    <w:p w:rsidR="005B3ED9" w:rsidRDefault="005B3ED9" w:rsidP="005B3ED9">
      <w:r>
        <w:t>511.8934</w:t>
      </w:r>
      <w:r>
        <w:tab/>
        <w:t>1.013e0</w:t>
      </w:r>
    </w:p>
    <w:p w:rsidR="005B3ED9" w:rsidRDefault="005B3ED9" w:rsidP="005B3ED9">
      <w:r>
        <w:t>511.9022</w:t>
      </w:r>
      <w:r>
        <w:tab/>
        <w:t>1.013e0</w:t>
      </w:r>
    </w:p>
    <w:p w:rsidR="005B3ED9" w:rsidRDefault="005B3ED9" w:rsidP="005B3ED9">
      <w:r>
        <w:t>511.9428</w:t>
      </w:r>
      <w:r>
        <w:tab/>
        <w:t>2.025e0</w:t>
      </w:r>
    </w:p>
    <w:p w:rsidR="005B3ED9" w:rsidRDefault="005B3ED9" w:rsidP="005B3ED9">
      <w:r>
        <w:t>511.9463</w:t>
      </w:r>
      <w:r>
        <w:tab/>
        <w:t>2.025e0</w:t>
      </w:r>
    </w:p>
    <w:p w:rsidR="005B3ED9" w:rsidRDefault="005B3ED9" w:rsidP="005B3ED9">
      <w:r>
        <w:t>512.0441</w:t>
      </w:r>
      <w:r>
        <w:tab/>
        <w:t>1.013e0</w:t>
      </w:r>
    </w:p>
    <w:p w:rsidR="005B3ED9" w:rsidRDefault="005B3ED9" w:rsidP="005B3ED9">
      <w:r>
        <w:t>512.0475</w:t>
      </w:r>
      <w:r>
        <w:tab/>
        <w:t>3.038e0</w:t>
      </w:r>
    </w:p>
    <w:p w:rsidR="005B3ED9" w:rsidRDefault="005B3ED9" w:rsidP="005B3ED9">
      <w:r>
        <w:t>512.1684</w:t>
      </w:r>
      <w:r>
        <w:tab/>
        <w:t>1.013e0</w:t>
      </w:r>
    </w:p>
    <w:p w:rsidR="005B3ED9" w:rsidRDefault="005B3ED9" w:rsidP="005B3ED9">
      <w:r>
        <w:t>512.1790</w:t>
      </w:r>
      <w:r>
        <w:tab/>
        <w:t>1.013e0</w:t>
      </w:r>
    </w:p>
    <w:p w:rsidR="005B3ED9" w:rsidRDefault="005B3ED9" w:rsidP="005B3ED9">
      <w:r>
        <w:t>512.2305</w:t>
      </w:r>
      <w:r>
        <w:tab/>
        <w:t>1.013e0</w:t>
      </w:r>
    </w:p>
    <w:p w:rsidR="005B3ED9" w:rsidRDefault="005B3ED9" w:rsidP="005B3ED9">
      <w:r>
        <w:t>512.2525</w:t>
      </w:r>
      <w:r>
        <w:tab/>
        <w:t>3.038e0</w:t>
      </w:r>
    </w:p>
    <w:p w:rsidR="005B3ED9" w:rsidRDefault="005B3ED9" w:rsidP="005B3ED9">
      <w:r>
        <w:t>512.3015</w:t>
      </w:r>
      <w:r>
        <w:tab/>
        <w:t>1.013e0</w:t>
      </w:r>
    </w:p>
    <w:p w:rsidR="005B3ED9" w:rsidRDefault="005B3ED9" w:rsidP="005B3ED9">
      <w:r>
        <w:t>512.3443</w:t>
      </w:r>
      <w:r>
        <w:tab/>
        <w:t>2.025e0</w:t>
      </w:r>
    </w:p>
    <w:p w:rsidR="005B3ED9" w:rsidRDefault="005B3ED9" w:rsidP="005B3ED9">
      <w:r>
        <w:t>512.3507</w:t>
      </w:r>
      <w:r>
        <w:tab/>
        <w:t>3.038e0</w:t>
      </w:r>
    </w:p>
    <w:p w:rsidR="005B3ED9" w:rsidRDefault="005B3ED9" w:rsidP="005B3ED9">
      <w:r>
        <w:t>512.3936</w:t>
      </w:r>
      <w:r>
        <w:tab/>
        <w:t>4.051e0</w:t>
      </w:r>
    </w:p>
    <w:p w:rsidR="005B3ED9" w:rsidRDefault="005B3ED9" w:rsidP="005B3ED9">
      <w:r>
        <w:t>512.4056</w:t>
      </w:r>
      <w:r>
        <w:tab/>
        <w:t>3.038e0</w:t>
      </w:r>
    </w:p>
    <w:p w:rsidR="005B3ED9" w:rsidRDefault="005B3ED9" w:rsidP="005B3ED9">
      <w:r>
        <w:t>512.4091</w:t>
      </w:r>
      <w:r>
        <w:tab/>
        <w:t>5.063e0</w:t>
      </w:r>
    </w:p>
    <w:p w:rsidR="005B3ED9" w:rsidRDefault="005B3ED9" w:rsidP="005B3ED9">
      <w:r>
        <w:lastRenderedPageBreak/>
        <w:t>512.4108</w:t>
      </w:r>
      <w:r>
        <w:tab/>
        <w:t>4.051e0</w:t>
      </w:r>
    </w:p>
    <w:p w:rsidR="005B3ED9" w:rsidRDefault="005B3ED9" w:rsidP="005B3ED9">
      <w:r>
        <w:t>512.4467</w:t>
      </w:r>
      <w:r>
        <w:tab/>
        <w:t>2.025e0</w:t>
      </w:r>
    </w:p>
    <w:p w:rsidR="005B3ED9" w:rsidRDefault="005B3ED9" w:rsidP="005B3ED9">
      <w:r>
        <w:t>512.4498</w:t>
      </w:r>
      <w:r>
        <w:tab/>
        <w:t>2.025e0</w:t>
      </w:r>
    </w:p>
    <w:p w:rsidR="005B3ED9" w:rsidRDefault="005B3ED9" w:rsidP="005B3ED9">
      <w:r>
        <w:t>512.5095</w:t>
      </w:r>
      <w:r>
        <w:tab/>
        <w:t>2.025e0</w:t>
      </w:r>
    </w:p>
    <w:p w:rsidR="005B3ED9" w:rsidRDefault="005B3ED9" w:rsidP="005B3ED9">
      <w:r>
        <w:t>512.5494</w:t>
      </w:r>
      <w:r>
        <w:tab/>
        <w:t>1.013e0</w:t>
      </w:r>
    </w:p>
    <w:p w:rsidR="005B3ED9" w:rsidRDefault="005B3ED9" w:rsidP="005B3ED9">
      <w:r>
        <w:t>512.5770</w:t>
      </w:r>
      <w:r>
        <w:tab/>
        <w:t>2.025e0</w:t>
      </w:r>
    </w:p>
    <w:p w:rsidR="005B3ED9" w:rsidRDefault="005B3ED9" w:rsidP="005B3ED9">
      <w:r>
        <w:t>512.6257</w:t>
      </w:r>
      <w:r>
        <w:tab/>
        <w:t>1.013e0</w:t>
      </w:r>
    </w:p>
    <w:p w:rsidR="005B3ED9" w:rsidRDefault="005B3ED9" w:rsidP="005B3ED9">
      <w:r>
        <w:t>512.6654</w:t>
      </w:r>
      <w:r>
        <w:tab/>
        <w:t>1.013e0</w:t>
      </w:r>
    </w:p>
    <w:p w:rsidR="005B3ED9" w:rsidRDefault="005B3ED9" w:rsidP="005B3ED9">
      <w:r>
        <w:t>512.7020</w:t>
      </w:r>
      <w:r>
        <w:tab/>
        <w:t>1.013e0</w:t>
      </w:r>
    </w:p>
    <w:p w:rsidR="005B3ED9" w:rsidRDefault="005B3ED9" w:rsidP="005B3ED9">
      <w:r>
        <w:t>512.7632</w:t>
      </w:r>
      <w:r>
        <w:tab/>
        <w:t>1.013e0</w:t>
      </w:r>
    </w:p>
    <w:p w:rsidR="005B3ED9" w:rsidRDefault="005B3ED9" w:rsidP="005B3ED9">
      <w:r>
        <w:t>512.8520</w:t>
      </w:r>
      <w:r>
        <w:tab/>
        <w:t>1.013e0</w:t>
      </w:r>
    </w:p>
    <w:p w:rsidR="005B3ED9" w:rsidRDefault="005B3ED9" w:rsidP="005B3ED9">
      <w:r>
        <w:t>513.0652</w:t>
      </w:r>
      <w:r>
        <w:tab/>
        <w:t>1.013e0</w:t>
      </w:r>
    </w:p>
    <w:p w:rsidR="005B3ED9" w:rsidRDefault="005B3ED9" w:rsidP="005B3ED9">
      <w:r>
        <w:t>513.0752</w:t>
      </w:r>
      <w:r>
        <w:tab/>
        <w:t>1.013e0</w:t>
      </w:r>
    </w:p>
    <w:p w:rsidR="005B3ED9" w:rsidRDefault="005B3ED9" w:rsidP="005B3ED9">
      <w:r>
        <w:t>513.1275</w:t>
      </w:r>
      <w:r>
        <w:tab/>
        <w:t>2.025e0</w:t>
      </w:r>
    </w:p>
    <w:p w:rsidR="005B3ED9" w:rsidRDefault="005B3ED9" w:rsidP="005B3ED9">
      <w:r>
        <w:t>513.1763</w:t>
      </w:r>
      <w:r>
        <w:tab/>
        <w:t>2.025e0</w:t>
      </w:r>
    </w:p>
    <w:p w:rsidR="005B3ED9" w:rsidRDefault="005B3ED9" w:rsidP="005B3ED9">
      <w:r>
        <w:t>513.2038</w:t>
      </w:r>
      <w:r>
        <w:tab/>
        <w:t>1.013e0</w:t>
      </w:r>
    </w:p>
    <w:p w:rsidR="005B3ED9" w:rsidRDefault="005B3ED9" w:rsidP="005B3ED9">
      <w:r>
        <w:t>513.2405</w:t>
      </w:r>
      <w:r>
        <w:tab/>
        <w:t>1.013e0</w:t>
      </w:r>
    </w:p>
    <w:p w:rsidR="005B3ED9" w:rsidRDefault="005B3ED9" w:rsidP="005B3ED9">
      <w:r>
        <w:t>513.2473</w:t>
      </w:r>
      <w:r>
        <w:tab/>
        <w:t>2.025e0</w:t>
      </w:r>
    </w:p>
    <w:p w:rsidR="005B3ED9" w:rsidRDefault="005B3ED9" w:rsidP="005B3ED9">
      <w:r>
        <w:t>513.2874</w:t>
      </w:r>
      <w:r>
        <w:tab/>
        <w:t>1.013e0</w:t>
      </w:r>
    </w:p>
    <w:p w:rsidR="005B3ED9" w:rsidRDefault="005B3ED9" w:rsidP="005B3ED9">
      <w:r>
        <w:lastRenderedPageBreak/>
        <w:t>513.3319</w:t>
      </w:r>
      <w:r>
        <w:tab/>
        <w:t>1.013e0</w:t>
      </w:r>
    </w:p>
    <w:p w:rsidR="005B3ED9" w:rsidRDefault="005B3ED9" w:rsidP="005B3ED9">
      <w:r>
        <w:t>513.4119</w:t>
      </w:r>
      <w:r>
        <w:tab/>
        <w:t>2.025e0</w:t>
      </w:r>
    </w:p>
    <w:p w:rsidR="005B3ED9" w:rsidRDefault="005B3ED9" w:rsidP="005B3ED9">
      <w:r>
        <w:t>513.4298</w:t>
      </w:r>
      <w:r>
        <w:tab/>
        <w:t>3.038e0</w:t>
      </w:r>
    </w:p>
    <w:p w:rsidR="005B3ED9" w:rsidRDefault="005B3ED9" w:rsidP="005B3ED9">
      <w:r>
        <w:t>513.4387</w:t>
      </w:r>
      <w:r>
        <w:tab/>
        <w:t>5.063e0</w:t>
      </w:r>
    </w:p>
    <w:p w:rsidR="005B3ED9" w:rsidRDefault="005B3ED9" w:rsidP="005B3ED9">
      <w:r>
        <w:t>513.5037</w:t>
      </w:r>
      <w:r>
        <w:tab/>
        <w:t>1.013e0</w:t>
      </w:r>
    </w:p>
    <w:p w:rsidR="005B3ED9" w:rsidRDefault="005B3ED9" w:rsidP="005B3ED9">
      <w:r>
        <w:t>513.7637</w:t>
      </w:r>
      <w:r>
        <w:tab/>
        <w:t>1.013e0</w:t>
      </w:r>
    </w:p>
    <w:p w:rsidR="005B3ED9" w:rsidRDefault="005B3ED9" w:rsidP="005B3ED9">
      <w:r>
        <w:t>513.7678</w:t>
      </w:r>
      <w:r>
        <w:tab/>
        <w:t>1.013e0</w:t>
      </w:r>
    </w:p>
    <w:p w:rsidR="005B3ED9" w:rsidRDefault="005B3ED9" w:rsidP="005B3ED9">
      <w:r>
        <w:t>513.7820</w:t>
      </w:r>
      <w:r>
        <w:tab/>
        <w:t>1.013e0</w:t>
      </w:r>
    </w:p>
    <w:p w:rsidR="005B3ED9" w:rsidRDefault="005B3ED9" w:rsidP="005B3ED9">
      <w:r>
        <w:t>513.7944</w:t>
      </w:r>
      <w:r>
        <w:tab/>
        <w:t>1.013e0</w:t>
      </w:r>
    </w:p>
    <w:p w:rsidR="005B3ED9" w:rsidRDefault="005B3ED9" w:rsidP="005B3ED9">
      <w:r>
        <w:t>513.8216</w:t>
      </w:r>
      <w:r>
        <w:tab/>
        <w:t>1.013e0</w:t>
      </w:r>
    </w:p>
    <w:p w:rsidR="005B3ED9" w:rsidRDefault="005B3ED9" w:rsidP="005B3ED9">
      <w:r>
        <w:t>513.8834</w:t>
      </w:r>
      <w:r>
        <w:tab/>
        <w:t>1.013e0</w:t>
      </w:r>
    </w:p>
    <w:p w:rsidR="005B3ED9" w:rsidRDefault="005B3ED9" w:rsidP="005B3ED9">
      <w:r>
        <w:t>513.9016</w:t>
      </w:r>
      <w:r>
        <w:tab/>
        <w:t>2.025e0</w:t>
      </w:r>
    </w:p>
    <w:p w:rsidR="005B3ED9" w:rsidRDefault="005B3ED9" w:rsidP="005B3ED9">
      <w:r>
        <w:t>513.9102</w:t>
      </w:r>
      <w:r>
        <w:tab/>
        <w:t>1.013e0</w:t>
      </w:r>
    </w:p>
    <w:p w:rsidR="005B3ED9" w:rsidRDefault="005B3ED9" w:rsidP="005B3ED9">
      <w:r>
        <w:t>513.9636</w:t>
      </w:r>
      <w:r>
        <w:tab/>
        <w:t>1.013e0</w:t>
      </w:r>
    </w:p>
    <w:p w:rsidR="005B3ED9" w:rsidRDefault="005B3ED9" w:rsidP="005B3ED9">
      <w:r>
        <w:t>513.9653</w:t>
      </w:r>
      <w:r>
        <w:tab/>
        <w:t>2.025e0</w:t>
      </w:r>
    </w:p>
    <w:p w:rsidR="005B3ED9" w:rsidRDefault="005B3ED9" w:rsidP="005B3ED9">
      <w:r>
        <w:t>513.9814</w:t>
      </w:r>
      <w:r>
        <w:tab/>
        <w:t>1.013e0</w:t>
      </w:r>
    </w:p>
    <w:p w:rsidR="005B3ED9" w:rsidRDefault="005B3ED9" w:rsidP="005B3ED9">
      <w:r>
        <w:t>514.0054</w:t>
      </w:r>
      <w:r>
        <w:tab/>
        <w:t>1.013e0</w:t>
      </w:r>
    </w:p>
    <w:p w:rsidR="005B3ED9" w:rsidRDefault="005B3ED9" w:rsidP="005B3ED9">
      <w:r>
        <w:t>514.0170</w:t>
      </w:r>
      <w:r>
        <w:tab/>
        <w:t>1.013e0</w:t>
      </w:r>
    </w:p>
    <w:p w:rsidR="005B3ED9" w:rsidRDefault="005B3ED9" w:rsidP="005B3ED9">
      <w:r>
        <w:t>514.0607</w:t>
      </w:r>
      <w:r>
        <w:tab/>
        <w:t>1.013e0</w:t>
      </w:r>
    </w:p>
    <w:p w:rsidR="005B3ED9" w:rsidRDefault="005B3ED9" w:rsidP="005B3ED9">
      <w:r>
        <w:lastRenderedPageBreak/>
        <w:t>514.1061</w:t>
      </w:r>
      <w:r>
        <w:tab/>
        <w:t>1.013e0</w:t>
      </w:r>
    </w:p>
    <w:p w:rsidR="005B3ED9" w:rsidRDefault="005B3ED9" w:rsidP="005B3ED9">
      <w:r>
        <w:t>514.1505</w:t>
      </w:r>
      <w:r>
        <w:tab/>
        <w:t>2.025e0</w:t>
      </w:r>
    </w:p>
    <w:p w:rsidR="005B3ED9" w:rsidRDefault="005B3ED9" w:rsidP="005B3ED9">
      <w:r>
        <w:t>514.1671</w:t>
      </w:r>
      <w:r>
        <w:tab/>
        <w:t>2.025e0</w:t>
      </w:r>
    </w:p>
    <w:p w:rsidR="005B3ED9" w:rsidRDefault="005B3ED9" w:rsidP="005B3ED9">
      <w:r>
        <w:t>514.1920</w:t>
      </w:r>
      <w:r>
        <w:tab/>
        <w:t>2.025e0</w:t>
      </w:r>
    </w:p>
    <w:p w:rsidR="005B3ED9" w:rsidRDefault="005B3ED9" w:rsidP="005B3ED9">
      <w:r>
        <w:t>514.2131</w:t>
      </w:r>
      <w:r>
        <w:tab/>
        <w:t>1.013e0</w:t>
      </w:r>
    </w:p>
    <w:p w:rsidR="005B3ED9" w:rsidRDefault="005B3ED9" w:rsidP="005B3ED9">
      <w:r>
        <w:t>514.2288</w:t>
      </w:r>
      <w:r>
        <w:tab/>
        <w:t>1.013e0</w:t>
      </w:r>
    </w:p>
    <w:p w:rsidR="005B3ED9" w:rsidRDefault="005B3ED9" w:rsidP="005B3ED9">
      <w:r>
        <w:t>514.2473</w:t>
      </w:r>
      <w:r>
        <w:tab/>
        <w:t>1.013e0</w:t>
      </w:r>
    </w:p>
    <w:p w:rsidR="005B3ED9" w:rsidRDefault="005B3ED9" w:rsidP="005B3ED9">
      <w:r>
        <w:t>514.2982</w:t>
      </w:r>
      <w:r>
        <w:tab/>
        <w:t>2.025e0</w:t>
      </w:r>
    </w:p>
    <w:p w:rsidR="005B3ED9" w:rsidRDefault="005B3ED9" w:rsidP="005B3ED9">
      <w:r>
        <w:t>514.3244</w:t>
      </w:r>
      <w:r>
        <w:tab/>
        <w:t>2.025e0</w:t>
      </w:r>
    </w:p>
    <w:p w:rsidR="005B3ED9" w:rsidRDefault="005B3ED9" w:rsidP="005B3ED9">
      <w:r>
        <w:t>514.3420</w:t>
      </w:r>
      <w:r>
        <w:tab/>
        <w:t>1.013e0</w:t>
      </w:r>
    </w:p>
    <w:p w:rsidR="005B3ED9" w:rsidRDefault="005B3ED9" w:rsidP="005B3ED9">
      <w:r>
        <w:t>514.4088</w:t>
      </w:r>
      <w:r>
        <w:tab/>
        <w:t>1.013e0</w:t>
      </w:r>
    </w:p>
    <w:p w:rsidR="005B3ED9" w:rsidRDefault="005B3ED9" w:rsidP="005B3ED9">
      <w:r>
        <w:t>514.4182</w:t>
      </w:r>
      <w:r>
        <w:tab/>
        <w:t>1.013e0</w:t>
      </w:r>
    </w:p>
    <w:p w:rsidR="005B3ED9" w:rsidRDefault="005B3ED9" w:rsidP="005B3ED9">
      <w:r>
        <w:t>514.4524</w:t>
      </w:r>
      <w:r>
        <w:tab/>
        <w:t>2.025e0</w:t>
      </w:r>
    </w:p>
    <w:p w:rsidR="005B3ED9" w:rsidRDefault="005B3ED9" w:rsidP="005B3ED9">
      <w:r>
        <w:t>514.4979</w:t>
      </w:r>
      <w:r>
        <w:tab/>
        <w:t>1.013e0</w:t>
      </w:r>
    </w:p>
    <w:p w:rsidR="005B3ED9" w:rsidRDefault="005B3ED9" w:rsidP="005B3ED9">
      <w:r>
        <w:t>514.5871</w:t>
      </w:r>
      <w:r>
        <w:tab/>
        <w:t>1.013e0</w:t>
      </w:r>
    </w:p>
    <w:p w:rsidR="005B3ED9" w:rsidRDefault="005B3ED9" w:rsidP="005B3ED9">
      <w:r>
        <w:t>514.6672</w:t>
      </w:r>
      <w:r>
        <w:tab/>
        <w:t>1.013e0</w:t>
      </w:r>
    </w:p>
    <w:p w:rsidR="005B3ED9" w:rsidRDefault="005B3ED9" w:rsidP="005B3ED9">
      <w:r>
        <w:t>514.6758</w:t>
      </w:r>
      <w:r>
        <w:tab/>
        <w:t>1.013e0</w:t>
      </w:r>
    </w:p>
    <w:p w:rsidR="005B3ED9" w:rsidRDefault="005B3ED9" w:rsidP="005B3ED9">
      <w:r>
        <w:t>514.7520</w:t>
      </w:r>
      <w:r>
        <w:tab/>
        <w:t>1.013e0</w:t>
      </w:r>
    </w:p>
    <w:p w:rsidR="005B3ED9" w:rsidRDefault="005B3ED9" w:rsidP="005B3ED9">
      <w:r>
        <w:t>514.8071</w:t>
      </w:r>
      <w:r>
        <w:tab/>
        <w:t>1.013e0</w:t>
      </w:r>
    </w:p>
    <w:p w:rsidR="005B3ED9" w:rsidRDefault="005B3ED9" w:rsidP="005B3ED9">
      <w:r>
        <w:lastRenderedPageBreak/>
        <w:t>514.8099</w:t>
      </w:r>
      <w:r>
        <w:tab/>
        <w:t>1.013e0</w:t>
      </w:r>
    </w:p>
    <w:p w:rsidR="005B3ED9" w:rsidRDefault="005B3ED9" w:rsidP="005B3ED9">
      <w:r>
        <w:t>514.8808</w:t>
      </w:r>
      <w:r>
        <w:tab/>
        <w:t>1.013e0</w:t>
      </w:r>
    </w:p>
    <w:p w:rsidR="005B3ED9" w:rsidRDefault="005B3ED9" w:rsidP="005B3ED9">
      <w:r>
        <w:t>514.8843</w:t>
      </w:r>
      <w:r>
        <w:tab/>
        <w:t>2.025e0</w:t>
      </w:r>
    </w:p>
    <w:p w:rsidR="005B3ED9" w:rsidRDefault="005B3ED9" w:rsidP="005B3ED9">
      <w:r>
        <w:t>514.9383</w:t>
      </w:r>
      <w:r>
        <w:tab/>
        <w:t>2.025e0</w:t>
      </w:r>
    </w:p>
    <w:p w:rsidR="005B3ED9" w:rsidRDefault="005B3ED9" w:rsidP="005B3ED9">
      <w:r>
        <w:t>515.0239</w:t>
      </w:r>
      <w:r>
        <w:tab/>
        <w:t>1.013e0</w:t>
      </w:r>
    </w:p>
    <w:p w:rsidR="005B3ED9" w:rsidRDefault="005B3ED9" w:rsidP="005B3ED9">
      <w:r>
        <w:t>515.0417</w:t>
      </w:r>
      <w:r>
        <w:tab/>
        <w:t>1.013e0</w:t>
      </w:r>
    </w:p>
    <w:p w:rsidR="005B3ED9" w:rsidRDefault="005B3ED9" w:rsidP="005B3ED9">
      <w:r>
        <w:t>515.0488</w:t>
      </w:r>
      <w:r>
        <w:tab/>
        <w:t>1.013e0</w:t>
      </w:r>
    </w:p>
    <w:p w:rsidR="005B3ED9" w:rsidRDefault="005B3ED9" w:rsidP="005B3ED9">
      <w:r>
        <w:t>515.1487</w:t>
      </w:r>
      <w:r>
        <w:tab/>
        <w:t>1.013e0</w:t>
      </w:r>
    </w:p>
    <w:p w:rsidR="005B3ED9" w:rsidRDefault="005B3ED9" w:rsidP="005B3ED9">
      <w:r>
        <w:t>515.2647</w:t>
      </w:r>
      <w:r>
        <w:tab/>
        <w:t>1.013e0</w:t>
      </w:r>
    </w:p>
    <w:p w:rsidR="005B3ED9" w:rsidRDefault="005B3ED9" w:rsidP="005B3ED9">
      <w:r>
        <w:t>515.2908</w:t>
      </w:r>
      <w:r>
        <w:tab/>
        <w:t>1.013e0</w:t>
      </w:r>
    </w:p>
    <w:p w:rsidR="005B3ED9" w:rsidRDefault="005B3ED9" w:rsidP="005B3ED9">
      <w:r>
        <w:t>515.3897</w:t>
      </w:r>
      <w:r>
        <w:tab/>
        <w:t>1.013e0</w:t>
      </w:r>
    </w:p>
    <w:p w:rsidR="005B3ED9" w:rsidRDefault="005B3ED9" w:rsidP="005B3ED9">
      <w:r>
        <w:t>515.4254</w:t>
      </w:r>
      <w:r>
        <w:tab/>
        <w:t>1.013e0</w:t>
      </w:r>
    </w:p>
    <w:p w:rsidR="005B3ED9" w:rsidRDefault="005B3ED9" w:rsidP="005B3ED9">
      <w:r>
        <w:t>515.4589</w:t>
      </w:r>
      <w:r>
        <w:tab/>
        <w:t>1.013e0</w:t>
      </w:r>
    </w:p>
    <w:p w:rsidR="005B3ED9" w:rsidRDefault="005B3ED9" w:rsidP="005B3ED9">
      <w:r>
        <w:t>515.4617</w:t>
      </w:r>
      <w:r>
        <w:tab/>
        <w:t>1.013e0</w:t>
      </w:r>
    </w:p>
    <w:p w:rsidR="005B3ED9" w:rsidRDefault="005B3ED9" w:rsidP="005B3ED9">
      <w:r>
        <w:t>515.5682</w:t>
      </w:r>
      <w:r>
        <w:tab/>
        <w:t>1.013e0</w:t>
      </w:r>
    </w:p>
    <w:p w:rsidR="005B3ED9" w:rsidRDefault="005B3ED9" w:rsidP="005B3ED9">
      <w:r>
        <w:t>515.5904</w:t>
      </w:r>
      <w:r>
        <w:tab/>
        <w:t>1.013e0</w:t>
      </w:r>
    </w:p>
    <w:p w:rsidR="005B3ED9" w:rsidRDefault="005B3ED9" w:rsidP="005B3ED9">
      <w:r>
        <w:t>515.6271</w:t>
      </w:r>
      <w:r>
        <w:tab/>
        <w:t>1.013e0</w:t>
      </w:r>
    </w:p>
    <w:p w:rsidR="005B3ED9" w:rsidRDefault="005B3ED9" w:rsidP="005B3ED9">
      <w:r>
        <w:t>515.7111</w:t>
      </w:r>
      <w:r>
        <w:tab/>
        <w:t>1.013e0</w:t>
      </w:r>
    </w:p>
    <w:p w:rsidR="005B3ED9" w:rsidRDefault="005B3ED9" w:rsidP="005B3ED9">
      <w:r>
        <w:t>515.7914</w:t>
      </w:r>
      <w:r>
        <w:tab/>
        <w:t>1.013e0</w:t>
      </w:r>
    </w:p>
    <w:p w:rsidR="005B3ED9" w:rsidRDefault="005B3ED9" w:rsidP="005B3ED9">
      <w:r>
        <w:lastRenderedPageBreak/>
        <w:t>515.8182</w:t>
      </w:r>
      <w:r>
        <w:tab/>
        <w:t>1.013e0</w:t>
      </w:r>
    </w:p>
    <w:p w:rsidR="005B3ED9" w:rsidRDefault="005B3ED9" w:rsidP="005B3ED9">
      <w:r>
        <w:t>515.8361</w:t>
      </w:r>
      <w:r>
        <w:tab/>
        <w:t>1.013e0</w:t>
      </w:r>
    </w:p>
    <w:p w:rsidR="005B3ED9" w:rsidRDefault="005B3ED9" w:rsidP="005B3ED9">
      <w:r>
        <w:t>515.8540</w:t>
      </w:r>
      <w:r>
        <w:tab/>
        <w:t>1.013e0</w:t>
      </w:r>
    </w:p>
    <w:p w:rsidR="005B3ED9" w:rsidRDefault="005B3ED9" w:rsidP="005B3ED9">
      <w:r>
        <w:t>515.8986</w:t>
      </w:r>
      <w:r>
        <w:tab/>
        <w:t>1.013e0</w:t>
      </w:r>
    </w:p>
    <w:p w:rsidR="005B3ED9" w:rsidRDefault="005B3ED9" w:rsidP="005B3ED9">
      <w:r>
        <w:t>515.9270</w:t>
      </w:r>
      <w:r>
        <w:tab/>
        <w:t>2.025e0</w:t>
      </w:r>
    </w:p>
    <w:p w:rsidR="005B3ED9" w:rsidRDefault="005B3ED9" w:rsidP="005B3ED9">
      <w:r>
        <w:t>516.0780</w:t>
      </w:r>
      <w:r>
        <w:tab/>
        <w:t>3.038e0</w:t>
      </w:r>
    </w:p>
    <w:p w:rsidR="005B3ED9" w:rsidRDefault="005B3ED9" w:rsidP="005B3ED9">
      <w:r>
        <w:t>516.1319</w:t>
      </w:r>
      <w:r>
        <w:tab/>
        <w:t>1.013e0</w:t>
      </w:r>
    </w:p>
    <w:p w:rsidR="005B3ED9" w:rsidRDefault="005B3ED9" w:rsidP="005B3ED9">
      <w:r>
        <w:t>516.1844</w:t>
      </w:r>
      <w:r>
        <w:tab/>
        <w:t>1.013e0</w:t>
      </w:r>
    </w:p>
    <w:p w:rsidR="005B3ED9" w:rsidRDefault="005B3ED9" w:rsidP="005B3ED9">
      <w:r>
        <w:t>516.1872</w:t>
      </w:r>
      <w:r>
        <w:tab/>
        <w:t>1.013e0</w:t>
      </w:r>
    </w:p>
    <w:p w:rsidR="005B3ED9" w:rsidRDefault="005B3ED9" w:rsidP="005B3ED9">
      <w:r>
        <w:t>516.2606</w:t>
      </w:r>
      <w:r>
        <w:tab/>
        <w:t>1.013e0</w:t>
      </w:r>
    </w:p>
    <w:p w:rsidR="005B3ED9" w:rsidRDefault="005B3ED9" w:rsidP="005B3ED9">
      <w:r>
        <w:t>516.2650</w:t>
      </w:r>
      <w:r>
        <w:tab/>
        <w:t>3.038e0</w:t>
      </w:r>
    </w:p>
    <w:p w:rsidR="005B3ED9" w:rsidRDefault="005B3ED9" w:rsidP="005B3ED9">
      <w:r>
        <w:t>516.3186</w:t>
      </w:r>
      <w:r>
        <w:tab/>
        <w:t>1.013e0</w:t>
      </w:r>
    </w:p>
    <w:p w:rsidR="005B3ED9" w:rsidRDefault="005B3ED9" w:rsidP="005B3ED9">
      <w:r>
        <w:t>516.3368</w:t>
      </w:r>
      <w:r>
        <w:tab/>
        <w:t>1.013e0</w:t>
      </w:r>
    </w:p>
    <w:p w:rsidR="005B3ED9" w:rsidRDefault="005B3ED9" w:rsidP="005B3ED9">
      <w:r>
        <w:t>516.3645</w:t>
      </w:r>
      <w:r>
        <w:tab/>
        <w:t>2.025e0</w:t>
      </w:r>
    </w:p>
    <w:p w:rsidR="005B3ED9" w:rsidRDefault="005B3ED9" w:rsidP="005B3ED9">
      <w:r>
        <w:t>516.3922</w:t>
      </w:r>
      <w:r>
        <w:tab/>
        <w:t>1.013e0</w:t>
      </w:r>
    </w:p>
    <w:p w:rsidR="005B3ED9" w:rsidRDefault="005B3ED9" w:rsidP="005B3ED9">
      <w:r>
        <w:t>516.5759</w:t>
      </w:r>
      <w:r>
        <w:tab/>
        <w:t>1.013e0</w:t>
      </w:r>
    </w:p>
    <w:p w:rsidR="005B3ED9" w:rsidRDefault="005B3ED9" w:rsidP="005B3ED9">
      <w:r>
        <w:t>516.7254</w:t>
      </w:r>
      <w:r>
        <w:tab/>
        <w:t>2.025e0</w:t>
      </w:r>
    </w:p>
    <w:p w:rsidR="005B3ED9" w:rsidRDefault="005B3ED9" w:rsidP="005B3ED9">
      <w:r>
        <w:t>516.8176</w:t>
      </w:r>
      <w:r>
        <w:tab/>
        <w:t>1.013e0</w:t>
      </w:r>
    </w:p>
    <w:p w:rsidR="005B3ED9" w:rsidRDefault="005B3ED9" w:rsidP="005B3ED9">
      <w:r>
        <w:t>516.8390</w:t>
      </w:r>
      <w:r>
        <w:tab/>
        <w:t>1.013e0</w:t>
      </w:r>
    </w:p>
    <w:p w:rsidR="005B3ED9" w:rsidRDefault="005B3ED9" w:rsidP="005B3ED9">
      <w:r>
        <w:lastRenderedPageBreak/>
        <w:t>516.8650</w:t>
      </w:r>
      <w:r>
        <w:tab/>
        <w:t>2.025e0</w:t>
      </w:r>
    </w:p>
    <w:p w:rsidR="005B3ED9" w:rsidRDefault="005B3ED9" w:rsidP="005B3ED9">
      <w:r>
        <w:t>516.8919</w:t>
      </w:r>
      <w:r>
        <w:tab/>
        <w:t>4.051e0</w:t>
      </w:r>
    </w:p>
    <w:p w:rsidR="005B3ED9" w:rsidRDefault="005B3ED9" w:rsidP="005B3ED9">
      <w:r>
        <w:t>516.9537</w:t>
      </w:r>
      <w:r>
        <w:tab/>
        <w:t>1.013e0</w:t>
      </w:r>
    </w:p>
    <w:p w:rsidR="005B3ED9" w:rsidRDefault="005B3ED9" w:rsidP="005B3ED9">
      <w:r>
        <w:t>516.9675</w:t>
      </w:r>
      <w:r>
        <w:tab/>
        <w:t>2.025e0</w:t>
      </w:r>
    </w:p>
    <w:p w:rsidR="005B3ED9" w:rsidRDefault="005B3ED9" w:rsidP="005B3ED9">
      <w:r>
        <w:t>517.0163</w:t>
      </w:r>
      <w:r>
        <w:tab/>
        <w:t>1.013e0</w:t>
      </w:r>
    </w:p>
    <w:p w:rsidR="005B3ED9" w:rsidRDefault="005B3ED9" w:rsidP="005B3ED9">
      <w:r>
        <w:t>517.0438</w:t>
      </w:r>
      <w:r>
        <w:tab/>
        <w:t>1.013e0</w:t>
      </w:r>
    </w:p>
    <w:p w:rsidR="005B3ED9" w:rsidRDefault="005B3ED9" w:rsidP="005B3ED9">
      <w:r>
        <w:t>517.0808</w:t>
      </w:r>
      <w:r>
        <w:tab/>
        <w:t>3.038e0</w:t>
      </w:r>
    </w:p>
    <w:p w:rsidR="005B3ED9" w:rsidRDefault="005B3ED9" w:rsidP="005B3ED9">
      <w:r>
        <w:t>517.1685</w:t>
      </w:r>
      <w:r>
        <w:tab/>
        <w:t>1.013e0</w:t>
      </w:r>
    </w:p>
    <w:p w:rsidR="005B3ED9" w:rsidRDefault="005B3ED9" w:rsidP="005B3ED9">
      <w:r>
        <w:t>517.1727</w:t>
      </w:r>
      <w:r>
        <w:tab/>
        <w:t>1.013e0</w:t>
      </w:r>
    </w:p>
    <w:p w:rsidR="005B3ED9" w:rsidRDefault="005B3ED9" w:rsidP="005B3ED9">
      <w:r>
        <w:t>517.2223</w:t>
      </w:r>
      <w:r>
        <w:tab/>
        <w:t>1.013e0</w:t>
      </w:r>
    </w:p>
    <w:p w:rsidR="005B3ED9" w:rsidRDefault="005B3ED9" w:rsidP="005B3ED9">
      <w:r>
        <w:t>517.2401</w:t>
      </w:r>
      <w:r>
        <w:tab/>
        <w:t>1.013e0</w:t>
      </w:r>
    </w:p>
    <w:p w:rsidR="005B3ED9" w:rsidRDefault="005B3ED9" w:rsidP="005B3ED9">
      <w:r>
        <w:t>517.2567</w:t>
      </w:r>
      <w:r>
        <w:tab/>
        <w:t>2.025e0</w:t>
      </w:r>
    </w:p>
    <w:p w:rsidR="005B3ED9" w:rsidRDefault="005B3ED9" w:rsidP="005B3ED9">
      <w:r>
        <w:t>517.2581</w:t>
      </w:r>
      <w:r>
        <w:tab/>
        <w:t>1.013e0</w:t>
      </w:r>
    </w:p>
    <w:p w:rsidR="005B3ED9" w:rsidRDefault="005B3ED9" w:rsidP="005B3ED9">
      <w:r>
        <w:t>517.3226</w:t>
      </w:r>
      <w:r>
        <w:tab/>
        <w:t>1.013e0</w:t>
      </w:r>
    </w:p>
    <w:p w:rsidR="005B3ED9" w:rsidRDefault="005B3ED9" w:rsidP="005B3ED9">
      <w:r>
        <w:t>517.3383</w:t>
      </w:r>
      <w:r>
        <w:tab/>
        <w:t>1.013e0</w:t>
      </w:r>
    </w:p>
    <w:p w:rsidR="005B3ED9" w:rsidRDefault="005B3ED9" w:rsidP="005B3ED9">
      <w:r>
        <w:t>517.3555</w:t>
      </w:r>
      <w:r>
        <w:tab/>
        <w:t>3.038e0</w:t>
      </w:r>
    </w:p>
    <w:p w:rsidR="005B3ED9" w:rsidRDefault="005B3ED9" w:rsidP="005B3ED9">
      <w:r>
        <w:t>517.3834</w:t>
      </w:r>
      <w:r>
        <w:tab/>
        <w:t>1.013e0</w:t>
      </w:r>
    </w:p>
    <w:p w:rsidR="005B3ED9" w:rsidRDefault="005B3ED9" w:rsidP="005B3ED9">
      <w:r>
        <w:t>517.4038</w:t>
      </w:r>
      <w:r>
        <w:tab/>
        <w:t>2.025e0</w:t>
      </w:r>
    </w:p>
    <w:p w:rsidR="005B3ED9" w:rsidRDefault="005B3ED9" w:rsidP="005B3ED9">
      <w:r>
        <w:t>517.4109</w:t>
      </w:r>
      <w:r>
        <w:tab/>
        <w:t>3.442e0</w:t>
      </w:r>
    </w:p>
    <w:p w:rsidR="005B3ED9" w:rsidRDefault="005B3ED9" w:rsidP="005B3ED9">
      <w:r>
        <w:lastRenderedPageBreak/>
        <w:t>517.4329</w:t>
      </w:r>
      <w:r>
        <w:tab/>
        <w:t>1.013e0</w:t>
      </w:r>
    </w:p>
    <w:p w:rsidR="005B3ED9" w:rsidRDefault="005B3ED9" w:rsidP="005B3ED9">
      <w:r>
        <w:t>517.4461</w:t>
      </w:r>
      <w:r>
        <w:tab/>
        <w:t>1.013e0</w:t>
      </w:r>
    </w:p>
    <w:p w:rsidR="005B3ED9" w:rsidRDefault="005B3ED9" w:rsidP="005B3ED9">
      <w:r>
        <w:t>517.5357</w:t>
      </w:r>
      <w:r>
        <w:tab/>
        <w:t>1.013e0</w:t>
      </w:r>
    </w:p>
    <w:p w:rsidR="005B3ED9" w:rsidRDefault="005B3ED9" w:rsidP="005B3ED9">
      <w:r>
        <w:t>517.5432</w:t>
      </w:r>
      <w:r>
        <w:tab/>
        <w:t>1.013e0</w:t>
      </w:r>
    </w:p>
    <w:p w:rsidR="005B3ED9" w:rsidRDefault="005B3ED9" w:rsidP="005B3ED9">
      <w:r>
        <w:t>517.7239</w:t>
      </w:r>
      <w:r>
        <w:tab/>
        <w:t>1.013e0</w:t>
      </w:r>
    </w:p>
    <w:p w:rsidR="005B3ED9" w:rsidRDefault="005B3ED9" w:rsidP="005B3ED9">
      <w:r>
        <w:t>517.7956</w:t>
      </w:r>
      <w:r>
        <w:tab/>
        <w:t>1.013e0</w:t>
      </w:r>
    </w:p>
    <w:p w:rsidR="005B3ED9" w:rsidRDefault="005B3ED9" w:rsidP="005B3ED9">
      <w:r>
        <w:t>517.8062</w:t>
      </w:r>
      <w:r>
        <w:tab/>
        <w:t>1.013e0</w:t>
      </w:r>
    </w:p>
    <w:p w:rsidR="005B3ED9" w:rsidRDefault="005B3ED9" w:rsidP="005B3ED9">
      <w:r>
        <w:t>517.8672</w:t>
      </w:r>
      <w:r>
        <w:tab/>
        <w:t>1.013e0</w:t>
      </w:r>
    </w:p>
    <w:p w:rsidR="005B3ED9" w:rsidRDefault="005B3ED9" w:rsidP="005B3ED9">
      <w:r>
        <w:t>517.8942</w:t>
      </w:r>
      <w:r>
        <w:tab/>
        <w:t>1.013e0</w:t>
      </w:r>
    </w:p>
    <w:p w:rsidR="005B3ED9" w:rsidRDefault="005B3ED9" w:rsidP="005B3ED9">
      <w:r>
        <w:t>517.9531</w:t>
      </w:r>
      <w:r>
        <w:tab/>
        <w:t>1.013e0</w:t>
      </w:r>
    </w:p>
    <w:p w:rsidR="005B3ED9" w:rsidRDefault="005B3ED9" w:rsidP="005B3ED9">
      <w:r>
        <w:t>518.0083</w:t>
      </w:r>
      <w:r>
        <w:tab/>
        <w:t>1.013e0</w:t>
      </w:r>
    </w:p>
    <w:p w:rsidR="005B3ED9" w:rsidRDefault="005B3ED9" w:rsidP="005B3ED9">
      <w:r>
        <w:t>518.0377</w:t>
      </w:r>
      <w:r>
        <w:tab/>
        <w:t>1.013e0</w:t>
      </w:r>
    </w:p>
    <w:p w:rsidR="005B3ED9" w:rsidRDefault="005B3ED9" w:rsidP="005B3ED9">
      <w:r>
        <w:t>518.1722</w:t>
      </w:r>
      <w:r>
        <w:tab/>
        <w:t>1.013e0</w:t>
      </w:r>
    </w:p>
    <w:p w:rsidR="005B3ED9" w:rsidRDefault="005B3ED9" w:rsidP="005B3ED9">
      <w:r>
        <w:t>518.2501</w:t>
      </w:r>
      <w:r>
        <w:tab/>
        <w:t>1.013e0</w:t>
      </w:r>
    </w:p>
    <w:p w:rsidR="005B3ED9" w:rsidRDefault="005B3ED9" w:rsidP="005B3ED9">
      <w:r>
        <w:t>518.3606</w:t>
      </w:r>
      <w:r>
        <w:tab/>
        <w:t>1.013e0</w:t>
      </w:r>
    </w:p>
    <w:p w:rsidR="005B3ED9" w:rsidRDefault="005B3ED9" w:rsidP="005B3ED9">
      <w:r>
        <w:t>518.4001</w:t>
      </w:r>
      <w:r>
        <w:tab/>
        <w:t>3.038e0</w:t>
      </w:r>
    </w:p>
    <w:p w:rsidR="005B3ED9" w:rsidRDefault="005B3ED9" w:rsidP="005B3ED9">
      <w:r>
        <w:t>518.4185</w:t>
      </w:r>
      <w:r>
        <w:tab/>
        <w:t>1.013e0</w:t>
      </w:r>
    </w:p>
    <w:p w:rsidR="005B3ED9" w:rsidRDefault="005B3ED9" w:rsidP="005B3ED9">
      <w:r>
        <w:t>518.5195</w:t>
      </w:r>
      <w:r>
        <w:tab/>
        <w:t>2.025e0</w:t>
      </w:r>
    </w:p>
    <w:p w:rsidR="005B3ED9" w:rsidRDefault="005B3ED9" w:rsidP="005B3ED9">
      <w:r>
        <w:t>518.6419</w:t>
      </w:r>
      <w:r>
        <w:tab/>
        <w:t>1.013e0</w:t>
      </w:r>
    </w:p>
    <w:p w:rsidR="005B3ED9" w:rsidRDefault="005B3ED9" w:rsidP="005B3ED9">
      <w:r>
        <w:lastRenderedPageBreak/>
        <w:t>518.6603</w:t>
      </w:r>
      <w:r>
        <w:tab/>
        <w:t>1.013e0</w:t>
      </w:r>
    </w:p>
    <w:p w:rsidR="005B3ED9" w:rsidRDefault="005B3ED9" w:rsidP="005B3ED9">
      <w:r>
        <w:t>518.7704</w:t>
      </w:r>
      <w:r>
        <w:tab/>
        <w:t>1.013e0</w:t>
      </w:r>
    </w:p>
    <w:p w:rsidR="005B3ED9" w:rsidRDefault="005B3ED9" w:rsidP="005B3ED9">
      <w:r>
        <w:t>518.8073</w:t>
      </w:r>
      <w:r>
        <w:tab/>
        <w:t>2.025e0</w:t>
      </w:r>
    </w:p>
    <w:p w:rsidR="005B3ED9" w:rsidRDefault="005B3ED9" w:rsidP="005B3ED9">
      <w:r>
        <w:t>518.8333</w:t>
      </w:r>
      <w:r>
        <w:tab/>
        <w:t>2.025e0</w:t>
      </w:r>
    </w:p>
    <w:p w:rsidR="005B3ED9" w:rsidRDefault="005B3ED9" w:rsidP="005B3ED9">
      <w:r>
        <w:t>518.8469</w:t>
      </w:r>
      <w:r>
        <w:tab/>
        <w:t>1.013e0</w:t>
      </w:r>
    </w:p>
    <w:p w:rsidR="005B3ED9" w:rsidRDefault="005B3ED9" w:rsidP="005B3ED9">
      <w:r>
        <w:t>518.8991</w:t>
      </w:r>
      <w:r>
        <w:tab/>
        <w:t>1.013e0</w:t>
      </w:r>
    </w:p>
    <w:p w:rsidR="005B3ED9" w:rsidRDefault="005B3ED9" w:rsidP="005B3ED9">
      <w:r>
        <w:t>518.9081</w:t>
      </w:r>
      <w:r>
        <w:tab/>
        <w:t>1.013e0</w:t>
      </w:r>
    </w:p>
    <w:p w:rsidR="005B3ED9" w:rsidRDefault="005B3ED9" w:rsidP="005B3ED9">
      <w:r>
        <w:t>518.9149</w:t>
      </w:r>
      <w:r>
        <w:tab/>
        <w:t>2.372e0</w:t>
      </w:r>
    </w:p>
    <w:p w:rsidR="005B3ED9" w:rsidRDefault="005B3ED9" w:rsidP="005B3ED9">
      <w:r>
        <w:t>518.9531</w:t>
      </w:r>
      <w:r>
        <w:tab/>
        <w:t>3.038e0</w:t>
      </w:r>
    </w:p>
    <w:p w:rsidR="005B3ED9" w:rsidRDefault="005B3ED9" w:rsidP="005B3ED9">
      <w:r>
        <w:t>518.9980</w:t>
      </w:r>
      <w:r>
        <w:tab/>
        <w:t>1.013e0</w:t>
      </w:r>
    </w:p>
    <w:p w:rsidR="005B3ED9" w:rsidRDefault="005B3ED9" w:rsidP="005B3ED9">
      <w:r>
        <w:t>519.0087</w:t>
      </w:r>
      <w:r>
        <w:tab/>
        <w:t>2.025e0</w:t>
      </w:r>
    </w:p>
    <w:p w:rsidR="005B3ED9" w:rsidRDefault="005B3ED9" w:rsidP="005B3ED9">
      <w:r>
        <w:t>519.0428</w:t>
      </w:r>
      <w:r>
        <w:tab/>
        <w:t>1.013e0</w:t>
      </w:r>
    </w:p>
    <w:p w:rsidR="005B3ED9" w:rsidRDefault="005B3ED9" w:rsidP="005B3ED9">
      <w:r>
        <w:t>519.0692</w:t>
      </w:r>
      <w:r>
        <w:tab/>
        <w:t>1.661e0</w:t>
      </w:r>
    </w:p>
    <w:p w:rsidR="005B3ED9" w:rsidRDefault="005B3ED9" w:rsidP="005B3ED9">
      <w:r>
        <w:t>519.1228</w:t>
      </w:r>
      <w:r>
        <w:tab/>
        <w:t>1.013e0</w:t>
      </w:r>
    </w:p>
    <w:p w:rsidR="005B3ED9" w:rsidRDefault="005B3ED9" w:rsidP="005B3ED9">
      <w:r>
        <w:t>519.1956</w:t>
      </w:r>
      <w:r>
        <w:tab/>
        <w:t>1.013e0</w:t>
      </w:r>
    </w:p>
    <w:p w:rsidR="005B3ED9" w:rsidRDefault="005B3ED9" w:rsidP="005B3ED9">
      <w:r>
        <w:t>519.2136</w:t>
      </w:r>
      <w:r>
        <w:tab/>
        <w:t>2.025e0</w:t>
      </w:r>
    </w:p>
    <w:p w:rsidR="005B3ED9" w:rsidRDefault="005B3ED9" w:rsidP="005B3ED9">
      <w:r>
        <w:t>519.2764</w:t>
      </w:r>
      <w:r>
        <w:tab/>
        <w:t>1.013e0</w:t>
      </w:r>
    </w:p>
    <w:p w:rsidR="005B3ED9" w:rsidRDefault="005B3ED9" w:rsidP="005B3ED9">
      <w:r>
        <w:t>519.2800</w:t>
      </w:r>
      <w:r>
        <w:tab/>
        <w:t>2.025e0</w:t>
      </w:r>
    </w:p>
    <w:p w:rsidR="005B3ED9" w:rsidRDefault="005B3ED9" w:rsidP="005B3ED9">
      <w:r>
        <w:t>519.2897</w:t>
      </w:r>
      <w:r>
        <w:tab/>
        <w:t>2.025e0</w:t>
      </w:r>
    </w:p>
    <w:p w:rsidR="005B3ED9" w:rsidRDefault="005B3ED9" w:rsidP="005B3ED9">
      <w:r>
        <w:lastRenderedPageBreak/>
        <w:t>519.3394</w:t>
      </w:r>
      <w:r>
        <w:tab/>
        <w:t>1.013e0</w:t>
      </w:r>
    </w:p>
    <w:p w:rsidR="005B3ED9" w:rsidRDefault="005B3ED9" w:rsidP="005B3ED9">
      <w:r>
        <w:t>519.3644</w:t>
      </w:r>
      <w:r>
        <w:tab/>
        <w:t>1.013e0</w:t>
      </w:r>
    </w:p>
    <w:p w:rsidR="005B3ED9" w:rsidRDefault="005B3ED9" w:rsidP="005B3ED9">
      <w:r>
        <w:t>519.4023</w:t>
      </w:r>
      <w:r>
        <w:tab/>
        <w:t>2.025e0</w:t>
      </w:r>
    </w:p>
    <w:p w:rsidR="005B3ED9" w:rsidRDefault="005B3ED9" w:rsidP="005B3ED9">
      <w:r>
        <w:t>519.4199</w:t>
      </w:r>
      <w:r>
        <w:tab/>
        <w:t>1.013e0</w:t>
      </w:r>
    </w:p>
    <w:p w:rsidR="005B3ED9" w:rsidRDefault="005B3ED9" w:rsidP="005B3ED9">
      <w:r>
        <w:t>519.5144</w:t>
      </w:r>
      <w:r>
        <w:tab/>
        <w:t>1.013e0</w:t>
      </w:r>
    </w:p>
    <w:p w:rsidR="005B3ED9" w:rsidRDefault="005B3ED9" w:rsidP="005B3ED9">
      <w:r>
        <w:t>519.6091</w:t>
      </w:r>
      <w:r>
        <w:tab/>
        <w:t>1.013e0</w:t>
      </w:r>
    </w:p>
    <w:p w:rsidR="005B3ED9" w:rsidRDefault="005B3ED9" w:rsidP="005B3ED9">
      <w:r>
        <w:t>519.7800</w:t>
      </w:r>
      <w:r>
        <w:tab/>
        <w:t>1.013e0</w:t>
      </w:r>
    </w:p>
    <w:p w:rsidR="005B3ED9" w:rsidRDefault="005B3ED9" w:rsidP="005B3ED9">
      <w:r>
        <w:t>519.8114</w:t>
      </w:r>
      <w:r>
        <w:tab/>
        <w:t>2.025e0</w:t>
      </w:r>
    </w:p>
    <w:p w:rsidR="005B3ED9" w:rsidRDefault="005B3ED9" w:rsidP="005B3ED9">
      <w:r>
        <w:t>519.8340</w:t>
      </w:r>
      <w:r>
        <w:tab/>
        <w:t>1.013e0</w:t>
      </w:r>
    </w:p>
    <w:p w:rsidR="005B3ED9" w:rsidRDefault="005B3ED9" w:rsidP="005B3ED9">
      <w:r>
        <w:t>519.8608</w:t>
      </w:r>
      <w:r>
        <w:tab/>
        <w:t>2.025e0</w:t>
      </w:r>
    </w:p>
    <w:p w:rsidR="005B3ED9" w:rsidRDefault="005B3ED9" w:rsidP="005B3ED9">
      <w:r>
        <w:t>519.9149</w:t>
      </w:r>
      <w:r>
        <w:tab/>
        <w:t>1.013e0</w:t>
      </w:r>
    </w:p>
    <w:p w:rsidR="005B3ED9" w:rsidRDefault="005B3ED9" w:rsidP="005B3ED9">
      <w:r>
        <w:t>519.9244</w:t>
      </w:r>
      <w:r>
        <w:tab/>
        <w:t>1.013e0</w:t>
      </w:r>
    </w:p>
    <w:p w:rsidR="005B3ED9" w:rsidRDefault="005B3ED9" w:rsidP="005B3ED9">
      <w:r>
        <w:t>519.9981</w:t>
      </w:r>
      <w:r>
        <w:tab/>
        <w:t>1.013e0</w:t>
      </w:r>
    </w:p>
    <w:p w:rsidR="005B3ED9" w:rsidRDefault="005B3ED9" w:rsidP="005B3ED9">
      <w:r>
        <w:t>520.0243</w:t>
      </w:r>
      <w:r>
        <w:tab/>
        <w:t>2.025e0</w:t>
      </w:r>
    </w:p>
    <w:p w:rsidR="005B3ED9" w:rsidRDefault="005B3ED9" w:rsidP="005B3ED9">
      <w:r>
        <w:t>520.0499</w:t>
      </w:r>
      <w:r>
        <w:tab/>
        <w:t>1.013e0</w:t>
      </w:r>
    </w:p>
    <w:p w:rsidR="005B3ED9" w:rsidRDefault="005B3ED9" w:rsidP="005B3ED9">
      <w:r>
        <w:t>520.2555</w:t>
      </w:r>
      <w:r>
        <w:tab/>
        <w:t>1.013e0</w:t>
      </w:r>
    </w:p>
    <w:p w:rsidR="005B3ED9" w:rsidRDefault="005B3ED9" w:rsidP="005B3ED9">
      <w:r>
        <w:t>520.3054</w:t>
      </w:r>
      <w:r>
        <w:tab/>
        <w:t>2.025e0</w:t>
      </w:r>
    </w:p>
    <w:p w:rsidR="005B3ED9" w:rsidRDefault="005B3ED9" w:rsidP="005B3ED9">
      <w:r>
        <w:t>520.3109</w:t>
      </w:r>
      <w:r>
        <w:tab/>
        <w:t>1.013e0</w:t>
      </w:r>
    </w:p>
    <w:p w:rsidR="005B3ED9" w:rsidRDefault="005B3ED9" w:rsidP="005B3ED9">
      <w:r>
        <w:t>520.3380</w:t>
      </w:r>
      <w:r>
        <w:tab/>
        <w:t>1.013e0</w:t>
      </w:r>
    </w:p>
    <w:p w:rsidR="005B3ED9" w:rsidRDefault="005B3ED9" w:rsidP="005B3ED9">
      <w:r>
        <w:lastRenderedPageBreak/>
        <w:t>520.3465</w:t>
      </w:r>
      <w:r>
        <w:tab/>
        <w:t>3.038e0</w:t>
      </w:r>
    </w:p>
    <w:p w:rsidR="005B3ED9" w:rsidRDefault="005B3ED9" w:rsidP="005B3ED9">
      <w:r>
        <w:t>520.3740</w:t>
      </w:r>
      <w:r>
        <w:tab/>
        <w:t>1.013e0</w:t>
      </w:r>
    </w:p>
    <w:p w:rsidR="005B3ED9" w:rsidRDefault="005B3ED9" w:rsidP="005B3ED9">
      <w:r>
        <w:t>520.4054</w:t>
      </w:r>
      <w:r>
        <w:tab/>
        <w:t>1.013e0</w:t>
      </w:r>
    </w:p>
    <w:p w:rsidR="005B3ED9" w:rsidRDefault="005B3ED9" w:rsidP="005B3ED9">
      <w:r>
        <w:t>520.4421</w:t>
      </w:r>
      <w:r>
        <w:tab/>
        <w:t>1.013e0</w:t>
      </w:r>
    </w:p>
    <w:p w:rsidR="005B3ED9" w:rsidRDefault="005B3ED9" w:rsidP="005B3ED9">
      <w:r>
        <w:t>520.5156</w:t>
      </w:r>
      <w:r>
        <w:tab/>
        <w:t>1.013e0</w:t>
      </w:r>
    </w:p>
    <w:p w:rsidR="005B3ED9" w:rsidRDefault="005B3ED9" w:rsidP="005B3ED9">
      <w:r>
        <w:t>520.5709</w:t>
      </w:r>
      <w:r>
        <w:tab/>
        <w:t>1.013e0</w:t>
      </w:r>
    </w:p>
    <w:p w:rsidR="005B3ED9" w:rsidRDefault="005B3ED9" w:rsidP="005B3ED9">
      <w:r>
        <w:t>520.5737</w:t>
      </w:r>
      <w:r>
        <w:tab/>
        <w:t>1.013e0</w:t>
      </w:r>
    </w:p>
    <w:p w:rsidR="005B3ED9" w:rsidRDefault="005B3ED9" w:rsidP="005B3ED9">
      <w:r>
        <w:t>520.5844</w:t>
      </w:r>
      <w:r>
        <w:tab/>
        <w:t>2.025e0</w:t>
      </w:r>
    </w:p>
    <w:p w:rsidR="005B3ED9" w:rsidRDefault="005B3ED9" w:rsidP="005B3ED9">
      <w:r>
        <w:t>520.6892</w:t>
      </w:r>
      <w:r>
        <w:tab/>
        <w:t>1.013e0</w:t>
      </w:r>
    </w:p>
    <w:p w:rsidR="005B3ED9" w:rsidRDefault="005B3ED9" w:rsidP="005B3ED9">
      <w:r>
        <w:t>520.7703</w:t>
      </w:r>
      <w:r>
        <w:tab/>
        <w:t>2.025e0</w:t>
      </w:r>
    </w:p>
    <w:p w:rsidR="005B3ED9" w:rsidRDefault="005B3ED9" w:rsidP="005B3ED9">
      <w:r>
        <w:t>520.8120</w:t>
      </w:r>
      <w:r>
        <w:tab/>
        <w:t>3.038e0</w:t>
      </w:r>
    </w:p>
    <w:p w:rsidR="005B3ED9" w:rsidRDefault="005B3ED9" w:rsidP="005B3ED9">
      <w:r>
        <w:t>520.8747</w:t>
      </w:r>
      <w:r>
        <w:tab/>
        <w:t>4.051e0</w:t>
      </w:r>
    </w:p>
    <w:p w:rsidR="005B3ED9" w:rsidRDefault="005B3ED9" w:rsidP="005B3ED9">
      <w:r>
        <w:t>520.8863</w:t>
      </w:r>
      <w:r>
        <w:tab/>
        <w:t>1.013e0</w:t>
      </w:r>
    </w:p>
    <w:p w:rsidR="005B3ED9" w:rsidRDefault="005B3ED9" w:rsidP="005B3ED9">
      <w:r>
        <w:t>520.9416</w:t>
      </w:r>
      <w:r>
        <w:tab/>
        <w:t>1.013e0</w:t>
      </w:r>
    </w:p>
    <w:p w:rsidR="005B3ED9" w:rsidRDefault="005B3ED9" w:rsidP="005B3ED9">
      <w:r>
        <w:t>521.0497</w:t>
      </w:r>
      <w:r>
        <w:tab/>
        <w:t>1.013e0</w:t>
      </w:r>
    </w:p>
    <w:p w:rsidR="005B3ED9" w:rsidRDefault="005B3ED9" w:rsidP="005B3ED9">
      <w:r>
        <w:t>521.1280</w:t>
      </w:r>
      <w:r>
        <w:tab/>
        <w:t>1.013e0</w:t>
      </w:r>
    </w:p>
    <w:p w:rsidR="005B3ED9" w:rsidRDefault="005B3ED9" w:rsidP="005B3ED9">
      <w:r>
        <w:t>521.1491</w:t>
      </w:r>
      <w:r>
        <w:tab/>
        <w:t>1.013e0</w:t>
      </w:r>
    </w:p>
    <w:p w:rsidR="005B3ED9" w:rsidRDefault="005B3ED9" w:rsidP="005B3ED9">
      <w:r>
        <w:t>521.2662</w:t>
      </w:r>
      <w:r>
        <w:tab/>
        <w:t>1.013e0</w:t>
      </w:r>
    </w:p>
    <w:p w:rsidR="005B3ED9" w:rsidRDefault="005B3ED9" w:rsidP="005B3ED9">
      <w:r>
        <w:t>521.3113</w:t>
      </w:r>
      <w:r>
        <w:tab/>
        <w:t>1.013e0</w:t>
      </w:r>
    </w:p>
    <w:p w:rsidR="005B3ED9" w:rsidRDefault="005B3ED9" w:rsidP="005B3ED9">
      <w:r>
        <w:lastRenderedPageBreak/>
        <w:t>521.3203</w:t>
      </w:r>
      <w:r>
        <w:tab/>
        <w:t>1.013e0</w:t>
      </w:r>
    </w:p>
    <w:p w:rsidR="005B3ED9" w:rsidRDefault="005B3ED9" w:rsidP="005B3ED9">
      <w:r>
        <w:t>521.3473</w:t>
      </w:r>
      <w:r>
        <w:tab/>
        <w:t>1.013e0</w:t>
      </w:r>
    </w:p>
    <w:p w:rsidR="005B3ED9" w:rsidRDefault="005B3ED9" w:rsidP="005B3ED9">
      <w:r>
        <w:t>521.3593</w:t>
      </w:r>
      <w:r>
        <w:tab/>
        <w:t>2.025e0</w:t>
      </w:r>
    </w:p>
    <w:p w:rsidR="005B3ED9" w:rsidRDefault="005B3ED9" w:rsidP="005B3ED9">
      <w:r>
        <w:t>521.3744</w:t>
      </w:r>
      <w:r>
        <w:tab/>
        <w:t>1.013e0</w:t>
      </w:r>
    </w:p>
    <w:p w:rsidR="005B3ED9" w:rsidRDefault="005B3ED9" w:rsidP="005B3ED9">
      <w:r>
        <w:t>521.4972</w:t>
      </w:r>
      <w:r>
        <w:tab/>
        <w:t>2.025e0</w:t>
      </w:r>
    </w:p>
    <w:p w:rsidR="005B3ED9" w:rsidRDefault="005B3ED9" w:rsidP="005B3ED9">
      <w:r>
        <w:t>521.4986</w:t>
      </w:r>
      <w:r>
        <w:tab/>
        <w:t>1.013e0</w:t>
      </w:r>
    </w:p>
    <w:p w:rsidR="005B3ED9" w:rsidRDefault="005B3ED9" w:rsidP="005B3ED9">
      <w:r>
        <w:t>521.6854</w:t>
      </w:r>
      <w:r>
        <w:tab/>
        <w:t>1.013e0</w:t>
      </w:r>
    </w:p>
    <w:p w:rsidR="005B3ED9" w:rsidRDefault="005B3ED9" w:rsidP="005B3ED9">
      <w:r>
        <w:t>521.7263</w:t>
      </w:r>
      <w:r>
        <w:tab/>
        <w:t>1.013e0</w:t>
      </w:r>
    </w:p>
    <w:p w:rsidR="005B3ED9" w:rsidRDefault="005B3ED9" w:rsidP="005B3ED9">
      <w:r>
        <w:t>521.7443</w:t>
      </w:r>
      <w:r>
        <w:tab/>
        <w:t>1.013e0</w:t>
      </w:r>
    </w:p>
    <w:p w:rsidR="005B3ED9" w:rsidRDefault="005B3ED9" w:rsidP="005B3ED9">
      <w:r>
        <w:t>521.7772</w:t>
      </w:r>
      <w:r>
        <w:tab/>
        <w:t>1.013e0</w:t>
      </w:r>
    </w:p>
    <w:p w:rsidR="005B3ED9" w:rsidRDefault="005B3ED9" w:rsidP="005B3ED9">
      <w:r>
        <w:t>521.8693</w:t>
      </w:r>
      <w:r>
        <w:tab/>
        <w:t>1.013e0</w:t>
      </w:r>
    </w:p>
    <w:p w:rsidR="005B3ED9" w:rsidRDefault="005B3ED9" w:rsidP="005B3ED9">
      <w:r>
        <w:t>521.8797</w:t>
      </w:r>
      <w:r>
        <w:tab/>
        <w:t>1.013e0</w:t>
      </w:r>
    </w:p>
    <w:p w:rsidR="005B3ED9" w:rsidRDefault="005B3ED9" w:rsidP="005B3ED9">
      <w:r>
        <w:t>521.8812</w:t>
      </w:r>
      <w:r>
        <w:tab/>
        <w:t>2.025e0</w:t>
      </w:r>
    </w:p>
    <w:p w:rsidR="005B3ED9" w:rsidRDefault="005B3ED9" w:rsidP="005B3ED9">
      <w:r>
        <w:t>521.8978</w:t>
      </w:r>
      <w:r>
        <w:tab/>
        <w:t>1.013e0</w:t>
      </w:r>
    </w:p>
    <w:p w:rsidR="005B3ED9" w:rsidRDefault="005B3ED9" w:rsidP="005B3ED9">
      <w:r>
        <w:t>522.0014</w:t>
      </w:r>
      <w:r>
        <w:tab/>
        <w:t>2.025e0</w:t>
      </w:r>
    </w:p>
    <w:p w:rsidR="005B3ED9" w:rsidRDefault="005B3ED9" w:rsidP="005B3ED9">
      <w:r>
        <w:t>522.0152</w:t>
      </w:r>
      <w:r>
        <w:tab/>
        <w:t>1.013e0</w:t>
      </w:r>
    </w:p>
    <w:p w:rsidR="005B3ED9" w:rsidRDefault="005B3ED9" w:rsidP="005B3ED9">
      <w:r>
        <w:t>522.0192</w:t>
      </w:r>
      <w:r>
        <w:tab/>
        <w:t>1.013e0</w:t>
      </w:r>
    </w:p>
    <w:p w:rsidR="005B3ED9" w:rsidRDefault="005B3ED9" w:rsidP="005B3ED9">
      <w:r>
        <w:t>522.0603</w:t>
      </w:r>
      <w:r>
        <w:tab/>
        <w:t>1.013e0</w:t>
      </w:r>
    </w:p>
    <w:p w:rsidR="005B3ED9" w:rsidRDefault="005B3ED9" w:rsidP="005B3ED9">
      <w:r>
        <w:t>522.0965</w:t>
      </w:r>
      <w:r>
        <w:tab/>
        <w:t>1.013e0</w:t>
      </w:r>
    </w:p>
    <w:p w:rsidR="005B3ED9" w:rsidRDefault="005B3ED9" w:rsidP="005B3ED9">
      <w:r>
        <w:lastRenderedPageBreak/>
        <w:t>522.1294</w:t>
      </w:r>
      <w:r>
        <w:tab/>
        <w:t>1.013e0</w:t>
      </w:r>
    </w:p>
    <w:p w:rsidR="005B3ED9" w:rsidRDefault="005B3ED9" w:rsidP="005B3ED9">
      <w:r>
        <w:t>522.1804</w:t>
      </w:r>
      <w:r>
        <w:tab/>
        <w:t>2.025e0</w:t>
      </w:r>
    </w:p>
    <w:p w:rsidR="005B3ED9" w:rsidRDefault="005B3ED9" w:rsidP="005B3ED9">
      <w:r>
        <w:t>522.1924</w:t>
      </w:r>
      <w:r>
        <w:tab/>
        <w:t>2.025e0</w:t>
      </w:r>
    </w:p>
    <w:p w:rsidR="005B3ED9" w:rsidRDefault="005B3ED9" w:rsidP="005B3ED9">
      <w:r>
        <w:t>522.2205</w:t>
      </w:r>
      <w:r>
        <w:tab/>
        <w:t>2.025e0</w:t>
      </w:r>
    </w:p>
    <w:p w:rsidR="005B3ED9" w:rsidRDefault="005B3ED9" w:rsidP="005B3ED9">
      <w:r>
        <w:t>522.2610</w:t>
      </w:r>
      <w:r>
        <w:tab/>
        <w:t>1.013e0</w:t>
      </w:r>
    </w:p>
    <w:p w:rsidR="005B3ED9" w:rsidRDefault="005B3ED9" w:rsidP="005B3ED9">
      <w:r>
        <w:t>522.2910</w:t>
      </w:r>
      <w:r>
        <w:tab/>
        <w:t>2.025e0</w:t>
      </w:r>
    </w:p>
    <w:p w:rsidR="005B3ED9" w:rsidRDefault="005B3ED9" w:rsidP="005B3ED9">
      <w:r>
        <w:t>522.2979</w:t>
      </w:r>
      <w:r>
        <w:tab/>
        <w:t>1.013e0</w:t>
      </w:r>
    </w:p>
    <w:p w:rsidR="005B3ED9" w:rsidRDefault="005B3ED9" w:rsidP="005B3ED9">
      <w:r>
        <w:t>522.3043</w:t>
      </w:r>
      <w:r>
        <w:tab/>
        <w:t>1.013e0</w:t>
      </w:r>
    </w:p>
    <w:p w:rsidR="005B3ED9" w:rsidRDefault="005B3ED9" w:rsidP="005B3ED9">
      <w:r>
        <w:t>522.3459</w:t>
      </w:r>
      <w:r>
        <w:tab/>
        <w:t>2.025e0</w:t>
      </w:r>
    </w:p>
    <w:p w:rsidR="005B3ED9" w:rsidRDefault="005B3ED9" w:rsidP="005B3ED9">
      <w:r>
        <w:t>522.3776</w:t>
      </w:r>
      <w:r>
        <w:tab/>
        <w:t>2.025e0</w:t>
      </w:r>
    </w:p>
    <w:p w:rsidR="005B3ED9" w:rsidRDefault="005B3ED9" w:rsidP="005B3ED9">
      <w:r>
        <w:t>522.3879</w:t>
      </w:r>
      <w:r>
        <w:tab/>
        <w:t>3.038e0</w:t>
      </w:r>
    </w:p>
    <w:p w:rsidR="005B3ED9" w:rsidRDefault="005B3ED9" w:rsidP="005B3ED9">
      <w:r>
        <w:t>522.4036</w:t>
      </w:r>
      <w:r>
        <w:tab/>
        <w:t>1.013e0</w:t>
      </w:r>
    </w:p>
    <w:p w:rsidR="005B3ED9" w:rsidRDefault="005B3ED9" w:rsidP="005B3ED9">
      <w:r>
        <w:t>522.4850</w:t>
      </w:r>
      <w:r>
        <w:tab/>
        <w:t>1.013e0</w:t>
      </w:r>
    </w:p>
    <w:p w:rsidR="005B3ED9" w:rsidRDefault="005B3ED9" w:rsidP="005B3ED9">
      <w:r>
        <w:t>522.5663</w:t>
      </w:r>
      <w:r>
        <w:tab/>
        <w:t>1.013e0</w:t>
      </w:r>
    </w:p>
    <w:p w:rsidR="005B3ED9" w:rsidRDefault="005B3ED9" w:rsidP="005B3ED9">
      <w:r>
        <w:t>522.5948</w:t>
      </w:r>
      <w:r>
        <w:tab/>
        <w:t>1.013e0</w:t>
      </w:r>
    </w:p>
    <w:p w:rsidR="005B3ED9" w:rsidRDefault="005B3ED9" w:rsidP="005B3ED9">
      <w:r>
        <w:t>522.6039</w:t>
      </w:r>
      <w:r>
        <w:tab/>
        <w:t>2.025e0</w:t>
      </w:r>
    </w:p>
    <w:p w:rsidR="005B3ED9" w:rsidRDefault="005B3ED9" w:rsidP="005B3ED9">
      <w:r>
        <w:t>522.6140</w:t>
      </w:r>
      <w:r>
        <w:tab/>
        <w:t>2.025e0</w:t>
      </w:r>
    </w:p>
    <w:p w:rsidR="005B3ED9" w:rsidRDefault="005B3ED9" w:rsidP="005B3ED9">
      <w:r>
        <w:t>522.6501</w:t>
      </w:r>
      <w:r>
        <w:tab/>
        <w:t>1.013e0</w:t>
      </w:r>
    </w:p>
    <w:p w:rsidR="005B3ED9" w:rsidRDefault="005B3ED9" w:rsidP="005B3ED9">
      <w:r>
        <w:t>522.6684</w:t>
      </w:r>
      <w:r>
        <w:tab/>
        <w:t>1.013e0</w:t>
      </w:r>
    </w:p>
    <w:p w:rsidR="005B3ED9" w:rsidRDefault="005B3ED9" w:rsidP="005B3ED9">
      <w:r>
        <w:lastRenderedPageBreak/>
        <w:t>522.6694</w:t>
      </w:r>
      <w:r>
        <w:tab/>
        <w:t>2.025e0</w:t>
      </w:r>
    </w:p>
    <w:p w:rsidR="005B3ED9" w:rsidRDefault="005B3ED9" w:rsidP="005B3ED9">
      <w:r>
        <w:t>522.7291</w:t>
      </w:r>
      <w:r>
        <w:tab/>
        <w:t>1.013e0</w:t>
      </w:r>
    </w:p>
    <w:p w:rsidR="005B3ED9" w:rsidRDefault="005B3ED9" w:rsidP="005B3ED9">
      <w:r>
        <w:t>522.7971</w:t>
      </w:r>
      <w:r>
        <w:tab/>
        <w:t>1.013e0</w:t>
      </w:r>
    </w:p>
    <w:p w:rsidR="005B3ED9" w:rsidRDefault="005B3ED9" w:rsidP="005B3ED9">
      <w:r>
        <w:t>522.8522</w:t>
      </w:r>
      <w:r>
        <w:tab/>
        <w:t>2.025e0</w:t>
      </w:r>
    </w:p>
    <w:p w:rsidR="005B3ED9" w:rsidRDefault="005B3ED9" w:rsidP="005B3ED9">
      <w:r>
        <w:t>522.8549</w:t>
      </w:r>
      <w:r>
        <w:tab/>
        <w:t>2.025e0</w:t>
      </w:r>
    </w:p>
    <w:p w:rsidR="005B3ED9" w:rsidRDefault="005B3ED9" w:rsidP="005B3ED9">
      <w:r>
        <w:t>522.8647</w:t>
      </w:r>
      <w:r>
        <w:tab/>
        <w:t>1.013e0</w:t>
      </w:r>
    </w:p>
    <w:p w:rsidR="005B3ED9" w:rsidRDefault="005B3ED9" w:rsidP="005B3ED9">
      <w:r>
        <w:t>522.9190</w:t>
      </w:r>
      <w:r>
        <w:tab/>
        <w:t>1.013e0</w:t>
      </w:r>
    </w:p>
    <w:p w:rsidR="005B3ED9" w:rsidRDefault="005B3ED9" w:rsidP="005B3ED9">
      <w:r>
        <w:t>522.9625</w:t>
      </w:r>
      <w:r>
        <w:tab/>
        <w:t>1.013e0</w:t>
      </w:r>
    </w:p>
    <w:p w:rsidR="005B3ED9" w:rsidRDefault="005B3ED9" w:rsidP="005B3ED9">
      <w:r>
        <w:t>523.0275</w:t>
      </w:r>
      <w:r>
        <w:tab/>
        <w:t>1.013e0</w:t>
      </w:r>
    </w:p>
    <w:p w:rsidR="005B3ED9" w:rsidRDefault="005B3ED9" w:rsidP="005B3ED9">
      <w:r>
        <w:t>523.1309</w:t>
      </w:r>
      <w:r>
        <w:tab/>
        <w:t>1.013e0</w:t>
      </w:r>
    </w:p>
    <w:p w:rsidR="005B3ED9" w:rsidRDefault="005B3ED9" w:rsidP="005B3ED9">
      <w:r>
        <w:t>523.2580</w:t>
      </w:r>
      <w:r>
        <w:tab/>
        <w:t>2.025e0</w:t>
      </w:r>
    </w:p>
    <w:p w:rsidR="005B3ED9" w:rsidRDefault="005B3ED9" w:rsidP="005B3ED9">
      <w:r>
        <w:t>523.2825</w:t>
      </w:r>
      <w:r>
        <w:tab/>
        <w:t>2.025e0</w:t>
      </w:r>
    </w:p>
    <w:p w:rsidR="005B3ED9" w:rsidRDefault="005B3ED9" w:rsidP="005B3ED9">
      <w:r>
        <w:t>523.2991</w:t>
      </w:r>
      <w:r>
        <w:tab/>
        <w:t>1.013e0</w:t>
      </w:r>
    </w:p>
    <w:p w:rsidR="005B3ED9" w:rsidRDefault="005B3ED9" w:rsidP="005B3ED9">
      <w:r>
        <w:t>523.3081</w:t>
      </w:r>
      <w:r>
        <w:tab/>
        <w:t>2.025e0</w:t>
      </w:r>
    </w:p>
    <w:p w:rsidR="005B3ED9" w:rsidRDefault="005B3ED9" w:rsidP="005B3ED9">
      <w:r>
        <w:t>523.3699</w:t>
      </w:r>
      <w:r>
        <w:tab/>
        <w:t>1.013e0</w:t>
      </w:r>
    </w:p>
    <w:p w:rsidR="005B3ED9" w:rsidRDefault="005B3ED9" w:rsidP="005B3ED9">
      <w:r>
        <w:t>523.3738</w:t>
      </w:r>
      <w:r>
        <w:tab/>
        <w:t>2.025e0</w:t>
      </w:r>
    </w:p>
    <w:p w:rsidR="005B3ED9" w:rsidRDefault="005B3ED9" w:rsidP="005B3ED9">
      <w:r>
        <w:t>523.4254</w:t>
      </w:r>
      <w:r>
        <w:tab/>
        <w:t>2.025e0</w:t>
      </w:r>
    </w:p>
    <w:p w:rsidR="005B3ED9" w:rsidRDefault="005B3ED9" w:rsidP="005B3ED9">
      <w:r>
        <w:t>523.5016</w:t>
      </w:r>
      <w:r>
        <w:tab/>
        <w:t>1.013e0</w:t>
      </w:r>
    </w:p>
    <w:p w:rsidR="005B3ED9" w:rsidRDefault="005B3ED9" w:rsidP="005B3ED9">
      <w:r>
        <w:t>523.5073</w:t>
      </w:r>
      <w:r>
        <w:tab/>
        <w:t>1.013e0</w:t>
      </w:r>
    </w:p>
    <w:p w:rsidR="005B3ED9" w:rsidRDefault="005B3ED9" w:rsidP="005B3ED9">
      <w:r>
        <w:lastRenderedPageBreak/>
        <w:t>523.5886</w:t>
      </w:r>
      <w:r>
        <w:tab/>
        <w:t>2.025e0</w:t>
      </w:r>
    </w:p>
    <w:p w:rsidR="005B3ED9" w:rsidRDefault="005B3ED9" w:rsidP="005B3ED9">
      <w:r>
        <w:t>523.6118</w:t>
      </w:r>
      <w:r>
        <w:tab/>
        <w:t>2.025e0</w:t>
      </w:r>
    </w:p>
    <w:p w:rsidR="005B3ED9" w:rsidRDefault="005B3ED9" w:rsidP="005B3ED9">
      <w:r>
        <w:t>523.6854</w:t>
      </w:r>
      <w:r>
        <w:tab/>
        <w:t>1.013e0</w:t>
      </w:r>
    </w:p>
    <w:p w:rsidR="005B3ED9" w:rsidRDefault="005B3ED9" w:rsidP="005B3ED9">
      <w:r>
        <w:t>523.7801</w:t>
      </w:r>
      <w:r>
        <w:tab/>
        <w:t>1.013e0</w:t>
      </w:r>
    </w:p>
    <w:p w:rsidR="005B3ED9" w:rsidRDefault="005B3ED9" w:rsidP="005B3ED9">
      <w:r>
        <w:t>523.8424</w:t>
      </w:r>
      <w:r>
        <w:tab/>
        <w:t>1.013e0</w:t>
      </w:r>
    </w:p>
    <w:p w:rsidR="005B3ED9" w:rsidRDefault="005B3ED9" w:rsidP="005B3ED9">
      <w:r>
        <w:t>523.8538</w:t>
      </w:r>
      <w:r>
        <w:tab/>
        <w:t>1.013e0</w:t>
      </w:r>
    </w:p>
    <w:p w:rsidR="005B3ED9" w:rsidRDefault="005B3ED9" w:rsidP="005B3ED9">
      <w:r>
        <w:t>523.8786</w:t>
      </w:r>
      <w:r>
        <w:tab/>
        <w:t>1.013e0</w:t>
      </w:r>
    </w:p>
    <w:p w:rsidR="005B3ED9" w:rsidRDefault="005B3ED9" w:rsidP="005B3ED9">
      <w:r>
        <w:t>523.8878</w:t>
      </w:r>
      <w:r>
        <w:tab/>
        <w:t>1.013e0</w:t>
      </w:r>
    </w:p>
    <w:p w:rsidR="005B3ED9" w:rsidRDefault="005B3ED9" w:rsidP="005B3ED9">
      <w:r>
        <w:t>523.9736</w:t>
      </w:r>
      <w:r>
        <w:tab/>
        <w:t>2.025e0</w:t>
      </w:r>
    </w:p>
    <w:p w:rsidR="005B3ED9" w:rsidRDefault="005B3ED9" w:rsidP="005B3ED9">
      <w:r>
        <w:t>523.9964</w:t>
      </w:r>
      <w:r>
        <w:tab/>
        <w:t>1.013e0</w:t>
      </w:r>
    </w:p>
    <w:p w:rsidR="005B3ED9" w:rsidRDefault="005B3ED9" w:rsidP="005B3ED9">
      <w:r>
        <w:t>524.0507</w:t>
      </w:r>
      <w:r>
        <w:tab/>
        <w:t>2.025e0</w:t>
      </w:r>
    </w:p>
    <w:p w:rsidR="005B3ED9" w:rsidRDefault="005B3ED9" w:rsidP="005B3ED9">
      <w:r>
        <w:t>524.0781</w:t>
      </w:r>
      <w:r>
        <w:tab/>
        <w:t>1.013e0</w:t>
      </w:r>
    </w:p>
    <w:p w:rsidR="005B3ED9" w:rsidRDefault="005B3ED9" w:rsidP="005B3ED9">
      <w:r>
        <w:t>524.1533</w:t>
      </w:r>
      <w:r>
        <w:tab/>
        <w:t>2.025e0</w:t>
      </w:r>
    </w:p>
    <w:p w:rsidR="005B3ED9" w:rsidRDefault="005B3ED9" w:rsidP="005B3ED9">
      <w:r>
        <w:t>524.1777</w:t>
      </w:r>
      <w:r>
        <w:tab/>
        <w:t>1.013e0</w:t>
      </w:r>
    </w:p>
    <w:p w:rsidR="005B3ED9" w:rsidRDefault="005B3ED9" w:rsidP="005B3ED9">
      <w:r>
        <w:t>524.2047</w:t>
      </w:r>
      <w:r>
        <w:tab/>
        <w:t>4.051e0</w:t>
      </w:r>
    </w:p>
    <w:p w:rsidR="005B3ED9" w:rsidRDefault="005B3ED9" w:rsidP="005B3ED9">
      <w:r>
        <w:t>524.2059</w:t>
      </w:r>
      <w:r>
        <w:tab/>
        <w:t>1.013e0</w:t>
      </w:r>
    </w:p>
    <w:p w:rsidR="005B3ED9" w:rsidRDefault="005B3ED9" w:rsidP="005B3ED9">
      <w:r>
        <w:t>524.2796</w:t>
      </w:r>
      <w:r>
        <w:tab/>
        <w:t>1.013e0</w:t>
      </w:r>
    </w:p>
    <w:p w:rsidR="005B3ED9" w:rsidRDefault="005B3ED9" w:rsidP="005B3ED9">
      <w:r>
        <w:t>524.3668</w:t>
      </w:r>
      <w:r>
        <w:tab/>
        <w:t>3.038e0</w:t>
      </w:r>
    </w:p>
    <w:p w:rsidR="005B3ED9" w:rsidRDefault="005B3ED9" w:rsidP="005B3ED9">
      <w:r>
        <w:t>524.3751</w:t>
      </w:r>
      <w:r>
        <w:tab/>
        <w:t>3.924e0</w:t>
      </w:r>
    </w:p>
    <w:p w:rsidR="005B3ED9" w:rsidRDefault="005B3ED9" w:rsidP="005B3ED9">
      <w:r>
        <w:lastRenderedPageBreak/>
        <w:t>524.3953</w:t>
      </w:r>
      <w:r>
        <w:tab/>
        <w:t>3.038e0</w:t>
      </w:r>
    </w:p>
    <w:p w:rsidR="005B3ED9" w:rsidRDefault="005B3ED9" w:rsidP="005B3ED9">
      <w:r>
        <w:t>524.4103</w:t>
      </w:r>
      <w:r>
        <w:tab/>
        <w:t>3.038e0</w:t>
      </w:r>
    </w:p>
    <w:p w:rsidR="005B3ED9" w:rsidRDefault="005B3ED9" w:rsidP="005B3ED9">
      <w:r>
        <w:t>524.4181</w:t>
      </w:r>
      <w:r>
        <w:tab/>
        <w:t>5.063e0</w:t>
      </w:r>
    </w:p>
    <w:p w:rsidR="005B3ED9" w:rsidRDefault="005B3ED9" w:rsidP="005B3ED9">
      <w:r>
        <w:t>524.5001</w:t>
      </w:r>
      <w:r>
        <w:tab/>
        <w:t>1.013e0</w:t>
      </w:r>
    </w:p>
    <w:p w:rsidR="005B3ED9" w:rsidRDefault="005B3ED9" w:rsidP="005B3ED9">
      <w:r>
        <w:t>524.5552</w:t>
      </w:r>
      <w:r>
        <w:tab/>
        <w:t>1.013e0</w:t>
      </w:r>
    </w:p>
    <w:p w:rsidR="005B3ED9" w:rsidRDefault="005B3ED9" w:rsidP="005B3ED9">
      <w:r>
        <w:t>524.6105</w:t>
      </w:r>
      <w:r>
        <w:tab/>
        <w:t>1.013e0</w:t>
      </w:r>
    </w:p>
    <w:p w:rsidR="005B3ED9" w:rsidRDefault="005B3ED9" w:rsidP="005B3ED9">
      <w:r>
        <w:t>524.6221</w:t>
      </w:r>
      <w:r>
        <w:tab/>
        <w:t>1.013e0</w:t>
      </w:r>
    </w:p>
    <w:p w:rsidR="005B3ED9" w:rsidRDefault="005B3ED9" w:rsidP="005B3ED9">
      <w:r>
        <w:t>524.6277</w:t>
      </w:r>
      <w:r>
        <w:tab/>
        <w:t>2.025e0</w:t>
      </w:r>
    </w:p>
    <w:p w:rsidR="005B3ED9" w:rsidRDefault="005B3ED9" w:rsidP="005B3ED9">
      <w:r>
        <w:t>524.7039</w:t>
      </w:r>
      <w:r>
        <w:tab/>
        <w:t>2.025e0</w:t>
      </w:r>
    </w:p>
    <w:p w:rsidR="005B3ED9" w:rsidRDefault="005B3ED9" w:rsidP="005B3ED9">
      <w:r>
        <w:t>524.8341</w:t>
      </w:r>
      <w:r>
        <w:tab/>
        <w:t>2.025e0</w:t>
      </w:r>
    </w:p>
    <w:p w:rsidR="005B3ED9" w:rsidRDefault="005B3ED9" w:rsidP="005B3ED9">
      <w:r>
        <w:t>524.8525</w:t>
      </w:r>
      <w:r>
        <w:tab/>
        <w:t>1.013e0</w:t>
      </w:r>
    </w:p>
    <w:p w:rsidR="005B3ED9" w:rsidRDefault="005B3ED9" w:rsidP="005B3ED9">
      <w:r>
        <w:t>524.8943</w:t>
      </w:r>
      <w:r>
        <w:tab/>
        <w:t>1.013e0</w:t>
      </w:r>
    </w:p>
    <w:p w:rsidR="005B3ED9" w:rsidRDefault="005B3ED9" w:rsidP="005B3ED9">
      <w:r>
        <w:t>524.9260</w:t>
      </w:r>
      <w:r>
        <w:tab/>
        <w:t>1.013e0</w:t>
      </w:r>
    </w:p>
    <w:p w:rsidR="005B3ED9" w:rsidRDefault="005B3ED9" w:rsidP="005B3ED9">
      <w:r>
        <w:t>524.9670</w:t>
      </w:r>
      <w:r>
        <w:tab/>
        <w:t>1.013e0</w:t>
      </w:r>
    </w:p>
    <w:p w:rsidR="005B3ED9" w:rsidRDefault="005B3ED9" w:rsidP="005B3ED9">
      <w:r>
        <w:t>525.0271</w:t>
      </w:r>
      <w:r>
        <w:tab/>
        <w:t>2.025e0</w:t>
      </w:r>
    </w:p>
    <w:p w:rsidR="005B3ED9" w:rsidRDefault="005B3ED9" w:rsidP="005B3ED9">
      <w:r>
        <w:t>525.0396</w:t>
      </w:r>
      <w:r>
        <w:tab/>
        <w:t>1.013e0</w:t>
      </w:r>
    </w:p>
    <w:p w:rsidR="005B3ED9" w:rsidRDefault="005B3ED9" w:rsidP="005B3ED9">
      <w:r>
        <w:t>525.1098</w:t>
      </w:r>
      <w:r>
        <w:tab/>
        <w:t>1.013e0</w:t>
      </w:r>
    </w:p>
    <w:p w:rsidR="005B3ED9" w:rsidRDefault="005B3ED9" w:rsidP="005B3ED9">
      <w:r>
        <w:t>525.1494</w:t>
      </w:r>
      <w:r>
        <w:tab/>
        <w:t>1.013e0</w:t>
      </w:r>
    </w:p>
    <w:p w:rsidR="005B3ED9" w:rsidRDefault="005B3ED9" w:rsidP="005B3ED9">
      <w:r>
        <w:t>525.1559</w:t>
      </w:r>
      <w:r>
        <w:tab/>
        <w:t>2.025e0</w:t>
      </w:r>
    </w:p>
    <w:p w:rsidR="005B3ED9" w:rsidRDefault="005B3ED9" w:rsidP="005B3ED9">
      <w:r>
        <w:lastRenderedPageBreak/>
        <w:t>525.2057</w:t>
      </w:r>
      <w:r>
        <w:tab/>
        <w:t>4.051e0</w:t>
      </w:r>
    </w:p>
    <w:p w:rsidR="005B3ED9" w:rsidRDefault="005B3ED9" w:rsidP="005B3ED9">
      <w:r>
        <w:t>525.2154</w:t>
      </w:r>
      <w:r>
        <w:tab/>
        <w:t>2.025e0</w:t>
      </w:r>
    </w:p>
    <w:p w:rsidR="005B3ED9" w:rsidRDefault="005B3ED9" w:rsidP="005B3ED9">
      <w:r>
        <w:t>525.2667</w:t>
      </w:r>
      <w:r>
        <w:tab/>
        <w:t>1.013e0</w:t>
      </w:r>
    </w:p>
    <w:p w:rsidR="005B3ED9" w:rsidRDefault="005B3ED9" w:rsidP="005B3ED9">
      <w:r>
        <w:t>525.2848</w:t>
      </w:r>
      <w:r>
        <w:tab/>
        <w:t>1.013e0</w:t>
      </w:r>
    </w:p>
    <w:p w:rsidR="005B3ED9" w:rsidRDefault="005B3ED9" w:rsidP="005B3ED9">
      <w:r>
        <w:t>525.3212</w:t>
      </w:r>
      <w:r>
        <w:tab/>
        <w:t>3.038e0</w:t>
      </w:r>
    </w:p>
    <w:p w:rsidR="005B3ED9" w:rsidRDefault="005B3ED9" w:rsidP="005B3ED9">
      <w:r>
        <w:t>525.3303</w:t>
      </w:r>
      <w:r>
        <w:tab/>
        <w:t>1.013e0</w:t>
      </w:r>
    </w:p>
    <w:p w:rsidR="005B3ED9" w:rsidRDefault="005B3ED9" w:rsidP="005B3ED9">
      <w:r>
        <w:t>525.3895</w:t>
      </w:r>
      <w:r>
        <w:tab/>
        <w:t>2.025e0</w:t>
      </w:r>
    </w:p>
    <w:p w:rsidR="005B3ED9" w:rsidRDefault="005B3ED9" w:rsidP="005B3ED9">
      <w:r>
        <w:t>525.4104</w:t>
      </w:r>
      <w:r>
        <w:tab/>
        <w:t>2.025e0</w:t>
      </w:r>
    </w:p>
    <w:p w:rsidR="005B3ED9" w:rsidRDefault="005B3ED9" w:rsidP="005B3ED9">
      <w:r>
        <w:t>525.4529</w:t>
      </w:r>
      <w:r>
        <w:tab/>
        <w:t>2.025e0</w:t>
      </w:r>
    </w:p>
    <w:p w:rsidR="005B3ED9" w:rsidRDefault="005B3ED9" w:rsidP="005B3ED9">
      <w:r>
        <w:t>525.5357</w:t>
      </w:r>
      <w:r>
        <w:tab/>
        <w:t>1.013e0</w:t>
      </w:r>
    </w:p>
    <w:p w:rsidR="005B3ED9" w:rsidRDefault="005B3ED9" w:rsidP="005B3ED9">
      <w:r>
        <w:t>525.5574</w:t>
      </w:r>
      <w:r>
        <w:tab/>
        <w:t>1.013e0</w:t>
      </w:r>
    </w:p>
    <w:p w:rsidR="005B3ED9" w:rsidRDefault="005B3ED9" w:rsidP="005B3ED9">
      <w:r>
        <w:t>525.6028</w:t>
      </w:r>
      <w:r>
        <w:tab/>
        <w:t>1.013e0</w:t>
      </w:r>
    </w:p>
    <w:p w:rsidR="005B3ED9" w:rsidRDefault="005B3ED9" w:rsidP="005B3ED9">
      <w:r>
        <w:t>525.6672</w:t>
      </w:r>
      <w:r>
        <w:tab/>
        <w:t>1.013e0</w:t>
      </w:r>
    </w:p>
    <w:p w:rsidR="005B3ED9" w:rsidRDefault="005B3ED9" w:rsidP="005B3ED9">
      <w:r>
        <w:t>525.6829</w:t>
      </w:r>
      <w:r>
        <w:tab/>
        <w:t>1.013e0</w:t>
      </w:r>
    </w:p>
    <w:p w:rsidR="005B3ED9" w:rsidRDefault="005B3ED9" w:rsidP="005B3ED9">
      <w:r>
        <w:t>525.6937</w:t>
      </w:r>
      <w:r>
        <w:tab/>
        <w:t>1.013e0</w:t>
      </w:r>
    </w:p>
    <w:p w:rsidR="005B3ED9" w:rsidRDefault="005B3ED9" w:rsidP="005B3ED9">
      <w:r>
        <w:t>525.7408</w:t>
      </w:r>
      <w:r>
        <w:tab/>
        <w:t>2.025e0</w:t>
      </w:r>
    </w:p>
    <w:p w:rsidR="005B3ED9" w:rsidRDefault="005B3ED9" w:rsidP="005B3ED9">
      <w:r>
        <w:t>525.8145</w:t>
      </w:r>
      <w:r>
        <w:tab/>
        <w:t>2.025e0</w:t>
      </w:r>
    </w:p>
    <w:p w:rsidR="005B3ED9" w:rsidRDefault="005B3ED9" w:rsidP="005B3ED9">
      <w:r>
        <w:t>525.9301</w:t>
      </w:r>
      <w:r>
        <w:tab/>
        <w:t>1.013e0</w:t>
      </w:r>
    </w:p>
    <w:p w:rsidR="005B3ED9" w:rsidRDefault="005B3ED9" w:rsidP="005B3ED9">
      <w:r>
        <w:t>525.9847</w:t>
      </w:r>
      <w:r>
        <w:tab/>
        <w:t>1.013e0</w:t>
      </w:r>
    </w:p>
    <w:p w:rsidR="005B3ED9" w:rsidRDefault="005B3ED9" w:rsidP="005B3ED9">
      <w:r>
        <w:lastRenderedPageBreak/>
        <w:t>525.9897</w:t>
      </w:r>
      <w:r>
        <w:tab/>
        <w:t>3.038e0</w:t>
      </w:r>
    </w:p>
    <w:p w:rsidR="005B3ED9" w:rsidRDefault="005B3ED9" w:rsidP="005B3ED9">
      <w:r>
        <w:t>526.0061</w:t>
      </w:r>
      <w:r>
        <w:tab/>
        <w:t>3.038e0</w:t>
      </w:r>
    </w:p>
    <w:p w:rsidR="005B3ED9" w:rsidRDefault="005B3ED9" w:rsidP="005B3ED9">
      <w:r>
        <w:t>526.0165</w:t>
      </w:r>
      <w:r>
        <w:tab/>
        <w:t>2.025e0</w:t>
      </w:r>
    </w:p>
    <w:p w:rsidR="005B3ED9" w:rsidRDefault="005B3ED9" w:rsidP="005B3ED9">
      <w:r>
        <w:t>526.1270</w:t>
      </w:r>
      <w:r>
        <w:tab/>
        <w:t>1.013e0</w:t>
      </w:r>
    </w:p>
    <w:p w:rsidR="005B3ED9" w:rsidRDefault="005B3ED9" w:rsidP="005B3ED9">
      <w:r>
        <w:t>526.1757</w:t>
      </w:r>
      <w:r>
        <w:tab/>
        <w:t>2.025e0</w:t>
      </w:r>
    </w:p>
    <w:p w:rsidR="005B3ED9" w:rsidRDefault="005B3ED9" w:rsidP="005B3ED9">
      <w:r>
        <w:t>526.2098</w:t>
      </w:r>
      <w:r>
        <w:tab/>
        <w:t>2.025e0</w:t>
      </w:r>
    </w:p>
    <w:p w:rsidR="005B3ED9" w:rsidRDefault="005B3ED9" w:rsidP="005B3ED9">
      <w:r>
        <w:t>526.2278</w:t>
      </w:r>
      <w:r>
        <w:tab/>
        <w:t>3.038e0</w:t>
      </w:r>
    </w:p>
    <w:p w:rsidR="005B3ED9" w:rsidRDefault="005B3ED9" w:rsidP="005B3ED9">
      <w:r>
        <w:t>526.2585</w:t>
      </w:r>
      <w:r>
        <w:tab/>
        <w:t>1.013e0</w:t>
      </w:r>
    </w:p>
    <w:p w:rsidR="005B3ED9" w:rsidRDefault="005B3ED9" w:rsidP="005B3ED9">
      <w:r>
        <w:t>526.2927</w:t>
      </w:r>
      <w:r>
        <w:tab/>
        <w:t>1.013e0</w:t>
      </w:r>
    </w:p>
    <w:p w:rsidR="005B3ED9" w:rsidRDefault="005B3ED9" w:rsidP="005B3ED9">
      <w:r>
        <w:t>526.3031</w:t>
      </w:r>
      <w:r>
        <w:tab/>
        <w:t>1.013e0</w:t>
      </w:r>
    </w:p>
    <w:p w:rsidR="005B3ED9" w:rsidRDefault="005B3ED9" w:rsidP="005B3ED9">
      <w:r>
        <w:t>526.3295</w:t>
      </w:r>
      <w:r>
        <w:tab/>
        <w:t>1.013e0</w:t>
      </w:r>
    </w:p>
    <w:p w:rsidR="005B3ED9" w:rsidRDefault="005B3ED9" w:rsidP="005B3ED9">
      <w:r>
        <w:t>526.3967</w:t>
      </w:r>
      <w:r>
        <w:tab/>
        <w:t>2.025e0</w:t>
      </w:r>
    </w:p>
    <w:p w:rsidR="005B3ED9" w:rsidRDefault="005B3ED9" w:rsidP="005B3ED9">
      <w:r>
        <w:t>526.4123</w:t>
      </w:r>
      <w:r>
        <w:tab/>
        <w:t>1.013e0</w:t>
      </w:r>
    </w:p>
    <w:p w:rsidR="005B3ED9" w:rsidRDefault="005B3ED9" w:rsidP="005B3ED9">
      <w:r>
        <w:t>526.4146</w:t>
      </w:r>
      <w:r>
        <w:tab/>
        <w:t>5.063e0</w:t>
      </w:r>
    </w:p>
    <w:p w:rsidR="005B3ED9" w:rsidRDefault="005B3ED9" w:rsidP="005B3ED9">
      <w:r>
        <w:t>526.4193</w:t>
      </w:r>
      <w:r>
        <w:tab/>
        <w:t>6.076e0</w:t>
      </w:r>
    </w:p>
    <w:p w:rsidR="005B3ED9" w:rsidRDefault="005B3ED9" w:rsidP="005B3ED9">
      <w:r>
        <w:t>526.4396</w:t>
      </w:r>
      <w:r>
        <w:tab/>
        <w:t>1.013e0</w:t>
      </w:r>
    </w:p>
    <w:p w:rsidR="005B3ED9" w:rsidRDefault="005B3ED9" w:rsidP="005B3ED9">
      <w:r>
        <w:t>526.4611</w:t>
      </w:r>
      <w:r>
        <w:tab/>
        <w:t>1.013e0</w:t>
      </w:r>
    </w:p>
    <w:p w:rsidR="005B3ED9" w:rsidRDefault="005B3ED9" w:rsidP="005B3ED9">
      <w:r>
        <w:t>526.4978</w:t>
      </w:r>
      <w:r>
        <w:tab/>
        <w:t>1.013e0</w:t>
      </w:r>
    </w:p>
    <w:p w:rsidR="005B3ED9" w:rsidRDefault="005B3ED9" w:rsidP="005B3ED9">
      <w:r>
        <w:t>526.5162</w:t>
      </w:r>
      <w:r>
        <w:tab/>
        <w:t>1.013e0</w:t>
      </w:r>
    </w:p>
    <w:p w:rsidR="005B3ED9" w:rsidRDefault="005B3ED9" w:rsidP="005B3ED9">
      <w:r>
        <w:lastRenderedPageBreak/>
        <w:t>526.6581</w:t>
      </w:r>
      <w:r>
        <w:tab/>
        <w:t>1.013e0</w:t>
      </w:r>
    </w:p>
    <w:p w:rsidR="005B3ED9" w:rsidRDefault="005B3ED9" w:rsidP="005B3ED9">
      <w:r>
        <w:t>526.7036</w:t>
      </w:r>
      <w:r>
        <w:tab/>
        <w:t>1.013e0</w:t>
      </w:r>
    </w:p>
    <w:p w:rsidR="005B3ED9" w:rsidRDefault="005B3ED9" w:rsidP="005B3ED9">
      <w:r>
        <w:t>526.7310</w:t>
      </w:r>
      <w:r>
        <w:tab/>
        <w:t>1.013e0</w:t>
      </w:r>
    </w:p>
    <w:p w:rsidR="005B3ED9" w:rsidRDefault="005B3ED9" w:rsidP="005B3ED9">
      <w:r>
        <w:t>526.7765</w:t>
      </w:r>
      <w:r>
        <w:tab/>
        <w:t>1.013e0</w:t>
      </w:r>
    </w:p>
    <w:p w:rsidR="005B3ED9" w:rsidRDefault="005B3ED9" w:rsidP="005B3ED9">
      <w:r>
        <w:t>526.7856</w:t>
      </w:r>
      <w:r>
        <w:tab/>
        <w:t>1.013e0</w:t>
      </w:r>
    </w:p>
    <w:p w:rsidR="005B3ED9" w:rsidRDefault="005B3ED9" w:rsidP="005B3ED9">
      <w:r>
        <w:t>526.8314</w:t>
      </w:r>
      <w:r>
        <w:tab/>
        <w:t>1.013e0</w:t>
      </w:r>
    </w:p>
    <w:p w:rsidR="005B3ED9" w:rsidRDefault="005B3ED9" w:rsidP="005B3ED9">
      <w:r>
        <w:t>526.8528</w:t>
      </w:r>
      <w:r>
        <w:tab/>
        <w:t>3.038e0</w:t>
      </w:r>
    </w:p>
    <w:p w:rsidR="005B3ED9" w:rsidRDefault="005B3ED9" w:rsidP="005B3ED9">
      <w:r>
        <w:t>526.8807</w:t>
      </w:r>
      <w:r>
        <w:tab/>
        <w:t>2.025e0</w:t>
      </w:r>
    </w:p>
    <w:p w:rsidR="005B3ED9" w:rsidRDefault="005B3ED9" w:rsidP="005B3ED9">
      <w:r>
        <w:t>526.8867</w:t>
      </w:r>
      <w:r>
        <w:tab/>
        <w:t>2.025e0</w:t>
      </w:r>
    </w:p>
    <w:p w:rsidR="005B3ED9" w:rsidRDefault="005B3ED9" w:rsidP="005B3ED9">
      <w:r>
        <w:t>526.9906</w:t>
      </w:r>
      <w:r>
        <w:tab/>
        <w:t>2.025e0</w:t>
      </w:r>
    </w:p>
    <w:p w:rsidR="005B3ED9" w:rsidRDefault="005B3ED9" w:rsidP="005B3ED9">
      <w:r>
        <w:t>527.0341</w:t>
      </w:r>
      <w:r>
        <w:tab/>
        <w:t>1.013e0</w:t>
      </w:r>
    </w:p>
    <w:p w:rsidR="005B3ED9" w:rsidRDefault="005B3ED9" w:rsidP="005B3ED9">
      <w:r>
        <w:t>527.0652</w:t>
      </w:r>
      <w:r>
        <w:tab/>
        <w:t>3.038e0</w:t>
      </w:r>
    </w:p>
    <w:p w:rsidR="005B3ED9" w:rsidRDefault="005B3ED9" w:rsidP="005B3ED9">
      <w:r>
        <w:t>527.0785</w:t>
      </w:r>
      <w:r>
        <w:tab/>
        <w:t>2.025e0</w:t>
      </w:r>
    </w:p>
    <w:p w:rsidR="005B3ED9" w:rsidRDefault="005B3ED9" w:rsidP="005B3ED9">
      <w:r>
        <w:t>527.1445</w:t>
      </w:r>
      <w:r>
        <w:tab/>
        <w:t>1.013e0</w:t>
      </w:r>
    </w:p>
    <w:p w:rsidR="005B3ED9" w:rsidRDefault="005B3ED9" w:rsidP="005B3ED9">
      <w:r>
        <w:t>527.1807</w:t>
      </w:r>
      <w:r>
        <w:tab/>
        <w:t>2.025e0</w:t>
      </w:r>
    </w:p>
    <w:p w:rsidR="005B3ED9" w:rsidRDefault="005B3ED9" w:rsidP="005B3ED9">
      <w:r>
        <w:t>527.1956</w:t>
      </w:r>
      <w:r>
        <w:tab/>
        <w:t>1.013e0</w:t>
      </w:r>
    </w:p>
    <w:p w:rsidR="005B3ED9" w:rsidRDefault="005B3ED9" w:rsidP="005B3ED9">
      <w:r>
        <w:t>527.2137</w:t>
      </w:r>
      <w:r>
        <w:tab/>
        <w:t>1.013e0</w:t>
      </w:r>
    </w:p>
    <w:p w:rsidR="005B3ED9" w:rsidRDefault="005B3ED9" w:rsidP="005B3ED9">
      <w:r>
        <w:t>527.2547</w:t>
      </w:r>
      <w:r>
        <w:tab/>
        <w:t>1.013e0</w:t>
      </w:r>
    </w:p>
    <w:p w:rsidR="005B3ED9" w:rsidRDefault="005B3ED9" w:rsidP="005B3ED9">
      <w:r>
        <w:t>527.2958</w:t>
      </w:r>
      <w:r>
        <w:tab/>
        <w:t>1.013e0</w:t>
      </w:r>
    </w:p>
    <w:p w:rsidR="005B3ED9" w:rsidRDefault="005B3ED9" w:rsidP="005B3ED9">
      <w:r>
        <w:lastRenderedPageBreak/>
        <w:t>527.3007</w:t>
      </w:r>
      <w:r>
        <w:tab/>
        <w:t>2.025e0</w:t>
      </w:r>
    </w:p>
    <w:p w:rsidR="005B3ED9" w:rsidRDefault="005B3ED9" w:rsidP="005B3ED9">
      <w:r>
        <w:t>527.3466</w:t>
      </w:r>
      <w:r>
        <w:tab/>
        <w:t>1.013e0</w:t>
      </w:r>
    </w:p>
    <w:p w:rsidR="005B3ED9" w:rsidRDefault="005B3ED9" w:rsidP="005B3ED9">
      <w:r>
        <w:t>527.3664</w:t>
      </w:r>
      <w:r>
        <w:tab/>
        <w:t>3.038e0</w:t>
      </w:r>
    </w:p>
    <w:p w:rsidR="005B3ED9" w:rsidRDefault="005B3ED9" w:rsidP="005B3ED9">
      <w:r>
        <w:t>527.4164</w:t>
      </w:r>
      <w:r>
        <w:tab/>
        <w:t>2.025e0</w:t>
      </w:r>
    </w:p>
    <w:p w:rsidR="005B3ED9" w:rsidRDefault="005B3ED9" w:rsidP="005B3ED9">
      <w:r>
        <w:t>527.4228</w:t>
      </w:r>
      <w:r>
        <w:tab/>
        <w:t>2.025e0</w:t>
      </w:r>
    </w:p>
    <w:p w:rsidR="005B3ED9" w:rsidRDefault="005B3ED9" w:rsidP="005B3ED9">
      <w:r>
        <w:t>527.4326</w:t>
      </w:r>
      <w:r>
        <w:tab/>
        <w:t>1.013e0</w:t>
      </w:r>
    </w:p>
    <w:p w:rsidR="005B3ED9" w:rsidRDefault="005B3ED9" w:rsidP="005B3ED9">
      <w:r>
        <w:t>527.4599</w:t>
      </w:r>
      <w:r>
        <w:tab/>
        <w:t>1.013e0</w:t>
      </w:r>
    </w:p>
    <w:p w:rsidR="005B3ED9" w:rsidRDefault="005B3ED9" w:rsidP="005B3ED9">
      <w:r>
        <w:t>527.4937</w:t>
      </w:r>
      <w:r>
        <w:tab/>
        <w:t>1.013e0</w:t>
      </w:r>
    </w:p>
    <w:p w:rsidR="005B3ED9" w:rsidRDefault="005B3ED9" w:rsidP="005B3ED9">
      <w:r>
        <w:t>527.5700</w:t>
      </w:r>
      <w:r>
        <w:tab/>
        <w:t>1.013e0</w:t>
      </w:r>
    </w:p>
    <w:p w:rsidR="005B3ED9" w:rsidRDefault="005B3ED9" w:rsidP="005B3ED9">
      <w:r>
        <w:t>527.6253</w:t>
      </w:r>
      <w:r>
        <w:tab/>
        <w:t>1.013e0</w:t>
      </w:r>
    </w:p>
    <w:p w:rsidR="005B3ED9" w:rsidRDefault="005B3ED9" w:rsidP="005B3ED9">
      <w:r>
        <w:t>527.6411</w:t>
      </w:r>
      <w:r>
        <w:tab/>
        <w:t>1.013e0</w:t>
      </w:r>
    </w:p>
    <w:p w:rsidR="005B3ED9" w:rsidRDefault="005B3ED9" w:rsidP="005B3ED9">
      <w:r>
        <w:t>527.8156</w:t>
      </w:r>
      <w:r>
        <w:tab/>
        <w:t>4.051e0</w:t>
      </w:r>
    </w:p>
    <w:p w:rsidR="005B3ED9" w:rsidRDefault="005B3ED9" w:rsidP="005B3ED9">
      <w:r>
        <w:t>527.8278</w:t>
      </w:r>
      <w:r>
        <w:tab/>
        <w:t>1.013e0</w:t>
      </w:r>
    </w:p>
    <w:p w:rsidR="005B3ED9" w:rsidRDefault="005B3ED9" w:rsidP="005B3ED9">
      <w:r>
        <w:t>527.8522</w:t>
      </w:r>
      <w:r>
        <w:tab/>
        <w:t>1.013e0</w:t>
      </w:r>
    </w:p>
    <w:p w:rsidR="005B3ED9" w:rsidRDefault="005B3ED9" w:rsidP="005B3ED9">
      <w:r>
        <w:t>527.9079</w:t>
      </w:r>
      <w:r>
        <w:tab/>
        <w:t>2.025e0</w:t>
      </w:r>
    </w:p>
    <w:p w:rsidR="005B3ED9" w:rsidRDefault="005B3ED9" w:rsidP="005B3ED9">
      <w:r>
        <w:t>527.9197</w:t>
      </w:r>
      <w:r>
        <w:tab/>
        <w:t>1.013e0</w:t>
      </w:r>
    </w:p>
    <w:p w:rsidR="005B3ED9" w:rsidRDefault="005B3ED9" w:rsidP="005B3ED9">
      <w:r>
        <w:t>528.0803</w:t>
      </w:r>
      <w:r>
        <w:tab/>
        <w:t>1.013e0</w:t>
      </w:r>
    </w:p>
    <w:p w:rsidR="005B3ED9" w:rsidRDefault="005B3ED9" w:rsidP="005B3ED9">
      <w:r>
        <w:t>528.0894</w:t>
      </w:r>
      <w:r>
        <w:tab/>
        <w:t>1.013e0</w:t>
      </w:r>
    </w:p>
    <w:p w:rsidR="005B3ED9" w:rsidRDefault="005B3ED9" w:rsidP="005B3ED9">
      <w:r>
        <w:t>528.1351</w:t>
      </w:r>
      <w:r>
        <w:tab/>
        <w:t>1.013e0</w:t>
      </w:r>
    </w:p>
    <w:p w:rsidR="005B3ED9" w:rsidRDefault="005B3ED9" w:rsidP="005B3ED9">
      <w:r>
        <w:lastRenderedPageBreak/>
        <w:t>528.1716</w:t>
      </w:r>
      <w:r>
        <w:tab/>
        <w:t>1.013e0</w:t>
      </w:r>
    </w:p>
    <w:p w:rsidR="005B3ED9" w:rsidRDefault="005B3ED9" w:rsidP="005B3ED9">
      <w:r>
        <w:t>528.2253</w:t>
      </w:r>
      <w:r>
        <w:tab/>
        <w:t>2.025e0</w:t>
      </w:r>
    </w:p>
    <w:p w:rsidR="005B3ED9" w:rsidRDefault="005B3ED9" w:rsidP="005B3ED9">
      <w:r>
        <w:t>528.2720</w:t>
      </w:r>
      <w:r>
        <w:tab/>
        <w:t>1.013e0</w:t>
      </w:r>
    </w:p>
    <w:p w:rsidR="005B3ED9" w:rsidRDefault="005B3ED9" w:rsidP="005B3ED9">
      <w:r>
        <w:t>528.3060</w:t>
      </w:r>
      <w:r>
        <w:tab/>
        <w:t>1.013e0</w:t>
      </w:r>
    </w:p>
    <w:p w:rsidR="005B3ED9" w:rsidRDefault="005B3ED9" w:rsidP="005B3ED9">
      <w:r>
        <w:t>528.3085</w:t>
      </w:r>
      <w:r>
        <w:tab/>
        <w:t>1.013e0</w:t>
      </w:r>
    </w:p>
    <w:p w:rsidR="005B3ED9" w:rsidRDefault="005B3ED9" w:rsidP="005B3ED9">
      <w:r>
        <w:t>528.3542</w:t>
      </w:r>
      <w:r>
        <w:tab/>
        <w:t>1.013e0</w:t>
      </w:r>
    </w:p>
    <w:p w:rsidR="005B3ED9" w:rsidRDefault="005B3ED9" w:rsidP="005B3ED9">
      <w:r>
        <w:t>528.4164</w:t>
      </w:r>
      <w:r>
        <w:tab/>
        <w:t>1.013e0</w:t>
      </w:r>
    </w:p>
    <w:p w:rsidR="005B3ED9" w:rsidRDefault="005B3ED9" w:rsidP="005B3ED9">
      <w:r>
        <w:t>528.4220</w:t>
      </w:r>
      <w:r>
        <w:tab/>
        <w:t>3.038e0</w:t>
      </w:r>
    </w:p>
    <w:p w:rsidR="005B3ED9" w:rsidRDefault="005B3ED9" w:rsidP="005B3ED9">
      <w:r>
        <w:t>528.4743</w:t>
      </w:r>
      <w:r>
        <w:tab/>
        <w:t>1.013e0</w:t>
      </w:r>
    </w:p>
    <w:p w:rsidR="005B3ED9" w:rsidRDefault="005B3ED9" w:rsidP="005B3ED9">
      <w:r>
        <w:t>528.4913</w:t>
      </w:r>
      <w:r>
        <w:tab/>
        <w:t>2.025e0</w:t>
      </w:r>
    </w:p>
    <w:p w:rsidR="005B3ED9" w:rsidRDefault="005B3ED9" w:rsidP="005B3ED9">
      <w:r>
        <w:t>528.5295</w:t>
      </w:r>
      <w:r>
        <w:tab/>
        <w:t>1.013e0</w:t>
      </w:r>
    </w:p>
    <w:p w:rsidR="005B3ED9" w:rsidRDefault="005B3ED9" w:rsidP="005B3ED9">
      <w:r>
        <w:t>528.6740</w:t>
      </w:r>
      <w:r>
        <w:tab/>
        <w:t>2.025e0</w:t>
      </w:r>
    </w:p>
    <w:p w:rsidR="005B3ED9" w:rsidRDefault="005B3ED9" w:rsidP="005B3ED9">
      <w:r>
        <w:t>528.8019</w:t>
      </w:r>
      <w:r>
        <w:tab/>
        <w:t>1.013e0</w:t>
      </w:r>
    </w:p>
    <w:p w:rsidR="005B3ED9" w:rsidRDefault="005B3ED9" w:rsidP="005B3ED9">
      <w:r>
        <w:t>528.8792</w:t>
      </w:r>
      <w:r>
        <w:tab/>
        <w:t>1.013e0</w:t>
      </w:r>
    </w:p>
    <w:p w:rsidR="005B3ED9" w:rsidRDefault="005B3ED9" w:rsidP="005B3ED9">
      <w:r>
        <w:t>528.8842</w:t>
      </w:r>
      <w:r>
        <w:tab/>
        <w:t>1.013e0</w:t>
      </w:r>
    </w:p>
    <w:p w:rsidR="005B3ED9" w:rsidRDefault="005B3ED9" w:rsidP="005B3ED9">
      <w:r>
        <w:t>529.0305</w:t>
      </w:r>
      <w:r>
        <w:tab/>
        <w:t>2.025e0</w:t>
      </w:r>
    </w:p>
    <w:p w:rsidR="005B3ED9" w:rsidRDefault="005B3ED9" w:rsidP="005B3ED9">
      <w:r>
        <w:t>529.0853</w:t>
      </w:r>
      <w:r>
        <w:tab/>
        <w:t>2.025e0</w:t>
      </w:r>
    </w:p>
    <w:p w:rsidR="005B3ED9" w:rsidRDefault="005B3ED9" w:rsidP="005B3ED9">
      <w:r>
        <w:t>529.1439</w:t>
      </w:r>
      <w:r>
        <w:tab/>
        <w:t>2.025e0</w:t>
      </w:r>
    </w:p>
    <w:p w:rsidR="005B3ED9" w:rsidRDefault="005B3ED9" w:rsidP="005B3ED9">
      <w:r>
        <w:t>529.1901</w:t>
      </w:r>
      <w:r>
        <w:tab/>
        <w:t>4.051e0</w:t>
      </w:r>
    </w:p>
    <w:p w:rsidR="005B3ED9" w:rsidRDefault="005B3ED9" w:rsidP="005B3ED9">
      <w:r>
        <w:lastRenderedPageBreak/>
        <w:t>529.1926</w:t>
      </w:r>
      <w:r>
        <w:tab/>
        <w:t>4.051e0</w:t>
      </w:r>
    </w:p>
    <w:p w:rsidR="005B3ED9" w:rsidRDefault="005B3ED9" w:rsidP="005B3ED9">
      <w:r>
        <w:t>529.2186</w:t>
      </w:r>
      <w:r>
        <w:tab/>
        <w:t>2.025e0</w:t>
      </w:r>
    </w:p>
    <w:p w:rsidR="005B3ED9" w:rsidRDefault="005B3ED9" w:rsidP="005B3ED9">
      <w:r>
        <w:t>529.2724</w:t>
      </w:r>
      <w:r>
        <w:tab/>
        <w:t>3.038e0</w:t>
      </w:r>
    </w:p>
    <w:p w:rsidR="005B3ED9" w:rsidRDefault="005B3ED9" w:rsidP="005B3ED9">
      <w:r>
        <w:t>529.2773</w:t>
      </w:r>
      <w:r>
        <w:tab/>
        <w:t>1.013e0</w:t>
      </w:r>
    </w:p>
    <w:p w:rsidR="005B3ED9" w:rsidRDefault="005B3ED9" w:rsidP="005B3ED9">
      <w:r>
        <w:t>529.3206</w:t>
      </w:r>
      <w:r>
        <w:tab/>
        <w:t>1.013e0</w:t>
      </w:r>
    </w:p>
    <w:p w:rsidR="005B3ED9" w:rsidRDefault="005B3ED9" w:rsidP="005B3ED9">
      <w:r>
        <w:t>529.3663</w:t>
      </w:r>
      <w:r>
        <w:tab/>
        <w:t>3.038e0</w:t>
      </w:r>
    </w:p>
    <w:p w:rsidR="005B3ED9" w:rsidRDefault="005B3ED9" w:rsidP="005B3ED9">
      <w:r>
        <w:t>529.3715</w:t>
      </w:r>
      <w:r>
        <w:tab/>
        <w:t>2.025e0</w:t>
      </w:r>
    </w:p>
    <w:p w:rsidR="005B3ED9" w:rsidRDefault="005B3ED9" w:rsidP="005B3ED9">
      <w:r>
        <w:t>529.4336</w:t>
      </w:r>
      <w:r>
        <w:tab/>
        <w:t>1.013e0</w:t>
      </w:r>
    </w:p>
    <w:p w:rsidR="005B3ED9" w:rsidRDefault="005B3ED9" w:rsidP="005B3ED9">
      <w:r>
        <w:t>529.4603</w:t>
      </w:r>
      <w:r>
        <w:tab/>
        <w:t>1.013e0</w:t>
      </w:r>
    </w:p>
    <w:p w:rsidR="005B3ED9" w:rsidRDefault="005B3ED9" w:rsidP="005B3ED9">
      <w:r>
        <w:t>529.5072</w:t>
      </w:r>
      <w:r>
        <w:tab/>
        <w:t>1.013e0</w:t>
      </w:r>
    </w:p>
    <w:p w:rsidR="005B3ED9" w:rsidRDefault="005B3ED9" w:rsidP="005B3ED9">
      <w:r>
        <w:t>529.5336</w:t>
      </w:r>
      <w:r>
        <w:tab/>
        <w:t>2.025e0</w:t>
      </w:r>
    </w:p>
    <w:p w:rsidR="005B3ED9" w:rsidRDefault="005B3ED9" w:rsidP="005B3ED9">
      <w:r>
        <w:t>529.5519</w:t>
      </w:r>
      <w:r>
        <w:tab/>
        <w:t>1.013e0</w:t>
      </w:r>
    </w:p>
    <w:p w:rsidR="005B3ED9" w:rsidRDefault="005B3ED9" w:rsidP="005B3ED9">
      <w:r>
        <w:t>529.5782</w:t>
      </w:r>
      <w:r>
        <w:tab/>
        <w:t>1.013e0</w:t>
      </w:r>
    </w:p>
    <w:p w:rsidR="005B3ED9" w:rsidRDefault="005B3ED9" w:rsidP="005B3ED9">
      <w:r>
        <w:t>529.5966</w:t>
      </w:r>
      <w:r>
        <w:tab/>
        <w:t>1.013e0</w:t>
      </w:r>
    </w:p>
    <w:p w:rsidR="005B3ED9" w:rsidRDefault="005B3ED9" w:rsidP="005B3ED9">
      <w:r>
        <w:t>529.6617</w:t>
      </w:r>
      <w:r>
        <w:tab/>
        <w:t>1.013e0</w:t>
      </w:r>
    </w:p>
    <w:p w:rsidR="005B3ED9" w:rsidRDefault="005B3ED9" w:rsidP="005B3ED9">
      <w:r>
        <w:t>529.6913</w:t>
      </w:r>
      <w:r>
        <w:tab/>
        <w:t>1.013e0</w:t>
      </w:r>
    </w:p>
    <w:p w:rsidR="005B3ED9" w:rsidRDefault="005B3ED9" w:rsidP="005B3ED9">
      <w:r>
        <w:t>529.8201</w:t>
      </w:r>
      <w:r>
        <w:tab/>
        <w:t>1.013e0</w:t>
      </w:r>
    </w:p>
    <w:p w:rsidR="005B3ED9" w:rsidRDefault="005B3ED9" w:rsidP="005B3ED9">
      <w:r>
        <w:t>529.8540</w:t>
      </w:r>
      <w:r>
        <w:tab/>
        <w:t>1.013e0</w:t>
      </w:r>
    </w:p>
    <w:p w:rsidR="005B3ED9" w:rsidRDefault="005B3ED9" w:rsidP="005B3ED9">
      <w:r>
        <w:t>529.8569</w:t>
      </w:r>
      <w:r>
        <w:tab/>
        <w:t>1.013e0</w:t>
      </w:r>
    </w:p>
    <w:p w:rsidR="005B3ED9" w:rsidRDefault="005B3ED9" w:rsidP="005B3ED9">
      <w:r>
        <w:lastRenderedPageBreak/>
        <w:t>529.9489</w:t>
      </w:r>
      <w:r>
        <w:tab/>
        <w:t>1.013e0</w:t>
      </w:r>
    </w:p>
    <w:p w:rsidR="005B3ED9" w:rsidRDefault="005B3ED9" w:rsidP="005B3ED9">
      <w:r>
        <w:t>530.0005</w:t>
      </w:r>
      <w:r>
        <w:tab/>
        <w:t>1.013e0</w:t>
      </w:r>
    </w:p>
    <w:p w:rsidR="005B3ED9" w:rsidRDefault="005B3ED9" w:rsidP="005B3ED9">
      <w:r>
        <w:t>530.0042</w:t>
      </w:r>
      <w:r>
        <w:tab/>
        <w:t>1.013e0</w:t>
      </w:r>
    </w:p>
    <w:p w:rsidR="005B3ED9" w:rsidRDefault="005B3ED9" w:rsidP="005B3ED9">
      <w:r>
        <w:t>530.0515</w:t>
      </w:r>
      <w:r>
        <w:tab/>
        <w:t>2.025e0</w:t>
      </w:r>
    </w:p>
    <w:p w:rsidR="005B3ED9" w:rsidRDefault="005B3ED9" w:rsidP="005B3ED9">
      <w:r>
        <w:t>530.0737</w:t>
      </w:r>
      <w:r>
        <w:tab/>
        <w:t>1.013e0</w:t>
      </w:r>
    </w:p>
    <w:p w:rsidR="005B3ED9" w:rsidRDefault="005B3ED9" w:rsidP="005B3ED9">
      <w:r>
        <w:t>530.1518</w:t>
      </w:r>
      <w:r>
        <w:tab/>
        <w:t>2.025e0</w:t>
      </w:r>
    </w:p>
    <w:p w:rsidR="005B3ED9" w:rsidRDefault="005B3ED9" w:rsidP="005B3ED9">
      <w:r>
        <w:t>530.2020</w:t>
      </w:r>
      <w:r>
        <w:tab/>
        <w:t>1.013e0</w:t>
      </w:r>
    </w:p>
    <w:p w:rsidR="005B3ED9" w:rsidRDefault="005B3ED9" w:rsidP="005B3ED9">
      <w:r>
        <w:t>530.2570</w:t>
      </w:r>
      <w:r>
        <w:tab/>
        <w:t>1.013e0</w:t>
      </w:r>
    </w:p>
    <w:p w:rsidR="005B3ED9" w:rsidRDefault="005B3ED9" w:rsidP="005B3ED9">
      <w:r>
        <w:t>530.3168</w:t>
      </w:r>
      <w:r>
        <w:tab/>
        <w:t>3.038e0</w:t>
      </w:r>
    </w:p>
    <w:p w:rsidR="005B3ED9" w:rsidRDefault="005B3ED9" w:rsidP="005B3ED9">
      <w:r>
        <w:t>530.4455</w:t>
      </w:r>
      <w:r>
        <w:tab/>
        <w:t>1.013e0</w:t>
      </w:r>
    </w:p>
    <w:p w:rsidR="005B3ED9" w:rsidRDefault="005B3ED9" w:rsidP="005B3ED9">
      <w:r>
        <w:t>530.5375</w:t>
      </w:r>
      <w:r>
        <w:tab/>
        <w:t>1.013e0</w:t>
      </w:r>
    </w:p>
    <w:p w:rsidR="005B3ED9" w:rsidRDefault="005B3ED9" w:rsidP="005B3ED9">
      <w:r>
        <w:t>530.7337</w:t>
      </w:r>
      <w:r>
        <w:tab/>
        <w:t>1.013e0</w:t>
      </w:r>
    </w:p>
    <w:p w:rsidR="005B3ED9" w:rsidRDefault="005B3ED9" w:rsidP="005B3ED9">
      <w:r>
        <w:t>530.7951</w:t>
      </w:r>
      <w:r>
        <w:tab/>
        <w:t>1.013e0</w:t>
      </w:r>
    </w:p>
    <w:p w:rsidR="005B3ED9" w:rsidRDefault="005B3ED9" w:rsidP="005B3ED9">
      <w:r>
        <w:t>530.8112</w:t>
      </w:r>
      <w:r>
        <w:tab/>
        <w:t>2.025e0</w:t>
      </w:r>
    </w:p>
    <w:p w:rsidR="005B3ED9" w:rsidRDefault="005B3ED9" w:rsidP="005B3ED9">
      <w:r>
        <w:t>530.8345</w:t>
      </w:r>
      <w:r>
        <w:tab/>
        <w:t>1.013e0</w:t>
      </w:r>
    </w:p>
    <w:p w:rsidR="005B3ED9" w:rsidRDefault="005B3ED9" w:rsidP="005B3ED9">
      <w:r>
        <w:t>530.8845</w:t>
      </w:r>
      <w:r>
        <w:tab/>
        <w:t>2.025e0</w:t>
      </w:r>
    </w:p>
    <w:p w:rsidR="005B3ED9" w:rsidRDefault="005B3ED9" w:rsidP="005B3ED9">
      <w:r>
        <w:t>530.8987</w:t>
      </w:r>
      <w:r>
        <w:tab/>
        <w:t>1.013e0</w:t>
      </w:r>
    </w:p>
    <w:p w:rsidR="005B3ED9" w:rsidRDefault="005B3ED9" w:rsidP="005B3ED9">
      <w:r>
        <w:t>530.9504</w:t>
      </w:r>
      <w:r>
        <w:tab/>
        <w:t>2.025e0</w:t>
      </w:r>
    </w:p>
    <w:p w:rsidR="005B3ED9" w:rsidRDefault="005B3ED9" w:rsidP="005B3ED9">
      <w:r>
        <w:t>530.9607</w:t>
      </w:r>
      <w:r>
        <w:tab/>
        <w:t>1.013e0</w:t>
      </w:r>
    </w:p>
    <w:p w:rsidR="005B3ED9" w:rsidRDefault="005B3ED9" w:rsidP="005B3ED9">
      <w:r>
        <w:lastRenderedPageBreak/>
        <w:t>530.9633</w:t>
      </w:r>
      <w:r>
        <w:tab/>
        <w:t>1.013e0</w:t>
      </w:r>
    </w:p>
    <w:p w:rsidR="005B3ED9" w:rsidRDefault="005B3ED9" w:rsidP="005B3ED9">
      <w:r>
        <w:t>530.9975</w:t>
      </w:r>
      <w:r>
        <w:tab/>
        <w:t>1.013e0</w:t>
      </w:r>
    </w:p>
    <w:p w:rsidR="005B3ED9" w:rsidRDefault="005B3ED9" w:rsidP="005B3ED9">
      <w:r>
        <w:t>531.0001</w:t>
      </w:r>
      <w:r>
        <w:tab/>
        <w:t>1.013e0</w:t>
      </w:r>
    </w:p>
    <w:p w:rsidR="005B3ED9" w:rsidRDefault="005B3ED9" w:rsidP="005B3ED9">
      <w:r>
        <w:t>531.0456</w:t>
      </w:r>
      <w:r>
        <w:tab/>
        <w:t>1.013e0</w:t>
      </w:r>
    </w:p>
    <w:p w:rsidR="005B3ED9" w:rsidRDefault="005B3ED9" w:rsidP="005B3ED9">
      <w:r>
        <w:t>531.0639</w:t>
      </w:r>
      <w:r>
        <w:tab/>
        <w:t>1.013e0</w:t>
      </w:r>
    </w:p>
    <w:p w:rsidR="005B3ED9" w:rsidRDefault="005B3ED9" w:rsidP="005B3ED9">
      <w:r>
        <w:t>531.1290</w:t>
      </w:r>
      <w:r>
        <w:tab/>
        <w:t>1.013e0</w:t>
      </w:r>
    </w:p>
    <w:p w:rsidR="005B3ED9" w:rsidRDefault="005B3ED9" w:rsidP="005B3ED9">
      <w:r>
        <w:t>531.1474</w:t>
      </w:r>
      <w:r>
        <w:tab/>
        <w:t>1.013e0</w:t>
      </w:r>
    </w:p>
    <w:p w:rsidR="005B3ED9" w:rsidRDefault="005B3ED9" w:rsidP="005B3ED9">
      <w:r>
        <w:t>531.1631</w:t>
      </w:r>
      <w:r>
        <w:tab/>
        <w:t>1.013e0</w:t>
      </w:r>
    </w:p>
    <w:p w:rsidR="005B3ED9" w:rsidRDefault="005B3ED9" w:rsidP="005B3ED9">
      <w:r>
        <w:t>531.2015</w:t>
      </w:r>
      <w:r>
        <w:tab/>
        <w:t>3.038e0</w:t>
      </w:r>
    </w:p>
    <w:p w:rsidR="005B3ED9" w:rsidRDefault="005B3ED9" w:rsidP="005B3ED9">
      <w:r>
        <w:t>531.2184</w:t>
      </w:r>
      <w:r>
        <w:tab/>
        <w:t>1.013e0</w:t>
      </w:r>
    </w:p>
    <w:p w:rsidR="005B3ED9" w:rsidRDefault="005B3ED9" w:rsidP="005B3ED9">
      <w:r>
        <w:t>531.2411</w:t>
      </w:r>
      <w:r>
        <w:tab/>
        <w:t>2.025e0</w:t>
      </w:r>
    </w:p>
    <w:p w:rsidR="005B3ED9" w:rsidRDefault="005B3ED9" w:rsidP="005B3ED9">
      <w:r>
        <w:t>531.3287</w:t>
      </w:r>
      <w:r>
        <w:tab/>
        <w:t>1.013e0</w:t>
      </w:r>
    </w:p>
    <w:p w:rsidR="005B3ED9" w:rsidRDefault="005B3ED9" w:rsidP="005B3ED9">
      <w:r>
        <w:t>531.3840</w:t>
      </w:r>
      <w:r>
        <w:tab/>
        <w:t>1.013e0</w:t>
      </w:r>
    </w:p>
    <w:p w:rsidR="005B3ED9" w:rsidRDefault="005B3ED9" w:rsidP="005B3ED9">
      <w:r>
        <w:t>531.3889</w:t>
      </w:r>
      <w:r>
        <w:tab/>
        <w:t>3.038e0</w:t>
      </w:r>
    </w:p>
    <w:p w:rsidR="005B3ED9" w:rsidRDefault="005B3ED9" w:rsidP="005B3ED9">
      <w:r>
        <w:t>531.4050</w:t>
      </w:r>
      <w:r>
        <w:tab/>
        <w:t>1.013e0</w:t>
      </w:r>
    </w:p>
    <w:p w:rsidR="005B3ED9" w:rsidRDefault="005B3ED9" w:rsidP="005B3ED9">
      <w:r>
        <w:t>531.4576</w:t>
      </w:r>
      <w:r>
        <w:tab/>
        <w:t>1.013e0</w:t>
      </w:r>
    </w:p>
    <w:p w:rsidR="005B3ED9" w:rsidRDefault="005B3ED9" w:rsidP="005B3ED9">
      <w:r>
        <w:t>531.4603</w:t>
      </w:r>
      <w:r>
        <w:tab/>
        <w:t>1.013e0</w:t>
      </w:r>
    </w:p>
    <w:p w:rsidR="005B3ED9" w:rsidRDefault="005B3ED9" w:rsidP="005B3ED9">
      <w:r>
        <w:t>531.4786</w:t>
      </w:r>
      <w:r>
        <w:tab/>
        <w:t>1.013e0</w:t>
      </w:r>
    </w:p>
    <w:p w:rsidR="005B3ED9" w:rsidRDefault="005B3ED9" w:rsidP="005B3ED9">
      <w:r>
        <w:t>531.5168</w:t>
      </w:r>
      <w:r>
        <w:tab/>
        <w:t>2.025e0</w:t>
      </w:r>
    </w:p>
    <w:p w:rsidR="005B3ED9" w:rsidRDefault="005B3ED9" w:rsidP="005B3ED9">
      <w:r>
        <w:lastRenderedPageBreak/>
        <w:t>531.5891</w:t>
      </w:r>
      <w:r>
        <w:tab/>
        <w:t>1.013e0</w:t>
      </w:r>
    </w:p>
    <w:p w:rsidR="005B3ED9" w:rsidRDefault="005B3ED9" w:rsidP="005B3ED9">
      <w:r>
        <w:t>531.5964</w:t>
      </w:r>
      <w:r>
        <w:tab/>
        <w:t>1.013e0</w:t>
      </w:r>
    </w:p>
    <w:p w:rsidR="005B3ED9" w:rsidRDefault="005B3ED9" w:rsidP="005B3ED9">
      <w:r>
        <w:t>531.6601</w:t>
      </w:r>
      <w:r>
        <w:tab/>
        <w:t>1.013e0</w:t>
      </w:r>
    </w:p>
    <w:p w:rsidR="005B3ED9" w:rsidRDefault="005B3ED9" w:rsidP="005B3ED9">
      <w:r>
        <w:t>531.6810</w:t>
      </w:r>
      <w:r>
        <w:tab/>
        <w:t>1.013e0</w:t>
      </w:r>
    </w:p>
    <w:p w:rsidR="005B3ED9" w:rsidRDefault="005B3ED9" w:rsidP="005B3ED9">
      <w:r>
        <w:t>531.8720</w:t>
      </w:r>
      <w:r>
        <w:tab/>
        <w:t>1.013e0</w:t>
      </w:r>
    </w:p>
    <w:p w:rsidR="005B3ED9" w:rsidRDefault="005B3ED9" w:rsidP="005B3ED9">
      <w:r>
        <w:t>531.8904</w:t>
      </w:r>
      <w:r>
        <w:tab/>
        <w:t>1.013e0</w:t>
      </w:r>
    </w:p>
    <w:p w:rsidR="005B3ED9" w:rsidRDefault="005B3ED9" w:rsidP="005B3ED9">
      <w:r>
        <w:t>531.9823</w:t>
      </w:r>
      <w:r>
        <w:tab/>
        <w:t>1.013e0</w:t>
      </w:r>
    </w:p>
    <w:p w:rsidR="005B3ED9" w:rsidRDefault="005B3ED9" w:rsidP="005B3ED9">
      <w:r>
        <w:t>531.9914</w:t>
      </w:r>
      <w:r>
        <w:tab/>
        <w:t>1.013e0</w:t>
      </w:r>
    </w:p>
    <w:p w:rsidR="005B3ED9" w:rsidRDefault="005B3ED9" w:rsidP="005B3ED9">
      <w:r>
        <w:t>532.0466</w:t>
      </w:r>
      <w:r>
        <w:tab/>
        <w:t>1.013e0</w:t>
      </w:r>
    </w:p>
    <w:p w:rsidR="005B3ED9" w:rsidRDefault="005B3ED9" w:rsidP="005B3ED9">
      <w:r>
        <w:t>532.1385</w:t>
      </w:r>
      <w:r>
        <w:tab/>
        <w:t>1.013e0</w:t>
      </w:r>
    </w:p>
    <w:p w:rsidR="005B3ED9" w:rsidRDefault="005B3ED9" w:rsidP="005B3ED9">
      <w:r>
        <w:t>532.2029</w:t>
      </w:r>
      <w:r>
        <w:tab/>
        <w:t>1.013e0</w:t>
      </w:r>
    </w:p>
    <w:p w:rsidR="005B3ED9" w:rsidRDefault="005B3ED9" w:rsidP="005B3ED9">
      <w:r>
        <w:t>532.2213</w:t>
      </w:r>
      <w:r>
        <w:tab/>
        <w:t>1.013e0</w:t>
      </w:r>
    </w:p>
    <w:p w:rsidR="005B3ED9" w:rsidRDefault="005B3ED9" w:rsidP="005B3ED9">
      <w:r>
        <w:t>532.2581</w:t>
      </w:r>
      <w:r>
        <w:tab/>
        <w:t>1.013e0</w:t>
      </w:r>
    </w:p>
    <w:p w:rsidR="005B3ED9" w:rsidRDefault="005B3ED9" w:rsidP="005B3ED9">
      <w:r>
        <w:t>532.2856</w:t>
      </w:r>
      <w:r>
        <w:tab/>
        <w:t>1.013e0</w:t>
      </w:r>
    </w:p>
    <w:p w:rsidR="005B3ED9" w:rsidRDefault="005B3ED9" w:rsidP="005B3ED9">
      <w:r>
        <w:t>532.3067</w:t>
      </w:r>
      <w:r>
        <w:tab/>
        <w:t>1.013e0</w:t>
      </w:r>
    </w:p>
    <w:p w:rsidR="005B3ED9" w:rsidRDefault="005B3ED9" w:rsidP="005B3ED9">
      <w:r>
        <w:t>532.3501</w:t>
      </w:r>
      <w:r>
        <w:tab/>
        <w:t>2.025e0</w:t>
      </w:r>
    </w:p>
    <w:p w:rsidR="005B3ED9" w:rsidRDefault="005B3ED9" w:rsidP="005B3ED9">
      <w:r>
        <w:t>532.3575</w:t>
      </w:r>
      <w:r>
        <w:tab/>
        <w:t>2.025e0</w:t>
      </w:r>
    </w:p>
    <w:p w:rsidR="005B3ED9" w:rsidRDefault="005B3ED9" w:rsidP="005B3ED9">
      <w:r>
        <w:t>532.3619</w:t>
      </w:r>
      <w:r>
        <w:tab/>
        <w:t>1.013e0</w:t>
      </w:r>
    </w:p>
    <w:p w:rsidR="005B3ED9" w:rsidRDefault="005B3ED9" w:rsidP="005B3ED9">
      <w:r>
        <w:t>532.4144</w:t>
      </w:r>
      <w:r>
        <w:tab/>
        <w:t>1.013e0</w:t>
      </w:r>
    </w:p>
    <w:p w:rsidR="005B3ED9" w:rsidRDefault="005B3ED9" w:rsidP="005B3ED9">
      <w:r>
        <w:lastRenderedPageBreak/>
        <w:t>532.4544</w:t>
      </w:r>
      <w:r>
        <w:tab/>
        <w:t>2.025e0</w:t>
      </w:r>
    </w:p>
    <w:p w:rsidR="005B3ED9" w:rsidRDefault="005B3ED9" w:rsidP="005B3ED9">
      <w:r>
        <w:t>532.5065</w:t>
      </w:r>
      <w:r>
        <w:tab/>
        <w:t>3.038e0</w:t>
      </w:r>
    </w:p>
    <w:p w:rsidR="005B3ED9" w:rsidRDefault="005B3ED9" w:rsidP="005B3ED9">
      <w:r>
        <w:t>532.5248</w:t>
      </w:r>
      <w:r>
        <w:tab/>
        <w:t>1.013e0</w:t>
      </w:r>
    </w:p>
    <w:p w:rsidR="005B3ED9" w:rsidRDefault="005B3ED9" w:rsidP="005B3ED9">
      <w:r>
        <w:t>532.6747</w:t>
      </w:r>
      <w:r>
        <w:tab/>
        <w:t>1.013e0</w:t>
      </w:r>
    </w:p>
    <w:p w:rsidR="005B3ED9" w:rsidRDefault="005B3ED9" w:rsidP="005B3ED9">
      <w:r>
        <w:t>532.7824</w:t>
      </w:r>
      <w:r>
        <w:tab/>
        <w:t>1.013e0</w:t>
      </w:r>
    </w:p>
    <w:p w:rsidR="005B3ED9" w:rsidRDefault="005B3ED9" w:rsidP="005B3ED9">
      <w:r>
        <w:t>532.8008</w:t>
      </w:r>
      <w:r>
        <w:tab/>
        <w:t>1.013e0</w:t>
      </w:r>
    </w:p>
    <w:p w:rsidR="005B3ED9" w:rsidRDefault="005B3ED9" w:rsidP="005B3ED9">
      <w:r>
        <w:t>532.8469</w:t>
      </w:r>
      <w:r>
        <w:tab/>
        <w:t>1.013e0</w:t>
      </w:r>
    </w:p>
    <w:p w:rsidR="005B3ED9" w:rsidRDefault="005B3ED9" w:rsidP="005B3ED9">
      <w:r>
        <w:t>532.9666</w:t>
      </w:r>
      <w:r>
        <w:tab/>
        <w:t>1.013e0</w:t>
      </w:r>
    </w:p>
    <w:p w:rsidR="005B3ED9" w:rsidRDefault="005B3ED9" w:rsidP="005B3ED9">
      <w:r>
        <w:t>533.0034</w:t>
      </w:r>
      <w:r>
        <w:tab/>
        <w:t>1.013e0</w:t>
      </w:r>
    </w:p>
    <w:p w:rsidR="005B3ED9" w:rsidRDefault="005B3ED9" w:rsidP="005B3ED9">
      <w:r>
        <w:t>533.2426</w:t>
      </w:r>
      <w:r>
        <w:tab/>
        <w:t>1.013e0</w:t>
      </w:r>
    </w:p>
    <w:p w:rsidR="005B3ED9" w:rsidRDefault="005B3ED9" w:rsidP="005B3ED9">
      <w:r>
        <w:t>533.2609</w:t>
      </w:r>
      <w:r>
        <w:tab/>
        <w:t>2.025e0</w:t>
      </w:r>
    </w:p>
    <w:p w:rsidR="005B3ED9" w:rsidRDefault="005B3ED9" w:rsidP="005B3ED9">
      <w:r>
        <w:t>533.2797</w:t>
      </w:r>
      <w:r>
        <w:tab/>
        <w:t>2.025e0</w:t>
      </w:r>
    </w:p>
    <w:p w:rsidR="005B3ED9" w:rsidRDefault="005B3ED9" w:rsidP="005B3ED9">
      <w:r>
        <w:t>533.3584</w:t>
      </w:r>
      <w:r>
        <w:tab/>
        <w:t>3.038e0</w:t>
      </w:r>
    </w:p>
    <w:p w:rsidR="005B3ED9" w:rsidRDefault="005B3ED9" w:rsidP="005B3ED9">
      <w:r>
        <w:t>533.3738</w:t>
      </w:r>
      <w:r>
        <w:tab/>
        <w:t>1.013e0</w:t>
      </w:r>
    </w:p>
    <w:p w:rsidR="005B3ED9" w:rsidRDefault="005B3ED9" w:rsidP="005B3ED9">
      <w:r>
        <w:t>533.3923</w:t>
      </w:r>
      <w:r>
        <w:tab/>
        <w:t>1.013e0</w:t>
      </w:r>
    </w:p>
    <w:p w:rsidR="005B3ED9" w:rsidRDefault="005B3ED9" w:rsidP="005B3ED9">
      <w:r>
        <w:t>533.4475</w:t>
      </w:r>
      <w:r>
        <w:tab/>
        <w:t>1.013e0</w:t>
      </w:r>
    </w:p>
    <w:p w:rsidR="005B3ED9" w:rsidRDefault="005B3ED9" w:rsidP="005B3ED9">
      <w:r>
        <w:t>533.4487</w:t>
      </w:r>
      <w:r>
        <w:tab/>
        <w:t>2.025e0</w:t>
      </w:r>
    </w:p>
    <w:p w:rsidR="005B3ED9" w:rsidRDefault="005B3ED9" w:rsidP="005B3ED9">
      <w:r>
        <w:t>533.4659</w:t>
      </w:r>
      <w:r>
        <w:tab/>
        <w:t>1.013e0</w:t>
      </w:r>
    </w:p>
    <w:p w:rsidR="005B3ED9" w:rsidRDefault="005B3ED9" w:rsidP="005B3ED9">
      <w:r>
        <w:t>533.5211</w:t>
      </w:r>
      <w:r>
        <w:tab/>
        <w:t>1.013e0</w:t>
      </w:r>
    </w:p>
    <w:p w:rsidR="005B3ED9" w:rsidRDefault="005B3ED9" w:rsidP="005B3ED9">
      <w:r>
        <w:lastRenderedPageBreak/>
        <w:t>533.7681</w:t>
      </w:r>
      <w:r>
        <w:tab/>
        <w:t>1.013e0</w:t>
      </w:r>
    </w:p>
    <w:p w:rsidR="005B3ED9" w:rsidRDefault="005B3ED9" w:rsidP="005B3ED9">
      <w:r>
        <w:t>533.7944</w:t>
      </w:r>
      <w:r>
        <w:tab/>
        <w:t>1.013e0</w:t>
      </w:r>
    </w:p>
    <w:p w:rsidR="005B3ED9" w:rsidRDefault="005B3ED9" w:rsidP="005B3ED9">
      <w:r>
        <w:t>533.8495</w:t>
      </w:r>
      <w:r>
        <w:tab/>
        <w:t>1.013e0</w:t>
      </w:r>
    </w:p>
    <w:p w:rsidR="005B3ED9" w:rsidRDefault="005B3ED9" w:rsidP="005B3ED9">
      <w:r>
        <w:t>533.9232</w:t>
      </w:r>
      <w:r>
        <w:tab/>
        <w:t>1.013e0</w:t>
      </w:r>
    </w:p>
    <w:p w:rsidR="005B3ED9" w:rsidRDefault="005B3ED9" w:rsidP="005B3ED9">
      <w:r>
        <w:t>533.9525</w:t>
      </w:r>
      <w:r>
        <w:tab/>
        <w:t>1.013e0</w:t>
      </w:r>
    </w:p>
    <w:p w:rsidR="005B3ED9" w:rsidRDefault="005B3ED9" w:rsidP="005B3ED9">
      <w:r>
        <w:t>533.9810</w:t>
      </w:r>
      <w:r>
        <w:tab/>
        <w:t>1.013e0</w:t>
      </w:r>
    </w:p>
    <w:p w:rsidR="005B3ED9" w:rsidRDefault="005B3ED9" w:rsidP="005B3ED9">
      <w:r>
        <w:t>534.0177</w:t>
      </w:r>
      <w:r>
        <w:tab/>
        <w:t>1.013e0</w:t>
      </w:r>
    </w:p>
    <w:p w:rsidR="005B3ED9" w:rsidRDefault="005B3ED9" w:rsidP="005B3ED9">
      <w:r>
        <w:t>534.0816</w:t>
      </w:r>
      <w:r>
        <w:tab/>
        <w:t>1.013e0</w:t>
      </w:r>
    </w:p>
    <w:p w:rsidR="005B3ED9" w:rsidRDefault="005B3ED9" w:rsidP="005B3ED9">
      <w:r>
        <w:t>534.0913</w:t>
      </w:r>
      <w:r>
        <w:tab/>
        <w:t>1.013e0</w:t>
      </w:r>
    </w:p>
    <w:p w:rsidR="005B3ED9" w:rsidRDefault="005B3ED9" w:rsidP="005B3ED9">
      <w:r>
        <w:t>534.1545</w:t>
      </w:r>
      <w:r>
        <w:tab/>
        <w:t>2.025e0</w:t>
      </w:r>
    </w:p>
    <w:p w:rsidR="005B3ED9" w:rsidRDefault="005B3ED9" w:rsidP="005B3ED9">
      <w:r>
        <w:t>534.1623</w:t>
      </w:r>
      <w:r>
        <w:tab/>
        <w:t>1.013e0</w:t>
      </w:r>
    </w:p>
    <w:p w:rsidR="005B3ED9" w:rsidRDefault="005B3ED9" w:rsidP="005B3ED9">
      <w:r>
        <w:t>534.2200</w:t>
      </w:r>
      <w:r>
        <w:tab/>
        <w:t>1.013e0</w:t>
      </w:r>
    </w:p>
    <w:p w:rsidR="005B3ED9" w:rsidRDefault="005B3ED9" w:rsidP="005B3ED9">
      <w:r>
        <w:t>534.2385</w:t>
      </w:r>
      <w:r>
        <w:tab/>
        <w:t>1.013e0</w:t>
      </w:r>
    </w:p>
    <w:p w:rsidR="005B3ED9" w:rsidRDefault="005B3ED9" w:rsidP="005B3ED9">
      <w:r>
        <w:t>534.3216</w:t>
      </w:r>
      <w:r>
        <w:tab/>
        <w:t>2.025e0</w:t>
      </w:r>
    </w:p>
    <w:p w:rsidR="005B3ED9" w:rsidRDefault="005B3ED9" w:rsidP="005B3ED9">
      <w:r>
        <w:t>534.3307</w:t>
      </w:r>
      <w:r>
        <w:tab/>
        <w:t>1.013e0</w:t>
      </w:r>
    </w:p>
    <w:p w:rsidR="005B3ED9" w:rsidRDefault="005B3ED9" w:rsidP="005B3ED9">
      <w:r>
        <w:t>534.3647</w:t>
      </w:r>
      <w:r>
        <w:tab/>
        <w:t>1.013e0</w:t>
      </w:r>
    </w:p>
    <w:p w:rsidR="005B3ED9" w:rsidRDefault="005B3ED9" w:rsidP="005B3ED9">
      <w:r>
        <w:t>534.3831</w:t>
      </w:r>
      <w:r>
        <w:tab/>
        <w:t>1.013e0</w:t>
      </w:r>
    </w:p>
    <w:p w:rsidR="005B3ED9" w:rsidRDefault="005B3ED9" w:rsidP="005B3ED9">
      <w:r>
        <w:t>534.4199</w:t>
      </w:r>
      <w:r>
        <w:tab/>
        <w:t>1.013e0</w:t>
      </w:r>
    </w:p>
    <w:p w:rsidR="005B3ED9" w:rsidRDefault="005B3ED9" w:rsidP="005B3ED9">
      <w:r>
        <w:t>534.4392</w:t>
      </w:r>
      <w:r>
        <w:tab/>
        <w:t>2.025e0</w:t>
      </w:r>
    </w:p>
    <w:p w:rsidR="005B3ED9" w:rsidRDefault="005B3ED9" w:rsidP="005B3ED9">
      <w:r>
        <w:lastRenderedPageBreak/>
        <w:t>534.4600</w:t>
      </w:r>
      <w:r>
        <w:tab/>
        <w:t>1.013e0</w:t>
      </w:r>
    </w:p>
    <w:p w:rsidR="005B3ED9" w:rsidRDefault="005B3ED9" w:rsidP="005B3ED9">
      <w:r>
        <w:t>534.4935</w:t>
      </w:r>
      <w:r>
        <w:tab/>
        <w:t>1.013e0</w:t>
      </w:r>
    </w:p>
    <w:p w:rsidR="005B3ED9" w:rsidRDefault="005B3ED9" w:rsidP="005B3ED9">
      <w:r>
        <w:t>534.5303</w:t>
      </w:r>
      <w:r>
        <w:tab/>
        <w:t>1.013e0</w:t>
      </w:r>
    </w:p>
    <w:p w:rsidR="005B3ED9" w:rsidRDefault="005B3ED9" w:rsidP="005B3ED9">
      <w:r>
        <w:t>534.5855</w:t>
      </w:r>
      <w:r>
        <w:tab/>
        <w:t>1.013e0</w:t>
      </w:r>
    </w:p>
    <w:p w:rsidR="005B3ED9" w:rsidRDefault="005B3ED9" w:rsidP="005B3ED9">
      <w:r>
        <w:t>534.6631</w:t>
      </w:r>
      <w:r>
        <w:tab/>
        <w:t>1.013e0</w:t>
      </w:r>
    </w:p>
    <w:p w:rsidR="005B3ED9" w:rsidRDefault="005B3ED9" w:rsidP="005B3ED9">
      <w:r>
        <w:t>534.7786</w:t>
      </w:r>
      <w:r>
        <w:tab/>
        <w:t>2.025e0</w:t>
      </w:r>
    </w:p>
    <w:p w:rsidR="005B3ED9" w:rsidRDefault="005B3ED9" w:rsidP="005B3ED9">
      <w:r>
        <w:t>534.8800</w:t>
      </w:r>
      <w:r>
        <w:tab/>
        <w:t>2.025e0</w:t>
      </w:r>
    </w:p>
    <w:p w:rsidR="005B3ED9" w:rsidRDefault="005B3ED9" w:rsidP="005B3ED9">
      <w:r>
        <w:t>534.8848</w:t>
      </w:r>
      <w:r>
        <w:tab/>
        <w:t>1.013e0</w:t>
      </w:r>
    </w:p>
    <w:p w:rsidR="005B3ED9" w:rsidRDefault="005B3ED9" w:rsidP="005B3ED9">
      <w:r>
        <w:t>534.8893</w:t>
      </w:r>
      <w:r>
        <w:tab/>
        <w:t>2.025e0</w:t>
      </w:r>
    </w:p>
    <w:p w:rsidR="005B3ED9" w:rsidRDefault="005B3ED9" w:rsidP="005B3ED9">
      <w:r>
        <w:t>534.9321</w:t>
      </w:r>
      <w:r>
        <w:tab/>
        <w:t>2.025e0</w:t>
      </w:r>
    </w:p>
    <w:p w:rsidR="005B3ED9" w:rsidRDefault="005B3ED9" w:rsidP="005B3ED9">
      <w:r>
        <w:t>534.9537</w:t>
      </w:r>
      <w:r>
        <w:tab/>
        <w:t>1.013e0</w:t>
      </w:r>
    </w:p>
    <w:p w:rsidR="005B3ED9" w:rsidRDefault="005B3ED9" w:rsidP="005B3ED9">
      <w:r>
        <w:t>534.9864</w:t>
      </w:r>
      <w:r>
        <w:tab/>
        <w:t>1.013e0</w:t>
      </w:r>
    </w:p>
    <w:p w:rsidR="005B3ED9" w:rsidRDefault="005B3ED9" w:rsidP="005B3ED9">
      <w:r>
        <w:t>535.0273</w:t>
      </w:r>
      <w:r>
        <w:tab/>
        <w:t>1.013e0</w:t>
      </w:r>
    </w:p>
    <w:p w:rsidR="005B3ED9" w:rsidRDefault="005B3ED9" w:rsidP="005B3ED9">
      <w:r>
        <w:t>535.0825</w:t>
      </w:r>
      <w:r>
        <w:tab/>
        <w:t>1.013e0</w:t>
      </w:r>
    </w:p>
    <w:p w:rsidR="005B3ED9" w:rsidRDefault="005B3ED9" w:rsidP="005B3ED9">
      <w:r>
        <w:t>535.0973</w:t>
      </w:r>
      <w:r>
        <w:tab/>
        <w:t>1.013e0</w:t>
      </w:r>
    </w:p>
    <w:p w:rsidR="005B3ED9" w:rsidRDefault="005B3ED9" w:rsidP="005B3ED9">
      <w:r>
        <w:t>535.1102</w:t>
      </w:r>
      <w:r>
        <w:tab/>
        <w:t>2.025e0</w:t>
      </w:r>
    </w:p>
    <w:p w:rsidR="005B3ED9" w:rsidRDefault="005B3ED9" w:rsidP="005B3ED9">
      <w:r>
        <w:t>535.2728</w:t>
      </w:r>
      <w:r>
        <w:tab/>
        <w:t>1.013e0</w:t>
      </w:r>
    </w:p>
    <w:p w:rsidR="005B3ED9" w:rsidRDefault="005B3ED9" w:rsidP="005B3ED9">
      <w:r>
        <w:t>535.2871</w:t>
      </w:r>
      <w:r>
        <w:tab/>
        <w:t>3.038e0</w:t>
      </w:r>
    </w:p>
    <w:p w:rsidR="005B3ED9" w:rsidRDefault="005B3ED9" w:rsidP="005B3ED9">
      <w:r>
        <w:t>535.3401</w:t>
      </w:r>
      <w:r>
        <w:tab/>
        <w:t>1.013e0</w:t>
      </w:r>
    </w:p>
    <w:p w:rsidR="005B3ED9" w:rsidRDefault="005B3ED9" w:rsidP="005B3ED9">
      <w:r>
        <w:lastRenderedPageBreak/>
        <w:t>535.4393</w:t>
      </w:r>
      <w:r>
        <w:tab/>
        <w:t>1.013e0</w:t>
      </w:r>
    </w:p>
    <w:p w:rsidR="005B3ED9" w:rsidRDefault="005B3ED9" w:rsidP="005B3ED9">
      <w:r>
        <w:t>535.4663</w:t>
      </w:r>
      <w:r>
        <w:tab/>
        <w:t>1.013e0</w:t>
      </w:r>
    </w:p>
    <w:p w:rsidR="005B3ED9" w:rsidRDefault="005B3ED9" w:rsidP="005B3ED9">
      <w:r>
        <w:t>535.5215</w:t>
      </w:r>
      <w:r>
        <w:tab/>
        <w:t>1.013e0</w:t>
      </w:r>
    </w:p>
    <w:p w:rsidR="005B3ED9" w:rsidRDefault="005B3ED9" w:rsidP="005B3ED9">
      <w:r>
        <w:t>535.6528</w:t>
      </w:r>
      <w:r>
        <w:tab/>
        <w:t>1.013e0</w:t>
      </w:r>
    </w:p>
    <w:p w:rsidR="005B3ED9" w:rsidRDefault="005B3ED9" w:rsidP="005B3ED9">
      <w:r>
        <w:t>535.7537</w:t>
      </w:r>
      <w:r>
        <w:tab/>
        <w:t>2.025e0</w:t>
      </w:r>
    </w:p>
    <w:p w:rsidR="005B3ED9" w:rsidRDefault="005B3ED9" w:rsidP="005B3ED9">
      <w:r>
        <w:t>535.7722</w:t>
      </w:r>
      <w:r>
        <w:tab/>
        <w:t>1.013e0</w:t>
      </w:r>
    </w:p>
    <w:p w:rsidR="005B3ED9" w:rsidRDefault="005B3ED9" w:rsidP="005B3ED9">
      <w:r>
        <w:t>535.7790</w:t>
      </w:r>
      <w:r>
        <w:tab/>
        <w:t>1.013e0</w:t>
      </w:r>
    </w:p>
    <w:p w:rsidR="005B3ED9" w:rsidRDefault="005B3ED9" w:rsidP="005B3ED9">
      <w:r>
        <w:t>535.8250</w:t>
      </w:r>
      <w:r>
        <w:tab/>
        <w:t>2.025e0</w:t>
      </w:r>
    </w:p>
    <w:p w:rsidR="005B3ED9" w:rsidRDefault="005B3ED9" w:rsidP="005B3ED9">
      <w:r>
        <w:t>535.8277</w:t>
      </w:r>
      <w:r>
        <w:tab/>
        <w:t>1.013e0</w:t>
      </w:r>
    </w:p>
    <w:p w:rsidR="005B3ED9" w:rsidRDefault="005B3ED9" w:rsidP="005B3ED9">
      <w:r>
        <w:t>535.8710</w:t>
      </w:r>
      <w:r>
        <w:tab/>
        <w:t>1.013e0</w:t>
      </w:r>
    </w:p>
    <w:p w:rsidR="005B3ED9" w:rsidRDefault="005B3ED9" w:rsidP="005B3ED9">
      <w:r>
        <w:t>535.8762</w:t>
      </w:r>
      <w:r>
        <w:tab/>
        <w:t>4.051e0</w:t>
      </w:r>
    </w:p>
    <w:p w:rsidR="005B3ED9" w:rsidRDefault="005B3ED9" w:rsidP="005B3ED9">
      <w:r>
        <w:t>535.8833</w:t>
      </w:r>
      <w:r>
        <w:tab/>
        <w:t>1.013e0</w:t>
      </w:r>
    </w:p>
    <w:p w:rsidR="005B3ED9" w:rsidRDefault="005B3ED9" w:rsidP="005B3ED9">
      <w:r>
        <w:t>535.8925</w:t>
      </w:r>
      <w:r>
        <w:tab/>
        <w:t>1.013e0</w:t>
      </w:r>
    </w:p>
    <w:p w:rsidR="005B3ED9" w:rsidRDefault="005B3ED9" w:rsidP="005B3ED9">
      <w:r>
        <w:t>535.9203</w:t>
      </w:r>
      <w:r>
        <w:tab/>
        <w:t>1.013e0</w:t>
      </w:r>
    </w:p>
    <w:p w:rsidR="005B3ED9" w:rsidRDefault="005B3ED9" w:rsidP="005B3ED9">
      <w:r>
        <w:t>535.9573</w:t>
      </w:r>
      <w:r>
        <w:tab/>
        <w:t>1.013e0</w:t>
      </w:r>
    </w:p>
    <w:p w:rsidR="005B3ED9" w:rsidRDefault="005B3ED9" w:rsidP="005B3ED9">
      <w:r>
        <w:t>536.0869</w:t>
      </w:r>
      <w:r>
        <w:tab/>
        <w:t>3.038e0</w:t>
      </w:r>
    </w:p>
    <w:p w:rsidR="005B3ED9" w:rsidRDefault="005B3ED9" w:rsidP="005B3ED9">
      <w:r>
        <w:t>536.1576</w:t>
      </w:r>
      <w:r>
        <w:tab/>
        <w:t>2.025e0</w:t>
      </w:r>
    </w:p>
    <w:p w:rsidR="005B3ED9" w:rsidRDefault="005B3ED9" w:rsidP="005B3ED9">
      <w:r>
        <w:t>536.1754</w:t>
      </w:r>
      <w:r>
        <w:tab/>
        <w:t>3.038e0</w:t>
      </w:r>
    </w:p>
    <w:p w:rsidR="005B3ED9" w:rsidRDefault="005B3ED9" w:rsidP="005B3ED9">
      <w:r>
        <w:t>536.1795</w:t>
      </w:r>
      <w:r>
        <w:tab/>
        <w:t>1.013e0</w:t>
      </w:r>
    </w:p>
    <w:p w:rsidR="005B3ED9" w:rsidRDefault="005B3ED9" w:rsidP="005B3ED9">
      <w:r>
        <w:lastRenderedPageBreak/>
        <w:t>536.1887</w:t>
      </w:r>
      <w:r>
        <w:tab/>
        <w:t>1.013e0</w:t>
      </w:r>
    </w:p>
    <w:p w:rsidR="005B3ED9" w:rsidRDefault="005B3ED9" w:rsidP="005B3ED9">
      <w:r>
        <w:t>536.2628</w:t>
      </w:r>
      <w:r>
        <w:tab/>
        <w:t>3.038e0</w:t>
      </w:r>
    </w:p>
    <w:p w:rsidR="005B3ED9" w:rsidRDefault="005B3ED9" w:rsidP="005B3ED9">
      <w:r>
        <w:t>536.3184</w:t>
      </w:r>
      <w:r>
        <w:tab/>
        <w:t>1.013e0</w:t>
      </w:r>
    </w:p>
    <w:p w:rsidR="005B3ED9" w:rsidRDefault="005B3ED9" w:rsidP="005B3ED9">
      <w:r>
        <w:t>536.3377</w:t>
      </w:r>
      <w:r>
        <w:tab/>
        <w:t>2.025e0</w:t>
      </w:r>
    </w:p>
    <w:p w:rsidR="005B3ED9" w:rsidRDefault="005B3ED9" w:rsidP="005B3ED9">
      <w:r>
        <w:t>536.3449</w:t>
      </w:r>
      <w:r>
        <w:tab/>
        <w:t>3.038e0</w:t>
      </w:r>
    </w:p>
    <w:p w:rsidR="005B3ED9" w:rsidRDefault="005B3ED9" w:rsidP="005B3ED9">
      <w:r>
        <w:t>536.4048</w:t>
      </w:r>
      <w:r>
        <w:tab/>
        <w:t>1.013e0</w:t>
      </w:r>
    </w:p>
    <w:p w:rsidR="005B3ED9" w:rsidRDefault="005B3ED9" w:rsidP="005B3ED9">
      <w:r>
        <w:t>536.4758</w:t>
      </w:r>
      <w:r>
        <w:tab/>
        <w:t>1.013e0</w:t>
      </w:r>
    </w:p>
    <w:p w:rsidR="005B3ED9" w:rsidRDefault="005B3ED9" w:rsidP="005B3ED9">
      <w:r>
        <w:t>536.4784</w:t>
      </w:r>
      <w:r>
        <w:tab/>
        <w:t>2.025e0</w:t>
      </w:r>
    </w:p>
    <w:p w:rsidR="005B3ED9" w:rsidRDefault="005B3ED9" w:rsidP="005B3ED9">
      <w:r>
        <w:t>536.5036</w:t>
      </w:r>
      <w:r>
        <w:tab/>
        <w:t>1.013e0</w:t>
      </w:r>
    </w:p>
    <w:p w:rsidR="005B3ED9" w:rsidRDefault="005B3ED9" w:rsidP="005B3ED9">
      <w:r>
        <w:t>536.5887</w:t>
      </w:r>
      <w:r>
        <w:tab/>
        <w:t>1.013e0</w:t>
      </w:r>
    </w:p>
    <w:p w:rsidR="005B3ED9" w:rsidRDefault="005B3ED9" w:rsidP="005B3ED9">
      <w:r>
        <w:t>536.6425</w:t>
      </w:r>
      <w:r>
        <w:tab/>
        <w:t>2.025e0</w:t>
      </w:r>
    </w:p>
    <w:p w:rsidR="005B3ED9" w:rsidRDefault="005B3ED9" w:rsidP="005B3ED9">
      <w:r>
        <w:t>536.6639</w:t>
      </w:r>
      <w:r>
        <w:tab/>
        <w:t>2.025e0</w:t>
      </w:r>
    </w:p>
    <w:p w:rsidR="005B3ED9" w:rsidRDefault="005B3ED9" w:rsidP="005B3ED9">
      <w:r>
        <w:t>536.7542</w:t>
      </w:r>
      <w:r>
        <w:tab/>
        <w:t>1.013e0</w:t>
      </w:r>
    </w:p>
    <w:p w:rsidR="005B3ED9" w:rsidRDefault="005B3ED9" w:rsidP="005B3ED9">
      <w:r>
        <w:t>536.7816</w:t>
      </w:r>
      <w:r>
        <w:tab/>
        <w:t>1.013e0</w:t>
      </w:r>
    </w:p>
    <w:p w:rsidR="005B3ED9" w:rsidRDefault="005B3ED9" w:rsidP="005B3ED9">
      <w:r>
        <w:t>536.7885</w:t>
      </w:r>
      <w:r>
        <w:tab/>
        <w:t>1.013e0</w:t>
      </w:r>
    </w:p>
    <w:p w:rsidR="005B3ED9" w:rsidRDefault="005B3ED9" w:rsidP="005B3ED9">
      <w:r>
        <w:t>536.7906</w:t>
      </w:r>
      <w:r>
        <w:tab/>
        <w:t>2.025e0</w:t>
      </w:r>
    </w:p>
    <w:p w:rsidR="005B3ED9" w:rsidRDefault="005B3ED9" w:rsidP="005B3ED9">
      <w:r>
        <w:t>536.8620</w:t>
      </w:r>
      <w:r>
        <w:tab/>
        <w:t>1.013e0</w:t>
      </w:r>
    </w:p>
    <w:p w:rsidR="005B3ED9" w:rsidRDefault="005B3ED9" w:rsidP="005B3ED9">
      <w:r>
        <w:t>536.8889</w:t>
      </w:r>
      <w:r>
        <w:tab/>
        <w:t>2.025e0</w:t>
      </w:r>
    </w:p>
    <w:p w:rsidR="005B3ED9" w:rsidRDefault="005B3ED9" w:rsidP="005B3ED9">
      <w:r>
        <w:t>536.9020</w:t>
      </w:r>
      <w:r>
        <w:tab/>
        <w:t>1.013e0</w:t>
      </w:r>
    </w:p>
    <w:p w:rsidR="005B3ED9" w:rsidRDefault="005B3ED9" w:rsidP="005B3ED9">
      <w:r>
        <w:lastRenderedPageBreak/>
        <w:t>536.9206</w:t>
      </w:r>
      <w:r>
        <w:tab/>
        <w:t>1.013e0</w:t>
      </w:r>
    </w:p>
    <w:p w:rsidR="005B3ED9" w:rsidRDefault="005B3ED9" w:rsidP="005B3ED9">
      <w:r>
        <w:t>536.9299</w:t>
      </w:r>
      <w:r>
        <w:tab/>
        <w:t>2.025e0</w:t>
      </w:r>
    </w:p>
    <w:p w:rsidR="005B3ED9" w:rsidRDefault="005B3ED9" w:rsidP="005B3ED9">
      <w:r>
        <w:t>536.9528</w:t>
      </w:r>
      <w:r>
        <w:tab/>
        <w:t>2.025e0</w:t>
      </w:r>
    </w:p>
    <w:p w:rsidR="005B3ED9" w:rsidRDefault="005B3ED9" w:rsidP="005B3ED9">
      <w:r>
        <w:t>537.0092</w:t>
      </w:r>
      <w:r>
        <w:tab/>
        <w:t>1.013e0</w:t>
      </w:r>
    </w:p>
    <w:p w:rsidR="005B3ED9" w:rsidRDefault="005B3ED9" w:rsidP="005B3ED9">
      <w:r>
        <w:t>537.0318</w:t>
      </w:r>
      <w:r>
        <w:tab/>
        <w:t>1.013e0</w:t>
      </w:r>
    </w:p>
    <w:p w:rsidR="005B3ED9" w:rsidRDefault="005B3ED9" w:rsidP="005B3ED9">
      <w:r>
        <w:t>537.0696</w:t>
      </w:r>
      <w:r>
        <w:tab/>
        <w:t>2.025e0</w:t>
      </w:r>
    </w:p>
    <w:p w:rsidR="005B3ED9" w:rsidRDefault="005B3ED9" w:rsidP="005B3ED9">
      <w:r>
        <w:t>537.0967</w:t>
      </w:r>
      <w:r>
        <w:tab/>
        <w:t>1.013e0</w:t>
      </w:r>
    </w:p>
    <w:p w:rsidR="005B3ED9" w:rsidRDefault="005B3ED9" w:rsidP="005B3ED9">
      <w:r>
        <w:t>537.1154</w:t>
      </w:r>
      <w:r>
        <w:tab/>
        <w:t>1.013e0</w:t>
      </w:r>
    </w:p>
    <w:p w:rsidR="005B3ED9" w:rsidRDefault="005B3ED9" w:rsidP="005B3ED9">
      <w:r>
        <w:t>537.1534</w:t>
      </w:r>
      <w:r>
        <w:tab/>
        <w:t>2.025e0</w:t>
      </w:r>
    </w:p>
    <w:p w:rsidR="005B3ED9" w:rsidRDefault="005B3ED9" w:rsidP="005B3ED9">
      <w:r>
        <w:t>537.1709</w:t>
      </w:r>
      <w:r>
        <w:tab/>
        <w:t>1.013e0</w:t>
      </w:r>
    </w:p>
    <w:p w:rsidR="005B3ED9" w:rsidRDefault="005B3ED9" w:rsidP="005B3ED9">
      <w:r>
        <w:t>537.1802</w:t>
      </w:r>
      <w:r>
        <w:tab/>
        <w:t>1.013e0</w:t>
      </w:r>
    </w:p>
    <w:p w:rsidR="005B3ED9" w:rsidRDefault="005B3ED9" w:rsidP="005B3ED9">
      <w:r>
        <w:t>537.2119</w:t>
      </w:r>
      <w:r>
        <w:tab/>
        <w:t>1.013e0</w:t>
      </w:r>
    </w:p>
    <w:p w:rsidR="005B3ED9" w:rsidRDefault="005B3ED9" w:rsidP="005B3ED9">
      <w:r>
        <w:t>537.2822</w:t>
      </w:r>
      <w:r>
        <w:tab/>
        <w:t>2.025e0</w:t>
      </w:r>
    </w:p>
    <w:p w:rsidR="005B3ED9" w:rsidRDefault="005B3ED9" w:rsidP="005B3ED9">
      <w:r>
        <w:t>537.2915</w:t>
      </w:r>
      <w:r>
        <w:tab/>
        <w:t>1.013e0</w:t>
      </w:r>
    </w:p>
    <w:p w:rsidR="005B3ED9" w:rsidRDefault="005B3ED9" w:rsidP="005B3ED9">
      <w:r>
        <w:t>537.3433</w:t>
      </w:r>
      <w:r>
        <w:tab/>
        <w:t>3.038e0</w:t>
      </w:r>
    </w:p>
    <w:p w:rsidR="005B3ED9" w:rsidRDefault="005B3ED9" w:rsidP="005B3ED9">
      <w:r>
        <w:t>537.3542</w:t>
      </w:r>
      <w:r>
        <w:tab/>
        <w:t>3.038e0</w:t>
      </w:r>
    </w:p>
    <w:p w:rsidR="005B3ED9" w:rsidRDefault="005B3ED9" w:rsidP="005B3ED9">
      <w:r>
        <w:t>537.3591</w:t>
      </w:r>
      <w:r>
        <w:tab/>
        <w:t>1.013e0</w:t>
      </w:r>
    </w:p>
    <w:p w:rsidR="005B3ED9" w:rsidRDefault="005B3ED9" w:rsidP="005B3ED9">
      <w:r>
        <w:t>537.4326</w:t>
      </w:r>
      <w:r>
        <w:tab/>
        <w:t>2.025e0</w:t>
      </w:r>
    </w:p>
    <w:p w:rsidR="005B3ED9" w:rsidRDefault="005B3ED9" w:rsidP="005B3ED9">
      <w:r>
        <w:t>537.4852</w:t>
      </w:r>
      <w:r>
        <w:tab/>
        <w:t>1.013e0</w:t>
      </w:r>
    </w:p>
    <w:p w:rsidR="005B3ED9" w:rsidRDefault="005B3ED9" w:rsidP="005B3ED9">
      <w:r>
        <w:lastRenderedPageBreak/>
        <w:t>537.4944</w:t>
      </w:r>
      <w:r>
        <w:tab/>
        <w:t>2.025e0</w:t>
      </w:r>
    </w:p>
    <w:p w:rsidR="005B3ED9" w:rsidRDefault="005B3ED9" w:rsidP="005B3ED9">
      <w:r>
        <w:t>537.5311</w:t>
      </w:r>
      <w:r>
        <w:tab/>
        <w:t>2.025e0</w:t>
      </w:r>
    </w:p>
    <w:p w:rsidR="005B3ED9" w:rsidRDefault="005B3ED9" w:rsidP="005B3ED9">
      <w:r>
        <w:t>537.5328</w:t>
      </w:r>
      <w:r>
        <w:tab/>
        <w:t>1.013e0</w:t>
      </w:r>
    </w:p>
    <w:p w:rsidR="005B3ED9" w:rsidRDefault="005B3ED9" w:rsidP="005B3ED9">
      <w:r>
        <w:t>537.5541</w:t>
      </w:r>
      <w:r>
        <w:tab/>
        <w:t>2.025e0</w:t>
      </w:r>
    </w:p>
    <w:p w:rsidR="005B3ED9" w:rsidRDefault="005B3ED9" w:rsidP="005B3ED9">
      <w:r>
        <w:t>537.6323</w:t>
      </w:r>
      <w:r>
        <w:tab/>
        <w:t>1.013e0</w:t>
      </w:r>
    </w:p>
    <w:p w:rsidR="005B3ED9" w:rsidRDefault="005B3ED9" w:rsidP="005B3ED9">
      <w:r>
        <w:t>537.6720</w:t>
      </w:r>
      <w:r>
        <w:tab/>
        <w:t>1.013e0</w:t>
      </w:r>
    </w:p>
    <w:p w:rsidR="005B3ED9" w:rsidRDefault="005B3ED9" w:rsidP="005B3ED9">
      <w:r>
        <w:t>537.7795</w:t>
      </w:r>
      <w:r>
        <w:tab/>
        <w:t>1.013e0</w:t>
      </w:r>
    </w:p>
    <w:p w:rsidR="005B3ED9" w:rsidRDefault="005B3ED9" w:rsidP="005B3ED9">
      <w:r>
        <w:t>537.8298</w:t>
      </w:r>
      <w:r>
        <w:tab/>
        <w:t>1.013e0</w:t>
      </w:r>
    </w:p>
    <w:p w:rsidR="005B3ED9" w:rsidRDefault="005B3ED9" w:rsidP="005B3ED9">
      <w:r>
        <w:t>537.8391</w:t>
      </w:r>
      <w:r>
        <w:tab/>
        <w:t>1.013e0</w:t>
      </w:r>
    </w:p>
    <w:p w:rsidR="005B3ED9" w:rsidRDefault="005B3ED9" w:rsidP="005B3ED9">
      <w:r>
        <w:t>537.8484</w:t>
      </w:r>
      <w:r>
        <w:tab/>
        <w:t>1.013e0</w:t>
      </w:r>
    </w:p>
    <w:p w:rsidR="005B3ED9" w:rsidRDefault="005B3ED9" w:rsidP="005B3ED9">
      <w:r>
        <w:t>537.9876</w:t>
      </w:r>
      <w:r>
        <w:tab/>
        <w:t>1.013e0</w:t>
      </w:r>
    </w:p>
    <w:p w:rsidR="005B3ED9" w:rsidRDefault="005B3ED9" w:rsidP="005B3ED9">
      <w:r>
        <w:t>538.0156</w:t>
      </w:r>
      <w:r>
        <w:tab/>
        <w:t>1.013e0</w:t>
      </w:r>
    </w:p>
    <w:p w:rsidR="005B3ED9" w:rsidRDefault="005B3ED9" w:rsidP="005B3ED9">
      <w:r>
        <w:t>538.0741</w:t>
      </w:r>
      <w:r>
        <w:tab/>
        <w:t>1.013e0</w:t>
      </w:r>
    </w:p>
    <w:p w:rsidR="005B3ED9" w:rsidRDefault="005B3ED9" w:rsidP="005B3ED9">
      <w:r>
        <w:t>538.1548</w:t>
      </w:r>
      <w:r>
        <w:tab/>
        <w:t>1.013e0</w:t>
      </w:r>
    </w:p>
    <w:p w:rsidR="005B3ED9" w:rsidRDefault="005B3ED9" w:rsidP="005B3ED9">
      <w:r>
        <w:t>538.1779</w:t>
      </w:r>
      <w:r>
        <w:tab/>
        <w:t>2.025e0</w:t>
      </w:r>
    </w:p>
    <w:p w:rsidR="005B3ED9" w:rsidRDefault="005B3ED9" w:rsidP="005B3ED9">
      <w:r>
        <w:t>538.2371</w:t>
      </w:r>
      <w:r>
        <w:tab/>
        <w:t>2.025e0</w:t>
      </w:r>
    </w:p>
    <w:p w:rsidR="005B3ED9" w:rsidRDefault="005B3ED9" w:rsidP="005B3ED9">
      <w:r>
        <w:t>538.2619</w:t>
      </w:r>
      <w:r>
        <w:tab/>
        <w:t>2.025e0</w:t>
      </w:r>
    </w:p>
    <w:p w:rsidR="005B3ED9" w:rsidRDefault="005B3ED9" w:rsidP="005B3ED9">
      <w:r>
        <w:t>538.3290</w:t>
      </w:r>
      <w:r>
        <w:tab/>
        <w:t>1.013e0</w:t>
      </w:r>
    </w:p>
    <w:p w:rsidR="005B3ED9" w:rsidRDefault="005B3ED9" w:rsidP="005B3ED9">
      <w:r>
        <w:t>538.3407</w:t>
      </w:r>
      <w:r>
        <w:tab/>
        <w:t>1.013e0</w:t>
      </w:r>
    </w:p>
    <w:p w:rsidR="005B3ED9" w:rsidRDefault="005B3ED9" w:rsidP="005B3ED9">
      <w:r>
        <w:lastRenderedPageBreak/>
        <w:t>538.3499</w:t>
      </w:r>
      <w:r>
        <w:tab/>
        <w:t>1.013e0</w:t>
      </w:r>
    </w:p>
    <w:p w:rsidR="005B3ED9" w:rsidRDefault="005B3ED9" w:rsidP="005B3ED9">
      <w:r>
        <w:t>538.3778</w:t>
      </w:r>
      <w:r>
        <w:tab/>
        <w:t>1.013e0</w:t>
      </w:r>
    </w:p>
    <w:p w:rsidR="005B3ED9" w:rsidRDefault="005B3ED9" w:rsidP="005B3ED9">
      <w:r>
        <w:t>538.4243</w:t>
      </w:r>
      <w:r>
        <w:tab/>
        <w:t>1.013e0</w:t>
      </w:r>
    </w:p>
    <w:p w:rsidR="005B3ED9" w:rsidRDefault="005B3ED9" w:rsidP="005B3ED9">
      <w:r>
        <w:t>538.4337</w:t>
      </w:r>
      <w:r>
        <w:tab/>
        <w:t>1.013e0</w:t>
      </w:r>
    </w:p>
    <w:p w:rsidR="005B3ED9" w:rsidRDefault="005B3ED9" w:rsidP="005B3ED9">
      <w:r>
        <w:t>538.4429</w:t>
      </w:r>
      <w:r>
        <w:tab/>
        <w:t>2.025e0</w:t>
      </w:r>
    </w:p>
    <w:p w:rsidR="005B3ED9" w:rsidRDefault="005B3ED9" w:rsidP="005B3ED9">
      <w:r>
        <w:t>538.5079</w:t>
      </w:r>
      <w:r>
        <w:tab/>
        <w:t>1.013e0</w:t>
      </w:r>
    </w:p>
    <w:p w:rsidR="005B3ED9" w:rsidRDefault="005B3ED9" w:rsidP="005B3ED9">
      <w:r>
        <w:t>538.6381</w:t>
      </w:r>
      <w:r>
        <w:tab/>
        <w:t>1.013e0</w:t>
      </w:r>
    </w:p>
    <w:p w:rsidR="005B3ED9" w:rsidRDefault="005B3ED9" w:rsidP="005B3ED9">
      <w:r>
        <w:t>538.7498</w:t>
      </w:r>
      <w:r>
        <w:tab/>
        <w:t>1.013e0</w:t>
      </w:r>
    </w:p>
    <w:p w:rsidR="005B3ED9" w:rsidRDefault="005B3ED9" w:rsidP="005B3ED9">
      <w:r>
        <w:t>538.8334</w:t>
      </w:r>
      <w:r>
        <w:tab/>
        <w:t>1.013e0</w:t>
      </w:r>
    </w:p>
    <w:p w:rsidR="005B3ED9" w:rsidRDefault="005B3ED9" w:rsidP="005B3ED9">
      <w:r>
        <w:t>538.8564</w:t>
      </w:r>
      <w:r>
        <w:tab/>
        <w:t>2.025e0</w:t>
      </w:r>
    </w:p>
    <w:p w:rsidR="005B3ED9" w:rsidRDefault="005B3ED9" w:rsidP="005B3ED9">
      <w:r>
        <w:t>538.8960</w:t>
      </w:r>
      <w:r>
        <w:tab/>
        <w:t>3.038e0</w:t>
      </w:r>
    </w:p>
    <w:p w:rsidR="005B3ED9" w:rsidRDefault="005B3ED9" w:rsidP="005B3ED9">
      <w:r>
        <w:t>538.9177</w:t>
      </w:r>
      <w:r>
        <w:tab/>
        <w:t>1.013e0</w:t>
      </w:r>
    </w:p>
    <w:p w:rsidR="005B3ED9" w:rsidRDefault="005B3ED9" w:rsidP="005B3ED9">
      <w:r>
        <w:t>538.9888</w:t>
      </w:r>
      <w:r>
        <w:tab/>
        <w:t>1.013e0</w:t>
      </w:r>
    </w:p>
    <w:p w:rsidR="005B3ED9" w:rsidRDefault="005B3ED9" w:rsidP="005B3ED9">
      <w:r>
        <w:t>539.0808</w:t>
      </w:r>
      <w:r>
        <w:tab/>
        <w:t>2.025e0</w:t>
      </w:r>
    </w:p>
    <w:p w:rsidR="005B3ED9" w:rsidRDefault="005B3ED9" w:rsidP="005B3ED9">
      <w:r>
        <w:t>539.1683</w:t>
      </w:r>
      <w:r>
        <w:tab/>
        <w:t>1.013e0</w:t>
      </w:r>
    </w:p>
    <w:p w:rsidR="005B3ED9" w:rsidRDefault="005B3ED9" w:rsidP="005B3ED9">
      <w:r>
        <w:t>539.1777</w:t>
      </w:r>
      <w:r>
        <w:tab/>
        <w:t>1.013e0</w:t>
      </w:r>
    </w:p>
    <w:p w:rsidR="005B3ED9" w:rsidRDefault="005B3ED9" w:rsidP="005B3ED9">
      <w:r>
        <w:t>539.1835</w:t>
      </w:r>
      <w:r>
        <w:tab/>
        <w:t>2.025e0</w:t>
      </w:r>
    </w:p>
    <w:p w:rsidR="005B3ED9" w:rsidRDefault="005B3ED9" w:rsidP="005B3ED9">
      <w:r>
        <w:t>539.1870</w:t>
      </w:r>
      <w:r>
        <w:tab/>
        <w:t>1.013e0</w:t>
      </w:r>
    </w:p>
    <w:p w:rsidR="005B3ED9" w:rsidRDefault="005B3ED9" w:rsidP="005B3ED9">
      <w:r>
        <w:t>539.2335</w:t>
      </w:r>
      <w:r>
        <w:tab/>
        <w:t>1.013e0</w:t>
      </w:r>
    </w:p>
    <w:p w:rsidR="005B3ED9" w:rsidRDefault="005B3ED9" w:rsidP="005B3ED9">
      <w:r>
        <w:lastRenderedPageBreak/>
        <w:t>539.2614</w:t>
      </w:r>
      <w:r>
        <w:tab/>
        <w:t>1.013e0</w:t>
      </w:r>
    </w:p>
    <w:p w:rsidR="005B3ED9" w:rsidRDefault="005B3ED9" w:rsidP="005B3ED9">
      <w:r>
        <w:t>539.2707</w:t>
      </w:r>
      <w:r>
        <w:tab/>
        <w:t>1.013e0</w:t>
      </w:r>
    </w:p>
    <w:p w:rsidR="005B3ED9" w:rsidRDefault="005B3ED9" w:rsidP="005B3ED9">
      <w:r>
        <w:t>539.3675</w:t>
      </w:r>
      <w:r>
        <w:tab/>
        <w:t>3.038e0</w:t>
      </w:r>
    </w:p>
    <w:p w:rsidR="005B3ED9" w:rsidRDefault="005B3ED9" w:rsidP="005B3ED9">
      <w:r>
        <w:t>539.3824</w:t>
      </w:r>
      <w:r>
        <w:tab/>
        <w:t>1.013e0</w:t>
      </w:r>
    </w:p>
    <w:p w:rsidR="005B3ED9" w:rsidRDefault="005B3ED9" w:rsidP="005B3ED9">
      <w:r>
        <w:t>539.4108</w:t>
      </w:r>
      <w:r>
        <w:tab/>
        <w:t>3.038e0</w:t>
      </w:r>
    </w:p>
    <w:p w:rsidR="005B3ED9" w:rsidRDefault="005B3ED9" w:rsidP="005B3ED9">
      <w:r>
        <w:t>539.4672</w:t>
      </w:r>
      <w:r>
        <w:tab/>
        <w:t>1.013e0</w:t>
      </w:r>
    </w:p>
    <w:p w:rsidR="005B3ED9" w:rsidRDefault="005B3ED9" w:rsidP="005B3ED9">
      <w:r>
        <w:t>539.5040</w:t>
      </w:r>
      <w:r>
        <w:tab/>
        <w:t>1.013e0</w:t>
      </w:r>
    </w:p>
    <w:p w:rsidR="005B3ED9" w:rsidRDefault="005B3ED9" w:rsidP="005B3ED9">
      <w:r>
        <w:t>539.5500</w:t>
      </w:r>
      <w:r>
        <w:tab/>
        <w:t>1.013e0</w:t>
      </w:r>
    </w:p>
    <w:p w:rsidR="005B3ED9" w:rsidRDefault="005B3ED9" w:rsidP="005B3ED9">
      <w:r>
        <w:t>539.5934</w:t>
      </w:r>
      <w:r>
        <w:tab/>
        <w:t>1.013e0</w:t>
      </w:r>
    </w:p>
    <w:p w:rsidR="005B3ED9" w:rsidRDefault="005B3ED9" w:rsidP="005B3ED9">
      <w:r>
        <w:t>539.6119</w:t>
      </w:r>
      <w:r>
        <w:tab/>
        <w:t>1.013e0</w:t>
      </w:r>
    </w:p>
    <w:p w:rsidR="005B3ED9" w:rsidRDefault="005B3ED9" w:rsidP="005B3ED9">
      <w:r>
        <w:t>539.6432</w:t>
      </w:r>
      <w:r>
        <w:tab/>
        <w:t>2.025e0</w:t>
      </w:r>
    </w:p>
    <w:p w:rsidR="005B3ED9" w:rsidRDefault="005B3ED9" w:rsidP="005B3ED9">
      <w:r>
        <w:t>539.6804</w:t>
      </w:r>
      <w:r>
        <w:tab/>
        <w:t>1.013e0</w:t>
      </w:r>
    </w:p>
    <w:p w:rsidR="005B3ED9" w:rsidRDefault="005B3ED9" w:rsidP="005B3ED9">
      <w:r>
        <w:t>539.7643</w:t>
      </w:r>
      <w:r>
        <w:tab/>
        <w:t>1.013e0</w:t>
      </w:r>
    </w:p>
    <w:p w:rsidR="005B3ED9" w:rsidRDefault="005B3ED9" w:rsidP="005B3ED9">
      <w:r>
        <w:t>539.8574</w:t>
      </w:r>
      <w:r>
        <w:tab/>
        <w:t>1.013e0</w:t>
      </w:r>
    </w:p>
    <w:p w:rsidR="005B3ED9" w:rsidRDefault="005B3ED9" w:rsidP="005B3ED9">
      <w:r>
        <w:t>539.8760</w:t>
      </w:r>
      <w:r>
        <w:tab/>
        <w:t>1.013e0</w:t>
      </w:r>
    </w:p>
    <w:p w:rsidR="005B3ED9" w:rsidRDefault="005B3ED9" w:rsidP="005B3ED9">
      <w:r>
        <w:t>539.8881</w:t>
      </w:r>
      <w:r>
        <w:tab/>
        <w:t>1.013e0</w:t>
      </w:r>
    </w:p>
    <w:p w:rsidR="005B3ED9" w:rsidRDefault="005B3ED9" w:rsidP="005B3ED9">
      <w:r>
        <w:t>539.9133</w:t>
      </w:r>
      <w:r>
        <w:tab/>
        <w:t>1.013e0</w:t>
      </w:r>
    </w:p>
    <w:p w:rsidR="005B3ED9" w:rsidRDefault="005B3ED9" w:rsidP="005B3ED9">
      <w:r>
        <w:t>539.9879</w:t>
      </w:r>
      <w:r>
        <w:tab/>
        <w:t>3.038e0</w:t>
      </w:r>
    </w:p>
    <w:p w:rsidR="005B3ED9" w:rsidRDefault="005B3ED9" w:rsidP="005B3ED9">
      <w:r>
        <w:t>539.9984</w:t>
      </w:r>
      <w:r>
        <w:tab/>
        <w:t>1.013e0</w:t>
      </w:r>
    </w:p>
    <w:p w:rsidR="005B3ED9" w:rsidRDefault="005B3ED9" w:rsidP="005B3ED9">
      <w:r>
        <w:lastRenderedPageBreak/>
        <w:t>540.2302</w:t>
      </w:r>
      <w:r>
        <w:tab/>
        <w:t>1.013e0</w:t>
      </w:r>
    </w:p>
    <w:p w:rsidR="005B3ED9" w:rsidRDefault="005B3ED9" w:rsidP="005B3ED9">
      <w:r>
        <w:t>540.2719</w:t>
      </w:r>
      <w:r>
        <w:tab/>
        <w:t>1.013e0</w:t>
      </w:r>
    </w:p>
    <w:p w:rsidR="005B3ED9" w:rsidRDefault="005B3ED9" w:rsidP="005B3ED9">
      <w:r>
        <w:t>540.2903</w:t>
      </w:r>
      <w:r>
        <w:tab/>
        <w:t>1.013e0</w:t>
      </w:r>
    </w:p>
    <w:p w:rsidR="005B3ED9" w:rsidRDefault="005B3ED9" w:rsidP="005B3ED9">
      <w:r>
        <w:t>540.3048</w:t>
      </w:r>
      <w:r>
        <w:tab/>
        <w:t>1.013e0</w:t>
      </w:r>
    </w:p>
    <w:p w:rsidR="005B3ED9" w:rsidRDefault="005B3ED9" w:rsidP="005B3ED9">
      <w:r>
        <w:t>540.3514</w:t>
      </w:r>
      <w:r>
        <w:tab/>
        <w:t>2.025e0</w:t>
      </w:r>
    </w:p>
    <w:p w:rsidR="005B3ED9" w:rsidRDefault="005B3ED9" w:rsidP="005B3ED9">
      <w:r>
        <w:t>540.3873</w:t>
      </w:r>
      <w:r>
        <w:tab/>
        <w:t>3.038e0</w:t>
      </w:r>
    </w:p>
    <w:p w:rsidR="005B3ED9" w:rsidRDefault="005B3ED9" w:rsidP="005B3ED9">
      <w:r>
        <w:t>540.4232</w:t>
      </w:r>
      <w:r>
        <w:tab/>
        <w:t>3.038e0</w:t>
      </w:r>
    </w:p>
    <w:p w:rsidR="005B3ED9" w:rsidRDefault="005B3ED9" w:rsidP="005B3ED9">
      <w:r>
        <w:t>540.4354</w:t>
      </w:r>
      <w:r>
        <w:tab/>
        <w:t>2.025e0</w:t>
      </w:r>
    </w:p>
    <w:p w:rsidR="005B3ED9" w:rsidRDefault="005B3ED9" w:rsidP="005B3ED9">
      <w:r>
        <w:t>540.4409</w:t>
      </w:r>
      <w:r>
        <w:tab/>
        <w:t>4.894e0</w:t>
      </w:r>
    </w:p>
    <w:p w:rsidR="005B3ED9" w:rsidRDefault="005B3ED9" w:rsidP="005B3ED9">
      <w:r>
        <w:t>540.4619</w:t>
      </w:r>
      <w:r>
        <w:tab/>
        <w:t>4.051e0</w:t>
      </w:r>
    </w:p>
    <w:p w:rsidR="005B3ED9" w:rsidRDefault="005B3ED9" w:rsidP="005B3ED9">
      <w:r>
        <w:t>540.4913</w:t>
      </w:r>
      <w:r>
        <w:tab/>
        <w:t>2.025e0</w:t>
      </w:r>
    </w:p>
    <w:p w:rsidR="005B3ED9" w:rsidRDefault="005B3ED9" w:rsidP="005B3ED9">
      <w:r>
        <w:t>540.5176</w:t>
      </w:r>
      <w:r>
        <w:tab/>
        <w:t>2.025e0</w:t>
      </w:r>
    </w:p>
    <w:p w:rsidR="005B3ED9" w:rsidRDefault="005B3ED9" w:rsidP="005B3ED9">
      <w:r>
        <w:t>540.6685</w:t>
      </w:r>
      <w:r>
        <w:tab/>
        <w:t>1.013e0</w:t>
      </w:r>
    </w:p>
    <w:p w:rsidR="005B3ED9" w:rsidRDefault="005B3ED9" w:rsidP="005B3ED9">
      <w:r>
        <w:t>540.7902</w:t>
      </w:r>
      <w:r>
        <w:tab/>
        <w:t>3.038e0</w:t>
      </w:r>
    </w:p>
    <w:p w:rsidR="005B3ED9" w:rsidRDefault="005B3ED9" w:rsidP="005B3ED9">
      <w:r>
        <w:t>540.8214</w:t>
      </w:r>
      <w:r>
        <w:tab/>
        <w:t>2.025e0</w:t>
      </w:r>
    </w:p>
    <w:p w:rsidR="005B3ED9" w:rsidRDefault="005B3ED9" w:rsidP="005B3ED9">
      <w:r>
        <w:t>540.8832</w:t>
      </w:r>
      <w:r>
        <w:tab/>
        <w:t>1.013e0</w:t>
      </w:r>
    </w:p>
    <w:p w:rsidR="005B3ED9" w:rsidRDefault="005B3ED9" w:rsidP="005B3ED9">
      <w:r>
        <w:t>540.8925</w:t>
      </w:r>
      <w:r>
        <w:tab/>
        <w:t>1.013e0</w:t>
      </w:r>
    </w:p>
    <w:p w:rsidR="005B3ED9" w:rsidRDefault="005B3ED9" w:rsidP="005B3ED9">
      <w:r>
        <w:t>540.8937</w:t>
      </w:r>
      <w:r>
        <w:tab/>
        <w:t>2.025e0</w:t>
      </w:r>
    </w:p>
    <w:p w:rsidR="005B3ED9" w:rsidRDefault="005B3ED9" w:rsidP="005B3ED9">
      <w:r>
        <w:t>540.9292</w:t>
      </w:r>
      <w:r>
        <w:tab/>
        <w:t>1.013e0</w:t>
      </w:r>
    </w:p>
    <w:p w:rsidR="005B3ED9" w:rsidRDefault="005B3ED9" w:rsidP="005B3ED9">
      <w:r>
        <w:lastRenderedPageBreak/>
        <w:t>541.0206</w:t>
      </w:r>
      <w:r>
        <w:tab/>
        <w:t>2.025e0</w:t>
      </w:r>
    </w:p>
    <w:p w:rsidR="005B3ED9" w:rsidRDefault="005B3ED9" w:rsidP="005B3ED9">
      <w:r>
        <w:t>541.0326</w:t>
      </w:r>
      <w:r>
        <w:tab/>
        <w:t>1.013e0</w:t>
      </w:r>
    </w:p>
    <w:p w:rsidR="005B3ED9" w:rsidRDefault="005B3ED9" w:rsidP="005B3ED9">
      <w:r>
        <w:t>541.0792</w:t>
      </w:r>
      <w:r>
        <w:tab/>
        <w:t>1.013e0</w:t>
      </w:r>
    </w:p>
    <w:p w:rsidR="005B3ED9" w:rsidRDefault="005B3ED9" w:rsidP="005B3ED9">
      <w:r>
        <w:t>541.1603</w:t>
      </w:r>
      <w:r>
        <w:tab/>
        <w:t>3.038e0</w:t>
      </w:r>
    </w:p>
    <w:p w:rsidR="005B3ED9" w:rsidRDefault="005B3ED9" w:rsidP="005B3ED9">
      <w:r>
        <w:t>541.1913</w:t>
      </w:r>
      <w:r>
        <w:tab/>
        <w:t>1.013e0</w:t>
      </w:r>
    </w:p>
    <w:p w:rsidR="005B3ED9" w:rsidRDefault="005B3ED9" w:rsidP="005B3ED9">
      <w:r>
        <w:t>541.2287</w:t>
      </w:r>
      <w:r>
        <w:tab/>
        <w:t>1.013e0</w:t>
      </w:r>
    </w:p>
    <w:p w:rsidR="005B3ED9" w:rsidRDefault="005B3ED9" w:rsidP="005B3ED9">
      <w:r>
        <w:t>541.2328</w:t>
      </w:r>
      <w:r>
        <w:tab/>
        <w:t>2.025e0</w:t>
      </w:r>
    </w:p>
    <w:p w:rsidR="005B3ED9" w:rsidRDefault="005B3ED9" w:rsidP="005B3ED9">
      <w:r>
        <w:t>541.2473</w:t>
      </w:r>
      <w:r>
        <w:tab/>
        <w:t>1.013e0</w:t>
      </w:r>
    </w:p>
    <w:p w:rsidR="005B3ED9" w:rsidRDefault="005B3ED9" w:rsidP="005B3ED9">
      <w:r>
        <w:t>541.2772</w:t>
      </w:r>
      <w:r>
        <w:tab/>
        <w:t>3.038e0</w:t>
      </w:r>
    </w:p>
    <w:p w:rsidR="005B3ED9" w:rsidRDefault="005B3ED9" w:rsidP="005B3ED9">
      <w:r>
        <w:t>541.3127</w:t>
      </w:r>
      <w:r>
        <w:tab/>
        <w:t>1.013e0</w:t>
      </w:r>
    </w:p>
    <w:p w:rsidR="005B3ED9" w:rsidRDefault="005B3ED9" w:rsidP="005B3ED9">
      <w:r>
        <w:t>541.3892</w:t>
      </w:r>
      <w:r>
        <w:tab/>
        <w:t>1.013e0</w:t>
      </w:r>
    </w:p>
    <w:p w:rsidR="005B3ED9" w:rsidRDefault="005B3ED9" w:rsidP="005B3ED9">
      <w:r>
        <w:t>541.4528</w:t>
      </w:r>
      <w:r>
        <w:tab/>
        <w:t>1.013e0</w:t>
      </w:r>
    </w:p>
    <w:p w:rsidR="005B3ED9" w:rsidRDefault="005B3ED9" w:rsidP="005B3ED9">
      <w:r>
        <w:t>541.4798</w:t>
      </w:r>
      <w:r>
        <w:tab/>
        <w:t>2.025e0</w:t>
      </w:r>
    </w:p>
    <w:p w:rsidR="005B3ED9" w:rsidRDefault="005B3ED9" w:rsidP="005B3ED9">
      <w:r>
        <w:t>541.4809</w:t>
      </w:r>
      <w:r>
        <w:tab/>
        <w:t>2.025e0</w:t>
      </w:r>
    </w:p>
    <w:p w:rsidR="005B3ED9" w:rsidRDefault="005B3ED9" w:rsidP="005B3ED9">
      <w:r>
        <w:t>541.6443</w:t>
      </w:r>
      <w:r>
        <w:tab/>
        <w:t>1.013e0</w:t>
      </w:r>
    </w:p>
    <w:p w:rsidR="005B3ED9" w:rsidRDefault="005B3ED9" w:rsidP="005B3ED9">
      <w:r>
        <w:t>541.6490</w:t>
      </w:r>
      <w:r>
        <w:tab/>
        <w:t>1.013e0</w:t>
      </w:r>
    </w:p>
    <w:p w:rsidR="005B3ED9" w:rsidRDefault="005B3ED9" w:rsidP="005B3ED9">
      <w:r>
        <w:t>541.7052</w:t>
      </w:r>
      <w:r>
        <w:tab/>
        <w:t>1.013e0</w:t>
      </w:r>
    </w:p>
    <w:p w:rsidR="005B3ED9" w:rsidRDefault="005B3ED9" w:rsidP="005B3ED9">
      <w:r>
        <w:t>541.7332</w:t>
      </w:r>
      <w:r>
        <w:tab/>
        <w:t>1.013e0</w:t>
      </w:r>
    </w:p>
    <w:p w:rsidR="005B3ED9" w:rsidRDefault="005B3ED9" w:rsidP="005B3ED9">
      <w:r>
        <w:t>541.7914</w:t>
      </w:r>
      <w:r>
        <w:tab/>
        <w:t>1.013e0</w:t>
      </w:r>
    </w:p>
    <w:p w:rsidR="005B3ED9" w:rsidRDefault="005B3ED9" w:rsidP="005B3ED9">
      <w:r>
        <w:lastRenderedPageBreak/>
        <w:t>541.8466</w:t>
      </w:r>
      <w:r>
        <w:tab/>
        <w:t>1.013e0</w:t>
      </w:r>
    </w:p>
    <w:p w:rsidR="005B3ED9" w:rsidRDefault="005B3ED9" w:rsidP="005B3ED9">
      <w:r>
        <w:t>541.8763</w:t>
      </w:r>
      <w:r>
        <w:tab/>
        <w:t>2.025e0</w:t>
      </w:r>
    </w:p>
    <w:p w:rsidR="005B3ED9" w:rsidRDefault="005B3ED9" w:rsidP="005B3ED9">
      <w:r>
        <w:t>541.9202</w:t>
      </w:r>
      <w:r>
        <w:tab/>
        <w:t>3.038e0</w:t>
      </w:r>
    </w:p>
    <w:p w:rsidR="005B3ED9" w:rsidRDefault="005B3ED9" w:rsidP="005B3ED9">
      <w:r>
        <w:t>541.9576</w:t>
      </w:r>
      <w:r>
        <w:tab/>
        <w:t>1.013e0</w:t>
      </w:r>
    </w:p>
    <w:p w:rsidR="005B3ED9" w:rsidRDefault="005B3ED9" w:rsidP="005B3ED9">
      <w:r>
        <w:t>542.0231</w:t>
      </w:r>
      <w:r>
        <w:tab/>
        <w:t>5.063e0</w:t>
      </w:r>
    </w:p>
    <w:p w:rsidR="005B3ED9" w:rsidRDefault="005B3ED9" w:rsidP="005B3ED9">
      <w:r>
        <w:t>542.1124</w:t>
      </w:r>
      <w:r>
        <w:tab/>
        <w:t>2.025e0</w:t>
      </w:r>
    </w:p>
    <w:p w:rsidR="005B3ED9" w:rsidRDefault="005B3ED9" w:rsidP="005B3ED9">
      <w:r>
        <w:t>542.1540</w:t>
      </w:r>
      <w:r>
        <w:tab/>
        <w:t>2.025e0</w:t>
      </w:r>
    </w:p>
    <w:p w:rsidR="005B3ED9" w:rsidRDefault="005B3ED9" w:rsidP="005B3ED9">
      <w:r>
        <w:t>542.1820</w:t>
      </w:r>
      <w:r>
        <w:tab/>
        <w:t>1.013e0</w:t>
      </w:r>
    </w:p>
    <w:p w:rsidR="005B3ED9" w:rsidRDefault="005B3ED9" w:rsidP="005B3ED9">
      <w:r>
        <w:t>542.2006</w:t>
      </w:r>
      <w:r>
        <w:tab/>
        <w:t>2.025e0</w:t>
      </w:r>
    </w:p>
    <w:p w:rsidR="005B3ED9" w:rsidRDefault="005B3ED9" w:rsidP="005B3ED9">
      <w:r>
        <w:t>542.2500</w:t>
      </w:r>
      <w:r>
        <w:tab/>
        <w:t>3.038e0</w:t>
      </w:r>
    </w:p>
    <w:p w:rsidR="005B3ED9" w:rsidRDefault="005B3ED9" w:rsidP="005B3ED9">
      <w:r>
        <w:t>542.3359</w:t>
      </w:r>
      <w:r>
        <w:tab/>
        <w:t>3.038e0</w:t>
      </w:r>
    </w:p>
    <w:p w:rsidR="005B3ED9" w:rsidRDefault="005B3ED9" w:rsidP="005B3ED9">
      <w:r>
        <w:t>542.3785</w:t>
      </w:r>
      <w:r>
        <w:tab/>
        <w:t>1.013e0</w:t>
      </w:r>
    </w:p>
    <w:p w:rsidR="005B3ED9" w:rsidRDefault="005B3ED9" w:rsidP="005B3ED9">
      <w:r>
        <w:t>542.3879</w:t>
      </w:r>
      <w:r>
        <w:tab/>
        <w:t>1.013e0</w:t>
      </w:r>
    </w:p>
    <w:p w:rsidR="005B3ED9" w:rsidRDefault="005B3ED9" w:rsidP="005B3ED9">
      <w:r>
        <w:t>542.4346</w:t>
      </w:r>
      <w:r>
        <w:tab/>
        <w:t>1.013e0</w:t>
      </w:r>
    </w:p>
    <w:p w:rsidR="005B3ED9" w:rsidRDefault="005B3ED9" w:rsidP="005B3ED9">
      <w:r>
        <w:t>542.4534</w:t>
      </w:r>
      <w:r>
        <w:tab/>
        <w:t>1.013e0</w:t>
      </w:r>
    </w:p>
    <w:p w:rsidR="005B3ED9" w:rsidRDefault="005B3ED9" w:rsidP="005B3ED9">
      <w:r>
        <w:t>542.4670</w:t>
      </w:r>
      <w:r>
        <w:tab/>
        <w:t>2.025e0</w:t>
      </w:r>
    </w:p>
    <w:p w:rsidR="005B3ED9" w:rsidRDefault="005B3ED9" w:rsidP="005B3ED9">
      <w:r>
        <w:t>542.4814</w:t>
      </w:r>
      <w:r>
        <w:tab/>
        <w:t>1.013e0</w:t>
      </w:r>
    </w:p>
    <w:p w:rsidR="005B3ED9" w:rsidRDefault="005B3ED9" w:rsidP="005B3ED9">
      <w:r>
        <w:t>542.5375</w:t>
      </w:r>
      <w:r>
        <w:tab/>
        <w:t>3.038e0</w:t>
      </w:r>
    </w:p>
    <w:p w:rsidR="005B3ED9" w:rsidRDefault="005B3ED9" w:rsidP="005B3ED9">
      <w:r>
        <w:t>542.6328</w:t>
      </w:r>
      <w:r>
        <w:tab/>
        <w:t>1.013e0</w:t>
      </w:r>
    </w:p>
    <w:p w:rsidR="005B3ED9" w:rsidRDefault="005B3ED9" w:rsidP="005B3ED9">
      <w:r>
        <w:lastRenderedPageBreak/>
        <w:t>542.6593</w:t>
      </w:r>
      <w:r>
        <w:tab/>
        <w:t>1.013e0</w:t>
      </w:r>
    </w:p>
    <w:p w:rsidR="005B3ED9" w:rsidRDefault="005B3ED9" w:rsidP="005B3ED9">
      <w:r>
        <w:t>542.7221</w:t>
      </w:r>
      <w:r>
        <w:tab/>
        <w:t>1.013e0</w:t>
      </w:r>
    </w:p>
    <w:p w:rsidR="005B3ED9" w:rsidRDefault="005B3ED9" w:rsidP="005B3ED9">
      <w:r>
        <w:t>542.7249</w:t>
      </w:r>
      <w:r>
        <w:tab/>
        <w:t>1.013e0</w:t>
      </w:r>
    </w:p>
    <w:p w:rsidR="005B3ED9" w:rsidRDefault="005B3ED9" w:rsidP="005B3ED9">
      <w:r>
        <w:t>542.8185</w:t>
      </w:r>
      <w:r>
        <w:tab/>
        <w:t>1.013e0</w:t>
      </w:r>
    </w:p>
    <w:p w:rsidR="005B3ED9" w:rsidRDefault="005B3ED9" w:rsidP="005B3ED9">
      <w:r>
        <w:t>542.8278</w:t>
      </w:r>
      <w:r>
        <w:tab/>
        <w:t>3.038e0</w:t>
      </w:r>
    </w:p>
    <w:p w:rsidR="005B3ED9" w:rsidRDefault="005B3ED9" w:rsidP="005B3ED9">
      <w:r>
        <w:t>542.9028</w:t>
      </w:r>
      <w:r>
        <w:tab/>
        <w:t>2.025e0</w:t>
      </w:r>
    </w:p>
    <w:p w:rsidR="005B3ED9" w:rsidRDefault="005B3ED9" w:rsidP="005B3ED9">
      <w:r>
        <w:t>542.9063</w:t>
      </w:r>
      <w:r>
        <w:tab/>
        <w:t>1.013e0</w:t>
      </w:r>
    </w:p>
    <w:p w:rsidR="005B3ED9" w:rsidRDefault="005B3ED9" w:rsidP="005B3ED9">
      <w:r>
        <w:t>542.9434</w:t>
      </w:r>
      <w:r>
        <w:tab/>
        <w:t>2.025e0</w:t>
      </w:r>
    </w:p>
    <w:p w:rsidR="005B3ED9" w:rsidRDefault="005B3ED9" w:rsidP="005B3ED9">
      <w:r>
        <w:t>543.0349</w:t>
      </w:r>
      <w:r>
        <w:tab/>
        <w:t>2.025e0</w:t>
      </w:r>
    </w:p>
    <w:p w:rsidR="005B3ED9" w:rsidRDefault="005B3ED9" w:rsidP="005B3ED9">
      <w:r>
        <w:t>543.1060</w:t>
      </w:r>
      <w:r>
        <w:tab/>
        <w:t>3.038e0</w:t>
      </w:r>
    </w:p>
    <w:p w:rsidR="005B3ED9" w:rsidRDefault="005B3ED9" w:rsidP="005B3ED9">
      <w:r>
        <w:t>543.1611</w:t>
      </w:r>
      <w:r>
        <w:tab/>
        <w:t>2.025e0</w:t>
      </w:r>
    </w:p>
    <w:p w:rsidR="005B3ED9" w:rsidRDefault="005B3ED9" w:rsidP="005B3ED9">
      <w:r>
        <w:t>543.1838</w:t>
      </w:r>
      <w:r>
        <w:tab/>
        <w:t>1.013e0</w:t>
      </w:r>
    </w:p>
    <w:p w:rsidR="005B3ED9" w:rsidRDefault="005B3ED9" w:rsidP="005B3ED9">
      <w:r>
        <w:t>543.2902</w:t>
      </w:r>
      <w:r>
        <w:tab/>
        <w:t>2.025e0</w:t>
      </w:r>
    </w:p>
    <w:p w:rsidR="005B3ED9" w:rsidRDefault="005B3ED9" w:rsidP="005B3ED9">
      <w:r>
        <w:t>543.3637</w:t>
      </w:r>
      <w:r>
        <w:tab/>
        <w:t>1.013e0</w:t>
      </w:r>
    </w:p>
    <w:p w:rsidR="005B3ED9" w:rsidRDefault="005B3ED9" w:rsidP="005B3ED9">
      <w:r>
        <w:t>543.5306</w:t>
      </w:r>
      <w:r>
        <w:tab/>
        <w:t>1.013e0</w:t>
      </w:r>
    </w:p>
    <w:p w:rsidR="005B3ED9" w:rsidRDefault="005B3ED9" w:rsidP="005B3ED9">
      <w:r>
        <w:t>543.6004</w:t>
      </w:r>
      <w:r>
        <w:tab/>
        <w:t>2.025e0</w:t>
      </w:r>
    </w:p>
    <w:p w:rsidR="005B3ED9" w:rsidRDefault="005B3ED9" w:rsidP="005B3ED9">
      <w:r>
        <w:t>543.7183</w:t>
      </w:r>
      <w:r>
        <w:tab/>
        <w:t>1.013e0</w:t>
      </w:r>
    </w:p>
    <w:p w:rsidR="005B3ED9" w:rsidRDefault="005B3ED9" w:rsidP="005B3ED9">
      <w:r>
        <w:t>543.7485</w:t>
      </w:r>
      <w:r>
        <w:tab/>
        <w:t>2.025e0</w:t>
      </w:r>
    </w:p>
    <w:p w:rsidR="005B3ED9" w:rsidRDefault="005B3ED9" w:rsidP="005B3ED9">
      <w:r>
        <w:t>543.7659</w:t>
      </w:r>
      <w:r>
        <w:tab/>
        <w:t>1.013e0</w:t>
      </w:r>
    </w:p>
    <w:p w:rsidR="005B3ED9" w:rsidRDefault="005B3ED9" w:rsidP="005B3ED9">
      <w:r>
        <w:lastRenderedPageBreak/>
        <w:t>543.7870</w:t>
      </w:r>
      <w:r>
        <w:tab/>
        <w:t>2.025e0</w:t>
      </w:r>
    </w:p>
    <w:p w:rsidR="005B3ED9" w:rsidRDefault="005B3ED9" w:rsidP="005B3ED9">
      <w:r>
        <w:t>543.8185</w:t>
      </w:r>
      <w:r>
        <w:tab/>
        <w:t>1.013e0</w:t>
      </w:r>
    </w:p>
    <w:p w:rsidR="005B3ED9" w:rsidRDefault="005B3ED9" w:rsidP="005B3ED9">
      <w:r>
        <w:t>543.8553</w:t>
      </w:r>
      <w:r>
        <w:tab/>
        <w:t>1.013e0</w:t>
      </w:r>
    </w:p>
    <w:p w:rsidR="005B3ED9" w:rsidRDefault="005B3ED9" w:rsidP="005B3ED9">
      <w:r>
        <w:t>543.9026</w:t>
      </w:r>
      <w:r>
        <w:tab/>
        <w:t>2.025e0</w:t>
      </w:r>
    </w:p>
    <w:p w:rsidR="005B3ED9" w:rsidRDefault="005B3ED9" w:rsidP="005B3ED9">
      <w:r>
        <w:t>544.0198</w:t>
      </w:r>
      <w:r>
        <w:tab/>
        <w:t>2.025e0</w:t>
      </w:r>
    </w:p>
    <w:p w:rsidR="005B3ED9" w:rsidRDefault="005B3ED9" w:rsidP="005B3ED9">
      <w:r>
        <w:t>544.0278</w:t>
      </w:r>
      <w:r>
        <w:tab/>
        <w:t>1.013e0</w:t>
      </w:r>
    </w:p>
    <w:p w:rsidR="005B3ED9" w:rsidRDefault="005B3ED9" w:rsidP="005B3ED9">
      <w:r>
        <w:t>544.0372</w:t>
      </w:r>
      <w:r>
        <w:tab/>
        <w:t>1.013e0</w:t>
      </w:r>
    </w:p>
    <w:p w:rsidR="005B3ED9" w:rsidRDefault="005B3ED9" w:rsidP="005B3ED9">
      <w:r>
        <w:t>544.0395</w:t>
      </w:r>
      <w:r>
        <w:tab/>
        <w:t>1.013e0</w:t>
      </w:r>
    </w:p>
    <w:p w:rsidR="005B3ED9" w:rsidRDefault="005B3ED9" w:rsidP="005B3ED9">
      <w:r>
        <w:t>544.1498</w:t>
      </w:r>
      <w:r>
        <w:tab/>
        <w:t>2.025e0</w:t>
      </w:r>
    </w:p>
    <w:p w:rsidR="005B3ED9" w:rsidRDefault="005B3ED9" w:rsidP="005B3ED9">
      <w:r>
        <w:t>544.1686</w:t>
      </w:r>
      <w:r>
        <w:tab/>
        <w:t>1.013e0</w:t>
      </w:r>
    </w:p>
    <w:p w:rsidR="005B3ED9" w:rsidRDefault="005B3ED9" w:rsidP="005B3ED9">
      <w:r>
        <w:t>544.2437</w:t>
      </w:r>
      <w:r>
        <w:tab/>
        <w:t>1.013e0</w:t>
      </w:r>
    </w:p>
    <w:p w:rsidR="005B3ED9" w:rsidRDefault="005B3ED9" w:rsidP="005B3ED9">
      <w:r>
        <w:t>544.2577</w:t>
      </w:r>
      <w:r>
        <w:tab/>
        <w:t>2.025e0</w:t>
      </w:r>
    </w:p>
    <w:p w:rsidR="005B3ED9" w:rsidRDefault="005B3ED9" w:rsidP="005B3ED9">
      <w:r>
        <w:t>544.2906</w:t>
      </w:r>
      <w:r>
        <w:tab/>
        <w:t>1.013e0</w:t>
      </w:r>
    </w:p>
    <w:p w:rsidR="005B3ED9" w:rsidRDefault="005B3ED9" w:rsidP="005B3ED9">
      <w:r>
        <w:t>544.2946</w:t>
      </w:r>
      <w:r>
        <w:tab/>
        <w:t>1.013e0</w:t>
      </w:r>
    </w:p>
    <w:p w:rsidR="005B3ED9" w:rsidRDefault="005B3ED9" w:rsidP="005B3ED9">
      <w:r>
        <w:t>544.3186</w:t>
      </w:r>
      <w:r>
        <w:tab/>
        <w:t>2.025e0</w:t>
      </w:r>
    </w:p>
    <w:p w:rsidR="005B3ED9" w:rsidRDefault="005B3ED9" w:rsidP="005B3ED9">
      <w:r>
        <w:t>544.3282</w:t>
      </w:r>
      <w:r>
        <w:tab/>
        <w:t>1.013e0</w:t>
      </w:r>
    </w:p>
    <w:p w:rsidR="005B3ED9" w:rsidRDefault="005B3ED9" w:rsidP="005B3ED9">
      <w:r>
        <w:t>544.4127</w:t>
      </w:r>
      <w:r>
        <w:tab/>
        <w:t>1.013e0</w:t>
      </w:r>
    </w:p>
    <w:p w:rsidR="005B3ED9" w:rsidRDefault="005B3ED9" w:rsidP="005B3ED9">
      <w:r>
        <w:t>544.4208</w:t>
      </w:r>
      <w:r>
        <w:tab/>
        <w:t>1.013e0</w:t>
      </w:r>
    </w:p>
    <w:p w:rsidR="005B3ED9" w:rsidRDefault="005B3ED9" w:rsidP="005B3ED9">
      <w:r>
        <w:t>544.4784</w:t>
      </w:r>
      <w:r>
        <w:tab/>
        <w:t>1.013e0</w:t>
      </w:r>
    </w:p>
    <w:p w:rsidR="005B3ED9" w:rsidRDefault="005B3ED9" w:rsidP="005B3ED9">
      <w:r>
        <w:lastRenderedPageBreak/>
        <w:t>544.5067</w:t>
      </w:r>
      <w:r>
        <w:tab/>
        <w:t>1.013e0</w:t>
      </w:r>
    </w:p>
    <w:p w:rsidR="005B3ED9" w:rsidRDefault="005B3ED9" w:rsidP="005B3ED9">
      <w:r>
        <w:t>544.5495</w:t>
      </w:r>
      <w:r>
        <w:tab/>
        <w:t>2.025e0</w:t>
      </w:r>
    </w:p>
    <w:p w:rsidR="005B3ED9" w:rsidRDefault="005B3ED9" w:rsidP="005B3ED9">
      <w:r>
        <w:t>544.5912</w:t>
      </w:r>
      <w:r>
        <w:tab/>
        <w:t>1.013e0</w:t>
      </w:r>
    </w:p>
    <w:p w:rsidR="005B3ED9" w:rsidRDefault="005B3ED9" w:rsidP="005B3ED9">
      <w:r>
        <w:t>544.6006</w:t>
      </w:r>
      <w:r>
        <w:tab/>
        <w:t>1.013e0</w:t>
      </w:r>
    </w:p>
    <w:p w:rsidR="005B3ED9" w:rsidRDefault="005B3ED9" w:rsidP="005B3ED9">
      <w:r>
        <w:t>544.6232</w:t>
      </w:r>
      <w:r>
        <w:tab/>
        <w:t>1.013e0</w:t>
      </w:r>
    </w:p>
    <w:p w:rsidR="005B3ED9" w:rsidRDefault="005B3ED9" w:rsidP="005B3ED9">
      <w:r>
        <w:t>544.6663</w:t>
      </w:r>
      <w:r>
        <w:tab/>
        <w:t>2.025e0</w:t>
      </w:r>
    </w:p>
    <w:p w:rsidR="005B3ED9" w:rsidRDefault="005B3ED9" w:rsidP="005B3ED9">
      <w:r>
        <w:t>544.7885</w:t>
      </w:r>
      <w:r>
        <w:tab/>
        <w:t>1.013e0</w:t>
      </w:r>
    </w:p>
    <w:p w:rsidR="005B3ED9" w:rsidRDefault="005B3ED9" w:rsidP="005B3ED9">
      <w:r>
        <w:t>544.8448</w:t>
      </w:r>
      <w:r>
        <w:tab/>
        <w:t>2.025e0</w:t>
      </w:r>
    </w:p>
    <w:p w:rsidR="005B3ED9" w:rsidRDefault="005B3ED9" w:rsidP="005B3ED9">
      <w:r>
        <w:t>544.8598</w:t>
      </w:r>
      <w:r>
        <w:tab/>
        <w:t>1.013e0</w:t>
      </w:r>
    </w:p>
    <w:p w:rsidR="005B3ED9" w:rsidRDefault="005B3ED9" w:rsidP="005B3ED9">
      <w:r>
        <w:t>544.8824</w:t>
      </w:r>
      <w:r>
        <w:tab/>
        <w:t>1.013e0</w:t>
      </w:r>
    </w:p>
    <w:p w:rsidR="005B3ED9" w:rsidRDefault="005B3ED9" w:rsidP="005B3ED9">
      <w:r>
        <w:t>544.9106</w:t>
      </w:r>
      <w:r>
        <w:tab/>
        <w:t>2.051e0</w:t>
      </w:r>
    </w:p>
    <w:p w:rsidR="005B3ED9" w:rsidRDefault="005B3ED9" w:rsidP="005B3ED9">
      <w:r>
        <w:t>544.9294</w:t>
      </w:r>
      <w:r>
        <w:tab/>
        <w:t>1.013e0</w:t>
      </w:r>
    </w:p>
    <w:p w:rsidR="005B3ED9" w:rsidRDefault="005B3ED9" w:rsidP="005B3ED9">
      <w:r>
        <w:t>545.0516</w:t>
      </w:r>
      <w:r>
        <w:tab/>
        <w:t>1.013e0</w:t>
      </w:r>
    </w:p>
    <w:p w:rsidR="005B3ED9" w:rsidRDefault="005B3ED9" w:rsidP="005B3ED9">
      <w:r>
        <w:t>545.1550</w:t>
      </w:r>
      <w:r>
        <w:tab/>
        <w:t>1.013e0</w:t>
      </w:r>
    </w:p>
    <w:p w:rsidR="005B3ED9" w:rsidRDefault="005B3ED9" w:rsidP="005B3ED9">
      <w:r>
        <w:t>545.1926</w:t>
      </w:r>
      <w:r>
        <w:tab/>
        <w:t>1.013e0</w:t>
      </w:r>
    </w:p>
    <w:p w:rsidR="005B3ED9" w:rsidRDefault="005B3ED9" w:rsidP="005B3ED9">
      <w:r>
        <w:t>545.2534</w:t>
      </w:r>
      <w:r>
        <w:tab/>
        <w:t>2.025e0</w:t>
      </w:r>
    </w:p>
    <w:p w:rsidR="005B3ED9" w:rsidRDefault="005B3ED9" w:rsidP="005B3ED9">
      <w:r>
        <w:t>545.3047</w:t>
      </w:r>
      <w:r>
        <w:tab/>
        <w:t>3.038e0</w:t>
      </w:r>
    </w:p>
    <w:p w:rsidR="005B3ED9" w:rsidRDefault="005B3ED9" w:rsidP="005B3ED9">
      <w:r>
        <w:t>545.3358</w:t>
      </w:r>
      <w:r>
        <w:tab/>
        <w:t>1.013e0</w:t>
      </w:r>
    </w:p>
    <w:p w:rsidR="005B3ED9" w:rsidRDefault="005B3ED9" w:rsidP="005B3ED9">
      <w:r>
        <w:t>545.3495</w:t>
      </w:r>
      <w:r>
        <w:tab/>
        <w:t>3.038e0</w:t>
      </w:r>
    </w:p>
    <w:p w:rsidR="005B3ED9" w:rsidRDefault="005B3ED9" w:rsidP="005B3ED9">
      <w:r>
        <w:lastRenderedPageBreak/>
        <w:t>545.4178</w:t>
      </w:r>
      <w:r>
        <w:tab/>
        <w:t>4.051e0</w:t>
      </w:r>
    </w:p>
    <w:p w:rsidR="005B3ED9" w:rsidRDefault="005B3ED9" w:rsidP="005B3ED9">
      <w:r>
        <w:t>545.4803</w:t>
      </w:r>
      <w:r>
        <w:tab/>
        <w:t>1.013e0</w:t>
      </w:r>
    </w:p>
    <w:p w:rsidR="005B3ED9" w:rsidRDefault="005B3ED9" w:rsidP="005B3ED9">
      <w:r>
        <w:t>545.5031</w:t>
      </w:r>
      <w:r>
        <w:tab/>
        <w:t>1.013e0</w:t>
      </w:r>
    </w:p>
    <w:p w:rsidR="005B3ED9" w:rsidRDefault="005B3ED9" w:rsidP="005B3ED9">
      <w:r>
        <w:t>545.6629</w:t>
      </w:r>
      <w:r>
        <w:tab/>
        <w:t>2.025e0</w:t>
      </w:r>
    </w:p>
    <w:p w:rsidR="005B3ED9" w:rsidRDefault="005B3ED9" w:rsidP="005B3ED9">
      <w:r>
        <w:t>545.7382</w:t>
      </w:r>
      <w:r>
        <w:tab/>
        <w:t>1.013e0</w:t>
      </w:r>
    </w:p>
    <w:p w:rsidR="005B3ED9" w:rsidRDefault="005B3ED9" w:rsidP="005B3ED9">
      <w:r>
        <w:t>545.7759</w:t>
      </w:r>
      <w:r>
        <w:tab/>
        <w:t>1.013e0</w:t>
      </w:r>
    </w:p>
    <w:p w:rsidR="005B3ED9" w:rsidRDefault="005B3ED9" w:rsidP="005B3ED9">
      <w:r>
        <w:t>545.8090</w:t>
      </w:r>
      <w:r>
        <w:tab/>
        <w:t>1.013e0</w:t>
      </w:r>
    </w:p>
    <w:p w:rsidR="005B3ED9" w:rsidRDefault="005B3ED9" w:rsidP="005B3ED9">
      <w:r>
        <w:t>545.8607</w:t>
      </w:r>
      <w:r>
        <w:tab/>
        <w:t>1.013e0</w:t>
      </w:r>
    </w:p>
    <w:p w:rsidR="005B3ED9" w:rsidRDefault="005B3ED9" w:rsidP="005B3ED9">
      <w:r>
        <w:t>545.9196</w:t>
      </w:r>
      <w:r>
        <w:tab/>
        <w:t>1.013e0</w:t>
      </w:r>
    </w:p>
    <w:p w:rsidR="005B3ED9" w:rsidRDefault="005B3ED9" w:rsidP="005B3ED9">
      <w:r>
        <w:t>545.9746</w:t>
      </w:r>
      <w:r>
        <w:tab/>
        <w:t>1.013e0</w:t>
      </w:r>
    </w:p>
    <w:p w:rsidR="005B3ED9" w:rsidRDefault="005B3ED9" w:rsidP="005B3ED9">
      <w:r>
        <w:t>546.2640</w:t>
      </w:r>
      <w:r>
        <w:tab/>
        <w:t>1.013e0</w:t>
      </w:r>
    </w:p>
    <w:p w:rsidR="005B3ED9" w:rsidRDefault="005B3ED9" w:rsidP="005B3ED9">
      <w:r>
        <w:t>546.2750</w:t>
      </w:r>
      <w:r>
        <w:tab/>
        <w:t>1.013e0</w:t>
      </w:r>
    </w:p>
    <w:p w:rsidR="005B3ED9" w:rsidRDefault="005B3ED9" w:rsidP="005B3ED9">
      <w:r>
        <w:t>546.3032</w:t>
      </w:r>
      <w:r>
        <w:tab/>
        <w:t>1.013e0</w:t>
      </w:r>
    </w:p>
    <w:p w:rsidR="005B3ED9" w:rsidRDefault="005B3ED9" w:rsidP="005B3ED9">
      <w:r>
        <w:t>546.3314</w:t>
      </w:r>
      <w:r>
        <w:tab/>
        <w:t>1.013e0</w:t>
      </w:r>
    </w:p>
    <w:p w:rsidR="005B3ED9" w:rsidRDefault="005B3ED9" w:rsidP="005B3ED9">
      <w:r>
        <w:t>546.3418</w:t>
      </w:r>
      <w:r>
        <w:tab/>
        <w:t>2.025e0</w:t>
      </w:r>
    </w:p>
    <w:p w:rsidR="005B3ED9" w:rsidRDefault="005B3ED9" w:rsidP="005B3ED9">
      <w:r>
        <w:t>546.4113</w:t>
      </w:r>
      <w:r>
        <w:tab/>
        <w:t>1.013e0</w:t>
      </w:r>
    </w:p>
    <w:p w:rsidR="005B3ED9" w:rsidRDefault="005B3ED9" w:rsidP="005B3ED9">
      <w:r>
        <w:t>546.4297</w:t>
      </w:r>
      <w:r>
        <w:tab/>
        <w:t>1.013e0</w:t>
      </w:r>
    </w:p>
    <w:p w:rsidR="005B3ED9" w:rsidRDefault="005B3ED9" w:rsidP="005B3ED9">
      <w:r>
        <w:t>546.4634</w:t>
      </w:r>
      <w:r>
        <w:tab/>
        <w:t>1.013e0</w:t>
      </w:r>
    </w:p>
    <w:p w:rsidR="005B3ED9" w:rsidRDefault="005B3ED9" w:rsidP="005B3ED9">
      <w:r>
        <w:t>546.4822</w:t>
      </w:r>
      <w:r>
        <w:tab/>
        <w:t>1.013e0</w:t>
      </w:r>
    </w:p>
    <w:p w:rsidR="005B3ED9" w:rsidRDefault="005B3ED9" w:rsidP="005B3ED9">
      <w:r>
        <w:lastRenderedPageBreak/>
        <w:t>546.4953</w:t>
      </w:r>
      <w:r>
        <w:tab/>
        <w:t>2.025e0</w:t>
      </w:r>
    </w:p>
    <w:p w:rsidR="005B3ED9" w:rsidRDefault="005B3ED9" w:rsidP="005B3ED9">
      <w:r>
        <w:t>546.5482</w:t>
      </w:r>
      <w:r>
        <w:tab/>
        <w:t>1.013e0</w:t>
      </w:r>
    </w:p>
    <w:p w:rsidR="005B3ED9" w:rsidRDefault="005B3ED9" w:rsidP="005B3ED9">
      <w:r>
        <w:t>546.5926</w:t>
      </w:r>
      <w:r>
        <w:tab/>
        <w:t>1.013e0</w:t>
      </w:r>
    </w:p>
    <w:p w:rsidR="005B3ED9" w:rsidRDefault="005B3ED9" w:rsidP="005B3ED9">
      <w:r>
        <w:t>546.6141</w:t>
      </w:r>
      <w:r>
        <w:tab/>
        <w:t>1.013e0</w:t>
      </w:r>
    </w:p>
    <w:p w:rsidR="005B3ED9" w:rsidRDefault="005B3ED9" w:rsidP="005B3ED9">
      <w:r>
        <w:t>546.6237</w:t>
      </w:r>
      <w:r>
        <w:tab/>
        <w:t>1.013e0</w:t>
      </w:r>
    </w:p>
    <w:p w:rsidR="005B3ED9" w:rsidRDefault="005B3ED9" w:rsidP="005B3ED9">
      <w:r>
        <w:t>546.6330</w:t>
      </w:r>
      <w:r>
        <w:tab/>
        <w:t>1.013e0</w:t>
      </w:r>
    </w:p>
    <w:p w:rsidR="005B3ED9" w:rsidRDefault="005B3ED9" w:rsidP="005B3ED9">
      <w:r>
        <w:t>546.7745</w:t>
      </w:r>
      <w:r>
        <w:tab/>
        <w:t>1.013e0</w:t>
      </w:r>
    </w:p>
    <w:p w:rsidR="005B3ED9" w:rsidRDefault="005B3ED9" w:rsidP="005B3ED9">
      <w:r>
        <w:t>546.8876</w:t>
      </w:r>
      <w:r>
        <w:tab/>
        <w:t>1.013e0</w:t>
      </w:r>
    </w:p>
    <w:p w:rsidR="005B3ED9" w:rsidRDefault="005B3ED9" w:rsidP="005B3ED9">
      <w:r>
        <w:t>546.9456</w:t>
      </w:r>
      <w:r>
        <w:tab/>
        <w:t>4.051e0</w:t>
      </w:r>
    </w:p>
    <w:p w:rsidR="005B3ED9" w:rsidRDefault="005B3ED9" w:rsidP="005B3ED9">
      <w:r>
        <w:t>546.9766</w:t>
      </w:r>
      <w:r>
        <w:tab/>
        <w:t>1.013e0</w:t>
      </w:r>
    </w:p>
    <w:p w:rsidR="005B3ED9" w:rsidRDefault="005B3ED9" w:rsidP="005B3ED9">
      <w:r>
        <w:t>546.9862</w:t>
      </w:r>
      <w:r>
        <w:tab/>
        <w:t>2.025e0</w:t>
      </w:r>
    </w:p>
    <w:p w:rsidR="005B3ED9" w:rsidRDefault="005B3ED9" w:rsidP="005B3ED9">
      <w:r>
        <w:t>547.0385</w:t>
      </w:r>
      <w:r>
        <w:tab/>
        <w:t>1.013e0</w:t>
      </w:r>
    </w:p>
    <w:p w:rsidR="005B3ED9" w:rsidRDefault="005B3ED9" w:rsidP="005B3ED9">
      <w:r>
        <w:t>547.0950</w:t>
      </w:r>
      <w:r>
        <w:tab/>
        <w:t>2.025e0</w:t>
      </w:r>
    </w:p>
    <w:p w:rsidR="005B3ED9" w:rsidRDefault="005B3ED9" w:rsidP="005B3ED9">
      <w:r>
        <w:t>547.1133</w:t>
      </w:r>
      <w:r>
        <w:tab/>
        <w:t>2.025e0</w:t>
      </w:r>
    </w:p>
    <w:p w:rsidR="005B3ED9" w:rsidRDefault="005B3ED9" w:rsidP="005B3ED9">
      <w:r>
        <w:t>547.1580</w:t>
      </w:r>
      <w:r>
        <w:tab/>
        <w:t>1.013e0</w:t>
      </w:r>
    </w:p>
    <w:p w:rsidR="005B3ED9" w:rsidRDefault="005B3ED9" w:rsidP="005B3ED9">
      <w:r>
        <w:t>547.2272</w:t>
      </w:r>
      <w:r>
        <w:tab/>
        <w:t>1.013e0</w:t>
      </w:r>
    </w:p>
    <w:p w:rsidR="005B3ED9" w:rsidRDefault="005B3ED9" w:rsidP="005B3ED9">
      <w:r>
        <w:t>547.2650</w:t>
      </w:r>
      <w:r>
        <w:tab/>
        <w:t>1.013e0</w:t>
      </w:r>
    </w:p>
    <w:p w:rsidR="005B3ED9" w:rsidRDefault="005B3ED9" w:rsidP="005B3ED9">
      <w:r>
        <w:t>547.2726</w:t>
      </w:r>
      <w:r>
        <w:tab/>
        <w:t>4.051e0</w:t>
      </w:r>
    </w:p>
    <w:p w:rsidR="005B3ED9" w:rsidRDefault="005B3ED9" w:rsidP="005B3ED9">
      <w:r>
        <w:t>547.3214</w:t>
      </w:r>
      <w:r>
        <w:tab/>
        <w:t>1.013e0</w:t>
      </w:r>
    </w:p>
    <w:p w:rsidR="005B3ED9" w:rsidRDefault="005B3ED9" w:rsidP="005B3ED9">
      <w:r>
        <w:lastRenderedPageBreak/>
        <w:t>547.3604</w:t>
      </w:r>
      <w:r>
        <w:tab/>
        <w:t>1.013e0</w:t>
      </w:r>
    </w:p>
    <w:p w:rsidR="005B3ED9" w:rsidRDefault="005B3ED9" w:rsidP="005B3ED9">
      <w:r>
        <w:t>547.3870</w:t>
      </w:r>
      <w:r>
        <w:tab/>
        <w:t>3.038e0</w:t>
      </w:r>
    </w:p>
    <w:p w:rsidR="005B3ED9" w:rsidRDefault="005B3ED9" w:rsidP="005B3ED9">
      <w:r>
        <w:t>547.4160</w:t>
      </w:r>
      <w:r>
        <w:tab/>
        <w:t>1.013e0</w:t>
      </w:r>
    </w:p>
    <w:p w:rsidR="005B3ED9" w:rsidRDefault="005B3ED9" w:rsidP="005B3ED9">
      <w:r>
        <w:t>547.4214</w:t>
      </w:r>
      <w:r>
        <w:tab/>
        <w:t>2.025e0</w:t>
      </w:r>
    </w:p>
    <w:p w:rsidR="005B3ED9" w:rsidRDefault="005B3ED9" w:rsidP="005B3ED9">
      <w:r>
        <w:t>547.4443</w:t>
      </w:r>
      <w:r>
        <w:tab/>
        <w:t>1.013e0</w:t>
      </w:r>
    </w:p>
    <w:p w:rsidR="005B3ED9" w:rsidRDefault="005B3ED9" w:rsidP="005B3ED9">
      <w:r>
        <w:t>547.5236</w:t>
      </w:r>
      <w:r>
        <w:tab/>
        <w:t>1.013e0</w:t>
      </w:r>
    </w:p>
    <w:p w:rsidR="005B3ED9" w:rsidRDefault="005B3ED9" w:rsidP="005B3ED9">
      <w:r>
        <w:t>547.5948</w:t>
      </w:r>
      <w:r>
        <w:tab/>
        <w:t>1.013e0</w:t>
      </w:r>
    </w:p>
    <w:p w:rsidR="005B3ED9" w:rsidRDefault="005B3ED9" w:rsidP="005B3ED9">
      <w:r>
        <w:t>547.6521</w:t>
      </w:r>
      <w:r>
        <w:tab/>
        <w:t>1.013e0</w:t>
      </w:r>
    </w:p>
    <w:p w:rsidR="005B3ED9" w:rsidRDefault="005B3ED9" w:rsidP="005B3ED9">
      <w:r>
        <w:t>547.6682</w:t>
      </w:r>
      <w:r>
        <w:tab/>
        <w:t>1.013e0</w:t>
      </w:r>
    </w:p>
    <w:p w:rsidR="005B3ED9" w:rsidRDefault="005B3ED9" w:rsidP="005B3ED9">
      <w:r>
        <w:t>547.6803</w:t>
      </w:r>
      <w:r>
        <w:tab/>
        <w:t>1.013e0</w:t>
      </w:r>
    </w:p>
    <w:p w:rsidR="005B3ED9" w:rsidRDefault="005B3ED9" w:rsidP="005B3ED9">
      <w:r>
        <w:t>547.8124</w:t>
      </w:r>
      <w:r>
        <w:tab/>
        <w:t>1.013e0</w:t>
      </w:r>
    </w:p>
    <w:p w:rsidR="005B3ED9" w:rsidRDefault="005B3ED9" w:rsidP="005B3ED9">
      <w:r>
        <w:t>547.8408</w:t>
      </w:r>
      <w:r>
        <w:tab/>
        <w:t>1.013e0</w:t>
      </w:r>
    </w:p>
    <w:p w:rsidR="005B3ED9" w:rsidRDefault="005B3ED9" w:rsidP="005B3ED9">
      <w:r>
        <w:t>547.8975</w:t>
      </w:r>
      <w:r>
        <w:tab/>
        <w:t>1.013e0</w:t>
      </w:r>
    </w:p>
    <w:p w:rsidR="005B3ED9" w:rsidRDefault="005B3ED9" w:rsidP="005B3ED9">
      <w:r>
        <w:t>547.9785</w:t>
      </w:r>
      <w:r>
        <w:tab/>
        <w:t>1.013e0</w:t>
      </w:r>
    </w:p>
    <w:p w:rsidR="005B3ED9" w:rsidRDefault="005B3ED9" w:rsidP="005B3ED9">
      <w:r>
        <w:t>548.0864</w:t>
      </w:r>
      <w:r>
        <w:tab/>
        <w:t>1.013e0</w:t>
      </w:r>
    </w:p>
    <w:p w:rsidR="005B3ED9" w:rsidRDefault="005B3ED9" w:rsidP="005B3ED9">
      <w:r>
        <w:t>548.1257</w:t>
      </w:r>
      <w:r>
        <w:tab/>
        <w:t>1.013e0</w:t>
      </w:r>
    </w:p>
    <w:p w:rsidR="005B3ED9" w:rsidRDefault="005B3ED9" w:rsidP="005B3ED9">
      <w:r>
        <w:t>548.2093</w:t>
      </w:r>
      <w:r>
        <w:tab/>
        <w:t>1.013e0</w:t>
      </w:r>
    </w:p>
    <w:p w:rsidR="005B3ED9" w:rsidRDefault="005B3ED9" w:rsidP="005B3ED9">
      <w:r>
        <w:t>548.2187</w:t>
      </w:r>
      <w:r>
        <w:tab/>
        <w:t>1.013e0</w:t>
      </w:r>
    </w:p>
    <w:p w:rsidR="005B3ED9" w:rsidRDefault="005B3ED9" w:rsidP="005B3ED9">
      <w:r>
        <w:t>548.2889</w:t>
      </w:r>
      <w:r>
        <w:tab/>
        <w:t>2.025e0</w:t>
      </w:r>
    </w:p>
    <w:p w:rsidR="005B3ED9" w:rsidRDefault="005B3ED9" w:rsidP="005B3ED9">
      <w:r>
        <w:lastRenderedPageBreak/>
        <w:t>548.3381</w:t>
      </w:r>
      <w:r>
        <w:tab/>
        <w:t>2.025e0</w:t>
      </w:r>
    </w:p>
    <w:p w:rsidR="005B3ED9" w:rsidRDefault="005B3ED9" w:rsidP="005B3ED9">
      <w:r>
        <w:t>548.3600</w:t>
      </w:r>
      <w:r>
        <w:tab/>
        <w:t>1.013e0</w:t>
      </w:r>
    </w:p>
    <w:p w:rsidR="005B3ED9" w:rsidRDefault="005B3ED9" w:rsidP="005B3ED9">
      <w:r>
        <w:t>548.3721</w:t>
      </w:r>
      <w:r>
        <w:tab/>
        <w:t>5.063e0</w:t>
      </w:r>
    </w:p>
    <w:p w:rsidR="005B3ED9" w:rsidRDefault="005B3ED9" w:rsidP="005B3ED9">
      <w:r>
        <w:t>548.3960</w:t>
      </w:r>
      <w:r>
        <w:tab/>
        <w:t>2.025e0</w:t>
      </w:r>
    </w:p>
    <w:p w:rsidR="005B3ED9" w:rsidRDefault="005B3ED9" w:rsidP="005B3ED9">
      <w:r>
        <w:t>548.4645</w:t>
      </w:r>
      <w:r>
        <w:tab/>
        <w:t>1.013e0</w:t>
      </w:r>
    </w:p>
    <w:p w:rsidR="005B3ED9" w:rsidRDefault="005B3ED9" w:rsidP="005B3ED9">
      <w:r>
        <w:t>548.4834</w:t>
      </w:r>
      <w:r>
        <w:tab/>
        <w:t>1.013e0</w:t>
      </w:r>
    </w:p>
    <w:p w:rsidR="005B3ED9" w:rsidRDefault="005B3ED9" w:rsidP="005B3ED9">
      <w:r>
        <w:t>548.4929</w:t>
      </w:r>
      <w:r>
        <w:tab/>
        <w:t>1.013e0</w:t>
      </w:r>
    </w:p>
    <w:p w:rsidR="005B3ED9" w:rsidRDefault="005B3ED9" w:rsidP="005B3ED9">
      <w:r>
        <w:t>548.5308</w:t>
      </w:r>
      <w:r>
        <w:tab/>
        <w:t>1.013e0</w:t>
      </w:r>
    </w:p>
    <w:p w:rsidR="005B3ED9" w:rsidRDefault="005B3ED9" w:rsidP="005B3ED9">
      <w:r>
        <w:t>548.6442</w:t>
      </w:r>
      <w:r>
        <w:tab/>
        <w:t>1.013e0</w:t>
      </w:r>
    </w:p>
    <w:p w:rsidR="005B3ED9" w:rsidRDefault="005B3ED9" w:rsidP="005B3ED9">
      <w:r>
        <w:t>548.6820</w:t>
      </w:r>
      <w:r>
        <w:tab/>
        <w:t>1.013e0</w:t>
      </w:r>
    </w:p>
    <w:p w:rsidR="005B3ED9" w:rsidRDefault="005B3ED9" w:rsidP="005B3ED9">
      <w:r>
        <w:t>548.6915</w:t>
      </w:r>
      <w:r>
        <w:tab/>
        <w:t>1.013e0</w:t>
      </w:r>
    </w:p>
    <w:p w:rsidR="005B3ED9" w:rsidRDefault="005B3ED9" w:rsidP="005B3ED9">
      <w:r>
        <w:t>548.7198</w:t>
      </w:r>
      <w:r>
        <w:tab/>
        <w:t>1.013e0</w:t>
      </w:r>
    </w:p>
    <w:p w:rsidR="005B3ED9" w:rsidRDefault="005B3ED9" w:rsidP="005B3ED9">
      <w:r>
        <w:t>548.7695</w:t>
      </w:r>
      <w:r>
        <w:tab/>
        <w:t>3.038e0</w:t>
      </w:r>
    </w:p>
    <w:p w:rsidR="005B3ED9" w:rsidRDefault="005B3ED9" w:rsidP="005B3ED9">
      <w:r>
        <w:t>548.7861</w:t>
      </w:r>
      <w:r>
        <w:tab/>
        <w:t>1.013e0</w:t>
      </w:r>
    </w:p>
    <w:p w:rsidR="005B3ED9" w:rsidRDefault="005B3ED9" w:rsidP="005B3ED9">
      <w:r>
        <w:t>548.8429</w:t>
      </w:r>
      <w:r>
        <w:tab/>
        <w:t>2.025e0</w:t>
      </w:r>
    </w:p>
    <w:p w:rsidR="005B3ED9" w:rsidRDefault="005B3ED9" w:rsidP="005B3ED9">
      <w:r>
        <w:t>548.9435</w:t>
      </w:r>
      <w:r>
        <w:tab/>
        <w:t>1.013e0</w:t>
      </w:r>
    </w:p>
    <w:p w:rsidR="005B3ED9" w:rsidRDefault="005B3ED9" w:rsidP="005B3ED9">
      <w:r>
        <w:t>548.9989</w:t>
      </w:r>
      <w:r>
        <w:tab/>
        <w:t>2.025e0</w:t>
      </w:r>
    </w:p>
    <w:p w:rsidR="005B3ED9" w:rsidRDefault="005B3ED9" w:rsidP="005B3ED9">
      <w:r>
        <w:t>549.0132</w:t>
      </w:r>
      <w:r>
        <w:tab/>
        <w:t>1.013e0</w:t>
      </w:r>
    </w:p>
    <w:p w:rsidR="005B3ED9" w:rsidRDefault="005B3ED9" w:rsidP="005B3ED9">
      <w:r>
        <w:t>549.0416</w:t>
      </w:r>
      <w:r>
        <w:tab/>
        <w:t>1.013e0</w:t>
      </w:r>
    </w:p>
    <w:p w:rsidR="005B3ED9" w:rsidRDefault="005B3ED9" w:rsidP="005B3ED9">
      <w:r>
        <w:lastRenderedPageBreak/>
        <w:t>549.1092</w:t>
      </w:r>
      <w:r>
        <w:tab/>
        <w:t>1.013e0</w:t>
      </w:r>
    </w:p>
    <w:p w:rsidR="005B3ED9" w:rsidRDefault="005B3ED9" w:rsidP="005B3ED9">
      <w:r>
        <w:t>549.1802</w:t>
      </w:r>
      <w:r>
        <w:tab/>
        <w:t>1.013e0</w:t>
      </w:r>
    </w:p>
    <w:p w:rsidR="005B3ED9" w:rsidRDefault="005B3ED9" w:rsidP="005B3ED9">
      <w:r>
        <w:t>549.2877</w:t>
      </w:r>
      <w:r>
        <w:tab/>
        <w:t>1.013e0</w:t>
      </w:r>
    </w:p>
    <w:p w:rsidR="005B3ED9" w:rsidRDefault="005B3ED9" w:rsidP="005B3ED9">
      <w:r>
        <w:t>549.3067</w:t>
      </w:r>
      <w:r>
        <w:tab/>
        <w:t>1.013e0</w:t>
      </w:r>
    </w:p>
    <w:p w:rsidR="005B3ED9" w:rsidRDefault="005B3ED9" w:rsidP="005B3ED9">
      <w:r>
        <w:t>549.3275</w:t>
      </w:r>
      <w:r>
        <w:tab/>
        <w:t>1.013e0</w:t>
      </w:r>
    </w:p>
    <w:p w:rsidR="005B3ED9" w:rsidRDefault="005B3ED9" w:rsidP="005B3ED9">
      <w:r>
        <w:t>549.4058</w:t>
      </w:r>
      <w:r>
        <w:tab/>
        <w:t>2.025e0</w:t>
      </w:r>
    </w:p>
    <w:p w:rsidR="005B3ED9" w:rsidRDefault="005B3ED9" w:rsidP="005B3ED9">
      <w:r>
        <w:t>549.4169</w:t>
      </w:r>
      <w:r>
        <w:tab/>
        <w:t>1.013e0</w:t>
      </w:r>
    </w:p>
    <w:p w:rsidR="005B3ED9" w:rsidRDefault="005B3ED9" w:rsidP="005B3ED9">
      <w:r>
        <w:t>549.4965</w:t>
      </w:r>
      <w:r>
        <w:tab/>
        <w:t>2.025e0</w:t>
      </w:r>
    </w:p>
    <w:p w:rsidR="005B3ED9" w:rsidRDefault="005B3ED9" w:rsidP="005B3ED9">
      <w:r>
        <w:t>549.5055</w:t>
      </w:r>
      <w:r>
        <w:tab/>
        <w:t>1.013e0</w:t>
      </w:r>
    </w:p>
    <w:p w:rsidR="005B3ED9" w:rsidRDefault="005B3ED9" w:rsidP="005B3ED9">
      <w:r>
        <w:t>549.5275</w:t>
      </w:r>
      <w:r>
        <w:tab/>
        <w:t>1.013e0</w:t>
      </w:r>
    </w:p>
    <w:p w:rsidR="005B3ED9" w:rsidRDefault="005B3ED9" w:rsidP="005B3ED9">
      <w:r>
        <w:t>549.6168</w:t>
      </w:r>
      <w:r>
        <w:tab/>
        <w:t>1.013e0</w:t>
      </w:r>
    </w:p>
    <w:p w:rsidR="005B3ED9" w:rsidRDefault="005B3ED9" w:rsidP="005B3ED9">
      <w:r>
        <w:t>549.7333</w:t>
      </w:r>
      <w:r>
        <w:tab/>
        <w:t>2.025e0</w:t>
      </w:r>
    </w:p>
    <w:p w:rsidR="005B3ED9" w:rsidRDefault="005B3ED9" w:rsidP="005B3ED9">
      <w:r>
        <w:t>549.8087</w:t>
      </w:r>
      <w:r>
        <w:tab/>
        <w:t>1.013e0</w:t>
      </w:r>
    </w:p>
    <w:p w:rsidR="005B3ED9" w:rsidRDefault="005B3ED9" w:rsidP="005B3ED9">
      <w:r>
        <w:t>549.8375</w:t>
      </w:r>
      <w:r>
        <w:tab/>
        <w:t>1.013e0</w:t>
      </w:r>
    </w:p>
    <w:p w:rsidR="005B3ED9" w:rsidRDefault="005B3ED9" w:rsidP="005B3ED9">
      <w:r>
        <w:t>549.8466</w:t>
      </w:r>
      <w:r>
        <w:tab/>
        <w:t>1.013e0</w:t>
      </w:r>
    </w:p>
    <w:p w:rsidR="005B3ED9" w:rsidRDefault="005B3ED9" w:rsidP="005B3ED9">
      <w:r>
        <w:t>550.0078</w:t>
      </w:r>
      <w:r>
        <w:tab/>
        <w:t>1.013e0</w:t>
      </w:r>
    </w:p>
    <w:p w:rsidR="005B3ED9" w:rsidRDefault="005B3ED9" w:rsidP="005B3ED9">
      <w:r>
        <w:t>550.1405</w:t>
      </w:r>
      <w:r>
        <w:tab/>
        <w:t>2.025e0</w:t>
      </w:r>
    </w:p>
    <w:p w:rsidR="005B3ED9" w:rsidRDefault="005B3ED9" w:rsidP="005B3ED9">
      <w:r>
        <w:t>550.1693</w:t>
      </w:r>
      <w:r>
        <w:tab/>
        <w:t>2.025e0</w:t>
      </w:r>
    </w:p>
    <w:p w:rsidR="005B3ED9" w:rsidRDefault="005B3ED9" w:rsidP="005B3ED9">
      <w:r>
        <w:t>550.2902</w:t>
      </w:r>
      <w:r>
        <w:tab/>
        <w:t>2.025e0</w:t>
      </w:r>
    </w:p>
    <w:p w:rsidR="005B3ED9" w:rsidRDefault="005B3ED9" w:rsidP="005B3ED9">
      <w:r>
        <w:lastRenderedPageBreak/>
        <w:t>550.3302</w:t>
      </w:r>
      <w:r>
        <w:tab/>
        <w:t>1.013e0</w:t>
      </w:r>
    </w:p>
    <w:p w:rsidR="005B3ED9" w:rsidRDefault="005B3ED9" w:rsidP="005B3ED9">
      <w:r>
        <w:t>550.4163</w:t>
      </w:r>
      <w:r>
        <w:tab/>
        <w:t>2.025e0</w:t>
      </w:r>
    </w:p>
    <w:p w:rsidR="005B3ED9" w:rsidRDefault="005B3ED9" w:rsidP="005B3ED9">
      <w:r>
        <w:t>550.4191</w:t>
      </w:r>
      <w:r>
        <w:tab/>
        <w:t>1.013e0</w:t>
      </w:r>
    </w:p>
    <w:p w:rsidR="005B3ED9" w:rsidRDefault="005B3ED9" w:rsidP="005B3ED9">
      <w:r>
        <w:t>550.5009</w:t>
      </w:r>
      <w:r>
        <w:tab/>
        <w:t>1.013e0</w:t>
      </w:r>
    </w:p>
    <w:p w:rsidR="005B3ED9" w:rsidRDefault="005B3ED9" w:rsidP="005B3ED9">
      <w:r>
        <w:t>550.5267</w:t>
      </w:r>
      <w:r>
        <w:tab/>
        <w:t>1.013e0</w:t>
      </w:r>
    </w:p>
    <w:p w:rsidR="005B3ED9" w:rsidRDefault="005B3ED9" w:rsidP="005B3ED9">
      <w:r>
        <w:t>550.5822</w:t>
      </w:r>
      <w:r>
        <w:tab/>
        <w:t>2.025e0</w:t>
      </w:r>
    </w:p>
    <w:p w:rsidR="005B3ED9" w:rsidRDefault="005B3ED9" w:rsidP="005B3ED9">
      <w:r>
        <w:t>550.6099</w:t>
      </w:r>
      <w:r>
        <w:tab/>
        <w:t>2.025e0</w:t>
      </w:r>
    </w:p>
    <w:p w:rsidR="005B3ED9" w:rsidRDefault="005B3ED9" w:rsidP="005B3ED9">
      <w:r>
        <w:t>550.6338</w:t>
      </w:r>
      <w:r>
        <w:tab/>
        <w:t>3.038e0</w:t>
      </w:r>
    </w:p>
    <w:p w:rsidR="005B3ED9" w:rsidRDefault="005B3ED9" w:rsidP="005B3ED9">
      <w:r>
        <w:t>550.7192</w:t>
      </w:r>
      <w:r>
        <w:tab/>
        <w:t>1.013e0</w:t>
      </w:r>
    </w:p>
    <w:p w:rsidR="005B3ED9" w:rsidRDefault="005B3ED9" w:rsidP="005B3ED9">
      <w:r>
        <w:t>550.7667</w:t>
      </w:r>
      <w:r>
        <w:tab/>
        <w:t>1.013e0</w:t>
      </w:r>
    </w:p>
    <w:p w:rsidR="005B3ED9" w:rsidRDefault="005B3ED9" w:rsidP="005B3ED9">
      <w:r>
        <w:t>550.8141</w:t>
      </w:r>
      <w:r>
        <w:tab/>
        <w:t>1.013e0</w:t>
      </w:r>
    </w:p>
    <w:p w:rsidR="005B3ED9" w:rsidRDefault="005B3ED9" w:rsidP="005B3ED9">
      <w:r>
        <w:t>550.8372</w:t>
      </w:r>
      <w:r>
        <w:tab/>
        <w:t>1.013e0</w:t>
      </w:r>
    </w:p>
    <w:p w:rsidR="005B3ED9" w:rsidRDefault="005B3ED9" w:rsidP="005B3ED9">
      <w:r>
        <w:t>551.0040</w:t>
      </w:r>
      <w:r>
        <w:tab/>
        <w:t>1.013e0</w:t>
      </w:r>
    </w:p>
    <w:p w:rsidR="005B3ED9" w:rsidRDefault="005B3ED9" w:rsidP="005B3ED9">
      <w:r>
        <w:t>551.0923</w:t>
      </w:r>
      <w:r>
        <w:tab/>
        <w:t>2.025e0</w:t>
      </w:r>
    </w:p>
    <w:p w:rsidR="005B3ED9" w:rsidRDefault="005B3ED9" w:rsidP="005B3ED9">
      <w:r>
        <w:t>551.1484</w:t>
      </w:r>
      <w:r>
        <w:tab/>
        <w:t>2.025e0</w:t>
      </w:r>
    </w:p>
    <w:p w:rsidR="005B3ED9" w:rsidRDefault="005B3ED9" w:rsidP="005B3ED9">
      <w:r>
        <w:t>551.2185</w:t>
      </w:r>
      <w:r>
        <w:tab/>
        <w:t>1.013e0</w:t>
      </w:r>
    </w:p>
    <w:p w:rsidR="005B3ED9" w:rsidRDefault="005B3ED9" w:rsidP="005B3ED9">
      <w:r>
        <w:t>551.2510</w:t>
      </w:r>
      <w:r>
        <w:tab/>
        <w:t>1.013e0</w:t>
      </w:r>
    </w:p>
    <w:p w:rsidR="005B3ED9" w:rsidRDefault="005B3ED9" w:rsidP="005B3ED9">
      <w:r>
        <w:t>551.2922</w:t>
      </w:r>
      <w:r>
        <w:tab/>
        <w:t>1.013e0</w:t>
      </w:r>
    </w:p>
    <w:p w:rsidR="005B3ED9" w:rsidRDefault="005B3ED9" w:rsidP="005B3ED9">
      <w:r>
        <w:t>551.3459</w:t>
      </w:r>
      <w:r>
        <w:tab/>
        <w:t>3.038e0</w:t>
      </w:r>
    </w:p>
    <w:p w:rsidR="005B3ED9" w:rsidRDefault="005B3ED9" w:rsidP="005B3ED9">
      <w:r>
        <w:lastRenderedPageBreak/>
        <w:t>551.3555</w:t>
      </w:r>
      <w:r>
        <w:tab/>
        <w:t>2.025e0</w:t>
      </w:r>
    </w:p>
    <w:p w:rsidR="005B3ED9" w:rsidRDefault="005B3ED9" w:rsidP="005B3ED9">
      <w:r>
        <w:t>551.3999</w:t>
      </w:r>
      <w:r>
        <w:tab/>
        <w:t>1.013e0</w:t>
      </w:r>
    </w:p>
    <w:p w:rsidR="005B3ED9" w:rsidRDefault="005B3ED9" w:rsidP="005B3ED9">
      <w:r>
        <w:t>551.4313</w:t>
      </w:r>
      <w:r>
        <w:tab/>
        <w:t>2.025e0</w:t>
      </w:r>
    </w:p>
    <w:p w:rsidR="005B3ED9" w:rsidRDefault="005B3ED9" w:rsidP="005B3ED9">
      <w:r>
        <w:t>551.4772</w:t>
      </w:r>
      <w:r>
        <w:tab/>
        <w:t>2.025e0</w:t>
      </w:r>
    </w:p>
    <w:p w:rsidR="005B3ED9" w:rsidRDefault="005B3ED9" w:rsidP="005B3ED9">
      <w:r>
        <w:t>551.5289</w:t>
      </w:r>
      <w:r>
        <w:tab/>
        <w:t>1.013e0</w:t>
      </w:r>
    </w:p>
    <w:p w:rsidR="005B3ED9" w:rsidRDefault="005B3ED9" w:rsidP="005B3ED9">
      <w:r>
        <w:t>551.6121</w:t>
      </w:r>
      <w:r>
        <w:tab/>
        <w:t>1.013e0</w:t>
      </w:r>
    </w:p>
    <w:p w:rsidR="005B3ED9" w:rsidRDefault="005B3ED9" w:rsidP="005B3ED9">
      <w:r>
        <w:t>551.6216</w:t>
      </w:r>
      <w:r>
        <w:tab/>
        <w:t>1.013e0</w:t>
      </w:r>
    </w:p>
    <w:p w:rsidR="005B3ED9" w:rsidRDefault="005B3ED9" w:rsidP="005B3ED9">
      <w:r>
        <w:t>551.6311</w:t>
      </w:r>
      <w:r>
        <w:tab/>
        <w:t>1.013e0</w:t>
      </w:r>
    </w:p>
    <w:p w:rsidR="005B3ED9" w:rsidRDefault="005B3ED9" w:rsidP="005B3ED9">
      <w:r>
        <w:t>551.6596</w:t>
      </w:r>
      <w:r>
        <w:tab/>
        <w:t>1.013e0</w:t>
      </w:r>
    </w:p>
    <w:p w:rsidR="005B3ED9" w:rsidRDefault="005B3ED9" w:rsidP="005B3ED9">
      <w:r>
        <w:t>551.7547</w:t>
      </w:r>
      <w:r>
        <w:tab/>
        <w:t>1.013e0</w:t>
      </w:r>
    </w:p>
    <w:p w:rsidR="005B3ED9" w:rsidRDefault="005B3ED9" w:rsidP="005B3ED9">
      <w:r>
        <w:t>551.8118</w:t>
      </w:r>
      <w:r>
        <w:tab/>
        <w:t>1.013e0</w:t>
      </w:r>
    </w:p>
    <w:p w:rsidR="005B3ED9" w:rsidRDefault="005B3ED9" w:rsidP="005B3ED9">
      <w:r>
        <w:t>551.8593</w:t>
      </w:r>
      <w:r>
        <w:tab/>
        <w:t>1.013e0</w:t>
      </w:r>
    </w:p>
    <w:p w:rsidR="005B3ED9" w:rsidRDefault="005B3ED9" w:rsidP="005B3ED9">
      <w:r>
        <w:t>551.8654</w:t>
      </w:r>
      <w:r>
        <w:tab/>
        <w:t>2.025e0</w:t>
      </w:r>
    </w:p>
    <w:p w:rsidR="005B3ED9" w:rsidRDefault="005B3ED9" w:rsidP="005B3ED9">
      <w:r>
        <w:t>551.9258</w:t>
      </w:r>
      <w:r>
        <w:tab/>
        <w:t>1.013e0</w:t>
      </w:r>
    </w:p>
    <w:p w:rsidR="005B3ED9" w:rsidRDefault="005B3ED9" w:rsidP="005B3ED9">
      <w:r>
        <w:t>551.9924</w:t>
      </w:r>
      <w:r>
        <w:tab/>
        <w:t>1.013e0</w:t>
      </w:r>
    </w:p>
    <w:p w:rsidR="005B3ED9" w:rsidRDefault="005B3ED9" w:rsidP="005B3ED9">
      <w:r>
        <w:t>552.0179</w:t>
      </w:r>
      <w:r>
        <w:tab/>
        <w:t>2.025e0</w:t>
      </w:r>
    </w:p>
    <w:p w:rsidR="005B3ED9" w:rsidRDefault="005B3ED9" w:rsidP="005B3ED9">
      <w:r>
        <w:t>552.1057</w:t>
      </w:r>
      <w:r>
        <w:tab/>
        <w:t>2.025e0</w:t>
      </w:r>
    </w:p>
    <w:p w:rsidR="005B3ED9" w:rsidRDefault="005B3ED9" w:rsidP="005B3ED9">
      <w:r>
        <w:t>552.1690</w:t>
      </w:r>
      <w:r>
        <w:tab/>
        <w:t>2.025e0</w:t>
      </w:r>
    </w:p>
    <w:p w:rsidR="005B3ED9" w:rsidRDefault="005B3ED9" w:rsidP="005B3ED9">
      <w:r>
        <w:t>552.2303</w:t>
      </w:r>
      <w:r>
        <w:tab/>
        <w:t>1.013e0</w:t>
      </w:r>
    </w:p>
    <w:p w:rsidR="005B3ED9" w:rsidRDefault="005B3ED9" w:rsidP="005B3ED9">
      <w:r>
        <w:lastRenderedPageBreak/>
        <w:t>552.2995</w:t>
      </w:r>
      <w:r>
        <w:tab/>
        <w:t>2.025e0</w:t>
      </w:r>
    </w:p>
    <w:p w:rsidR="005B3ED9" w:rsidRDefault="005B3ED9" w:rsidP="005B3ED9">
      <w:r>
        <w:t>552.3628</w:t>
      </w:r>
      <w:r>
        <w:tab/>
        <w:t>1.013e0</w:t>
      </w:r>
    </w:p>
    <w:p w:rsidR="005B3ED9" w:rsidRDefault="005B3ED9" w:rsidP="005B3ED9">
      <w:r>
        <w:t>552.3834</w:t>
      </w:r>
      <w:r>
        <w:tab/>
        <w:t>1.013e0</w:t>
      </w:r>
    </w:p>
    <w:p w:rsidR="005B3ED9" w:rsidRDefault="005B3ED9" w:rsidP="005B3ED9">
      <w:r>
        <w:t>552.4302</w:t>
      </w:r>
      <w:r>
        <w:tab/>
        <w:t>1.013e0</w:t>
      </w:r>
    </w:p>
    <w:p w:rsidR="005B3ED9" w:rsidRDefault="005B3ED9" w:rsidP="005B3ED9">
      <w:r>
        <w:t>552.4362</w:t>
      </w:r>
      <w:r>
        <w:tab/>
        <w:t>1.013e0</w:t>
      </w:r>
    </w:p>
    <w:p w:rsidR="005B3ED9" w:rsidRDefault="005B3ED9" w:rsidP="005B3ED9">
      <w:r>
        <w:t>552.4390</w:t>
      </w:r>
      <w:r>
        <w:tab/>
        <w:t>2.025e0</w:t>
      </w:r>
    </w:p>
    <w:p w:rsidR="005B3ED9" w:rsidRDefault="005B3ED9" w:rsidP="005B3ED9">
      <w:r>
        <w:t>552.4409</w:t>
      </w:r>
      <w:r>
        <w:tab/>
        <w:t>2.025e0</w:t>
      </w:r>
    </w:p>
    <w:p w:rsidR="005B3ED9" w:rsidRDefault="005B3ED9" w:rsidP="005B3ED9">
      <w:r>
        <w:t>552.5254</w:t>
      </w:r>
      <w:r>
        <w:tab/>
        <w:t>1.013e0</w:t>
      </w:r>
    </w:p>
    <w:p w:rsidR="005B3ED9" w:rsidRDefault="005B3ED9" w:rsidP="005B3ED9">
      <w:r>
        <w:t>552.5810</w:t>
      </w:r>
      <w:r>
        <w:tab/>
        <w:t>1.013e0</w:t>
      </w:r>
    </w:p>
    <w:p w:rsidR="005B3ED9" w:rsidRDefault="005B3ED9" w:rsidP="005B3ED9">
      <w:r>
        <w:t>552.7253</w:t>
      </w:r>
      <w:r>
        <w:tab/>
        <w:t>1.013e0</w:t>
      </w:r>
    </w:p>
    <w:p w:rsidR="005B3ED9" w:rsidRDefault="005B3ED9" w:rsidP="005B3ED9">
      <w:r>
        <w:t>552.7538</w:t>
      </w:r>
      <w:r>
        <w:tab/>
        <w:t>1.013e0</w:t>
      </w:r>
    </w:p>
    <w:p w:rsidR="005B3ED9" w:rsidRDefault="005B3ED9" w:rsidP="005B3ED9">
      <w:r>
        <w:t>552.8360</w:t>
      </w:r>
      <w:r>
        <w:tab/>
        <w:t>1.013e0</w:t>
      </w:r>
    </w:p>
    <w:p w:rsidR="005B3ED9" w:rsidRDefault="005B3ED9" w:rsidP="005B3ED9">
      <w:r>
        <w:t>552.8729</w:t>
      </w:r>
      <w:r>
        <w:tab/>
        <w:t>1.013e0</w:t>
      </w:r>
    </w:p>
    <w:p w:rsidR="005B3ED9" w:rsidRDefault="005B3ED9" w:rsidP="005B3ED9">
      <w:r>
        <w:t>552.9158</w:t>
      </w:r>
      <w:r>
        <w:tab/>
        <w:t>1.013e0</w:t>
      </w:r>
    </w:p>
    <w:p w:rsidR="005B3ED9" w:rsidRDefault="005B3ED9" w:rsidP="005B3ED9">
      <w:r>
        <w:t>552.9465</w:t>
      </w:r>
      <w:r>
        <w:tab/>
        <w:t>1.013e0</w:t>
      </w:r>
    </w:p>
    <w:p w:rsidR="005B3ED9" w:rsidRDefault="005B3ED9" w:rsidP="005B3ED9">
      <w:r>
        <w:t>552.9830</w:t>
      </w:r>
      <w:r>
        <w:tab/>
        <w:t>1.013e0</w:t>
      </w:r>
    </w:p>
    <w:p w:rsidR="005B3ED9" w:rsidRDefault="005B3ED9" w:rsidP="005B3ED9">
      <w:r>
        <w:t>552.9991</w:t>
      </w:r>
      <w:r>
        <w:tab/>
        <w:t>1.013e0</w:t>
      </w:r>
    </w:p>
    <w:p w:rsidR="005B3ED9" w:rsidRDefault="005B3ED9" w:rsidP="005B3ED9">
      <w:r>
        <w:t>553.0778</w:t>
      </w:r>
      <w:r>
        <w:tab/>
        <w:t>1.013e0</w:t>
      </w:r>
    </w:p>
    <w:p w:rsidR="005B3ED9" w:rsidRDefault="005B3ED9" w:rsidP="005B3ED9">
      <w:r>
        <w:t>553.1385</w:t>
      </w:r>
      <w:r>
        <w:tab/>
        <w:t>2.025e0</w:t>
      </w:r>
    </w:p>
    <w:p w:rsidR="005B3ED9" w:rsidRDefault="005B3ED9" w:rsidP="005B3ED9">
      <w:r>
        <w:lastRenderedPageBreak/>
        <w:t>553.2014</w:t>
      </w:r>
      <w:r>
        <w:tab/>
        <w:t>3.038e0</w:t>
      </w:r>
    </w:p>
    <w:p w:rsidR="005B3ED9" w:rsidRDefault="005B3ED9" w:rsidP="005B3ED9">
      <w:r>
        <w:t>553.2543</w:t>
      </w:r>
      <w:r>
        <w:tab/>
        <w:t>1.013e0</w:t>
      </w:r>
    </w:p>
    <w:p w:rsidR="005B3ED9" w:rsidRDefault="005B3ED9" w:rsidP="005B3ED9">
      <w:r>
        <w:t>553.3644</w:t>
      </w:r>
      <w:r>
        <w:tab/>
        <w:t>1.013e0</w:t>
      </w:r>
    </w:p>
    <w:p w:rsidR="005B3ED9" w:rsidRDefault="005B3ED9" w:rsidP="005B3ED9">
      <w:r>
        <w:t>553.3806</w:t>
      </w:r>
      <w:r>
        <w:tab/>
        <w:t>1.013e0</w:t>
      </w:r>
    </w:p>
    <w:p w:rsidR="005B3ED9" w:rsidRDefault="005B3ED9" w:rsidP="005B3ED9">
      <w:r>
        <w:t>553.4111</w:t>
      </w:r>
      <w:r>
        <w:tab/>
        <w:t>2.025e0</w:t>
      </w:r>
    </w:p>
    <w:p w:rsidR="005B3ED9" w:rsidRDefault="005B3ED9" w:rsidP="005B3ED9">
      <w:r>
        <w:t>553.4210</w:t>
      </w:r>
      <w:r>
        <w:tab/>
        <w:t>1.013e0</w:t>
      </w:r>
    </w:p>
    <w:p w:rsidR="005B3ED9" w:rsidRDefault="005B3ED9" w:rsidP="005B3ED9">
      <w:r>
        <w:t>553.5736</w:t>
      </w:r>
      <w:r>
        <w:tab/>
        <w:t>1.013e0</w:t>
      </w:r>
    </w:p>
    <w:p w:rsidR="005B3ED9" w:rsidRDefault="005B3ED9" w:rsidP="005B3ED9">
      <w:r>
        <w:t>553.6322</w:t>
      </w:r>
      <w:r>
        <w:tab/>
        <w:t>2.025e0</w:t>
      </w:r>
    </w:p>
    <w:p w:rsidR="005B3ED9" w:rsidRDefault="005B3ED9" w:rsidP="005B3ED9">
      <w:r>
        <w:t>553.7167</w:t>
      </w:r>
      <w:r>
        <w:tab/>
        <w:t>1.013e0</w:t>
      </w:r>
    </w:p>
    <w:p w:rsidR="005B3ED9" w:rsidRDefault="005B3ED9" w:rsidP="005B3ED9">
      <w:r>
        <w:t>553.7275</w:t>
      </w:r>
      <w:r>
        <w:tab/>
        <w:t>2.025e0</w:t>
      </w:r>
    </w:p>
    <w:p w:rsidR="005B3ED9" w:rsidRDefault="005B3ED9" w:rsidP="005B3ED9">
      <w:r>
        <w:t>553.8171</w:t>
      </w:r>
      <w:r>
        <w:tab/>
        <w:t>2.025e0</w:t>
      </w:r>
    </w:p>
    <w:p w:rsidR="005B3ED9" w:rsidRDefault="005B3ED9" w:rsidP="005B3ED9">
      <w:r>
        <w:t>553.8354</w:t>
      </w:r>
      <w:r>
        <w:tab/>
        <w:t>3.038e0</w:t>
      </w:r>
    </w:p>
    <w:p w:rsidR="005B3ED9" w:rsidRDefault="005B3ED9" w:rsidP="005B3ED9">
      <w:r>
        <w:t>553.9069</w:t>
      </w:r>
      <w:r>
        <w:tab/>
        <w:t>1.013e0</w:t>
      </w:r>
    </w:p>
    <w:p w:rsidR="005B3ED9" w:rsidRDefault="005B3ED9" w:rsidP="005B3ED9">
      <w:r>
        <w:t>553.9647</w:t>
      </w:r>
      <w:r>
        <w:tab/>
        <w:t>2.025e0</w:t>
      </w:r>
    </w:p>
    <w:p w:rsidR="005B3ED9" w:rsidRDefault="005B3ED9" w:rsidP="005B3ED9">
      <w:r>
        <w:t>554.0029</w:t>
      </w:r>
      <w:r>
        <w:tab/>
        <w:t>1.013e0</w:t>
      </w:r>
    </w:p>
    <w:p w:rsidR="005B3ED9" w:rsidRDefault="005B3ED9" w:rsidP="005B3ED9">
      <w:r>
        <w:t>554.0883</w:t>
      </w:r>
      <w:r>
        <w:tab/>
        <w:t>1.013e0</w:t>
      </w:r>
    </w:p>
    <w:p w:rsidR="005B3ED9" w:rsidRDefault="005B3ED9" w:rsidP="005B3ED9">
      <w:r>
        <w:t>554.1270</w:t>
      </w:r>
      <w:r>
        <w:tab/>
        <w:t>3.323e0</w:t>
      </w:r>
    </w:p>
    <w:p w:rsidR="005B3ED9" w:rsidRDefault="005B3ED9" w:rsidP="005B3ED9">
      <w:r>
        <w:t>554.2033</w:t>
      </w:r>
      <w:r>
        <w:tab/>
        <w:t>1.013e0</w:t>
      </w:r>
    </w:p>
    <w:p w:rsidR="005B3ED9" w:rsidRDefault="005B3ED9" w:rsidP="005B3ED9">
      <w:r>
        <w:t>554.4421</w:t>
      </w:r>
      <w:r>
        <w:tab/>
        <w:t>1.013e0</w:t>
      </w:r>
    </w:p>
    <w:p w:rsidR="005B3ED9" w:rsidRDefault="005B3ED9" w:rsidP="005B3ED9">
      <w:r>
        <w:lastRenderedPageBreak/>
        <w:t>554.4537</w:t>
      </w:r>
      <w:r>
        <w:tab/>
        <w:t>1.013e0</w:t>
      </w:r>
    </w:p>
    <w:p w:rsidR="005B3ED9" w:rsidRDefault="005B3ED9" w:rsidP="005B3ED9">
      <w:r>
        <w:t>554.4626</w:t>
      </w:r>
      <w:r>
        <w:tab/>
        <w:t>3.038e0</w:t>
      </w:r>
    </w:p>
    <w:p w:rsidR="005B3ED9" w:rsidRDefault="005B3ED9" w:rsidP="005B3ED9">
      <w:r>
        <w:t>554.6044</w:t>
      </w:r>
      <w:r>
        <w:tab/>
        <w:t>1.013e0</w:t>
      </w:r>
    </w:p>
    <w:p w:rsidR="005B3ED9" w:rsidRDefault="005B3ED9" w:rsidP="005B3ED9">
      <w:r>
        <w:t>554.6512</w:t>
      </w:r>
      <w:r>
        <w:tab/>
        <w:t>1.013e0</w:t>
      </w:r>
    </w:p>
    <w:p w:rsidR="005B3ED9" w:rsidRDefault="005B3ED9" w:rsidP="005B3ED9">
      <w:r>
        <w:t>554.7192</w:t>
      </w:r>
      <w:r>
        <w:tab/>
        <w:t>1.013e0</w:t>
      </w:r>
    </w:p>
    <w:p w:rsidR="005B3ED9" w:rsidRDefault="005B3ED9" w:rsidP="005B3ED9">
      <w:r>
        <w:t>554.8242</w:t>
      </w:r>
      <w:r>
        <w:tab/>
        <w:t>1.013e0</w:t>
      </w:r>
    </w:p>
    <w:p w:rsidR="005B3ED9" w:rsidRDefault="005B3ED9" w:rsidP="005B3ED9">
      <w:r>
        <w:t>554.8532</w:t>
      </w:r>
      <w:r>
        <w:tab/>
        <w:t>1.013e0</w:t>
      </w:r>
    </w:p>
    <w:p w:rsidR="005B3ED9" w:rsidRDefault="005B3ED9" w:rsidP="005B3ED9">
      <w:r>
        <w:t>554.8911</w:t>
      </w:r>
      <w:r>
        <w:tab/>
        <w:t>1.013e0</w:t>
      </w:r>
    </w:p>
    <w:p w:rsidR="005B3ED9" w:rsidRDefault="005B3ED9" w:rsidP="005B3ED9">
      <w:r>
        <w:t>554.9798</w:t>
      </w:r>
      <w:r>
        <w:tab/>
        <w:t>1.013e0</w:t>
      </w:r>
    </w:p>
    <w:p w:rsidR="005B3ED9" w:rsidRDefault="005B3ED9" w:rsidP="005B3ED9">
      <w:r>
        <w:t>555.0164</w:t>
      </w:r>
      <w:r>
        <w:tab/>
        <w:t>1.013e0</w:t>
      </w:r>
    </w:p>
    <w:p w:rsidR="005B3ED9" w:rsidRDefault="005B3ED9" w:rsidP="005B3ED9">
      <w:r>
        <w:t>555.1245</w:t>
      </w:r>
      <w:r>
        <w:tab/>
        <w:t>1.013e0</w:t>
      </w:r>
    </w:p>
    <w:p w:rsidR="005B3ED9" w:rsidRDefault="005B3ED9" w:rsidP="005B3ED9">
      <w:r>
        <w:t>555.1957</w:t>
      </w:r>
      <w:r>
        <w:tab/>
        <w:t>2.025e0</w:t>
      </w:r>
    </w:p>
    <w:p w:rsidR="005B3ED9" w:rsidRDefault="005B3ED9" w:rsidP="005B3ED9">
      <w:r>
        <w:t>555.2067</w:t>
      </w:r>
      <w:r>
        <w:tab/>
        <w:t>1.013e0</w:t>
      </w:r>
    </w:p>
    <w:p w:rsidR="005B3ED9" w:rsidRDefault="005B3ED9" w:rsidP="005B3ED9">
      <w:r>
        <w:t>555.2162</w:t>
      </w:r>
      <w:r>
        <w:tab/>
        <w:t>1.013e0</w:t>
      </w:r>
    </w:p>
    <w:p w:rsidR="005B3ED9" w:rsidRDefault="005B3ED9" w:rsidP="005B3ED9">
      <w:r>
        <w:t>555.2691</w:t>
      </w:r>
      <w:r>
        <w:tab/>
        <w:t>1.013e0</w:t>
      </w:r>
    </w:p>
    <w:p w:rsidR="005B3ED9" w:rsidRDefault="005B3ED9" w:rsidP="005B3ED9">
      <w:r>
        <w:t>555.3770</w:t>
      </w:r>
      <w:r>
        <w:tab/>
        <w:t>1.013e0</w:t>
      </w:r>
    </w:p>
    <w:p w:rsidR="005B3ED9" w:rsidRDefault="005B3ED9" w:rsidP="005B3ED9">
      <w:r>
        <w:t>555.3788</w:t>
      </w:r>
      <w:r>
        <w:tab/>
        <w:t>2.025e0</w:t>
      </w:r>
    </w:p>
    <w:p w:rsidR="005B3ED9" w:rsidRDefault="005B3ED9" w:rsidP="005B3ED9">
      <w:r>
        <w:t>555.3896</w:t>
      </w:r>
      <w:r>
        <w:tab/>
        <w:t>4.051e0</w:t>
      </w:r>
    </w:p>
    <w:p w:rsidR="005B3ED9" w:rsidRDefault="005B3ED9" w:rsidP="005B3ED9">
      <w:r>
        <w:t>555.4285</w:t>
      </w:r>
      <w:r>
        <w:tab/>
        <w:t>2.025e0</w:t>
      </w:r>
    </w:p>
    <w:p w:rsidR="005B3ED9" w:rsidRDefault="005B3ED9" w:rsidP="005B3ED9">
      <w:r>
        <w:lastRenderedPageBreak/>
        <w:t>555.4401</w:t>
      </w:r>
      <w:r>
        <w:tab/>
        <w:t>2.025e0</w:t>
      </w:r>
    </w:p>
    <w:p w:rsidR="005B3ED9" w:rsidRDefault="005B3ED9" w:rsidP="005B3ED9">
      <w:r>
        <w:t>555.4691</w:t>
      </w:r>
      <w:r>
        <w:tab/>
        <w:t>1.013e0</w:t>
      </w:r>
    </w:p>
    <w:p w:rsidR="005B3ED9" w:rsidRDefault="005B3ED9" w:rsidP="005B3ED9">
      <w:r>
        <w:t>555.5059</w:t>
      </w:r>
      <w:r>
        <w:tab/>
        <w:t>1.013e0</w:t>
      </w:r>
    </w:p>
    <w:p w:rsidR="005B3ED9" w:rsidRDefault="005B3ED9" w:rsidP="005B3ED9">
      <w:r>
        <w:t>555.5989</w:t>
      </w:r>
      <w:r>
        <w:tab/>
        <w:t>1.013e0</w:t>
      </w:r>
    </w:p>
    <w:p w:rsidR="005B3ED9" w:rsidRDefault="005B3ED9" w:rsidP="005B3ED9">
      <w:r>
        <w:t>555.6563</w:t>
      </w:r>
      <w:r>
        <w:tab/>
        <w:t>1.013e0</w:t>
      </w:r>
    </w:p>
    <w:p w:rsidR="005B3ED9" w:rsidRDefault="005B3ED9" w:rsidP="005B3ED9">
      <w:r>
        <w:t>555.8527</w:t>
      </w:r>
      <w:r>
        <w:tab/>
        <w:t>3.038e0</w:t>
      </w:r>
    </w:p>
    <w:p w:rsidR="005B3ED9" w:rsidRDefault="005B3ED9" w:rsidP="005B3ED9">
      <w:r>
        <w:t>555.9031</w:t>
      </w:r>
      <w:r>
        <w:tab/>
        <w:t>1.013e0</w:t>
      </w:r>
    </w:p>
    <w:p w:rsidR="005B3ED9" w:rsidRDefault="005B3ED9" w:rsidP="005B3ED9">
      <w:r>
        <w:t>556.0297</w:t>
      </w:r>
      <w:r>
        <w:tab/>
        <w:t>1.013e0</w:t>
      </w:r>
    </w:p>
    <w:p w:rsidR="005B3ED9" w:rsidRDefault="005B3ED9" w:rsidP="005B3ED9">
      <w:r>
        <w:t>556.0457</w:t>
      </w:r>
      <w:r>
        <w:tab/>
        <w:t>2.025e0</w:t>
      </w:r>
    </w:p>
    <w:p w:rsidR="005B3ED9" w:rsidRDefault="005B3ED9" w:rsidP="005B3ED9">
      <w:r>
        <w:t>556.1209</w:t>
      </w:r>
      <w:r>
        <w:tab/>
        <w:t>3.038e0</w:t>
      </w:r>
    </w:p>
    <w:p w:rsidR="005B3ED9" w:rsidRDefault="005B3ED9" w:rsidP="005B3ED9">
      <w:r>
        <w:t>556.1450</w:t>
      </w:r>
      <w:r>
        <w:tab/>
        <w:t>2.025e0</w:t>
      </w:r>
    </w:p>
    <w:p w:rsidR="005B3ED9" w:rsidRDefault="005B3ED9" w:rsidP="005B3ED9">
      <w:r>
        <w:t>556.1925</w:t>
      </w:r>
      <w:r>
        <w:tab/>
        <w:t>2.025e0</w:t>
      </w:r>
    </w:p>
    <w:p w:rsidR="005B3ED9" w:rsidRDefault="005B3ED9" w:rsidP="005B3ED9">
      <w:r>
        <w:t>556.2316</w:t>
      </w:r>
      <w:r>
        <w:tab/>
        <w:t>1.013e0</w:t>
      </w:r>
    </w:p>
    <w:p w:rsidR="005B3ED9" w:rsidRDefault="005B3ED9" w:rsidP="005B3ED9">
      <w:r>
        <w:t>556.2386</w:t>
      </w:r>
      <w:r>
        <w:tab/>
        <w:t>2.025e0</w:t>
      </w:r>
    </w:p>
    <w:p w:rsidR="005B3ED9" w:rsidRDefault="005B3ED9" w:rsidP="005B3ED9">
      <w:r>
        <w:t>556.2883</w:t>
      </w:r>
      <w:r>
        <w:tab/>
        <w:t>1.013e0</w:t>
      </w:r>
    </w:p>
    <w:p w:rsidR="005B3ED9" w:rsidRDefault="005B3ED9" w:rsidP="005B3ED9">
      <w:r>
        <w:t>556.3267</w:t>
      </w:r>
      <w:r>
        <w:tab/>
        <w:t>1.013e0</w:t>
      </w:r>
    </w:p>
    <w:p w:rsidR="005B3ED9" w:rsidRDefault="005B3ED9" w:rsidP="005B3ED9">
      <w:r>
        <w:t>556.3570</w:t>
      </w:r>
      <w:r>
        <w:tab/>
        <w:t>2.025e0</w:t>
      </w:r>
    </w:p>
    <w:p w:rsidR="005B3ED9" w:rsidRDefault="005B3ED9" w:rsidP="005B3ED9">
      <w:r>
        <w:t>556.3896</w:t>
      </w:r>
      <w:r>
        <w:tab/>
        <w:t>3.038e0</w:t>
      </w:r>
    </w:p>
    <w:p w:rsidR="005B3ED9" w:rsidRDefault="005B3ED9" w:rsidP="005B3ED9">
      <w:r>
        <w:t>556.4266</w:t>
      </w:r>
      <w:r>
        <w:tab/>
        <w:t>5.063e0</w:t>
      </w:r>
    </w:p>
    <w:p w:rsidR="005B3ED9" w:rsidRDefault="005B3ED9" w:rsidP="005B3ED9">
      <w:r>
        <w:lastRenderedPageBreak/>
        <w:t>556.4389</w:t>
      </w:r>
      <w:r>
        <w:tab/>
        <w:t>6.073e0</w:t>
      </w:r>
    </w:p>
    <w:p w:rsidR="005B3ED9" w:rsidRDefault="005B3ED9" w:rsidP="005B3ED9">
      <w:r>
        <w:t>556.4707</w:t>
      </w:r>
      <w:r>
        <w:tab/>
        <w:t>3.038e0</w:t>
      </w:r>
    </w:p>
    <w:p w:rsidR="005B3ED9" w:rsidRDefault="005B3ED9" w:rsidP="005B3ED9">
      <w:r>
        <w:t>556.4848</w:t>
      </w:r>
      <w:r>
        <w:tab/>
        <w:t>2.025e0</w:t>
      </w:r>
    </w:p>
    <w:p w:rsidR="005B3ED9" w:rsidRDefault="005B3ED9" w:rsidP="005B3ED9">
      <w:r>
        <w:t>556.4982</w:t>
      </w:r>
      <w:r>
        <w:tab/>
        <w:t>2.029e0</w:t>
      </w:r>
    </w:p>
    <w:p w:rsidR="005B3ED9" w:rsidRDefault="005B3ED9" w:rsidP="005B3ED9">
      <w:r>
        <w:t>556.5029</w:t>
      </w:r>
      <w:r>
        <w:tab/>
        <w:t>1.013e0</w:t>
      </w:r>
    </w:p>
    <w:p w:rsidR="005B3ED9" w:rsidRDefault="005B3ED9" w:rsidP="005B3ED9">
      <w:r>
        <w:t>556.5950</w:t>
      </w:r>
      <w:r>
        <w:tab/>
        <w:t>1.013e0</w:t>
      </w:r>
    </w:p>
    <w:p w:rsidR="005B3ED9" w:rsidRDefault="005B3ED9" w:rsidP="005B3ED9">
      <w:r>
        <w:t>556.6046</w:t>
      </w:r>
      <w:r>
        <w:tab/>
        <w:t>1.013e0</w:t>
      </w:r>
    </w:p>
    <w:p w:rsidR="005B3ED9" w:rsidRDefault="005B3ED9" w:rsidP="005B3ED9">
      <w:r>
        <w:t>556.6660</w:t>
      </w:r>
      <w:r>
        <w:tab/>
        <w:t>1.013e0</w:t>
      </w:r>
    </w:p>
    <w:p w:rsidR="005B3ED9" w:rsidRDefault="005B3ED9" w:rsidP="005B3ED9">
      <w:r>
        <w:t>556.7580</w:t>
      </w:r>
      <w:r>
        <w:tab/>
        <w:t>1.013e0</w:t>
      </w:r>
    </w:p>
    <w:p w:rsidR="005B3ED9" w:rsidRDefault="005B3ED9" w:rsidP="005B3ED9">
      <w:r>
        <w:t>556.7737</w:t>
      </w:r>
      <w:r>
        <w:tab/>
        <w:t>1.013e0</w:t>
      </w:r>
    </w:p>
    <w:p w:rsidR="005B3ED9" w:rsidRDefault="005B3ED9" w:rsidP="005B3ED9">
      <w:r>
        <w:t>556.8731</w:t>
      </w:r>
      <w:r>
        <w:tab/>
        <w:t>1.013e0</w:t>
      </w:r>
    </w:p>
    <w:p w:rsidR="005B3ED9" w:rsidRDefault="005B3ED9" w:rsidP="005B3ED9">
      <w:r>
        <w:t>556.8826</w:t>
      </w:r>
      <w:r>
        <w:tab/>
        <w:t>2.025e0</w:t>
      </w:r>
    </w:p>
    <w:p w:rsidR="005B3ED9" w:rsidRDefault="005B3ED9" w:rsidP="005B3ED9">
      <w:r>
        <w:t>556.9502</w:t>
      </w:r>
      <w:r>
        <w:tab/>
        <w:t>2.025e0</w:t>
      </w:r>
    </w:p>
    <w:p w:rsidR="005B3ED9" w:rsidRDefault="005B3ED9" w:rsidP="005B3ED9">
      <w:r>
        <w:t>556.9974</w:t>
      </w:r>
      <w:r>
        <w:tab/>
        <w:t>2.025e0</w:t>
      </w:r>
    </w:p>
    <w:p w:rsidR="005B3ED9" w:rsidRDefault="005B3ED9" w:rsidP="005B3ED9">
      <w:r>
        <w:t>557.0626</w:t>
      </w:r>
      <w:r>
        <w:tab/>
        <w:t>2.025e0</w:t>
      </w:r>
    </w:p>
    <w:p w:rsidR="005B3ED9" w:rsidRDefault="005B3ED9" w:rsidP="005B3ED9">
      <w:r>
        <w:t>557.1777</w:t>
      </w:r>
      <w:r>
        <w:tab/>
        <w:t>2.025e0</w:t>
      </w:r>
    </w:p>
    <w:p w:rsidR="005B3ED9" w:rsidRDefault="005B3ED9" w:rsidP="005B3ED9">
      <w:r>
        <w:t>557.1896</w:t>
      </w:r>
      <w:r>
        <w:tab/>
        <w:t>1.013e0</w:t>
      </w:r>
    </w:p>
    <w:p w:rsidR="005B3ED9" w:rsidRDefault="005B3ED9" w:rsidP="005B3ED9">
      <w:r>
        <w:t>557.1992</w:t>
      </w:r>
      <w:r>
        <w:tab/>
        <w:t>1.013e0</w:t>
      </w:r>
    </w:p>
    <w:p w:rsidR="005B3ED9" w:rsidRDefault="005B3ED9" w:rsidP="005B3ED9">
      <w:r>
        <w:t>557.2760</w:t>
      </w:r>
      <w:r>
        <w:tab/>
        <w:t>1.013e0</w:t>
      </w:r>
    </w:p>
    <w:p w:rsidR="005B3ED9" w:rsidRDefault="005B3ED9" w:rsidP="005B3ED9">
      <w:r>
        <w:lastRenderedPageBreak/>
        <w:t>557.3552</w:t>
      </w:r>
      <w:r>
        <w:tab/>
        <w:t>1.013e0</w:t>
      </w:r>
    </w:p>
    <w:p w:rsidR="005B3ED9" w:rsidRDefault="005B3ED9" w:rsidP="005B3ED9">
      <w:r>
        <w:t>557.4080</w:t>
      </w:r>
      <w:r>
        <w:tab/>
        <w:t>2.025e0</w:t>
      </w:r>
    </w:p>
    <w:p w:rsidR="005B3ED9" w:rsidRDefault="005B3ED9" w:rsidP="005B3ED9">
      <w:r>
        <w:t>557.4104</w:t>
      </w:r>
      <w:r>
        <w:tab/>
        <w:t>1.013e0</w:t>
      </w:r>
    </w:p>
    <w:p w:rsidR="005B3ED9" w:rsidRDefault="005B3ED9" w:rsidP="005B3ED9">
      <w:r>
        <w:t>557.4199</w:t>
      </w:r>
      <w:r>
        <w:tab/>
        <w:t>1.013e0</w:t>
      </w:r>
    </w:p>
    <w:p w:rsidR="005B3ED9" w:rsidRDefault="005B3ED9" w:rsidP="005B3ED9">
      <w:r>
        <w:t>557.4584</w:t>
      </w:r>
      <w:r>
        <w:tab/>
        <w:t>1.013e0</w:t>
      </w:r>
    </w:p>
    <w:p w:rsidR="005B3ED9" w:rsidRDefault="005B3ED9" w:rsidP="005B3ED9">
      <w:r>
        <w:t>557.4632</w:t>
      </w:r>
      <w:r>
        <w:tab/>
        <w:t>5.063e0</w:t>
      </w:r>
    </w:p>
    <w:p w:rsidR="005B3ED9" w:rsidRDefault="005B3ED9" w:rsidP="005B3ED9">
      <w:r>
        <w:t>557.5526</w:t>
      </w:r>
      <w:r>
        <w:tab/>
        <w:t>1.013e0</w:t>
      </w:r>
    </w:p>
    <w:p w:rsidR="005B3ED9" w:rsidRDefault="005B3ED9" w:rsidP="005B3ED9">
      <w:r>
        <w:t>557.5640</w:t>
      </w:r>
      <w:r>
        <w:tab/>
        <w:t>1.013e0</w:t>
      </w:r>
    </w:p>
    <w:p w:rsidR="005B3ED9" w:rsidRDefault="005B3ED9" w:rsidP="005B3ED9">
      <w:r>
        <w:t>557.6504</w:t>
      </w:r>
      <w:r>
        <w:tab/>
        <w:t>1.013e0</w:t>
      </w:r>
    </w:p>
    <w:p w:rsidR="005B3ED9" w:rsidRDefault="005B3ED9" w:rsidP="005B3ED9">
      <w:r>
        <w:t>557.6974</w:t>
      </w:r>
      <w:r>
        <w:tab/>
        <w:t>1.013e0</w:t>
      </w:r>
    </w:p>
    <w:p w:rsidR="005B3ED9" w:rsidRDefault="005B3ED9" w:rsidP="005B3ED9">
      <w:r>
        <w:t>557.7464</w:t>
      </w:r>
      <w:r>
        <w:tab/>
        <w:t>1.013e0</w:t>
      </w:r>
    </w:p>
    <w:p w:rsidR="005B3ED9" w:rsidRDefault="005B3ED9" w:rsidP="005B3ED9">
      <w:r>
        <w:t>557.8133</w:t>
      </w:r>
      <w:r>
        <w:tab/>
        <w:t>2.025e0</w:t>
      </w:r>
    </w:p>
    <w:p w:rsidR="005B3ED9" w:rsidRDefault="005B3ED9" w:rsidP="005B3ED9">
      <w:r>
        <w:t>557.9097</w:t>
      </w:r>
      <w:r>
        <w:tab/>
        <w:t>1.013e0</w:t>
      </w:r>
    </w:p>
    <w:p w:rsidR="005B3ED9" w:rsidRDefault="005B3ED9" w:rsidP="005B3ED9">
      <w:r>
        <w:t>557.9801</w:t>
      </w:r>
      <w:r>
        <w:tab/>
        <w:t>2.025e0</w:t>
      </w:r>
    </w:p>
    <w:p w:rsidR="005B3ED9" w:rsidRDefault="005B3ED9" w:rsidP="005B3ED9">
      <w:r>
        <w:t>558.0419</w:t>
      </w:r>
      <w:r>
        <w:tab/>
        <w:t>1.013e0</w:t>
      </w:r>
    </w:p>
    <w:p w:rsidR="005B3ED9" w:rsidRDefault="005B3ED9" w:rsidP="005B3ED9">
      <w:r>
        <w:t>558.1108</w:t>
      </w:r>
      <w:r>
        <w:tab/>
        <w:t>2.025e0</w:t>
      </w:r>
    </w:p>
    <w:p w:rsidR="005B3ED9" w:rsidRDefault="005B3ED9" w:rsidP="005B3ED9">
      <w:r>
        <w:t>558.1307</w:t>
      </w:r>
      <w:r>
        <w:tab/>
        <w:t>1.013e0</w:t>
      </w:r>
    </w:p>
    <w:p w:rsidR="005B3ED9" w:rsidRDefault="005B3ED9" w:rsidP="005B3ED9">
      <w:r>
        <w:t>558.1788</w:t>
      </w:r>
      <w:r>
        <w:tab/>
        <w:t>1.013e0</w:t>
      </w:r>
    </w:p>
    <w:p w:rsidR="005B3ED9" w:rsidRDefault="005B3ED9" w:rsidP="005B3ED9">
      <w:r>
        <w:t>558.1884</w:t>
      </w:r>
      <w:r>
        <w:tab/>
        <w:t>2.025e0</w:t>
      </w:r>
    </w:p>
    <w:p w:rsidR="005B3ED9" w:rsidRDefault="005B3ED9" w:rsidP="005B3ED9">
      <w:r>
        <w:lastRenderedPageBreak/>
        <w:t>558.2258</w:t>
      </w:r>
      <w:r>
        <w:tab/>
        <w:t>4.051e0</w:t>
      </w:r>
    </w:p>
    <w:p w:rsidR="005B3ED9" w:rsidRDefault="005B3ED9" w:rsidP="005B3ED9">
      <w:r>
        <w:t>558.2531</w:t>
      </w:r>
      <w:r>
        <w:tab/>
        <w:t>3.038e0</w:t>
      </w:r>
    </w:p>
    <w:p w:rsidR="005B3ED9" w:rsidRDefault="005B3ED9" w:rsidP="005B3ED9">
      <w:r>
        <w:t>558.2845</w:t>
      </w:r>
      <w:r>
        <w:tab/>
        <w:t>1.013e0</w:t>
      </w:r>
    </w:p>
    <w:p w:rsidR="005B3ED9" w:rsidRDefault="005B3ED9" w:rsidP="005B3ED9">
      <w:r>
        <w:t>558.2897</w:t>
      </w:r>
      <w:r>
        <w:tab/>
        <w:t>2.025e0</w:t>
      </w:r>
    </w:p>
    <w:p w:rsidR="005B3ED9" w:rsidRDefault="005B3ED9" w:rsidP="005B3ED9">
      <w:r>
        <w:t>558.3003</w:t>
      </w:r>
      <w:r>
        <w:tab/>
        <w:t>3.038e0</w:t>
      </w:r>
    </w:p>
    <w:p w:rsidR="005B3ED9" w:rsidRDefault="005B3ED9" w:rsidP="005B3ED9">
      <w:r>
        <w:t>558.3680</w:t>
      </w:r>
      <w:r>
        <w:tab/>
        <w:t>1.013e0</w:t>
      </w:r>
    </w:p>
    <w:p w:rsidR="005B3ED9" w:rsidRDefault="005B3ED9" w:rsidP="005B3ED9">
      <w:r>
        <w:t>558.4288</w:t>
      </w:r>
      <w:r>
        <w:tab/>
        <w:t>2.025e0</w:t>
      </w:r>
    </w:p>
    <w:p w:rsidR="005B3ED9" w:rsidRDefault="005B3ED9" w:rsidP="005B3ED9">
      <w:r>
        <w:t>558.4418</w:t>
      </w:r>
      <w:r>
        <w:tab/>
        <w:t>2.025e0</w:t>
      </w:r>
    </w:p>
    <w:p w:rsidR="005B3ED9" w:rsidRDefault="005B3ED9" w:rsidP="005B3ED9">
      <w:r>
        <w:t>558.4785</w:t>
      </w:r>
      <w:r>
        <w:tab/>
        <w:t>1.013e0</w:t>
      </w:r>
    </w:p>
    <w:p w:rsidR="005B3ED9" w:rsidRDefault="005B3ED9" w:rsidP="005B3ED9">
      <w:r>
        <w:t>558.5060</w:t>
      </w:r>
      <w:r>
        <w:tab/>
        <w:t>3.038e0</w:t>
      </w:r>
    </w:p>
    <w:p w:rsidR="005B3ED9" w:rsidRDefault="005B3ED9" w:rsidP="005B3ED9">
      <w:r>
        <w:t>558.6771</w:t>
      </w:r>
      <w:r>
        <w:tab/>
        <w:t>2.025e0</w:t>
      </w:r>
    </w:p>
    <w:p w:rsidR="005B3ED9" w:rsidRDefault="005B3ED9" w:rsidP="005B3ED9">
      <w:r>
        <w:t>558.7312</w:t>
      </w:r>
      <w:r>
        <w:tab/>
        <w:t>1.013e0</w:t>
      </w:r>
    </w:p>
    <w:p w:rsidR="005B3ED9" w:rsidRDefault="005B3ED9" w:rsidP="005B3ED9">
      <w:r>
        <w:t>558.7391</w:t>
      </w:r>
      <w:r>
        <w:tab/>
        <w:t>2.025e0</w:t>
      </w:r>
    </w:p>
    <w:p w:rsidR="005B3ED9" w:rsidRDefault="005B3ED9" w:rsidP="005B3ED9">
      <w:r>
        <w:t>558.7462</w:t>
      </w:r>
      <w:r>
        <w:tab/>
        <w:t>2.025e0</w:t>
      </w:r>
    </w:p>
    <w:p w:rsidR="005B3ED9" w:rsidRDefault="005B3ED9" w:rsidP="005B3ED9">
      <w:r>
        <w:t>558.7942</w:t>
      </w:r>
      <w:r>
        <w:tab/>
        <w:t>1.013e0</w:t>
      </w:r>
    </w:p>
    <w:p w:rsidR="005B3ED9" w:rsidRDefault="005B3ED9" w:rsidP="005B3ED9">
      <w:r>
        <w:t>558.8024</w:t>
      </w:r>
      <w:r>
        <w:tab/>
        <w:t>1.013e0</w:t>
      </w:r>
    </w:p>
    <w:p w:rsidR="005B3ED9" w:rsidRDefault="005B3ED9" w:rsidP="005B3ED9">
      <w:r>
        <w:t>558.8319</w:t>
      </w:r>
      <w:r>
        <w:tab/>
        <w:t>3.038e0</w:t>
      </w:r>
    </w:p>
    <w:p w:rsidR="005B3ED9" w:rsidRDefault="005B3ED9" w:rsidP="005B3ED9">
      <w:r>
        <w:t>558.8808</w:t>
      </w:r>
      <w:r>
        <w:tab/>
        <w:t>1.013e0</w:t>
      </w:r>
    </w:p>
    <w:p w:rsidR="005B3ED9" w:rsidRDefault="005B3ED9" w:rsidP="005B3ED9">
      <w:r>
        <w:t>558.9193</w:t>
      </w:r>
      <w:r>
        <w:tab/>
        <w:t>1.013e0</w:t>
      </w:r>
    </w:p>
    <w:p w:rsidR="005B3ED9" w:rsidRDefault="005B3ED9" w:rsidP="005B3ED9">
      <w:r>
        <w:lastRenderedPageBreak/>
        <w:t>558.9265</w:t>
      </w:r>
      <w:r>
        <w:tab/>
        <w:t>3.038e0</w:t>
      </w:r>
    </w:p>
    <w:p w:rsidR="005B3ED9" w:rsidRDefault="005B3ED9" w:rsidP="005B3ED9">
      <w:r>
        <w:t>558.9653</w:t>
      </w:r>
      <w:r>
        <w:tab/>
        <w:t>1.013e0</w:t>
      </w:r>
    </w:p>
    <w:p w:rsidR="005B3ED9" w:rsidRDefault="005B3ED9" w:rsidP="005B3ED9">
      <w:r>
        <w:t>559.0059</w:t>
      </w:r>
      <w:r>
        <w:tab/>
        <w:t>1.013e0</w:t>
      </w:r>
    </w:p>
    <w:p w:rsidR="005B3ED9" w:rsidRDefault="005B3ED9" w:rsidP="005B3ED9">
      <w:r>
        <w:t>559.0732</w:t>
      </w:r>
      <w:r>
        <w:tab/>
        <w:t>1.013e0</w:t>
      </w:r>
    </w:p>
    <w:p w:rsidR="005B3ED9" w:rsidRDefault="005B3ED9" w:rsidP="005B3ED9">
      <w:r>
        <w:t>559.1653</w:t>
      </w:r>
      <w:r>
        <w:tab/>
        <w:t>1.013e0</w:t>
      </w:r>
    </w:p>
    <w:p w:rsidR="005B3ED9" w:rsidRDefault="005B3ED9" w:rsidP="005B3ED9">
      <w:r>
        <w:t>559.1984</w:t>
      </w:r>
      <w:r>
        <w:tab/>
        <w:t>1.013e0</w:t>
      </w:r>
    </w:p>
    <w:p w:rsidR="005B3ED9" w:rsidRDefault="005B3ED9" w:rsidP="005B3ED9">
      <w:r>
        <w:t>559.2021</w:t>
      </w:r>
      <w:r>
        <w:tab/>
        <w:t>1.013e0</w:t>
      </w:r>
    </w:p>
    <w:p w:rsidR="005B3ED9" w:rsidRDefault="005B3ED9" w:rsidP="005B3ED9">
      <w:r>
        <w:t>559.2367</w:t>
      </w:r>
      <w:r>
        <w:tab/>
        <w:t>1.013e0</w:t>
      </w:r>
    </w:p>
    <w:p w:rsidR="005B3ED9" w:rsidRDefault="005B3ED9" w:rsidP="005B3ED9">
      <w:r>
        <w:t>559.2466</w:t>
      </w:r>
      <w:r>
        <w:tab/>
        <w:t>1.013e0</w:t>
      </w:r>
    </w:p>
    <w:p w:rsidR="005B3ED9" w:rsidRDefault="005B3ED9" w:rsidP="005B3ED9">
      <w:r>
        <w:t>559.2549</w:t>
      </w:r>
      <w:r>
        <w:tab/>
        <w:t>2.025e0</w:t>
      </w:r>
    </w:p>
    <w:p w:rsidR="005B3ED9" w:rsidRDefault="005B3ED9" w:rsidP="005B3ED9">
      <w:r>
        <w:t>559.3099</w:t>
      </w:r>
      <w:r>
        <w:tab/>
        <w:t>2.025e0</w:t>
      </w:r>
    </w:p>
    <w:p w:rsidR="005B3ED9" w:rsidRDefault="005B3ED9" w:rsidP="005B3ED9">
      <w:r>
        <w:t>559.3140</w:t>
      </w:r>
      <w:r>
        <w:tab/>
        <w:t>1.013e0</w:t>
      </w:r>
    </w:p>
    <w:p w:rsidR="005B3ED9" w:rsidRDefault="005B3ED9" w:rsidP="005B3ED9">
      <w:r>
        <w:t>559.3910</w:t>
      </w:r>
      <w:r>
        <w:tab/>
        <w:t>1.013e0</w:t>
      </w:r>
    </w:p>
    <w:p w:rsidR="005B3ED9" w:rsidRDefault="005B3ED9" w:rsidP="005B3ED9">
      <w:r>
        <w:t>559.4019</w:t>
      </w:r>
      <w:r>
        <w:tab/>
        <w:t>1.013e0</w:t>
      </w:r>
    </w:p>
    <w:p w:rsidR="005B3ED9" w:rsidRDefault="005B3ED9" w:rsidP="005B3ED9">
      <w:r>
        <w:t>559.4489</w:t>
      </w:r>
      <w:r>
        <w:tab/>
        <w:t>1.013e0</w:t>
      </w:r>
    </w:p>
    <w:p w:rsidR="005B3ED9" w:rsidRDefault="005B3ED9" w:rsidP="005B3ED9">
      <w:r>
        <w:t>559.4731</w:t>
      </w:r>
      <w:r>
        <w:tab/>
        <w:t>1.013e0</w:t>
      </w:r>
    </w:p>
    <w:p w:rsidR="005B3ED9" w:rsidRDefault="005B3ED9" w:rsidP="005B3ED9">
      <w:r>
        <w:t>559.5547</w:t>
      </w:r>
      <w:r>
        <w:tab/>
        <w:t>1.013e0</w:t>
      </w:r>
    </w:p>
    <w:p w:rsidR="005B3ED9" w:rsidRDefault="005B3ED9" w:rsidP="005B3ED9">
      <w:r>
        <w:t>559.5627</w:t>
      </w:r>
      <w:r>
        <w:tab/>
        <w:t>2.025e0</w:t>
      </w:r>
    </w:p>
    <w:p w:rsidR="005B3ED9" w:rsidRDefault="005B3ED9" w:rsidP="005B3ED9">
      <w:r>
        <w:t>559.6800</w:t>
      </w:r>
      <w:r>
        <w:tab/>
        <w:t>1.013e0</w:t>
      </w:r>
    </w:p>
    <w:p w:rsidR="005B3ED9" w:rsidRDefault="005B3ED9" w:rsidP="005B3ED9">
      <w:r>
        <w:lastRenderedPageBreak/>
        <w:t>559.7571</w:t>
      </w:r>
      <w:r>
        <w:tab/>
        <w:t>1.013e0</w:t>
      </w:r>
    </w:p>
    <w:p w:rsidR="005B3ED9" w:rsidRDefault="005B3ED9" w:rsidP="005B3ED9">
      <w:r>
        <w:t>559.7809</w:t>
      </w:r>
      <w:r>
        <w:tab/>
        <w:t>1.013e0</w:t>
      </w:r>
    </w:p>
    <w:p w:rsidR="005B3ED9" w:rsidRDefault="005B3ED9" w:rsidP="005B3ED9">
      <w:r>
        <w:t>559.8053</w:t>
      </w:r>
      <w:r>
        <w:tab/>
        <w:t>1.013e0</w:t>
      </w:r>
    </w:p>
    <w:p w:rsidR="005B3ED9" w:rsidRDefault="005B3ED9" w:rsidP="005B3ED9">
      <w:r>
        <w:t>559.8149</w:t>
      </w:r>
      <w:r>
        <w:tab/>
        <w:t>1.013e0</w:t>
      </w:r>
    </w:p>
    <w:p w:rsidR="005B3ED9" w:rsidRDefault="005B3ED9" w:rsidP="005B3ED9">
      <w:r>
        <w:t>559.8632</w:t>
      </w:r>
      <w:r>
        <w:tab/>
        <w:t>1.013e0</w:t>
      </w:r>
    </w:p>
    <w:p w:rsidR="005B3ED9" w:rsidRDefault="005B3ED9" w:rsidP="005B3ED9">
      <w:r>
        <w:t>559.8920</w:t>
      </w:r>
      <w:r>
        <w:tab/>
        <w:t>1.013e0</w:t>
      </w:r>
    </w:p>
    <w:p w:rsidR="005B3ED9" w:rsidRDefault="005B3ED9" w:rsidP="005B3ED9">
      <w:r>
        <w:t>559.9072</w:t>
      </w:r>
      <w:r>
        <w:tab/>
        <w:t>1.013e0</w:t>
      </w:r>
    </w:p>
    <w:p w:rsidR="005B3ED9" w:rsidRDefault="005B3ED9" w:rsidP="005B3ED9">
      <w:r>
        <w:t>560.0656</w:t>
      </w:r>
      <w:r>
        <w:tab/>
        <w:t>1.013e0</w:t>
      </w:r>
    </w:p>
    <w:p w:rsidR="005B3ED9" w:rsidRDefault="005B3ED9" w:rsidP="005B3ED9">
      <w:r>
        <w:t>560.1256</w:t>
      </w:r>
      <w:r>
        <w:tab/>
        <w:t>1.013e0</w:t>
      </w:r>
    </w:p>
    <w:p w:rsidR="005B3ED9" w:rsidRDefault="005B3ED9" w:rsidP="005B3ED9">
      <w:r>
        <w:t>560.1395</w:t>
      </w:r>
      <w:r>
        <w:tab/>
        <w:t>6.076e0</w:t>
      </w:r>
    </w:p>
    <w:p w:rsidR="005B3ED9" w:rsidRDefault="005B3ED9" w:rsidP="005B3ED9">
      <w:r>
        <w:t>560.1438</w:t>
      </w:r>
      <w:r>
        <w:tab/>
        <w:t>1.013e0</w:t>
      </w:r>
    </w:p>
    <w:p w:rsidR="005B3ED9" w:rsidRDefault="005B3ED9" w:rsidP="005B3ED9">
      <w:r>
        <w:t>560.1599</w:t>
      </w:r>
      <w:r>
        <w:tab/>
        <w:t>1.013e0</w:t>
      </w:r>
    </w:p>
    <w:p w:rsidR="005B3ED9" w:rsidRDefault="005B3ED9" w:rsidP="005B3ED9">
      <w:r>
        <w:t>560.2969</w:t>
      </w:r>
      <w:r>
        <w:tab/>
        <w:t>1.013e0</w:t>
      </w:r>
    </w:p>
    <w:p w:rsidR="005B3ED9" w:rsidRDefault="005B3ED9" w:rsidP="005B3ED9">
      <w:r>
        <w:t>560.3046</w:t>
      </w:r>
      <w:r>
        <w:tab/>
        <w:t>1.013e0</w:t>
      </w:r>
    </w:p>
    <w:p w:rsidR="005B3ED9" w:rsidRDefault="005B3ED9" w:rsidP="005B3ED9">
      <w:r>
        <w:t>560.3163</w:t>
      </w:r>
      <w:r>
        <w:tab/>
        <w:t>1.013e0</w:t>
      </w:r>
    </w:p>
    <w:p w:rsidR="005B3ED9" w:rsidRDefault="005B3ED9" w:rsidP="005B3ED9">
      <w:r>
        <w:t>560.3453</w:t>
      </w:r>
      <w:r>
        <w:tab/>
        <w:t>1.013e0</w:t>
      </w:r>
    </w:p>
    <w:p w:rsidR="005B3ED9" w:rsidRDefault="005B3ED9" w:rsidP="005B3ED9">
      <w:r>
        <w:t>560.3935</w:t>
      </w:r>
      <w:r>
        <w:tab/>
        <w:t>1.013e0</w:t>
      </w:r>
    </w:p>
    <w:p w:rsidR="005B3ED9" w:rsidRDefault="005B3ED9" w:rsidP="005B3ED9">
      <w:r>
        <w:t>560.4803</w:t>
      </w:r>
      <w:r>
        <w:tab/>
        <w:t>1.013e0</w:t>
      </w:r>
    </w:p>
    <w:p w:rsidR="005B3ED9" w:rsidRDefault="005B3ED9" w:rsidP="005B3ED9">
      <w:r>
        <w:t>560.5092</w:t>
      </w:r>
      <w:r>
        <w:tab/>
        <w:t>2.025e0</w:t>
      </w:r>
    </w:p>
    <w:p w:rsidR="005B3ED9" w:rsidRDefault="005B3ED9" w:rsidP="005B3ED9">
      <w:r>
        <w:lastRenderedPageBreak/>
        <w:t>560.5286</w:t>
      </w:r>
      <w:r>
        <w:tab/>
        <w:t>1.013e0</w:t>
      </w:r>
    </w:p>
    <w:p w:rsidR="005B3ED9" w:rsidRDefault="005B3ED9" w:rsidP="005B3ED9">
      <w:r>
        <w:t>560.6251</w:t>
      </w:r>
      <w:r>
        <w:tab/>
        <w:t>1.013e0</w:t>
      </w:r>
    </w:p>
    <w:p w:rsidR="005B3ED9" w:rsidRDefault="005B3ED9" w:rsidP="005B3ED9">
      <w:r>
        <w:t>560.7387</w:t>
      </w:r>
      <w:r>
        <w:tab/>
        <w:t>1.013e0</w:t>
      </w:r>
    </w:p>
    <w:p w:rsidR="005B3ED9" w:rsidRDefault="005B3ED9" w:rsidP="005B3ED9">
      <w:r>
        <w:t>560.7891</w:t>
      </w:r>
      <w:r>
        <w:tab/>
        <w:t>1.013e0</w:t>
      </w:r>
    </w:p>
    <w:p w:rsidR="005B3ED9" w:rsidRDefault="005B3ED9" w:rsidP="005B3ED9">
      <w:r>
        <w:t>560.8278</w:t>
      </w:r>
      <w:r>
        <w:tab/>
        <w:t>1.013e0</w:t>
      </w:r>
    </w:p>
    <w:p w:rsidR="005B3ED9" w:rsidRDefault="005B3ED9" w:rsidP="005B3ED9">
      <w:r>
        <w:t>560.8652</w:t>
      </w:r>
      <w:r>
        <w:tab/>
        <w:t>1.013e0</w:t>
      </w:r>
    </w:p>
    <w:p w:rsidR="005B3ED9" w:rsidRDefault="005B3ED9" w:rsidP="005B3ED9">
      <w:r>
        <w:t>560.8760</w:t>
      </w:r>
      <w:r>
        <w:tab/>
        <w:t>1.013e0</w:t>
      </w:r>
    </w:p>
    <w:p w:rsidR="005B3ED9" w:rsidRDefault="005B3ED9" w:rsidP="005B3ED9">
      <w:r>
        <w:t>561.0729</w:t>
      </w:r>
      <w:r>
        <w:tab/>
        <w:t>2.025e0</w:t>
      </w:r>
    </w:p>
    <w:p w:rsidR="005B3ED9" w:rsidRDefault="005B3ED9" w:rsidP="005B3ED9">
      <w:r>
        <w:t>561.0884</w:t>
      </w:r>
      <w:r>
        <w:tab/>
        <w:t>1.013e0</w:t>
      </w:r>
    </w:p>
    <w:p w:rsidR="005B3ED9" w:rsidRDefault="005B3ED9" w:rsidP="005B3ED9">
      <w:r>
        <w:t>561.1464</w:t>
      </w:r>
      <w:r>
        <w:tab/>
        <w:t>3.038e0</w:t>
      </w:r>
    </w:p>
    <w:p w:rsidR="005B3ED9" w:rsidRDefault="005B3ED9" w:rsidP="005B3ED9">
      <w:r>
        <w:t>561.1752</w:t>
      </w:r>
      <w:r>
        <w:tab/>
        <w:t>2.025e0</w:t>
      </w:r>
    </w:p>
    <w:p w:rsidR="005B3ED9" w:rsidRDefault="005B3ED9" w:rsidP="005B3ED9">
      <w:r>
        <w:t>561.2281</w:t>
      </w:r>
      <w:r>
        <w:tab/>
        <w:t>1.013e0</w:t>
      </w:r>
    </w:p>
    <w:p w:rsidR="005B3ED9" w:rsidRDefault="005B3ED9" w:rsidP="005B3ED9">
      <w:r>
        <w:t>561.2480</w:t>
      </w:r>
      <w:r>
        <w:tab/>
        <w:t>2.025e0</w:t>
      </w:r>
    </w:p>
    <w:p w:rsidR="005B3ED9" w:rsidRDefault="005B3ED9" w:rsidP="005B3ED9">
      <w:r>
        <w:t>561.2527</w:t>
      </w:r>
      <w:r>
        <w:tab/>
        <w:t>1.013e0</w:t>
      </w:r>
    </w:p>
    <w:p w:rsidR="005B3ED9" w:rsidRDefault="005B3ED9" w:rsidP="005B3ED9">
      <w:r>
        <w:t>561.3103</w:t>
      </w:r>
      <w:r>
        <w:tab/>
        <w:t>2.025e0</w:t>
      </w:r>
    </w:p>
    <w:p w:rsidR="005B3ED9" w:rsidRDefault="005B3ED9" w:rsidP="005B3ED9">
      <w:r>
        <w:t>561.3175</w:t>
      </w:r>
      <w:r>
        <w:tab/>
        <w:t>1.013e0</w:t>
      </w:r>
    </w:p>
    <w:p w:rsidR="005B3ED9" w:rsidRDefault="005B3ED9" w:rsidP="005B3ED9">
      <w:r>
        <w:t>561.3281</w:t>
      </w:r>
      <w:r>
        <w:tab/>
        <w:t>2.025e0</w:t>
      </w:r>
    </w:p>
    <w:p w:rsidR="005B3ED9" w:rsidRDefault="005B3ED9" w:rsidP="005B3ED9">
      <w:r>
        <w:t>561.4169</w:t>
      </w:r>
      <w:r>
        <w:tab/>
        <w:t>3.038e0</w:t>
      </w:r>
    </w:p>
    <w:p w:rsidR="005B3ED9" w:rsidRDefault="005B3ED9" w:rsidP="005B3ED9">
      <w:r>
        <w:t>561.4392</w:t>
      </w:r>
      <w:r>
        <w:tab/>
        <w:t>2.025e0</w:t>
      </w:r>
    </w:p>
    <w:p w:rsidR="005B3ED9" w:rsidRDefault="005B3ED9" w:rsidP="005B3ED9">
      <w:r>
        <w:lastRenderedPageBreak/>
        <w:t>561.4807</w:t>
      </w:r>
      <w:r>
        <w:tab/>
        <w:t>1.013e0</w:t>
      </w:r>
    </w:p>
    <w:p w:rsidR="005B3ED9" w:rsidRDefault="005B3ED9" w:rsidP="005B3ED9">
      <w:r>
        <w:t>561.5425</w:t>
      </w:r>
      <w:r>
        <w:tab/>
        <w:t>1.013e0</w:t>
      </w:r>
    </w:p>
    <w:p w:rsidR="005B3ED9" w:rsidRDefault="005B3ED9" w:rsidP="005B3ED9">
      <w:r>
        <w:t>561.6199</w:t>
      </w:r>
      <w:r>
        <w:tab/>
        <w:t>1.013e0</w:t>
      </w:r>
    </w:p>
    <w:p w:rsidR="005B3ED9" w:rsidRDefault="005B3ED9" w:rsidP="005B3ED9">
      <w:r>
        <w:t>561.6438</w:t>
      </w:r>
      <w:r>
        <w:tab/>
        <w:t>2.025e0</w:t>
      </w:r>
    </w:p>
    <w:p w:rsidR="005B3ED9" w:rsidRDefault="005B3ED9" w:rsidP="005B3ED9">
      <w:r>
        <w:t>561.7172</w:t>
      </w:r>
      <w:r>
        <w:tab/>
        <w:t>1.013e0</w:t>
      </w:r>
    </w:p>
    <w:p w:rsidR="005B3ED9" w:rsidRDefault="005B3ED9" w:rsidP="005B3ED9">
      <w:r>
        <w:t>561.7262</w:t>
      </w:r>
      <w:r>
        <w:tab/>
        <w:t>1.013e0</w:t>
      </w:r>
    </w:p>
    <w:p w:rsidR="005B3ED9" w:rsidRDefault="005B3ED9" w:rsidP="005B3ED9">
      <w:r>
        <w:t>561.8326</w:t>
      </w:r>
      <w:r>
        <w:tab/>
        <w:t>1.013e0</w:t>
      </w:r>
    </w:p>
    <w:p w:rsidR="005B3ED9" w:rsidRDefault="005B3ED9" w:rsidP="005B3ED9">
      <w:r>
        <w:t>561.8414</w:t>
      </w:r>
      <w:r>
        <w:tab/>
        <w:t>1.013e0</w:t>
      </w:r>
    </w:p>
    <w:p w:rsidR="005B3ED9" w:rsidRDefault="005B3ED9" w:rsidP="005B3ED9">
      <w:r>
        <w:t>561.9680</w:t>
      </w:r>
      <w:r>
        <w:tab/>
        <w:t>1.013e0</w:t>
      </w:r>
    </w:p>
    <w:p w:rsidR="005B3ED9" w:rsidRDefault="005B3ED9" w:rsidP="005B3ED9">
      <w:r>
        <w:t>562.1517</w:t>
      </w:r>
      <w:r>
        <w:tab/>
        <w:t>1.013e0</w:t>
      </w:r>
    </w:p>
    <w:p w:rsidR="005B3ED9" w:rsidRDefault="005B3ED9" w:rsidP="005B3ED9">
      <w:r>
        <w:t>562.2872</w:t>
      </w:r>
      <w:r>
        <w:tab/>
        <w:t>1.013e0</w:t>
      </w:r>
    </w:p>
    <w:p w:rsidR="005B3ED9" w:rsidRDefault="005B3ED9" w:rsidP="005B3ED9">
      <w:r>
        <w:t>562.3484</w:t>
      </w:r>
      <w:r>
        <w:tab/>
        <w:t>2.025e0</w:t>
      </w:r>
    </w:p>
    <w:p w:rsidR="005B3ED9" w:rsidRDefault="005B3ED9" w:rsidP="005B3ED9">
      <w:r>
        <w:t>562.4711</w:t>
      </w:r>
      <w:r>
        <w:tab/>
        <w:t>1.013e0</w:t>
      </w:r>
    </w:p>
    <w:p w:rsidR="005B3ED9" w:rsidRDefault="005B3ED9" w:rsidP="005B3ED9">
      <w:r>
        <w:t>562.4938</w:t>
      </w:r>
      <w:r>
        <w:tab/>
        <w:t>1.013e0</w:t>
      </w:r>
    </w:p>
    <w:p w:rsidR="005B3ED9" w:rsidRDefault="005B3ED9" w:rsidP="005B3ED9">
      <w:r>
        <w:t>562.5464</w:t>
      </w:r>
      <w:r>
        <w:tab/>
        <w:t>1.013e0</w:t>
      </w:r>
    </w:p>
    <w:p w:rsidR="005B3ED9" w:rsidRDefault="005B3ED9" w:rsidP="005B3ED9">
      <w:r>
        <w:t>562.7809</w:t>
      </w:r>
      <w:r>
        <w:tab/>
        <w:t>1.013e0</w:t>
      </w:r>
    </w:p>
    <w:p w:rsidR="005B3ED9" w:rsidRDefault="005B3ED9" w:rsidP="005B3ED9">
      <w:r>
        <w:t>563.0328</w:t>
      </w:r>
      <w:r>
        <w:tab/>
        <w:t>1.013e0</w:t>
      </w:r>
    </w:p>
    <w:p w:rsidR="005B3ED9" w:rsidRDefault="005B3ED9" w:rsidP="005B3ED9">
      <w:r>
        <w:t>563.0521</w:t>
      </w:r>
      <w:r>
        <w:tab/>
        <w:t>1.013e0</w:t>
      </w:r>
    </w:p>
    <w:p w:rsidR="005B3ED9" w:rsidRDefault="005B3ED9" w:rsidP="005B3ED9">
      <w:r>
        <w:t>563.0813</w:t>
      </w:r>
      <w:r>
        <w:tab/>
        <w:t>1.013e0</w:t>
      </w:r>
    </w:p>
    <w:p w:rsidR="005B3ED9" w:rsidRDefault="005B3ED9" w:rsidP="005B3ED9">
      <w:r>
        <w:lastRenderedPageBreak/>
        <w:t>563.2266</w:t>
      </w:r>
      <w:r>
        <w:tab/>
        <w:t>1.013e0</w:t>
      </w:r>
    </w:p>
    <w:p w:rsidR="005B3ED9" w:rsidRDefault="005B3ED9" w:rsidP="005B3ED9">
      <w:r>
        <w:t>563.2701</w:t>
      </w:r>
      <w:r>
        <w:tab/>
        <w:t>1.013e0</w:t>
      </w:r>
    </w:p>
    <w:p w:rsidR="005B3ED9" w:rsidRDefault="005B3ED9" w:rsidP="005B3ED9">
      <w:r>
        <w:t>563.3828</w:t>
      </w:r>
      <w:r>
        <w:tab/>
        <w:t>3.038e0</w:t>
      </w:r>
    </w:p>
    <w:p w:rsidR="005B3ED9" w:rsidRDefault="005B3ED9" w:rsidP="005B3ED9">
      <w:r>
        <w:t>563.4205</w:t>
      </w:r>
      <w:r>
        <w:tab/>
        <w:t>1.013e0</w:t>
      </w:r>
    </w:p>
    <w:p w:rsidR="005B3ED9" w:rsidRDefault="005B3ED9" w:rsidP="005B3ED9">
      <w:r>
        <w:t>563.5369</w:t>
      </w:r>
      <w:r>
        <w:tab/>
        <w:t>1.013e0</w:t>
      </w:r>
    </w:p>
    <w:p w:rsidR="005B3ED9" w:rsidRDefault="005B3ED9" w:rsidP="005B3ED9">
      <w:r>
        <w:t>563.6047</w:t>
      </w:r>
      <w:r>
        <w:tab/>
        <w:t>1.013e0</w:t>
      </w:r>
    </w:p>
    <w:p w:rsidR="005B3ED9" w:rsidRDefault="005B3ED9" w:rsidP="005B3ED9">
      <w:r>
        <w:t>563.6122</w:t>
      </w:r>
      <w:r>
        <w:tab/>
        <w:t>1.013e0</w:t>
      </w:r>
    </w:p>
    <w:p w:rsidR="005B3ED9" w:rsidRDefault="005B3ED9" w:rsidP="005B3ED9">
      <w:r>
        <w:t>563.6629</w:t>
      </w:r>
      <w:r>
        <w:tab/>
        <w:t>1.013e0</w:t>
      </w:r>
    </w:p>
    <w:p w:rsidR="005B3ED9" w:rsidRDefault="005B3ED9" w:rsidP="005B3ED9">
      <w:r>
        <w:t>563.6674</w:t>
      </w:r>
      <w:r>
        <w:tab/>
        <w:t>1.013e0</w:t>
      </w:r>
    </w:p>
    <w:p w:rsidR="005B3ED9" w:rsidRDefault="005B3ED9" w:rsidP="005B3ED9">
      <w:r>
        <w:t>563.7225</w:t>
      </w:r>
      <w:r>
        <w:tab/>
        <w:t>1.013e0</w:t>
      </w:r>
    </w:p>
    <w:p w:rsidR="005B3ED9" w:rsidRDefault="005B3ED9" w:rsidP="005B3ED9">
      <w:r>
        <w:t>563.7753</w:t>
      </w:r>
      <w:r>
        <w:tab/>
        <w:t>1.013e0</w:t>
      </w:r>
    </w:p>
    <w:p w:rsidR="005B3ED9" w:rsidRDefault="005B3ED9" w:rsidP="005B3ED9">
      <w:r>
        <w:t>563.8161</w:t>
      </w:r>
      <w:r>
        <w:tab/>
        <w:t>2.025e0</w:t>
      </w:r>
    </w:p>
    <w:p w:rsidR="005B3ED9" w:rsidRDefault="005B3ED9" w:rsidP="005B3ED9">
      <w:r>
        <w:t>563.8570</w:t>
      </w:r>
      <w:r>
        <w:tab/>
        <w:t>1.013e0</w:t>
      </w:r>
    </w:p>
    <w:p w:rsidR="005B3ED9" w:rsidRDefault="005B3ED9" w:rsidP="005B3ED9">
      <w:r>
        <w:t>563.8861</w:t>
      </w:r>
      <w:r>
        <w:tab/>
        <w:t>1.013e0</w:t>
      </w:r>
    </w:p>
    <w:p w:rsidR="005B3ED9" w:rsidRDefault="005B3ED9" w:rsidP="005B3ED9">
      <w:r>
        <w:t>564.0168</w:t>
      </w:r>
      <w:r>
        <w:tab/>
        <w:t>2.025e0</w:t>
      </w:r>
    </w:p>
    <w:p w:rsidR="005B3ED9" w:rsidRDefault="005B3ED9" w:rsidP="005B3ED9">
      <w:r>
        <w:t>564.0229</w:t>
      </w:r>
      <w:r>
        <w:tab/>
        <w:t>4.051e0</w:t>
      </w:r>
    </w:p>
    <w:p w:rsidR="005B3ED9" w:rsidRDefault="005B3ED9" w:rsidP="005B3ED9">
      <w:r>
        <w:t>564.2354</w:t>
      </w:r>
      <w:r>
        <w:tab/>
        <w:t>1.013e0</w:t>
      </w:r>
    </w:p>
    <w:p w:rsidR="005B3ED9" w:rsidRDefault="005B3ED9" w:rsidP="005B3ED9">
      <w:r>
        <w:t>564.2743</w:t>
      </w:r>
      <w:r>
        <w:tab/>
        <w:t>2.025e0</w:t>
      </w:r>
    </w:p>
    <w:p w:rsidR="005B3ED9" w:rsidRDefault="005B3ED9" w:rsidP="005B3ED9">
      <w:r>
        <w:t>564.2990</w:t>
      </w:r>
      <w:r>
        <w:tab/>
        <w:t>1.013e0</w:t>
      </w:r>
    </w:p>
    <w:p w:rsidR="005B3ED9" w:rsidRDefault="005B3ED9" w:rsidP="005B3ED9">
      <w:r>
        <w:lastRenderedPageBreak/>
        <w:t>564.3519</w:t>
      </w:r>
      <w:r>
        <w:tab/>
        <w:t>2.025e0</w:t>
      </w:r>
    </w:p>
    <w:p w:rsidR="005B3ED9" w:rsidRDefault="005B3ED9" w:rsidP="005B3ED9">
      <w:r>
        <w:t>564.4806</w:t>
      </w:r>
      <w:r>
        <w:tab/>
        <w:t>1.013e0</w:t>
      </w:r>
    </w:p>
    <w:p w:rsidR="005B3ED9" w:rsidRDefault="005B3ED9" w:rsidP="005B3ED9">
      <w:r>
        <w:t>564.5798</w:t>
      </w:r>
      <w:r>
        <w:tab/>
        <w:t>2.025e0</w:t>
      </w:r>
    </w:p>
    <w:p w:rsidR="005B3ED9" w:rsidRDefault="005B3ED9" w:rsidP="005B3ED9">
      <w:r>
        <w:t>564.5850</w:t>
      </w:r>
      <w:r>
        <w:tab/>
        <w:t>1.013e0</w:t>
      </w:r>
    </w:p>
    <w:p w:rsidR="005B3ED9" w:rsidRDefault="005B3ED9" w:rsidP="005B3ED9">
      <w:r>
        <w:t>564.7113</w:t>
      </w:r>
      <w:r>
        <w:tab/>
        <w:t>1.013e0</w:t>
      </w:r>
    </w:p>
    <w:p w:rsidR="005B3ED9" w:rsidRDefault="005B3ED9" w:rsidP="005B3ED9">
      <w:r>
        <w:t>564.8280</w:t>
      </w:r>
      <w:r>
        <w:tab/>
        <w:t>1.013e0</w:t>
      </w:r>
    </w:p>
    <w:p w:rsidR="005B3ED9" w:rsidRDefault="005B3ED9" w:rsidP="005B3ED9">
      <w:r>
        <w:t>564.8752</w:t>
      </w:r>
      <w:r>
        <w:tab/>
        <w:t>2.025e0</w:t>
      </w:r>
    </w:p>
    <w:p w:rsidR="005B3ED9" w:rsidRDefault="005B3ED9" w:rsidP="005B3ED9">
      <w:r>
        <w:t>564.8779</w:t>
      </w:r>
      <w:r>
        <w:tab/>
        <w:t>1.013e0</w:t>
      </w:r>
    </w:p>
    <w:p w:rsidR="005B3ED9" w:rsidRDefault="005B3ED9" w:rsidP="005B3ED9">
      <w:r>
        <w:t>564.8978</w:t>
      </w:r>
      <w:r>
        <w:tab/>
        <w:t>3.038e0</w:t>
      </w:r>
    </w:p>
    <w:p w:rsidR="005B3ED9" w:rsidRDefault="005B3ED9" w:rsidP="005B3ED9">
      <w:r>
        <w:t>565.0020</w:t>
      </w:r>
      <w:r>
        <w:tab/>
        <w:t>1.013e0</w:t>
      </w:r>
    </w:p>
    <w:p w:rsidR="005B3ED9" w:rsidRDefault="005B3ED9" w:rsidP="005B3ED9">
      <w:r>
        <w:t>565.0223</w:t>
      </w:r>
      <w:r>
        <w:tab/>
        <w:t>2.025e0</w:t>
      </w:r>
    </w:p>
    <w:p w:rsidR="005B3ED9" w:rsidRDefault="005B3ED9" w:rsidP="005B3ED9">
      <w:r>
        <w:t>565.0386</w:t>
      </w:r>
      <w:r>
        <w:tab/>
        <w:t>2.025e0</w:t>
      </w:r>
    </w:p>
    <w:p w:rsidR="005B3ED9" w:rsidRDefault="005B3ED9" w:rsidP="005B3ED9">
      <w:r>
        <w:t>565.0905</w:t>
      </w:r>
      <w:r>
        <w:tab/>
        <w:t>1.013e0</w:t>
      </w:r>
    </w:p>
    <w:p w:rsidR="005B3ED9" w:rsidRDefault="005B3ED9" w:rsidP="005B3ED9">
      <w:r>
        <w:t>565.1240</w:t>
      </w:r>
      <w:r>
        <w:tab/>
        <w:t>2.025e0</w:t>
      </w:r>
    </w:p>
    <w:p w:rsidR="005B3ED9" w:rsidRDefault="005B3ED9" w:rsidP="005B3ED9">
      <w:r>
        <w:t>565.1527</w:t>
      </w:r>
      <w:r>
        <w:tab/>
        <w:t>3.038e0</w:t>
      </w:r>
    </w:p>
    <w:p w:rsidR="005B3ED9" w:rsidRDefault="005B3ED9" w:rsidP="005B3ED9">
      <w:r>
        <w:t>565.1874</w:t>
      </w:r>
      <w:r>
        <w:tab/>
        <w:t>2.652e0</w:t>
      </w:r>
    </w:p>
    <w:p w:rsidR="005B3ED9" w:rsidRDefault="005B3ED9" w:rsidP="005B3ED9">
      <w:r>
        <w:t>565.1974</w:t>
      </w:r>
      <w:r>
        <w:tab/>
        <w:t>1.013e0</w:t>
      </w:r>
    </w:p>
    <w:p w:rsidR="005B3ED9" w:rsidRDefault="005B3ED9" w:rsidP="005B3ED9">
      <w:r>
        <w:t>565.2295</w:t>
      </w:r>
      <w:r>
        <w:tab/>
        <w:t>3.038e0</w:t>
      </w:r>
    </w:p>
    <w:p w:rsidR="005B3ED9" w:rsidRDefault="005B3ED9" w:rsidP="005B3ED9">
      <w:r>
        <w:t>565.3831</w:t>
      </w:r>
      <w:r>
        <w:tab/>
        <w:t>1.013e0</w:t>
      </w:r>
    </w:p>
    <w:p w:rsidR="005B3ED9" w:rsidRDefault="005B3ED9" w:rsidP="005B3ED9">
      <w:r>
        <w:lastRenderedPageBreak/>
        <w:t>565.4820</w:t>
      </w:r>
      <w:r>
        <w:tab/>
        <w:t>2.025e0</w:t>
      </w:r>
    </w:p>
    <w:p w:rsidR="005B3ED9" w:rsidRDefault="005B3ED9" w:rsidP="005B3ED9">
      <w:r>
        <w:t>565.4989</w:t>
      </w:r>
      <w:r>
        <w:tab/>
        <w:t>1.013e0</w:t>
      </w:r>
    </w:p>
    <w:p w:rsidR="005B3ED9" w:rsidRDefault="005B3ED9" w:rsidP="005B3ED9">
      <w:r>
        <w:t>565.5719</w:t>
      </w:r>
      <w:r>
        <w:tab/>
        <w:t>2.025e0</w:t>
      </w:r>
    </w:p>
    <w:p w:rsidR="005B3ED9" w:rsidRDefault="005B3ED9" w:rsidP="005B3ED9">
      <w:r>
        <w:t>565.5807</w:t>
      </w:r>
      <w:r>
        <w:tab/>
        <w:t>1.013e0</w:t>
      </w:r>
    </w:p>
    <w:p w:rsidR="005B3ED9" w:rsidRDefault="005B3ED9" w:rsidP="005B3ED9">
      <w:r>
        <w:t>565.5865</w:t>
      </w:r>
      <w:r>
        <w:tab/>
        <w:t>1.013e0</w:t>
      </w:r>
    </w:p>
    <w:p w:rsidR="005B3ED9" w:rsidRDefault="005B3ED9" w:rsidP="005B3ED9">
      <w:r>
        <w:t>565.6335</w:t>
      </w:r>
      <w:r>
        <w:tab/>
        <w:t>1.013e0</w:t>
      </w:r>
    </w:p>
    <w:p w:rsidR="005B3ED9" w:rsidRDefault="005B3ED9" w:rsidP="005B3ED9">
      <w:r>
        <w:t>565.7619</w:t>
      </w:r>
      <w:r>
        <w:tab/>
        <w:t>1.013e0</w:t>
      </w:r>
    </w:p>
    <w:p w:rsidR="005B3ED9" w:rsidRDefault="005B3ED9" w:rsidP="005B3ED9">
      <w:r>
        <w:t>565.8005</w:t>
      </w:r>
      <w:r>
        <w:tab/>
        <w:t>1.013e0</w:t>
      </w:r>
    </w:p>
    <w:p w:rsidR="005B3ED9" w:rsidRDefault="005B3ED9" w:rsidP="005B3ED9">
      <w:r>
        <w:t>565.9510</w:t>
      </w:r>
      <w:r>
        <w:tab/>
        <w:t>2.025e0</w:t>
      </w:r>
    </w:p>
    <w:p w:rsidR="005B3ED9" w:rsidRDefault="005B3ED9" w:rsidP="005B3ED9">
      <w:r>
        <w:t>565.9598</w:t>
      </w:r>
      <w:r>
        <w:tab/>
        <w:t>1.013e0</w:t>
      </w:r>
    </w:p>
    <w:p w:rsidR="005B3ED9" w:rsidRDefault="005B3ED9" w:rsidP="005B3ED9">
      <w:r>
        <w:t>566.0342</w:t>
      </w:r>
      <w:r>
        <w:tab/>
        <w:t>1.013e0</w:t>
      </w:r>
    </w:p>
    <w:p w:rsidR="005B3ED9" w:rsidRDefault="005B3ED9" w:rsidP="005B3ED9">
      <w:r>
        <w:t>566.0926</w:t>
      </w:r>
      <w:r>
        <w:tab/>
        <w:t>1.013e0</w:t>
      </w:r>
    </w:p>
    <w:p w:rsidR="005B3ED9" w:rsidRDefault="005B3ED9" w:rsidP="005B3ED9">
      <w:r>
        <w:t>566.1316</w:t>
      </w:r>
      <w:r>
        <w:tab/>
        <w:t>1.013e0</w:t>
      </w:r>
    </w:p>
    <w:p w:rsidR="005B3ED9" w:rsidRDefault="005B3ED9" w:rsidP="005B3ED9">
      <w:r>
        <w:t>566.1426</w:t>
      </w:r>
      <w:r>
        <w:tab/>
        <w:t>2.025e0</w:t>
      </w:r>
    </w:p>
    <w:p w:rsidR="005B3ED9" w:rsidRDefault="005B3ED9" w:rsidP="005B3ED9">
      <w:r>
        <w:t>566.2192</w:t>
      </w:r>
      <w:r>
        <w:tab/>
        <w:t>1.013e0</w:t>
      </w:r>
    </w:p>
    <w:p w:rsidR="005B3ED9" w:rsidRDefault="005B3ED9" w:rsidP="005B3ED9">
      <w:r>
        <w:t>566.2296</w:t>
      </w:r>
      <w:r>
        <w:tab/>
        <w:t>2.025e0</w:t>
      </w:r>
    </w:p>
    <w:p w:rsidR="005B3ED9" w:rsidRDefault="005B3ED9" w:rsidP="005B3ED9">
      <w:r>
        <w:t>566.2307</w:t>
      </w:r>
      <w:r>
        <w:tab/>
        <w:t>1.013e0</w:t>
      </w:r>
    </w:p>
    <w:p w:rsidR="005B3ED9" w:rsidRDefault="005B3ED9" w:rsidP="005B3ED9">
      <w:r>
        <w:t>566.3913</w:t>
      </w:r>
      <w:r>
        <w:tab/>
        <w:t>1.013e0</w:t>
      </w:r>
    </w:p>
    <w:p w:rsidR="005B3ED9" w:rsidRDefault="005B3ED9" w:rsidP="005B3ED9">
      <w:r>
        <w:t>566.4335</w:t>
      </w:r>
      <w:r>
        <w:tab/>
        <w:t>1.013e0</w:t>
      </w:r>
    </w:p>
    <w:p w:rsidR="005B3ED9" w:rsidRDefault="005B3ED9" w:rsidP="005B3ED9">
      <w:r>
        <w:lastRenderedPageBreak/>
        <w:t>566.4531</w:t>
      </w:r>
      <w:r>
        <w:tab/>
        <w:t>1.013e0</w:t>
      </w:r>
    </w:p>
    <w:p w:rsidR="005B3ED9" w:rsidRDefault="005B3ED9" w:rsidP="005B3ED9">
      <w:r>
        <w:t>566.4921</w:t>
      </w:r>
      <w:r>
        <w:tab/>
        <w:t>1.013e0</w:t>
      </w:r>
    </w:p>
    <w:p w:rsidR="005B3ED9" w:rsidRDefault="005B3ED9" w:rsidP="005B3ED9">
      <w:r>
        <w:t>566.5212</w:t>
      </w:r>
      <w:r>
        <w:tab/>
        <w:t>1.013e0</w:t>
      </w:r>
    </w:p>
    <w:p w:rsidR="005B3ED9" w:rsidRDefault="005B3ED9" w:rsidP="005B3ED9">
      <w:r>
        <w:t>566.5546</w:t>
      </w:r>
      <w:r>
        <w:tab/>
        <w:t>1.013e0</w:t>
      </w:r>
    </w:p>
    <w:p w:rsidR="005B3ED9" w:rsidRDefault="005B3ED9" w:rsidP="005B3ED9">
      <w:r>
        <w:t>566.5638</w:t>
      </w:r>
      <w:r>
        <w:tab/>
        <w:t>2.025e0</w:t>
      </w:r>
    </w:p>
    <w:p w:rsidR="005B3ED9" w:rsidRDefault="005B3ED9" w:rsidP="005B3ED9">
      <w:r>
        <w:t>566.6073</w:t>
      </w:r>
      <w:r>
        <w:tab/>
        <w:t>1.013e0</w:t>
      </w:r>
    </w:p>
    <w:p w:rsidR="005B3ED9" w:rsidRDefault="005B3ED9" w:rsidP="005B3ED9">
      <w:r>
        <w:t>566.6285</w:t>
      </w:r>
      <w:r>
        <w:tab/>
        <w:t>1.013e0</w:t>
      </w:r>
    </w:p>
    <w:p w:rsidR="005B3ED9" w:rsidRDefault="005B3ED9" w:rsidP="005B3ED9">
      <w:r>
        <w:t>566.6479</w:t>
      </w:r>
      <w:r>
        <w:tab/>
        <w:t>1.013e0</w:t>
      </w:r>
    </w:p>
    <w:p w:rsidR="005B3ED9" w:rsidRDefault="005B3ED9" w:rsidP="005B3ED9">
      <w:r>
        <w:t>566.7650</w:t>
      </w:r>
      <w:r>
        <w:tab/>
        <w:t>1.013e0</w:t>
      </w:r>
    </w:p>
    <w:p w:rsidR="005B3ED9" w:rsidRDefault="005B3ED9" w:rsidP="005B3ED9">
      <w:r>
        <w:t>566.7941</w:t>
      </w:r>
      <w:r>
        <w:tab/>
        <w:t>3.038e0</w:t>
      </w:r>
    </w:p>
    <w:p w:rsidR="005B3ED9" w:rsidRDefault="005B3ED9" w:rsidP="005B3ED9">
      <w:r>
        <w:t>566.8416</w:t>
      </w:r>
      <w:r>
        <w:tab/>
        <w:t>1.013e0</w:t>
      </w:r>
    </w:p>
    <w:p w:rsidR="005B3ED9" w:rsidRDefault="005B3ED9" w:rsidP="005B3ED9">
      <w:r>
        <w:t>566.8599</w:t>
      </w:r>
      <w:r>
        <w:tab/>
        <w:t>1.013e0</w:t>
      </w:r>
    </w:p>
    <w:p w:rsidR="005B3ED9" w:rsidRDefault="005B3ED9" w:rsidP="005B3ED9">
      <w:r>
        <w:t>566.9152</w:t>
      </w:r>
      <w:r>
        <w:tab/>
        <w:t>1.013e0</w:t>
      </w:r>
    </w:p>
    <w:p w:rsidR="005B3ED9" w:rsidRDefault="005B3ED9" w:rsidP="005B3ED9">
      <w:r>
        <w:t>566.9336</w:t>
      </w:r>
      <w:r>
        <w:tab/>
        <w:t>1.013e0</w:t>
      </w:r>
    </w:p>
    <w:p w:rsidR="005B3ED9" w:rsidRDefault="005B3ED9" w:rsidP="005B3ED9">
      <w:r>
        <w:t>566.9700</w:t>
      </w:r>
      <w:r>
        <w:tab/>
        <w:t>1.013e0</w:t>
      </w:r>
    </w:p>
    <w:p w:rsidR="005B3ED9" w:rsidRDefault="005B3ED9" w:rsidP="005B3ED9">
      <w:r>
        <w:t>566.9892</w:t>
      </w:r>
      <w:r>
        <w:tab/>
        <w:t>1.013e0</w:t>
      </w:r>
    </w:p>
    <w:p w:rsidR="005B3ED9" w:rsidRDefault="005B3ED9" w:rsidP="005B3ED9">
      <w:r>
        <w:t>567.0414</w:t>
      </w:r>
      <w:r>
        <w:tab/>
        <w:t>2.025e0</w:t>
      </w:r>
    </w:p>
    <w:p w:rsidR="005B3ED9" w:rsidRDefault="005B3ED9" w:rsidP="005B3ED9">
      <w:r>
        <w:t>567.0598</w:t>
      </w:r>
      <w:r>
        <w:tab/>
        <w:t>1.013e0</w:t>
      </w:r>
    </w:p>
    <w:p w:rsidR="005B3ED9" w:rsidRDefault="005B3ED9" w:rsidP="005B3ED9">
      <w:r>
        <w:t>567.0867</w:t>
      </w:r>
      <w:r>
        <w:tab/>
        <w:t>1.013e0</w:t>
      </w:r>
    </w:p>
    <w:p w:rsidR="005B3ED9" w:rsidRDefault="005B3ED9" w:rsidP="005B3ED9">
      <w:r>
        <w:lastRenderedPageBreak/>
        <w:t>567.1309</w:t>
      </w:r>
      <w:r>
        <w:tab/>
        <w:t>2.025e0</w:t>
      </w:r>
    </w:p>
    <w:p w:rsidR="005B3ED9" w:rsidRDefault="005B3ED9" w:rsidP="005B3ED9">
      <w:r>
        <w:t>567.1840</w:t>
      </w:r>
      <w:r>
        <w:tab/>
        <w:t>1.013e0</w:t>
      </w:r>
    </w:p>
    <w:p w:rsidR="005B3ED9" w:rsidRDefault="005B3ED9" w:rsidP="005B3ED9">
      <w:r>
        <w:t>567.2233</w:t>
      </w:r>
      <w:r>
        <w:tab/>
        <w:t>1.013e0</w:t>
      </w:r>
    </w:p>
    <w:p w:rsidR="005B3ED9" w:rsidRDefault="005B3ED9" w:rsidP="005B3ED9">
      <w:r>
        <w:t>567.2573</w:t>
      </w:r>
      <w:r>
        <w:tab/>
        <w:t>2.025e0</w:t>
      </w:r>
    </w:p>
    <w:p w:rsidR="005B3ED9" w:rsidRDefault="005B3ED9" w:rsidP="005B3ED9">
      <w:r>
        <w:t>567.2623</w:t>
      </w:r>
      <w:r>
        <w:tab/>
        <w:t>1.013e0</w:t>
      </w:r>
    </w:p>
    <w:p w:rsidR="005B3ED9" w:rsidRDefault="005B3ED9" w:rsidP="005B3ED9">
      <w:r>
        <w:t>567.3238</w:t>
      </w:r>
      <w:r>
        <w:tab/>
        <w:t>2.025e0</w:t>
      </w:r>
    </w:p>
    <w:p w:rsidR="005B3ED9" w:rsidRDefault="005B3ED9" w:rsidP="005B3ED9">
      <w:r>
        <w:t>567.3285</w:t>
      </w:r>
      <w:r>
        <w:tab/>
        <w:t>1.013e0</w:t>
      </w:r>
    </w:p>
    <w:p w:rsidR="005B3ED9" w:rsidRDefault="005B3ED9" w:rsidP="005B3ED9">
      <w:r>
        <w:t>567.3686</w:t>
      </w:r>
      <w:r>
        <w:tab/>
        <w:t>2.025e0</w:t>
      </w:r>
    </w:p>
    <w:p w:rsidR="005B3ED9" w:rsidRDefault="005B3ED9" w:rsidP="005B3ED9">
      <w:r>
        <w:t>567.3837</w:t>
      </w:r>
      <w:r>
        <w:tab/>
        <w:t>1.013e0</w:t>
      </w:r>
    </w:p>
    <w:p w:rsidR="005B3ED9" w:rsidRDefault="005B3ED9" w:rsidP="005B3ED9">
      <w:r>
        <w:t>567.3892</w:t>
      </w:r>
      <w:r>
        <w:tab/>
        <w:t>1.013e0</w:t>
      </w:r>
    </w:p>
    <w:p w:rsidR="005B3ED9" w:rsidRDefault="005B3ED9" w:rsidP="005B3ED9">
      <w:r>
        <w:t>567.4477</w:t>
      </w:r>
      <w:r>
        <w:tab/>
        <w:t>1.013e0</w:t>
      </w:r>
    </w:p>
    <w:p w:rsidR="005B3ED9" w:rsidRDefault="005B3ED9" w:rsidP="005B3ED9">
      <w:r>
        <w:t>567.5284</w:t>
      </w:r>
      <w:r>
        <w:tab/>
        <w:t>1.013e0</w:t>
      </w:r>
    </w:p>
    <w:p w:rsidR="005B3ED9" w:rsidRDefault="005B3ED9" w:rsidP="005B3ED9">
      <w:r>
        <w:t>567.5746</w:t>
      </w:r>
      <w:r>
        <w:tab/>
        <w:t>1.013e0</w:t>
      </w:r>
    </w:p>
    <w:p w:rsidR="005B3ED9" w:rsidRDefault="005B3ED9" w:rsidP="005B3ED9">
      <w:r>
        <w:t>567.5941</w:t>
      </w:r>
      <w:r>
        <w:tab/>
        <w:t>1.013e0</w:t>
      </w:r>
    </w:p>
    <w:p w:rsidR="005B3ED9" w:rsidRDefault="005B3ED9" w:rsidP="005B3ED9">
      <w:r>
        <w:t>567.7407</w:t>
      </w:r>
      <w:r>
        <w:tab/>
        <w:t>1.013e0</w:t>
      </w:r>
    </w:p>
    <w:p w:rsidR="005B3ED9" w:rsidRDefault="005B3ED9" w:rsidP="005B3ED9">
      <w:r>
        <w:t>567.7504</w:t>
      </w:r>
      <w:r>
        <w:tab/>
        <w:t>1.013e0</w:t>
      </w:r>
    </w:p>
    <w:p w:rsidR="005B3ED9" w:rsidRDefault="005B3ED9" w:rsidP="005B3ED9">
      <w:r>
        <w:t>567.8430</w:t>
      </w:r>
      <w:r>
        <w:tab/>
        <w:t>2.025e0</w:t>
      </w:r>
    </w:p>
    <w:p w:rsidR="005B3ED9" w:rsidRDefault="005B3ED9" w:rsidP="005B3ED9">
      <w:r>
        <w:t>567.8869</w:t>
      </w:r>
      <w:r>
        <w:tab/>
        <w:t>1.013e0</w:t>
      </w:r>
    </w:p>
    <w:p w:rsidR="005B3ED9" w:rsidRDefault="005B3ED9" w:rsidP="005B3ED9">
      <w:r>
        <w:t>567.9750</w:t>
      </w:r>
      <w:r>
        <w:tab/>
        <w:t>1.013e0</w:t>
      </w:r>
    </w:p>
    <w:p w:rsidR="005B3ED9" w:rsidRDefault="005B3ED9" w:rsidP="005B3ED9">
      <w:r>
        <w:lastRenderedPageBreak/>
        <w:t>567.9864</w:t>
      </w:r>
      <w:r>
        <w:tab/>
        <w:t>2.025e0</w:t>
      </w:r>
    </w:p>
    <w:p w:rsidR="005B3ED9" w:rsidRDefault="005B3ED9" w:rsidP="005B3ED9">
      <w:r>
        <w:t>568.0825</w:t>
      </w:r>
      <w:r>
        <w:tab/>
        <w:t>1.013e0</w:t>
      </w:r>
    </w:p>
    <w:p w:rsidR="005B3ED9" w:rsidRDefault="005B3ED9" w:rsidP="005B3ED9">
      <w:r>
        <w:t>568.1021</w:t>
      </w:r>
      <w:r>
        <w:tab/>
        <w:t>2.025e0</w:t>
      </w:r>
    </w:p>
    <w:p w:rsidR="005B3ED9" w:rsidRDefault="005B3ED9" w:rsidP="005B3ED9">
      <w:r>
        <w:t>568.1509</w:t>
      </w:r>
      <w:r>
        <w:tab/>
        <w:t>1.013e0</w:t>
      </w:r>
    </w:p>
    <w:p w:rsidR="005B3ED9" w:rsidRDefault="005B3ED9" w:rsidP="005B3ED9">
      <w:r>
        <w:t>568.1628</w:t>
      </w:r>
      <w:r>
        <w:tab/>
        <w:t>4.051e0</w:t>
      </w:r>
    </w:p>
    <w:p w:rsidR="005B3ED9" w:rsidRDefault="005B3ED9" w:rsidP="005B3ED9">
      <w:r>
        <w:t>568.2583</w:t>
      </w:r>
      <w:r>
        <w:tab/>
        <w:t>1.013e0</w:t>
      </w:r>
    </w:p>
    <w:p w:rsidR="005B3ED9" w:rsidRDefault="005B3ED9" w:rsidP="005B3ED9">
      <w:r>
        <w:t>568.3465</w:t>
      </w:r>
      <w:r>
        <w:tab/>
        <w:t>2.025e0</w:t>
      </w:r>
    </w:p>
    <w:p w:rsidR="005B3ED9" w:rsidRDefault="005B3ED9" w:rsidP="005B3ED9">
      <w:r>
        <w:t>568.3644</w:t>
      </w:r>
      <w:r>
        <w:tab/>
        <w:t>4.051e0</w:t>
      </w:r>
    </w:p>
    <w:p w:rsidR="005B3ED9" w:rsidRDefault="005B3ED9" w:rsidP="005B3ED9">
      <w:r>
        <w:t>568.3656</w:t>
      </w:r>
      <w:r>
        <w:tab/>
        <w:t>2.025e0</w:t>
      </w:r>
    </w:p>
    <w:p w:rsidR="005B3ED9" w:rsidRDefault="005B3ED9" w:rsidP="005B3ED9">
      <w:r>
        <w:t>568.3735</w:t>
      </w:r>
      <w:r>
        <w:tab/>
        <w:t>1.013e0</w:t>
      </w:r>
    </w:p>
    <w:p w:rsidR="005B3ED9" w:rsidRDefault="005B3ED9" w:rsidP="005B3ED9">
      <w:r>
        <w:t>568.4136</w:t>
      </w:r>
      <w:r>
        <w:tab/>
        <w:t>2.025e0</w:t>
      </w:r>
    </w:p>
    <w:p w:rsidR="005B3ED9" w:rsidRDefault="005B3ED9" w:rsidP="005B3ED9">
      <w:r>
        <w:t>568.4343</w:t>
      </w:r>
      <w:r>
        <w:tab/>
        <w:t>1.013e0</w:t>
      </w:r>
    </w:p>
    <w:p w:rsidR="005B3ED9" w:rsidRDefault="005B3ED9" w:rsidP="005B3ED9">
      <w:r>
        <w:t>568.5418</w:t>
      </w:r>
      <w:r>
        <w:tab/>
        <w:t>1.013e0</w:t>
      </w:r>
    </w:p>
    <w:p w:rsidR="005B3ED9" w:rsidRDefault="005B3ED9" w:rsidP="005B3ED9">
      <w:r>
        <w:t>568.6396</w:t>
      </w:r>
      <w:r>
        <w:tab/>
        <w:t>1.013e0</w:t>
      </w:r>
    </w:p>
    <w:p w:rsidR="005B3ED9" w:rsidRDefault="005B3ED9" w:rsidP="005B3ED9">
      <w:r>
        <w:t>568.7156</w:t>
      </w:r>
      <w:r>
        <w:tab/>
        <w:t>1.013e0</w:t>
      </w:r>
    </w:p>
    <w:p w:rsidR="005B3ED9" w:rsidRDefault="005B3ED9" w:rsidP="005B3ED9">
      <w:r>
        <w:t>568.7276</w:t>
      </w:r>
      <w:r>
        <w:tab/>
        <w:t>1.013e0</w:t>
      </w:r>
    </w:p>
    <w:p w:rsidR="005B3ED9" w:rsidRDefault="005B3ED9" w:rsidP="005B3ED9">
      <w:r>
        <w:t>568.7759</w:t>
      </w:r>
      <w:r>
        <w:tab/>
        <w:t>2.025e0</w:t>
      </w:r>
    </w:p>
    <w:p w:rsidR="005B3ED9" w:rsidRDefault="005B3ED9" w:rsidP="005B3ED9">
      <w:r>
        <w:t>568.8076</w:t>
      </w:r>
      <w:r>
        <w:tab/>
        <w:t>1.013e0</w:t>
      </w:r>
    </w:p>
    <w:p w:rsidR="005B3ED9" w:rsidRDefault="005B3ED9" w:rsidP="005B3ED9">
      <w:r>
        <w:t>568.8743</w:t>
      </w:r>
      <w:r>
        <w:tab/>
        <w:t>1.013e0</w:t>
      </w:r>
    </w:p>
    <w:p w:rsidR="005B3ED9" w:rsidRDefault="005B3ED9" w:rsidP="005B3ED9">
      <w:r>
        <w:lastRenderedPageBreak/>
        <w:t>568.9317</w:t>
      </w:r>
      <w:r>
        <w:tab/>
        <w:t>2.025e0</w:t>
      </w:r>
    </w:p>
    <w:p w:rsidR="005B3ED9" w:rsidRDefault="005B3ED9" w:rsidP="005B3ED9">
      <w:r>
        <w:t>568.9819</w:t>
      </w:r>
      <w:r>
        <w:tab/>
        <w:t>1.013e0</w:t>
      </w:r>
    </w:p>
    <w:p w:rsidR="005B3ED9" w:rsidRDefault="005B3ED9" w:rsidP="005B3ED9">
      <w:r>
        <w:t>568.9918</w:t>
      </w:r>
      <w:r>
        <w:tab/>
        <w:t>1.013e0</w:t>
      </w:r>
    </w:p>
    <w:p w:rsidR="005B3ED9" w:rsidRDefault="005B3ED9" w:rsidP="005B3ED9">
      <w:r>
        <w:t>569.0309</w:t>
      </w:r>
      <w:r>
        <w:tab/>
        <w:t>1.013e0</w:t>
      </w:r>
    </w:p>
    <w:p w:rsidR="005B3ED9" w:rsidRDefault="005B3ED9" w:rsidP="005B3ED9">
      <w:r>
        <w:t>569.1131</w:t>
      </w:r>
      <w:r>
        <w:tab/>
        <w:t>1.013e0</w:t>
      </w:r>
    </w:p>
    <w:p w:rsidR="005B3ED9" w:rsidRDefault="005B3ED9" w:rsidP="005B3ED9">
      <w:r>
        <w:t>569.1315</w:t>
      </w:r>
      <w:r>
        <w:tab/>
        <w:t>1.013e0</w:t>
      </w:r>
    </w:p>
    <w:p w:rsidR="005B3ED9" w:rsidRDefault="005B3ED9" w:rsidP="005B3ED9">
      <w:r>
        <w:t>569.1386</w:t>
      </w:r>
      <w:r>
        <w:tab/>
        <w:t>1.013e0</w:t>
      </w:r>
    </w:p>
    <w:p w:rsidR="005B3ED9" w:rsidRDefault="005B3ED9" w:rsidP="005B3ED9">
      <w:r>
        <w:t>569.2383</w:t>
      </w:r>
      <w:r>
        <w:tab/>
        <w:t>2.025e0</w:t>
      </w:r>
    </w:p>
    <w:p w:rsidR="005B3ED9" w:rsidRDefault="005B3ED9" w:rsidP="005B3ED9">
      <w:r>
        <w:t>569.2463</w:t>
      </w:r>
      <w:r>
        <w:tab/>
        <w:t>1.013e0</w:t>
      </w:r>
    </w:p>
    <w:p w:rsidR="005B3ED9" w:rsidRDefault="005B3ED9" w:rsidP="005B3ED9">
      <w:r>
        <w:t>569.2738</w:t>
      </w:r>
      <w:r>
        <w:tab/>
        <w:t>1.013e0</w:t>
      </w:r>
    </w:p>
    <w:p w:rsidR="005B3ED9" w:rsidRDefault="005B3ED9" w:rsidP="005B3ED9">
      <w:r>
        <w:t>569.3344</w:t>
      </w:r>
      <w:r>
        <w:tab/>
        <w:t>1.013e0</w:t>
      </w:r>
    </w:p>
    <w:p w:rsidR="005B3ED9" w:rsidRDefault="005B3ED9" w:rsidP="005B3ED9">
      <w:r>
        <w:t>569.4001</w:t>
      </w:r>
      <w:r>
        <w:tab/>
        <w:t>1.013e0</w:t>
      </w:r>
    </w:p>
    <w:p w:rsidR="005B3ED9" w:rsidRDefault="005B3ED9" w:rsidP="005B3ED9">
      <w:r>
        <w:t>569.4276</w:t>
      </w:r>
      <w:r>
        <w:tab/>
        <w:t>2.025e0</w:t>
      </w:r>
    </w:p>
    <w:p w:rsidR="005B3ED9" w:rsidRDefault="005B3ED9" w:rsidP="005B3ED9">
      <w:r>
        <w:t>569.4518</w:t>
      </w:r>
      <w:r>
        <w:tab/>
        <w:t>1.013e0</w:t>
      </w:r>
    </w:p>
    <w:p w:rsidR="005B3ED9" w:rsidRDefault="005B3ED9" w:rsidP="005B3ED9">
      <w:r>
        <w:t>569.5106</w:t>
      </w:r>
      <w:r>
        <w:tab/>
        <w:t>1.013e0</w:t>
      </w:r>
    </w:p>
    <w:p w:rsidR="005B3ED9" w:rsidRDefault="005B3ED9" w:rsidP="005B3ED9">
      <w:r>
        <w:t>569.5448</w:t>
      </w:r>
      <w:r>
        <w:tab/>
        <w:t>1.013e0</w:t>
      </w:r>
    </w:p>
    <w:p w:rsidR="005B3ED9" w:rsidRDefault="005B3ED9" w:rsidP="005B3ED9">
      <w:r>
        <w:t>569.5816</w:t>
      </w:r>
      <w:r>
        <w:tab/>
        <w:t>1.013e0</w:t>
      </w:r>
    </w:p>
    <w:p w:rsidR="005B3ED9" w:rsidRDefault="005B3ED9" w:rsidP="005B3ED9">
      <w:r>
        <w:t>569.7359</w:t>
      </w:r>
      <w:r>
        <w:tab/>
        <w:t>1.013e0</w:t>
      </w:r>
    </w:p>
    <w:p w:rsidR="005B3ED9" w:rsidRDefault="005B3ED9" w:rsidP="005B3ED9">
      <w:r>
        <w:t>569.7791</w:t>
      </w:r>
      <w:r>
        <w:tab/>
        <w:t>1.013e0</w:t>
      </w:r>
    </w:p>
    <w:p w:rsidR="005B3ED9" w:rsidRDefault="005B3ED9" w:rsidP="005B3ED9">
      <w:r>
        <w:lastRenderedPageBreak/>
        <w:t>569.8137</w:t>
      </w:r>
      <w:r>
        <w:tab/>
        <w:t>1.013e0</w:t>
      </w:r>
    </w:p>
    <w:p w:rsidR="005B3ED9" w:rsidRDefault="005B3ED9" w:rsidP="005B3ED9">
      <w:r>
        <w:t>569.8319</w:t>
      </w:r>
      <w:r>
        <w:tab/>
        <w:t>1.013e0</w:t>
      </w:r>
    </w:p>
    <w:p w:rsidR="005B3ED9" w:rsidRDefault="005B3ED9" w:rsidP="005B3ED9">
      <w:r>
        <w:t>569.8535</w:t>
      </w:r>
      <w:r>
        <w:tab/>
        <w:t>2.025e0</w:t>
      </w:r>
    </w:p>
    <w:p w:rsidR="005B3ED9" w:rsidRDefault="005B3ED9" w:rsidP="005B3ED9">
      <w:r>
        <w:t>569.9055</w:t>
      </w:r>
      <w:r>
        <w:tab/>
        <w:t>1.013e0</w:t>
      </w:r>
    </w:p>
    <w:p w:rsidR="005B3ED9" w:rsidRDefault="005B3ED9" w:rsidP="005B3ED9">
      <w:r>
        <w:t>569.9583</w:t>
      </w:r>
      <w:r>
        <w:tab/>
        <w:t>2.025e0</w:t>
      </w:r>
    </w:p>
    <w:p w:rsidR="005B3ED9" w:rsidRDefault="005B3ED9" w:rsidP="005B3ED9">
      <w:r>
        <w:t>569.9765</w:t>
      </w:r>
      <w:r>
        <w:tab/>
        <w:t>1.013e0</w:t>
      </w:r>
    </w:p>
    <w:p w:rsidR="005B3ED9" w:rsidRDefault="005B3ED9" w:rsidP="005B3ED9">
      <w:r>
        <w:t>569.9950</w:t>
      </w:r>
      <w:r>
        <w:tab/>
        <w:t>1.013e0</w:t>
      </w:r>
    </w:p>
    <w:p w:rsidR="005B3ED9" w:rsidRDefault="005B3ED9" w:rsidP="005B3ED9">
      <w:r>
        <w:t>570.0984</w:t>
      </w:r>
      <w:r>
        <w:tab/>
        <w:t>1.013e0</w:t>
      </w:r>
    </w:p>
    <w:p w:rsidR="005B3ED9" w:rsidRDefault="005B3ED9" w:rsidP="005B3ED9">
      <w:r>
        <w:t>570.1558</w:t>
      </w:r>
      <w:r>
        <w:tab/>
        <w:t>1.013e0</w:t>
      </w:r>
    </w:p>
    <w:p w:rsidR="005B3ED9" w:rsidRDefault="005B3ED9" w:rsidP="005B3ED9">
      <w:r>
        <w:t>570.1965</w:t>
      </w:r>
      <w:r>
        <w:tab/>
        <w:t>1.013e0</w:t>
      </w:r>
    </w:p>
    <w:p w:rsidR="005B3ED9" w:rsidRDefault="005B3ED9" w:rsidP="005B3ED9">
      <w:r>
        <w:t>570.2750</w:t>
      </w:r>
      <w:r>
        <w:tab/>
        <w:t>1.013e0</w:t>
      </w:r>
    </w:p>
    <w:p w:rsidR="005B3ED9" w:rsidRDefault="005B3ED9" w:rsidP="005B3ED9">
      <w:r>
        <w:t>570.3004</w:t>
      </w:r>
      <w:r>
        <w:tab/>
        <w:t>1.013e0</w:t>
      </w:r>
    </w:p>
    <w:p w:rsidR="005B3ED9" w:rsidRDefault="005B3ED9" w:rsidP="005B3ED9">
      <w:r>
        <w:t>570.4041</w:t>
      </w:r>
      <w:r>
        <w:tab/>
        <w:t>3.038e0</w:t>
      </w:r>
    </w:p>
    <w:p w:rsidR="005B3ED9" w:rsidRDefault="005B3ED9" w:rsidP="005B3ED9">
      <w:r>
        <w:t>570.4423</w:t>
      </w:r>
      <w:r>
        <w:tab/>
        <w:t>4.051e0</w:t>
      </w:r>
    </w:p>
    <w:p w:rsidR="005B3ED9" w:rsidRDefault="005B3ED9" w:rsidP="005B3ED9">
      <w:r>
        <w:t>570.4530</w:t>
      </w:r>
      <w:r>
        <w:tab/>
        <w:t>3.038e0</w:t>
      </w:r>
    </w:p>
    <w:p w:rsidR="005B3ED9" w:rsidRDefault="005B3ED9" w:rsidP="005B3ED9">
      <w:r>
        <w:t>570.4744</w:t>
      </w:r>
      <w:r>
        <w:tab/>
        <w:t>2.025e0</w:t>
      </w:r>
    </w:p>
    <w:p w:rsidR="005B3ED9" w:rsidRDefault="005B3ED9" w:rsidP="005B3ED9">
      <w:r>
        <w:t>570.4775</w:t>
      </w:r>
      <w:r>
        <w:tab/>
        <w:t>2.025e0</w:t>
      </w:r>
    </w:p>
    <w:p w:rsidR="005B3ED9" w:rsidRDefault="005B3ED9" w:rsidP="005B3ED9">
      <w:r>
        <w:t>570.5062</w:t>
      </w:r>
      <w:r>
        <w:tab/>
        <w:t>2.025e0</w:t>
      </w:r>
    </w:p>
    <w:p w:rsidR="005B3ED9" w:rsidRDefault="005B3ED9" w:rsidP="005B3ED9">
      <w:r>
        <w:t>570.6182</w:t>
      </w:r>
      <w:r>
        <w:tab/>
        <w:t>1.013e0</w:t>
      </w:r>
    </w:p>
    <w:p w:rsidR="005B3ED9" w:rsidRDefault="005B3ED9" w:rsidP="005B3ED9">
      <w:r>
        <w:lastRenderedPageBreak/>
        <w:t>570.7556</w:t>
      </w:r>
      <w:r>
        <w:tab/>
        <w:t>1.013e0</w:t>
      </w:r>
    </w:p>
    <w:p w:rsidR="005B3ED9" w:rsidRDefault="005B3ED9" w:rsidP="005B3ED9">
      <w:r>
        <w:t>570.8145</w:t>
      </w:r>
      <w:r>
        <w:tab/>
        <w:t>1.013e0</w:t>
      </w:r>
    </w:p>
    <w:p w:rsidR="005B3ED9" w:rsidRDefault="005B3ED9" w:rsidP="005B3ED9">
      <w:r>
        <w:t>570.8223</w:t>
      </w:r>
      <w:r>
        <w:tab/>
        <w:t>2.339e0</w:t>
      </w:r>
    </w:p>
    <w:p w:rsidR="005B3ED9" w:rsidRDefault="005B3ED9" w:rsidP="005B3ED9">
      <w:r>
        <w:t>570.8301</w:t>
      </w:r>
      <w:r>
        <w:tab/>
        <w:t>3.038e0</w:t>
      </w:r>
    </w:p>
    <w:p w:rsidR="005B3ED9" w:rsidRDefault="005B3ED9" w:rsidP="005B3ED9">
      <w:r>
        <w:t>570.9322</w:t>
      </w:r>
      <w:r>
        <w:tab/>
        <w:t>1.013e0</w:t>
      </w:r>
    </w:p>
    <w:p w:rsidR="005B3ED9" w:rsidRDefault="005B3ED9" w:rsidP="005B3ED9">
      <w:r>
        <w:t>571.1293</w:t>
      </w:r>
      <w:r>
        <w:tab/>
        <w:t>2.025e0</w:t>
      </w:r>
    </w:p>
    <w:p w:rsidR="005B3ED9" w:rsidRDefault="005B3ED9" w:rsidP="005B3ED9">
      <w:r>
        <w:t>571.1979</w:t>
      </w:r>
      <w:r>
        <w:tab/>
        <w:t>2.025e0</w:t>
      </w:r>
    </w:p>
    <w:p w:rsidR="005B3ED9" w:rsidRDefault="005B3ED9" w:rsidP="005B3ED9">
      <w:r>
        <w:t>571.2008</w:t>
      </w:r>
      <w:r>
        <w:tab/>
        <w:t>1.013e0</w:t>
      </w:r>
    </w:p>
    <w:p w:rsidR="005B3ED9" w:rsidRDefault="005B3ED9" w:rsidP="005B3ED9">
      <w:r>
        <w:t>571.2169</w:t>
      </w:r>
      <w:r>
        <w:tab/>
        <w:t>1.013e0</w:t>
      </w:r>
    </w:p>
    <w:p w:rsidR="005B3ED9" w:rsidRDefault="005B3ED9" w:rsidP="005B3ED9">
      <w:r>
        <w:t>571.2546</w:t>
      </w:r>
      <w:r>
        <w:tab/>
        <w:t>2.025e0</w:t>
      </w:r>
    </w:p>
    <w:p w:rsidR="005B3ED9" w:rsidRDefault="005B3ED9" w:rsidP="005B3ED9">
      <w:r>
        <w:t>571.2560</w:t>
      </w:r>
      <w:r>
        <w:tab/>
        <w:t>2.025e0</w:t>
      </w:r>
    </w:p>
    <w:p w:rsidR="005B3ED9" w:rsidRDefault="005B3ED9" w:rsidP="005B3ED9">
      <w:r>
        <w:t>571.3270</w:t>
      </w:r>
      <w:r>
        <w:tab/>
        <w:t>1.013e0</w:t>
      </w:r>
    </w:p>
    <w:p w:rsidR="005B3ED9" w:rsidRDefault="005B3ED9" w:rsidP="005B3ED9">
      <w:r>
        <w:t>571.3431</w:t>
      </w:r>
      <w:r>
        <w:tab/>
        <w:t>1.013e0</w:t>
      </w:r>
    </w:p>
    <w:p w:rsidR="005B3ED9" w:rsidRDefault="005B3ED9" w:rsidP="005B3ED9">
      <w:r>
        <w:t>571.4036</w:t>
      </w:r>
      <w:r>
        <w:tab/>
        <w:t>1.013e0</w:t>
      </w:r>
    </w:p>
    <w:p w:rsidR="005B3ED9" w:rsidRDefault="005B3ED9" w:rsidP="005B3ED9">
      <w:r>
        <w:t>571.4167</w:t>
      </w:r>
      <w:r>
        <w:tab/>
        <w:t>2.025e0</w:t>
      </w:r>
    </w:p>
    <w:p w:rsidR="005B3ED9" w:rsidRDefault="005B3ED9" w:rsidP="005B3ED9">
      <w:r>
        <w:t>571.4512</w:t>
      </w:r>
      <w:r>
        <w:tab/>
        <w:t>2.025e0</w:t>
      </w:r>
    </w:p>
    <w:p w:rsidR="005B3ED9" w:rsidRDefault="005B3ED9" w:rsidP="005B3ED9">
      <w:r>
        <w:t>571.4709</w:t>
      </w:r>
      <w:r>
        <w:tab/>
        <w:t>3.038e0</w:t>
      </w:r>
    </w:p>
    <w:p w:rsidR="005B3ED9" w:rsidRDefault="005B3ED9" w:rsidP="005B3ED9">
      <w:r>
        <w:t>571.4749</w:t>
      </w:r>
      <w:r>
        <w:tab/>
        <w:t>2.025e0</w:t>
      </w:r>
    </w:p>
    <w:p w:rsidR="005B3ED9" w:rsidRDefault="005B3ED9" w:rsidP="005B3ED9">
      <w:r>
        <w:t>571.4772</w:t>
      </w:r>
      <w:r>
        <w:tab/>
        <w:t>2.025e0</w:t>
      </w:r>
    </w:p>
    <w:p w:rsidR="005B3ED9" w:rsidRDefault="005B3ED9" w:rsidP="005B3ED9">
      <w:r>
        <w:lastRenderedPageBreak/>
        <w:t>571.5610</w:t>
      </w:r>
      <w:r>
        <w:tab/>
        <w:t>1.013e0</w:t>
      </w:r>
    </w:p>
    <w:p w:rsidR="005B3ED9" w:rsidRDefault="005B3ED9" w:rsidP="005B3ED9">
      <w:r>
        <w:t>571.6984</w:t>
      </w:r>
      <w:r>
        <w:tab/>
        <w:t>2.025e0</w:t>
      </w:r>
    </w:p>
    <w:p w:rsidR="005B3ED9" w:rsidRDefault="005B3ED9" w:rsidP="005B3ED9">
      <w:r>
        <w:t>571.7404</w:t>
      </w:r>
      <w:r>
        <w:tab/>
        <w:t>1.013e0</w:t>
      </w:r>
    </w:p>
    <w:p w:rsidR="005B3ED9" w:rsidRDefault="005B3ED9" w:rsidP="005B3ED9">
      <w:r>
        <w:t>571.8163</w:t>
      </w:r>
      <w:r>
        <w:tab/>
        <w:t>1.013e0</w:t>
      </w:r>
    </w:p>
    <w:p w:rsidR="005B3ED9" w:rsidRDefault="005B3ED9" w:rsidP="005B3ED9">
      <w:r>
        <w:t>571.8380</w:t>
      </w:r>
      <w:r>
        <w:tab/>
        <w:t>2.025e0</w:t>
      </w:r>
    </w:p>
    <w:p w:rsidR="005B3ED9" w:rsidRDefault="005B3ED9" w:rsidP="005B3ED9">
      <w:r>
        <w:t>571.8392</w:t>
      </w:r>
      <w:r>
        <w:tab/>
        <w:t>2.025e0</w:t>
      </w:r>
    </w:p>
    <w:p w:rsidR="005B3ED9" w:rsidRDefault="005B3ED9" w:rsidP="005B3ED9">
      <w:r>
        <w:t>571.9539</w:t>
      </w:r>
      <w:r>
        <w:tab/>
        <w:t>1.013e0</w:t>
      </w:r>
    </w:p>
    <w:p w:rsidR="005B3ED9" w:rsidRDefault="005B3ED9" w:rsidP="005B3ED9">
      <w:r>
        <w:t>571.9799</w:t>
      </w:r>
      <w:r>
        <w:tab/>
        <w:t>2.025e0</w:t>
      </w:r>
    </w:p>
    <w:p w:rsidR="005B3ED9" w:rsidRDefault="005B3ED9" w:rsidP="005B3ED9">
      <w:r>
        <w:t>572.0522</w:t>
      </w:r>
      <w:r>
        <w:tab/>
        <w:t>1.013e0</w:t>
      </w:r>
    </w:p>
    <w:p w:rsidR="005B3ED9" w:rsidRDefault="005B3ED9" w:rsidP="005B3ED9">
      <w:r>
        <w:t>572.0643</w:t>
      </w:r>
      <w:r>
        <w:tab/>
        <w:t>1.013e0</w:t>
      </w:r>
    </w:p>
    <w:p w:rsidR="005B3ED9" w:rsidRDefault="005B3ED9" w:rsidP="005B3ED9">
      <w:r>
        <w:t>572.1310</w:t>
      </w:r>
      <w:r>
        <w:tab/>
        <w:t>1.013e0</w:t>
      </w:r>
    </w:p>
    <w:p w:rsidR="005B3ED9" w:rsidRDefault="005B3ED9" w:rsidP="005B3ED9">
      <w:r>
        <w:t>572.1604</w:t>
      </w:r>
      <w:r>
        <w:tab/>
        <w:t>1.013e0</w:t>
      </w:r>
    </w:p>
    <w:p w:rsidR="005B3ED9" w:rsidRDefault="005B3ED9" w:rsidP="005B3ED9">
      <w:r>
        <w:t>572.2065</w:t>
      </w:r>
      <w:r>
        <w:tab/>
        <w:t>1.013e0</w:t>
      </w:r>
    </w:p>
    <w:p w:rsidR="005B3ED9" w:rsidRDefault="005B3ED9" w:rsidP="005B3ED9">
      <w:r>
        <w:t>572.2618</w:t>
      </w:r>
      <w:r>
        <w:tab/>
        <w:t>1.013e0</w:t>
      </w:r>
    </w:p>
    <w:p w:rsidR="005B3ED9" w:rsidRDefault="005B3ED9" w:rsidP="005B3ED9">
      <w:r>
        <w:t>572.2872</w:t>
      </w:r>
      <w:r>
        <w:tab/>
        <w:t>2.025e0</w:t>
      </w:r>
    </w:p>
    <w:p w:rsidR="005B3ED9" w:rsidRDefault="005B3ED9" w:rsidP="005B3ED9">
      <w:r>
        <w:t>572.3768</w:t>
      </w:r>
      <w:r>
        <w:tab/>
        <w:t>1.013e0</w:t>
      </w:r>
    </w:p>
    <w:p w:rsidR="005B3ED9" w:rsidRDefault="005B3ED9" w:rsidP="005B3ED9">
      <w:r>
        <w:t>572.4122</w:t>
      </w:r>
      <w:r>
        <w:tab/>
        <w:t>2.025e0</w:t>
      </w:r>
    </w:p>
    <w:p w:rsidR="005B3ED9" w:rsidRDefault="005B3ED9" w:rsidP="005B3ED9">
      <w:r>
        <w:t>572.4654</w:t>
      </w:r>
      <w:r>
        <w:tab/>
        <w:t>1.013e0</w:t>
      </w:r>
    </w:p>
    <w:p w:rsidR="005B3ED9" w:rsidRDefault="005B3ED9" w:rsidP="005B3ED9">
      <w:r>
        <w:t>572.4753</w:t>
      </w:r>
      <w:r>
        <w:tab/>
        <w:t>1.013e0</w:t>
      </w:r>
    </w:p>
    <w:p w:rsidR="005B3ED9" w:rsidRDefault="005B3ED9" w:rsidP="005B3ED9">
      <w:r>
        <w:lastRenderedPageBreak/>
        <w:t>572.4851</w:t>
      </w:r>
      <w:r>
        <w:tab/>
        <w:t>1.013e0</w:t>
      </w:r>
    </w:p>
    <w:p w:rsidR="005B3ED9" w:rsidRDefault="005B3ED9" w:rsidP="005B3ED9">
      <w:r>
        <w:t>572.5488</w:t>
      </w:r>
      <w:r>
        <w:tab/>
        <w:t>1.013e0</w:t>
      </w:r>
    </w:p>
    <w:p w:rsidR="005B3ED9" w:rsidRDefault="005B3ED9" w:rsidP="005B3ED9">
      <w:r>
        <w:t>572.5673</w:t>
      </w:r>
      <w:r>
        <w:tab/>
        <w:t>1.013e0</w:t>
      </w:r>
    </w:p>
    <w:p w:rsidR="005B3ED9" w:rsidRDefault="005B3ED9" w:rsidP="005B3ED9">
      <w:r>
        <w:t>572.6751</w:t>
      </w:r>
      <w:r>
        <w:tab/>
        <w:t>1.013e0</w:t>
      </w:r>
    </w:p>
    <w:p w:rsidR="005B3ED9" w:rsidRDefault="005B3ED9" w:rsidP="005B3ED9">
      <w:r>
        <w:t>572.7312</w:t>
      </w:r>
      <w:r>
        <w:tab/>
        <w:t>1.013e0</w:t>
      </w:r>
    </w:p>
    <w:p w:rsidR="005B3ED9" w:rsidRDefault="005B3ED9" w:rsidP="005B3ED9">
      <w:r>
        <w:t>572.7607</w:t>
      </w:r>
      <w:r>
        <w:tab/>
        <w:t>1.013e0</w:t>
      </w:r>
    </w:p>
    <w:p w:rsidR="005B3ED9" w:rsidRDefault="005B3ED9" w:rsidP="005B3ED9">
      <w:r>
        <w:t>572.8013</w:t>
      </w:r>
      <w:r>
        <w:tab/>
        <w:t>1.013e0</w:t>
      </w:r>
    </w:p>
    <w:p w:rsidR="005B3ED9" w:rsidRDefault="005B3ED9" w:rsidP="005B3ED9">
      <w:r>
        <w:t>572.8911</w:t>
      </w:r>
      <w:r>
        <w:tab/>
        <w:t>1.013e0</w:t>
      </w:r>
    </w:p>
    <w:p w:rsidR="005B3ED9" w:rsidRDefault="005B3ED9" w:rsidP="005B3ED9">
      <w:r>
        <w:t>572.9478</w:t>
      </w:r>
      <w:r>
        <w:tab/>
        <w:t>1.013e0</w:t>
      </w:r>
    </w:p>
    <w:p w:rsidR="005B3ED9" w:rsidRDefault="005B3ED9" w:rsidP="005B3ED9">
      <w:r>
        <w:t>573.0273</w:t>
      </w:r>
      <w:r>
        <w:tab/>
        <w:t>2.025e0</w:t>
      </w:r>
    </w:p>
    <w:p w:rsidR="005B3ED9" w:rsidRDefault="005B3ED9" w:rsidP="005B3ED9">
      <w:r>
        <w:t>573.0660</w:t>
      </w:r>
      <w:r>
        <w:tab/>
        <w:t>1.013e0</w:t>
      </w:r>
    </w:p>
    <w:p w:rsidR="005B3ED9" w:rsidRDefault="005B3ED9" w:rsidP="005B3ED9">
      <w:r>
        <w:t>573.0886</w:t>
      </w:r>
      <w:r>
        <w:tab/>
        <w:t>1.013e0</w:t>
      </w:r>
    </w:p>
    <w:p w:rsidR="005B3ED9" w:rsidRDefault="005B3ED9" w:rsidP="005B3ED9">
      <w:r>
        <w:t>573.2335</w:t>
      </w:r>
      <w:r>
        <w:tab/>
        <w:t>1.013e0</w:t>
      </w:r>
    </w:p>
    <w:p w:rsidR="005B3ED9" w:rsidRDefault="005B3ED9" w:rsidP="005B3ED9">
      <w:r>
        <w:t>573.2729</w:t>
      </w:r>
      <w:r>
        <w:tab/>
        <w:t>1.013e0</w:t>
      </w:r>
    </w:p>
    <w:p w:rsidR="005B3ED9" w:rsidRDefault="005B3ED9" w:rsidP="005B3ED9">
      <w:r>
        <w:t>573.3225</w:t>
      </w:r>
      <w:r>
        <w:tab/>
        <w:t>1.013e0</w:t>
      </w:r>
    </w:p>
    <w:p w:rsidR="005B3ED9" w:rsidRDefault="005B3ED9" w:rsidP="005B3ED9">
      <w:r>
        <w:t>573.3535</w:t>
      </w:r>
      <w:r>
        <w:tab/>
        <w:t>2.025e0</w:t>
      </w:r>
    </w:p>
    <w:p w:rsidR="005B3ED9" w:rsidRDefault="005B3ED9" w:rsidP="005B3ED9">
      <w:r>
        <w:t>573.4102</w:t>
      </w:r>
      <w:r>
        <w:tab/>
        <w:t>1.013e0</w:t>
      </w:r>
    </w:p>
    <w:p w:rsidR="005B3ED9" w:rsidRDefault="005B3ED9" w:rsidP="005B3ED9">
      <w:r>
        <w:t>573.4496</w:t>
      </w:r>
      <w:r>
        <w:tab/>
        <w:t>2.025e0</w:t>
      </w:r>
    </w:p>
    <w:p w:rsidR="005B3ED9" w:rsidRDefault="005B3ED9" w:rsidP="005B3ED9">
      <w:r>
        <w:t>573.5768</w:t>
      </w:r>
      <w:r>
        <w:tab/>
        <w:t>2.025e0</w:t>
      </w:r>
    </w:p>
    <w:p w:rsidR="005B3ED9" w:rsidRDefault="005B3ED9" w:rsidP="005B3ED9">
      <w:r>
        <w:lastRenderedPageBreak/>
        <w:t>573.6573</w:t>
      </w:r>
      <w:r>
        <w:tab/>
        <w:t>1.013e0</w:t>
      </w:r>
    </w:p>
    <w:p w:rsidR="005B3ED9" w:rsidRDefault="005B3ED9" w:rsidP="005B3ED9">
      <w:r>
        <w:t>573.6967</w:t>
      </w:r>
      <w:r>
        <w:tab/>
        <w:t>1.013e0</w:t>
      </w:r>
    </w:p>
    <w:p w:rsidR="005B3ED9" w:rsidRDefault="005B3ED9" w:rsidP="005B3ED9">
      <w:r>
        <w:t>573.7466</w:t>
      </w:r>
      <w:r>
        <w:tab/>
        <w:t>2.025e0</w:t>
      </w:r>
    </w:p>
    <w:p w:rsidR="005B3ED9" w:rsidRDefault="005B3ED9" w:rsidP="005B3ED9">
      <w:r>
        <w:t>573.7657</w:t>
      </w:r>
      <w:r>
        <w:tab/>
        <w:t>1.013e0</w:t>
      </w:r>
    </w:p>
    <w:p w:rsidR="005B3ED9" w:rsidRDefault="005B3ED9" w:rsidP="005B3ED9">
      <w:r>
        <w:t>573.8496</w:t>
      </w:r>
      <w:r>
        <w:tab/>
        <w:t>2.025e0</w:t>
      </w:r>
    </w:p>
    <w:p w:rsidR="005B3ED9" w:rsidRDefault="005B3ED9" w:rsidP="005B3ED9">
      <w:r>
        <w:t>573.9203</w:t>
      </w:r>
      <w:r>
        <w:tab/>
        <w:t>2.025e0</w:t>
      </w:r>
    </w:p>
    <w:p w:rsidR="005B3ED9" w:rsidRDefault="005B3ED9" w:rsidP="005B3ED9">
      <w:r>
        <w:t>574.0887</w:t>
      </w:r>
      <w:r>
        <w:tab/>
        <w:t>2.025e0</w:t>
      </w:r>
    </w:p>
    <w:p w:rsidR="005B3ED9" w:rsidRDefault="005B3ED9" w:rsidP="005B3ED9">
      <w:r>
        <w:t>574.1603</w:t>
      </w:r>
      <w:r>
        <w:tab/>
        <w:t>1.013e0</w:t>
      </w:r>
    </w:p>
    <w:p w:rsidR="005B3ED9" w:rsidRDefault="005B3ED9" w:rsidP="005B3ED9">
      <w:r>
        <w:t>574.2024</w:t>
      </w:r>
      <w:r>
        <w:tab/>
        <w:t>1.013e0</w:t>
      </w:r>
    </w:p>
    <w:p w:rsidR="005B3ED9" w:rsidRDefault="005B3ED9" w:rsidP="005B3ED9">
      <w:r>
        <w:t>574.2185</w:t>
      </w:r>
      <w:r>
        <w:tab/>
        <w:t>1.013e0</w:t>
      </w:r>
    </w:p>
    <w:p w:rsidR="005B3ED9" w:rsidRDefault="005B3ED9" w:rsidP="005B3ED9">
      <w:r>
        <w:t>574.3010</w:t>
      </w:r>
      <w:r>
        <w:tab/>
        <w:t>2.025e0</w:t>
      </w:r>
    </w:p>
    <w:p w:rsidR="005B3ED9" w:rsidRDefault="005B3ED9" w:rsidP="005B3ED9">
      <w:r>
        <w:t>574.3182</w:t>
      </w:r>
      <w:r>
        <w:tab/>
        <w:t>1.013e0</w:t>
      </w:r>
    </w:p>
    <w:p w:rsidR="005B3ED9" w:rsidRDefault="005B3ED9" w:rsidP="005B3ED9">
      <w:r>
        <w:t>574.3284</w:t>
      </w:r>
      <w:r>
        <w:tab/>
        <w:t>1.013e0</w:t>
      </w:r>
    </w:p>
    <w:p w:rsidR="005B3ED9" w:rsidRDefault="005B3ED9" w:rsidP="005B3ED9">
      <w:r>
        <w:t>574.3445</w:t>
      </w:r>
      <w:r>
        <w:tab/>
        <w:t>2.025e0</w:t>
      </w:r>
    </w:p>
    <w:p w:rsidR="005B3ED9" w:rsidRDefault="005B3ED9" w:rsidP="005B3ED9">
      <w:r>
        <w:t>574.4268</w:t>
      </w:r>
      <w:r>
        <w:tab/>
        <w:t>1.013e0</w:t>
      </w:r>
    </w:p>
    <w:p w:rsidR="005B3ED9" w:rsidRDefault="005B3ED9" w:rsidP="005B3ED9">
      <w:r>
        <w:t>574.4385</w:t>
      </w:r>
      <w:r>
        <w:tab/>
        <w:t>2.360e0</w:t>
      </w:r>
    </w:p>
    <w:p w:rsidR="005B3ED9" w:rsidRDefault="005B3ED9" w:rsidP="005B3ED9">
      <w:r>
        <w:t>574.4564</w:t>
      </w:r>
      <w:r>
        <w:tab/>
        <w:t>2.025e0</w:t>
      </w:r>
    </w:p>
    <w:p w:rsidR="005B3ED9" w:rsidRDefault="005B3ED9" w:rsidP="005B3ED9">
      <w:r>
        <w:t>574.5605</w:t>
      </w:r>
      <w:r>
        <w:tab/>
        <w:t>1.013e0</w:t>
      </w:r>
    </w:p>
    <w:p w:rsidR="005B3ED9" w:rsidRDefault="005B3ED9" w:rsidP="005B3ED9">
      <w:r>
        <w:t>574.6342</w:t>
      </w:r>
      <w:r>
        <w:tab/>
        <w:t>1.013e0</w:t>
      </w:r>
    </w:p>
    <w:p w:rsidR="005B3ED9" w:rsidRDefault="005B3ED9" w:rsidP="005B3ED9">
      <w:r>
        <w:lastRenderedPageBreak/>
        <w:t>574.6400</w:t>
      </w:r>
      <w:r>
        <w:tab/>
        <w:t>2.025e0</w:t>
      </w:r>
    </w:p>
    <w:p w:rsidR="005B3ED9" w:rsidRDefault="005B3ED9" w:rsidP="005B3ED9">
      <w:r>
        <w:t>574.7213</w:t>
      </w:r>
      <w:r>
        <w:tab/>
        <w:t>1.013e0</w:t>
      </w:r>
    </w:p>
    <w:p w:rsidR="005B3ED9" w:rsidRDefault="005B3ED9" w:rsidP="005B3ED9">
      <w:r>
        <w:t>574.7234</w:t>
      </w:r>
      <w:r>
        <w:tab/>
        <w:t>1.013e0</w:t>
      </w:r>
    </w:p>
    <w:p w:rsidR="005B3ED9" w:rsidRDefault="005B3ED9" w:rsidP="005B3ED9">
      <w:r>
        <w:t>574.8130</w:t>
      </w:r>
      <w:r>
        <w:tab/>
        <w:t>1.013e0</w:t>
      </w:r>
    </w:p>
    <w:p w:rsidR="005B3ED9" w:rsidRDefault="005B3ED9" w:rsidP="005B3ED9">
      <w:r>
        <w:t>574.8514</w:t>
      </w:r>
      <w:r>
        <w:tab/>
        <w:t>1.013e0</w:t>
      </w:r>
    </w:p>
    <w:p w:rsidR="005B3ED9" w:rsidRDefault="005B3ED9" w:rsidP="005B3ED9">
      <w:r>
        <w:t>574.8614</w:t>
      </w:r>
      <w:r>
        <w:tab/>
        <w:t>1.013e0</w:t>
      </w:r>
    </w:p>
    <w:p w:rsidR="005B3ED9" w:rsidRDefault="005B3ED9" w:rsidP="005B3ED9">
      <w:r>
        <w:t>574.8660</w:t>
      </w:r>
      <w:r>
        <w:tab/>
        <w:t>1.013e0</w:t>
      </w:r>
    </w:p>
    <w:p w:rsidR="005B3ED9" w:rsidRDefault="005B3ED9" w:rsidP="005B3ED9">
      <w:r>
        <w:t>574.9108</w:t>
      </w:r>
      <w:r>
        <w:tab/>
        <w:t>1.013e0</w:t>
      </w:r>
    </w:p>
    <w:p w:rsidR="005B3ED9" w:rsidRDefault="005B3ED9" w:rsidP="005B3ED9">
      <w:r>
        <w:t>574.9551</w:t>
      </w:r>
      <w:r>
        <w:tab/>
        <w:t>2.025e0</w:t>
      </w:r>
    </w:p>
    <w:p w:rsidR="005B3ED9" w:rsidRDefault="005B3ED9" w:rsidP="005B3ED9">
      <w:r>
        <w:t>574.9923</w:t>
      </w:r>
      <w:r>
        <w:tab/>
        <w:t>1.013e0</w:t>
      </w:r>
    </w:p>
    <w:p w:rsidR="005B3ED9" w:rsidRDefault="005B3ED9" w:rsidP="005B3ED9">
      <w:r>
        <w:t>575.0176</w:t>
      </w:r>
      <w:r>
        <w:tab/>
        <w:t>2.025e0</w:t>
      </w:r>
    </w:p>
    <w:p w:rsidR="005B3ED9" w:rsidRDefault="005B3ED9" w:rsidP="005B3ED9">
      <w:r>
        <w:t>575.0590</w:t>
      </w:r>
      <w:r>
        <w:tab/>
        <w:t>1.013e0</w:t>
      </w:r>
    </w:p>
    <w:p w:rsidR="005B3ED9" w:rsidRDefault="005B3ED9" w:rsidP="005B3ED9">
      <w:r>
        <w:t>575.0886</w:t>
      </w:r>
      <w:r>
        <w:tab/>
        <w:t>1.013e0</w:t>
      </w:r>
    </w:p>
    <w:p w:rsidR="005B3ED9" w:rsidRDefault="005B3ED9" w:rsidP="005B3ED9">
      <w:r>
        <w:t>575.1163</w:t>
      </w:r>
      <w:r>
        <w:tab/>
        <w:t>1.013e0</w:t>
      </w:r>
    </w:p>
    <w:p w:rsidR="005B3ED9" w:rsidRDefault="005B3ED9" w:rsidP="005B3ED9">
      <w:r>
        <w:t>575.1578</w:t>
      </w:r>
      <w:r>
        <w:tab/>
        <w:t>1.013e0</w:t>
      </w:r>
    </w:p>
    <w:p w:rsidR="005B3ED9" w:rsidRDefault="005B3ED9" w:rsidP="005B3ED9">
      <w:r>
        <w:t>575.2426</w:t>
      </w:r>
      <w:r>
        <w:tab/>
        <w:t>1.013e0</w:t>
      </w:r>
    </w:p>
    <w:p w:rsidR="005B3ED9" w:rsidRDefault="005B3ED9" w:rsidP="005B3ED9">
      <w:r>
        <w:t>575.2518</w:t>
      </w:r>
      <w:r>
        <w:tab/>
        <w:t>2.025e0</w:t>
      </w:r>
    </w:p>
    <w:p w:rsidR="005B3ED9" w:rsidRDefault="005B3ED9" w:rsidP="005B3ED9">
      <w:r>
        <w:t>575.3175</w:t>
      </w:r>
      <w:r>
        <w:tab/>
        <w:t>3.038e0</w:t>
      </w:r>
    </w:p>
    <w:p w:rsidR="005B3ED9" w:rsidRDefault="005B3ED9" w:rsidP="005B3ED9">
      <w:r>
        <w:t>575.4346</w:t>
      </w:r>
      <w:r>
        <w:tab/>
        <w:t>1.013e0</w:t>
      </w:r>
    </w:p>
    <w:p w:rsidR="005B3ED9" w:rsidRDefault="005B3ED9" w:rsidP="005B3ED9">
      <w:r>
        <w:lastRenderedPageBreak/>
        <w:t>575.7087</w:t>
      </w:r>
      <w:r>
        <w:tab/>
        <w:t>1.013e0</w:t>
      </w:r>
    </w:p>
    <w:p w:rsidR="005B3ED9" w:rsidRDefault="005B3ED9" w:rsidP="005B3ED9">
      <w:r>
        <w:t>575.7610</w:t>
      </w:r>
      <w:r>
        <w:tab/>
        <w:t>1.013e0</w:t>
      </w:r>
    </w:p>
    <w:p w:rsidR="005B3ED9" w:rsidRDefault="005B3ED9" w:rsidP="005B3ED9">
      <w:r>
        <w:t>575.7822</w:t>
      </w:r>
      <w:r>
        <w:tab/>
        <w:t>2.025e0</w:t>
      </w:r>
    </w:p>
    <w:p w:rsidR="005B3ED9" w:rsidRDefault="005B3ED9" w:rsidP="005B3ED9">
      <w:r>
        <w:t>575.8006</w:t>
      </w:r>
      <w:r>
        <w:tab/>
        <w:t>1.013e0</w:t>
      </w:r>
    </w:p>
    <w:p w:rsidR="005B3ED9" w:rsidRDefault="005B3ED9" w:rsidP="005B3ED9">
      <w:r>
        <w:t>575.9432</w:t>
      </w:r>
      <w:r>
        <w:tab/>
        <w:t>1.013e0</w:t>
      </w:r>
    </w:p>
    <w:p w:rsidR="005B3ED9" w:rsidRDefault="005B3ED9" w:rsidP="005B3ED9">
      <w:r>
        <w:t>575.9985</w:t>
      </w:r>
      <w:r>
        <w:tab/>
        <w:t>2.025e0</w:t>
      </w:r>
    </w:p>
    <w:p w:rsidR="005B3ED9" w:rsidRDefault="005B3ED9" w:rsidP="005B3ED9">
      <w:r>
        <w:t>576.1370</w:t>
      </w:r>
      <w:r>
        <w:tab/>
        <w:t>1.013e0</w:t>
      </w:r>
    </w:p>
    <w:p w:rsidR="005B3ED9" w:rsidRDefault="005B3ED9" w:rsidP="005B3ED9">
      <w:r>
        <w:t>576.1406</w:t>
      </w:r>
      <w:r>
        <w:tab/>
        <w:t>1.013e0</w:t>
      </w:r>
    </w:p>
    <w:p w:rsidR="005B3ED9" w:rsidRDefault="005B3ED9" w:rsidP="005B3ED9">
      <w:r>
        <w:t>576.1933</w:t>
      </w:r>
      <w:r>
        <w:tab/>
        <w:t>1.013e0</w:t>
      </w:r>
    </w:p>
    <w:p w:rsidR="005B3ED9" w:rsidRDefault="005B3ED9" w:rsidP="005B3ED9">
      <w:r>
        <w:t>576.2061</w:t>
      </w:r>
      <w:r>
        <w:tab/>
        <w:t>2.025e0</w:t>
      </w:r>
    </w:p>
    <w:p w:rsidR="005B3ED9" w:rsidRDefault="005B3ED9" w:rsidP="005B3ED9">
      <w:r>
        <w:t>576.2955</w:t>
      </w:r>
      <w:r>
        <w:tab/>
        <w:t>1.013e0</w:t>
      </w:r>
    </w:p>
    <w:p w:rsidR="005B3ED9" w:rsidRDefault="005B3ED9" w:rsidP="005B3ED9">
      <w:r>
        <w:t>576.2997</w:t>
      </w:r>
      <w:r>
        <w:tab/>
        <w:t>4.051e0</w:t>
      </w:r>
    </w:p>
    <w:p w:rsidR="005B3ED9" w:rsidRDefault="005B3ED9" w:rsidP="005B3ED9">
      <w:r>
        <w:t>576.3845</w:t>
      </w:r>
      <w:r>
        <w:tab/>
        <w:t>1.013e0</w:t>
      </w:r>
    </w:p>
    <w:p w:rsidR="005B3ED9" w:rsidRDefault="005B3ED9" w:rsidP="005B3ED9">
      <w:r>
        <w:t>576.4661</w:t>
      </w:r>
      <w:r>
        <w:tab/>
        <w:t>2.025e0</w:t>
      </w:r>
    </w:p>
    <w:p w:rsidR="005B3ED9" w:rsidRDefault="005B3ED9" w:rsidP="005B3ED9">
      <w:r>
        <w:t>576.5233</w:t>
      </w:r>
      <w:r>
        <w:tab/>
        <w:t>1.013e0</w:t>
      </w:r>
    </w:p>
    <w:p w:rsidR="005B3ED9" w:rsidRDefault="005B3ED9" w:rsidP="005B3ED9">
      <w:r>
        <w:t>576.5699</w:t>
      </w:r>
      <w:r>
        <w:tab/>
        <w:t>1.013e0</w:t>
      </w:r>
    </w:p>
    <w:p w:rsidR="005B3ED9" w:rsidRDefault="005B3ED9" w:rsidP="005B3ED9">
      <w:r>
        <w:t>576.5926</w:t>
      </w:r>
      <w:r>
        <w:tab/>
        <w:t>2.025e0</w:t>
      </w:r>
    </w:p>
    <w:p w:rsidR="005B3ED9" w:rsidRDefault="005B3ED9" w:rsidP="005B3ED9">
      <w:r>
        <w:t>576.6414</w:t>
      </w:r>
      <w:r>
        <w:tab/>
        <w:t>1.013e0</w:t>
      </w:r>
    </w:p>
    <w:p w:rsidR="005B3ED9" w:rsidRDefault="005B3ED9" w:rsidP="005B3ED9">
      <w:r>
        <w:t>576.7411</w:t>
      </w:r>
      <w:r>
        <w:tab/>
        <w:t>1.013e0</w:t>
      </w:r>
    </w:p>
    <w:p w:rsidR="005B3ED9" w:rsidRDefault="005B3ED9" w:rsidP="005B3ED9">
      <w:r>
        <w:lastRenderedPageBreak/>
        <w:t>576.7858</w:t>
      </w:r>
      <w:r>
        <w:tab/>
        <w:t>1.013e0</w:t>
      </w:r>
    </w:p>
    <w:p w:rsidR="005B3ED9" w:rsidRDefault="005B3ED9" w:rsidP="005B3ED9">
      <w:r>
        <w:t>576.8388</w:t>
      </w:r>
      <w:r>
        <w:tab/>
        <w:t>1.013e0</w:t>
      </w:r>
    </w:p>
    <w:p w:rsidR="005B3ED9" w:rsidRDefault="005B3ED9" w:rsidP="005B3ED9">
      <w:r>
        <w:t>576.8572</w:t>
      </w:r>
      <w:r>
        <w:tab/>
        <w:t>2.025e0</w:t>
      </w:r>
    </w:p>
    <w:p w:rsidR="005B3ED9" w:rsidRDefault="005B3ED9" w:rsidP="005B3ED9">
      <w:r>
        <w:t>577.0098</w:t>
      </w:r>
      <w:r>
        <w:tab/>
        <w:t>2.025e0</w:t>
      </w:r>
    </w:p>
    <w:p w:rsidR="005B3ED9" w:rsidRDefault="005B3ED9" w:rsidP="005B3ED9">
      <w:r>
        <w:t>577.1178</w:t>
      </w:r>
      <w:r>
        <w:tab/>
        <w:t>1.013e0</w:t>
      </w:r>
    </w:p>
    <w:p w:rsidR="005B3ED9" w:rsidRDefault="005B3ED9" w:rsidP="005B3ED9">
      <w:r>
        <w:t>577.1575</w:t>
      </w:r>
      <w:r>
        <w:tab/>
        <w:t>1.013e0</w:t>
      </w:r>
    </w:p>
    <w:p w:rsidR="005B3ED9" w:rsidRDefault="005B3ED9" w:rsidP="005B3ED9">
      <w:r>
        <w:t>577.1971</w:t>
      </w:r>
      <w:r>
        <w:tab/>
        <w:t>1.013e0</w:t>
      </w:r>
    </w:p>
    <w:p w:rsidR="005B3ED9" w:rsidRDefault="005B3ED9" w:rsidP="005B3ED9">
      <w:r>
        <w:t>577.1993</w:t>
      </w:r>
      <w:r>
        <w:tab/>
        <w:t>1.013e0</w:t>
      </w:r>
    </w:p>
    <w:p w:rsidR="005B3ED9" w:rsidRDefault="005B3ED9" w:rsidP="005B3ED9">
      <w:r>
        <w:t>577.2040</w:t>
      </w:r>
      <w:r>
        <w:tab/>
        <w:t>2.025e0</w:t>
      </w:r>
    </w:p>
    <w:p w:rsidR="005B3ED9" w:rsidRDefault="005B3ED9" w:rsidP="005B3ED9">
      <w:r>
        <w:t>577.2837</w:t>
      </w:r>
      <w:r>
        <w:tab/>
        <w:t>2.025e0</w:t>
      </w:r>
    </w:p>
    <w:p w:rsidR="005B3ED9" w:rsidRDefault="005B3ED9" w:rsidP="005B3ED9">
      <w:r>
        <w:t>577.3060</w:t>
      </w:r>
      <w:r>
        <w:tab/>
        <w:t>2.025e0</w:t>
      </w:r>
    </w:p>
    <w:p w:rsidR="005B3ED9" w:rsidRDefault="005B3ED9" w:rsidP="005B3ED9">
      <w:r>
        <w:t>577.3708</w:t>
      </w:r>
      <w:r>
        <w:tab/>
        <w:t>2.025e0</w:t>
      </w:r>
    </w:p>
    <w:p w:rsidR="005B3ED9" w:rsidRDefault="005B3ED9" w:rsidP="005B3ED9">
      <w:r>
        <w:t>577.3757</w:t>
      </w:r>
      <w:r>
        <w:tab/>
        <w:t>2.025e0</w:t>
      </w:r>
    </w:p>
    <w:p w:rsidR="005B3ED9" w:rsidRDefault="005B3ED9" w:rsidP="005B3ED9">
      <w:r>
        <w:t>577.4128</w:t>
      </w:r>
      <w:r>
        <w:tab/>
        <w:t>2.025e0</w:t>
      </w:r>
    </w:p>
    <w:p w:rsidR="005B3ED9" w:rsidRDefault="005B3ED9" w:rsidP="005B3ED9">
      <w:r>
        <w:t>577.5153</w:t>
      </w:r>
      <w:r>
        <w:tab/>
        <w:t>2.025e0</w:t>
      </w:r>
    </w:p>
    <w:p w:rsidR="005B3ED9" w:rsidRDefault="005B3ED9" w:rsidP="005B3ED9">
      <w:r>
        <w:t>577.5920</w:t>
      </w:r>
      <w:r>
        <w:tab/>
        <w:t>1.013e0</w:t>
      </w:r>
    </w:p>
    <w:p w:rsidR="005B3ED9" w:rsidRDefault="005B3ED9" w:rsidP="005B3ED9">
      <w:r>
        <w:t>577.6287</w:t>
      </w:r>
      <w:r>
        <w:tab/>
        <w:t>1.013e0</w:t>
      </w:r>
    </w:p>
    <w:p w:rsidR="005B3ED9" w:rsidRDefault="005B3ED9" w:rsidP="005B3ED9">
      <w:r>
        <w:t>577.7598</w:t>
      </w:r>
      <w:r>
        <w:tab/>
        <w:t>2.025e0</w:t>
      </w:r>
    </w:p>
    <w:p w:rsidR="005B3ED9" w:rsidRDefault="005B3ED9" w:rsidP="005B3ED9">
      <w:r>
        <w:t>577.7925</w:t>
      </w:r>
      <w:r>
        <w:tab/>
        <w:t>1.013e0</w:t>
      </w:r>
    </w:p>
    <w:p w:rsidR="005B3ED9" w:rsidRDefault="005B3ED9" w:rsidP="005B3ED9">
      <w:r>
        <w:lastRenderedPageBreak/>
        <w:t>577.8521</w:t>
      </w:r>
      <w:r>
        <w:tab/>
        <w:t>1.013e0</w:t>
      </w:r>
    </w:p>
    <w:p w:rsidR="005B3ED9" w:rsidRDefault="005B3ED9" w:rsidP="005B3ED9">
      <w:r>
        <w:t>577.9315</w:t>
      </w:r>
      <w:r>
        <w:tab/>
        <w:t>1.013e0</w:t>
      </w:r>
    </w:p>
    <w:p w:rsidR="005B3ED9" w:rsidRDefault="005B3ED9" w:rsidP="005B3ED9">
      <w:r>
        <w:t>578.0404</w:t>
      </w:r>
      <w:r>
        <w:tab/>
        <w:t>3.038e0</w:t>
      </w:r>
    </w:p>
    <w:p w:rsidR="005B3ED9" w:rsidRDefault="005B3ED9" w:rsidP="005B3ED9">
      <w:r>
        <w:t>578.0916</w:t>
      </w:r>
      <w:r>
        <w:tab/>
        <w:t>2.025e0</w:t>
      </w:r>
    </w:p>
    <w:p w:rsidR="005B3ED9" w:rsidRDefault="005B3ED9" w:rsidP="005B3ED9">
      <w:r>
        <w:t>578.1006</w:t>
      </w:r>
      <w:r>
        <w:tab/>
        <w:t>2.025e0</w:t>
      </w:r>
    </w:p>
    <w:p w:rsidR="005B3ED9" w:rsidRDefault="005B3ED9" w:rsidP="005B3ED9">
      <w:r>
        <w:t>578.1057</w:t>
      </w:r>
      <w:r>
        <w:tab/>
        <w:t>2.025e0</w:t>
      </w:r>
    </w:p>
    <w:p w:rsidR="005B3ED9" w:rsidRDefault="005B3ED9" w:rsidP="005B3ED9">
      <w:r>
        <w:t>578.1101</w:t>
      </w:r>
      <w:r>
        <w:tab/>
        <w:t>1.013e0</w:t>
      </w:r>
    </w:p>
    <w:p w:rsidR="005B3ED9" w:rsidRDefault="005B3ED9" w:rsidP="005B3ED9">
      <w:r>
        <w:t>578.1797</w:t>
      </w:r>
      <w:r>
        <w:tab/>
        <w:t>2.025e0</w:t>
      </w:r>
    </w:p>
    <w:p w:rsidR="005B3ED9" w:rsidRDefault="005B3ED9" w:rsidP="005B3ED9">
      <w:r>
        <w:t>578.2740</w:t>
      </w:r>
      <w:r>
        <w:tab/>
        <w:t>1.013e0</w:t>
      </w:r>
    </w:p>
    <w:p w:rsidR="005B3ED9" w:rsidRDefault="005B3ED9" w:rsidP="005B3ED9">
      <w:r>
        <w:t>578.2924</w:t>
      </w:r>
      <w:r>
        <w:tab/>
        <w:t>1.013e0</w:t>
      </w:r>
    </w:p>
    <w:p w:rsidR="005B3ED9" w:rsidRDefault="005B3ED9" w:rsidP="005B3ED9">
      <w:r>
        <w:t>578.3187</w:t>
      </w:r>
      <w:r>
        <w:tab/>
        <w:t>2.025e0</w:t>
      </w:r>
    </w:p>
    <w:p w:rsidR="005B3ED9" w:rsidRDefault="005B3ED9" w:rsidP="005B3ED9">
      <w:r>
        <w:t>578.3451</w:t>
      </w:r>
      <w:r>
        <w:tab/>
        <w:t>1.013e0</w:t>
      </w:r>
    </w:p>
    <w:p w:rsidR="005B3ED9" w:rsidRDefault="005B3ED9" w:rsidP="005B3ED9">
      <w:r>
        <w:t>578.3685</w:t>
      </w:r>
      <w:r>
        <w:tab/>
        <w:t>1.013e0</w:t>
      </w:r>
    </w:p>
    <w:p w:rsidR="005B3ED9" w:rsidRDefault="005B3ED9" w:rsidP="005B3ED9">
      <w:r>
        <w:t>578.3784</w:t>
      </w:r>
      <w:r>
        <w:tab/>
        <w:t>1.013e0</w:t>
      </w:r>
    </w:p>
    <w:p w:rsidR="005B3ED9" w:rsidRDefault="005B3ED9" w:rsidP="005B3ED9">
      <w:r>
        <w:t>578.4578</w:t>
      </w:r>
      <w:r>
        <w:tab/>
        <w:t>1.013e0</w:t>
      </w:r>
    </w:p>
    <w:p w:rsidR="005B3ED9" w:rsidRDefault="005B3ED9" w:rsidP="005B3ED9">
      <w:r>
        <w:t>578.4716</w:t>
      </w:r>
      <w:r>
        <w:tab/>
        <w:t>1.013e0</w:t>
      </w:r>
    </w:p>
    <w:p w:rsidR="005B3ED9" w:rsidRDefault="005B3ED9" w:rsidP="005B3ED9">
      <w:r>
        <w:t>578.6566</w:t>
      </w:r>
      <w:r>
        <w:tab/>
        <w:t>1.013e0</w:t>
      </w:r>
    </w:p>
    <w:p w:rsidR="005B3ED9" w:rsidRDefault="005B3ED9" w:rsidP="005B3ED9">
      <w:r>
        <w:t>578.7660</w:t>
      </w:r>
      <w:r>
        <w:tab/>
        <w:t>1.013e0</w:t>
      </w:r>
    </w:p>
    <w:p w:rsidR="005B3ED9" w:rsidRDefault="005B3ED9" w:rsidP="005B3ED9">
      <w:r>
        <w:t>578.9160</w:t>
      </w:r>
      <w:r>
        <w:tab/>
        <w:t>2.025e0</w:t>
      </w:r>
    </w:p>
    <w:p w:rsidR="005B3ED9" w:rsidRDefault="005B3ED9" w:rsidP="005B3ED9">
      <w:r>
        <w:lastRenderedPageBreak/>
        <w:t>578.9847</w:t>
      </w:r>
      <w:r>
        <w:tab/>
        <w:t>1.013e0</w:t>
      </w:r>
    </w:p>
    <w:p w:rsidR="005B3ED9" w:rsidRDefault="005B3ED9" w:rsidP="005B3ED9">
      <w:r>
        <w:t>579.1239</w:t>
      </w:r>
      <w:r>
        <w:tab/>
        <w:t>1.013e0</w:t>
      </w:r>
    </w:p>
    <w:p w:rsidR="005B3ED9" w:rsidRDefault="005B3ED9" w:rsidP="005B3ED9">
      <w:r>
        <w:t>579.1736</w:t>
      </w:r>
      <w:r>
        <w:tab/>
        <w:t>2.025e0</w:t>
      </w:r>
    </w:p>
    <w:p w:rsidR="005B3ED9" w:rsidRDefault="005B3ED9" w:rsidP="005B3ED9">
      <w:r>
        <w:t>579.2776</w:t>
      </w:r>
      <w:r>
        <w:tab/>
        <w:t>1.013e0</w:t>
      </w:r>
    </w:p>
    <w:p w:rsidR="005B3ED9" w:rsidRDefault="005B3ED9" w:rsidP="005B3ED9">
      <w:r>
        <w:t>579.2931</w:t>
      </w:r>
      <w:r>
        <w:tab/>
        <w:t>1.013e0</w:t>
      </w:r>
    </w:p>
    <w:p w:rsidR="005B3ED9" w:rsidRDefault="005B3ED9" w:rsidP="005B3ED9">
      <w:r>
        <w:t>579.3329</w:t>
      </w:r>
      <w:r>
        <w:tab/>
        <w:t>2.025e0</w:t>
      </w:r>
    </w:p>
    <w:p w:rsidR="005B3ED9" w:rsidRDefault="005B3ED9" w:rsidP="005B3ED9">
      <w:r>
        <w:t>579.3826</w:t>
      </w:r>
      <w:r>
        <w:tab/>
        <w:t>1.013e0</w:t>
      </w:r>
    </w:p>
    <w:p w:rsidR="005B3ED9" w:rsidRDefault="005B3ED9" w:rsidP="005B3ED9">
      <w:r>
        <w:t>579.3854</w:t>
      </w:r>
      <w:r>
        <w:tab/>
        <w:t>2.025e0</w:t>
      </w:r>
    </w:p>
    <w:p w:rsidR="005B3ED9" w:rsidRDefault="005B3ED9" w:rsidP="005B3ED9">
      <w:r>
        <w:t>579.4383</w:t>
      </w:r>
      <w:r>
        <w:tab/>
        <w:t>1.013e0</w:t>
      </w:r>
    </w:p>
    <w:p w:rsidR="005B3ED9" w:rsidRDefault="005B3ED9" w:rsidP="005B3ED9">
      <w:r>
        <w:t>579.4423</w:t>
      </w:r>
      <w:r>
        <w:tab/>
        <w:t>1.013e0</w:t>
      </w:r>
    </w:p>
    <w:p w:rsidR="005B3ED9" w:rsidRDefault="005B3ED9" w:rsidP="005B3ED9">
      <w:r>
        <w:t>579.6813</w:t>
      </w:r>
      <w:r>
        <w:tab/>
        <w:t>1.013e0</w:t>
      </w:r>
    </w:p>
    <w:p w:rsidR="005B3ED9" w:rsidRDefault="005B3ED9" w:rsidP="005B3ED9">
      <w:r>
        <w:t>579.7410</w:t>
      </w:r>
      <w:r>
        <w:tab/>
        <w:t>1.013e0</w:t>
      </w:r>
    </w:p>
    <w:p w:rsidR="005B3ED9" w:rsidRDefault="005B3ED9" w:rsidP="005B3ED9">
      <w:r>
        <w:t>579.9103</w:t>
      </w:r>
      <w:r>
        <w:tab/>
        <w:t>1.013e0</w:t>
      </w:r>
    </w:p>
    <w:p w:rsidR="005B3ED9" w:rsidRDefault="005B3ED9" w:rsidP="005B3ED9">
      <w:r>
        <w:t>579.9195</w:t>
      </w:r>
      <w:r>
        <w:tab/>
        <w:t>4.051e0</w:t>
      </w:r>
    </w:p>
    <w:p w:rsidR="005B3ED9" w:rsidRDefault="005B3ED9" w:rsidP="005B3ED9">
      <w:r>
        <w:t>579.9382</w:t>
      </w:r>
      <w:r>
        <w:tab/>
        <w:t>2.025e0</w:t>
      </w:r>
    </w:p>
    <w:p w:rsidR="005B3ED9" w:rsidRDefault="005B3ED9" w:rsidP="005B3ED9">
      <w:r>
        <w:t>579.9573</w:t>
      </w:r>
      <w:r>
        <w:tab/>
        <w:t>1.013e0</w:t>
      </w:r>
    </w:p>
    <w:p w:rsidR="005B3ED9" w:rsidRDefault="005B3ED9" w:rsidP="005B3ED9">
      <w:r>
        <w:t>580.0190</w:t>
      </w:r>
      <w:r>
        <w:tab/>
        <w:t>2.025e0</w:t>
      </w:r>
    </w:p>
    <w:p w:rsidR="005B3ED9" w:rsidRDefault="005B3ED9" w:rsidP="005B3ED9">
      <w:r>
        <w:t>580.0468</w:t>
      </w:r>
      <w:r>
        <w:tab/>
        <w:t>1.013e0</w:t>
      </w:r>
    </w:p>
    <w:p w:rsidR="005B3ED9" w:rsidRDefault="005B3ED9" w:rsidP="005B3ED9">
      <w:r>
        <w:t>580.0830</w:t>
      </w:r>
      <w:r>
        <w:tab/>
        <w:t>2.025e0</w:t>
      </w:r>
    </w:p>
    <w:p w:rsidR="005B3ED9" w:rsidRDefault="005B3ED9" w:rsidP="005B3ED9">
      <w:r>
        <w:lastRenderedPageBreak/>
        <w:t>580.0996</w:t>
      </w:r>
      <w:r>
        <w:tab/>
        <w:t>1.013e0</w:t>
      </w:r>
    </w:p>
    <w:p w:rsidR="005B3ED9" w:rsidRDefault="005B3ED9" w:rsidP="005B3ED9">
      <w:r>
        <w:t>580.1183</w:t>
      </w:r>
      <w:r>
        <w:tab/>
        <w:t>1.013e0</w:t>
      </w:r>
    </w:p>
    <w:p w:rsidR="005B3ED9" w:rsidRDefault="005B3ED9" w:rsidP="005B3ED9">
      <w:r>
        <w:t>580.1548</w:t>
      </w:r>
      <w:r>
        <w:tab/>
        <w:t>1.013e0</w:t>
      </w:r>
    </w:p>
    <w:p w:rsidR="005B3ED9" w:rsidRDefault="005B3ED9" w:rsidP="005B3ED9">
      <w:r>
        <w:t>580.1788</w:t>
      </w:r>
      <w:r>
        <w:tab/>
        <w:t>2.025e0</w:t>
      </w:r>
    </w:p>
    <w:p w:rsidR="005B3ED9" w:rsidRDefault="005B3ED9" w:rsidP="005B3ED9">
      <w:r>
        <w:t>580.2444</w:t>
      </w:r>
      <w:r>
        <w:tab/>
        <w:t>1.013e0</w:t>
      </w:r>
    </w:p>
    <w:p w:rsidR="005B3ED9" w:rsidRDefault="005B3ED9" w:rsidP="005B3ED9">
      <w:r>
        <w:t>580.2538</w:t>
      </w:r>
      <w:r>
        <w:tab/>
        <w:t>2.025e0</w:t>
      </w:r>
    </w:p>
    <w:p w:rsidR="005B3ED9" w:rsidRDefault="005B3ED9" w:rsidP="005B3ED9">
      <w:r>
        <w:t>580.2973</w:t>
      </w:r>
      <w:r>
        <w:tab/>
        <w:t>1.013e0</w:t>
      </w:r>
    </w:p>
    <w:p w:rsidR="005B3ED9" w:rsidRDefault="005B3ED9" w:rsidP="005B3ED9">
      <w:r>
        <w:t>580.3187</w:t>
      </w:r>
      <w:r>
        <w:tab/>
        <w:t>2.025e0</w:t>
      </w:r>
    </w:p>
    <w:p w:rsidR="005B3ED9" w:rsidRDefault="005B3ED9" w:rsidP="005B3ED9">
      <w:r>
        <w:t>580.3868</w:t>
      </w:r>
      <w:r>
        <w:tab/>
        <w:t>2.025e0</w:t>
      </w:r>
    </w:p>
    <w:p w:rsidR="005B3ED9" w:rsidRDefault="005B3ED9" w:rsidP="005B3ED9">
      <w:r>
        <w:t>580.3937</w:t>
      </w:r>
      <w:r>
        <w:tab/>
        <w:t>2.025e0</w:t>
      </w:r>
    </w:p>
    <w:p w:rsidR="005B3ED9" w:rsidRDefault="005B3ED9" w:rsidP="005B3ED9">
      <w:r>
        <w:t>580.4084</w:t>
      </w:r>
      <w:r>
        <w:tab/>
        <w:t>1.013e0</w:t>
      </w:r>
    </w:p>
    <w:p w:rsidR="005B3ED9" w:rsidRDefault="005B3ED9" w:rsidP="005B3ED9">
      <w:r>
        <w:t>580.4584</w:t>
      </w:r>
      <w:r>
        <w:tab/>
        <w:t>2.025e0</w:t>
      </w:r>
    </w:p>
    <w:p w:rsidR="005B3ED9" w:rsidRDefault="005B3ED9" w:rsidP="005B3ED9">
      <w:r>
        <w:t>580.4783</w:t>
      </w:r>
      <w:r>
        <w:tab/>
        <w:t>1.013e0</w:t>
      </w:r>
    </w:p>
    <w:p w:rsidR="005B3ED9" w:rsidRDefault="005B3ED9" w:rsidP="005B3ED9">
      <w:r>
        <w:t>580.6079</w:t>
      </w:r>
      <w:r>
        <w:tab/>
        <w:t>1.013e0</w:t>
      </w:r>
    </w:p>
    <w:p w:rsidR="005B3ED9" w:rsidRDefault="005B3ED9" w:rsidP="005B3ED9">
      <w:r>
        <w:t>580.6777</w:t>
      </w:r>
      <w:r>
        <w:tab/>
        <w:t>1.013e0</w:t>
      </w:r>
    </w:p>
    <w:p w:rsidR="005B3ED9" w:rsidRDefault="005B3ED9" w:rsidP="005B3ED9">
      <w:r>
        <w:t>580.6877</w:t>
      </w:r>
      <w:r>
        <w:tab/>
        <w:t>1.013e0</w:t>
      </w:r>
    </w:p>
    <w:p w:rsidR="005B3ED9" w:rsidRDefault="005B3ED9" w:rsidP="005B3ED9">
      <w:r>
        <w:t>580.7375</w:t>
      </w:r>
      <w:r>
        <w:tab/>
        <w:t>1.013e0</w:t>
      </w:r>
    </w:p>
    <w:p w:rsidR="005B3ED9" w:rsidRDefault="005B3ED9" w:rsidP="005B3ED9">
      <w:r>
        <w:t>580.7774</w:t>
      </w:r>
      <w:r>
        <w:tab/>
        <w:t>1.013e0</w:t>
      </w:r>
    </w:p>
    <w:p w:rsidR="005B3ED9" w:rsidRDefault="005B3ED9" w:rsidP="005B3ED9">
      <w:r>
        <w:t>580.9241</w:t>
      </w:r>
      <w:r>
        <w:tab/>
        <w:t>1.013e0</w:t>
      </w:r>
    </w:p>
    <w:p w:rsidR="005B3ED9" w:rsidRDefault="005B3ED9" w:rsidP="005B3ED9">
      <w:r>
        <w:lastRenderedPageBreak/>
        <w:t>580.9271</w:t>
      </w:r>
      <w:r>
        <w:tab/>
        <w:t>1.013e0</w:t>
      </w:r>
    </w:p>
    <w:p w:rsidR="005B3ED9" w:rsidRDefault="005B3ED9" w:rsidP="005B3ED9">
      <w:r>
        <w:t>580.9669</w:t>
      </w:r>
      <w:r>
        <w:tab/>
        <w:t>1.013e0</w:t>
      </w:r>
    </w:p>
    <w:p w:rsidR="005B3ED9" w:rsidRDefault="005B3ED9" w:rsidP="005B3ED9">
      <w:r>
        <w:t>581.0137</w:t>
      </w:r>
      <w:r>
        <w:tab/>
        <w:t>1.013e0</w:t>
      </w:r>
    </w:p>
    <w:p w:rsidR="005B3ED9" w:rsidRDefault="005B3ED9" w:rsidP="005B3ED9">
      <w:r>
        <w:t>581.0320</w:t>
      </w:r>
      <w:r>
        <w:tab/>
        <w:t>1.013e0</w:t>
      </w:r>
    </w:p>
    <w:p w:rsidR="005B3ED9" w:rsidRDefault="005B3ED9" w:rsidP="005B3ED9">
      <w:r>
        <w:t>581.0966</w:t>
      </w:r>
      <w:r>
        <w:tab/>
        <w:t>1.013e0</w:t>
      </w:r>
    </w:p>
    <w:p w:rsidR="005B3ED9" w:rsidRDefault="005B3ED9" w:rsidP="005B3ED9">
      <w:r>
        <w:t>581.1565</w:t>
      </w:r>
      <w:r>
        <w:tab/>
        <w:t>1.013e0</w:t>
      </w:r>
    </w:p>
    <w:p w:rsidR="005B3ED9" w:rsidRDefault="005B3ED9" w:rsidP="005B3ED9">
      <w:r>
        <w:t>581.1584</w:t>
      </w:r>
      <w:r>
        <w:tab/>
        <w:t>2.025e0</w:t>
      </w:r>
    </w:p>
    <w:p w:rsidR="005B3ED9" w:rsidRDefault="005B3ED9" w:rsidP="005B3ED9">
      <w:r>
        <w:t>581.2269</w:t>
      </w:r>
      <w:r>
        <w:tab/>
        <w:t>2.025e0</w:t>
      </w:r>
    </w:p>
    <w:p w:rsidR="005B3ED9" w:rsidRDefault="005B3ED9" w:rsidP="005B3ED9">
      <w:r>
        <w:t>581.2664</w:t>
      </w:r>
      <w:r>
        <w:tab/>
        <w:t>1.013e0</w:t>
      </w:r>
    </w:p>
    <w:p w:rsidR="005B3ED9" w:rsidRDefault="005B3ED9" w:rsidP="005B3ED9">
      <w:r>
        <w:t>581.2916</w:t>
      </w:r>
      <w:r>
        <w:tab/>
        <w:t>2.025e0</w:t>
      </w:r>
    </w:p>
    <w:p w:rsidR="005B3ED9" w:rsidRDefault="005B3ED9" w:rsidP="005B3ED9">
      <w:r>
        <w:t>581.4062</w:t>
      </w:r>
      <w:r>
        <w:tab/>
        <w:t>2.025e0</w:t>
      </w:r>
    </w:p>
    <w:p w:rsidR="005B3ED9" w:rsidRDefault="005B3ED9" w:rsidP="005B3ED9">
      <w:r>
        <w:t>581.4250</w:t>
      </w:r>
      <w:r>
        <w:tab/>
        <w:t>1.013e0</w:t>
      </w:r>
    </w:p>
    <w:p w:rsidR="005B3ED9" w:rsidRDefault="005B3ED9" w:rsidP="005B3ED9">
      <w:r>
        <w:t>581.4709</w:t>
      </w:r>
      <w:r>
        <w:tab/>
        <w:t>2.025e0</w:t>
      </w:r>
    </w:p>
    <w:p w:rsidR="005B3ED9" w:rsidRDefault="005B3ED9" w:rsidP="005B3ED9">
      <w:r>
        <w:t>581.6040</w:t>
      </w:r>
      <w:r>
        <w:tab/>
        <w:t>1.013e0</w:t>
      </w:r>
    </w:p>
    <w:p w:rsidR="005B3ED9" w:rsidRDefault="005B3ED9" w:rsidP="005B3ED9">
      <w:r>
        <w:t>581.6458</w:t>
      </w:r>
      <w:r>
        <w:tab/>
        <w:t>1.013e0</w:t>
      </w:r>
    </w:p>
    <w:p w:rsidR="005B3ED9" w:rsidRDefault="005B3ED9" w:rsidP="005B3ED9">
      <w:r>
        <w:t>581.7831</w:t>
      </w:r>
      <w:r>
        <w:tab/>
        <w:t>1.013e0</w:t>
      </w:r>
    </w:p>
    <w:p w:rsidR="005B3ED9" w:rsidRDefault="005B3ED9" w:rsidP="005B3ED9">
      <w:r>
        <w:t>581.7955</w:t>
      </w:r>
      <w:r>
        <w:tab/>
        <w:t>1.013e0</w:t>
      </w:r>
    </w:p>
    <w:p w:rsidR="005B3ED9" w:rsidRDefault="005B3ED9" w:rsidP="005B3ED9">
      <w:r>
        <w:t>581.8013</w:t>
      </w:r>
      <w:r>
        <w:tab/>
        <w:t>1.013e0</w:t>
      </w:r>
    </w:p>
    <w:p w:rsidR="005B3ED9" w:rsidRDefault="005B3ED9" w:rsidP="005B3ED9">
      <w:r>
        <w:t>581.8382</w:t>
      </w:r>
      <w:r>
        <w:tab/>
        <w:t>1.013e0</w:t>
      </w:r>
    </w:p>
    <w:p w:rsidR="005B3ED9" w:rsidRDefault="005B3ED9" w:rsidP="005B3ED9">
      <w:r>
        <w:lastRenderedPageBreak/>
        <w:t>581.8544</w:t>
      </w:r>
      <w:r>
        <w:tab/>
        <w:t>1.013e0</w:t>
      </w:r>
    </w:p>
    <w:p w:rsidR="005B3ED9" w:rsidRDefault="005B3ED9" w:rsidP="005B3ED9">
      <w:r>
        <w:t>581.9155</w:t>
      </w:r>
      <w:r>
        <w:tab/>
        <w:t>1.013e0</w:t>
      </w:r>
    </w:p>
    <w:p w:rsidR="005B3ED9" w:rsidRDefault="005B3ED9" w:rsidP="005B3ED9">
      <w:r>
        <w:t>582.0054</w:t>
      </w:r>
      <w:r>
        <w:tab/>
        <w:t>1.013e0</w:t>
      </w:r>
    </w:p>
    <w:p w:rsidR="005B3ED9" w:rsidRDefault="005B3ED9" w:rsidP="005B3ED9">
      <w:r>
        <w:t>582.0738</w:t>
      </w:r>
      <w:r>
        <w:tab/>
        <w:t>2.025e0</w:t>
      </w:r>
    </w:p>
    <w:p w:rsidR="005B3ED9" w:rsidRDefault="005B3ED9" w:rsidP="005B3ED9">
      <w:r>
        <w:t>582.0954</w:t>
      </w:r>
      <w:r>
        <w:tab/>
        <w:t>1.013e0</w:t>
      </w:r>
    </w:p>
    <w:p w:rsidR="005B3ED9" w:rsidRDefault="005B3ED9" w:rsidP="005B3ED9">
      <w:r>
        <w:t>582.2053</w:t>
      </w:r>
      <w:r>
        <w:tab/>
        <w:t>2.025e0</w:t>
      </w:r>
    </w:p>
    <w:p w:rsidR="005B3ED9" w:rsidRDefault="005B3ED9" w:rsidP="005B3ED9">
      <w:r>
        <w:t>582.2253</w:t>
      </w:r>
      <w:r>
        <w:tab/>
        <w:t>1.013e0</w:t>
      </w:r>
    </w:p>
    <w:p w:rsidR="005B3ED9" w:rsidRDefault="005B3ED9" w:rsidP="005B3ED9">
      <w:r>
        <w:t>582.3052</w:t>
      </w:r>
      <w:r>
        <w:tab/>
        <w:t>1.013e0</w:t>
      </w:r>
    </w:p>
    <w:p w:rsidR="005B3ED9" w:rsidRDefault="005B3ED9" w:rsidP="005B3ED9">
      <w:r>
        <w:t>582.3253</w:t>
      </w:r>
      <w:r>
        <w:tab/>
        <w:t>1.013e0</w:t>
      </w:r>
    </w:p>
    <w:p w:rsidR="005B3ED9" w:rsidRDefault="005B3ED9" w:rsidP="005B3ED9">
      <w:r>
        <w:t>582.3752</w:t>
      </w:r>
      <w:r>
        <w:tab/>
        <w:t>1.013e0</w:t>
      </w:r>
    </w:p>
    <w:p w:rsidR="005B3ED9" w:rsidRDefault="005B3ED9" w:rsidP="005B3ED9">
      <w:r>
        <w:t>582.3853</w:t>
      </w:r>
      <w:r>
        <w:tab/>
        <w:t>1.013e0</w:t>
      </w:r>
    </w:p>
    <w:p w:rsidR="005B3ED9" w:rsidRDefault="005B3ED9" w:rsidP="005B3ED9">
      <w:r>
        <w:t>582.4284</w:t>
      </w:r>
      <w:r>
        <w:tab/>
        <w:t>1.013e0</w:t>
      </w:r>
    </w:p>
    <w:p w:rsidR="005B3ED9" w:rsidRDefault="005B3ED9" w:rsidP="005B3ED9">
      <w:r>
        <w:t>582.4352</w:t>
      </w:r>
      <w:r>
        <w:tab/>
        <w:t>1.013e0</w:t>
      </w:r>
    </w:p>
    <w:p w:rsidR="005B3ED9" w:rsidRDefault="005B3ED9" w:rsidP="005B3ED9">
      <w:r>
        <w:t>582.4466</w:t>
      </w:r>
      <w:r>
        <w:tab/>
        <w:t>1.013e0</w:t>
      </w:r>
    </w:p>
    <w:p w:rsidR="005B3ED9" w:rsidRDefault="005B3ED9" w:rsidP="005B3ED9">
      <w:r>
        <w:t>582.4811</w:t>
      </w:r>
      <w:r>
        <w:tab/>
        <w:t>1.013e0</w:t>
      </w:r>
    </w:p>
    <w:p w:rsidR="005B3ED9" w:rsidRDefault="005B3ED9" w:rsidP="005B3ED9">
      <w:r>
        <w:t>582.5903</w:t>
      </w:r>
      <w:r>
        <w:tab/>
        <w:t>2.025e0</w:t>
      </w:r>
    </w:p>
    <w:p w:rsidR="005B3ED9" w:rsidRDefault="005B3ED9" w:rsidP="005B3ED9">
      <w:r>
        <w:t>582.6453</w:t>
      </w:r>
      <w:r>
        <w:tab/>
        <w:t>1.013e0</w:t>
      </w:r>
    </w:p>
    <w:p w:rsidR="005B3ED9" w:rsidRDefault="005B3ED9" w:rsidP="005B3ED9">
      <w:r>
        <w:t>582.6854</w:t>
      </w:r>
      <w:r>
        <w:tab/>
        <w:t>1.013e0</w:t>
      </w:r>
    </w:p>
    <w:p w:rsidR="005B3ED9" w:rsidRDefault="005B3ED9" w:rsidP="005B3ED9">
      <w:r>
        <w:t>582.7499</w:t>
      </w:r>
      <w:r>
        <w:tab/>
        <w:t>1.013e0</w:t>
      </w:r>
    </w:p>
    <w:p w:rsidR="005B3ED9" w:rsidRDefault="005B3ED9" w:rsidP="005B3ED9">
      <w:r>
        <w:lastRenderedPageBreak/>
        <w:t>582.8054</w:t>
      </w:r>
      <w:r>
        <w:tab/>
        <w:t>1.013e0</w:t>
      </w:r>
    </w:p>
    <w:p w:rsidR="005B3ED9" w:rsidRDefault="005B3ED9" w:rsidP="005B3ED9">
      <w:r>
        <w:t>582.8455</w:t>
      </w:r>
      <w:r>
        <w:tab/>
        <w:t>1.013e0</w:t>
      </w:r>
    </w:p>
    <w:p w:rsidR="005B3ED9" w:rsidRDefault="005B3ED9" w:rsidP="005B3ED9">
      <w:r>
        <w:t>582.9255</w:t>
      </w:r>
      <w:r>
        <w:tab/>
        <w:t>1.013e0</w:t>
      </w:r>
    </w:p>
    <w:p w:rsidR="005B3ED9" w:rsidRDefault="005B3ED9" w:rsidP="005B3ED9">
      <w:r>
        <w:t>583.1205</w:t>
      </w:r>
      <w:r>
        <w:tab/>
        <w:t>3.038e0</w:t>
      </w:r>
    </w:p>
    <w:p w:rsidR="005B3ED9" w:rsidRDefault="005B3ED9" w:rsidP="005B3ED9">
      <w:r>
        <w:t>583.1976</w:t>
      </w:r>
      <w:r>
        <w:tab/>
        <w:t>1.013e0</w:t>
      </w:r>
    </w:p>
    <w:p w:rsidR="005B3ED9" w:rsidRDefault="005B3ED9" w:rsidP="005B3ED9">
      <w:r>
        <w:t>583.2139</w:t>
      </w:r>
      <w:r>
        <w:tab/>
        <w:t>1.013e0</w:t>
      </w:r>
    </w:p>
    <w:p w:rsidR="005B3ED9" w:rsidRDefault="005B3ED9" w:rsidP="005B3ED9">
      <w:r>
        <w:t>583.2458</w:t>
      </w:r>
      <w:r>
        <w:tab/>
        <w:t>1.013e0</w:t>
      </w:r>
    </w:p>
    <w:p w:rsidR="005B3ED9" w:rsidRDefault="005B3ED9" w:rsidP="005B3ED9">
      <w:r>
        <w:t>583.3928</w:t>
      </w:r>
      <w:r>
        <w:tab/>
        <w:t>2.025e0</w:t>
      </w:r>
    </w:p>
    <w:p w:rsidR="005B3ED9" w:rsidRDefault="005B3ED9" w:rsidP="005B3ED9">
      <w:r>
        <w:t>583.3969</w:t>
      </w:r>
      <w:r>
        <w:tab/>
        <w:t>2.025e0</w:t>
      </w:r>
    </w:p>
    <w:p w:rsidR="005B3ED9" w:rsidRDefault="005B3ED9" w:rsidP="005B3ED9">
      <w:r>
        <w:t>583.4073</w:t>
      </w:r>
      <w:r>
        <w:tab/>
        <w:t>3.038e0</w:t>
      </w:r>
    </w:p>
    <w:p w:rsidR="005B3ED9" w:rsidRDefault="005B3ED9" w:rsidP="005B3ED9">
      <w:r>
        <w:t>583.4461</w:t>
      </w:r>
      <w:r>
        <w:tab/>
        <w:t>1.013e0</w:t>
      </w:r>
    </w:p>
    <w:p w:rsidR="005B3ED9" w:rsidRDefault="005B3ED9" w:rsidP="005B3ED9">
      <w:r>
        <w:t>583.5006</w:t>
      </w:r>
      <w:r>
        <w:tab/>
        <w:t>2.025e0</w:t>
      </w:r>
    </w:p>
    <w:p w:rsidR="005B3ED9" w:rsidRDefault="005B3ED9" w:rsidP="005B3ED9">
      <w:r>
        <w:t>583.5193</w:t>
      </w:r>
      <w:r>
        <w:tab/>
        <w:t>1.013e0</w:t>
      </w:r>
    </w:p>
    <w:p w:rsidR="005B3ED9" w:rsidRDefault="005B3ED9" w:rsidP="005B3ED9">
      <w:r>
        <w:t>583.5262</w:t>
      </w:r>
      <w:r>
        <w:tab/>
        <w:t>1.013e0</w:t>
      </w:r>
    </w:p>
    <w:p w:rsidR="005B3ED9" w:rsidRDefault="005B3ED9" w:rsidP="005B3ED9">
      <w:r>
        <w:t>583.6964</w:t>
      </w:r>
      <w:r>
        <w:tab/>
        <w:t>1.013e0</w:t>
      </w:r>
    </w:p>
    <w:p w:rsidR="005B3ED9" w:rsidRDefault="005B3ED9" w:rsidP="005B3ED9">
      <w:r>
        <w:t>583.7144</w:t>
      </w:r>
      <w:r>
        <w:tab/>
        <w:t>1.013e0</w:t>
      </w:r>
    </w:p>
    <w:p w:rsidR="005B3ED9" w:rsidRDefault="005B3ED9" w:rsidP="005B3ED9">
      <w:r>
        <w:t>583.8369</w:t>
      </w:r>
      <w:r>
        <w:tab/>
        <w:t>1.013e0</w:t>
      </w:r>
    </w:p>
    <w:p w:rsidR="005B3ED9" w:rsidRDefault="005B3ED9" w:rsidP="005B3ED9">
      <w:r>
        <w:t>583.8670</w:t>
      </w:r>
      <w:r>
        <w:tab/>
        <w:t>1.013e0</w:t>
      </w:r>
    </w:p>
    <w:p w:rsidR="005B3ED9" w:rsidRDefault="005B3ED9" w:rsidP="005B3ED9">
      <w:r>
        <w:t>583.8851</w:t>
      </w:r>
      <w:r>
        <w:tab/>
        <w:t>3.038e0</w:t>
      </w:r>
    </w:p>
    <w:p w:rsidR="005B3ED9" w:rsidRDefault="005B3ED9" w:rsidP="005B3ED9">
      <w:r>
        <w:lastRenderedPageBreak/>
        <w:t>583.9672</w:t>
      </w:r>
      <w:r>
        <w:tab/>
        <w:t>2.025e0</w:t>
      </w:r>
    </w:p>
    <w:p w:rsidR="005B3ED9" w:rsidRDefault="005B3ED9" w:rsidP="005B3ED9">
      <w:r>
        <w:t>583.9772</w:t>
      </w:r>
      <w:r>
        <w:tab/>
        <w:t>1.013e0</w:t>
      </w:r>
    </w:p>
    <w:p w:rsidR="005B3ED9" w:rsidRDefault="005B3ED9" w:rsidP="005B3ED9">
      <w:r>
        <w:t>584.0391</w:t>
      </w:r>
      <w:r>
        <w:tab/>
        <w:t>2.025e0</w:t>
      </w:r>
    </w:p>
    <w:p w:rsidR="005B3ED9" w:rsidRDefault="005B3ED9" w:rsidP="005B3ED9">
      <w:r>
        <w:t>584.0875</w:t>
      </w:r>
      <w:r>
        <w:tab/>
        <w:t>1.013e0</w:t>
      </w:r>
    </w:p>
    <w:p w:rsidR="005B3ED9" w:rsidRDefault="005B3ED9" w:rsidP="005B3ED9">
      <w:r>
        <w:t>584.0911</w:t>
      </w:r>
      <w:r>
        <w:tab/>
        <w:t>1.013e0</w:t>
      </w:r>
    </w:p>
    <w:p w:rsidR="005B3ED9" w:rsidRDefault="005B3ED9" w:rsidP="005B3ED9">
      <w:r>
        <w:t>584.1477</w:t>
      </w:r>
      <w:r>
        <w:tab/>
        <w:t>1.013e0</w:t>
      </w:r>
    </w:p>
    <w:p w:rsidR="005B3ED9" w:rsidRDefault="005B3ED9" w:rsidP="005B3ED9">
      <w:r>
        <w:t>584.1877</w:t>
      </w:r>
      <w:r>
        <w:tab/>
        <w:t>2.025e0</w:t>
      </w:r>
    </w:p>
    <w:p w:rsidR="005B3ED9" w:rsidRDefault="005B3ED9" w:rsidP="005B3ED9">
      <w:r>
        <w:t>584.1969</w:t>
      </w:r>
      <w:r>
        <w:tab/>
        <w:t>1.013e0</w:t>
      </w:r>
    </w:p>
    <w:p w:rsidR="005B3ED9" w:rsidRDefault="005B3ED9" w:rsidP="005B3ED9">
      <w:r>
        <w:t>584.2279</w:t>
      </w:r>
      <w:r>
        <w:tab/>
        <w:t>1.013e0</w:t>
      </w:r>
    </w:p>
    <w:p w:rsidR="005B3ED9" w:rsidRDefault="005B3ED9" w:rsidP="005B3ED9">
      <w:r>
        <w:t>584.2426</w:t>
      </w:r>
      <w:r>
        <w:tab/>
        <w:t>2.025e0</w:t>
      </w:r>
    </w:p>
    <w:p w:rsidR="005B3ED9" w:rsidRDefault="005B3ED9" w:rsidP="005B3ED9">
      <w:r>
        <w:t>584.2701</w:t>
      </w:r>
      <w:r>
        <w:tab/>
        <w:t>1.013e0</w:t>
      </w:r>
    </w:p>
    <w:p w:rsidR="005B3ED9" w:rsidRDefault="005B3ED9" w:rsidP="005B3ED9">
      <w:r>
        <w:t>584.3082</w:t>
      </w:r>
      <w:r>
        <w:tab/>
        <w:t>1.013e0</w:t>
      </w:r>
    </w:p>
    <w:p w:rsidR="005B3ED9" w:rsidRDefault="005B3ED9" w:rsidP="005B3ED9">
      <w:r>
        <w:t>584.3383</w:t>
      </w:r>
      <w:r>
        <w:tab/>
        <w:t>1.013e0</w:t>
      </w:r>
    </w:p>
    <w:p w:rsidR="005B3ED9" w:rsidRDefault="005B3ED9" w:rsidP="005B3ED9">
      <w:r>
        <w:t>584.3483</w:t>
      </w:r>
      <w:r>
        <w:tab/>
        <w:t>1.013e0</w:t>
      </w:r>
    </w:p>
    <w:p w:rsidR="005B3ED9" w:rsidRDefault="005B3ED9" w:rsidP="005B3ED9">
      <w:r>
        <w:t>584.4308</w:t>
      </w:r>
      <w:r>
        <w:tab/>
        <w:t>1.013e0</w:t>
      </w:r>
    </w:p>
    <w:p w:rsidR="005B3ED9" w:rsidRDefault="005B3ED9" w:rsidP="005B3ED9">
      <w:r>
        <w:t>584.4386</w:t>
      </w:r>
      <w:r>
        <w:tab/>
        <w:t>1.013e0</w:t>
      </w:r>
    </w:p>
    <w:p w:rsidR="005B3ED9" w:rsidRDefault="005B3ED9" w:rsidP="005B3ED9">
      <w:r>
        <w:t>584.4516</w:t>
      </w:r>
      <w:r>
        <w:tab/>
        <w:t>4.488e0</w:t>
      </w:r>
    </w:p>
    <w:p w:rsidR="005B3ED9" w:rsidRDefault="005B3ED9" w:rsidP="005B3ED9">
      <w:r>
        <w:t>584.4897</w:t>
      </w:r>
      <w:r>
        <w:tab/>
        <w:t>3.038e0</w:t>
      </w:r>
    </w:p>
    <w:p w:rsidR="005B3ED9" w:rsidRDefault="005B3ED9" w:rsidP="005B3ED9">
      <w:r>
        <w:t>584.5358</w:t>
      </w:r>
      <w:r>
        <w:tab/>
        <w:t>2.025e0</w:t>
      </w:r>
    </w:p>
    <w:p w:rsidR="005B3ED9" w:rsidRDefault="005B3ED9" w:rsidP="005B3ED9">
      <w:r>
        <w:lastRenderedPageBreak/>
        <w:t>584.6493</w:t>
      </w:r>
      <w:r>
        <w:tab/>
        <w:t>1.013e0</w:t>
      </w:r>
    </w:p>
    <w:p w:rsidR="005B3ED9" w:rsidRDefault="005B3ED9" w:rsidP="005B3ED9">
      <w:r>
        <w:t>584.6593</w:t>
      </w:r>
      <w:r>
        <w:tab/>
        <w:t>1.013e0</w:t>
      </w:r>
    </w:p>
    <w:p w:rsidR="005B3ED9" w:rsidRDefault="005B3ED9" w:rsidP="005B3ED9">
      <w:r>
        <w:t>584.7341</w:t>
      </w:r>
      <w:r>
        <w:tab/>
        <w:t>1.013e0</w:t>
      </w:r>
    </w:p>
    <w:p w:rsidR="005B3ED9" w:rsidRDefault="005B3ED9" w:rsidP="005B3ED9">
      <w:r>
        <w:t>584.7999</w:t>
      </w:r>
      <w:r>
        <w:tab/>
        <w:t>1.013e0</w:t>
      </w:r>
    </w:p>
    <w:p w:rsidR="005B3ED9" w:rsidRDefault="005B3ED9" w:rsidP="005B3ED9">
      <w:r>
        <w:t>584.8199</w:t>
      </w:r>
      <w:r>
        <w:tab/>
        <w:t>1.013e0</w:t>
      </w:r>
    </w:p>
    <w:p w:rsidR="005B3ED9" w:rsidRDefault="005B3ED9" w:rsidP="005B3ED9">
      <w:r>
        <w:t>584.8582</w:t>
      </w:r>
      <w:r>
        <w:tab/>
        <w:t>2.025e0</w:t>
      </w:r>
    </w:p>
    <w:p w:rsidR="005B3ED9" w:rsidRDefault="005B3ED9" w:rsidP="005B3ED9">
      <w:r>
        <w:t>584.9132</w:t>
      </w:r>
      <w:r>
        <w:tab/>
        <w:t>1.013e0</w:t>
      </w:r>
    </w:p>
    <w:p w:rsidR="005B3ED9" w:rsidRDefault="005B3ED9" w:rsidP="005B3ED9">
      <w:r>
        <w:t>584.9905</w:t>
      </w:r>
      <w:r>
        <w:tab/>
        <w:t>1.013e0</w:t>
      </w:r>
    </w:p>
    <w:p w:rsidR="005B3ED9" w:rsidRDefault="005B3ED9" w:rsidP="005B3ED9">
      <w:r>
        <w:t>585.0371</w:t>
      </w:r>
      <w:r>
        <w:tab/>
        <w:t>2.025e0</w:t>
      </w:r>
    </w:p>
    <w:p w:rsidR="005B3ED9" w:rsidRDefault="005B3ED9" w:rsidP="005B3ED9">
      <w:r>
        <w:t>585.2206</w:t>
      </w:r>
      <w:r>
        <w:tab/>
        <w:t>9.114e0</w:t>
      </w:r>
    </w:p>
    <w:p w:rsidR="005B3ED9" w:rsidRDefault="005B3ED9" w:rsidP="005B3ED9">
      <w:r>
        <w:t>585.2261</w:t>
      </w:r>
      <w:r>
        <w:tab/>
        <w:t>2.025e0</w:t>
      </w:r>
    </w:p>
    <w:p w:rsidR="005B3ED9" w:rsidRDefault="005B3ED9" w:rsidP="005B3ED9">
      <w:r>
        <w:t>585.2328</w:t>
      </w:r>
      <w:r>
        <w:tab/>
        <w:t>6.076e0</w:t>
      </w:r>
    </w:p>
    <w:p w:rsidR="005B3ED9" w:rsidRDefault="005B3ED9" w:rsidP="005B3ED9">
      <w:r>
        <w:t>585.3060</w:t>
      </w:r>
      <w:r>
        <w:tab/>
        <w:t>1.013e0</w:t>
      </w:r>
    </w:p>
    <w:p w:rsidR="005B3ED9" w:rsidRDefault="005B3ED9" w:rsidP="005B3ED9">
      <w:r>
        <w:t>585.3171</w:t>
      </w:r>
      <w:r>
        <w:tab/>
        <w:t>2.025e0</w:t>
      </w:r>
    </w:p>
    <w:p w:rsidR="005B3ED9" w:rsidRDefault="005B3ED9" w:rsidP="005B3ED9">
      <w:r>
        <w:t>585.3527</w:t>
      </w:r>
      <w:r>
        <w:tab/>
        <w:t>2.025e0</w:t>
      </w:r>
    </w:p>
    <w:p w:rsidR="005B3ED9" w:rsidRDefault="005B3ED9" w:rsidP="005B3ED9">
      <w:r>
        <w:t>585.3878</w:t>
      </w:r>
      <w:r>
        <w:tab/>
        <w:t>2.025e0</w:t>
      </w:r>
    </w:p>
    <w:p w:rsidR="005B3ED9" w:rsidRDefault="005B3ED9" w:rsidP="005B3ED9">
      <w:r>
        <w:t>585.4482</w:t>
      </w:r>
      <w:r>
        <w:tab/>
        <w:t>1.013e0</w:t>
      </w:r>
    </w:p>
    <w:p w:rsidR="005B3ED9" w:rsidRDefault="005B3ED9" w:rsidP="005B3ED9">
      <w:r>
        <w:t>585.4576</w:t>
      </w:r>
      <w:r>
        <w:tab/>
        <w:t>2.025e0</w:t>
      </w:r>
    </w:p>
    <w:p w:rsidR="005B3ED9" w:rsidRDefault="005B3ED9" w:rsidP="005B3ED9">
      <w:r>
        <w:t>585.4707</w:t>
      </w:r>
      <w:r>
        <w:tab/>
        <w:t>2.025e0</w:t>
      </w:r>
    </w:p>
    <w:p w:rsidR="005B3ED9" w:rsidRDefault="005B3ED9" w:rsidP="005B3ED9">
      <w:r>
        <w:lastRenderedPageBreak/>
        <w:t>585.5044</w:t>
      </w:r>
      <w:r>
        <w:tab/>
        <w:t>2.025e0</w:t>
      </w:r>
    </w:p>
    <w:p w:rsidR="005B3ED9" w:rsidRDefault="005B3ED9" w:rsidP="005B3ED9">
      <w:r>
        <w:t>585.5129</w:t>
      </w:r>
      <w:r>
        <w:tab/>
        <w:t>1.013e0</w:t>
      </w:r>
    </w:p>
    <w:p w:rsidR="005B3ED9" w:rsidRDefault="005B3ED9" w:rsidP="005B3ED9">
      <w:r>
        <w:t>585.5798</w:t>
      </w:r>
      <w:r>
        <w:tab/>
        <w:t>2.025e0</w:t>
      </w:r>
    </w:p>
    <w:p w:rsidR="005B3ED9" w:rsidRDefault="005B3ED9" w:rsidP="005B3ED9">
      <w:r>
        <w:t>585.5933</w:t>
      </w:r>
      <w:r>
        <w:tab/>
        <w:t>1.013e0</w:t>
      </w:r>
    </w:p>
    <w:p w:rsidR="005B3ED9" w:rsidRDefault="005B3ED9" w:rsidP="005B3ED9">
      <w:r>
        <w:t>585.6838</w:t>
      </w:r>
      <w:r>
        <w:tab/>
        <w:t>1.013e0</w:t>
      </w:r>
    </w:p>
    <w:p w:rsidR="005B3ED9" w:rsidRDefault="005B3ED9" w:rsidP="005B3ED9">
      <w:r>
        <w:t>585.8409</w:t>
      </w:r>
      <w:r>
        <w:tab/>
        <w:t>1.013e0</w:t>
      </w:r>
    </w:p>
    <w:p w:rsidR="005B3ED9" w:rsidRDefault="005B3ED9" w:rsidP="005B3ED9">
      <w:r>
        <w:t>585.8766</w:t>
      </w:r>
      <w:r>
        <w:tab/>
        <w:t>2.025e0</w:t>
      </w:r>
    </w:p>
    <w:p w:rsidR="005B3ED9" w:rsidRDefault="005B3ED9" w:rsidP="005B3ED9">
      <w:r>
        <w:t>585.9302</w:t>
      </w:r>
      <w:r>
        <w:tab/>
        <w:t>3.038e0</w:t>
      </w:r>
    </w:p>
    <w:p w:rsidR="005B3ED9" w:rsidRDefault="005B3ED9" w:rsidP="005B3ED9">
      <w:r>
        <w:t>585.9453</w:t>
      </w:r>
      <w:r>
        <w:tab/>
        <w:t>1.013e0</w:t>
      </w:r>
    </w:p>
    <w:p w:rsidR="005B3ED9" w:rsidRDefault="005B3ED9" w:rsidP="005B3ED9">
      <w:r>
        <w:t>585.9553</w:t>
      </w:r>
      <w:r>
        <w:tab/>
        <w:t>3.038e0</w:t>
      </w:r>
    </w:p>
    <w:p w:rsidR="005B3ED9" w:rsidRDefault="005B3ED9" w:rsidP="005B3ED9">
      <w:r>
        <w:t>586.0547</w:t>
      </w:r>
      <w:r>
        <w:tab/>
        <w:t>1.013e0</w:t>
      </w:r>
    </w:p>
    <w:p w:rsidR="005B3ED9" w:rsidRDefault="005B3ED9" w:rsidP="005B3ED9">
      <w:r>
        <w:t>586.0865</w:t>
      </w:r>
      <w:r>
        <w:tab/>
        <w:t>3.038e0</w:t>
      </w:r>
    </w:p>
    <w:p w:rsidR="005B3ED9" w:rsidRDefault="005B3ED9" w:rsidP="005B3ED9">
      <w:r>
        <w:t>586.1097</w:t>
      </w:r>
      <w:r>
        <w:tab/>
        <w:t>1.013e0</w:t>
      </w:r>
    </w:p>
    <w:p w:rsidR="005B3ED9" w:rsidRDefault="005B3ED9" w:rsidP="005B3ED9">
      <w:r>
        <w:t>586.1813</w:t>
      </w:r>
      <w:r>
        <w:tab/>
        <w:t>2.275e0</w:t>
      </w:r>
    </w:p>
    <w:p w:rsidR="005B3ED9" w:rsidRDefault="005B3ED9" w:rsidP="005B3ED9">
      <w:r>
        <w:t>586.2385</w:t>
      </w:r>
      <w:r>
        <w:tab/>
        <w:t>5.063e0</w:t>
      </w:r>
    </w:p>
    <w:p w:rsidR="005B3ED9" w:rsidRDefault="005B3ED9" w:rsidP="005B3ED9">
      <w:r>
        <w:t>586.2546</w:t>
      </w:r>
      <w:r>
        <w:tab/>
        <w:t>3.038e0</w:t>
      </w:r>
    </w:p>
    <w:p w:rsidR="005B3ED9" w:rsidRDefault="005B3ED9" w:rsidP="005B3ED9">
      <w:r>
        <w:t>586.3175</w:t>
      </w:r>
      <w:r>
        <w:tab/>
        <w:t>1.013e0</w:t>
      </w:r>
    </w:p>
    <w:p w:rsidR="005B3ED9" w:rsidRDefault="005B3ED9" w:rsidP="005B3ED9">
      <w:r>
        <w:t>586.3477</w:t>
      </w:r>
      <w:r>
        <w:tab/>
        <w:t>1.013e0</w:t>
      </w:r>
    </w:p>
    <w:p w:rsidR="005B3ED9" w:rsidRDefault="005B3ED9" w:rsidP="005B3ED9">
      <w:r>
        <w:t>586.3647</w:t>
      </w:r>
      <w:r>
        <w:tab/>
        <w:t>2.025e0</w:t>
      </w:r>
    </w:p>
    <w:p w:rsidR="005B3ED9" w:rsidRDefault="005B3ED9" w:rsidP="005B3ED9">
      <w:r>
        <w:lastRenderedPageBreak/>
        <w:t>586.4493</w:t>
      </w:r>
      <w:r>
        <w:tab/>
        <w:t>1.013e0</w:t>
      </w:r>
    </w:p>
    <w:p w:rsidR="005B3ED9" w:rsidRDefault="005B3ED9" w:rsidP="005B3ED9">
      <w:r>
        <w:t>586.5087</w:t>
      </w:r>
      <w:r>
        <w:tab/>
        <w:t>1.013e0</w:t>
      </w:r>
    </w:p>
    <w:p w:rsidR="005B3ED9" w:rsidRDefault="005B3ED9" w:rsidP="005B3ED9">
      <w:r>
        <w:t>586.5369</w:t>
      </w:r>
      <w:r>
        <w:tab/>
        <w:t>1.013e0</w:t>
      </w:r>
    </w:p>
    <w:p w:rsidR="005B3ED9" w:rsidRDefault="005B3ED9" w:rsidP="005B3ED9">
      <w:r>
        <w:t>586.5495</w:t>
      </w:r>
      <w:r>
        <w:tab/>
        <w:t>3.038e0</w:t>
      </w:r>
    </w:p>
    <w:p w:rsidR="005B3ED9" w:rsidRDefault="005B3ED9" w:rsidP="005B3ED9">
      <w:r>
        <w:t>586.6082</w:t>
      </w:r>
      <w:r>
        <w:tab/>
        <w:t>1.013e0</w:t>
      </w:r>
    </w:p>
    <w:p w:rsidR="005B3ED9" w:rsidRDefault="005B3ED9" w:rsidP="005B3ED9">
      <w:r>
        <w:t>586.6813</w:t>
      </w:r>
      <w:r>
        <w:tab/>
        <w:t>1.013e0</w:t>
      </w:r>
    </w:p>
    <w:p w:rsidR="005B3ED9" w:rsidRDefault="005B3ED9" w:rsidP="005B3ED9">
      <w:r>
        <w:t>586.7159</w:t>
      </w:r>
      <w:r>
        <w:tab/>
        <w:t>1.013e0</w:t>
      </w:r>
    </w:p>
    <w:p w:rsidR="005B3ED9" w:rsidRDefault="005B3ED9" w:rsidP="005B3ED9">
      <w:r>
        <w:t>586.7870</w:t>
      </w:r>
      <w:r>
        <w:tab/>
        <w:t>1.013e0</w:t>
      </w:r>
    </w:p>
    <w:p w:rsidR="005B3ED9" w:rsidRDefault="005B3ED9" w:rsidP="005B3ED9">
      <w:r>
        <w:t>586.8510</w:t>
      </w:r>
      <w:r>
        <w:tab/>
        <w:t>2.025e0</w:t>
      </w:r>
    </w:p>
    <w:p w:rsidR="005B3ED9" w:rsidRDefault="005B3ED9" w:rsidP="005B3ED9">
      <w:r>
        <w:t>586.8947</w:t>
      </w:r>
      <w:r>
        <w:tab/>
        <w:t>2.025e0</w:t>
      </w:r>
    </w:p>
    <w:p w:rsidR="005B3ED9" w:rsidRDefault="005B3ED9" w:rsidP="005B3ED9">
      <w:r>
        <w:t>586.9134</w:t>
      </w:r>
      <w:r>
        <w:tab/>
        <w:t>1.013e0</w:t>
      </w:r>
    </w:p>
    <w:p w:rsidR="005B3ED9" w:rsidRDefault="005B3ED9" w:rsidP="005B3ED9">
      <w:r>
        <w:t>587.1453</w:t>
      </w:r>
      <w:r>
        <w:tab/>
        <w:t>1.013e0</w:t>
      </w:r>
    </w:p>
    <w:p w:rsidR="005B3ED9" w:rsidRDefault="005B3ED9" w:rsidP="005B3ED9">
      <w:r>
        <w:t>587.1597</w:t>
      </w:r>
      <w:r>
        <w:tab/>
        <w:t>2.025e0</w:t>
      </w:r>
    </w:p>
    <w:p w:rsidR="005B3ED9" w:rsidRDefault="005B3ED9" w:rsidP="005B3ED9">
      <w:r>
        <w:t>587.2347</w:t>
      </w:r>
      <w:r>
        <w:tab/>
        <w:t>1.013e0</w:t>
      </w:r>
    </w:p>
    <w:p w:rsidR="005B3ED9" w:rsidRDefault="005B3ED9" w:rsidP="005B3ED9">
      <w:r>
        <w:t>587.2709</w:t>
      </w:r>
      <w:r>
        <w:tab/>
        <w:t>4.051e0</w:t>
      </w:r>
    </w:p>
    <w:p w:rsidR="005B3ED9" w:rsidRDefault="005B3ED9" w:rsidP="005B3ED9">
      <w:r>
        <w:t>587.3447</w:t>
      </w:r>
      <w:r>
        <w:tab/>
        <w:t>1.013e0</w:t>
      </w:r>
    </w:p>
    <w:p w:rsidR="005B3ED9" w:rsidRDefault="005B3ED9" w:rsidP="005B3ED9">
      <w:r>
        <w:t>587.3773</w:t>
      </w:r>
      <w:r>
        <w:tab/>
        <w:t>1.013e0</w:t>
      </w:r>
    </w:p>
    <w:p w:rsidR="005B3ED9" w:rsidRDefault="005B3ED9" w:rsidP="005B3ED9">
      <w:r>
        <w:t>587.4556</w:t>
      </w:r>
      <w:r>
        <w:tab/>
        <w:t>2.025e0</w:t>
      </w:r>
    </w:p>
    <w:p w:rsidR="005B3ED9" w:rsidRDefault="005B3ED9" w:rsidP="005B3ED9">
      <w:r>
        <w:t>587.4830</w:t>
      </w:r>
      <w:r>
        <w:tab/>
        <w:t>1.013e0</w:t>
      </w:r>
    </w:p>
    <w:p w:rsidR="005B3ED9" w:rsidRDefault="005B3ED9" w:rsidP="005B3ED9">
      <w:r>
        <w:lastRenderedPageBreak/>
        <w:t>587.4858</w:t>
      </w:r>
      <w:r>
        <w:tab/>
        <w:t>1.013e0</w:t>
      </w:r>
    </w:p>
    <w:p w:rsidR="005B3ED9" w:rsidRDefault="005B3ED9" w:rsidP="005B3ED9">
      <w:r>
        <w:t>587.5013</w:t>
      </w:r>
      <w:r>
        <w:tab/>
        <w:t>1.013e0</w:t>
      </w:r>
    </w:p>
    <w:p w:rsidR="005B3ED9" w:rsidRDefault="005B3ED9" w:rsidP="005B3ED9">
      <w:r>
        <w:t>587.5967</w:t>
      </w:r>
      <w:r>
        <w:tab/>
        <w:t>1.013e0</w:t>
      </w:r>
    </w:p>
    <w:p w:rsidR="005B3ED9" w:rsidRDefault="005B3ED9" w:rsidP="005B3ED9">
      <w:r>
        <w:t>587.7076</w:t>
      </w:r>
      <w:r>
        <w:tab/>
        <w:t>1.013e0</w:t>
      </w:r>
    </w:p>
    <w:p w:rsidR="005B3ED9" w:rsidRDefault="005B3ED9" w:rsidP="005B3ED9">
      <w:r>
        <w:t>587.7883</w:t>
      </w:r>
      <w:r>
        <w:tab/>
        <w:t>2.025e0</w:t>
      </w:r>
    </w:p>
    <w:p w:rsidR="005B3ED9" w:rsidRDefault="005B3ED9" w:rsidP="005B3ED9">
      <w:r>
        <w:t>587.8387</w:t>
      </w:r>
      <w:r>
        <w:tab/>
        <w:t>2.025e0</w:t>
      </w:r>
    </w:p>
    <w:p w:rsidR="005B3ED9" w:rsidRDefault="005B3ED9" w:rsidP="005B3ED9">
      <w:r>
        <w:t>587.9194</w:t>
      </w:r>
      <w:r>
        <w:tab/>
        <w:t>1.013e0</w:t>
      </w:r>
    </w:p>
    <w:p w:rsidR="005B3ED9" w:rsidRDefault="005B3ED9" w:rsidP="005B3ED9">
      <w:r>
        <w:t>588.1011</w:t>
      </w:r>
      <w:r>
        <w:tab/>
        <w:t>1.013e0</w:t>
      </w:r>
    </w:p>
    <w:p w:rsidR="005B3ED9" w:rsidRDefault="005B3ED9" w:rsidP="005B3ED9">
      <w:r>
        <w:t>588.1625</w:t>
      </w:r>
      <w:r>
        <w:tab/>
        <w:t>1.013e0</w:t>
      </w:r>
    </w:p>
    <w:p w:rsidR="005B3ED9" w:rsidRDefault="005B3ED9" w:rsidP="005B3ED9">
      <w:r>
        <w:t>588.2238</w:t>
      </w:r>
      <w:r>
        <w:tab/>
        <w:t>3.925e0</w:t>
      </w:r>
    </w:p>
    <w:p w:rsidR="005B3ED9" w:rsidRDefault="005B3ED9" w:rsidP="005B3ED9">
      <w:r>
        <w:t>588.2321</w:t>
      </w:r>
      <w:r>
        <w:tab/>
        <w:t>2.025e0</w:t>
      </w:r>
    </w:p>
    <w:p w:rsidR="005B3ED9" w:rsidRDefault="005B3ED9" w:rsidP="005B3ED9">
      <w:r>
        <w:t>588.2338</w:t>
      </w:r>
      <w:r>
        <w:tab/>
        <w:t>2.025e0</w:t>
      </w:r>
    </w:p>
    <w:p w:rsidR="005B3ED9" w:rsidRDefault="005B3ED9" w:rsidP="005B3ED9">
      <w:r>
        <w:t>588.3029</w:t>
      </w:r>
      <w:r>
        <w:tab/>
        <w:t>1.013e0</w:t>
      </w:r>
    </w:p>
    <w:p w:rsidR="005B3ED9" w:rsidRDefault="005B3ED9" w:rsidP="005B3ED9">
      <w:r>
        <w:t>588.3213</w:t>
      </w:r>
      <w:r>
        <w:tab/>
        <w:t>1.013e0</w:t>
      </w:r>
    </w:p>
    <w:p w:rsidR="005B3ED9" w:rsidRDefault="005B3ED9" w:rsidP="005B3ED9">
      <w:r>
        <w:t>588.3333</w:t>
      </w:r>
      <w:r>
        <w:tab/>
        <w:t>1.013e0</w:t>
      </w:r>
    </w:p>
    <w:p w:rsidR="005B3ED9" w:rsidRDefault="005B3ED9" w:rsidP="005B3ED9">
      <w:r>
        <w:t>588.3944</w:t>
      </w:r>
      <w:r>
        <w:tab/>
        <w:t>1.013e0</w:t>
      </w:r>
    </w:p>
    <w:p w:rsidR="005B3ED9" w:rsidRDefault="005B3ED9" w:rsidP="005B3ED9">
      <w:r>
        <w:t>588.4048</w:t>
      </w:r>
      <w:r>
        <w:tab/>
        <w:t>2.025e0</w:t>
      </w:r>
    </w:p>
    <w:p w:rsidR="005B3ED9" w:rsidRDefault="005B3ED9" w:rsidP="005B3ED9">
      <w:r>
        <w:t>588.4476</w:t>
      </w:r>
      <w:r>
        <w:tab/>
        <w:t>1.013e0</w:t>
      </w:r>
    </w:p>
    <w:p w:rsidR="005B3ED9" w:rsidRDefault="005B3ED9" w:rsidP="005B3ED9">
      <w:r>
        <w:t>588.5654</w:t>
      </w:r>
      <w:r>
        <w:tab/>
        <w:t>1.013e0</w:t>
      </w:r>
    </w:p>
    <w:p w:rsidR="005B3ED9" w:rsidRDefault="005B3ED9" w:rsidP="005B3ED9">
      <w:r>
        <w:lastRenderedPageBreak/>
        <w:t>588.6866</w:t>
      </w:r>
      <w:r>
        <w:tab/>
        <w:t>1.013e0</w:t>
      </w:r>
    </w:p>
    <w:p w:rsidR="005B3ED9" w:rsidRDefault="005B3ED9" w:rsidP="005B3ED9">
      <w:r>
        <w:t>588.8035</w:t>
      </w:r>
      <w:r>
        <w:tab/>
        <w:t>1.013e0</w:t>
      </w:r>
    </w:p>
    <w:p w:rsidR="005B3ED9" w:rsidRDefault="005B3ED9" w:rsidP="005B3ED9">
      <w:r>
        <w:t>588.8218</w:t>
      </w:r>
      <w:r>
        <w:tab/>
        <w:t>3.038e0</w:t>
      </w:r>
    </w:p>
    <w:p w:rsidR="005B3ED9" w:rsidRDefault="005B3ED9" w:rsidP="005B3ED9">
      <w:r>
        <w:t>588.8300</w:t>
      </w:r>
      <w:r>
        <w:tab/>
        <w:t>4.051e0</w:t>
      </w:r>
    </w:p>
    <w:p w:rsidR="005B3ED9" w:rsidRDefault="005B3ED9" w:rsidP="005B3ED9">
      <w:r>
        <w:t>588.9827</w:t>
      </w:r>
      <w:r>
        <w:tab/>
        <w:t>1.013e0</w:t>
      </w:r>
    </w:p>
    <w:p w:rsidR="005B3ED9" w:rsidRDefault="005B3ED9" w:rsidP="005B3ED9">
      <w:r>
        <w:t>589.0170</w:t>
      </w:r>
      <w:r>
        <w:tab/>
        <w:t>1.013e0</w:t>
      </w:r>
    </w:p>
    <w:p w:rsidR="005B3ED9" w:rsidRDefault="005B3ED9" w:rsidP="005B3ED9">
      <w:r>
        <w:t>589.0200</w:t>
      </w:r>
      <w:r>
        <w:tab/>
        <w:t>1.013e0</w:t>
      </w:r>
    </w:p>
    <w:p w:rsidR="005B3ED9" w:rsidRDefault="005B3ED9" w:rsidP="005B3ED9">
      <w:r>
        <w:t>589.2526</w:t>
      </w:r>
      <w:r>
        <w:tab/>
        <w:t>1.013e0</w:t>
      </w:r>
    </w:p>
    <w:p w:rsidR="005B3ED9" w:rsidRDefault="005B3ED9" w:rsidP="005B3ED9">
      <w:r>
        <w:t>589.2628</w:t>
      </w:r>
      <w:r>
        <w:tab/>
        <w:t>2.025e0</w:t>
      </w:r>
    </w:p>
    <w:p w:rsidR="005B3ED9" w:rsidRDefault="005B3ED9" w:rsidP="005B3ED9">
      <w:r>
        <w:t>589.2858</w:t>
      </w:r>
      <w:r>
        <w:tab/>
        <w:t>1.013e0</w:t>
      </w:r>
    </w:p>
    <w:p w:rsidR="005B3ED9" w:rsidRDefault="005B3ED9" w:rsidP="005B3ED9">
      <w:r>
        <w:t>589.3386</w:t>
      </w:r>
      <w:r>
        <w:tab/>
        <w:t>1.013e0</w:t>
      </w:r>
    </w:p>
    <w:p w:rsidR="005B3ED9" w:rsidRDefault="005B3ED9" w:rsidP="005B3ED9">
      <w:r>
        <w:t>589.3603</w:t>
      </w:r>
      <w:r>
        <w:tab/>
        <w:t>3.038e0</w:t>
      </w:r>
    </w:p>
    <w:p w:rsidR="005B3ED9" w:rsidRDefault="005B3ED9" w:rsidP="005B3ED9">
      <w:r>
        <w:t>589.3632</w:t>
      </w:r>
      <w:r>
        <w:tab/>
        <w:t>2.025e0</w:t>
      </w:r>
    </w:p>
    <w:p w:rsidR="005B3ED9" w:rsidRDefault="005B3ED9" w:rsidP="005B3ED9">
      <w:r>
        <w:t>589.4244</w:t>
      </w:r>
      <w:r>
        <w:tab/>
        <w:t>1.013e0</w:t>
      </w:r>
    </w:p>
    <w:p w:rsidR="005B3ED9" w:rsidRDefault="005B3ED9" w:rsidP="005B3ED9">
      <w:r>
        <w:t>589.4346</w:t>
      </w:r>
      <w:r>
        <w:tab/>
        <w:t>1.013e0</w:t>
      </w:r>
    </w:p>
    <w:p w:rsidR="005B3ED9" w:rsidRDefault="005B3ED9" w:rsidP="005B3ED9">
      <w:r>
        <w:t>589.4952</w:t>
      </w:r>
      <w:r>
        <w:tab/>
        <w:t>1.013e0</w:t>
      </w:r>
    </w:p>
    <w:p w:rsidR="005B3ED9" w:rsidRDefault="005B3ED9" w:rsidP="005B3ED9">
      <w:r>
        <w:t>589.5559</w:t>
      </w:r>
      <w:r>
        <w:tab/>
        <w:t>1.013e0</w:t>
      </w:r>
    </w:p>
    <w:p w:rsidR="005B3ED9" w:rsidRDefault="005B3ED9" w:rsidP="005B3ED9">
      <w:r>
        <w:t>589.6154</w:t>
      </w:r>
      <w:r>
        <w:tab/>
        <w:t>2.025e0</w:t>
      </w:r>
    </w:p>
    <w:p w:rsidR="005B3ED9" w:rsidRDefault="005B3ED9" w:rsidP="005B3ED9">
      <w:r>
        <w:t>589.6602</w:t>
      </w:r>
      <w:r>
        <w:tab/>
        <w:t>1.013e0</w:t>
      </w:r>
    </w:p>
    <w:p w:rsidR="005B3ED9" w:rsidRDefault="005B3ED9" w:rsidP="005B3ED9">
      <w:r>
        <w:lastRenderedPageBreak/>
        <w:t>589.7380</w:t>
      </w:r>
      <w:r>
        <w:tab/>
        <w:t>1.013e0</w:t>
      </w:r>
    </w:p>
    <w:p w:rsidR="005B3ED9" w:rsidRDefault="005B3ED9" w:rsidP="005B3ED9">
      <w:r>
        <w:t>589.7576</w:t>
      </w:r>
      <w:r>
        <w:tab/>
        <w:t>3.038e0</w:t>
      </w:r>
    </w:p>
    <w:p w:rsidR="005B3ED9" w:rsidRDefault="005B3ED9" w:rsidP="005B3ED9">
      <w:r>
        <w:t>589.8088</w:t>
      </w:r>
      <w:r>
        <w:tab/>
        <w:t>1.013e0</w:t>
      </w:r>
    </w:p>
    <w:p w:rsidR="005B3ED9" w:rsidRDefault="005B3ED9" w:rsidP="005B3ED9">
      <w:r>
        <w:t>589.8246</w:t>
      </w:r>
      <w:r>
        <w:tab/>
        <w:t>2.025e0</w:t>
      </w:r>
    </w:p>
    <w:p w:rsidR="005B3ED9" w:rsidRDefault="005B3ED9" w:rsidP="005B3ED9">
      <w:r>
        <w:t>589.9265</w:t>
      </w:r>
      <w:r>
        <w:tab/>
        <w:t>1.013e0</w:t>
      </w:r>
    </w:p>
    <w:p w:rsidR="005B3ED9" w:rsidRDefault="005B3ED9" w:rsidP="005B3ED9">
      <w:r>
        <w:t>589.9977</w:t>
      </w:r>
      <w:r>
        <w:tab/>
        <w:t>1.013e0</w:t>
      </w:r>
    </w:p>
    <w:p w:rsidR="005B3ED9" w:rsidRDefault="005B3ED9" w:rsidP="005B3ED9">
      <w:r>
        <w:t>590.0720</w:t>
      </w:r>
      <w:r>
        <w:tab/>
        <w:t>2.025e0</w:t>
      </w:r>
    </w:p>
    <w:p w:rsidR="005B3ED9" w:rsidRDefault="005B3ED9" w:rsidP="005B3ED9">
      <w:r>
        <w:t>590.1667</w:t>
      </w:r>
      <w:r>
        <w:tab/>
        <w:t>2.025e0</w:t>
      </w:r>
    </w:p>
    <w:p w:rsidR="005B3ED9" w:rsidRDefault="005B3ED9" w:rsidP="005B3ED9">
      <w:r>
        <w:t>590.2664</w:t>
      </w:r>
      <w:r>
        <w:tab/>
        <w:t>1.013e0</w:t>
      </w:r>
    </w:p>
    <w:p w:rsidR="005B3ED9" w:rsidRDefault="005B3ED9" w:rsidP="005B3ED9">
      <w:r>
        <w:t>590.2791</w:t>
      </w:r>
      <w:r>
        <w:tab/>
        <w:t>2.025e0</w:t>
      </w:r>
    </w:p>
    <w:p w:rsidR="005B3ED9" w:rsidRDefault="005B3ED9" w:rsidP="005B3ED9">
      <w:r>
        <w:t>590.3008</w:t>
      </w:r>
      <w:r>
        <w:tab/>
        <w:t>1.013e0</w:t>
      </w:r>
    </w:p>
    <w:p w:rsidR="005B3ED9" w:rsidRDefault="005B3ED9" w:rsidP="005B3ED9">
      <w:r>
        <w:t>590.3409</w:t>
      </w:r>
      <w:r>
        <w:tab/>
        <w:t>3.038e0</w:t>
      </w:r>
    </w:p>
    <w:p w:rsidR="005B3ED9" w:rsidRDefault="005B3ED9" w:rsidP="005B3ED9">
      <w:r>
        <w:t>590.3538</w:t>
      </w:r>
      <w:r>
        <w:tab/>
        <w:t>1.013e0</w:t>
      </w:r>
    </w:p>
    <w:p w:rsidR="005B3ED9" w:rsidRDefault="005B3ED9" w:rsidP="005B3ED9">
      <w:r>
        <w:t>590.3859</w:t>
      </w:r>
      <w:r>
        <w:tab/>
        <w:t>1.013e0</w:t>
      </w:r>
    </w:p>
    <w:p w:rsidR="005B3ED9" w:rsidRDefault="005B3ED9" w:rsidP="005B3ED9">
      <w:r>
        <w:t>590.4090</w:t>
      </w:r>
      <w:r>
        <w:tab/>
        <w:t>3.038e0</w:t>
      </w:r>
    </w:p>
    <w:p w:rsidR="005B3ED9" w:rsidRDefault="005B3ED9" w:rsidP="005B3ED9">
      <w:r>
        <w:t>590.4162</w:t>
      </w:r>
      <w:r>
        <w:tab/>
        <w:t>1.013e0</w:t>
      </w:r>
    </w:p>
    <w:p w:rsidR="005B3ED9" w:rsidRDefault="005B3ED9" w:rsidP="005B3ED9">
      <w:r>
        <w:t>590.4571</w:t>
      </w:r>
      <w:r>
        <w:tab/>
        <w:t>2.025e0</w:t>
      </w:r>
    </w:p>
    <w:p w:rsidR="005B3ED9" w:rsidRDefault="005B3ED9" w:rsidP="005B3ED9">
      <w:r>
        <w:t>590.5030</w:t>
      </w:r>
      <w:r>
        <w:tab/>
        <w:t>2.025e0</w:t>
      </w:r>
    </w:p>
    <w:p w:rsidR="005B3ED9" w:rsidRDefault="005B3ED9" w:rsidP="005B3ED9">
      <w:r>
        <w:t>590.5513</w:t>
      </w:r>
      <w:r>
        <w:tab/>
        <w:t>1.013e0</w:t>
      </w:r>
    </w:p>
    <w:p w:rsidR="005B3ED9" w:rsidRDefault="005B3ED9" w:rsidP="005B3ED9">
      <w:r>
        <w:lastRenderedPageBreak/>
        <w:t>590.5856</w:t>
      </w:r>
      <w:r>
        <w:tab/>
        <w:t>1.013e0</w:t>
      </w:r>
    </w:p>
    <w:p w:rsidR="005B3ED9" w:rsidRDefault="005B3ED9" w:rsidP="005B3ED9">
      <w:r>
        <w:t>590.6797</w:t>
      </w:r>
      <w:r>
        <w:tab/>
        <w:t>1.013e0</w:t>
      </w:r>
    </w:p>
    <w:p w:rsidR="005B3ED9" w:rsidRDefault="005B3ED9" w:rsidP="005B3ED9">
      <w:r>
        <w:t>590.7648</w:t>
      </w:r>
      <w:r>
        <w:tab/>
        <w:t>1.013e0</w:t>
      </w:r>
    </w:p>
    <w:p w:rsidR="005B3ED9" w:rsidRDefault="005B3ED9" w:rsidP="005B3ED9">
      <w:r>
        <w:t>590.7809</w:t>
      </w:r>
      <w:r>
        <w:tab/>
        <w:t>1.013e0</w:t>
      </w:r>
    </w:p>
    <w:p w:rsidR="005B3ED9" w:rsidRDefault="005B3ED9" w:rsidP="005B3ED9">
      <w:r>
        <w:t>590.8176</w:t>
      </w:r>
      <w:r>
        <w:tab/>
        <w:t>2.025e0</w:t>
      </w:r>
    </w:p>
    <w:p w:rsidR="005B3ED9" w:rsidRDefault="005B3ED9" w:rsidP="005B3ED9">
      <w:r>
        <w:t>590.8621</w:t>
      </w:r>
      <w:r>
        <w:tab/>
        <w:t>1.013e0</w:t>
      </w:r>
    </w:p>
    <w:p w:rsidR="005B3ED9" w:rsidRDefault="005B3ED9" w:rsidP="005B3ED9">
      <w:r>
        <w:t>590.9533</w:t>
      </w:r>
      <w:r>
        <w:tab/>
        <w:t>1.013e0</w:t>
      </w:r>
    </w:p>
    <w:p w:rsidR="005B3ED9" w:rsidRDefault="005B3ED9" w:rsidP="005B3ED9">
      <w:r>
        <w:t>591.0313</w:t>
      </w:r>
      <w:r>
        <w:tab/>
        <w:t>1.013e0</w:t>
      </w:r>
    </w:p>
    <w:p w:rsidR="005B3ED9" w:rsidRDefault="005B3ED9" w:rsidP="005B3ED9">
      <w:r>
        <w:t>591.1024</w:t>
      </w:r>
      <w:r>
        <w:tab/>
        <w:t>1.013e0</w:t>
      </w:r>
    </w:p>
    <w:p w:rsidR="005B3ED9" w:rsidRDefault="005B3ED9" w:rsidP="005B3ED9">
      <w:r>
        <w:t>591.1966</w:t>
      </w:r>
      <w:r>
        <w:tab/>
        <w:t>1.013e0</w:t>
      </w:r>
    </w:p>
    <w:p w:rsidR="005B3ED9" w:rsidRDefault="005B3ED9" w:rsidP="005B3ED9">
      <w:r>
        <w:t>591.2269</w:t>
      </w:r>
      <w:r>
        <w:tab/>
        <w:t>1.013e0</w:t>
      </w:r>
    </w:p>
    <w:p w:rsidR="005B3ED9" w:rsidRDefault="005B3ED9" w:rsidP="005B3ED9">
      <w:r>
        <w:t>591.2575</w:t>
      </w:r>
      <w:r>
        <w:tab/>
        <w:t>1.013e0</w:t>
      </w:r>
    </w:p>
    <w:p w:rsidR="005B3ED9" w:rsidRDefault="005B3ED9" w:rsidP="005B3ED9">
      <w:r>
        <w:t>591.2980</w:t>
      </w:r>
      <w:r>
        <w:tab/>
        <w:t>1.013e0</w:t>
      </w:r>
    </w:p>
    <w:p w:rsidR="005B3ED9" w:rsidRDefault="005B3ED9" w:rsidP="005B3ED9">
      <w:r>
        <w:t>591.3183</w:t>
      </w:r>
      <w:r>
        <w:tab/>
        <w:t>1.013e0</w:t>
      </w:r>
    </w:p>
    <w:p w:rsidR="005B3ED9" w:rsidRDefault="005B3ED9" w:rsidP="005B3ED9">
      <w:r>
        <w:t>591.3344</w:t>
      </w:r>
      <w:r>
        <w:tab/>
        <w:t>1.013e0</w:t>
      </w:r>
    </w:p>
    <w:p w:rsidR="005B3ED9" w:rsidRDefault="005B3ED9" w:rsidP="005B3ED9">
      <w:r>
        <w:t>591.3466</w:t>
      </w:r>
      <w:r>
        <w:tab/>
        <w:t>2.314e0</w:t>
      </w:r>
    </w:p>
    <w:p w:rsidR="005B3ED9" w:rsidRDefault="005B3ED9" w:rsidP="005B3ED9">
      <w:r>
        <w:t>591.4056</w:t>
      </w:r>
      <w:r>
        <w:tab/>
        <w:t>1.013e0</w:t>
      </w:r>
    </w:p>
    <w:p w:rsidR="005B3ED9" w:rsidRDefault="005B3ED9" w:rsidP="005B3ED9">
      <w:r>
        <w:t>591.4389</w:t>
      </w:r>
      <w:r>
        <w:tab/>
        <w:t>2.025e0</w:t>
      </w:r>
    </w:p>
    <w:p w:rsidR="005B3ED9" w:rsidRDefault="005B3ED9" w:rsidP="005B3ED9">
      <w:r>
        <w:t>591.4400</w:t>
      </w:r>
      <w:r>
        <w:tab/>
        <w:t>1.013e0</w:t>
      </w:r>
    </w:p>
    <w:p w:rsidR="005B3ED9" w:rsidRDefault="005B3ED9" w:rsidP="005B3ED9">
      <w:r>
        <w:lastRenderedPageBreak/>
        <w:t>591.4656</w:t>
      </w:r>
      <w:r>
        <w:tab/>
        <w:t>2.025e0</w:t>
      </w:r>
    </w:p>
    <w:p w:rsidR="005B3ED9" w:rsidRDefault="005B3ED9" w:rsidP="005B3ED9">
      <w:r>
        <w:t>591.5720</w:t>
      </w:r>
      <w:r>
        <w:tab/>
        <w:t>1.013e0</w:t>
      </w:r>
    </w:p>
    <w:p w:rsidR="005B3ED9" w:rsidRDefault="005B3ED9" w:rsidP="005B3ED9">
      <w:r>
        <w:t>591.6836</w:t>
      </w:r>
      <w:r>
        <w:tab/>
        <w:t>1.013e0</w:t>
      </w:r>
    </w:p>
    <w:p w:rsidR="005B3ED9" w:rsidRDefault="005B3ED9" w:rsidP="005B3ED9">
      <w:r>
        <w:t>591.8695</w:t>
      </w:r>
      <w:r>
        <w:tab/>
        <w:t>1.013e0</w:t>
      </w:r>
    </w:p>
    <w:p w:rsidR="005B3ED9" w:rsidRDefault="005B3ED9" w:rsidP="005B3ED9">
      <w:r>
        <w:t>591.9224</w:t>
      </w:r>
      <w:r>
        <w:tab/>
        <w:t>1.013e0</w:t>
      </w:r>
    </w:p>
    <w:p w:rsidR="005B3ED9" w:rsidRDefault="005B3ED9" w:rsidP="005B3ED9">
      <w:r>
        <w:t>592.0592</w:t>
      </w:r>
      <w:r>
        <w:tab/>
        <w:t>1.013e0</w:t>
      </w:r>
    </w:p>
    <w:p w:rsidR="005B3ED9" w:rsidRDefault="005B3ED9" w:rsidP="005B3ED9">
      <w:r>
        <w:t>592.1201</w:t>
      </w:r>
      <w:r>
        <w:tab/>
        <w:t>1.013e0</w:t>
      </w:r>
    </w:p>
    <w:p w:rsidR="005B3ED9" w:rsidRDefault="005B3ED9" w:rsidP="005B3ED9">
      <w:r>
        <w:t>592.1451</w:t>
      </w:r>
      <w:r>
        <w:tab/>
        <w:t>2.025e0</w:t>
      </w:r>
    </w:p>
    <w:p w:rsidR="005B3ED9" w:rsidRDefault="005B3ED9" w:rsidP="005B3ED9">
      <w:r>
        <w:t>592.1888</w:t>
      </w:r>
      <w:r>
        <w:tab/>
        <w:t>1.013e0</w:t>
      </w:r>
    </w:p>
    <w:p w:rsidR="005B3ED9" w:rsidRDefault="005B3ED9" w:rsidP="005B3ED9">
      <w:r>
        <w:t>592.2115</w:t>
      </w:r>
      <w:r>
        <w:tab/>
        <w:t>1.013e0</w:t>
      </w:r>
    </w:p>
    <w:p w:rsidR="005B3ED9" w:rsidRDefault="005B3ED9" w:rsidP="005B3ED9">
      <w:r>
        <w:t>592.2427</w:t>
      </w:r>
      <w:r>
        <w:tab/>
        <w:t>2.025e0</w:t>
      </w:r>
    </w:p>
    <w:p w:rsidR="005B3ED9" w:rsidRDefault="005B3ED9" w:rsidP="005B3ED9">
      <w:r>
        <w:t>592.2623</w:t>
      </w:r>
      <w:r>
        <w:tab/>
        <w:t>1.013e0</w:t>
      </w:r>
    </w:p>
    <w:p w:rsidR="005B3ED9" w:rsidRDefault="005B3ED9" w:rsidP="005B3ED9">
      <w:r>
        <w:t>592.3188</w:t>
      </w:r>
      <w:r>
        <w:tab/>
        <w:t>2.025e0</w:t>
      </w:r>
    </w:p>
    <w:p w:rsidR="005B3ED9" w:rsidRDefault="005B3ED9" w:rsidP="005B3ED9">
      <w:r>
        <w:t>592.3647</w:t>
      </w:r>
      <w:r>
        <w:tab/>
        <w:t>2.025e0</w:t>
      </w:r>
    </w:p>
    <w:p w:rsidR="005B3ED9" w:rsidRDefault="005B3ED9" w:rsidP="005B3ED9">
      <w:r>
        <w:t>592.3740</w:t>
      </w:r>
      <w:r>
        <w:tab/>
        <w:t>1.013e0</w:t>
      </w:r>
    </w:p>
    <w:p w:rsidR="005B3ED9" w:rsidRDefault="005B3ED9" w:rsidP="005B3ED9">
      <w:r>
        <w:t>592.3879</w:t>
      </w:r>
      <w:r>
        <w:tab/>
        <w:t>2.025e0</w:t>
      </w:r>
    </w:p>
    <w:p w:rsidR="005B3ED9" w:rsidRDefault="005B3ED9" w:rsidP="005B3ED9">
      <w:r>
        <w:t>592.4207</w:t>
      </w:r>
      <w:r>
        <w:tab/>
        <w:t>1.013e0</w:t>
      </w:r>
    </w:p>
    <w:p w:rsidR="005B3ED9" w:rsidRDefault="005B3ED9" w:rsidP="005B3ED9">
      <w:r>
        <w:t>592.4299</w:t>
      </w:r>
      <w:r>
        <w:tab/>
        <w:t>2.025e0</w:t>
      </w:r>
    </w:p>
    <w:p w:rsidR="005B3ED9" w:rsidRDefault="005B3ED9" w:rsidP="005B3ED9">
      <w:r>
        <w:t>592.4757</w:t>
      </w:r>
      <w:r>
        <w:tab/>
        <w:t>1.013e0</w:t>
      </w:r>
    </w:p>
    <w:p w:rsidR="005B3ED9" w:rsidRDefault="005B3ED9" w:rsidP="005B3ED9">
      <w:r>
        <w:lastRenderedPageBreak/>
        <w:t>592.5815</w:t>
      </w:r>
      <w:r>
        <w:tab/>
        <w:t>1.013e0</w:t>
      </w:r>
    </w:p>
    <w:p w:rsidR="005B3ED9" w:rsidRDefault="005B3ED9" w:rsidP="005B3ED9">
      <w:r>
        <w:t>592.6710</w:t>
      </w:r>
      <w:r>
        <w:tab/>
        <w:t>1.013e0</w:t>
      </w:r>
    </w:p>
    <w:p w:rsidR="005B3ED9" w:rsidRDefault="005B3ED9" w:rsidP="005B3ED9">
      <w:r>
        <w:t>592.6882</w:t>
      </w:r>
      <w:r>
        <w:tab/>
        <w:t>2.025e0</w:t>
      </w:r>
    </w:p>
    <w:p w:rsidR="005B3ED9" w:rsidRDefault="005B3ED9" w:rsidP="005B3ED9">
      <w:r>
        <w:t>592.8134</w:t>
      </w:r>
      <w:r>
        <w:tab/>
        <w:t>1.013e0</w:t>
      </w:r>
    </w:p>
    <w:p w:rsidR="005B3ED9" w:rsidRDefault="005B3ED9" w:rsidP="005B3ED9">
      <w:r>
        <w:t>592.8297</w:t>
      </w:r>
      <w:r>
        <w:tab/>
        <w:t>1.013e0</w:t>
      </w:r>
    </w:p>
    <w:p w:rsidR="005B3ED9" w:rsidRDefault="005B3ED9" w:rsidP="005B3ED9">
      <w:r>
        <w:t>592.8663</w:t>
      </w:r>
      <w:r>
        <w:tab/>
        <w:t>1.013e0</w:t>
      </w:r>
    </w:p>
    <w:p w:rsidR="005B3ED9" w:rsidRDefault="005B3ED9" w:rsidP="005B3ED9">
      <w:r>
        <w:t>592.8925</w:t>
      </w:r>
      <w:r>
        <w:tab/>
        <w:t>1.013e0</w:t>
      </w:r>
    </w:p>
    <w:p w:rsidR="005B3ED9" w:rsidRDefault="005B3ED9" w:rsidP="005B3ED9">
      <w:r>
        <w:t>592.9558</w:t>
      </w:r>
      <w:r>
        <w:tab/>
        <w:t>1.013e0</w:t>
      </w:r>
    </w:p>
    <w:p w:rsidR="005B3ED9" w:rsidRDefault="005B3ED9" w:rsidP="005B3ED9">
      <w:r>
        <w:t>593.0246</w:t>
      </w:r>
      <w:r>
        <w:tab/>
        <w:t>1.013e0</w:t>
      </w:r>
    </w:p>
    <w:p w:rsidR="005B3ED9" w:rsidRDefault="005B3ED9" w:rsidP="005B3ED9">
      <w:r>
        <w:t>593.0270</w:t>
      </w:r>
      <w:r>
        <w:tab/>
        <w:t>1.013e0</w:t>
      </w:r>
    </w:p>
    <w:p w:rsidR="005B3ED9" w:rsidRDefault="005B3ED9" w:rsidP="005B3ED9">
      <w:r>
        <w:t>593.0958</w:t>
      </w:r>
      <w:r>
        <w:tab/>
        <w:t>1.013e0</w:t>
      </w:r>
    </w:p>
    <w:p w:rsidR="005B3ED9" w:rsidRDefault="005B3ED9" w:rsidP="005B3ED9">
      <w:r>
        <w:t>593.1327</w:t>
      </w:r>
      <w:r>
        <w:tab/>
        <w:t>1.013e0</w:t>
      </w:r>
    </w:p>
    <w:p w:rsidR="005B3ED9" w:rsidRDefault="005B3ED9" w:rsidP="005B3ED9">
      <w:r>
        <w:t>593.1783</w:t>
      </w:r>
      <w:r>
        <w:tab/>
        <w:t>2.025e0</w:t>
      </w:r>
    </w:p>
    <w:p w:rsidR="005B3ED9" w:rsidRDefault="005B3ED9" w:rsidP="005B3ED9">
      <w:r>
        <w:t>593.2051</w:t>
      </w:r>
      <w:r>
        <w:tab/>
        <w:t>4.051e0</w:t>
      </w:r>
    </w:p>
    <w:p w:rsidR="005B3ED9" w:rsidRDefault="005B3ED9" w:rsidP="005B3ED9">
      <w:r>
        <w:t>593.2695</w:t>
      </w:r>
      <w:r>
        <w:tab/>
        <w:t>2.025e0</w:t>
      </w:r>
    </w:p>
    <w:p w:rsidR="005B3ED9" w:rsidRDefault="005B3ED9" w:rsidP="005B3ED9">
      <w:r>
        <w:t>593.2751</w:t>
      </w:r>
      <w:r>
        <w:tab/>
        <w:t>1.013e0</w:t>
      </w:r>
    </w:p>
    <w:p w:rsidR="005B3ED9" w:rsidRDefault="005B3ED9" w:rsidP="005B3ED9">
      <w:r>
        <w:t>593.3360</w:t>
      </w:r>
      <w:r>
        <w:tab/>
        <w:t>2.025e0</w:t>
      </w:r>
    </w:p>
    <w:p w:rsidR="005B3ED9" w:rsidRDefault="005B3ED9" w:rsidP="005B3ED9">
      <w:r>
        <w:t>593.3463</w:t>
      </w:r>
      <w:r>
        <w:tab/>
        <w:t>1.013e0</w:t>
      </w:r>
    </w:p>
    <w:p w:rsidR="005B3ED9" w:rsidRDefault="005B3ED9" w:rsidP="005B3ED9">
      <w:r>
        <w:t>593.3727</w:t>
      </w:r>
      <w:r>
        <w:tab/>
        <w:t>2.025e0</w:t>
      </w:r>
    </w:p>
    <w:p w:rsidR="005B3ED9" w:rsidRDefault="005B3ED9" w:rsidP="005B3ED9">
      <w:r>
        <w:lastRenderedPageBreak/>
        <w:t>593.3830</w:t>
      </w:r>
      <w:r>
        <w:tab/>
        <w:t>1.013e0</w:t>
      </w:r>
    </w:p>
    <w:p w:rsidR="005B3ED9" w:rsidRDefault="005B3ED9" w:rsidP="005B3ED9">
      <w:r>
        <w:t>593.4316</w:t>
      </w:r>
      <w:r>
        <w:tab/>
        <w:t>1.013e0</w:t>
      </w:r>
    </w:p>
    <w:p w:rsidR="005B3ED9" w:rsidRDefault="005B3ED9" w:rsidP="005B3ED9">
      <w:r>
        <w:t>593.4886</w:t>
      </w:r>
      <w:r>
        <w:tab/>
        <w:t>2.025e0</w:t>
      </w:r>
    </w:p>
    <w:p w:rsidR="005B3ED9" w:rsidRDefault="005B3ED9" w:rsidP="005B3ED9">
      <w:r>
        <w:t>593.5007</w:t>
      </w:r>
      <w:r>
        <w:tab/>
        <w:t>3.038e0</w:t>
      </w:r>
    </w:p>
    <w:p w:rsidR="005B3ED9" w:rsidRDefault="005B3ED9" w:rsidP="005B3ED9">
      <w:r>
        <w:t>593.7023</w:t>
      </w:r>
      <w:r>
        <w:tab/>
        <w:t>1.013e0</w:t>
      </w:r>
    </w:p>
    <w:p w:rsidR="005B3ED9" w:rsidRDefault="005B3ED9" w:rsidP="005B3ED9">
      <w:r>
        <w:t>593.7683</w:t>
      </w:r>
      <w:r>
        <w:tab/>
        <w:t>2.025e0</w:t>
      </w:r>
    </w:p>
    <w:p w:rsidR="005B3ED9" w:rsidRDefault="005B3ED9" w:rsidP="005B3ED9">
      <w:r>
        <w:t>593.8693</w:t>
      </w:r>
      <w:r>
        <w:tab/>
        <w:t>1.013e0</w:t>
      </w:r>
    </w:p>
    <w:p w:rsidR="005B3ED9" w:rsidRDefault="005B3ED9" w:rsidP="005B3ED9">
      <w:r>
        <w:t>593.9058</w:t>
      </w:r>
      <w:r>
        <w:tab/>
        <w:t>2.025e0</w:t>
      </w:r>
    </w:p>
    <w:p w:rsidR="005B3ED9" w:rsidRDefault="005B3ED9" w:rsidP="005B3ED9">
      <w:r>
        <w:t>593.9711</w:t>
      </w:r>
      <w:r>
        <w:tab/>
        <w:t>1.013e0</w:t>
      </w:r>
    </w:p>
    <w:p w:rsidR="005B3ED9" w:rsidRDefault="005B3ED9" w:rsidP="005B3ED9">
      <w:r>
        <w:t>594.2157</w:t>
      </w:r>
      <w:r>
        <w:tab/>
        <w:t>1.013e0</w:t>
      </w:r>
    </w:p>
    <w:p w:rsidR="005B3ED9" w:rsidRDefault="005B3ED9" w:rsidP="005B3ED9">
      <w:r>
        <w:t>594.2355</w:t>
      </w:r>
      <w:r>
        <w:tab/>
        <w:t>1.013e0</w:t>
      </w:r>
    </w:p>
    <w:p w:rsidR="005B3ED9" w:rsidRDefault="005B3ED9" w:rsidP="005B3ED9">
      <w:r>
        <w:t>594.2418</w:t>
      </w:r>
      <w:r>
        <w:tab/>
        <w:t>2.025e0</w:t>
      </w:r>
    </w:p>
    <w:p w:rsidR="005B3ED9" w:rsidRDefault="005B3ED9" w:rsidP="005B3ED9">
      <w:r>
        <w:t>594.2803</w:t>
      </w:r>
      <w:r>
        <w:tab/>
        <w:t>3.038e0</w:t>
      </w:r>
    </w:p>
    <w:p w:rsidR="005B3ED9" w:rsidRDefault="005B3ED9" w:rsidP="005B3ED9">
      <w:r>
        <w:t>594.2870</w:t>
      </w:r>
      <w:r>
        <w:tab/>
        <w:t>1.013e0</w:t>
      </w:r>
    </w:p>
    <w:p w:rsidR="005B3ED9" w:rsidRDefault="005B3ED9" w:rsidP="005B3ED9">
      <w:r>
        <w:t>594.3481</w:t>
      </w:r>
      <w:r>
        <w:tab/>
        <w:t>3.038e0</w:t>
      </w:r>
    </w:p>
    <w:p w:rsidR="005B3ED9" w:rsidRDefault="005B3ED9" w:rsidP="005B3ED9">
      <w:r>
        <w:t>594.4399</w:t>
      </w:r>
      <w:r>
        <w:tab/>
        <w:t>1.013e0</w:t>
      </w:r>
    </w:p>
    <w:p w:rsidR="005B3ED9" w:rsidRDefault="005B3ED9" w:rsidP="005B3ED9">
      <w:r>
        <w:t>594.4806</w:t>
      </w:r>
      <w:r>
        <w:tab/>
        <w:t>1.013e0</w:t>
      </w:r>
    </w:p>
    <w:p w:rsidR="005B3ED9" w:rsidRDefault="005B3ED9" w:rsidP="005B3ED9">
      <w:r>
        <w:t>594.4855</w:t>
      </w:r>
      <w:r>
        <w:tab/>
        <w:t>1.013e0</w:t>
      </w:r>
    </w:p>
    <w:p w:rsidR="005B3ED9" w:rsidRDefault="005B3ED9" w:rsidP="005B3ED9">
      <w:r>
        <w:t>594.5316</w:t>
      </w:r>
      <w:r>
        <w:tab/>
        <w:t>1.013e0</w:t>
      </w:r>
    </w:p>
    <w:p w:rsidR="005B3ED9" w:rsidRDefault="005B3ED9" w:rsidP="005B3ED9">
      <w:r>
        <w:lastRenderedPageBreak/>
        <w:t>594.5912</w:t>
      </w:r>
      <w:r>
        <w:tab/>
        <w:t>1.013e0</w:t>
      </w:r>
    </w:p>
    <w:p w:rsidR="005B3ED9" w:rsidRDefault="005B3ED9" w:rsidP="005B3ED9">
      <w:r>
        <w:t>594.6041</w:t>
      </w:r>
      <w:r>
        <w:tab/>
        <w:t>2.025e0</w:t>
      </w:r>
    </w:p>
    <w:p w:rsidR="005B3ED9" w:rsidRDefault="005B3ED9" w:rsidP="005B3ED9">
      <w:r>
        <w:t>594.7355</w:t>
      </w:r>
      <w:r>
        <w:tab/>
        <w:t>1.013e0</w:t>
      </w:r>
    </w:p>
    <w:p w:rsidR="005B3ED9" w:rsidRDefault="005B3ED9" w:rsidP="005B3ED9">
      <w:r>
        <w:t>594.7763</w:t>
      </w:r>
      <w:r>
        <w:tab/>
        <w:t>1.013e0</w:t>
      </w:r>
    </w:p>
    <w:p w:rsidR="005B3ED9" w:rsidRDefault="005B3ED9" w:rsidP="005B3ED9">
      <w:r>
        <w:t>594.8250</w:t>
      </w:r>
      <w:r>
        <w:tab/>
        <w:t>3.038e0</w:t>
      </w:r>
    </w:p>
    <w:p w:rsidR="005B3ED9" w:rsidRDefault="005B3ED9" w:rsidP="005B3ED9">
      <w:r>
        <w:t>594.8415</w:t>
      </w:r>
      <w:r>
        <w:tab/>
        <w:t>1.013e0</w:t>
      </w:r>
    </w:p>
    <w:p w:rsidR="005B3ED9" w:rsidRDefault="005B3ED9" w:rsidP="005B3ED9">
      <w:r>
        <w:t>594.8579</w:t>
      </w:r>
      <w:r>
        <w:tab/>
        <w:t>1.013e0</w:t>
      </w:r>
    </w:p>
    <w:p w:rsidR="005B3ED9" w:rsidRDefault="005B3ED9" w:rsidP="005B3ED9">
      <w:r>
        <w:t>594.8784</w:t>
      </w:r>
      <w:r>
        <w:tab/>
        <w:t>1.013e0</w:t>
      </w:r>
    </w:p>
    <w:p w:rsidR="005B3ED9" w:rsidRDefault="005B3ED9" w:rsidP="005B3ED9">
      <w:r>
        <w:t>594.9837</w:t>
      </w:r>
      <w:r>
        <w:tab/>
        <w:t>2.025e0</w:t>
      </w:r>
    </w:p>
    <w:p w:rsidR="005B3ED9" w:rsidRDefault="005B3ED9" w:rsidP="005B3ED9">
      <w:r>
        <w:t>595.0003</w:t>
      </w:r>
      <w:r>
        <w:tab/>
        <w:t>1.013e0</w:t>
      </w:r>
    </w:p>
    <w:p w:rsidR="005B3ED9" w:rsidRDefault="005B3ED9" w:rsidP="005B3ED9">
      <w:r>
        <w:t>595.1844</w:t>
      </w:r>
      <w:r>
        <w:tab/>
        <w:t>1.013e0</w:t>
      </w:r>
    </w:p>
    <w:p w:rsidR="005B3ED9" w:rsidRDefault="005B3ED9" w:rsidP="005B3ED9">
      <w:r>
        <w:t>595.2632</w:t>
      </w:r>
      <w:r>
        <w:tab/>
        <w:t>5.063e0</w:t>
      </w:r>
    </w:p>
    <w:p w:rsidR="005B3ED9" w:rsidRDefault="005B3ED9" w:rsidP="005B3ED9">
      <w:r>
        <w:t>595.2670</w:t>
      </w:r>
      <w:r>
        <w:tab/>
        <w:t>2.865e0</w:t>
      </w:r>
    </w:p>
    <w:p w:rsidR="005B3ED9" w:rsidRDefault="005B3ED9" w:rsidP="005B3ED9">
      <w:r>
        <w:t>595.2808</w:t>
      </w:r>
      <w:r>
        <w:tab/>
        <w:t>2.025e0</w:t>
      </w:r>
    </w:p>
    <w:p w:rsidR="005B3ED9" w:rsidRDefault="005B3ED9" w:rsidP="005B3ED9">
      <w:r>
        <w:t>595.3295</w:t>
      </w:r>
      <w:r>
        <w:tab/>
        <w:t>2.025e0</w:t>
      </w:r>
    </w:p>
    <w:p w:rsidR="005B3ED9" w:rsidRDefault="005B3ED9" w:rsidP="005B3ED9">
      <w:r>
        <w:t>595.3364</w:t>
      </w:r>
      <w:r>
        <w:tab/>
        <w:t>2.025e0</w:t>
      </w:r>
    </w:p>
    <w:p w:rsidR="005B3ED9" w:rsidRDefault="005B3ED9" w:rsidP="005B3ED9">
      <w:r>
        <w:t>595.3921</w:t>
      </w:r>
      <w:r>
        <w:tab/>
        <w:t>2.025e0</w:t>
      </w:r>
    </w:p>
    <w:p w:rsidR="005B3ED9" w:rsidRDefault="005B3ED9" w:rsidP="005B3ED9">
      <w:r>
        <w:t>595.4395</w:t>
      </w:r>
      <w:r>
        <w:tab/>
        <w:t>1.013e0</w:t>
      </w:r>
    </w:p>
    <w:p w:rsidR="005B3ED9" w:rsidRDefault="005B3ED9" w:rsidP="005B3ED9">
      <w:r>
        <w:t>595.4498</w:t>
      </w:r>
      <w:r>
        <w:tab/>
        <w:t>1.013e0</w:t>
      </w:r>
    </w:p>
    <w:p w:rsidR="005B3ED9" w:rsidRDefault="005B3ED9" w:rsidP="005B3ED9">
      <w:r>
        <w:lastRenderedPageBreak/>
        <w:t>595.4600</w:t>
      </w:r>
      <w:r>
        <w:tab/>
        <w:t>1.013e0</w:t>
      </w:r>
    </w:p>
    <w:p w:rsidR="005B3ED9" w:rsidRDefault="005B3ED9" w:rsidP="005B3ED9">
      <w:r>
        <w:t>595.4907</w:t>
      </w:r>
      <w:r>
        <w:tab/>
        <w:t>1.013e0</w:t>
      </w:r>
    </w:p>
    <w:p w:rsidR="005B3ED9" w:rsidRDefault="005B3ED9" w:rsidP="005B3ED9">
      <w:r>
        <w:t>595.5723</w:t>
      </w:r>
      <w:r>
        <w:tab/>
        <w:t>1.013e0</w:t>
      </w:r>
    </w:p>
    <w:p w:rsidR="005B3ED9" w:rsidRDefault="005B3ED9" w:rsidP="005B3ED9">
      <w:r>
        <w:t>595.6227</w:t>
      </w:r>
      <w:r>
        <w:tab/>
        <w:t>1.013e0</w:t>
      </w:r>
    </w:p>
    <w:p w:rsidR="005B3ED9" w:rsidRDefault="005B3ED9" w:rsidP="005B3ED9">
      <w:r>
        <w:t>595.6775</w:t>
      </w:r>
      <w:r>
        <w:tab/>
        <w:t>1.013e0</w:t>
      </w:r>
    </w:p>
    <w:p w:rsidR="005B3ED9" w:rsidRDefault="005B3ED9" w:rsidP="005B3ED9">
      <w:r>
        <w:t>595.7303</w:t>
      </w:r>
      <w:r>
        <w:tab/>
        <w:t>1.013e0</w:t>
      </w:r>
    </w:p>
    <w:p w:rsidR="005B3ED9" w:rsidRDefault="005B3ED9" w:rsidP="005B3ED9">
      <w:r>
        <w:t>595.7486</w:t>
      </w:r>
      <w:r>
        <w:tab/>
        <w:t>1.013e0</w:t>
      </w:r>
    </w:p>
    <w:p w:rsidR="005B3ED9" w:rsidRDefault="005B3ED9" w:rsidP="005B3ED9">
      <w:r>
        <w:t>595.7634</w:t>
      </w:r>
      <w:r>
        <w:tab/>
        <w:t>2.025e0</w:t>
      </w:r>
    </w:p>
    <w:p w:rsidR="005B3ED9" w:rsidRDefault="005B3ED9" w:rsidP="005B3ED9">
      <w:r>
        <w:t>595.8392</w:t>
      </w:r>
      <w:r>
        <w:tab/>
        <w:t>2.025e0</w:t>
      </w:r>
    </w:p>
    <w:p w:rsidR="005B3ED9" w:rsidRDefault="005B3ED9" w:rsidP="005B3ED9">
      <w:r>
        <w:t>595.8644</w:t>
      </w:r>
      <w:r>
        <w:tab/>
        <w:t>2.025e0</w:t>
      </w:r>
    </w:p>
    <w:p w:rsidR="005B3ED9" w:rsidRDefault="005B3ED9" w:rsidP="005B3ED9">
      <w:r>
        <w:t>595.9094</w:t>
      </w:r>
      <w:r>
        <w:tab/>
        <w:t>1.013e0</w:t>
      </w:r>
    </w:p>
    <w:p w:rsidR="005B3ED9" w:rsidRDefault="005B3ED9" w:rsidP="005B3ED9">
      <w:r>
        <w:t>595.9706</w:t>
      </w:r>
      <w:r>
        <w:tab/>
        <w:t>1.013e0</w:t>
      </w:r>
    </w:p>
    <w:p w:rsidR="005B3ED9" w:rsidRDefault="005B3ED9" w:rsidP="005B3ED9">
      <w:r>
        <w:t>596.0316</w:t>
      </w:r>
      <w:r>
        <w:tab/>
        <w:t>1.013e0</w:t>
      </w:r>
    </w:p>
    <w:p w:rsidR="005B3ED9" w:rsidRDefault="005B3ED9" w:rsidP="005B3ED9">
      <w:r>
        <w:t>596.0626</w:t>
      </w:r>
      <w:r>
        <w:tab/>
        <w:t>1.013e0</w:t>
      </w:r>
    </w:p>
    <w:p w:rsidR="005B3ED9" w:rsidRDefault="005B3ED9" w:rsidP="005B3ED9">
      <w:r>
        <w:t>596.1138</w:t>
      </w:r>
      <w:r>
        <w:tab/>
        <w:t>1.013e0</w:t>
      </w:r>
    </w:p>
    <w:p w:rsidR="005B3ED9" w:rsidRDefault="005B3ED9" w:rsidP="005B3ED9">
      <w:r>
        <w:t>596.1391</w:t>
      </w:r>
      <w:r>
        <w:tab/>
        <w:t>1.013e0</w:t>
      </w:r>
    </w:p>
    <w:p w:rsidR="005B3ED9" w:rsidRDefault="005B3ED9" w:rsidP="005B3ED9">
      <w:r>
        <w:t>596.2159</w:t>
      </w:r>
      <w:r>
        <w:tab/>
        <w:t>1.013e0</w:t>
      </w:r>
    </w:p>
    <w:p w:rsidR="005B3ED9" w:rsidRDefault="005B3ED9" w:rsidP="005B3ED9">
      <w:r>
        <w:t>596.2631</w:t>
      </w:r>
      <w:r>
        <w:tab/>
        <w:t>1.013e0</w:t>
      </w:r>
    </w:p>
    <w:p w:rsidR="005B3ED9" w:rsidRDefault="005B3ED9" w:rsidP="005B3ED9">
      <w:r>
        <w:t>596.3079</w:t>
      </w:r>
      <w:r>
        <w:tab/>
        <w:t>1.013e0</w:t>
      </w:r>
    </w:p>
    <w:p w:rsidR="005B3ED9" w:rsidRDefault="005B3ED9" w:rsidP="005B3ED9">
      <w:r>
        <w:lastRenderedPageBreak/>
        <w:t>596.3527</w:t>
      </w:r>
      <w:r>
        <w:tab/>
        <w:t>1.013e0</w:t>
      </w:r>
    </w:p>
    <w:p w:rsidR="005B3ED9" w:rsidRDefault="005B3ED9" w:rsidP="005B3ED9">
      <w:r>
        <w:t>596.5132</w:t>
      </w:r>
      <w:r>
        <w:tab/>
        <w:t>1.013e0</w:t>
      </w:r>
    </w:p>
    <w:p w:rsidR="005B3ED9" w:rsidRDefault="005B3ED9" w:rsidP="005B3ED9">
      <w:r>
        <w:t>596.5226</w:t>
      </w:r>
      <w:r>
        <w:tab/>
        <w:t>1.013e0</w:t>
      </w:r>
    </w:p>
    <w:p w:rsidR="005B3ED9" w:rsidRDefault="005B3ED9" w:rsidP="005B3ED9">
      <w:r>
        <w:t>596.8146</w:t>
      </w:r>
      <w:r>
        <w:tab/>
        <w:t>2.025e0</w:t>
      </w:r>
    </w:p>
    <w:p w:rsidR="005B3ED9" w:rsidRDefault="005B3ED9" w:rsidP="005B3ED9">
      <w:r>
        <w:t>596.9219</w:t>
      </w:r>
      <w:r>
        <w:tab/>
        <w:t>1.013e0</w:t>
      </w:r>
    </w:p>
    <w:p w:rsidR="005B3ED9" w:rsidRDefault="005B3ED9" w:rsidP="005B3ED9">
      <w:r>
        <w:t>596.9318</w:t>
      </w:r>
      <w:r>
        <w:tab/>
        <w:t>1.013e0</w:t>
      </w:r>
    </w:p>
    <w:p w:rsidR="005B3ED9" w:rsidRDefault="005B3ED9" w:rsidP="005B3ED9">
      <w:r>
        <w:t>597.0649</w:t>
      </w:r>
      <w:r>
        <w:tab/>
        <w:t>1.013e0</w:t>
      </w:r>
    </w:p>
    <w:p w:rsidR="005B3ED9" w:rsidRDefault="005B3ED9" w:rsidP="005B3ED9">
      <w:r>
        <w:t>597.1263</w:t>
      </w:r>
      <w:r>
        <w:tab/>
        <w:t>2.025e0</w:t>
      </w:r>
    </w:p>
    <w:p w:rsidR="005B3ED9" w:rsidRDefault="005B3ED9" w:rsidP="005B3ED9">
      <w:r>
        <w:t>597.1467</w:t>
      </w:r>
      <w:r>
        <w:tab/>
        <w:t>2.025e0</w:t>
      </w:r>
    </w:p>
    <w:p w:rsidR="005B3ED9" w:rsidRDefault="005B3ED9" w:rsidP="005B3ED9">
      <w:r>
        <w:t>597.1868</w:t>
      </w:r>
      <w:r>
        <w:tab/>
        <w:t>1.013e0</w:t>
      </w:r>
    </w:p>
    <w:p w:rsidR="005B3ED9" w:rsidRDefault="005B3ED9" w:rsidP="005B3ED9">
      <w:r>
        <w:t>597.2082</w:t>
      </w:r>
      <w:r>
        <w:tab/>
        <w:t>1.013e0</w:t>
      </w:r>
    </w:p>
    <w:p w:rsidR="005B3ED9" w:rsidRDefault="005B3ED9" w:rsidP="005B3ED9">
      <w:r>
        <w:t>597.2579</w:t>
      </w:r>
      <w:r>
        <w:tab/>
        <w:t>1.013e0</w:t>
      </w:r>
    </w:p>
    <w:p w:rsidR="005B3ED9" w:rsidRDefault="005B3ED9" w:rsidP="005B3ED9">
      <w:r>
        <w:t>597.3412</w:t>
      </w:r>
      <w:r>
        <w:tab/>
        <w:t>1.013e0</w:t>
      </w:r>
    </w:p>
    <w:p w:rsidR="005B3ED9" w:rsidRDefault="005B3ED9" w:rsidP="005B3ED9">
      <w:r>
        <w:t>597.3473</w:t>
      </w:r>
      <w:r>
        <w:tab/>
        <w:t>1.013e0</w:t>
      </w:r>
    </w:p>
    <w:p w:rsidR="005B3ED9" w:rsidRDefault="005B3ED9" w:rsidP="005B3ED9">
      <w:r>
        <w:t>597.3566</w:t>
      </w:r>
      <w:r>
        <w:tab/>
        <w:t>2.025e0</w:t>
      </w:r>
    </w:p>
    <w:p w:rsidR="005B3ED9" w:rsidRDefault="005B3ED9" w:rsidP="005B3ED9">
      <w:r>
        <w:t>597.3925</w:t>
      </w:r>
      <w:r>
        <w:tab/>
        <w:t>1.013e0</w:t>
      </w:r>
    </w:p>
    <w:p w:rsidR="005B3ED9" w:rsidRDefault="005B3ED9" w:rsidP="005B3ED9">
      <w:r>
        <w:t>597.4437</w:t>
      </w:r>
      <w:r>
        <w:tab/>
        <w:t>1.013e0</w:t>
      </w:r>
    </w:p>
    <w:p w:rsidR="005B3ED9" w:rsidRDefault="005B3ED9" w:rsidP="005B3ED9">
      <w:r>
        <w:t>597.4744</w:t>
      </w:r>
      <w:r>
        <w:tab/>
        <w:t>1.013e0</w:t>
      </w:r>
    </w:p>
    <w:p w:rsidR="005B3ED9" w:rsidRDefault="005B3ED9" w:rsidP="005B3ED9">
      <w:r>
        <w:t>597.5052</w:t>
      </w:r>
      <w:r>
        <w:tab/>
        <w:t>1.013e0</w:t>
      </w:r>
    </w:p>
    <w:p w:rsidR="005B3ED9" w:rsidRDefault="005B3ED9" w:rsidP="005B3ED9">
      <w:r>
        <w:lastRenderedPageBreak/>
        <w:t>597.5358</w:t>
      </w:r>
      <w:r>
        <w:tab/>
        <w:t>1.013e0</w:t>
      </w:r>
    </w:p>
    <w:p w:rsidR="005B3ED9" w:rsidRDefault="005B3ED9" w:rsidP="005B3ED9">
      <w:r>
        <w:t>597.5768</w:t>
      </w:r>
      <w:r>
        <w:tab/>
        <w:t>1.013e0</w:t>
      </w:r>
    </w:p>
    <w:p w:rsidR="005B3ED9" w:rsidRDefault="005B3ED9" w:rsidP="005B3ED9">
      <w:r>
        <w:t>597.7909</w:t>
      </w:r>
      <w:r>
        <w:tab/>
        <w:t>1.013e0</w:t>
      </w:r>
    </w:p>
    <w:p w:rsidR="005B3ED9" w:rsidRDefault="005B3ED9" w:rsidP="005B3ED9">
      <w:r>
        <w:t>597.8581</w:t>
      </w:r>
      <w:r>
        <w:tab/>
        <w:t>2.025e0</w:t>
      </w:r>
    </w:p>
    <w:p w:rsidR="005B3ED9" w:rsidRDefault="005B3ED9" w:rsidP="005B3ED9">
      <w:r>
        <w:t>597.8739</w:t>
      </w:r>
      <w:r>
        <w:tab/>
        <w:t>1.013e0</w:t>
      </w:r>
    </w:p>
    <w:p w:rsidR="005B3ED9" w:rsidRDefault="005B3ED9" w:rsidP="005B3ED9">
      <w:r>
        <w:t>597.9863</w:t>
      </w:r>
      <w:r>
        <w:tab/>
        <w:t>1.013e0</w:t>
      </w:r>
    </w:p>
    <w:p w:rsidR="005B3ED9" w:rsidRDefault="005B3ED9" w:rsidP="005B3ED9">
      <w:r>
        <w:t>597.9878</w:t>
      </w:r>
      <w:r>
        <w:tab/>
        <w:t>1.013e0</w:t>
      </w:r>
    </w:p>
    <w:p w:rsidR="005B3ED9" w:rsidRDefault="005B3ED9" w:rsidP="005B3ED9">
      <w:r>
        <w:t>598.0687</w:t>
      </w:r>
      <w:r>
        <w:tab/>
        <w:t>1.013e0</w:t>
      </w:r>
    </w:p>
    <w:p w:rsidR="005B3ED9" w:rsidRDefault="005B3ED9" w:rsidP="005B3ED9">
      <w:r>
        <w:t>598.0938</w:t>
      </w:r>
      <w:r>
        <w:tab/>
        <w:t>1.013e0</w:t>
      </w:r>
    </w:p>
    <w:p w:rsidR="005B3ED9" w:rsidRDefault="005B3ED9" w:rsidP="005B3ED9">
      <w:r>
        <w:t>598.1169</w:t>
      </w:r>
      <w:r>
        <w:tab/>
        <w:t>2.025e0</w:t>
      </w:r>
    </w:p>
    <w:p w:rsidR="005B3ED9" w:rsidRDefault="005B3ED9" w:rsidP="005B3ED9">
      <w:r>
        <w:t>598.1200</w:t>
      </w:r>
      <w:r>
        <w:tab/>
        <w:t>1.013e0</w:t>
      </w:r>
    </w:p>
    <w:p w:rsidR="005B3ED9" w:rsidRDefault="005B3ED9" w:rsidP="005B3ED9">
      <w:r>
        <w:t>598.1995</w:t>
      </w:r>
      <w:r>
        <w:tab/>
        <w:t>1.013e0</w:t>
      </w:r>
    </w:p>
    <w:p w:rsidR="005B3ED9" w:rsidRDefault="005B3ED9" w:rsidP="005B3ED9">
      <w:r>
        <w:t>598.2361</w:t>
      </w:r>
      <w:r>
        <w:tab/>
        <w:t>1.013e0</w:t>
      </w:r>
    </w:p>
    <w:p w:rsidR="005B3ED9" w:rsidRDefault="005B3ED9" w:rsidP="005B3ED9">
      <w:r>
        <w:t>598.3251</w:t>
      </w:r>
      <w:r>
        <w:tab/>
        <w:t>3.038e0</w:t>
      </w:r>
    </w:p>
    <w:p w:rsidR="005B3ED9" w:rsidRDefault="005B3ED9" w:rsidP="005B3ED9">
      <w:r>
        <w:t>598.3353</w:t>
      </w:r>
      <w:r>
        <w:tab/>
        <w:t>1.013e0</w:t>
      </w:r>
    </w:p>
    <w:p w:rsidR="005B3ED9" w:rsidRDefault="005B3ED9" w:rsidP="005B3ED9">
      <w:r>
        <w:t>598.4276</w:t>
      </w:r>
      <w:r>
        <w:tab/>
        <w:t>1.013e0</w:t>
      </w:r>
    </w:p>
    <w:p w:rsidR="005B3ED9" w:rsidRDefault="005B3ED9" w:rsidP="005B3ED9">
      <w:r>
        <w:t>598.4315</w:t>
      </w:r>
      <w:r>
        <w:tab/>
        <w:t>1.013e0</w:t>
      </w:r>
    </w:p>
    <w:p w:rsidR="005B3ED9" w:rsidRDefault="005B3ED9" w:rsidP="005B3ED9">
      <w:r>
        <w:t>598.4424</w:t>
      </w:r>
      <w:r>
        <w:tab/>
        <w:t>3.038e0</w:t>
      </w:r>
    </w:p>
    <w:p w:rsidR="005B3ED9" w:rsidRDefault="005B3ED9" w:rsidP="005B3ED9">
      <w:r>
        <w:t>598.4788</w:t>
      </w:r>
      <w:r>
        <w:tab/>
        <w:t>1.013e0</w:t>
      </w:r>
    </w:p>
    <w:p w:rsidR="005B3ED9" w:rsidRDefault="005B3ED9" w:rsidP="005B3ED9">
      <w:r>
        <w:lastRenderedPageBreak/>
        <w:t>598.4994</w:t>
      </w:r>
      <w:r>
        <w:tab/>
        <w:t>1.013e0</w:t>
      </w:r>
    </w:p>
    <w:p w:rsidR="005B3ED9" w:rsidRDefault="005B3ED9" w:rsidP="005B3ED9">
      <w:r>
        <w:t>598.5026</w:t>
      </w:r>
      <w:r>
        <w:tab/>
        <w:t>1.013e0</w:t>
      </w:r>
    </w:p>
    <w:p w:rsidR="005B3ED9" w:rsidRDefault="005B3ED9" w:rsidP="005B3ED9">
      <w:r>
        <w:t>598.5097</w:t>
      </w:r>
      <w:r>
        <w:tab/>
        <w:t>1.013e0</w:t>
      </w:r>
    </w:p>
    <w:p w:rsidR="005B3ED9" w:rsidRDefault="005B3ED9" w:rsidP="005B3ED9">
      <w:r>
        <w:t>598.6002</w:t>
      </w:r>
      <w:r>
        <w:tab/>
        <w:t>2.025e0</w:t>
      </w:r>
    </w:p>
    <w:p w:rsidR="005B3ED9" w:rsidRDefault="005B3ED9" w:rsidP="005B3ED9">
      <w:r>
        <w:t>598.7148</w:t>
      </w:r>
      <w:r>
        <w:tab/>
        <w:t>2.025e0</w:t>
      </w:r>
    </w:p>
    <w:p w:rsidR="005B3ED9" w:rsidRDefault="005B3ED9" w:rsidP="005B3ED9">
      <w:r>
        <w:t>598.8066</w:t>
      </w:r>
      <w:r>
        <w:tab/>
        <w:t>2.025e0</w:t>
      </w:r>
    </w:p>
    <w:p w:rsidR="005B3ED9" w:rsidRDefault="005B3ED9" w:rsidP="005B3ED9">
      <w:r>
        <w:t>598.8747</w:t>
      </w:r>
      <w:r>
        <w:tab/>
        <w:t>1.013e0</w:t>
      </w:r>
    </w:p>
    <w:p w:rsidR="005B3ED9" w:rsidRDefault="005B3ED9" w:rsidP="005B3ED9">
      <w:r>
        <w:t>598.8894</w:t>
      </w:r>
      <w:r>
        <w:tab/>
        <w:t>3.038e0</w:t>
      </w:r>
    </w:p>
    <w:p w:rsidR="005B3ED9" w:rsidRDefault="005B3ED9" w:rsidP="005B3ED9">
      <w:r>
        <w:t>598.9459</w:t>
      </w:r>
      <w:r>
        <w:tab/>
        <w:t>1.013e0</w:t>
      </w:r>
    </w:p>
    <w:p w:rsidR="005B3ED9" w:rsidRDefault="005B3ED9" w:rsidP="005B3ED9">
      <w:r>
        <w:t>599.1973</w:t>
      </w:r>
      <w:r>
        <w:tab/>
        <w:t>1.013e0</w:t>
      </w:r>
    </w:p>
    <w:p w:rsidR="005B3ED9" w:rsidRDefault="005B3ED9" w:rsidP="005B3ED9">
      <w:r>
        <w:t>599.2590</w:t>
      </w:r>
      <w:r>
        <w:tab/>
        <w:t>1.013e0</w:t>
      </w:r>
    </w:p>
    <w:p w:rsidR="005B3ED9" w:rsidRDefault="005B3ED9" w:rsidP="005B3ED9">
      <w:r>
        <w:t>599.2836</w:t>
      </w:r>
      <w:r>
        <w:tab/>
        <w:t>1.013e0</w:t>
      </w:r>
    </w:p>
    <w:p w:rsidR="005B3ED9" w:rsidRDefault="005B3ED9" w:rsidP="005B3ED9">
      <w:r>
        <w:t>599.3616</w:t>
      </w:r>
      <w:r>
        <w:tab/>
        <w:t>1.013e0</w:t>
      </w:r>
    </w:p>
    <w:p w:rsidR="005B3ED9" w:rsidRDefault="005B3ED9" w:rsidP="005B3ED9">
      <w:r>
        <w:t>599.3893</w:t>
      </w:r>
      <w:r>
        <w:tab/>
        <w:t>1.013e0</w:t>
      </w:r>
    </w:p>
    <w:p w:rsidR="005B3ED9" w:rsidRDefault="005B3ED9" w:rsidP="005B3ED9">
      <w:r>
        <w:t>599.4027</w:t>
      </w:r>
      <w:r>
        <w:tab/>
        <w:t>1.013e0</w:t>
      </w:r>
    </w:p>
    <w:p w:rsidR="005B3ED9" w:rsidRDefault="005B3ED9" w:rsidP="005B3ED9">
      <w:r>
        <w:t>599.4259</w:t>
      </w:r>
      <w:r>
        <w:tab/>
        <w:t>1.013e0</w:t>
      </w:r>
    </w:p>
    <w:p w:rsidR="005B3ED9" w:rsidRDefault="005B3ED9" w:rsidP="005B3ED9">
      <w:r>
        <w:t>599.4418</w:t>
      </w:r>
      <w:r>
        <w:tab/>
        <w:t>2.025e0</w:t>
      </w:r>
    </w:p>
    <w:p w:rsidR="005B3ED9" w:rsidRDefault="005B3ED9" w:rsidP="005B3ED9">
      <w:r>
        <w:t>599.5054</w:t>
      </w:r>
      <w:r>
        <w:tab/>
        <w:t>1.013e0</w:t>
      </w:r>
    </w:p>
    <w:p w:rsidR="005B3ED9" w:rsidRDefault="005B3ED9" w:rsidP="005B3ED9">
      <w:r>
        <w:t>599.5466</w:t>
      </w:r>
      <w:r>
        <w:tab/>
        <w:t>1.013e0</w:t>
      </w:r>
    </w:p>
    <w:p w:rsidR="005B3ED9" w:rsidRDefault="005B3ED9" w:rsidP="005B3ED9">
      <w:r>
        <w:lastRenderedPageBreak/>
        <w:t>599.8062</w:t>
      </w:r>
      <w:r>
        <w:tab/>
        <w:t>2.025e0</w:t>
      </w:r>
    </w:p>
    <w:p w:rsidR="005B3ED9" w:rsidRDefault="005B3ED9" w:rsidP="005B3ED9">
      <w:r>
        <w:t>599.8592</w:t>
      </w:r>
      <w:r>
        <w:tab/>
        <w:t>2.025e0</w:t>
      </w:r>
    </w:p>
    <w:p w:rsidR="005B3ED9" w:rsidRDefault="005B3ED9" w:rsidP="005B3ED9">
      <w:r>
        <w:t>599.8687</w:t>
      </w:r>
      <w:r>
        <w:tab/>
        <w:t>2.025e0</w:t>
      </w:r>
    </w:p>
    <w:p w:rsidR="005B3ED9" w:rsidRDefault="005B3ED9" w:rsidP="005B3ED9">
      <w:r>
        <w:t>599.9424</w:t>
      </w:r>
      <w:r>
        <w:tab/>
        <w:t>2.025e0</w:t>
      </w:r>
    </w:p>
    <w:p w:rsidR="005B3ED9" w:rsidRDefault="005B3ED9" w:rsidP="005B3ED9">
      <w:r>
        <w:t>599.9749</w:t>
      </w:r>
      <w:r>
        <w:tab/>
        <w:t>1.013e0</w:t>
      </w:r>
    </w:p>
    <w:p w:rsidR="005B3ED9" w:rsidRDefault="005B3ED9" w:rsidP="005B3ED9">
      <w:r>
        <w:t>599.9886</w:t>
      </w:r>
      <w:r>
        <w:tab/>
        <w:t>1.013e0</w:t>
      </w:r>
    </w:p>
    <w:p w:rsidR="005B3ED9" w:rsidRDefault="005B3ED9" w:rsidP="005B3ED9">
      <w:r>
        <w:t>600.0280</w:t>
      </w:r>
      <w:r>
        <w:tab/>
        <w:t>1.013e0</w:t>
      </w:r>
    </w:p>
    <w:p w:rsidR="005B3ED9" w:rsidRDefault="005B3ED9" w:rsidP="005B3ED9">
      <w:r>
        <w:t>600.0553</w:t>
      </w:r>
      <w:r>
        <w:tab/>
        <w:t>2.025e0</w:t>
      </w:r>
    </w:p>
    <w:p w:rsidR="005B3ED9" w:rsidRDefault="005B3ED9" w:rsidP="005B3ED9">
      <w:r>
        <w:t>600.0990</w:t>
      </w:r>
      <w:r>
        <w:tab/>
        <w:t>1.013e0</w:t>
      </w:r>
    </w:p>
    <w:p w:rsidR="005B3ED9" w:rsidRDefault="005B3ED9" w:rsidP="005B3ED9">
      <w:r>
        <w:t>600.1634</w:t>
      </w:r>
      <w:r>
        <w:tab/>
        <w:t>1.013e0</w:t>
      </w:r>
    </w:p>
    <w:p w:rsidR="005B3ED9" w:rsidRDefault="005B3ED9" w:rsidP="005B3ED9">
      <w:r>
        <w:t>600.2414</w:t>
      </w:r>
      <w:r>
        <w:tab/>
        <w:t>1.013e0</w:t>
      </w:r>
    </w:p>
    <w:p w:rsidR="005B3ED9" w:rsidRDefault="005B3ED9" w:rsidP="005B3ED9">
      <w:r>
        <w:t>600.3382</w:t>
      </w:r>
      <w:r>
        <w:tab/>
        <w:t>1.013e0</w:t>
      </w:r>
    </w:p>
    <w:p w:rsidR="005B3ED9" w:rsidRDefault="005B3ED9" w:rsidP="005B3ED9">
      <w:r>
        <w:t>600.3492</w:t>
      </w:r>
      <w:r>
        <w:tab/>
        <w:t>3.038e0</w:t>
      </w:r>
    </w:p>
    <w:p w:rsidR="005B3ED9" w:rsidRDefault="005B3ED9" w:rsidP="005B3ED9">
      <w:r>
        <w:t>600.4401</w:t>
      </w:r>
      <w:r>
        <w:tab/>
        <w:t>2.025e0</w:t>
      </w:r>
    </w:p>
    <w:p w:rsidR="005B3ED9" w:rsidRDefault="005B3ED9" w:rsidP="005B3ED9">
      <w:r>
        <w:t>600.4622</w:t>
      </w:r>
      <w:r>
        <w:tab/>
        <w:t>7.807e0</w:t>
      </w:r>
    </w:p>
    <w:p w:rsidR="005B3ED9" w:rsidRDefault="005B3ED9" w:rsidP="005B3ED9">
      <w:r>
        <w:t>600.4803</w:t>
      </w:r>
      <w:r>
        <w:tab/>
        <w:t>9.114e0</w:t>
      </w:r>
    </w:p>
    <w:p w:rsidR="005B3ED9" w:rsidRDefault="005B3ED9" w:rsidP="005B3ED9">
      <w:r>
        <w:t>600.5021</w:t>
      </w:r>
      <w:r>
        <w:tab/>
        <w:t>1.245e0</w:t>
      </w:r>
    </w:p>
    <w:p w:rsidR="005B3ED9" w:rsidRDefault="005B3ED9" w:rsidP="005B3ED9">
      <w:r>
        <w:t>600.5441</w:t>
      </w:r>
      <w:r>
        <w:tab/>
        <w:t>1.013e0</w:t>
      </w:r>
    </w:p>
    <w:p w:rsidR="005B3ED9" w:rsidRDefault="005B3ED9" w:rsidP="005B3ED9">
      <w:r>
        <w:t>600.5972</w:t>
      </w:r>
      <w:r>
        <w:tab/>
        <w:t>1.013e0</w:t>
      </w:r>
    </w:p>
    <w:p w:rsidR="005B3ED9" w:rsidRDefault="005B3ED9" w:rsidP="005B3ED9">
      <w:r>
        <w:lastRenderedPageBreak/>
        <w:t>600.6264</w:t>
      </w:r>
      <w:r>
        <w:tab/>
        <w:t>1.013e0</w:t>
      </w:r>
    </w:p>
    <w:p w:rsidR="005B3ED9" w:rsidRDefault="005B3ED9" w:rsidP="005B3ED9">
      <w:r>
        <w:t>600.6984</w:t>
      </w:r>
      <w:r>
        <w:tab/>
        <w:t>1.013e0</w:t>
      </w:r>
    </w:p>
    <w:p w:rsidR="005B3ED9" w:rsidRDefault="005B3ED9" w:rsidP="005B3ED9">
      <w:r>
        <w:t>600.7031</w:t>
      </w:r>
      <w:r>
        <w:tab/>
        <w:t>1.013e0</w:t>
      </w:r>
    </w:p>
    <w:p w:rsidR="005B3ED9" w:rsidRDefault="005B3ED9" w:rsidP="005B3ED9">
      <w:r>
        <w:t>600.7308</w:t>
      </w:r>
      <w:r>
        <w:tab/>
        <w:t>3.038e0</w:t>
      </w:r>
    </w:p>
    <w:p w:rsidR="005B3ED9" w:rsidRDefault="005B3ED9" w:rsidP="005B3ED9">
      <w:r>
        <w:t>600.8088</w:t>
      </w:r>
      <w:r>
        <w:tab/>
        <w:t>1.013e0</w:t>
      </w:r>
    </w:p>
    <w:p w:rsidR="005B3ED9" w:rsidRDefault="005B3ED9" w:rsidP="005B3ED9">
      <w:r>
        <w:t>600.8124</w:t>
      </w:r>
      <w:r>
        <w:tab/>
        <w:t>2.025e0</w:t>
      </w:r>
    </w:p>
    <w:p w:rsidR="005B3ED9" w:rsidRDefault="005B3ED9" w:rsidP="005B3ED9">
      <w:r>
        <w:t>600.9043</w:t>
      </w:r>
      <w:r>
        <w:tab/>
        <w:t>1.013e0</w:t>
      </w:r>
    </w:p>
    <w:p w:rsidR="005B3ED9" w:rsidRDefault="005B3ED9" w:rsidP="005B3ED9">
      <w:r>
        <w:t>600.9352</w:t>
      </w:r>
      <w:r>
        <w:tab/>
        <w:t>1.013e0</w:t>
      </w:r>
    </w:p>
    <w:p w:rsidR="005B3ED9" w:rsidRDefault="005B3ED9" w:rsidP="005B3ED9">
      <w:r>
        <w:t>601.0176</w:t>
      </w:r>
      <w:r>
        <w:tab/>
        <w:t>1.013e0</w:t>
      </w:r>
    </w:p>
    <w:p w:rsidR="005B3ED9" w:rsidRDefault="005B3ED9" w:rsidP="005B3ED9">
      <w:r>
        <w:t>601.0382</w:t>
      </w:r>
      <w:r>
        <w:tab/>
        <w:t>1.013e0</w:t>
      </w:r>
    </w:p>
    <w:p w:rsidR="005B3ED9" w:rsidRDefault="005B3ED9" w:rsidP="005B3ED9">
      <w:r>
        <w:t>601.0587</w:t>
      </w:r>
      <w:r>
        <w:tab/>
        <w:t>1.013e0</w:t>
      </w:r>
    </w:p>
    <w:p w:rsidR="005B3ED9" w:rsidRDefault="005B3ED9" w:rsidP="005B3ED9">
      <w:r>
        <w:t>601.1102</w:t>
      </w:r>
      <w:r>
        <w:tab/>
        <w:t>1.013e0</w:t>
      </w:r>
    </w:p>
    <w:p w:rsidR="005B3ED9" w:rsidRDefault="005B3ED9" w:rsidP="005B3ED9">
      <w:r>
        <w:t>601.1841</w:t>
      </w:r>
      <w:r>
        <w:tab/>
        <w:t>3.038e0</w:t>
      </w:r>
    </w:p>
    <w:p w:rsidR="005B3ED9" w:rsidRDefault="005B3ED9" w:rsidP="005B3ED9">
      <w:r>
        <w:t>601.2410</w:t>
      </w:r>
      <w:r>
        <w:tab/>
        <w:t>2.025e0</w:t>
      </w:r>
    </w:p>
    <w:p w:rsidR="005B3ED9" w:rsidRDefault="005B3ED9" w:rsidP="005B3ED9">
      <w:r>
        <w:t>601.2948</w:t>
      </w:r>
      <w:r>
        <w:tab/>
        <w:t>2.025e0</w:t>
      </w:r>
    </w:p>
    <w:p w:rsidR="005B3ED9" w:rsidRDefault="005B3ED9" w:rsidP="005B3ED9">
      <w:r>
        <w:t>601.3163</w:t>
      </w:r>
      <w:r>
        <w:tab/>
        <w:t>1.013e0</w:t>
      </w:r>
    </w:p>
    <w:p w:rsidR="005B3ED9" w:rsidRDefault="005B3ED9" w:rsidP="005B3ED9">
      <w:r>
        <w:t>601.3369</w:t>
      </w:r>
      <w:r>
        <w:tab/>
        <w:t>1.013e0</w:t>
      </w:r>
    </w:p>
    <w:p w:rsidR="005B3ED9" w:rsidRDefault="005B3ED9" w:rsidP="005B3ED9">
      <w:r>
        <w:t>601.3829</w:t>
      </w:r>
      <w:r>
        <w:tab/>
        <w:t>3.038e0</w:t>
      </w:r>
    </w:p>
    <w:p w:rsidR="005B3ED9" w:rsidRDefault="005B3ED9" w:rsidP="005B3ED9">
      <w:r>
        <w:t>601.4194</w:t>
      </w:r>
      <w:r>
        <w:tab/>
        <w:t>2.025e0</w:t>
      </w:r>
    </w:p>
    <w:p w:rsidR="005B3ED9" w:rsidRDefault="005B3ED9" w:rsidP="005B3ED9">
      <w:r>
        <w:lastRenderedPageBreak/>
        <w:t>601.4760</w:t>
      </w:r>
      <w:r>
        <w:tab/>
        <w:t>3.038e0</w:t>
      </w:r>
    </w:p>
    <w:p w:rsidR="005B3ED9" w:rsidRDefault="005B3ED9" w:rsidP="005B3ED9">
      <w:r>
        <w:t>601.4812</w:t>
      </w:r>
      <w:r>
        <w:tab/>
        <w:t>1.013e0</w:t>
      </w:r>
    </w:p>
    <w:p w:rsidR="005B3ED9" w:rsidRDefault="005B3ED9" w:rsidP="005B3ED9">
      <w:r>
        <w:t>601.5636</w:t>
      </w:r>
      <w:r>
        <w:tab/>
        <w:t>1.013e0</w:t>
      </w:r>
    </w:p>
    <w:p w:rsidR="005B3ED9" w:rsidRDefault="005B3ED9" w:rsidP="005B3ED9">
      <w:r>
        <w:t>601.7604</w:t>
      </w:r>
      <w:r>
        <w:tab/>
        <w:t>2.025e0</w:t>
      </w:r>
    </w:p>
    <w:p w:rsidR="005B3ED9" w:rsidRDefault="005B3ED9" w:rsidP="005B3ED9">
      <w:r>
        <w:t>601.7897</w:t>
      </w:r>
      <w:r>
        <w:tab/>
        <w:t>2.025e0</w:t>
      </w:r>
    </w:p>
    <w:p w:rsidR="005B3ED9" w:rsidRDefault="005B3ED9" w:rsidP="005B3ED9">
      <w:r>
        <w:t>601.8214</w:t>
      </w:r>
      <w:r>
        <w:tab/>
        <w:t>1.013e0</w:t>
      </w:r>
    </w:p>
    <w:p w:rsidR="005B3ED9" w:rsidRDefault="005B3ED9" w:rsidP="005B3ED9">
      <w:r>
        <w:t>601.8839</w:t>
      </w:r>
      <w:r>
        <w:tab/>
        <w:t>2.025e0</w:t>
      </w:r>
    </w:p>
    <w:p w:rsidR="005B3ED9" w:rsidRDefault="005B3ED9" w:rsidP="005B3ED9">
      <w:r>
        <w:t>602.0173</w:t>
      </w:r>
      <w:r>
        <w:tab/>
        <w:t>1.013e0</w:t>
      </w:r>
    </w:p>
    <w:p w:rsidR="005B3ED9" w:rsidRDefault="005B3ED9" w:rsidP="005B3ED9">
      <w:r>
        <w:t>602.1522</w:t>
      </w:r>
      <w:r>
        <w:tab/>
        <w:t>2.025e0</w:t>
      </w:r>
    </w:p>
    <w:p w:rsidR="005B3ED9" w:rsidRDefault="005B3ED9" w:rsidP="005B3ED9">
      <w:r>
        <w:t>602.1935</w:t>
      </w:r>
      <w:r>
        <w:tab/>
        <w:t>2.025e0</w:t>
      </w:r>
    </w:p>
    <w:p w:rsidR="005B3ED9" w:rsidRDefault="005B3ED9" w:rsidP="005B3ED9">
      <w:r>
        <w:t>602.2283</w:t>
      </w:r>
      <w:r>
        <w:tab/>
        <w:t>1.013e0</w:t>
      </w:r>
    </w:p>
    <w:p w:rsidR="005B3ED9" w:rsidRDefault="005B3ED9" w:rsidP="005B3ED9">
      <w:r>
        <w:t>602.2650</w:t>
      </w:r>
      <w:r>
        <w:tab/>
        <w:t>1.013e0</w:t>
      </w:r>
    </w:p>
    <w:p w:rsidR="005B3ED9" w:rsidRDefault="005B3ED9" w:rsidP="005B3ED9">
      <w:r>
        <w:t>602.3372</w:t>
      </w:r>
      <w:r>
        <w:tab/>
        <w:t>1.013e0</w:t>
      </w:r>
    </w:p>
    <w:p w:rsidR="005B3ED9" w:rsidRDefault="005B3ED9" w:rsidP="005B3ED9">
      <w:r>
        <w:t>602.4506</w:t>
      </w:r>
      <w:r>
        <w:tab/>
        <w:t>2.025e0</w:t>
      </w:r>
    </w:p>
    <w:p w:rsidR="005B3ED9" w:rsidRDefault="005B3ED9" w:rsidP="005B3ED9">
      <w:r>
        <w:t>602.4535</w:t>
      </w:r>
      <w:r>
        <w:tab/>
        <w:t>2.025e0</w:t>
      </w:r>
    </w:p>
    <w:p w:rsidR="005B3ED9" w:rsidRDefault="005B3ED9" w:rsidP="005B3ED9">
      <w:r>
        <w:t>602.5023</w:t>
      </w:r>
      <w:r>
        <w:tab/>
        <w:t>1.013e0</w:t>
      </w:r>
    </w:p>
    <w:p w:rsidR="005B3ED9" w:rsidRDefault="005B3ED9" w:rsidP="005B3ED9">
      <w:r>
        <w:t>602.5112</w:t>
      </w:r>
      <w:r>
        <w:tab/>
        <w:t>1.013e0</w:t>
      </w:r>
    </w:p>
    <w:p w:rsidR="005B3ED9" w:rsidRDefault="005B3ED9" w:rsidP="005B3ED9">
      <w:r>
        <w:t>602.5332</w:t>
      </w:r>
      <w:r>
        <w:tab/>
        <w:t>1.013e0</w:t>
      </w:r>
    </w:p>
    <w:p w:rsidR="005B3ED9" w:rsidRDefault="005B3ED9" w:rsidP="005B3ED9">
      <w:r>
        <w:t>602.5435</w:t>
      </w:r>
      <w:r>
        <w:tab/>
        <w:t>1.013e0</w:t>
      </w:r>
    </w:p>
    <w:p w:rsidR="005B3ED9" w:rsidRDefault="005B3ED9" w:rsidP="005B3ED9">
      <w:r>
        <w:lastRenderedPageBreak/>
        <w:t>602.5659</w:t>
      </w:r>
      <w:r>
        <w:tab/>
        <w:t>1.013e0</w:t>
      </w:r>
    </w:p>
    <w:p w:rsidR="005B3ED9" w:rsidRDefault="005B3ED9" w:rsidP="005B3ED9">
      <w:r>
        <w:t>602.6158</w:t>
      </w:r>
      <w:r>
        <w:tab/>
        <w:t>1.013e0</w:t>
      </w:r>
    </w:p>
    <w:p w:rsidR="005B3ED9" w:rsidRDefault="005B3ED9" w:rsidP="005B3ED9">
      <w:r>
        <w:t>602.6675</w:t>
      </w:r>
      <w:r>
        <w:tab/>
        <w:t>1.013e0</w:t>
      </w:r>
    </w:p>
    <w:p w:rsidR="005B3ED9" w:rsidRDefault="005B3ED9" w:rsidP="005B3ED9">
      <w:r>
        <w:t>602.8636</w:t>
      </w:r>
      <w:r>
        <w:tab/>
        <w:t>1.013e0</w:t>
      </w:r>
    </w:p>
    <w:p w:rsidR="005B3ED9" w:rsidRDefault="005B3ED9" w:rsidP="005B3ED9">
      <w:r>
        <w:t>602.8826</w:t>
      </w:r>
      <w:r>
        <w:tab/>
        <w:t>2.025e0</w:t>
      </w:r>
    </w:p>
    <w:p w:rsidR="005B3ED9" w:rsidRDefault="005B3ED9" w:rsidP="005B3ED9">
      <w:r>
        <w:t>602.9398</w:t>
      </w:r>
      <w:r>
        <w:tab/>
        <w:t>2.025e0</w:t>
      </w:r>
    </w:p>
    <w:p w:rsidR="005B3ED9" w:rsidRDefault="005B3ED9" w:rsidP="005B3ED9">
      <w:r>
        <w:t>602.9910</w:t>
      </w:r>
      <w:r>
        <w:tab/>
        <w:t>1.013e0</w:t>
      </w:r>
    </w:p>
    <w:p w:rsidR="005B3ED9" w:rsidRDefault="005B3ED9" w:rsidP="005B3ED9">
      <w:r>
        <w:t>603.1330</w:t>
      </w:r>
      <w:r>
        <w:tab/>
        <w:t>1.013e0</w:t>
      </w:r>
    </w:p>
    <w:p w:rsidR="005B3ED9" w:rsidRDefault="005B3ED9" w:rsidP="005B3ED9">
      <w:r>
        <w:t>603.2211</w:t>
      </w:r>
      <w:r>
        <w:tab/>
        <w:t>2.025e0</w:t>
      </w:r>
    </w:p>
    <w:p w:rsidR="005B3ED9" w:rsidRDefault="005B3ED9" w:rsidP="005B3ED9">
      <w:r>
        <w:t>603.3183</w:t>
      </w:r>
      <w:r>
        <w:tab/>
        <w:t>3.038e0</w:t>
      </w:r>
    </w:p>
    <w:p w:rsidR="005B3ED9" w:rsidRDefault="005B3ED9" w:rsidP="005B3ED9">
      <w:r>
        <w:t>603.3596</w:t>
      </w:r>
      <w:r>
        <w:tab/>
        <w:t>1.013e0</w:t>
      </w:r>
    </w:p>
    <w:p w:rsidR="005B3ED9" w:rsidRDefault="005B3ED9" w:rsidP="005B3ED9">
      <w:r>
        <w:t>603.4809</w:t>
      </w:r>
      <w:r>
        <w:tab/>
        <w:t>3.038e0</w:t>
      </w:r>
    </w:p>
    <w:p w:rsidR="005B3ED9" w:rsidRDefault="005B3ED9" w:rsidP="005B3ED9">
      <w:r>
        <w:t>603.6387</w:t>
      </w:r>
      <w:r>
        <w:tab/>
        <w:t>1.013e0</w:t>
      </w:r>
    </w:p>
    <w:p w:rsidR="005B3ED9" w:rsidRDefault="005B3ED9" w:rsidP="005B3ED9">
      <w:r>
        <w:t>603.6437</w:t>
      </w:r>
      <w:r>
        <w:tab/>
        <w:t>2.025e0</w:t>
      </w:r>
    </w:p>
    <w:p w:rsidR="005B3ED9" w:rsidRDefault="005B3ED9" w:rsidP="005B3ED9">
      <w:r>
        <w:t>603.7533</w:t>
      </w:r>
      <w:r>
        <w:tab/>
        <w:t>1.013e0</w:t>
      </w:r>
    </w:p>
    <w:p w:rsidR="005B3ED9" w:rsidRDefault="005B3ED9" w:rsidP="005B3ED9">
      <w:r>
        <w:t>603.7628</w:t>
      </w:r>
      <w:r>
        <w:tab/>
        <w:t>1.013e0</w:t>
      </w:r>
    </w:p>
    <w:p w:rsidR="005B3ED9" w:rsidRDefault="005B3ED9" w:rsidP="005B3ED9">
      <w:r>
        <w:t>603.7731</w:t>
      </w:r>
      <w:r>
        <w:tab/>
        <w:t>1.013e0</w:t>
      </w:r>
    </w:p>
    <w:p w:rsidR="005B3ED9" w:rsidRDefault="005B3ED9" w:rsidP="005B3ED9">
      <w:r>
        <w:t>603.8456</w:t>
      </w:r>
      <w:r>
        <w:tab/>
        <w:t>1.013e0</w:t>
      </w:r>
    </w:p>
    <w:p w:rsidR="005B3ED9" w:rsidRDefault="005B3ED9" w:rsidP="005B3ED9">
      <w:r>
        <w:t>603.9387</w:t>
      </w:r>
      <w:r>
        <w:tab/>
        <w:t>1.013e0</w:t>
      </w:r>
    </w:p>
    <w:p w:rsidR="005B3ED9" w:rsidRDefault="005B3ED9" w:rsidP="005B3ED9">
      <w:r>
        <w:lastRenderedPageBreak/>
        <w:t>603.9594</w:t>
      </w:r>
      <w:r>
        <w:tab/>
        <w:t>1.013e0</w:t>
      </w:r>
    </w:p>
    <w:p w:rsidR="005B3ED9" w:rsidRDefault="005B3ED9" w:rsidP="005B3ED9">
      <w:r>
        <w:t>604.0215</w:t>
      </w:r>
      <w:r>
        <w:tab/>
        <w:t>1.013e0</w:t>
      </w:r>
    </w:p>
    <w:p w:rsidR="005B3ED9" w:rsidRDefault="005B3ED9" w:rsidP="005B3ED9">
      <w:r>
        <w:t>604.1239</w:t>
      </w:r>
      <w:r>
        <w:tab/>
        <w:t>1.013e0</w:t>
      </w:r>
    </w:p>
    <w:p w:rsidR="005B3ED9" w:rsidRDefault="005B3ED9" w:rsidP="005B3ED9">
      <w:r>
        <w:t>604.2084</w:t>
      </w:r>
      <w:r>
        <w:tab/>
        <w:t>2.025e0</w:t>
      </w:r>
    </w:p>
    <w:p w:rsidR="005B3ED9" w:rsidRDefault="005B3ED9" w:rsidP="005B3ED9">
      <w:r>
        <w:t>604.2131</w:t>
      </w:r>
      <w:r>
        <w:tab/>
        <w:t>1.013e0</w:t>
      </w:r>
    </w:p>
    <w:p w:rsidR="005B3ED9" w:rsidRDefault="005B3ED9" w:rsidP="005B3ED9">
      <w:r>
        <w:t>604.2698</w:t>
      </w:r>
      <w:r>
        <w:tab/>
        <w:t>1.013e0</w:t>
      </w:r>
    </w:p>
    <w:p w:rsidR="005B3ED9" w:rsidRDefault="005B3ED9" w:rsidP="005B3ED9">
      <w:r>
        <w:t>604.3216</w:t>
      </w:r>
      <w:r>
        <w:tab/>
        <w:t>1.013e0</w:t>
      </w:r>
    </w:p>
    <w:p w:rsidR="005B3ED9" w:rsidRDefault="005B3ED9" w:rsidP="005B3ED9">
      <w:r>
        <w:t>604.3318</w:t>
      </w:r>
      <w:r>
        <w:tab/>
        <w:t>1.013e0</w:t>
      </w:r>
    </w:p>
    <w:p w:rsidR="005B3ED9" w:rsidRDefault="005B3ED9" w:rsidP="005B3ED9">
      <w:r>
        <w:t>604.3422</w:t>
      </w:r>
      <w:r>
        <w:tab/>
        <w:t>1.013e0</w:t>
      </w:r>
    </w:p>
    <w:p w:rsidR="005B3ED9" w:rsidRDefault="005B3ED9" w:rsidP="005B3ED9">
      <w:r>
        <w:t>604.3837</w:t>
      </w:r>
      <w:r>
        <w:tab/>
        <w:t>1.013e0</w:t>
      </w:r>
    </w:p>
    <w:p w:rsidR="005B3ED9" w:rsidRDefault="005B3ED9" w:rsidP="005B3ED9">
      <w:r>
        <w:t>604.4001</w:t>
      </w:r>
      <w:r>
        <w:tab/>
        <w:t>2.025e0</w:t>
      </w:r>
    </w:p>
    <w:p w:rsidR="005B3ED9" w:rsidRDefault="005B3ED9" w:rsidP="005B3ED9">
      <w:r>
        <w:t>604.4125</w:t>
      </w:r>
      <w:r>
        <w:tab/>
        <w:t>2.025e0</w:t>
      </w:r>
    </w:p>
    <w:p w:rsidR="005B3ED9" w:rsidRDefault="005B3ED9" w:rsidP="005B3ED9">
      <w:r>
        <w:t>604.5038</w:t>
      </w:r>
      <w:r>
        <w:tab/>
        <w:t>2.025e0</w:t>
      </w:r>
    </w:p>
    <w:p w:rsidR="005B3ED9" w:rsidRDefault="005B3ED9" w:rsidP="005B3ED9">
      <w:r>
        <w:t>604.5097</w:t>
      </w:r>
      <w:r>
        <w:tab/>
        <w:t>4.051e0</w:t>
      </w:r>
    </w:p>
    <w:p w:rsidR="005B3ED9" w:rsidRDefault="005B3ED9" w:rsidP="005B3ED9">
      <w:r>
        <w:t>604.6820</w:t>
      </w:r>
      <w:r>
        <w:tab/>
        <w:t>2.025e0</w:t>
      </w:r>
    </w:p>
    <w:p w:rsidR="005B3ED9" w:rsidRDefault="005B3ED9" w:rsidP="005B3ED9">
      <w:r>
        <w:t>604.7970</w:t>
      </w:r>
      <w:r>
        <w:tab/>
        <w:t>3.038e0</w:t>
      </w:r>
    </w:p>
    <w:p w:rsidR="005B3ED9" w:rsidRDefault="005B3ED9" w:rsidP="005B3ED9">
      <w:r>
        <w:t>604.8600</w:t>
      </w:r>
      <w:r>
        <w:tab/>
        <w:t>1.013e0</w:t>
      </w:r>
    </w:p>
    <w:p w:rsidR="005B3ED9" w:rsidRDefault="005B3ED9" w:rsidP="005B3ED9">
      <w:r>
        <w:t>604.8862</w:t>
      </w:r>
      <w:r>
        <w:tab/>
        <w:t>1.013e0</w:t>
      </w:r>
    </w:p>
    <w:p w:rsidR="005B3ED9" w:rsidRDefault="005B3ED9" w:rsidP="005B3ED9">
      <w:r>
        <w:t>604.9069</w:t>
      </w:r>
      <w:r>
        <w:tab/>
        <w:t>2.025e0</w:t>
      </w:r>
    </w:p>
    <w:p w:rsidR="005B3ED9" w:rsidRDefault="005B3ED9" w:rsidP="005B3ED9">
      <w:r>
        <w:lastRenderedPageBreak/>
        <w:t>604.9857</w:t>
      </w:r>
      <w:r>
        <w:tab/>
        <w:t>2.025e0</w:t>
      </w:r>
    </w:p>
    <w:p w:rsidR="005B3ED9" w:rsidRDefault="005B3ED9" w:rsidP="005B3ED9">
      <w:r>
        <w:t>605.0259</w:t>
      </w:r>
      <w:r>
        <w:tab/>
        <w:t>1.013e0</w:t>
      </w:r>
    </w:p>
    <w:p w:rsidR="005B3ED9" w:rsidRDefault="005B3ED9" w:rsidP="005B3ED9">
      <w:r>
        <w:t>605.0814</w:t>
      </w:r>
      <w:r>
        <w:tab/>
        <w:t>1.013e0</w:t>
      </w:r>
    </w:p>
    <w:p w:rsidR="005B3ED9" w:rsidRDefault="005B3ED9" w:rsidP="005B3ED9">
      <w:r>
        <w:t>605.0995</w:t>
      </w:r>
      <w:r>
        <w:tab/>
        <w:t>1.013e0</w:t>
      </w:r>
    </w:p>
    <w:p w:rsidR="005B3ED9" w:rsidRDefault="005B3ED9" w:rsidP="005B3ED9">
      <w:r>
        <w:t>605.1160</w:t>
      </w:r>
      <w:r>
        <w:tab/>
        <w:t>1.013e0</w:t>
      </w:r>
    </w:p>
    <w:p w:rsidR="005B3ED9" w:rsidRDefault="005B3ED9" w:rsidP="005B3ED9">
      <w:r>
        <w:t>605.1606</w:t>
      </w:r>
      <w:r>
        <w:tab/>
        <w:t>1.013e0</w:t>
      </w:r>
    </w:p>
    <w:p w:rsidR="005B3ED9" w:rsidRDefault="005B3ED9" w:rsidP="005B3ED9">
      <w:r>
        <w:t>605.2584</w:t>
      </w:r>
      <w:r>
        <w:tab/>
        <w:t>1.013e0</w:t>
      </w:r>
    </w:p>
    <w:p w:rsidR="005B3ED9" w:rsidRDefault="005B3ED9" w:rsidP="005B3ED9">
      <w:r>
        <w:t>605.3575</w:t>
      </w:r>
      <w:r>
        <w:tab/>
        <w:t>1.013e0</w:t>
      </w:r>
    </w:p>
    <w:p w:rsidR="005B3ED9" w:rsidRDefault="005B3ED9" w:rsidP="005B3ED9">
      <w:r>
        <w:t>605.3705</w:t>
      </w:r>
      <w:r>
        <w:tab/>
        <w:t>2.025e0</w:t>
      </w:r>
    </w:p>
    <w:p w:rsidR="005B3ED9" w:rsidRDefault="005B3ED9" w:rsidP="005B3ED9">
      <w:r>
        <w:t>605.4017</w:t>
      </w:r>
      <w:r>
        <w:tab/>
        <w:t>3.038e0</w:t>
      </w:r>
    </w:p>
    <w:p w:rsidR="005B3ED9" w:rsidRDefault="005B3ED9" w:rsidP="005B3ED9">
      <w:r>
        <w:t>605.4315</w:t>
      </w:r>
      <w:r>
        <w:tab/>
        <w:t>2.025e0</w:t>
      </w:r>
    </w:p>
    <w:p w:rsidR="005B3ED9" w:rsidRDefault="005B3ED9" w:rsidP="005B3ED9">
      <w:r>
        <w:t>605.4353</w:t>
      </w:r>
      <w:r>
        <w:tab/>
        <w:t>1.013e0</w:t>
      </w:r>
    </w:p>
    <w:p w:rsidR="005B3ED9" w:rsidRDefault="005B3ED9" w:rsidP="005B3ED9">
      <w:r>
        <w:t>605.4819</w:t>
      </w:r>
      <w:r>
        <w:tab/>
        <w:t>1.013e0</w:t>
      </w:r>
    </w:p>
    <w:p w:rsidR="005B3ED9" w:rsidRDefault="005B3ED9" w:rsidP="005B3ED9">
      <w:r>
        <w:t>605.5416</w:t>
      </w:r>
      <w:r>
        <w:tab/>
        <w:t>3.038e0</w:t>
      </w:r>
    </w:p>
    <w:p w:rsidR="005B3ED9" w:rsidRDefault="005B3ED9" w:rsidP="005B3ED9">
      <w:r>
        <w:t>605.6272</w:t>
      </w:r>
      <w:r>
        <w:tab/>
        <w:t>1.013e0</w:t>
      </w:r>
    </w:p>
    <w:p w:rsidR="005B3ED9" w:rsidRDefault="005B3ED9" w:rsidP="005B3ED9">
      <w:r>
        <w:t>605.6583</w:t>
      </w:r>
      <w:r>
        <w:tab/>
        <w:t>1.013e0</w:t>
      </w:r>
    </w:p>
    <w:p w:rsidR="005B3ED9" w:rsidRDefault="005B3ED9" w:rsidP="005B3ED9">
      <w:r>
        <w:t>605.7666</w:t>
      </w:r>
      <w:r>
        <w:tab/>
        <w:t>2.025e0</w:t>
      </w:r>
    </w:p>
    <w:p w:rsidR="005B3ED9" w:rsidRDefault="005B3ED9" w:rsidP="005B3ED9">
      <w:r>
        <w:t>605.8255</w:t>
      </w:r>
      <w:r>
        <w:tab/>
        <w:t>1.013e0</w:t>
      </w:r>
    </w:p>
    <w:p w:rsidR="005B3ED9" w:rsidRDefault="005B3ED9" w:rsidP="005B3ED9">
      <w:r>
        <w:t>605.8949</w:t>
      </w:r>
      <w:r>
        <w:tab/>
        <w:t>2.067e0</w:t>
      </w:r>
    </w:p>
    <w:p w:rsidR="005B3ED9" w:rsidRDefault="005B3ED9" w:rsidP="005B3ED9">
      <w:r>
        <w:lastRenderedPageBreak/>
        <w:t>605.9040</w:t>
      </w:r>
      <w:r>
        <w:tab/>
        <w:t>2.025e0</w:t>
      </w:r>
    </w:p>
    <w:p w:rsidR="005B3ED9" w:rsidRDefault="005B3ED9" w:rsidP="005B3ED9">
      <w:r>
        <w:t>605.9072</w:t>
      </w:r>
      <w:r>
        <w:tab/>
        <w:t>1.013e0</w:t>
      </w:r>
    </w:p>
    <w:p w:rsidR="005B3ED9" w:rsidRDefault="005B3ED9" w:rsidP="005B3ED9">
      <w:r>
        <w:t>605.9384</w:t>
      </w:r>
      <w:r>
        <w:tab/>
        <w:t>1.013e0</w:t>
      </w:r>
    </w:p>
    <w:p w:rsidR="005B3ED9" w:rsidRDefault="005B3ED9" w:rsidP="005B3ED9">
      <w:r>
        <w:t>605.9592</w:t>
      </w:r>
      <w:r>
        <w:tab/>
        <w:t>1.013e0</w:t>
      </w:r>
    </w:p>
    <w:p w:rsidR="005B3ED9" w:rsidRDefault="005B3ED9" w:rsidP="005B3ED9">
      <w:r>
        <w:t>606.0061</w:t>
      </w:r>
      <w:r>
        <w:tab/>
        <w:t>3.038e0</w:t>
      </w:r>
    </w:p>
    <w:p w:rsidR="005B3ED9" w:rsidRDefault="005B3ED9" w:rsidP="005B3ED9">
      <w:r>
        <w:t>606.1250</w:t>
      </w:r>
      <w:r>
        <w:tab/>
        <w:t>1.013e0</w:t>
      </w:r>
    </w:p>
    <w:p w:rsidR="005B3ED9" w:rsidRDefault="005B3ED9" w:rsidP="005B3ED9">
      <w:r>
        <w:t>606.1958</w:t>
      </w:r>
      <w:r>
        <w:tab/>
        <w:t>1.013e0</w:t>
      </w:r>
    </w:p>
    <w:p w:rsidR="005B3ED9" w:rsidRDefault="005B3ED9" w:rsidP="005B3ED9">
      <w:r>
        <w:t>606.2601</w:t>
      </w:r>
      <w:r>
        <w:tab/>
        <w:t>1.013e0</w:t>
      </w:r>
    </w:p>
    <w:p w:rsidR="005B3ED9" w:rsidRDefault="005B3ED9" w:rsidP="005B3ED9">
      <w:r>
        <w:t>606.2809</w:t>
      </w:r>
      <w:r>
        <w:tab/>
        <w:t>1.013e0</w:t>
      </w:r>
    </w:p>
    <w:p w:rsidR="005B3ED9" w:rsidRDefault="005B3ED9" w:rsidP="005B3ED9">
      <w:r>
        <w:t>606.3564</w:t>
      </w:r>
      <w:r>
        <w:tab/>
        <w:t>1.013e0</w:t>
      </w:r>
    </w:p>
    <w:p w:rsidR="005B3ED9" w:rsidRDefault="005B3ED9" w:rsidP="005B3ED9">
      <w:r>
        <w:t>606.3909</w:t>
      </w:r>
      <w:r>
        <w:tab/>
        <w:t>1.013e0</w:t>
      </w:r>
    </w:p>
    <w:p w:rsidR="005B3ED9" w:rsidRDefault="005B3ED9" w:rsidP="005B3ED9">
      <w:r>
        <w:t>606.4093</w:t>
      </w:r>
      <w:r>
        <w:tab/>
        <w:t>1.013e0</w:t>
      </w:r>
    </w:p>
    <w:p w:rsidR="005B3ED9" w:rsidRDefault="005B3ED9" w:rsidP="005B3ED9">
      <w:r>
        <w:t>606.4224</w:t>
      </w:r>
      <w:r>
        <w:tab/>
        <w:t>2.025e0</w:t>
      </w:r>
    </w:p>
    <w:p w:rsidR="005B3ED9" w:rsidRDefault="005B3ED9" w:rsidP="005B3ED9">
      <w:r>
        <w:t>606.4575</w:t>
      </w:r>
      <w:r>
        <w:tab/>
        <w:t>1.013e0</w:t>
      </w:r>
    </w:p>
    <w:p w:rsidR="005B3ED9" w:rsidRDefault="005B3ED9" w:rsidP="005B3ED9">
      <w:r>
        <w:t>606.4679</w:t>
      </w:r>
      <w:r>
        <w:tab/>
        <w:t>1.013e0</w:t>
      </w:r>
    </w:p>
    <w:p w:rsidR="005B3ED9" w:rsidRDefault="005B3ED9" w:rsidP="005B3ED9">
      <w:r>
        <w:t>606.5302</w:t>
      </w:r>
      <w:r>
        <w:tab/>
        <w:t>1.013e0</w:t>
      </w:r>
    </w:p>
    <w:p w:rsidR="005B3ED9" w:rsidRDefault="005B3ED9" w:rsidP="005B3ED9">
      <w:r>
        <w:t>606.5405</w:t>
      </w:r>
      <w:r>
        <w:tab/>
        <w:t>1.013e0</w:t>
      </w:r>
    </w:p>
    <w:p w:rsidR="005B3ED9" w:rsidRDefault="005B3ED9" w:rsidP="005B3ED9">
      <w:r>
        <w:t>606.6390</w:t>
      </w:r>
      <w:r>
        <w:tab/>
        <w:t>1.013e0</w:t>
      </w:r>
    </w:p>
    <w:p w:rsidR="005B3ED9" w:rsidRDefault="005B3ED9" w:rsidP="005B3ED9">
      <w:r>
        <w:t>606.7448</w:t>
      </w:r>
      <w:r>
        <w:tab/>
        <w:t>1.013e0</w:t>
      </w:r>
    </w:p>
    <w:p w:rsidR="005B3ED9" w:rsidRDefault="005B3ED9" w:rsidP="005B3ED9">
      <w:r>
        <w:lastRenderedPageBreak/>
        <w:t>606.7976</w:t>
      </w:r>
      <w:r>
        <w:tab/>
        <w:t>1.013e0</w:t>
      </w:r>
    </w:p>
    <w:p w:rsidR="005B3ED9" w:rsidRDefault="005B3ED9" w:rsidP="005B3ED9">
      <w:r>
        <w:t>606.9037</w:t>
      </w:r>
      <w:r>
        <w:tab/>
        <w:t>2.025e0</w:t>
      </w:r>
    </w:p>
    <w:p w:rsidR="005B3ED9" w:rsidRDefault="005B3ED9" w:rsidP="005B3ED9">
      <w:r>
        <w:t>606.9594</w:t>
      </w:r>
      <w:r>
        <w:tab/>
        <w:t>2.025e0</w:t>
      </w:r>
    </w:p>
    <w:p w:rsidR="005B3ED9" w:rsidRDefault="005B3ED9" w:rsidP="005B3ED9">
      <w:r>
        <w:t>606.9746</w:t>
      </w:r>
      <w:r>
        <w:tab/>
        <w:t>1.013e0</w:t>
      </w:r>
    </w:p>
    <w:p w:rsidR="005B3ED9" w:rsidRDefault="005B3ED9" w:rsidP="005B3ED9">
      <w:r>
        <w:t>607.0254</w:t>
      </w:r>
      <w:r>
        <w:tab/>
        <w:t>2.025e0</w:t>
      </w:r>
    </w:p>
    <w:p w:rsidR="005B3ED9" w:rsidRDefault="005B3ED9" w:rsidP="005B3ED9">
      <w:r>
        <w:t>607.1169</w:t>
      </w:r>
      <w:r>
        <w:tab/>
        <w:t>1.013e0</w:t>
      </w:r>
    </w:p>
    <w:p w:rsidR="005B3ED9" w:rsidRDefault="005B3ED9" w:rsidP="005B3ED9">
      <w:r>
        <w:t>607.1745</w:t>
      </w:r>
      <w:r>
        <w:tab/>
        <w:t>1.013e0</w:t>
      </w:r>
    </w:p>
    <w:p w:rsidR="005B3ED9" w:rsidRDefault="005B3ED9" w:rsidP="005B3ED9">
      <w:r>
        <w:t>607.1849</w:t>
      </w:r>
      <w:r>
        <w:tab/>
        <w:t>1.013e0</w:t>
      </w:r>
    </w:p>
    <w:p w:rsidR="005B3ED9" w:rsidRDefault="005B3ED9" w:rsidP="005B3ED9">
      <w:r>
        <w:t>607.2173</w:t>
      </w:r>
      <w:r>
        <w:tab/>
        <w:t>2.025e0</w:t>
      </w:r>
    </w:p>
    <w:p w:rsidR="005B3ED9" w:rsidRDefault="005B3ED9" w:rsidP="005B3ED9">
      <w:r>
        <w:t>607.2473</w:t>
      </w:r>
      <w:r>
        <w:tab/>
        <w:t>2.025e0</w:t>
      </w:r>
    </w:p>
    <w:p w:rsidR="005B3ED9" w:rsidRDefault="005B3ED9" w:rsidP="005B3ED9">
      <w:r>
        <w:t>607.3019</w:t>
      </w:r>
      <w:r>
        <w:tab/>
        <w:t>2.025e0</w:t>
      </w:r>
    </w:p>
    <w:p w:rsidR="005B3ED9" w:rsidRDefault="005B3ED9" w:rsidP="005B3ED9">
      <w:r>
        <w:t>607.3120</w:t>
      </w:r>
      <w:r>
        <w:tab/>
        <w:t>2.025e0</w:t>
      </w:r>
    </w:p>
    <w:p w:rsidR="005B3ED9" w:rsidRDefault="005B3ED9" w:rsidP="005B3ED9">
      <w:r>
        <w:t>607.3305</w:t>
      </w:r>
      <w:r>
        <w:tab/>
        <w:t>3.038e0</w:t>
      </w:r>
    </w:p>
    <w:p w:rsidR="005B3ED9" w:rsidRDefault="005B3ED9" w:rsidP="005B3ED9">
      <w:r>
        <w:t>607.4077</w:t>
      </w:r>
      <w:r>
        <w:tab/>
        <w:t>2.025e0</w:t>
      </w:r>
    </w:p>
    <w:p w:rsidR="005B3ED9" w:rsidRDefault="005B3ED9" w:rsidP="005B3ED9">
      <w:r>
        <w:t>607.4241</w:t>
      </w:r>
      <w:r>
        <w:tab/>
        <w:t>1.013e0</w:t>
      </w:r>
    </w:p>
    <w:p w:rsidR="005B3ED9" w:rsidRDefault="005B3ED9" w:rsidP="005B3ED9">
      <w:r>
        <w:t>607.4707</w:t>
      </w:r>
      <w:r>
        <w:tab/>
        <w:t>1.013e0</w:t>
      </w:r>
    </w:p>
    <w:p w:rsidR="005B3ED9" w:rsidRDefault="005B3ED9" w:rsidP="005B3ED9">
      <w:r>
        <w:t>607.4761</w:t>
      </w:r>
      <w:r>
        <w:tab/>
        <w:t>1.013e0</w:t>
      </w:r>
    </w:p>
    <w:p w:rsidR="005B3ED9" w:rsidRDefault="005B3ED9" w:rsidP="005B3ED9">
      <w:r>
        <w:t>607.5176</w:t>
      </w:r>
      <w:r>
        <w:tab/>
        <w:t>1.013e0</w:t>
      </w:r>
    </w:p>
    <w:p w:rsidR="005B3ED9" w:rsidRDefault="005B3ED9" w:rsidP="005B3ED9">
      <w:r>
        <w:t>607.5385</w:t>
      </w:r>
      <w:r>
        <w:tab/>
        <w:t>1.013e0</w:t>
      </w:r>
    </w:p>
    <w:p w:rsidR="005B3ED9" w:rsidRDefault="005B3ED9" w:rsidP="005B3ED9">
      <w:r>
        <w:lastRenderedPageBreak/>
        <w:t>607.5598</w:t>
      </w:r>
      <w:r>
        <w:tab/>
        <w:t>1.013e0</w:t>
      </w:r>
    </w:p>
    <w:p w:rsidR="005B3ED9" w:rsidRDefault="005B3ED9" w:rsidP="005B3ED9">
      <w:r>
        <w:t>607.6293</w:t>
      </w:r>
      <w:r>
        <w:tab/>
        <w:t>1.013e0</w:t>
      </w:r>
    </w:p>
    <w:p w:rsidR="005B3ED9" w:rsidRDefault="005B3ED9" w:rsidP="005B3ED9">
      <w:r>
        <w:t>607.7188</w:t>
      </w:r>
      <w:r>
        <w:tab/>
        <w:t>1.013e0</w:t>
      </w:r>
    </w:p>
    <w:p w:rsidR="005B3ED9" w:rsidRDefault="005B3ED9" w:rsidP="005B3ED9">
      <w:r>
        <w:t>607.7245</w:t>
      </w:r>
      <w:r>
        <w:tab/>
        <w:t>2.025e0</w:t>
      </w:r>
    </w:p>
    <w:p w:rsidR="005B3ED9" w:rsidRDefault="005B3ED9" w:rsidP="005B3ED9">
      <w:r>
        <w:t>607.7362</w:t>
      </w:r>
      <w:r>
        <w:tab/>
        <w:t>2.025e0</w:t>
      </w:r>
    </w:p>
    <w:p w:rsidR="005B3ED9" w:rsidRDefault="005B3ED9" w:rsidP="005B3ED9">
      <w:r>
        <w:t>607.8610</w:t>
      </w:r>
      <w:r>
        <w:tab/>
        <w:t>1.013e0</w:t>
      </w:r>
    </w:p>
    <w:p w:rsidR="005B3ED9" w:rsidRDefault="005B3ED9" w:rsidP="005B3ED9">
      <w:r>
        <w:t>607.9304</w:t>
      </w:r>
      <w:r>
        <w:tab/>
        <w:t>2.025e0</w:t>
      </w:r>
    </w:p>
    <w:p w:rsidR="005B3ED9" w:rsidRDefault="005B3ED9" w:rsidP="005B3ED9">
      <w:r>
        <w:t>607.9444</w:t>
      </w:r>
      <w:r>
        <w:tab/>
        <w:t>1.013e0</w:t>
      </w:r>
    </w:p>
    <w:p w:rsidR="005B3ED9" w:rsidRDefault="005B3ED9" w:rsidP="005B3ED9">
      <w:r>
        <w:t>608.0276</w:t>
      </w:r>
      <w:r>
        <w:tab/>
        <w:t>1.013e0</w:t>
      </w:r>
    </w:p>
    <w:p w:rsidR="005B3ED9" w:rsidRDefault="005B3ED9" w:rsidP="005B3ED9">
      <w:r>
        <w:t>608.1213</w:t>
      </w:r>
      <w:r>
        <w:tab/>
        <w:t>1.013e0</w:t>
      </w:r>
    </w:p>
    <w:p w:rsidR="005B3ED9" w:rsidRDefault="005B3ED9" w:rsidP="005B3ED9">
      <w:r>
        <w:t>608.1786</w:t>
      </w:r>
      <w:r>
        <w:tab/>
        <w:t>2.025e0</w:t>
      </w:r>
    </w:p>
    <w:p w:rsidR="005B3ED9" w:rsidRDefault="005B3ED9" w:rsidP="005B3ED9">
      <w:r>
        <w:t>608.2936</w:t>
      </w:r>
      <w:r>
        <w:tab/>
        <w:t>3.038e0</w:t>
      </w:r>
    </w:p>
    <w:p w:rsidR="005B3ED9" w:rsidRDefault="005B3ED9" w:rsidP="005B3ED9">
      <w:r>
        <w:t>608.2984</w:t>
      </w:r>
      <w:r>
        <w:tab/>
        <w:t>1.013e0</w:t>
      </w:r>
    </w:p>
    <w:p w:rsidR="005B3ED9" w:rsidRDefault="005B3ED9" w:rsidP="005B3ED9">
      <w:r>
        <w:t>608.3323</w:t>
      </w:r>
      <w:r>
        <w:tab/>
        <w:t>2.025e0</w:t>
      </w:r>
    </w:p>
    <w:p w:rsidR="005B3ED9" w:rsidRDefault="005B3ED9" w:rsidP="005B3ED9">
      <w:r>
        <w:t>608.3989</w:t>
      </w:r>
      <w:r>
        <w:tab/>
        <w:t>2.025e0</w:t>
      </w:r>
    </w:p>
    <w:p w:rsidR="005B3ED9" w:rsidRDefault="005B3ED9" w:rsidP="005B3ED9">
      <w:r>
        <w:t>608.4234</w:t>
      </w:r>
      <w:r>
        <w:tab/>
        <w:t>1.013e0</w:t>
      </w:r>
    </w:p>
    <w:p w:rsidR="005B3ED9" w:rsidRDefault="005B3ED9" w:rsidP="005B3ED9">
      <w:r>
        <w:t>608.4442</w:t>
      </w:r>
      <w:r>
        <w:tab/>
        <w:t>1.013e0</w:t>
      </w:r>
    </w:p>
    <w:p w:rsidR="005B3ED9" w:rsidRDefault="005B3ED9" w:rsidP="005B3ED9">
      <w:r>
        <w:t>608.5483</w:t>
      </w:r>
      <w:r>
        <w:tab/>
        <w:t>2.025e0</w:t>
      </w:r>
    </w:p>
    <w:p w:rsidR="005B3ED9" w:rsidRDefault="005B3ED9" w:rsidP="005B3ED9">
      <w:r>
        <w:t>608.6197</w:t>
      </w:r>
      <w:r>
        <w:tab/>
        <w:t>1.013e0</w:t>
      </w:r>
    </w:p>
    <w:p w:rsidR="005B3ED9" w:rsidRDefault="005B3ED9" w:rsidP="005B3ED9">
      <w:r>
        <w:lastRenderedPageBreak/>
        <w:t>608.6378</w:t>
      </w:r>
      <w:r>
        <w:tab/>
        <w:t>1.013e0</w:t>
      </w:r>
    </w:p>
    <w:p w:rsidR="005B3ED9" w:rsidRDefault="005B3ED9" w:rsidP="005B3ED9">
      <w:r>
        <w:t>608.7618</w:t>
      </w:r>
      <w:r>
        <w:tab/>
        <w:t>1.013e0</w:t>
      </w:r>
    </w:p>
    <w:p w:rsidR="005B3ED9" w:rsidRDefault="005B3ED9" w:rsidP="005B3ED9">
      <w:r>
        <w:t>608.7986</w:t>
      </w:r>
      <w:r>
        <w:tab/>
        <w:t>3.038e0</w:t>
      </w:r>
    </w:p>
    <w:p w:rsidR="005B3ED9" w:rsidRDefault="005B3ED9" w:rsidP="005B3ED9">
      <w:r>
        <w:t>608.8923</w:t>
      </w:r>
      <w:r>
        <w:tab/>
        <w:t>1.013e0</w:t>
      </w:r>
    </w:p>
    <w:p w:rsidR="005B3ED9" w:rsidRDefault="005B3ED9" w:rsidP="005B3ED9">
      <w:r>
        <w:t>608.9388</w:t>
      </w:r>
      <w:r>
        <w:tab/>
        <w:t>1.013e0</w:t>
      </w:r>
    </w:p>
    <w:p w:rsidR="005B3ED9" w:rsidRDefault="005B3ED9" w:rsidP="005B3ED9">
      <w:r>
        <w:t>609.0264</w:t>
      </w:r>
      <w:r>
        <w:tab/>
        <w:t>1.013e0</w:t>
      </w:r>
    </w:p>
    <w:p w:rsidR="005B3ED9" w:rsidRDefault="005B3ED9" w:rsidP="005B3ED9">
      <w:r>
        <w:t>609.0486</w:t>
      </w:r>
      <w:r>
        <w:tab/>
        <w:t>1.013e0</w:t>
      </w:r>
    </w:p>
    <w:p w:rsidR="005B3ED9" w:rsidRDefault="005B3ED9" w:rsidP="005B3ED9">
      <w:r>
        <w:t>609.1113</w:t>
      </w:r>
      <w:r>
        <w:tab/>
        <w:t>1.013e0</w:t>
      </w:r>
    </w:p>
    <w:p w:rsidR="005B3ED9" w:rsidRDefault="005B3ED9" w:rsidP="005B3ED9">
      <w:r>
        <w:t>609.1269</w:t>
      </w:r>
      <w:r>
        <w:tab/>
        <w:t>2.025e0</w:t>
      </w:r>
    </w:p>
    <w:p w:rsidR="005B3ED9" w:rsidRDefault="005B3ED9" w:rsidP="005B3ED9">
      <w:r>
        <w:t>609.1500</w:t>
      </w:r>
      <w:r>
        <w:tab/>
        <w:t>2.025e0</w:t>
      </w:r>
    </w:p>
    <w:p w:rsidR="005B3ED9" w:rsidRDefault="005B3ED9" w:rsidP="005B3ED9">
      <w:r>
        <w:t>609.2260</w:t>
      </w:r>
      <w:r>
        <w:tab/>
        <w:t>1.013e0</w:t>
      </w:r>
    </w:p>
    <w:p w:rsidR="005B3ED9" w:rsidRDefault="005B3ED9" w:rsidP="005B3ED9">
      <w:r>
        <w:t>609.3038</w:t>
      </w:r>
      <w:r>
        <w:tab/>
        <w:t>2.025e0</w:t>
      </w:r>
    </w:p>
    <w:p w:rsidR="005B3ED9" w:rsidRDefault="005B3ED9" w:rsidP="005B3ED9">
      <w:r>
        <w:t>609.3094</w:t>
      </w:r>
      <w:r>
        <w:tab/>
        <w:t>2.025e0</w:t>
      </w:r>
    </w:p>
    <w:p w:rsidR="005B3ED9" w:rsidRDefault="005B3ED9" w:rsidP="005B3ED9">
      <w:r>
        <w:t>609.3616</w:t>
      </w:r>
      <w:r>
        <w:tab/>
        <w:t>1.013e0</w:t>
      </w:r>
    </w:p>
    <w:p w:rsidR="005B3ED9" w:rsidRDefault="005B3ED9" w:rsidP="005B3ED9">
      <w:r>
        <w:t>609.3719</w:t>
      </w:r>
      <w:r>
        <w:tab/>
        <w:t>2.025e0</w:t>
      </w:r>
    </w:p>
    <w:p w:rsidR="005B3ED9" w:rsidRDefault="005B3ED9" w:rsidP="005B3ED9">
      <w:r>
        <w:t>609.4164</w:t>
      </w:r>
      <w:r>
        <w:tab/>
        <w:t>2.025e0</w:t>
      </w:r>
    </w:p>
    <w:p w:rsidR="005B3ED9" w:rsidRDefault="005B3ED9" w:rsidP="005B3ED9">
      <w:r>
        <w:t>609.4450</w:t>
      </w:r>
      <w:r>
        <w:tab/>
        <w:t>3.038e0</w:t>
      </w:r>
    </w:p>
    <w:p w:rsidR="005B3ED9" w:rsidRDefault="005B3ED9" w:rsidP="005B3ED9">
      <w:r>
        <w:t>609.7521</w:t>
      </w:r>
      <w:r>
        <w:tab/>
        <w:t>1.013e0</w:t>
      </w:r>
    </w:p>
    <w:p w:rsidR="005B3ED9" w:rsidRDefault="005B3ED9" w:rsidP="005B3ED9">
      <w:r>
        <w:t>609.7582</w:t>
      </w:r>
      <w:r>
        <w:tab/>
        <w:t>1.013e0</w:t>
      </w:r>
    </w:p>
    <w:p w:rsidR="005B3ED9" w:rsidRDefault="005B3ED9" w:rsidP="005B3ED9">
      <w:r>
        <w:lastRenderedPageBreak/>
        <w:t>609.7867</w:t>
      </w:r>
      <w:r>
        <w:tab/>
        <w:t>1.013e0</w:t>
      </w:r>
    </w:p>
    <w:p w:rsidR="005B3ED9" w:rsidRDefault="005B3ED9" w:rsidP="005B3ED9">
      <w:r>
        <w:t>609.7999</w:t>
      </w:r>
      <w:r>
        <w:tab/>
        <w:t>1.013e0</w:t>
      </w:r>
    </w:p>
    <w:p w:rsidR="005B3ED9" w:rsidRDefault="005B3ED9" w:rsidP="005B3ED9">
      <w:r>
        <w:t>609.8396</w:t>
      </w:r>
      <w:r>
        <w:tab/>
        <w:t>1.013e0</w:t>
      </w:r>
    </w:p>
    <w:p w:rsidR="005B3ED9" w:rsidRDefault="005B3ED9" w:rsidP="005B3ED9">
      <w:r>
        <w:t>609.8730</w:t>
      </w:r>
      <w:r>
        <w:tab/>
        <w:t>1.013e0</w:t>
      </w:r>
    </w:p>
    <w:p w:rsidR="005B3ED9" w:rsidRDefault="005B3ED9" w:rsidP="005B3ED9">
      <w:r>
        <w:t>609.8926</w:t>
      </w:r>
      <w:r>
        <w:tab/>
        <w:t>1.013e0</w:t>
      </w:r>
    </w:p>
    <w:p w:rsidR="005B3ED9" w:rsidRDefault="005B3ED9" w:rsidP="005B3ED9">
      <w:r>
        <w:t>609.9669</w:t>
      </w:r>
      <w:r>
        <w:tab/>
        <w:t>1.013e0</w:t>
      </w:r>
    </w:p>
    <w:p w:rsidR="005B3ED9" w:rsidRDefault="005B3ED9" w:rsidP="005B3ED9">
      <w:r>
        <w:t>609.9879</w:t>
      </w:r>
      <w:r>
        <w:tab/>
        <w:t>1.013e0</w:t>
      </w:r>
    </w:p>
    <w:p w:rsidR="005B3ED9" w:rsidRDefault="005B3ED9" w:rsidP="005B3ED9">
      <w:r>
        <w:t>610.0530</w:t>
      </w:r>
      <w:r>
        <w:tab/>
        <w:t>1.013e0</w:t>
      </w:r>
    </w:p>
    <w:p w:rsidR="005B3ED9" w:rsidRDefault="005B3ED9" w:rsidP="005B3ED9">
      <w:r>
        <w:t>610.0818</w:t>
      </w:r>
      <w:r>
        <w:tab/>
        <w:t>1.013e0</w:t>
      </w:r>
    </w:p>
    <w:p w:rsidR="005B3ED9" w:rsidRDefault="005B3ED9" w:rsidP="005B3ED9">
      <w:r>
        <w:t>610.0880</w:t>
      </w:r>
      <w:r>
        <w:tab/>
        <w:t>2.025e0</w:t>
      </w:r>
    </w:p>
    <w:p w:rsidR="005B3ED9" w:rsidRDefault="005B3ED9" w:rsidP="005B3ED9">
      <w:r>
        <w:t>610.1823</w:t>
      </w:r>
      <w:r>
        <w:tab/>
        <w:t>3.038e0</w:t>
      </w:r>
    </w:p>
    <w:p w:rsidR="005B3ED9" w:rsidRDefault="005B3ED9" w:rsidP="005B3ED9">
      <w:r>
        <w:t>610.1853</w:t>
      </w:r>
      <w:r>
        <w:tab/>
        <w:t>3.038e0</w:t>
      </w:r>
    </w:p>
    <w:p w:rsidR="005B3ED9" w:rsidRDefault="005B3ED9" w:rsidP="005B3ED9">
      <w:r>
        <w:t>610.2281</w:t>
      </w:r>
      <w:r>
        <w:tab/>
        <w:t>1.013e0</w:t>
      </w:r>
    </w:p>
    <w:p w:rsidR="005B3ED9" w:rsidRDefault="005B3ED9" w:rsidP="005B3ED9">
      <w:r>
        <w:t>610.2338</w:t>
      </w:r>
      <w:r>
        <w:tab/>
        <w:t>2.025e0</w:t>
      </w:r>
    </w:p>
    <w:p w:rsidR="005B3ED9" w:rsidRDefault="005B3ED9" w:rsidP="005B3ED9">
      <w:r>
        <w:t>610.3325</w:t>
      </w:r>
      <w:r>
        <w:tab/>
        <w:t>1.013e0</w:t>
      </w:r>
    </w:p>
    <w:p w:rsidR="005B3ED9" w:rsidRDefault="005B3ED9" w:rsidP="005B3ED9">
      <w:r>
        <w:t>610.4065</w:t>
      </w:r>
      <w:r>
        <w:tab/>
        <w:t>1.013e0</w:t>
      </w:r>
    </w:p>
    <w:p w:rsidR="005B3ED9" w:rsidRDefault="005B3ED9" w:rsidP="005B3ED9">
      <w:r>
        <w:t>610.4161</w:t>
      </w:r>
      <w:r>
        <w:tab/>
        <w:t>1.013e0</w:t>
      </w:r>
    </w:p>
    <w:p w:rsidR="005B3ED9" w:rsidRDefault="005B3ED9" w:rsidP="005B3ED9">
      <w:r>
        <w:t>610.4266</w:t>
      </w:r>
      <w:r>
        <w:tab/>
        <w:t>1.013e0</w:t>
      </w:r>
    </w:p>
    <w:p w:rsidR="005B3ED9" w:rsidRDefault="005B3ED9" w:rsidP="005B3ED9">
      <w:r>
        <w:t>610.4760</w:t>
      </w:r>
      <w:r>
        <w:tab/>
        <w:t>1.013e0</w:t>
      </w:r>
    </w:p>
    <w:p w:rsidR="005B3ED9" w:rsidRDefault="005B3ED9" w:rsidP="005B3ED9">
      <w:r>
        <w:lastRenderedPageBreak/>
        <w:t>610.5650</w:t>
      </w:r>
      <w:r>
        <w:tab/>
        <w:t>2.025e0</w:t>
      </w:r>
    </w:p>
    <w:p w:rsidR="005B3ED9" w:rsidRDefault="005B3ED9" w:rsidP="005B3ED9">
      <w:r>
        <w:t>610.5679</w:t>
      </w:r>
      <w:r>
        <w:tab/>
        <w:t>2.025e0</w:t>
      </w:r>
    </w:p>
    <w:p w:rsidR="005B3ED9" w:rsidRDefault="005B3ED9" w:rsidP="005B3ED9">
      <w:r>
        <w:t>610.5775</w:t>
      </w:r>
      <w:r>
        <w:tab/>
        <w:t>2.025e0</w:t>
      </w:r>
    </w:p>
    <w:p w:rsidR="005B3ED9" w:rsidRDefault="005B3ED9" w:rsidP="005B3ED9">
      <w:r>
        <w:t>610.5909</w:t>
      </w:r>
      <w:r>
        <w:tab/>
        <w:t>3.038e0</w:t>
      </w:r>
    </w:p>
    <w:p w:rsidR="005B3ED9" w:rsidRDefault="005B3ED9" w:rsidP="005B3ED9">
      <w:r>
        <w:t>610.7088</w:t>
      </w:r>
      <w:r>
        <w:tab/>
        <w:t>1.013e0</w:t>
      </w:r>
    </w:p>
    <w:p w:rsidR="005B3ED9" w:rsidRDefault="005B3ED9" w:rsidP="005B3ED9">
      <w:r>
        <w:t>610.7296</w:t>
      </w:r>
      <w:r>
        <w:tab/>
        <w:t>2.025e0</w:t>
      </w:r>
    </w:p>
    <w:p w:rsidR="005B3ED9" w:rsidRDefault="005B3ED9" w:rsidP="005B3ED9">
      <w:r>
        <w:t>610.7506</w:t>
      </w:r>
      <w:r>
        <w:tab/>
        <w:t>1.013e0</w:t>
      </w:r>
    </w:p>
    <w:p w:rsidR="005B3ED9" w:rsidRDefault="005B3ED9" w:rsidP="005B3ED9">
      <w:r>
        <w:t>610.7820</w:t>
      </w:r>
      <w:r>
        <w:tab/>
        <w:t>1.013e0</w:t>
      </w:r>
    </w:p>
    <w:p w:rsidR="005B3ED9" w:rsidRDefault="005B3ED9" w:rsidP="005B3ED9">
      <w:r>
        <w:t>610.8475</w:t>
      </w:r>
      <w:r>
        <w:tab/>
        <w:t>3.038e0</w:t>
      </w:r>
    </w:p>
    <w:p w:rsidR="005B3ED9" w:rsidRDefault="005B3ED9" w:rsidP="005B3ED9">
      <w:r>
        <w:t>610.8646</w:t>
      </w:r>
      <w:r>
        <w:tab/>
        <w:t>1.013e0</w:t>
      </w:r>
    </w:p>
    <w:p w:rsidR="005B3ED9" w:rsidRDefault="005B3ED9" w:rsidP="005B3ED9">
      <w:r>
        <w:t>610.8660</w:t>
      </w:r>
      <w:r>
        <w:tab/>
        <w:t>1.013e0</w:t>
      </w:r>
    </w:p>
    <w:p w:rsidR="005B3ED9" w:rsidRDefault="005B3ED9" w:rsidP="005B3ED9">
      <w:r>
        <w:t>610.9052</w:t>
      </w:r>
      <w:r>
        <w:tab/>
        <w:t>2.025e0</w:t>
      </w:r>
    </w:p>
    <w:p w:rsidR="005B3ED9" w:rsidRDefault="005B3ED9" w:rsidP="005B3ED9">
      <w:r>
        <w:t>610.9597</w:t>
      </w:r>
      <w:r>
        <w:tab/>
        <w:t>1.013e0</w:t>
      </w:r>
    </w:p>
    <w:p w:rsidR="005B3ED9" w:rsidRDefault="005B3ED9" w:rsidP="005B3ED9">
      <w:r>
        <w:t>611.0131</w:t>
      </w:r>
      <w:r>
        <w:tab/>
        <w:t>2.025e0</w:t>
      </w:r>
    </w:p>
    <w:p w:rsidR="005B3ED9" w:rsidRDefault="005B3ED9" w:rsidP="005B3ED9">
      <w:r>
        <w:t>611.0851</w:t>
      </w:r>
      <w:r>
        <w:tab/>
        <w:t>1.013e0</w:t>
      </w:r>
    </w:p>
    <w:p w:rsidR="005B3ED9" w:rsidRDefault="005B3ED9" w:rsidP="005B3ED9">
      <w:r>
        <w:t>611.1689</w:t>
      </w:r>
      <w:r>
        <w:tab/>
        <w:t>1.013e0</w:t>
      </w:r>
    </w:p>
    <w:p w:rsidR="005B3ED9" w:rsidRDefault="005B3ED9" w:rsidP="005B3ED9">
      <w:r>
        <w:t>611.1916</w:t>
      </w:r>
      <w:r>
        <w:tab/>
        <w:t>2.025e0</w:t>
      </w:r>
    </w:p>
    <w:p w:rsidR="005B3ED9" w:rsidRDefault="005B3ED9" w:rsidP="005B3ED9">
      <w:r>
        <w:t>611.2364</w:t>
      </w:r>
      <w:r>
        <w:tab/>
        <w:t>1.013e0</w:t>
      </w:r>
    </w:p>
    <w:p w:rsidR="005B3ED9" w:rsidRDefault="005B3ED9" w:rsidP="005B3ED9">
      <w:r>
        <w:t>611.2679</w:t>
      </w:r>
      <w:r>
        <w:tab/>
        <w:t>3.038e0</w:t>
      </w:r>
    </w:p>
    <w:p w:rsidR="005B3ED9" w:rsidRDefault="005B3ED9" w:rsidP="005B3ED9">
      <w:r>
        <w:lastRenderedPageBreak/>
        <w:t>611.2839</w:t>
      </w:r>
      <w:r>
        <w:tab/>
        <w:t>1.013e0</w:t>
      </w:r>
    </w:p>
    <w:p w:rsidR="005B3ED9" w:rsidRDefault="005B3ED9" w:rsidP="005B3ED9">
      <w:r>
        <w:t>611.2945</w:t>
      </w:r>
      <w:r>
        <w:tab/>
        <w:t>1.013e0</w:t>
      </w:r>
    </w:p>
    <w:p w:rsidR="005B3ED9" w:rsidRDefault="005B3ED9" w:rsidP="005B3ED9">
      <w:r>
        <w:t>611.3049</w:t>
      </w:r>
      <w:r>
        <w:tab/>
        <w:t>1.013e0</w:t>
      </w:r>
    </w:p>
    <w:p w:rsidR="005B3ED9" w:rsidRDefault="005B3ED9" w:rsidP="005B3ED9">
      <w:r>
        <w:t>611.3421</w:t>
      </w:r>
      <w:r>
        <w:tab/>
        <w:t>1.013e0</w:t>
      </w:r>
    </w:p>
    <w:p w:rsidR="005B3ED9" w:rsidRDefault="005B3ED9" w:rsidP="005B3ED9">
      <w:r>
        <w:t>611.4299</w:t>
      </w:r>
      <w:r>
        <w:tab/>
        <w:t>1.013e0</w:t>
      </w:r>
    </w:p>
    <w:p w:rsidR="005B3ED9" w:rsidRDefault="005B3ED9" w:rsidP="005B3ED9">
      <w:r>
        <w:t>611.4313</w:t>
      </w:r>
      <w:r>
        <w:tab/>
        <w:t>1.013e0</w:t>
      </w:r>
    </w:p>
    <w:p w:rsidR="005B3ED9" w:rsidRDefault="005B3ED9" w:rsidP="005B3ED9">
      <w:r>
        <w:t>611.4724</w:t>
      </w:r>
      <w:r>
        <w:tab/>
        <w:t>1.013e0</w:t>
      </w:r>
    </w:p>
    <w:p w:rsidR="005B3ED9" w:rsidRDefault="005B3ED9" w:rsidP="005B3ED9">
      <w:r>
        <w:t>611.4932</w:t>
      </w:r>
      <w:r>
        <w:tab/>
        <w:t>1.013e0</w:t>
      </w:r>
    </w:p>
    <w:p w:rsidR="005B3ED9" w:rsidRDefault="005B3ED9" w:rsidP="005B3ED9">
      <w:r>
        <w:t>611.5761</w:t>
      </w:r>
      <w:r>
        <w:tab/>
        <w:t>3.038e0</w:t>
      </w:r>
    </w:p>
    <w:p w:rsidR="005B3ED9" w:rsidRDefault="005B3ED9" w:rsidP="005B3ED9">
      <w:r>
        <w:t>611.5817</w:t>
      </w:r>
      <w:r>
        <w:tab/>
        <w:t>2.025e0</w:t>
      </w:r>
    </w:p>
    <w:p w:rsidR="005B3ED9" w:rsidRDefault="005B3ED9" w:rsidP="005B3ED9">
      <w:r>
        <w:t>611.5901</w:t>
      </w:r>
      <w:r>
        <w:tab/>
        <w:t>1.013e0</w:t>
      </w:r>
    </w:p>
    <w:p w:rsidR="005B3ED9" w:rsidRDefault="005B3ED9" w:rsidP="005B3ED9">
      <w:r>
        <w:t>611.6189</w:t>
      </w:r>
      <w:r>
        <w:tab/>
        <w:t>1.013e0</w:t>
      </w:r>
    </w:p>
    <w:p w:rsidR="005B3ED9" w:rsidRDefault="005B3ED9" w:rsidP="005B3ED9">
      <w:r>
        <w:t>611.6398</w:t>
      </w:r>
      <w:r>
        <w:tab/>
        <w:t>1.013e0</w:t>
      </w:r>
    </w:p>
    <w:p w:rsidR="005B3ED9" w:rsidRDefault="005B3ED9" w:rsidP="005B3ED9">
      <w:r>
        <w:t>611.6609</w:t>
      </w:r>
      <w:r>
        <w:tab/>
        <w:t>1.013e0</w:t>
      </w:r>
    </w:p>
    <w:p w:rsidR="005B3ED9" w:rsidRDefault="005B3ED9" w:rsidP="005B3ED9">
      <w:r>
        <w:t>611.6810</w:t>
      </w:r>
      <w:r>
        <w:tab/>
        <w:t>2.025e0</w:t>
      </w:r>
    </w:p>
    <w:p w:rsidR="005B3ED9" w:rsidRDefault="005B3ED9" w:rsidP="005B3ED9">
      <w:r>
        <w:t>611.8179</w:t>
      </w:r>
      <w:r>
        <w:tab/>
        <w:t>1.013e0</w:t>
      </w:r>
    </w:p>
    <w:p w:rsidR="005B3ED9" w:rsidRDefault="005B3ED9" w:rsidP="005B3ED9">
      <w:r>
        <w:t>611.8922</w:t>
      </w:r>
      <w:r>
        <w:tab/>
        <w:t>2.025e0</w:t>
      </w:r>
    </w:p>
    <w:p w:rsidR="005B3ED9" w:rsidRDefault="005B3ED9" w:rsidP="005B3ED9">
      <w:r>
        <w:t>612.0315</w:t>
      </w:r>
      <w:r>
        <w:tab/>
        <w:t>2.025e0</w:t>
      </w:r>
    </w:p>
    <w:p w:rsidR="005B3ED9" w:rsidRDefault="005B3ED9" w:rsidP="005B3ED9">
      <w:r>
        <w:t>612.1189</w:t>
      </w:r>
      <w:r>
        <w:tab/>
        <w:t>1.013e0</w:t>
      </w:r>
    </w:p>
    <w:p w:rsidR="005B3ED9" w:rsidRDefault="005B3ED9" w:rsidP="005B3ED9">
      <w:r>
        <w:lastRenderedPageBreak/>
        <w:t>612.1649</w:t>
      </w:r>
      <w:r>
        <w:tab/>
        <w:t>2.025e0</w:t>
      </w:r>
    </w:p>
    <w:p w:rsidR="005B3ED9" w:rsidRDefault="005B3ED9" w:rsidP="005B3ED9">
      <w:r>
        <w:t>612.1718</w:t>
      </w:r>
      <w:r>
        <w:tab/>
        <w:t>1.013e0</w:t>
      </w:r>
    </w:p>
    <w:p w:rsidR="005B3ED9" w:rsidRDefault="005B3ED9" w:rsidP="005B3ED9">
      <w:r>
        <w:t>612.2083</w:t>
      </w:r>
      <w:r>
        <w:tab/>
        <w:t>1.013e0</w:t>
      </w:r>
    </w:p>
    <w:p w:rsidR="005B3ED9" w:rsidRDefault="005B3ED9" w:rsidP="005B3ED9">
      <w:r>
        <w:t>612.2153</w:t>
      </w:r>
      <w:r>
        <w:tab/>
        <w:t>2.025e0</w:t>
      </w:r>
    </w:p>
    <w:p w:rsidR="005B3ED9" w:rsidRDefault="005B3ED9" w:rsidP="005B3ED9">
      <w:r>
        <w:t>612.2368</w:t>
      </w:r>
      <w:r>
        <w:tab/>
        <w:t>1.013e0</w:t>
      </w:r>
    </w:p>
    <w:p w:rsidR="005B3ED9" w:rsidRDefault="005B3ED9" w:rsidP="005B3ED9">
      <w:r>
        <w:t>612.2892</w:t>
      </w:r>
      <w:r>
        <w:tab/>
        <w:t>1.013e0</w:t>
      </w:r>
    </w:p>
    <w:p w:rsidR="005B3ED9" w:rsidRDefault="005B3ED9" w:rsidP="005B3ED9">
      <w:r>
        <w:t>612.2997</w:t>
      </w:r>
      <w:r>
        <w:tab/>
        <w:t>1.013e0</w:t>
      </w:r>
    </w:p>
    <w:p w:rsidR="005B3ED9" w:rsidRDefault="005B3ED9" w:rsidP="005B3ED9">
      <w:r>
        <w:t>612.3625</w:t>
      </w:r>
      <w:r>
        <w:tab/>
        <w:t>1.013e0</w:t>
      </w:r>
    </w:p>
    <w:p w:rsidR="005B3ED9" w:rsidRDefault="005B3ED9" w:rsidP="005B3ED9">
      <w:r>
        <w:t>612.3730</w:t>
      </w:r>
      <w:r>
        <w:tab/>
        <w:t>1.013e0</w:t>
      </w:r>
    </w:p>
    <w:p w:rsidR="005B3ED9" w:rsidRDefault="005B3ED9" w:rsidP="005B3ED9">
      <w:r>
        <w:t>612.5093</w:t>
      </w:r>
      <w:r>
        <w:tab/>
        <w:t>1.013e0</w:t>
      </w:r>
    </w:p>
    <w:p w:rsidR="005B3ED9" w:rsidRDefault="005B3ED9" w:rsidP="005B3ED9">
      <w:r>
        <w:t>612.5408</w:t>
      </w:r>
      <w:r>
        <w:tab/>
        <w:t>1.013e0</w:t>
      </w:r>
    </w:p>
    <w:p w:rsidR="005B3ED9" w:rsidRDefault="005B3ED9" w:rsidP="005B3ED9">
      <w:r>
        <w:t>612.5602</w:t>
      </w:r>
      <w:r>
        <w:tab/>
        <w:t>1.013e0</w:t>
      </w:r>
    </w:p>
    <w:p w:rsidR="005B3ED9" w:rsidRDefault="005B3ED9" w:rsidP="005B3ED9">
      <w:r>
        <w:t>612.6312</w:t>
      </w:r>
      <w:r>
        <w:tab/>
        <w:t>1.013e0</w:t>
      </w:r>
    </w:p>
    <w:p w:rsidR="005B3ED9" w:rsidRDefault="005B3ED9" w:rsidP="005B3ED9">
      <w:r>
        <w:t>612.7190</w:t>
      </w:r>
      <w:r>
        <w:tab/>
        <w:t>1.013e0</w:t>
      </w:r>
    </w:p>
    <w:p w:rsidR="005B3ED9" w:rsidRDefault="005B3ED9" w:rsidP="005B3ED9">
      <w:r>
        <w:t>612.7400</w:t>
      </w:r>
      <w:r>
        <w:tab/>
        <w:t>1.013e0</w:t>
      </w:r>
    </w:p>
    <w:p w:rsidR="005B3ED9" w:rsidRDefault="005B3ED9" w:rsidP="005B3ED9">
      <w:r>
        <w:t>612.8081</w:t>
      </w:r>
      <w:r>
        <w:tab/>
        <w:t>1.013e0</w:t>
      </w:r>
    </w:p>
    <w:p w:rsidR="005B3ED9" w:rsidRDefault="005B3ED9" w:rsidP="005B3ED9">
      <w:r>
        <w:t>612.8134</w:t>
      </w:r>
      <w:r>
        <w:tab/>
        <w:t>1.013e0</w:t>
      </w:r>
    </w:p>
    <w:p w:rsidR="005B3ED9" w:rsidRDefault="005B3ED9" w:rsidP="005B3ED9">
      <w:r>
        <w:t>612.8239</w:t>
      </w:r>
      <w:r>
        <w:tab/>
        <w:t>1.013e0</w:t>
      </w:r>
    </w:p>
    <w:p w:rsidR="005B3ED9" w:rsidRDefault="005B3ED9" w:rsidP="005B3ED9">
      <w:r>
        <w:t>612.9182</w:t>
      </w:r>
      <w:r>
        <w:tab/>
        <w:t>1.013e0</w:t>
      </w:r>
    </w:p>
    <w:p w:rsidR="005B3ED9" w:rsidRDefault="005B3ED9" w:rsidP="005B3ED9">
      <w:r>
        <w:lastRenderedPageBreak/>
        <w:t>613.0126</w:t>
      </w:r>
      <w:r>
        <w:tab/>
        <w:t>1.013e0</w:t>
      </w:r>
    </w:p>
    <w:p w:rsidR="005B3ED9" w:rsidRDefault="005B3ED9" w:rsidP="005B3ED9">
      <w:r>
        <w:t>613.0756</w:t>
      </w:r>
      <w:r>
        <w:tab/>
        <w:t>1.013e0</w:t>
      </w:r>
    </w:p>
    <w:p w:rsidR="005B3ED9" w:rsidRDefault="005B3ED9" w:rsidP="005B3ED9">
      <w:r>
        <w:t>613.1252</w:t>
      </w:r>
      <w:r>
        <w:tab/>
        <w:t>1.013e0</w:t>
      </w:r>
    </w:p>
    <w:p w:rsidR="005B3ED9" w:rsidRDefault="005B3ED9" w:rsidP="005B3ED9">
      <w:r>
        <w:t>613.1806</w:t>
      </w:r>
      <w:r>
        <w:tab/>
        <w:t>1.013e0</w:t>
      </w:r>
    </w:p>
    <w:p w:rsidR="005B3ED9" w:rsidRDefault="005B3ED9" w:rsidP="005B3ED9">
      <w:r>
        <w:t>613.2311</w:t>
      </w:r>
      <w:r>
        <w:tab/>
        <w:t>1.013e0</w:t>
      </w:r>
    </w:p>
    <w:p w:rsidR="005B3ED9" w:rsidRDefault="005B3ED9" w:rsidP="005B3ED9">
      <w:r>
        <w:t>613.2330</w:t>
      </w:r>
      <w:r>
        <w:tab/>
        <w:t>1.013e0</w:t>
      </w:r>
    </w:p>
    <w:p w:rsidR="005B3ED9" w:rsidRDefault="005B3ED9" w:rsidP="005B3ED9">
      <w:r>
        <w:t>613.2645</w:t>
      </w:r>
      <w:r>
        <w:tab/>
        <w:t>1.013e0</w:t>
      </w:r>
    </w:p>
    <w:p w:rsidR="005B3ED9" w:rsidRDefault="005B3ED9" w:rsidP="005B3ED9">
      <w:r>
        <w:t>613.3370</w:t>
      </w:r>
      <w:r>
        <w:tab/>
        <w:t>1.013e0</w:t>
      </w:r>
    </w:p>
    <w:p w:rsidR="005B3ED9" w:rsidRDefault="005B3ED9" w:rsidP="005B3ED9">
      <w:r>
        <w:t>613.3589</w:t>
      </w:r>
      <w:r>
        <w:tab/>
        <w:t>1.013e0</w:t>
      </w:r>
    </w:p>
    <w:p w:rsidR="005B3ED9" w:rsidRDefault="005B3ED9" w:rsidP="005B3ED9">
      <w:r>
        <w:t>613.4200</w:t>
      </w:r>
      <w:r>
        <w:tab/>
        <w:t>3.038e0</w:t>
      </w:r>
    </w:p>
    <w:p w:rsidR="005B3ED9" w:rsidRDefault="005B3ED9" w:rsidP="005B3ED9">
      <w:r>
        <w:t>613.5441</w:t>
      </w:r>
      <w:r>
        <w:tab/>
        <w:t>2.025e0</w:t>
      </w:r>
    </w:p>
    <w:p w:rsidR="005B3ED9" w:rsidRDefault="005B3ED9" w:rsidP="005B3ED9">
      <w:r>
        <w:t>613.5570</w:t>
      </w:r>
      <w:r>
        <w:tab/>
        <w:t>2.025e0</w:t>
      </w:r>
    </w:p>
    <w:p w:rsidR="005B3ED9" w:rsidRDefault="005B3ED9" w:rsidP="005B3ED9">
      <w:r>
        <w:t>613.6194</w:t>
      </w:r>
      <w:r>
        <w:tab/>
        <w:t>1.013e0</w:t>
      </w:r>
    </w:p>
    <w:p w:rsidR="005B3ED9" w:rsidRDefault="005B3ED9" w:rsidP="005B3ED9">
      <w:r>
        <w:t>613.7054</w:t>
      </w:r>
      <w:r>
        <w:tab/>
        <w:t>1.013e0</w:t>
      </w:r>
    </w:p>
    <w:p w:rsidR="005B3ED9" w:rsidRDefault="005B3ED9" w:rsidP="005B3ED9">
      <w:r>
        <w:t>613.7266</w:t>
      </w:r>
      <w:r>
        <w:tab/>
        <w:t>1.013e0</w:t>
      </w:r>
    </w:p>
    <w:p w:rsidR="005B3ED9" w:rsidRDefault="005B3ED9" w:rsidP="005B3ED9">
      <w:r>
        <w:t>613.7783</w:t>
      </w:r>
      <w:r>
        <w:tab/>
        <w:t>1.013e0</w:t>
      </w:r>
    </w:p>
    <w:p w:rsidR="005B3ED9" w:rsidRDefault="005B3ED9" w:rsidP="005B3ED9">
      <w:r>
        <w:t>613.8105</w:t>
      </w:r>
      <w:r>
        <w:tab/>
        <w:t>1.013e0</w:t>
      </w:r>
    </w:p>
    <w:p w:rsidR="005B3ED9" w:rsidRDefault="005B3ED9" w:rsidP="005B3ED9">
      <w:r>
        <w:t>613.9576</w:t>
      </w:r>
      <w:r>
        <w:tab/>
        <w:t>1.013e0</w:t>
      </w:r>
    </w:p>
    <w:p w:rsidR="005B3ED9" w:rsidRDefault="005B3ED9" w:rsidP="005B3ED9">
      <w:r>
        <w:t>613.9785</w:t>
      </w:r>
      <w:r>
        <w:tab/>
        <w:t>1.013e0</w:t>
      </w:r>
    </w:p>
    <w:p w:rsidR="005B3ED9" w:rsidRDefault="005B3ED9" w:rsidP="005B3ED9">
      <w:r>
        <w:lastRenderedPageBreak/>
        <w:t>614.0206</w:t>
      </w:r>
      <w:r>
        <w:tab/>
        <w:t>2.025e0</w:t>
      </w:r>
    </w:p>
    <w:p w:rsidR="005B3ED9" w:rsidRDefault="005B3ED9" w:rsidP="005B3ED9">
      <w:r>
        <w:t>614.0787</w:t>
      </w:r>
      <w:r>
        <w:tab/>
        <w:t>1.013e0</w:t>
      </w:r>
    </w:p>
    <w:p w:rsidR="005B3ED9" w:rsidRDefault="005B3ED9" w:rsidP="005B3ED9">
      <w:r>
        <w:t>614.1256</w:t>
      </w:r>
      <w:r>
        <w:tab/>
        <w:t>1.013e0</w:t>
      </w:r>
    </w:p>
    <w:p w:rsidR="005B3ED9" w:rsidRDefault="005B3ED9" w:rsidP="005B3ED9">
      <w:r>
        <w:t>614.2207</w:t>
      </w:r>
      <w:r>
        <w:tab/>
        <w:t>1.013e0</w:t>
      </w:r>
    </w:p>
    <w:p w:rsidR="005B3ED9" w:rsidRDefault="005B3ED9" w:rsidP="005B3ED9">
      <w:r>
        <w:t>614.2885</w:t>
      </w:r>
      <w:r>
        <w:tab/>
        <w:t>2.025e0</w:t>
      </w:r>
    </w:p>
    <w:p w:rsidR="005B3ED9" w:rsidRDefault="005B3ED9" w:rsidP="005B3ED9">
      <w:r>
        <w:t>614.4324</w:t>
      </w:r>
      <w:r>
        <w:tab/>
        <w:t>1.013e0</w:t>
      </w:r>
    </w:p>
    <w:p w:rsidR="005B3ED9" w:rsidRDefault="005B3ED9" w:rsidP="005B3ED9">
      <w:r>
        <w:t>614.4725</w:t>
      </w:r>
      <w:r>
        <w:tab/>
        <w:t>1.013e0</w:t>
      </w:r>
    </w:p>
    <w:p w:rsidR="005B3ED9" w:rsidRDefault="005B3ED9" w:rsidP="005B3ED9">
      <w:r>
        <w:t>614.4783</w:t>
      </w:r>
      <w:r>
        <w:tab/>
        <w:t>3.038e0</w:t>
      </w:r>
    </w:p>
    <w:p w:rsidR="005B3ED9" w:rsidRDefault="005B3ED9" w:rsidP="005B3ED9">
      <w:r>
        <w:t>614.4831</w:t>
      </w:r>
      <w:r>
        <w:tab/>
        <w:t>2.025e0</w:t>
      </w:r>
    </w:p>
    <w:p w:rsidR="005B3ED9" w:rsidRDefault="005B3ED9" w:rsidP="005B3ED9">
      <w:r>
        <w:t>614.5040</w:t>
      </w:r>
      <w:r>
        <w:tab/>
        <w:t>1.013e0</w:t>
      </w:r>
    </w:p>
    <w:p w:rsidR="005B3ED9" w:rsidRDefault="005B3ED9" w:rsidP="005B3ED9">
      <w:r>
        <w:t>614.5993</w:t>
      </w:r>
      <w:r>
        <w:tab/>
        <w:t>2.025e0</w:t>
      </w:r>
    </w:p>
    <w:p w:rsidR="005B3ED9" w:rsidRDefault="005B3ED9" w:rsidP="005B3ED9">
      <w:r>
        <w:t>614.6512</w:t>
      </w:r>
      <w:r>
        <w:tab/>
        <w:t>1.013e0</w:t>
      </w:r>
    </w:p>
    <w:p w:rsidR="005B3ED9" w:rsidRDefault="005B3ED9" w:rsidP="005B3ED9">
      <w:r>
        <w:t>614.6934</w:t>
      </w:r>
      <w:r>
        <w:tab/>
        <w:t>1.013e0</w:t>
      </w:r>
    </w:p>
    <w:p w:rsidR="005B3ED9" w:rsidRDefault="005B3ED9" w:rsidP="005B3ED9">
      <w:r>
        <w:t>614.7249</w:t>
      </w:r>
      <w:r>
        <w:tab/>
        <w:t>1.013e0</w:t>
      </w:r>
    </w:p>
    <w:p w:rsidR="005B3ED9" w:rsidRDefault="005B3ED9" w:rsidP="005B3ED9">
      <w:r>
        <w:t>614.8217</w:t>
      </w:r>
      <w:r>
        <w:tab/>
        <w:t>3.038e0</w:t>
      </w:r>
    </w:p>
    <w:p w:rsidR="005B3ED9" w:rsidRDefault="005B3ED9" w:rsidP="005B3ED9">
      <w:r>
        <w:t>614.9247</w:t>
      </w:r>
      <w:r>
        <w:tab/>
        <w:t>1.013e0</w:t>
      </w:r>
    </w:p>
    <w:p w:rsidR="005B3ED9" w:rsidRDefault="005B3ED9" w:rsidP="005B3ED9">
      <w:r>
        <w:t>614.9265</w:t>
      </w:r>
      <w:r>
        <w:tab/>
        <w:t>1.013e0</w:t>
      </w:r>
    </w:p>
    <w:p w:rsidR="005B3ED9" w:rsidRDefault="005B3ED9" w:rsidP="005B3ED9">
      <w:r>
        <w:t>614.9564</w:t>
      </w:r>
      <w:r>
        <w:tab/>
        <w:t>1.013e0</w:t>
      </w:r>
    </w:p>
    <w:p w:rsidR="005B3ED9" w:rsidRDefault="005B3ED9" w:rsidP="005B3ED9">
      <w:r>
        <w:t>615.0139</w:t>
      </w:r>
      <w:r>
        <w:tab/>
        <w:t>2.025e0</w:t>
      </w:r>
    </w:p>
    <w:p w:rsidR="005B3ED9" w:rsidRDefault="005B3ED9" w:rsidP="005B3ED9">
      <w:r>
        <w:lastRenderedPageBreak/>
        <w:t>615.0300</w:t>
      </w:r>
      <w:r>
        <w:tab/>
        <w:t>1.013e0</w:t>
      </w:r>
    </w:p>
    <w:p w:rsidR="005B3ED9" w:rsidRDefault="005B3ED9" w:rsidP="005B3ED9">
      <w:r>
        <w:t>615.0511</w:t>
      </w:r>
      <w:r>
        <w:tab/>
        <w:t>1.013e0</w:t>
      </w:r>
    </w:p>
    <w:p w:rsidR="005B3ED9" w:rsidRDefault="005B3ED9" w:rsidP="005B3ED9">
      <w:r>
        <w:t>615.1458</w:t>
      </w:r>
      <w:r>
        <w:tab/>
        <w:t>2.025e0</w:t>
      </w:r>
    </w:p>
    <w:p w:rsidR="005B3ED9" w:rsidRDefault="005B3ED9" w:rsidP="005B3ED9">
      <w:r>
        <w:t>615.1473</w:t>
      </w:r>
      <w:r>
        <w:tab/>
        <w:t>2.025e0</w:t>
      </w:r>
    </w:p>
    <w:p w:rsidR="005B3ED9" w:rsidRDefault="005B3ED9" w:rsidP="005B3ED9">
      <w:r>
        <w:t>615.2089</w:t>
      </w:r>
      <w:r>
        <w:tab/>
        <w:t>1.013e0</w:t>
      </w:r>
    </w:p>
    <w:p w:rsidR="005B3ED9" w:rsidRDefault="005B3ED9" w:rsidP="005B3ED9">
      <w:r>
        <w:t>615.2300</w:t>
      </w:r>
      <w:r>
        <w:tab/>
        <w:t>1.013e0</w:t>
      </w:r>
    </w:p>
    <w:p w:rsidR="005B3ED9" w:rsidRDefault="005B3ED9" w:rsidP="005B3ED9">
      <w:r>
        <w:t>615.2773</w:t>
      </w:r>
      <w:r>
        <w:tab/>
        <w:t>2.025e0</w:t>
      </w:r>
    </w:p>
    <w:p w:rsidR="005B3ED9" w:rsidRDefault="005B3ED9" w:rsidP="005B3ED9">
      <w:r>
        <w:t>615.2826</w:t>
      </w:r>
      <w:r>
        <w:tab/>
        <w:t>1.013e0</w:t>
      </w:r>
    </w:p>
    <w:p w:rsidR="005B3ED9" w:rsidRDefault="005B3ED9" w:rsidP="005B3ED9">
      <w:r>
        <w:t>615.3941</w:t>
      </w:r>
      <w:r>
        <w:tab/>
        <w:t>2.025e0</w:t>
      </w:r>
    </w:p>
    <w:p w:rsidR="005B3ED9" w:rsidRDefault="005B3ED9" w:rsidP="005B3ED9">
      <w:r>
        <w:t>615.4204</w:t>
      </w:r>
      <w:r>
        <w:tab/>
        <w:t>1.013e0</w:t>
      </w:r>
    </w:p>
    <w:p w:rsidR="005B3ED9" w:rsidRDefault="005B3ED9" w:rsidP="005B3ED9">
      <w:r>
        <w:t>615.4733</w:t>
      </w:r>
      <w:r>
        <w:tab/>
        <w:t>1.013e0</w:t>
      </w:r>
    </w:p>
    <w:p w:rsidR="005B3ED9" w:rsidRDefault="005B3ED9" w:rsidP="005B3ED9">
      <w:r>
        <w:t>615.4912</w:t>
      </w:r>
      <w:r>
        <w:tab/>
        <w:t>3.038e0</w:t>
      </w:r>
    </w:p>
    <w:p w:rsidR="005B3ED9" w:rsidRDefault="005B3ED9" w:rsidP="005B3ED9">
      <w:r>
        <w:t>615.4929</w:t>
      </w:r>
      <w:r>
        <w:tab/>
        <w:t>2.025e0</w:t>
      </w:r>
    </w:p>
    <w:p w:rsidR="005B3ED9" w:rsidRDefault="005B3ED9" w:rsidP="005B3ED9">
      <w:r>
        <w:t>615.5148</w:t>
      </w:r>
      <w:r>
        <w:tab/>
        <w:t>2.025e0</w:t>
      </w:r>
    </w:p>
    <w:p w:rsidR="005B3ED9" w:rsidRDefault="005B3ED9" w:rsidP="005B3ED9">
      <w:r>
        <w:t>615.5775</w:t>
      </w:r>
      <w:r>
        <w:tab/>
        <w:t>1.013e0</w:t>
      </w:r>
    </w:p>
    <w:p w:rsidR="005B3ED9" w:rsidRDefault="005B3ED9" w:rsidP="005B3ED9">
      <w:r>
        <w:t>615.6083</w:t>
      </w:r>
      <w:r>
        <w:tab/>
        <w:t>3.038e0</w:t>
      </w:r>
    </w:p>
    <w:p w:rsidR="005B3ED9" w:rsidRDefault="005B3ED9" w:rsidP="005B3ED9">
      <w:r>
        <w:t>615.6407</w:t>
      </w:r>
      <w:r>
        <w:tab/>
        <w:t>1.013e0</w:t>
      </w:r>
    </w:p>
    <w:p w:rsidR="005B3ED9" w:rsidRDefault="005B3ED9" w:rsidP="005B3ED9">
      <w:r>
        <w:t>615.7013</w:t>
      </w:r>
      <w:r>
        <w:tab/>
        <w:t>1.013e0</w:t>
      </w:r>
    </w:p>
    <w:p w:rsidR="005B3ED9" w:rsidRDefault="005B3ED9" w:rsidP="005B3ED9">
      <w:r>
        <w:t>615.7144</w:t>
      </w:r>
      <w:r>
        <w:tab/>
        <w:t>1.013e0</w:t>
      </w:r>
    </w:p>
    <w:p w:rsidR="005B3ED9" w:rsidRDefault="005B3ED9" w:rsidP="005B3ED9">
      <w:r>
        <w:lastRenderedPageBreak/>
        <w:t>615.7542</w:t>
      </w:r>
      <w:r>
        <w:tab/>
        <w:t>1.013e0</w:t>
      </w:r>
    </w:p>
    <w:p w:rsidR="005B3ED9" w:rsidRDefault="005B3ED9" w:rsidP="005B3ED9">
      <w:r>
        <w:t>615.8408</w:t>
      </w:r>
      <w:r>
        <w:tab/>
        <w:t>1.013e0</w:t>
      </w:r>
    </w:p>
    <w:p w:rsidR="005B3ED9" w:rsidRDefault="005B3ED9" w:rsidP="005B3ED9">
      <w:r>
        <w:t>615.9142</w:t>
      </w:r>
      <w:r>
        <w:tab/>
        <w:t>4.051e0</w:t>
      </w:r>
    </w:p>
    <w:p w:rsidR="005B3ED9" w:rsidRDefault="005B3ED9" w:rsidP="005B3ED9">
      <w:r>
        <w:t>615.9567</w:t>
      </w:r>
      <w:r>
        <w:tab/>
        <w:t>1.013e0</w:t>
      </w:r>
    </w:p>
    <w:p w:rsidR="005B3ED9" w:rsidRDefault="005B3ED9" w:rsidP="005B3ED9">
      <w:r>
        <w:t>616.1042</w:t>
      </w:r>
      <w:r>
        <w:tab/>
        <w:t>1.013e0</w:t>
      </w:r>
    </w:p>
    <w:p w:rsidR="005B3ED9" w:rsidRDefault="005B3ED9" w:rsidP="005B3ED9">
      <w:r>
        <w:t>616.1464</w:t>
      </w:r>
      <w:r>
        <w:tab/>
        <w:t>1.013e0</w:t>
      </w:r>
    </w:p>
    <w:p w:rsidR="005B3ED9" w:rsidRDefault="005B3ED9" w:rsidP="005B3ED9">
      <w:r>
        <w:t>616.2203</w:t>
      </w:r>
      <w:r>
        <w:tab/>
        <w:t>1.013e0</w:t>
      </w:r>
    </w:p>
    <w:p w:rsidR="005B3ED9" w:rsidRDefault="005B3ED9" w:rsidP="005B3ED9">
      <w:r>
        <w:t>616.2832</w:t>
      </w:r>
      <w:r>
        <w:tab/>
        <w:t>1.013e0</w:t>
      </w:r>
    </w:p>
    <w:p w:rsidR="005B3ED9" w:rsidRDefault="005B3ED9" w:rsidP="005B3ED9">
      <w:r>
        <w:t>616.3046</w:t>
      </w:r>
      <w:r>
        <w:tab/>
        <w:t>1.013e0</w:t>
      </w:r>
    </w:p>
    <w:p w:rsidR="005B3ED9" w:rsidRDefault="005B3ED9" w:rsidP="005B3ED9">
      <w:r>
        <w:t>616.3374</w:t>
      </w:r>
      <w:r>
        <w:tab/>
        <w:t>2.025e0</w:t>
      </w:r>
    </w:p>
    <w:p w:rsidR="005B3ED9" w:rsidRDefault="005B3ED9" w:rsidP="005B3ED9">
      <w:r>
        <w:t>616.3678</w:t>
      </w:r>
      <w:r>
        <w:tab/>
        <w:t>1.013e0</w:t>
      </w:r>
    </w:p>
    <w:p w:rsidR="005B3ED9" w:rsidRDefault="005B3ED9" w:rsidP="005B3ED9">
      <w:r>
        <w:t>616.4628</w:t>
      </w:r>
      <w:r>
        <w:tab/>
        <w:t>1.013e0</w:t>
      </w:r>
    </w:p>
    <w:p w:rsidR="005B3ED9" w:rsidRDefault="005B3ED9" w:rsidP="005B3ED9">
      <w:r>
        <w:t>616.5490</w:t>
      </w:r>
      <w:r>
        <w:tab/>
        <w:t>1.013e0</w:t>
      </w:r>
    </w:p>
    <w:p w:rsidR="005B3ED9" w:rsidRDefault="005B3ED9" w:rsidP="005B3ED9">
      <w:r>
        <w:t>616.6526</w:t>
      </w:r>
      <w:r>
        <w:tab/>
        <w:t>1.013e0</w:t>
      </w:r>
    </w:p>
    <w:p w:rsidR="005B3ED9" w:rsidRDefault="005B3ED9" w:rsidP="005B3ED9">
      <w:r>
        <w:t>616.6711</w:t>
      </w:r>
      <w:r>
        <w:tab/>
        <w:t>1.013e0</w:t>
      </w:r>
    </w:p>
    <w:p w:rsidR="005B3ED9" w:rsidRDefault="005B3ED9" w:rsidP="005B3ED9">
      <w:r>
        <w:t>616.7686</w:t>
      </w:r>
      <w:r>
        <w:tab/>
        <w:t>1.013e0</w:t>
      </w:r>
    </w:p>
    <w:p w:rsidR="005B3ED9" w:rsidRDefault="005B3ED9" w:rsidP="005B3ED9">
      <w:r>
        <w:t>616.7792</w:t>
      </w:r>
      <w:r>
        <w:tab/>
        <w:t>2.025e0</w:t>
      </w:r>
    </w:p>
    <w:p w:rsidR="005B3ED9" w:rsidRDefault="005B3ED9" w:rsidP="005B3ED9">
      <w:r>
        <w:t>616.7852</w:t>
      </w:r>
      <w:r>
        <w:tab/>
        <w:t>2.025e0</w:t>
      </w:r>
    </w:p>
    <w:p w:rsidR="005B3ED9" w:rsidRDefault="005B3ED9" w:rsidP="005B3ED9">
      <w:r>
        <w:t>616.8319</w:t>
      </w:r>
      <w:r>
        <w:tab/>
        <w:t>1.013e0</w:t>
      </w:r>
    </w:p>
    <w:p w:rsidR="005B3ED9" w:rsidRDefault="005B3ED9" w:rsidP="005B3ED9">
      <w:r>
        <w:lastRenderedPageBreak/>
        <w:t>616.8826</w:t>
      </w:r>
      <w:r>
        <w:tab/>
        <w:t>1.013e0</w:t>
      </w:r>
    </w:p>
    <w:p w:rsidR="005B3ED9" w:rsidRDefault="005B3ED9" w:rsidP="005B3ED9">
      <w:r>
        <w:t>616.9058</w:t>
      </w:r>
      <w:r>
        <w:tab/>
        <w:t>1.013e0</w:t>
      </w:r>
    </w:p>
    <w:p w:rsidR="005B3ED9" w:rsidRDefault="005B3ED9" w:rsidP="005B3ED9">
      <w:r>
        <w:t>616.9480</w:t>
      </w:r>
      <w:r>
        <w:tab/>
        <w:t>1.013e0</w:t>
      </w:r>
    </w:p>
    <w:p w:rsidR="005B3ED9" w:rsidRDefault="005B3ED9" w:rsidP="005B3ED9">
      <w:r>
        <w:t>617.0958</w:t>
      </w:r>
      <w:r>
        <w:tab/>
        <w:t>1.013e0</w:t>
      </w:r>
    </w:p>
    <w:p w:rsidR="005B3ED9" w:rsidRDefault="005B3ED9" w:rsidP="005B3ED9">
      <w:r>
        <w:t>617.1270</w:t>
      </w:r>
      <w:r>
        <w:tab/>
        <w:t>2.025e0</w:t>
      </w:r>
    </w:p>
    <w:p w:rsidR="005B3ED9" w:rsidRDefault="005B3ED9" w:rsidP="005B3ED9">
      <w:r>
        <w:t>617.2363</w:t>
      </w:r>
      <w:r>
        <w:tab/>
        <w:t>1.013e0</w:t>
      </w:r>
    </w:p>
    <w:p w:rsidR="005B3ED9" w:rsidRDefault="005B3ED9" w:rsidP="005B3ED9">
      <w:r>
        <w:t>617.3069</w:t>
      </w:r>
      <w:r>
        <w:tab/>
        <w:t>1.013e0</w:t>
      </w:r>
    </w:p>
    <w:p w:rsidR="005B3ED9" w:rsidRDefault="005B3ED9" w:rsidP="005B3ED9">
      <w:r>
        <w:t>617.3656</w:t>
      </w:r>
      <w:r>
        <w:tab/>
        <w:t>2.025e0</w:t>
      </w:r>
    </w:p>
    <w:p w:rsidR="005B3ED9" w:rsidRDefault="005B3ED9" w:rsidP="005B3ED9">
      <w:r>
        <w:t>617.4114</w:t>
      </w:r>
      <w:r>
        <w:tab/>
        <w:t>1.013e0</w:t>
      </w:r>
    </w:p>
    <w:p w:rsidR="005B3ED9" w:rsidRDefault="005B3ED9" w:rsidP="005B3ED9">
      <w:r>
        <w:t>617.4337</w:t>
      </w:r>
      <w:r>
        <w:tab/>
        <w:t>1.013e0</w:t>
      </w:r>
    </w:p>
    <w:p w:rsidR="005B3ED9" w:rsidRDefault="005B3ED9" w:rsidP="005B3ED9">
      <w:r>
        <w:t>617.4477</w:t>
      </w:r>
      <w:r>
        <w:tab/>
        <w:t>1.013e0</w:t>
      </w:r>
    </w:p>
    <w:p w:rsidR="005B3ED9" w:rsidRDefault="005B3ED9" w:rsidP="005B3ED9">
      <w:r>
        <w:t>617.5713</w:t>
      </w:r>
      <w:r>
        <w:tab/>
        <w:t>2.025e0</w:t>
      </w:r>
    </w:p>
    <w:p w:rsidR="005B3ED9" w:rsidRDefault="005B3ED9" w:rsidP="005B3ED9">
      <w:r>
        <w:t>617.5880</w:t>
      </w:r>
      <w:r>
        <w:tab/>
        <w:t>1.013e0</w:t>
      </w:r>
    </w:p>
    <w:p w:rsidR="005B3ED9" w:rsidRDefault="005B3ED9" w:rsidP="005B3ED9">
      <w:r>
        <w:t>617.6450</w:t>
      </w:r>
      <w:r>
        <w:tab/>
        <w:t>1.013e0</w:t>
      </w:r>
    </w:p>
    <w:p w:rsidR="005B3ED9" w:rsidRDefault="005B3ED9" w:rsidP="005B3ED9">
      <w:r>
        <w:t>617.6978</w:t>
      </w:r>
      <w:r>
        <w:tab/>
        <w:t>1.013e0</w:t>
      </w:r>
    </w:p>
    <w:p w:rsidR="005B3ED9" w:rsidRDefault="005B3ED9" w:rsidP="005B3ED9">
      <w:r>
        <w:t>617.7640</w:t>
      </w:r>
      <w:r>
        <w:tab/>
        <w:t>2.025e0</w:t>
      </w:r>
    </w:p>
    <w:p w:rsidR="005B3ED9" w:rsidRDefault="005B3ED9" w:rsidP="005B3ED9">
      <w:r>
        <w:t>617.7661</w:t>
      </w:r>
      <w:r>
        <w:tab/>
        <w:t>3.038e0</w:t>
      </w:r>
    </w:p>
    <w:p w:rsidR="005B3ED9" w:rsidRDefault="005B3ED9" w:rsidP="005B3ED9">
      <w:r>
        <w:t>617.8356</w:t>
      </w:r>
      <w:r>
        <w:tab/>
        <w:t>1.013e0</w:t>
      </w:r>
    </w:p>
    <w:p w:rsidR="005B3ED9" w:rsidRDefault="005B3ED9" w:rsidP="005B3ED9">
      <w:r>
        <w:t>617.8563</w:t>
      </w:r>
      <w:r>
        <w:tab/>
        <w:t>1.013e0</w:t>
      </w:r>
    </w:p>
    <w:p w:rsidR="005B3ED9" w:rsidRDefault="005B3ED9" w:rsidP="005B3ED9">
      <w:r>
        <w:lastRenderedPageBreak/>
        <w:t>617.8707</w:t>
      </w:r>
      <w:r>
        <w:tab/>
        <w:t>1.013e0</w:t>
      </w:r>
    </w:p>
    <w:p w:rsidR="005B3ED9" w:rsidRDefault="005B3ED9" w:rsidP="005B3ED9">
      <w:r>
        <w:t>617.9620</w:t>
      </w:r>
      <w:r>
        <w:tab/>
        <w:t>1.013e0</w:t>
      </w:r>
    </w:p>
    <w:p w:rsidR="005B3ED9" w:rsidRDefault="005B3ED9" w:rsidP="005B3ED9">
      <w:r>
        <w:t>618.1000</w:t>
      </w:r>
      <w:r>
        <w:tab/>
        <w:t>1.013e0</w:t>
      </w:r>
    </w:p>
    <w:p w:rsidR="005B3ED9" w:rsidRDefault="005B3ED9" w:rsidP="005B3ED9">
      <w:r>
        <w:t>618.1516</w:t>
      </w:r>
      <w:r>
        <w:tab/>
        <w:t>1.013e0</w:t>
      </w:r>
    </w:p>
    <w:p w:rsidR="005B3ED9" w:rsidRDefault="005B3ED9" w:rsidP="005B3ED9">
      <w:r>
        <w:t>618.2792</w:t>
      </w:r>
      <w:r>
        <w:tab/>
        <w:t>1.013e0</w:t>
      </w:r>
    </w:p>
    <w:p w:rsidR="005B3ED9" w:rsidRDefault="005B3ED9" w:rsidP="005B3ED9">
      <w:r>
        <w:t>618.2898</w:t>
      </w:r>
      <w:r>
        <w:tab/>
        <w:t>1.013e0</w:t>
      </w:r>
    </w:p>
    <w:p w:rsidR="005B3ED9" w:rsidRDefault="005B3ED9" w:rsidP="005B3ED9">
      <w:r>
        <w:t>618.3704</w:t>
      </w:r>
      <w:r>
        <w:tab/>
        <w:t>2.025e0</w:t>
      </w:r>
    </w:p>
    <w:p w:rsidR="005B3ED9" w:rsidRDefault="005B3ED9" w:rsidP="005B3ED9">
      <w:r>
        <w:t>618.3999</w:t>
      </w:r>
      <w:r>
        <w:tab/>
        <w:t>5.063e0</w:t>
      </w:r>
    </w:p>
    <w:p w:rsidR="005B3ED9" w:rsidRDefault="005B3ED9" w:rsidP="005B3ED9">
      <w:r>
        <w:t>618.4061</w:t>
      </w:r>
      <w:r>
        <w:tab/>
        <w:t>1.013e0</w:t>
      </w:r>
    </w:p>
    <w:p w:rsidR="005B3ED9" w:rsidRDefault="005B3ED9" w:rsidP="005B3ED9">
      <w:r>
        <w:t>618.4378</w:t>
      </w:r>
      <w:r>
        <w:tab/>
        <w:t>2.025e0</w:t>
      </w:r>
    </w:p>
    <w:p w:rsidR="005B3ED9" w:rsidRDefault="005B3ED9" w:rsidP="005B3ED9">
      <w:r>
        <w:t>618.5543</w:t>
      </w:r>
      <w:r>
        <w:tab/>
        <w:t>2.025e0</w:t>
      </w:r>
    </w:p>
    <w:p w:rsidR="005B3ED9" w:rsidRDefault="005B3ED9" w:rsidP="005B3ED9">
      <w:r>
        <w:t>618.5648</w:t>
      </w:r>
      <w:r>
        <w:tab/>
        <w:t>1.013e0</w:t>
      </w:r>
    </w:p>
    <w:p w:rsidR="005B3ED9" w:rsidRDefault="005B3ED9" w:rsidP="005B3ED9">
      <w:r>
        <w:t>618.6348</w:t>
      </w:r>
      <w:r>
        <w:tab/>
        <w:t>2.025e0</w:t>
      </w:r>
    </w:p>
    <w:p w:rsidR="005B3ED9" w:rsidRDefault="005B3ED9" w:rsidP="005B3ED9">
      <w:r>
        <w:t>618.6451</w:t>
      </w:r>
      <w:r>
        <w:tab/>
        <w:t>1.013e0</w:t>
      </w:r>
    </w:p>
    <w:p w:rsidR="005B3ED9" w:rsidRDefault="005B3ED9" w:rsidP="005B3ED9">
      <w:r>
        <w:t>618.7129</w:t>
      </w:r>
      <w:r>
        <w:tab/>
        <w:t>2.025e0</w:t>
      </w:r>
    </w:p>
    <w:p w:rsidR="005B3ED9" w:rsidRDefault="005B3ED9" w:rsidP="005B3ED9">
      <w:r>
        <w:t>618.8043</w:t>
      </w:r>
      <w:r>
        <w:tab/>
        <w:t>2.025e0</w:t>
      </w:r>
    </w:p>
    <w:p w:rsidR="005B3ED9" w:rsidRDefault="005B3ED9" w:rsidP="005B3ED9">
      <w:r>
        <w:t>618.8386</w:t>
      </w:r>
      <w:r>
        <w:tab/>
        <w:t>1.013e0</w:t>
      </w:r>
    </w:p>
    <w:p w:rsidR="005B3ED9" w:rsidRDefault="005B3ED9" w:rsidP="005B3ED9">
      <w:r>
        <w:t>618.9140</w:t>
      </w:r>
      <w:r>
        <w:tab/>
        <w:t>1.013e0</w:t>
      </w:r>
    </w:p>
    <w:p w:rsidR="005B3ED9" w:rsidRDefault="005B3ED9" w:rsidP="005B3ED9">
      <w:r>
        <w:t>618.9246</w:t>
      </w:r>
      <w:r>
        <w:tab/>
        <w:t>1.013e0</w:t>
      </w:r>
    </w:p>
    <w:p w:rsidR="005B3ED9" w:rsidRDefault="005B3ED9" w:rsidP="005B3ED9">
      <w:r>
        <w:lastRenderedPageBreak/>
        <w:t>618.9368</w:t>
      </w:r>
      <w:r>
        <w:tab/>
        <w:t>2.025e0</w:t>
      </w:r>
    </w:p>
    <w:p w:rsidR="005B3ED9" w:rsidRDefault="005B3ED9" w:rsidP="005B3ED9">
      <w:r>
        <w:t>618.9807</w:t>
      </w:r>
      <w:r>
        <w:tab/>
        <w:t>1.013e0</w:t>
      </w:r>
    </w:p>
    <w:p w:rsidR="005B3ED9" w:rsidRDefault="005B3ED9" w:rsidP="005B3ED9">
      <w:r>
        <w:t>619.1046</w:t>
      </w:r>
      <w:r>
        <w:tab/>
        <w:t>1.013e0</w:t>
      </w:r>
    </w:p>
    <w:p w:rsidR="005B3ED9" w:rsidRDefault="005B3ED9" w:rsidP="005B3ED9">
      <w:r>
        <w:t>619.1056</w:t>
      </w:r>
      <w:r>
        <w:tab/>
        <w:t>2.025e0</w:t>
      </w:r>
    </w:p>
    <w:p w:rsidR="005B3ED9" w:rsidRDefault="005B3ED9" w:rsidP="005B3ED9">
      <w:r>
        <w:t>619.2085</w:t>
      </w:r>
      <w:r>
        <w:tab/>
        <w:t>1.013e0</w:t>
      </w:r>
    </w:p>
    <w:p w:rsidR="005B3ED9" w:rsidRDefault="005B3ED9" w:rsidP="005B3ED9">
      <w:r>
        <w:t>619.2211</w:t>
      </w:r>
      <w:r>
        <w:tab/>
        <w:t>1.013e0</w:t>
      </w:r>
    </w:p>
    <w:p w:rsidR="005B3ED9" w:rsidRDefault="005B3ED9" w:rsidP="005B3ED9">
      <w:r>
        <w:t>619.2748</w:t>
      </w:r>
      <w:r>
        <w:tab/>
        <w:t>3.038e0</w:t>
      </w:r>
    </w:p>
    <w:p w:rsidR="005B3ED9" w:rsidRDefault="005B3ED9" w:rsidP="005B3ED9">
      <w:r>
        <w:t>619.3270</w:t>
      </w:r>
      <w:r>
        <w:tab/>
        <w:t>1.013e0</w:t>
      </w:r>
    </w:p>
    <w:p w:rsidR="005B3ED9" w:rsidRDefault="005B3ED9" w:rsidP="005B3ED9">
      <w:r>
        <w:t>619.3376</w:t>
      </w:r>
      <w:r>
        <w:tab/>
        <w:t>1.013e0</w:t>
      </w:r>
    </w:p>
    <w:p w:rsidR="005B3ED9" w:rsidRDefault="005B3ED9" w:rsidP="005B3ED9">
      <w:r>
        <w:t>619.3693</w:t>
      </w:r>
      <w:r>
        <w:tab/>
        <w:t>1.013e0</w:t>
      </w:r>
    </w:p>
    <w:p w:rsidR="005B3ED9" w:rsidRDefault="005B3ED9" w:rsidP="005B3ED9">
      <w:r>
        <w:t>619.3905</w:t>
      </w:r>
      <w:r>
        <w:tab/>
        <w:t>1.013e0</w:t>
      </w:r>
    </w:p>
    <w:p w:rsidR="005B3ED9" w:rsidRDefault="005B3ED9" w:rsidP="005B3ED9">
      <w:r>
        <w:t>619.4381</w:t>
      </w:r>
      <w:r>
        <w:tab/>
        <w:t>1.013e0</w:t>
      </w:r>
    </w:p>
    <w:p w:rsidR="005B3ED9" w:rsidRDefault="005B3ED9" w:rsidP="005B3ED9">
      <w:r>
        <w:t>619.4910</w:t>
      </w:r>
      <w:r>
        <w:tab/>
        <w:t>2.025e0</w:t>
      </w:r>
    </w:p>
    <w:p w:rsidR="005B3ED9" w:rsidRDefault="005B3ED9" w:rsidP="005B3ED9">
      <w:r>
        <w:t>619.5071</w:t>
      </w:r>
      <w:r>
        <w:tab/>
        <w:t>1.013e0</w:t>
      </w:r>
    </w:p>
    <w:p w:rsidR="005B3ED9" w:rsidRDefault="005B3ED9" w:rsidP="005B3ED9">
      <w:r>
        <w:t>619.5812</w:t>
      </w:r>
      <w:r>
        <w:tab/>
        <w:t>1.013e0</w:t>
      </w:r>
    </w:p>
    <w:p w:rsidR="005B3ED9" w:rsidRDefault="005B3ED9" w:rsidP="005B3ED9">
      <w:r>
        <w:t>619.8262</w:t>
      </w:r>
      <w:r>
        <w:tab/>
        <w:t>1.013e0</w:t>
      </w:r>
    </w:p>
    <w:p w:rsidR="005B3ED9" w:rsidRDefault="005B3ED9" w:rsidP="005B3ED9">
      <w:r>
        <w:t>619.8356</w:t>
      </w:r>
      <w:r>
        <w:tab/>
        <w:t>1.013e0</w:t>
      </w:r>
    </w:p>
    <w:p w:rsidR="005B3ED9" w:rsidRDefault="005B3ED9" w:rsidP="005B3ED9">
      <w:r>
        <w:t>619.8789</w:t>
      </w:r>
      <w:r>
        <w:tab/>
        <w:t>1.013e0</w:t>
      </w:r>
    </w:p>
    <w:p w:rsidR="005B3ED9" w:rsidRDefault="005B3ED9" w:rsidP="005B3ED9">
      <w:r>
        <w:t>619.8956</w:t>
      </w:r>
      <w:r>
        <w:tab/>
        <w:t>1.013e0</w:t>
      </w:r>
    </w:p>
    <w:p w:rsidR="005B3ED9" w:rsidRDefault="005B3ED9" w:rsidP="005B3ED9">
      <w:r>
        <w:lastRenderedPageBreak/>
        <w:t>619.9306</w:t>
      </w:r>
      <w:r>
        <w:tab/>
        <w:t>1.013e0</w:t>
      </w:r>
    </w:p>
    <w:p w:rsidR="005B3ED9" w:rsidRDefault="005B3ED9" w:rsidP="005B3ED9">
      <w:r>
        <w:t>619.9484</w:t>
      </w:r>
      <w:r>
        <w:tab/>
        <w:t>2.025e0</w:t>
      </w:r>
    </w:p>
    <w:p w:rsidR="005B3ED9" w:rsidRDefault="005B3ED9" w:rsidP="005B3ED9">
      <w:r>
        <w:t>620.0196</w:t>
      </w:r>
      <w:r>
        <w:tab/>
        <w:t>1.013e0</w:t>
      </w:r>
    </w:p>
    <w:p w:rsidR="005B3ED9" w:rsidRDefault="005B3ED9" w:rsidP="005B3ED9">
      <w:r>
        <w:t>620.2385</w:t>
      </w:r>
      <w:r>
        <w:tab/>
        <w:t>1.013e0</w:t>
      </w:r>
    </w:p>
    <w:p w:rsidR="005B3ED9" w:rsidRDefault="005B3ED9" w:rsidP="005B3ED9">
      <w:r>
        <w:t>620.2810</w:t>
      </w:r>
      <w:r>
        <w:tab/>
        <w:t>1.013e0</w:t>
      </w:r>
    </w:p>
    <w:p w:rsidR="005B3ED9" w:rsidRDefault="005B3ED9" w:rsidP="005B3ED9">
      <w:r>
        <w:t>620.3446</w:t>
      </w:r>
      <w:r>
        <w:tab/>
        <w:t>1.013e0</w:t>
      </w:r>
    </w:p>
    <w:p w:rsidR="005B3ED9" w:rsidRDefault="005B3ED9" w:rsidP="005B3ED9">
      <w:r>
        <w:t>620.3531</w:t>
      </w:r>
      <w:r>
        <w:tab/>
        <w:t>1.013e0</w:t>
      </w:r>
    </w:p>
    <w:p w:rsidR="005B3ED9" w:rsidRDefault="005B3ED9" w:rsidP="005B3ED9">
      <w:r>
        <w:t>620.3806</w:t>
      </w:r>
      <w:r>
        <w:tab/>
        <w:t>3.038e0</w:t>
      </w:r>
    </w:p>
    <w:p w:rsidR="005B3ED9" w:rsidRDefault="005B3ED9" w:rsidP="005B3ED9">
      <w:r>
        <w:t>620.4323</w:t>
      </w:r>
      <w:r>
        <w:tab/>
        <w:t>2.025e0</w:t>
      </w:r>
    </w:p>
    <w:p w:rsidR="005B3ED9" w:rsidRDefault="005B3ED9" w:rsidP="005B3ED9">
      <w:r>
        <w:t>620.4922</w:t>
      </w:r>
      <w:r>
        <w:tab/>
        <w:t>2.025e0</w:t>
      </w:r>
    </w:p>
    <w:p w:rsidR="005B3ED9" w:rsidRDefault="005B3ED9" w:rsidP="005B3ED9">
      <w:r>
        <w:t>620.5037</w:t>
      </w:r>
      <w:r>
        <w:tab/>
        <w:t>1.013e0</w:t>
      </w:r>
    </w:p>
    <w:p w:rsidR="005B3ED9" w:rsidRDefault="005B3ED9" w:rsidP="005B3ED9">
      <w:r>
        <w:t>620.7464</w:t>
      </w:r>
      <w:r>
        <w:tab/>
        <w:t>2.025e0</w:t>
      </w:r>
    </w:p>
    <w:p w:rsidR="005B3ED9" w:rsidRDefault="005B3ED9" w:rsidP="005B3ED9">
      <w:r>
        <w:t>620.8816</w:t>
      </w:r>
      <w:r>
        <w:tab/>
        <w:t>1.013e0</w:t>
      </w:r>
    </w:p>
    <w:p w:rsidR="005B3ED9" w:rsidRDefault="005B3ED9" w:rsidP="005B3ED9">
      <w:r>
        <w:t>620.9941</w:t>
      </w:r>
      <w:r>
        <w:tab/>
        <w:t>2.025e0</w:t>
      </w:r>
    </w:p>
    <w:p w:rsidR="005B3ED9" w:rsidRDefault="005B3ED9" w:rsidP="005B3ED9">
      <w:r>
        <w:t>621.0930</w:t>
      </w:r>
      <w:r>
        <w:tab/>
        <w:t>1.013e0</w:t>
      </w:r>
    </w:p>
    <w:p w:rsidR="005B3ED9" w:rsidRDefault="005B3ED9" w:rsidP="005B3ED9">
      <w:r>
        <w:t>621.1794</w:t>
      </w:r>
      <w:r>
        <w:tab/>
        <w:t>2.025e0</w:t>
      </w:r>
    </w:p>
    <w:p w:rsidR="005B3ED9" w:rsidRDefault="005B3ED9" w:rsidP="005B3ED9">
      <w:r>
        <w:t>621.1938</w:t>
      </w:r>
      <w:r>
        <w:tab/>
        <w:t>1.013e0</w:t>
      </w:r>
    </w:p>
    <w:p w:rsidR="005B3ED9" w:rsidRDefault="005B3ED9" w:rsidP="005B3ED9">
      <w:r>
        <w:t>621.2575</w:t>
      </w:r>
      <w:r>
        <w:tab/>
        <w:t>1.013e0</w:t>
      </w:r>
    </w:p>
    <w:p w:rsidR="005B3ED9" w:rsidRDefault="005B3ED9" w:rsidP="005B3ED9">
      <w:r>
        <w:t>621.3160</w:t>
      </w:r>
      <w:r>
        <w:tab/>
        <w:t>2.025e0</w:t>
      </w:r>
    </w:p>
    <w:p w:rsidR="005B3ED9" w:rsidRDefault="005B3ED9" w:rsidP="005B3ED9">
      <w:r>
        <w:lastRenderedPageBreak/>
        <w:t>621.3224</w:t>
      </w:r>
      <w:r>
        <w:tab/>
        <w:t>1.013e0</w:t>
      </w:r>
    </w:p>
    <w:p w:rsidR="005B3ED9" w:rsidRDefault="005B3ED9" w:rsidP="005B3ED9">
      <w:r>
        <w:t>621.3390</w:t>
      </w:r>
      <w:r>
        <w:tab/>
        <w:t>1.013e0</w:t>
      </w:r>
    </w:p>
    <w:p w:rsidR="005B3ED9" w:rsidRDefault="005B3ED9" w:rsidP="005B3ED9">
      <w:r>
        <w:t>621.3927</w:t>
      </w:r>
      <w:r>
        <w:tab/>
        <w:t>2.025e0</w:t>
      </w:r>
    </w:p>
    <w:p w:rsidR="005B3ED9" w:rsidRDefault="005B3ED9" w:rsidP="005B3ED9">
      <w:r>
        <w:t>621.3956</w:t>
      </w:r>
      <w:r>
        <w:tab/>
        <w:t>2.025e0</w:t>
      </w:r>
    </w:p>
    <w:p w:rsidR="005B3ED9" w:rsidRDefault="005B3ED9" w:rsidP="005B3ED9">
      <w:r>
        <w:t>621.4489</w:t>
      </w:r>
      <w:r>
        <w:tab/>
        <w:t>1.013e0</w:t>
      </w:r>
    </w:p>
    <w:p w:rsidR="005B3ED9" w:rsidRDefault="005B3ED9" w:rsidP="005B3ED9">
      <w:r>
        <w:t>621.4594</w:t>
      </w:r>
      <w:r>
        <w:tab/>
        <w:t>1.013e0</w:t>
      </w:r>
    </w:p>
    <w:p w:rsidR="005B3ED9" w:rsidRDefault="005B3ED9" w:rsidP="005B3ED9">
      <w:r>
        <w:t>621.4631</w:t>
      </w:r>
      <w:r>
        <w:tab/>
        <w:t>1.013e0</w:t>
      </w:r>
    </w:p>
    <w:p w:rsidR="005B3ED9" w:rsidRDefault="005B3ED9" w:rsidP="005B3ED9">
      <w:r>
        <w:t>621.5223</w:t>
      </w:r>
      <w:r>
        <w:tab/>
        <w:t>2.025e0</w:t>
      </w:r>
    </w:p>
    <w:p w:rsidR="005B3ED9" w:rsidRDefault="005B3ED9" w:rsidP="005B3ED9">
      <w:r>
        <w:t>621.5444</w:t>
      </w:r>
      <w:r>
        <w:tab/>
        <w:t>1.013e0</w:t>
      </w:r>
    </w:p>
    <w:p w:rsidR="005B3ED9" w:rsidRDefault="005B3ED9" w:rsidP="005B3ED9">
      <w:r>
        <w:t>621.5457</w:t>
      </w:r>
      <w:r>
        <w:tab/>
        <w:t>2.025e0</w:t>
      </w:r>
    </w:p>
    <w:p w:rsidR="005B3ED9" w:rsidRDefault="005B3ED9" w:rsidP="005B3ED9">
      <w:r>
        <w:t>621.6189</w:t>
      </w:r>
      <w:r>
        <w:tab/>
        <w:t>1.013e0</w:t>
      </w:r>
    </w:p>
    <w:p w:rsidR="005B3ED9" w:rsidRDefault="005B3ED9" w:rsidP="005B3ED9">
      <w:r>
        <w:t>621.7090</w:t>
      </w:r>
      <w:r>
        <w:tab/>
        <w:t>1.013e0</w:t>
      </w:r>
    </w:p>
    <w:p w:rsidR="005B3ED9" w:rsidRDefault="005B3ED9" w:rsidP="005B3ED9">
      <w:r>
        <w:t>621.8494</w:t>
      </w:r>
      <w:r>
        <w:tab/>
        <w:t>1.013e0</w:t>
      </w:r>
    </w:p>
    <w:p w:rsidR="005B3ED9" w:rsidRDefault="005B3ED9" w:rsidP="005B3ED9">
      <w:r>
        <w:t>621.8846</w:t>
      </w:r>
      <w:r>
        <w:tab/>
        <w:t>2.025e0</w:t>
      </w:r>
    </w:p>
    <w:p w:rsidR="005B3ED9" w:rsidRDefault="005B3ED9" w:rsidP="005B3ED9">
      <w:r>
        <w:t>622.0229</w:t>
      </w:r>
      <w:r>
        <w:tab/>
        <w:t>1.013e0</w:t>
      </w:r>
    </w:p>
    <w:p w:rsidR="005B3ED9" w:rsidRDefault="005B3ED9" w:rsidP="005B3ED9">
      <w:r>
        <w:t>622.0427</w:t>
      </w:r>
      <w:r>
        <w:tab/>
        <w:t>1.013e0</w:t>
      </w:r>
    </w:p>
    <w:p w:rsidR="005B3ED9" w:rsidRDefault="005B3ED9" w:rsidP="005B3ED9">
      <w:r>
        <w:t>622.1293</w:t>
      </w:r>
      <w:r>
        <w:tab/>
        <w:t>1.013e0</w:t>
      </w:r>
    </w:p>
    <w:p w:rsidR="005B3ED9" w:rsidRDefault="005B3ED9" w:rsidP="005B3ED9">
      <w:r>
        <w:t>622.1348</w:t>
      </w:r>
      <w:r>
        <w:tab/>
        <w:t>2.025e0</w:t>
      </w:r>
    </w:p>
    <w:p w:rsidR="005B3ED9" w:rsidRDefault="005B3ED9" w:rsidP="005B3ED9">
      <w:r>
        <w:t>622.1612</w:t>
      </w:r>
      <w:r>
        <w:tab/>
        <w:t>1.013e0</w:t>
      </w:r>
    </w:p>
    <w:p w:rsidR="005B3ED9" w:rsidRDefault="005B3ED9" w:rsidP="005B3ED9">
      <w:r>
        <w:lastRenderedPageBreak/>
        <w:t>622.2782</w:t>
      </w:r>
      <w:r>
        <w:tab/>
        <w:t>1.013e0</w:t>
      </w:r>
    </w:p>
    <w:p w:rsidR="005B3ED9" w:rsidRDefault="005B3ED9" w:rsidP="005B3ED9">
      <w:r>
        <w:t>622.2888</w:t>
      </w:r>
      <w:r>
        <w:tab/>
        <w:t>1.013e0</w:t>
      </w:r>
    </w:p>
    <w:p w:rsidR="005B3ED9" w:rsidRDefault="005B3ED9" w:rsidP="005B3ED9">
      <w:r>
        <w:t>622.3244</w:t>
      </w:r>
      <w:r>
        <w:tab/>
        <w:t>2.025e0</w:t>
      </w:r>
    </w:p>
    <w:p w:rsidR="005B3ED9" w:rsidRDefault="005B3ED9" w:rsidP="005B3ED9">
      <w:r>
        <w:t>622.3945</w:t>
      </w:r>
      <w:r>
        <w:tab/>
        <w:t>1.013e0</w:t>
      </w:r>
    </w:p>
    <w:p w:rsidR="005B3ED9" w:rsidRDefault="005B3ED9" w:rsidP="005B3ED9">
      <w:r>
        <w:t>622.4000</w:t>
      </w:r>
      <w:r>
        <w:tab/>
        <w:t>3.038e0</w:t>
      </w:r>
    </w:p>
    <w:p w:rsidR="005B3ED9" w:rsidRDefault="005B3ED9" w:rsidP="005B3ED9">
      <w:r>
        <w:t>622.4377</w:t>
      </w:r>
      <w:r>
        <w:tab/>
        <w:t>1.013e0</w:t>
      </w:r>
    </w:p>
    <w:p w:rsidR="005B3ED9" w:rsidRDefault="005B3ED9" w:rsidP="005B3ED9">
      <w:r>
        <w:t>622.5867</w:t>
      </w:r>
      <w:r>
        <w:tab/>
        <w:t>1.013e0</w:t>
      </w:r>
    </w:p>
    <w:p w:rsidR="005B3ED9" w:rsidRDefault="005B3ED9" w:rsidP="005B3ED9">
      <w:r>
        <w:t>622.6188</w:t>
      </w:r>
      <w:r>
        <w:tab/>
        <w:t>2.025e0</w:t>
      </w:r>
    </w:p>
    <w:p w:rsidR="005B3ED9" w:rsidRDefault="005B3ED9" w:rsidP="005B3ED9">
      <w:r>
        <w:t>622.7678</w:t>
      </w:r>
      <w:r>
        <w:tab/>
        <w:t>2.025e0</w:t>
      </w:r>
    </w:p>
    <w:p w:rsidR="005B3ED9" w:rsidRDefault="005B3ED9" w:rsidP="005B3ED9">
      <w:r>
        <w:t>622.7986</w:t>
      </w:r>
      <w:r>
        <w:tab/>
        <w:t>3.038e0</w:t>
      </w:r>
    </w:p>
    <w:p w:rsidR="005B3ED9" w:rsidRDefault="005B3ED9" w:rsidP="005B3ED9">
      <w:r>
        <w:t>622.9047</w:t>
      </w:r>
      <w:r>
        <w:tab/>
        <w:t>1.013e0</w:t>
      </w:r>
    </w:p>
    <w:p w:rsidR="005B3ED9" w:rsidRDefault="005B3ED9" w:rsidP="005B3ED9">
      <w:r>
        <w:t>622.9227</w:t>
      </w:r>
      <w:r>
        <w:tab/>
        <w:t>1.013e0</w:t>
      </w:r>
    </w:p>
    <w:p w:rsidR="005B3ED9" w:rsidRDefault="005B3ED9" w:rsidP="005B3ED9">
      <w:r>
        <w:t>622.9595</w:t>
      </w:r>
      <w:r>
        <w:tab/>
        <w:t>1.013e0</w:t>
      </w:r>
    </w:p>
    <w:p w:rsidR="005B3ED9" w:rsidRDefault="005B3ED9" w:rsidP="005B3ED9">
      <w:r>
        <w:t>622.9701</w:t>
      </w:r>
      <w:r>
        <w:tab/>
        <w:t>1.013e0</w:t>
      </w:r>
    </w:p>
    <w:p w:rsidR="005B3ED9" w:rsidRDefault="005B3ED9" w:rsidP="005B3ED9">
      <w:r>
        <w:t>623.0127</w:t>
      </w:r>
      <w:r>
        <w:tab/>
        <w:t>2.025e0</w:t>
      </w:r>
    </w:p>
    <w:p w:rsidR="005B3ED9" w:rsidRDefault="005B3ED9" w:rsidP="005B3ED9">
      <w:r>
        <w:t>623.0446</w:t>
      </w:r>
      <w:r>
        <w:tab/>
        <w:t>1.013e0</w:t>
      </w:r>
    </w:p>
    <w:p w:rsidR="005B3ED9" w:rsidRDefault="005B3ED9" w:rsidP="005B3ED9">
      <w:r>
        <w:t>623.0872</w:t>
      </w:r>
      <w:r>
        <w:tab/>
        <w:t>1.013e0</w:t>
      </w:r>
    </w:p>
    <w:p w:rsidR="005B3ED9" w:rsidRDefault="005B3ED9" w:rsidP="005B3ED9">
      <w:r>
        <w:t>623.1102</w:t>
      </w:r>
      <w:r>
        <w:tab/>
        <w:t>2.025e0</w:t>
      </w:r>
    </w:p>
    <w:p w:rsidR="005B3ED9" w:rsidRDefault="005B3ED9" w:rsidP="005B3ED9">
      <w:r>
        <w:t>623.2224</w:t>
      </w:r>
      <w:r>
        <w:tab/>
        <w:t>2.025e0</w:t>
      </w:r>
    </w:p>
    <w:p w:rsidR="005B3ED9" w:rsidRDefault="005B3ED9" w:rsidP="005B3ED9">
      <w:r>
        <w:lastRenderedPageBreak/>
        <w:t>623.2928</w:t>
      </w:r>
      <w:r>
        <w:tab/>
        <w:t>1.013e0</w:t>
      </w:r>
    </w:p>
    <w:p w:rsidR="005B3ED9" w:rsidRDefault="005B3ED9" w:rsidP="005B3ED9">
      <w:r>
        <w:t>623.3319</w:t>
      </w:r>
      <w:r>
        <w:tab/>
        <w:t>3.038e0</w:t>
      </w:r>
    </w:p>
    <w:p w:rsidR="005B3ED9" w:rsidRDefault="005B3ED9" w:rsidP="005B3ED9">
      <w:r>
        <w:t>623.3984</w:t>
      </w:r>
      <w:r>
        <w:tab/>
        <w:t>1.013e0</w:t>
      </w:r>
    </w:p>
    <w:p w:rsidR="005B3ED9" w:rsidRDefault="005B3ED9" w:rsidP="005B3ED9">
      <w:r>
        <w:t>623.4282</w:t>
      </w:r>
      <w:r>
        <w:tab/>
        <w:t>1.013e0</w:t>
      </w:r>
    </w:p>
    <w:p w:rsidR="005B3ED9" w:rsidRDefault="005B3ED9" w:rsidP="005B3ED9">
      <w:r>
        <w:t>623.4389</w:t>
      </w:r>
      <w:r>
        <w:tab/>
        <w:t>1.013e0</w:t>
      </w:r>
    </w:p>
    <w:p w:rsidR="005B3ED9" w:rsidRDefault="005B3ED9" w:rsidP="005B3ED9">
      <w:r>
        <w:t>623.4510</w:t>
      </w:r>
      <w:r>
        <w:tab/>
        <w:t>1.013e0</w:t>
      </w:r>
    </w:p>
    <w:p w:rsidR="005B3ED9" w:rsidRDefault="005B3ED9" w:rsidP="005B3ED9">
      <w:r>
        <w:t>623.5554</w:t>
      </w:r>
      <w:r>
        <w:tab/>
        <w:t>1.013e0</w:t>
      </w:r>
    </w:p>
    <w:p w:rsidR="005B3ED9" w:rsidRDefault="005B3ED9" w:rsidP="005B3ED9">
      <w:r>
        <w:t>623.5916</w:t>
      </w:r>
      <w:r>
        <w:tab/>
        <w:t>3.038e0</w:t>
      </w:r>
    </w:p>
    <w:p w:rsidR="005B3ED9" w:rsidRDefault="005B3ED9" w:rsidP="005B3ED9">
      <w:r>
        <w:t>623.7427</w:t>
      </w:r>
      <w:r>
        <w:tab/>
        <w:t>2.025e0</w:t>
      </w:r>
    </w:p>
    <w:p w:rsidR="005B3ED9" w:rsidRDefault="005B3ED9" w:rsidP="005B3ED9">
      <w:r>
        <w:t>623.7907</w:t>
      </w:r>
      <w:r>
        <w:tab/>
        <w:t>1.013e0</w:t>
      </w:r>
    </w:p>
    <w:p w:rsidR="005B3ED9" w:rsidRDefault="005B3ED9" w:rsidP="005B3ED9">
      <w:r>
        <w:t>623.9689</w:t>
      </w:r>
      <w:r>
        <w:tab/>
        <w:t>2.025e0</w:t>
      </w:r>
    </w:p>
    <w:p w:rsidR="005B3ED9" w:rsidRDefault="005B3ED9" w:rsidP="005B3ED9">
      <w:r>
        <w:t>623.9961</w:t>
      </w:r>
      <w:r>
        <w:tab/>
        <w:t>1.013e0</w:t>
      </w:r>
    </w:p>
    <w:p w:rsidR="005B3ED9" w:rsidRDefault="005B3ED9" w:rsidP="005B3ED9">
      <w:r>
        <w:t>624.0573</w:t>
      </w:r>
      <w:r>
        <w:tab/>
        <w:t>1.013e0</w:t>
      </w:r>
    </w:p>
    <w:p w:rsidR="005B3ED9" w:rsidRDefault="005B3ED9" w:rsidP="005B3ED9">
      <w:r>
        <w:t>624.1213</w:t>
      </w:r>
      <w:r>
        <w:tab/>
        <w:t>1.013e0</w:t>
      </w:r>
    </w:p>
    <w:p w:rsidR="005B3ED9" w:rsidRDefault="005B3ED9" w:rsidP="005B3ED9">
      <w:r>
        <w:t>624.1854</w:t>
      </w:r>
      <w:r>
        <w:tab/>
        <w:t>1.013e0</w:t>
      </w:r>
    </w:p>
    <w:p w:rsidR="005B3ED9" w:rsidRDefault="005B3ED9" w:rsidP="005B3ED9">
      <w:r>
        <w:t>624.1885</w:t>
      </w:r>
      <w:r>
        <w:tab/>
        <w:t>2.025e0</w:t>
      </w:r>
    </w:p>
    <w:p w:rsidR="005B3ED9" w:rsidRDefault="005B3ED9" w:rsidP="005B3ED9">
      <w:r>
        <w:t>624.2447</w:t>
      </w:r>
      <w:r>
        <w:tab/>
        <w:t>3.038e0</w:t>
      </w:r>
    </w:p>
    <w:p w:rsidR="005B3ED9" w:rsidRDefault="005B3ED9" w:rsidP="005B3ED9">
      <w:r>
        <w:t>624.3070</w:t>
      </w:r>
      <w:r>
        <w:tab/>
        <w:t>3.038e0</w:t>
      </w:r>
    </w:p>
    <w:p w:rsidR="005B3ED9" w:rsidRDefault="005B3ED9" w:rsidP="005B3ED9">
      <w:r>
        <w:t>624.3115</w:t>
      </w:r>
      <w:r>
        <w:tab/>
        <w:t>1.013e0</w:t>
      </w:r>
    </w:p>
    <w:p w:rsidR="005B3ED9" w:rsidRDefault="005B3ED9" w:rsidP="005B3ED9">
      <w:r>
        <w:lastRenderedPageBreak/>
        <w:t>624.3561</w:t>
      </w:r>
      <w:r>
        <w:tab/>
        <w:t>1.013e0</w:t>
      </w:r>
    </w:p>
    <w:p w:rsidR="005B3ED9" w:rsidRDefault="005B3ED9" w:rsidP="005B3ED9">
      <w:r>
        <w:t>624.3643</w:t>
      </w:r>
      <w:r>
        <w:tab/>
        <w:t>1.013e0</w:t>
      </w:r>
    </w:p>
    <w:p w:rsidR="005B3ED9" w:rsidRDefault="005B3ED9" w:rsidP="005B3ED9">
      <w:r>
        <w:t>624.4101</w:t>
      </w:r>
      <w:r>
        <w:tab/>
        <w:t>2.025e0</w:t>
      </w:r>
    </w:p>
    <w:p w:rsidR="005B3ED9" w:rsidRDefault="005B3ED9" w:rsidP="005B3ED9">
      <w:r>
        <w:t>624.5411</w:t>
      </w:r>
      <w:r>
        <w:tab/>
        <w:t>1.013e0</w:t>
      </w:r>
    </w:p>
    <w:p w:rsidR="005B3ED9" w:rsidRDefault="005B3ED9" w:rsidP="005B3ED9">
      <w:r>
        <w:t>624.5909</w:t>
      </w:r>
      <w:r>
        <w:tab/>
        <w:t>1.013e0</w:t>
      </w:r>
    </w:p>
    <w:p w:rsidR="005B3ED9" w:rsidRDefault="005B3ED9" w:rsidP="005B3ED9">
      <w:r>
        <w:t>624.6104</w:t>
      </w:r>
      <w:r>
        <w:tab/>
        <w:t>2.025e0</w:t>
      </w:r>
    </w:p>
    <w:p w:rsidR="005B3ED9" w:rsidRDefault="005B3ED9" w:rsidP="005B3ED9">
      <w:r>
        <w:t>624.6550</w:t>
      </w:r>
      <w:r>
        <w:tab/>
        <w:t>1.013e0</w:t>
      </w:r>
    </w:p>
    <w:p w:rsidR="005B3ED9" w:rsidRDefault="005B3ED9" w:rsidP="005B3ED9">
      <w:r>
        <w:t>624.7510</w:t>
      </w:r>
      <w:r>
        <w:tab/>
        <w:t>1.013e0</w:t>
      </w:r>
    </w:p>
    <w:p w:rsidR="005B3ED9" w:rsidRDefault="005B3ED9" w:rsidP="005B3ED9">
      <w:r>
        <w:t>624.8048</w:t>
      </w:r>
      <w:r>
        <w:tab/>
        <w:t>1.013e0</w:t>
      </w:r>
    </w:p>
    <w:p w:rsidR="005B3ED9" w:rsidRDefault="005B3ED9" w:rsidP="005B3ED9">
      <w:r>
        <w:t>624.8259</w:t>
      </w:r>
      <w:r>
        <w:tab/>
        <w:t>1.013e0</w:t>
      </w:r>
    </w:p>
    <w:p w:rsidR="005B3ED9" w:rsidRDefault="005B3ED9" w:rsidP="005B3ED9">
      <w:r>
        <w:t>624.8521</w:t>
      </w:r>
      <w:r>
        <w:tab/>
        <w:t>2.025e0</w:t>
      </w:r>
    </w:p>
    <w:p w:rsidR="005B3ED9" w:rsidRDefault="005B3ED9" w:rsidP="005B3ED9">
      <w:r>
        <w:t>624.9620</w:t>
      </w:r>
      <w:r>
        <w:tab/>
        <w:t>1.013e0</w:t>
      </w:r>
    </w:p>
    <w:p w:rsidR="005B3ED9" w:rsidRDefault="005B3ED9" w:rsidP="005B3ED9">
      <w:r>
        <w:t>624.9861</w:t>
      </w:r>
      <w:r>
        <w:tab/>
        <w:t>1.013e0</w:t>
      </w:r>
    </w:p>
    <w:p w:rsidR="005B3ED9" w:rsidRDefault="005B3ED9" w:rsidP="005B3ED9">
      <w:r>
        <w:t>625.0075</w:t>
      </w:r>
      <w:r>
        <w:tab/>
        <w:t>1.013e0</w:t>
      </w:r>
    </w:p>
    <w:p w:rsidR="005B3ED9" w:rsidRDefault="005B3ED9" w:rsidP="005B3ED9">
      <w:r>
        <w:t>625.0396</w:t>
      </w:r>
      <w:r>
        <w:tab/>
        <w:t>1.013e0</w:t>
      </w:r>
    </w:p>
    <w:p w:rsidR="005B3ED9" w:rsidRDefault="005B3ED9" w:rsidP="005B3ED9">
      <w:r>
        <w:t>625.1915</w:t>
      </w:r>
      <w:r>
        <w:tab/>
        <w:t>1.013e0</w:t>
      </w:r>
    </w:p>
    <w:p w:rsidR="005B3ED9" w:rsidRDefault="005B3ED9" w:rsidP="005B3ED9">
      <w:r>
        <w:t>625.2532</w:t>
      </w:r>
      <w:r>
        <w:tab/>
        <w:t>1.013e0</w:t>
      </w:r>
    </w:p>
    <w:p w:rsidR="005B3ED9" w:rsidRDefault="005B3ED9" w:rsidP="005B3ED9">
      <w:r>
        <w:t>625.2969</w:t>
      </w:r>
      <w:r>
        <w:tab/>
        <w:t>1.013e0</w:t>
      </w:r>
    </w:p>
    <w:p w:rsidR="005B3ED9" w:rsidRDefault="005B3ED9" w:rsidP="005B3ED9">
      <w:r>
        <w:t>625.3135</w:t>
      </w:r>
      <w:r>
        <w:tab/>
        <w:t>1.013e0</w:t>
      </w:r>
    </w:p>
    <w:p w:rsidR="005B3ED9" w:rsidRDefault="005B3ED9" w:rsidP="005B3ED9">
      <w:r>
        <w:lastRenderedPageBreak/>
        <w:t>625.3173</w:t>
      </w:r>
      <w:r>
        <w:tab/>
        <w:t>2.025e0</w:t>
      </w:r>
    </w:p>
    <w:p w:rsidR="005B3ED9" w:rsidRDefault="005B3ED9" w:rsidP="005B3ED9">
      <w:r>
        <w:t>625.3423</w:t>
      </w:r>
      <w:r>
        <w:tab/>
        <w:t>3.038e0</w:t>
      </w:r>
    </w:p>
    <w:p w:rsidR="005B3ED9" w:rsidRDefault="005B3ED9" w:rsidP="005B3ED9">
      <w:r>
        <w:t>625.4349</w:t>
      </w:r>
      <w:r>
        <w:tab/>
        <w:t>1.013e0</w:t>
      </w:r>
    </w:p>
    <w:p w:rsidR="005B3ED9" w:rsidRDefault="005B3ED9" w:rsidP="005B3ED9">
      <w:r>
        <w:t>625.4904</w:t>
      </w:r>
      <w:r>
        <w:tab/>
        <w:t>2.025e0</w:t>
      </w:r>
    </w:p>
    <w:p w:rsidR="005B3ED9" w:rsidRDefault="005B3ED9" w:rsidP="005B3ED9">
      <w:r>
        <w:t>625.4990</w:t>
      </w:r>
      <w:r>
        <w:tab/>
        <w:t>1.013e0</w:t>
      </w:r>
    </w:p>
    <w:p w:rsidR="005B3ED9" w:rsidRDefault="005B3ED9" w:rsidP="005B3ED9">
      <w:r>
        <w:t>625.5418</w:t>
      </w:r>
      <w:r>
        <w:tab/>
        <w:t>1.013e0</w:t>
      </w:r>
    </w:p>
    <w:p w:rsidR="005B3ED9" w:rsidRDefault="005B3ED9" w:rsidP="005B3ED9">
      <w:r>
        <w:t>625.5779</w:t>
      </w:r>
      <w:r>
        <w:tab/>
        <w:t>1.013e0</w:t>
      </w:r>
    </w:p>
    <w:p w:rsidR="005B3ED9" w:rsidRDefault="005B3ED9" w:rsidP="005B3ED9">
      <w:r>
        <w:t>625.5945</w:t>
      </w:r>
      <w:r>
        <w:tab/>
        <w:t>1.013e0</w:t>
      </w:r>
    </w:p>
    <w:p w:rsidR="005B3ED9" w:rsidRDefault="005B3ED9" w:rsidP="005B3ED9">
      <w:r>
        <w:t>625.6060</w:t>
      </w:r>
      <w:r>
        <w:tab/>
        <w:t>1.013e0</w:t>
      </w:r>
    </w:p>
    <w:p w:rsidR="005B3ED9" w:rsidRDefault="005B3ED9" w:rsidP="005B3ED9">
      <w:r>
        <w:t>625.7450</w:t>
      </w:r>
      <w:r>
        <w:tab/>
        <w:t>1.013e0</w:t>
      </w:r>
    </w:p>
    <w:p w:rsidR="005B3ED9" w:rsidRDefault="005B3ED9" w:rsidP="005B3ED9">
      <w:r>
        <w:t>625.7557</w:t>
      </w:r>
      <w:r>
        <w:tab/>
        <w:t>1.013e0</w:t>
      </w:r>
    </w:p>
    <w:p w:rsidR="005B3ED9" w:rsidRDefault="005B3ED9" w:rsidP="005B3ED9">
      <w:r>
        <w:t>625.7614</w:t>
      </w:r>
      <w:r>
        <w:tab/>
        <w:t>2.025e0</w:t>
      </w:r>
    </w:p>
    <w:p w:rsidR="005B3ED9" w:rsidRDefault="005B3ED9" w:rsidP="005B3ED9">
      <w:r>
        <w:t>625.8734</w:t>
      </w:r>
      <w:r>
        <w:tab/>
        <w:t>1.013e0</w:t>
      </w:r>
    </w:p>
    <w:p w:rsidR="005B3ED9" w:rsidRDefault="005B3ED9" w:rsidP="005B3ED9">
      <w:r>
        <w:t>626.0016</w:t>
      </w:r>
      <w:r>
        <w:tab/>
        <w:t>2.025e0</w:t>
      </w:r>
    </w:p>
    <w:p w:rsidR="005B3ED9" w:rsidRDefault="005B3ED9" w:rsidP="005B3ED9">
      <w:r>
        <w:t>626.0516</w:t>
      </w:r>
      <w:r>
        <w:tab/>
        <w:t>1.013e0</w:t>
      </w:r>
    </w:p>
    <w:p w:rsidR="005B3ED9" w:rsidRDefault="005B3ED9" w:rsidP="005B3ED9">
      <w:r>
        <w:t>626.0699</w:t>
      </w:r>
      <w:r>
        <w:tab/>
        <w:t>1.013e0</w:t>
      </w:r>
    </w:p>
    <w:p w:rsidR="005B3ED9" w:rsidRDefault="005B3ED9" w:rsidP="005B3ED9">
      <w:r>
        <w:t>626.0980</w:t>
      </w:r>
      <w:r>
        <w:tab/>
        <w:t>1.013e0</w:t>
      </w:r>
    </w:p>
    <w:p w:rsidR="005B3ED9" w:rsidRDefault="005B3ED9" w:rsidP="005B3ED9">
      <w:r>
        <w:t>626.1044</w:t>
      </w:r>
      <w:r>
        <w:tab/>
        <w:t>1.013e0</w:t>
      </w:r>
    </w:p>
    <w:p w:rsidR="005B3ED9" w:rsidRDefault="005B3ED9" w:rsidP="005B3ED9">
      <w:r>
        <w:t>626.1573</w:t>
      </w:r>
      <w:r>
        <w:tab/>
        <w:t>1.013e0</w:t>
      </w:r>
    </w:p>
    <w:p w:rsidR="005B3ED9" w:rsidRDefault="005B3ED9" w:rsidP="005B3ED9">
      <w:r>
        <w:lastRenderedPageBreak/>
        <w:t>626.2147</w:t>
      </w:r>
      <w:r>
        <w:tab/>
        <w:t>2.025e0</w:t>
      </w:r>
    </w:p>
    <w:p w:rsidR="005B3ED9" w:rsidRDefault="005B3ED9" w:rsidP="005B3ED9">
      <w:r>
        <w:t>626.2948</w:t>
      </w:r>
      <w:r>
        <w:tab/>
        <w:t>3.038e0</w:t>
      </w:r>
    </w:p>
    <w:p w:rsidR="005B3ED9" w:rsidRDefault="005B3ED9" w:rsidP="005B3ED9">
      <w:r>
        <w:t>626.3325</w:t>
      </w:r>
      <w:r>
        <w:tab/>
        <w:t>1.013e0</w:t>
      </w:r>
    </w:p>
    <w:p w:rsidR="005B3ED9" w:rsidRDefault="005B3ED9" w:rsidP="005B3ED9">
      <w:r>
        <w:t>626.3549</w:t>
      </w:r>
      <w:r>
        <w:tab/>
        <w:t>1.013e0</w:t>
      </w:r>
    </w:p>
    <w:p w:rsidR="005B3ED9" w:rsidRDefault="005B3ED9" w:rsidP="005B3ED9">
      <w:r>
        <w:t>626.3853</w:t>
      </w:r>
      <w:r>
        <w:tab/>
        <w:t>1.013e0</w:t>
      </w:r>
    </w:p>
    <w:p w:rsidR="005B3ED9" w:rsidRDefault="005B3ED9" w:rsidP="005B3ED9">
      <w:r>
        <w:t>626.4288</w:t>
      </w:r>
      <w:r>
        <w:tab/>
        <w:t>3.038e0</w:t>
      </w:r>
    </w:p>
    <w:p w:rsidR="005B3ED9" w:rsidRDefault="005B3ED9" w:rsidP="005B3ED9">
      <w:r>
        <w:t>626.4298</w:t>
      </w:r>
      <w:r>
        <w:tab/>
        <w:t>1.013e0</w:t>
      </w:r>
    </w:p>
    <w:p w:rsidR="005B3ED9" w:rsidRDefault="005B3ED9" w:rsidP="005B3ED9">
      <w:r>
        <w:t>626.5091</w:t>
      </w:r>
      <w:r>
        <w:tab/>
        <w:t>1.013e0</w:t>
      </w:r>
    </w:p>
    <w:p w:rsidR="005B3ED9" w:rsidRDefault="005B3ED9" w:rsidP="005B3ED9">
      <w:r>
        <w:t>626.7190</w:t>
      </w:r>
      <w:r>
        <w:tab/>
        <w:t>3.038e0</w:t>
      </w:r>
    </w:p>
    <w:p w:rsidR="005B3ED9" w:rsidRDefault="005B3ED9" w:rsidP="005B3ED9">
      <w:r>
        <w:t>626.9305</w:t>
      </w:r>
      <w:r>
        <w:tab/>
        <w:t>2.025e0</w:t>
      </w:r>
    </w:p>
    <w:p w:rsidR="005B3ED9" w:rsidRDefault="005B3ED9" w:rsidP="005B3ED9">
      <w:r>
        <w:t>626.9827</w:t>
      </w:r>
      <w:r>
        <w:tab/>
        <w:t>1.013e0</w:t>
      </w:r>
    </w:p>
    <w:p w:rsidR="005B3ED9" w:rsidRDefault="005B3ED9" w:rsidP="005B3ED9">
      <w:r>
        <w:t>626.9976</w:t>
      </w:r>
      <w:r>
        <w:tab/>
        <w:t>1.013e0</w:t>
      </w:r>
    </w:p>
    <w:p w:rsidR="005B3ED9" w:rsidRDefault="005B3ED9" w:rsidP="005B3ED9">
      <w:r>
        <w:t>627.0356</w:t>
      </w:r>
      <w:r>
        <w:tab/>
        <w:t>1.013e0</w:t>
      </w:r>
    </w:p>
    <w:p w:rsidR="005B3ED9" w:rsidRDefault="005B3ED9" w:rsidP="005B3ED9">
      <w:r>
        <w:t>627.0974</w:t>
      </w:r>
      <w:r>
        <w:tab/>
        <w:t>2.025e0</w:t>
      </w:r>
    </w:p>
    <w:p w:rsidR="005B3ED9" w:rsidRDefault="005B3ED9" w:rsidP="005B3ED9">
      <w:r>
        <w:t>627.1413</w:t>
      </w:r>
      <w:r>
        <w:tab/>
        <w:t>1.013e0</w:t>
      </w:r>
    </w:p>
    <w:p w:rsidR="005B3ED9" w:rsidRDefault="005B3ED9" w:rsidP="005B3ED9">
      <w:r>
        <w:t>627.2225</w:t>
      </w:r>
      <w:r>
        <w:tab/>
        <w:t>1.013e0</w:t>
      </w:r>
    </w:p>
    <w:p w:rsidR="005B3ED9" w:rsidRDefault="005B3ED9" w:rsidP="005B3ED9">
      <w:r>
        <w:t>627.2333</w:t>
      </w:r>
      <w:r>
        <w:tab/>
        <w:t>1.013e0</w:t>
      </w:r>
    </w:p>
    <w:p w:rsidR="005B3ED9" w:rsidRDefault="005B3ED9" w:rsidP="005B3ED9">
      <w:r>
        <w:t>627.2469</w:t>
      </w:r>
      <w:r>
        <w:tab/>
        <w:t>1.013e0</w:t>
      </w:r>
    </w:p>
    <w:p w:rsidR="005B3ED9" w:rsidRDefault="005B3ED9" w:rsidP="005B3ED9">
      <w:r>
        <w:t>627.3201</w:t>
      </w:r>
      <w:r>
        <w:tab/>
        <w:t>3.038e0</w:t>
      </w:r>
    </w:p>
    <w:p w:rsidR="005B3ED9" w:rsidRDefault="005B3ED9" w:rsidP="005B3ED9">
      <w:r>
        <w:lastRenderedPageBreak/>
        <w:t>627.3344</w:t>
      </w:r>
      <w:r>
        <w:tab/>
        <w:t>1.013e0</w:t>
      </w:r>
    </w:p>
    <w:p w:rsidR="005B3ED9" w:rsidRDefault="005B3ED9" w:rsidP="005B3ED9">
      <w:r>
        <w:t>627.4262</w:t>
      </w:r>
      <w:r>
        <w:tab/>
        <w:t>1.013e0</w:t>
      </w:r>
    </w:p>
    <w:p w:rsidR="005B3ED9" w:rsidRDefault="005B3ED9" w:rsidP="005B3ED9">
      <w:r>
        <w:t>627.4691</w:t>
      </w:r>
      <w:r>
        <w:tab/>
        <w:t>1.013e0</w:t>
      </w:r>
    </w:p>
    <w:p w:rsidR="005B3ED9" w:rsidRDefault="005B3ED9" w:rsidP="005B3ED9">
      <w:r>
        <w:t>627.4799</w:t>
      </w:r>
      <w:r>
        <w:tab/>
        <w:t>1.013e0</w:t>
      </w:r>
    </w:p>
    <w:p w:rsidR="005B3ED9" w:rsidRDefault="005B3ED9" w:rsidP="005B3ED9">
      <w:r>
        <w:t>627.7694</w:t>
      </w:r>
      <w:r>
        <w:tab/>
        <w:t>1.013e0</w:t>
      </w:r>
    </w:p>
    <w:p w:rsidR="005B3ED9" w:rsidRDefault="005B3ED9" w:rsidP="005B3ED9">
      <w:r>
        <w:t>627.7914</w:t>
      </w:r>
      <w:r>
        <w:tab/>
        <w:t>1.013e0</w:t>
      </w:r>
    </w:p>
    <w:p w:rsidR="005B3ED9" w:rsidRDefault="005B3ED9" w:rsidP="005B3ED9">
      <w:r>
        <w:t>627.8430</w:t>
      </w:r>
      <w:r>
        <w:tab/>
        <w:t>1.013e0</w:t>
      </w:r>
    </w:p>
    <w:p w:rsidR="005B3ED9" w:rsidRDefault="005B3ED9" w:rsidP="005B3ED9">
      <w:r>
        <w:t>627.9318</w:t>
      </w:r>
      <w:r>
        <w:tab/>
        <w:t>2.025e0</w:t>
      </w:r>
    </w:p>
    <w:p w:rsidR="005B3ED9" w:rsidRDefault="005B3ED9" w:rsidP="005B3ED9">
      <w:r>
        <w:t>627.9773</w:t>
      </w:r>
      <w:r>
        <w:tab/>
        <w:t>2.025e0</w:t>
      </w:r>
    </w:p>
    <w:p w:rsidR="005B3ED9" w:rsidRDefault="005B3ED9" w:rsidP="005B3ED9">
      <w:r>
        <w:t>627.9844</w:t>
      </w:r>
      <w:r>
        <w:tab/>
        <w:t>2.025e0</w:t>
      </w:r>
    </w:p>
    <w:p w:rsidR="005B3ED9" w:rsidRDefault="005B3ED9" w:rsidP="005B3ED9">
      <w:r>
        <w:t>628.1295</w:t>
      </w:r>
      <w:r>
        <w:tab/>
        <w:t>2.025e0</w:t>
      </w:r>
    </w:p>
    <w:p w:rsidR="005B3ED9" w:rsidRDefault="005B3ED9" w:rsidP="005B3ED9">
      <w:r>
        <w:t>628.1776</w:t>
      </w:r>
      <w:r>
        <w:tab/>
        <w:t>1.013e0</w:t>
      </w:r>
    </w:p>
    <w:p w:rsidR="005B3ED9" w:rsidRDefault="005B3ED9" w:rsidP="005B3ED9">
      <w:r>
        <w:t>628.1944</w:t>
      </w:r>
      <w:r>
        <w:tab/>
        <w:t>1.013e0</w:t>
      </w:r>
    </w:p>
    <w:p w:rsidR="005B3ED9" w:rsidRDefault="005B3ED9" w:rsidP="005B3ED9">
      <w:r>
        <w:t>628.2126</w:t>
      </w:r>
      <w:r>
        <w:tab/>
        <w:t>1.013e0</w:t>
      </w:r>
    </w:p>
    <w:p w:rsidR="005B3ED9" w:rsidRDefault="005B3ED9" w:rsidP="005B3ED9">
      <w:r>
        <w:t>628.2309</w:t>
      </w:r>
      <w:r>
        <w:tab/>
        <w:t>1.013e0</w:t>
      </w:r>
    </w:p>
    <w:p w:rsidR="005B3ED9" w:rsidRDefault="005B3ED9" w:rsidP="005B3ED9">
      <w:r>
        <w:t>628.2654</w:t>
      </w:r>
      <w:r>
        <w:tab/>
        <w:t>1.013e0</w:t>
      </w:r>
    </w:p>
    <w:p w:rsidR="005B3ED9" w:rsidRDefault="005B3ED9" w:rsidP="005B3ED9">
      <w:r>
        <w:t>628.2819</w:t>
      </w:r>
      <w:r>
        <w:tab/>
        <w:t>1.013e0</w:t>
      </w:r>
    </w:p>
    <w:p w:rsidR="005B3ED9" w:rsidRDefault="005B3ED9" w:rsidP="005B3ED9">
      <w:r>
        <w:t>628.4564</w:t>
      </w:r>
      <w:r>
        <w:tab/>
        <w:t>2.025e0</w:t>
      </w:r>
    </w:p>
    <w:p w:rsidR="005B3ED9" w:rsidRDefault="005B3ED9" w:rsidP="005B3ED9">
      <w:r>
        <w:t>628.4670</w:t>
      </w:r>
      <w:r>
        <w:tab/>
        <w:t>1.013e0</w:t>
      </w:r>
    </w:p>
    <w:p w:rsidR="005B3ED9" w:rsidRDefault="005B3ED9" w:rsidP="005B3ED9">
      <w:r>
        <w:lastRenderedPageBreak/>
        <w:t>628.4783</w:t>
      </w:r>
      <w:r>
        <w:tab/>
        <w:t>2.025e0</w:t>
      </w:r>
    </w:p>
    <w:p w:rsidR="005B3ED9" w:rsidRDefault="005B3ED9" w:rsidP="005B3ED9">
      <w:r>
        <w:t>628.5219</w:t>
      </w:r>
      <w:r>
        <w:tab/>
        <w:t>2.025e0</w:t>
      </w:r>
    </w:p>
    <w:p w:rsidR="005B3ED9" w:rsidRDefault="005B3ED9" w:rsidP="005B3ED9">
      <w:r>
        <w:t>628.5370</w:t>
      </w:r>
      <w:r>
        <w:tab/>
        <w:t>2.025e0</w:t>
      </w:r>
    </w:p>
    <w:p w:rsidR="005B3ED9" w:rsidRDefault="005B3ED9" w:rsidP="005B3ED9">
      <w:r>
        <w:t>628.5806</w:t>
      </w:r>
      <w:r>
        <w:tab/>
        <w:t>1.013e0</w:t>
      </w:r>
    </w:p>
    <w:p w:rsidR="005B3ED9" w:rsidRDefault="005B3ED9" w:rsidP="005B3ED9">
      <w:r>
        <w:t>628.6682</w:t>
      </w:r>
      <w:r>
        <w:tab/>
        <w:t>1.013e0</w:t>
      </w:r>
    </w:p>
    <w:p w:rsidR="005B3ED9" w:rsidRDefault="005B3ED9" w:rsidP="005B3ED9">
      <w:r>
        <w:t>628.6819</w:t>
      </w:r>
      <w:r>
        <w:tab/>
        <w:t>1.013e0</w:t>
      </w:r>
    </w:p>
    <w:p w:rsidR="005B3ED9" w:rsidRDefault="005B3ED9" w:rsidP="005B3ED9">
      <w:r>
        <w:t>628.7042</w:t>
      </w:r>
      <w:r>
        <w:tab/>
        <w:t>1.013e0</w:t>
      </w:r>
    </w:p>
    <w:p w:rsidR="005B3ED9" w:rsidRDefault="005B3ED9" w:rsidP="005B3ED9">
      <w:r>
        <w:t>628.7356</w:t>
      </w:r>
      <w:r>
        <w:tab/>
        <w:t>2.025e0</w:t>
      </w:r>
    </w:p>
    <w:p w:rsidR="005B3ED9" w:rsidRDefault="005B3ED9" w:rsidP="005B3ED9">
      <w:r>
        <w:t>628.7893</w:t>
      </w:r>
      <w:r>
        <w:tab/>
        <w:t>1.013e0</w:t>
      </w:r>
    </w:p>
    <w:p w:rsidR="005B3ED9" w:rsidRDefault="005B3ED9" w:rsidP="005B3ED9">
      <w:r>
        <w:t>628.8430</w:t>
      </w:r>
      <w:r>
        <w:tab/>
        <w:t>1.013e0</w:t>
      </w:r>
    </w:p>
    <w:p w:rsidR="005B3ED9" w:rsidRDefault="005B3ED9" w:rsidP="005B3ED9">
      <w:r>
        <w:t>628.8974</w:t>
      </w:r>
      <w:r>
        <w:tab/>
        <w:t>1.013e0</w:t>
      </w:r>
    </w:p>
    <w:p w:rsidR="005B3ED9" w:rsidRDefault="005B3ED9" w:rsidP="005B3ED9">
      <w:r>
        <w:t>628.9613</w:t>
      </w:r>
      <w:r>
        <w:tab/>
        <w:t>1.013e0</w:t>
      </w:r>
    </w:p>
    <w:p w:rsidR="005B3ED9" w:rsidRDefault="005B3ED9" w:rsidP="005B3ED9">
      <w:r>
        <w:t>628.9852</w:t>
      </w:r>
      <w:r>
        <w:tab/>
        <w:t>1.013e0</w:t>
      </w:r>
    </w:p>
    <w:p w:rsidR="005B3ED9" w:rsidRDefault="005B3ED9" w:rsidP="005B3ED9">
      <w:r>
        <w:t>629.0904</w:t>
      </w:r>
      <w:r>
        <w:tab/>
        <w:t>1.013e0</w:t>
      </w:r>
    </w:p>
    <w:p w:rsidR="005B3ED9" w:rsidRDefault="005B3ED9" w:rsidP="005B3ED9">
      <w:r>
        <w:t>629.2299</w:t>
      </w:r>
      <w:r>
        <w:tab/>
        <w:t>1.013e0</w:t>
      </w:r>
    </w:p>
    <w:p w:rsidR="005B3ED9" w:rsidRDefault="005B3ED9" w:rsidP="005B3ED9">
      <w:r>
        <w:t>629.3268</w:t>
      </w:r>
      <w:r>
        <w:tab/>
        <w:t>1.013e0</w:t>
      </w:r>
    </w:p>
    <w:p w:rsidR="005B3ED9" w:rsidRDefault="005B3ED9" w:rsidP="005B3ED9">
      <w:r>
        <w:t>629.3878</w:t>
      </w:r>
      <w:r>
        <w:tab/>
        <w:t>1.013e0</w:t>
      </w:r>
    </w:p>
    <w:p w:rsidR="005B3ED9" w:rsidRDefault="005B3ED9" w:rsidP="005B3ED9">
      <w:r>
        <w:t>629.4413</w:t>
      </w:r>
      <w:r>
        <w:tab/>
        <w:t>2.025e0</w:t>
      </w:r>
    </w:p>
    <w:p w:rsidR="005B3ED9" w:rsidRDefault="005B3ED9" w:rsidP="005B3ED9">
      <w:r>
        <w:t>629.5526</w:t>
      </w:r>
      <w:r>
        <w:tab/>
        <w:t>1.013e0</w:t>
      </w:r>
    </w:p>
    <w:p w:rsidR="005B3ED9" w:rsidRDefault="005B3ED9" w:rsidP="005B3ED9">
      <w:r>
        <w:lastRenderedPageBreak/>
        <w:t>629.6816</w:t>
      </w:r>
      <w:r>
        <w:tab/>
        <w:t>1.013e0</w:t>
      </w:r>
    </w:p>
    <w:p w:rsidR="005B3ED9" w:rsidRDefault="005B3ED9" w:rsidP="005B3ED9">
      <w:r>
        <w:t>629.8107</w:t>
      </w:r>
      <w:r>
        <w:tab/>
        <w:t>1.013e0</w:t>
      </w:r>
    </w:p>
    <w:p w:rsidR="005B3ED9" w:rsidRDefault="005B3ED9" w:rsidP="005B3ED9">
      <w:r>
        <w:t>629.8539</w:t>
      </w:r>
      <w:r>
        <w:tab/>
        <w:t>1.013e0</w:t>
      </w:r>
    </w:p>
    <w:p w:rsidR="005B3ED9" w:rsidRDefault="005B3ED9" w:rsidP="005B3ED9">
      <w:r>
        <w:t>629.8976</w:t>
      </w:r>
      <w:r>
        <w:tab/>
        <w:t>1.013e0</w:t>
      </w:r>
    </w:p>
    <w:p w:rsidR="005B3ED9" w:rsidRDefault="005B3ED9" w:rsidP="005B3ED9">
      <w:r>
        <w:t>629.9399</w:t>
      </w:r>
      <w:r>
        <w:tab/>
        <w:t>1.013e0</w:t>
      </w:r>
    </w:p>
    <w:p w:rsidR="005B3ED9" w:rsidRDefault="005B3ED9" w:rsidP="005B3ED9">
      <w:r>
        <w:t>630.0152</w:t>
      </w:r>
      <w:r>
        <w:tab/>
        <w:t>1.013e0</w:t>
      </w:r>
    </w:p>
    <w:p w:rsidR="005B3ED9" w:rsidRDefault="005B3ED9" w:rsidP="005B3ED9">
      <w:r>
        <w:t>630.1983</w:t>
      </w:r>
      <w:r>
        <w:tab/>
        <w:t>1.013e0</w:t>
      </w:r>
    </w:p>
    <w:p w:rsidR="005B3ED9" w:rsidRDefault="005B3ED9" w:rsidP="005B3ED9">
      <w:r>
        <w:t>630.2628</w:t>
      </w:r>
      <w:r>
        <w:tab/>
        <w:t>2.025e0</w:t>
      </w:r>
    </w:p>
    <w:p w:rsidR="005B3ED9" w:rsidRDefault="005B3ED9" w:rsidP="005B3ED9">
      <w:r>
        <w:t>630.2661</w:t>
      </w:r>
      <w:r>
        <w:tab/>
        <w:t>1.013e0</w:t>
      </w:r>
    </w:p>
    <w:p w:rsidR="005B3ED9" w:rsidRDefault="005B3ED9" w:rsidP="005B3ED9">
      <w:r>
        <w:t>630.3275</w:t>
      </w:r>
      <w:r>
        <w:tab/>
        <w:t>1.013e0</w:t>
      </w:r>
    </w:p>
    <w:p w:rsidR="005B3ED9" w:rsidRDefault="005B3ED9" w:rsidP="005B3ED9">
      <w:r>
        <w:t>630.3382</w:t>
      </w:r>
      <w:r>
        <w:tab/>
        <w:t>1.013e0</w:t>
      </w:r>
    </w:p>
    <w:p w:rsidR="005B3ED9" w:rsidRDefault="005B3ED9" w:rsidP="005B3ED9">
      <w:r>
        <w:t>630.3491</w:t>
      </w:r>
      <w:r>
        <w:tab/>
        <w:t>1.013e0</w:t>
      </w:r>
    </w:p>
    <w:p w:rsidR="005B3ED9" w:rsidRDefault="005B3ED9" w:rsidP="005B3ED9">
      <w:r>
        <w:t>630.4144</w:t>
      </w:r>
      <w:r>
        <w:tab/>
        <w:t>2.025e0</w:t>
      </w:r>
    </w:p>
    <w:p w:rsidR="005B3ED9" w:rsidRDefault="005B3ED9" w:rsidP="005B3ED9">
      <w:r>
        <w:t>630.4244</w:t>
      </w:r>
      <w:r>
        <w:tab/>
        <w:t>1.013e0</w:t>
      </w:r>
    </w:p>
    <w:p w:rsidR="005B3ED9" w:rsidRDefault="005B3ED9" w:rsidP="005B3ED9">
      <w:r>
        <w:t>630.4998</w:t>
      </w:r>
      <w:r>
        <w:tab/>
        <w:t>1.013e0</w:t>
      </w:r>
    </w:p>
    <w:p w:rsidR="005B3ED9" w:rsidRDefault="005B3ED9" w:rsidP="005B3ED9">
      <w:r>
        <w:t>630.5321</w:t>
      </w:r>
      <w:r>
        <w:tab/>
        <w:t>1.013e0</w:t>
      </w:r>
    </w:p>
    <w:p w:rsidR="005B3ED9" w:rsidRDefault="005B3ED9" w:rsidP="005B3ED9">
      <w:r>
        <w:t>630.6614</w:t>
      </w:r>
      <w:r>
        <w:tab/>
        <w:t>1.013e0</w:t>
      </w:r>
    </w:p>
    <w:p w:rsidR="005B3ED9" w:rsidRDefault="005B3ED9" w:rsidP="005B3ED9">
      <w:r>
        <w:t>630.6869</w:t>
      </w:r>
      <w:r>
        <w:tab/>
        <w:t>1.013e0</w:t>
      </w:r>
    </w:p>
    <w:p w:rsidR="005B3ED9" w:rsidRDefault="005B3ED9" w:rsidP="005B3ED9">
      <w:r>
        <w:t>630.6920</w:t>
      </w:r>
      <w:r>
        <w:tab/>
        <w:t>2.025e0</w:t>
      </w:r>
    </w:p>
    <w:p w:rsidR="005B3ED9" w:rsidRDefault="005B3ED9" w:rsidP="005B3ED9">
      <w:r>
        <w:lastRenderedPageBreak/>
        <w:t>630.7476</w:t>
      </w:r>
      <w:r>
        <w:tab/>
        <w:t>1.013e0</w:t>
      </w:r>
    </w:p>
    <w:p w:rsidR="005B3ED9" w:rsidRDefault="005B3ED9" w:rsidP="005B3ED9">
      <w:r>
        <w:t>630.7562</w:t>
      </w:r>
      <w:r>
        <w:tab/>
        <w:t>1.013e0</w:t>
      </w:r>
    </w:p>
    <w:p w:rsidR="005B3ED9" w:rsidRDefault="005B3ED9" w:rsidP="005B3ED9">
      <w:r>
        <w:t>630.7743</w:t>
      </w:r>
      <w:r>
        <w:tab/>
        <w:t>1.013e0</w:t>
      </w:r>
    </w:p>
    <w:p w:rsidR="005B3ED9" w:rsidRDefault="005B3ED9" w:rsidP="005B3ED9">
      <w:r>
        <w:t>630.8179</w:t>
      </w:r>
      <w:r>
        <w:tab/>
        <w:t>2.025e0</w:t>
      </w:r>
    </w:p>
    <w:p w:rsidR="005B3ED9" w:rsidRDefault="005B3ED9" w:rsidP="005B3ED9">
      <w:r>
        <w:t>630.8799</w:t>
      </w:r>
      <w:r>
        <w:tab/>
        <w:t>1.013e0</w:t>
      </w:r>
    </w:p>
    <w:p w:rsidR="005B3ED9" w:rsidRDefault="005B3ED9" w:rsidP="005B3ED9">
      <w:r>
        <w:t>630.8877</w:t>
      </w:r>
      <w:r>
        <w:tab/>
        <w:t>1.013e0</w:t>
      </w:r>
    </w:p>
    <w:p w:rsidR="005B3ED9" w:rsidRDefault="005B3ED9" w:rsidP="005B3ED9">
      <w:r>
        <w:t>630.8964</w:t>
      </w:r>
      <w:r>
        <w:tab/>
        <w:t>3.038e0</w:t>
      </w:r>
    </w:p>
    <w:p w:rsidR="005B3ED9" w:rsidRDefault="005B3ED9" w:rsidP="005B3ED9">
      <w:r>
        <w:t>630.9739</w:t>
      </w:r>
      <w:r>
        <w:tab/>
        <w:t>1.013e0</w:t>
      </w:r>
    </w:p>
    <w:p w:rsidR="005B3ED9" w:rsidRDefault="005B3ED9" w:rsidP="005B3ED9">
      <w:r>
        <w:t>631.0709</w:t>
      </w:r>
      <w:r>
        <w:tab/>
        <w:t>1.013e0</w:t>
      </w:r>
    </w:p>
    <w:p w:rsidR="005B3ED9" w:rsidRDefault="005B3ED9" w:rsidP="005B3ED9">
      <w:r>
        <w:t>631.0895</w:t>
      </w:r>
      <w:r>
        <w:tab/>
        <w:t>1.013e0</w:t>
      </w:r>
    </w:p>
    <w:p w:rsidR="005B3ED9" w:rsidRDefault="005B3ED9" w:rsidP="005B3ED9">
      <w:r>
        <w:t>631.0925</w:t>
      </w:r>
      <w:r>
        <w:tab/>
        <w:t>1.013e0</w:t>
      </w:r>
    </w:p>
    <w:p w:rsidR="005B3ED9" w:rsidRDefault="005B3ED9" w:rsidP="005B3ED9">
      <w:r>
        <w:t>631.2003</w:t>
      </w:r>
      <w:r>
        <w:tab/>
        <w:t>1.013e0</w:t>
      </w:r>
    </w:p>
    <w:p w:rsidR="005B3ED9" w:rsidRDefault="005B3ED9" w:rsidP="005B3ED9">
      <w:r>
        <w:t>631.2649</w:t>
      </w:r>
      <w:r>
        <w:tab/>
        <w:t>1.013e0</w:t>
      </w:r>
    </w:p>
    <w:p w:rsidR="005B3ED9" w:rsidRDefault="005B3ED9" w:rsidP="005B3ED9">
      <w:r>
        <w:t>631.3175</w:t>
      </w:r>
      <w:r>
        <w:tab/>
        <w:t>1.013e0</w:t>
      </w:r>
    </w:p>
    <w:p w:rsidR="005B3ED9" w:rsidRDefault="005B3ED9" w:rsidP="005B3ED9">
      <w:r>
        <w:t>631.3836</w:t>
      </w:r>
      <w:r>
        <w:tab/>
        <w:t>1.013e0</w:t>
      </w:r>
    </w:p>
    <w:p w:rsidR="005B3ED9" w:rsidRDefault="005B3ED9" w:rsidP="005B3ED9">
      <w:r>
        <w:t>631.3951</w:t>
      </w:r>
      <w:r>
        <w:tab/>
        <w:t>3.038e0</w:t>
      </w:r>
    </w:p>
    <w:p w:rsidR="005B3ED9" w:rsidRDefault="005B3ED9" w:rsidP="005B3ED9">
      <w:r>
        <w:t>631.4241</w:t>
      </w:r>
      <w:r>
        <w:tab/>
        <w:t>3.038e0</w:t>
      </w:r>
    </w:p>
    <w:p w:rsidR="005B3ED9" w:rsidRDefault="005B3ED9" w:rsidP="005B3ED9">
      <w:r>
        <w:t>631.5242</w:t>
      </w:r>
      <w:r>
        <w:tab/>
        <w:t>3.038e0</w:t>
      </w:r>
    </w:p>
    <w:p w:rsidR="005B3ED9" w:rsidRDefault="005B3ED9" w:rsidP="005B3ED9">
      <w:r>
        <w:t>631.5886</w:t>
      </w:r>
      <w:r>
        <w:tab/>
        <w:t>1.013e0</w:t>
      </w:r>
    </w:p>
    <w:p w:rsidR="005B3ED9" w:rsidRDefault="005B3ED9" w:rsidP="005B3ED9">
      <w:r>
        <w:lastRenderedPageBreak/>
        <w:t>631.7072</w:t>
      </w:r>
      <w:r>
        <w:tab/>
        <w:t>1.013e0</w:t>
      </w:r>
    </w:p>
    <w:p w:rsidR="005B3ED9" w:rsidRDefault="005B3ED9" w:rsidP="005B3ED9">
      <w:r>
        <w:t>631.7127</w:t>
      </w:r>
      <w:r>
        <w:tab/>
        <w:t>2.025e0</w:t>
      </w:r>
    </w:p>
    <w:p w:rsidR="005B3ED9" w:rsidRDefault="005B3ED9" w:rsidP="005B3ED9">
      <w:r>
        <w:t>631.8088</w:t>
      </w:r>
      <w:r>
        <w:tab/>
        <w:t>2.025e0</w:t>
      </w:r>
    </w:p>
    <w:p w:rsidR="005B3ED9" w:rsidRDefault="005B3ED9" w:rsidP="005B3ED9">
      <w:r>
        <w:t>631.8367</w:t>
      </w:r>
      <w:r>
        <w:tab/>
        <w:t>1.013e0</w:t>
      </w:r>
    </w:p>
    <w:p w:rsidR="005B3ED9" w:rsidRDefault="005B3ED9" w:rsidP="005B3ED9">
      <w:r>
        <w:t>631.9015</w:t>
      </w:r>
      <w:r>
        <w:tab/>
        <w:t>2.025e0</w:t>
      </w:r>
    </w:p>
    <w:p w:rsidR="005B3ED9" w:rsidRDefault="005B3ED9" w:rsidP="005B3ED9">
      <w:r>
        <w:t>631.9339</w:t>
      </w:r>
      <w:r>
        <w:tab/>
        <w:t>1.013e0</w:t>
      </w:r>
    </w:p>
    <w:p w:rsidR="005B3ED9" w:rsidRDefault="005B3ED9" w:rsidP="005B3ED9">
      <w:r>
        <w:t>632.0526</w:t>
      </w:r>
      <w:r>
        <w:tab/>
        <w:t>1.013e0</w:t>
      </w:r>
    </w:p>
    <w:p w:rsidR="005B3ED9" w:rsidRDefault="005B3ED9" w:rsidP="005B3ED9">
      <w:r>
        <w:t>632.0560</w:t>
      </w:r>
      <w:r>
        <w:tab/>
        <w:t>3.038e0</w:t>
      </w:r>
    </w:p>
    <w:p w:rsidR="005B3ED9" w:rsidRDefault="005B3ED9" w:rsidP="005B3ED9">
      <w:r>
        <w:t>632.1071</w:t>
      </w:r>
      <w:r>
        <w:tab/>
        <w:t>2.025e0</w:t>
      </w:r>
    </w:p>
    <w:p w:rsidR="005B3ED9" w:rsidRDefault="005B3ED9" w:rsidP="005B3ED9">
      <w:r>
        <w:t>632.1822</w:t>
      </w:r>
      <w:r>
        <w:tab/>
        <w:t>1.013e0</w:t>
      </w:r>
    </w:p>
    <w:p w:rsidR="005B3ED9" w:rsidRDefault="005B3ED9" w:rsidP="005B3ED9">
      <w:r>
        <w:t>632.3355</w:t>
      </w:r>
      <w:r>
        <w:tab/>
        <w:t>2.025e0</w:t>
      </w:r>
    </w:p>
    <w:p w:rsidR="005B3ED9" w:rsidRDefault="005B3ED9" w:rsidP="005B3ED9">
      <w:r>
        <w:t>632.3495</w:t>
      </w:r>
      <w:r>
        <w:tab/>
        <w:t>2.025e0</w:t>
      </w:r>
    </w:p>
    <w:p w:rsidR="005B3ED9" w:rsidRDefault="005B3ED9" w:rsidP="005B3ED9">
      <w:r>
        <w:t>632.4053</w:t>
      </w:r>
      <w:r>
        <w:tab/>
        <w:t>2.025e0</w:t>
      </w:r>
    </w:p>
    <w:p w:rsidR="005B3ED9" w:rsidRDefault="005B3ED9" w:rsidP="005B3ED9">
      <w:r>
        <w:t>632.4306</w:t>
      </w:r>
      <w:r>
        <w:tab/>
        <w:t>1.013e0</w:t>
      </w:r>
    </w:p>
    <w:p w:rsidR="005B3ED9" w:rsidRDefault="005B3ED9" w:rsidP="005B3ED9">
      <w:r>
        <w:t>632.4739</w:t>
      </w:r>
      <w:r>
        <w:tab/>
        <w:t>1.013e0</w:t>
      </w:r>
    </w:p>
    <w:p w:rsidR="005B3ED9" w:rsidRDefault="005B3ED9" w:rsidP="005B3ED9">
      <w:r>
        <w:t>632.4758</w:t>
      </w:r>
      <w:r>
        <w:tab/>
        <w:t>1.013e0</w:t>
      </w:r>
    </w:p>
    <w:p w:rsidR="005B3ED9" w:rsidRDefault="005B3ED9" w:rsidP="005B3ED9">
      <w:r>
        <w:t>632.5668</w:t>
      </w:r>
      <w:r>
        <w:tab/>
        <w:t>3.038e0</w:t>
      </w:r>
    </w:p>
    <w:p w:rsidR="005B3ED9" w:rsidRDefault="005B3ED9" w:rsidP="005B3ED9">
      <w:r>
        <w:t>632.5927</w:t>
      </w:r>
      <w:r>
        <w:tab/>
        <w:t>1.013e0</w:t>
      </w:r>
    </w:p>
    <w:p w:rsidR="005B3ED9" w:rsidRDefault="005B3ED9" w:rsidP="005B3ED9">
      <w:r>
        <w:t>632.6326</w:t>
      </w:r>
      <w:r>
        <w:tab/>
        <w:t>1.013e0</w:t>
      </w:r>
    </w:p>
    <w:p w:rsidR="005B3ED9" w:rsidRDefault="005B3ED9" w:rsidP="005B3ED9">
      <w:r>
        <w:lastRenderedPageBreak/>
        <w:t>632.6854</w:t>
      </w:r>
      <w:r>
        <w:tab/>
        <w:t>1.013e0</w:t>
      </w:r>
    </w:p>
    <w:p w:rsidR="005B3ED9" w:rsidRDefault="005B3ED9" w:rsidP="005B3ED9">
      <w:r>
        <w:t>632.7440</w:t>
      </w:r>
      <w:r>
        <w:tab/>
        <w:t>1.013e0</w:t>
      </w:r>
    </w:p>
    <w:p w:rsidR="005B3ED9" w:rsidRDefault="005B3ED9" w:rsidP="005B3ED9">
      <w:r>
        <w:t>632.7548</w:t>
      </w:r>
      <w:r>
        <w:tab/>
        <w:t>1.013e0</w:t>
      </w:r>
    </w:p>
    <w:p w:rsidR="005B3ED9" w:rsidRDefault="005B3ED9" w:rsidP="005B3ED9">
      <w:r>
        <w:t>632.7656</w:t>
      </w:r>
      <w:r>
        <w:tab/>
        <w:t>2.025e0</w:t>
      </w:r>
    </w:p>
    <w:p w:rsidR="005B3ED9" w:rsidRDefault="005B3ED9" w:rsidP="005B3ED9">
      <w:r>
        <w:t>632.8196</w:t>
      </w:r>
      <w:r>
        <w:tab/>
        <w:t>1.013e0</w:t>
      </w:r>
    </w:p>
    <w:p w:rsidR="005B3ED9" w:rsidRDefault="005B3ED9" w:rsidP="005B3ED9">
      <w:r>
        <w:t>632.8304</w:t>
      </w:r>
      <w:r>
        <w:tab/>
        <w:t>1.013e0</w:t>
      </w:r>
    </w:p>
    <w:p w:rsidR="005B3ED9" w:rsidRDefault="005B3ED9" w:rsidP="005B3ED9">
      <w:r>
        <w:t>632.9601</w:t>
      </w:r>
      <w:r>
        <w:tab/>
        <w:t>1.013e0</w:t>
      </w:r>
    </w:p>
    <w:p w:rsidR="005B3ED9" w:rsidRDefault="005B3ED9" w:rsidP="005B3ED9">
      <w:r>
        <w:t>632.9710</w:t>
      </w:r>
      <w:r>
        <w:tab/>
        <w:t>1.013e0</w:t>
      </w:r>
    </w:p>
    <w:p w:rsidR="005B3ED9" w:rsidRDefault="005B3ED9" w:rsidP="005B3ED9">
      <w:r>
        <w:t>633.0898</w:t>
      </w:r>
      <w:r>
        <w:tab/>
        <w:t>1.013e0</w:t>
      </w:r>
    </w:p>
    <w:p w:rsidR="005B3ED9" w:rsidRDefault="005B3ED9" w:rsidP="005B3ED9">
      <w:r>
        <w:t>633.1006</w:t>
      </w:r>
      <w:r>
        <w:tab/>
        <w:t>1.013e0</w:t>
      </w:r>
    </w:p>
    <w:p w:rsidR="005B3ED9" w:rsidRDefault="005B3ED9" w:rsidP="005B3ED9">
      <w:r>
        <w:t>633.1980</w:t>
      </w:r>
      <w:r>
        <w:tab/>
        <w:t>1.013e0</w:t>
      </w:r>
    </w:p>
    <w:p w:rsidR="005B3ED9" w:rsidRDefault="005B3ED9" w:rsidP="005B3ED9">
      <w:r>
        <w:t>633.2845</w:t>
      </w:r>
      <w:r>
        <w:tab/>
        <w:t>1.013e0</w:t>
      </w:r>
    </w:p>
    <w:p w:rsidR="005B3ED9" w:rsidRDefault="005B3ED9" w:rsidP="005B3ED9">
      <w:r>
        <w:t>633.2954</w:t>
      </w:r>
      <w:r>
        <w:tab/>
        <w:t>1.013e0</w:t>
      </w:r>
    </w:p>
    <w:p w:rsidR="005B3ED9" w:rsidRDefault="005B3ED9" w:rsidP="005B3ED9">
      <w:r>
        <w:t>633.3603</w:t>
      </w:r>
      <w:r>
        <w:tab/>
        <w:t>1.013e0</w:t>
      </w:r>
    </w:p>
    <w:p w:rsidR="005B3ED9" w:rsidRDefault="005B3ED9" w:rsidP="005B3ED9">
      <w:r>
        <w:t>633.4047</w:t>
      </w:r>
      <w:r>
        <w:tab/>
        <w:t>1.013e0</w:t>
      </w:r>
    </w:p>
    <w:p w:rsidR="005B3ED9" w:rsidRDefault="005B3ED9" w:rsidP="005B3ED9">
      <w:r>
        <w:t>633.4675</w:t>
      </w:r>
      <w:r>
        <w:tab/>
        <w:t>3.038e0</w:t>
      </w:r>
    </w:p>
    <w:p w:rsidR="005B3ED9" w:rsidRDefault="005B3ED9" w:rsidP="005B3ED9">
      <w:r>
        <w:t>633.4742</w:t>
      </w:r>
      <w:r>
        <w:tab/>
        <w:t>1.013e0</w:t>
      </w:r>
    </w:p>
    <w:p w:rsidR="005B3ED9" w:rsidRDefault="005B3ED9" w:rsidP="005B3ED9">
      <w:r>
        <w:t>633.5226</w:t>
      </w:r>
      <w:r>
        <w:tab/>
        <w:t>1.013e0</w:t>
      </w:r>
    </w:p>
    <w:p w:rsidR="005B3ED9" w:rsidRDefault="005B3ED9" w:rsidP="005B3ED9">
      <w:r>
        <w:t>633.5659</w:t>
      </w:r>
      <w:r>
        <w:tab/>
        <w:t>1.013e0</w:t>
      </w:r>
    </w:p>
    <w:p w:rsidR="005B3ED9" w:rsidRDefault="005B3ED9" w:rsidP="005B3ED9">
      <w:r>
        <w:lastRenderedPageBreak/>
        <w:t>633.6199</w:t>
      </w:r>
      <w:r>
        <w:tab/>
        <w:t>2.025e0</w:t>
      </w:r>
    </w:p>
    <w:p w:rsidR="005B3ED9" w:rsidRDefault="005B3ED9" w:rsidP="005B3ED9">
      <w:r>
        <w:t>633.6227</w:t>
      </w:r>
      <w:r>
        <w:tab/>
        <w:t>2.025e0</w:t>
      </w:r>
    </w:p>
    <w:p w:rsidR="005B3ED9" w:rsidRDefault="005B3ED9" w:rsidP="005B3ED9">
      <w:r>
        <w:t>633.7019</w:t>
      </w:r>
      <w:r>
        <w:tab/>
        <w:t>2.025e0</w:t>
      </w:r>
    </w:p>
    <w:p w:rsidR="005B3ED9" w:rsidRDefault="005B3ED9" w:rsidP="005B3ED9">
      <w:r>
        <w:t>633.7606</w:t>
      </w:r>
      <w:r>
        <w:tab/>
        <w:t>1.013e0</w:t>
      </w:r>
    </w:p>
    <w:p w:rsidR="005B3ED9" w:rsidRDefault="005B3ED9" w:rsidP="005B3ED9">
      <w:r>
        <w:t>633.8688</w:t>
      </w:r>
      <w:r>
        <w:tab/>
        <w:t>1.013e0</w:t>
      </w:r>
    </w:p>
    <w:p w:rsidR="005B3ED9" w:rsidRDefault="005B3ED9" w:rsidP="005B3ED9">
      <w:r>
        <w:t>633.9226</w:t>
      </w:r>
      <w:r>
        <w:tab/>
        <w:t>2.025e0</w:t>
      </w:r>
    </w:p>
    <w:p w:rsidR="005B3ED9" w:rsidRDefault="005B3ED9" w:rsidP="005B3ED9">
      <w:r>
        <w:t>634.0204</w:t>
      </w:r>
      <w:r>
        <w:tab/>
        <w:t>1.013e0</w:t>
      </w:r>
    </w:p>
    <w:p w:rsidR="005B3ED9" w:rsidRDefault="005B3ED9" w:rsidP="005B3ED9">
      <w:r>
        <w:t>634.1503</w:t>
      </w:r>
      <w:r>
        <w:tab/>
        <w:t>2.025e0</w:t>
      </w:r>
    </w:p>
    <w:p w:rsidR="005B3ED9" w:rsidRDefault="005B3ED9" w:rsidP="005B3ED9">
      <w:r>
        <w:t>634.1574</w:t>
      </w:r>
      <w:r>
        <w:tab/>
        <w:t>2.025e0</w:t>
      </w:r>
    </w:p>
    <w:p w:rsidR="005B3ED9" w:rsidRDefault="005B3ED9" w:rsidP="005B3ED9">
      <w:r>
        <w:t>634.2800</w:t>
      </w:r>
      <w:r>
        <w:tab/>
        <w:t>1.013e0</w:t>
      </w:r>
    </w:p>
    <w:p w:rsidR="005B3ED9" w:rsidRDefault="005B3ED9" w:rsidP="005B3ED9">
      <w:r>
        <w:t>634.2911</w:t>
      </w:r>
      <w:r>
        <w:tab/>
        <w:t>1.013e0</w:t>
      </w:r>
    </w:p>
    <w:p w:rsidR="005B3ED9" w:rsidRDefault="005B3ED9" w:rsidP="005B3ED9">
      <w:r>
        <w:t>634.3159</w:t>
      </w:r>
      <w:r>
        <w:tab/>
        <w:t>1.013e0</w:t>
      </w:r>
    </w:p>
    <w:p w:rsidR="005B3ED9" w:rsidRDefault="005B3ED9" w:rsidP="005B3ED9">
      <w:r>
        <w:t>634.4000</w:t>
      </w:r>
      <w:r>
        <w:tab/>
        <w:t>2.025e0</w:t>
      </w:r>
    </w:p>
    <w:p w:rsidR="005B3ED9" w:rsidRDefault="005B3ED9" w:rsidP="005B3ED9">
      <w:r>
        <w:t>634.4333</w:t>
      </w:r>
      <w:r>
        <w:tab/>
        <w:t>2.025e0</w:t>
      </w:r>
    </w:p>
    <w:p w:rsidR="005B3ED9" w:rsidRDefault="005B3ED9" w:rsidP="005B3ED9">
      <w:r>
        <w:t>634.4645</w:t>
      </w:r>
      <w:r>
        <w:tab/>
        <w:t>2.025e0</w:t>
      </w:r>
    </w:p>
    <w:p w:rsidR="005B3ED9" w:rsidRDefault="005B3ED9" w:rsidP="005B3ED9">
      <w:r>
        <w:t>634.5946</w:t>
      </w:r>
      <w:r>
        <w:tab/>
        <w:t>1.013e0</w:t>
      </w:r>
    </w:p>
    <w:p w:rsidR="005B3ED9" w:rsidRDefault="005B3ED9" w:rsidP="005B3ED9">
      <w:r>
        <w:t>634.5962</w:t>
      </w:r>
      <w:r>
        <w:tab/>
        <w:t>1.013e0</w:t>
      </w:r>
    </w:p>
    <w:p w:rsidR="005B3ED9" w:rsidRDefault="005B3ED9" w:rsidP="005B3ED9">
      <w:r>
        <w:t>634.6379</w:t>
      </w:r>
      <w:r>
        <w:tab/>
        <w:t>1.013e0</w:t>
      </w:r>
    </w:p>
    <w:p w:rsidR="005B3ED9" w:rsidRDefault="005B3ED9" w:rsidP="005B3ED9">
      <w:r>
        <w:t>634.7604</w:t>
      </w:r>
      <w:r>
        <w:tab/>
        <w:t>2.025e0</w:t>
      </w:r>
    </w:p>
    <w:p w:rsidR="005B3ED9" w:rsidRDefault="005B3ED9" w:rsidP="005B3ED9">
      <w:r>
        <w:lastRenderedPageBreak/>
        <w:t>634.8588</w:t>
      </w:r>
      <w:r>
        <w:tab/>
        <w:t>1.013e0</w:t>
      </w:r>
    </w:p>
    <w:p w:rsidR="005B3ED9" w:rsidRDefault="005B3ED9" w:rsidP="005B3ED9">
      <w:r>
        <w:t>634.9808</w:t>
      </w:r>
      <w:r>
        <w:tab/>
        <w:t>1.013e0</w:t>
      </w:r>
    </w:p>
    <w:p w:rsidR="005B3ED9" w:rsidRDefault="005B3ED9" w:rsidP="005B3ED9">
      <w:r>
        <w:t>635.0065</w:t>
      </w:r>
      <w:r>
        <w:tab/>
        <w:t>1.013e0</w:t>
      </w:r>
    </w:p>
    <w:p w:rsidR="005B3ED9" w:rsidRDefault="005B3ED9" w:rsidP="005B3ED9">
      <w:r>
        <w:t>635.0715</w:t>
      </w:r>
      <w:r>
        <w:tab/>
        <w:t>1.013e0</w:t>
      </w:r>
    </w:p>
    <w:p w:rsidR="005B3ED9" w:rsidRDefault="005B3ED9" w:rsidP="005B3ED9">
      <w:r>
        <w:t>635.0980</w:t>
      </w:r>
      <w:r>
        <w:tab/>
        <w:t>2.025e0</w:t>
      </w:r>
    </w:p>
    <w:p w:rsidR="005B3ED9" w:rsidRDefault="005B3ED9" w:rsidP="005B3ED9">
      <w:r>
        <w:t>635.1210</w:t>
      </w:r>
      <w:r>
        <w:tab/>
        <w:t>1.013e0</w:t>
      </w:r>
    </w:p>
    <w:p w:rsidR="005B3ED9" w:rsidRDefault="005B3ED9" w:rsidP="005B3ED9">
      <w:r>
        <w:t>635.2343</w:t>
      </w:r>
      <w:r>
        <w:tab/>
        <w:t>1.013e0</w:t>
      </w:r>
    </w:p>
    <w:p w:rsidR="005B3ED9" w:rsidRDefault="005B3ED9" w:rsidP="005B3ED9">
      <w:r>
        <w:t>635.2960</w:t>
      </w:r>
      <w:r>
        <w:tab/>
        <w:t>1.013e0</w:t>
      </w:r>
    </w:p>
    <w:p w:rsidR="005B3ED9" w:rsidRDefault="005B3ED9" w:rsidP="005B3ED9">
      <w:r>
        <w:t>635.3481</w:t>
      </w:r>
      <w:r>
        <w:tab/>
        <w:t>2.025e0</w:t>
      </w:r>
    </w:p>
    <w:p w:rsidR="005B3ED9" w:rsidRDefault="005B3ED9" w:rsidP="005B3ED9">
      <w:r>
        <w:t>635.4078</w:t>
      </w:r>
      <w:r>
        <w:tab/>
        <w:t>1.013e0</w:t>
      </w:r>
    </w:p>
    <w:p w:rsidR="005B3ED9" w:rsidRDefault="005B3ED9" w:rsidP="005B3ED9">
      <w:r>
        <w:t>635.4294</w:t>
      </w:r>
      <w:r>
        <w:tab/>
        <w:t>1.013e0</w:t>
      </w:r>
    </w:p>
    <w:p w:rsidR="005B3ED9" w:rsidRDefault="005B3ED9" w:rsidP="005B3ED9">
      <w:r>
        <w:t>635.4708</w:t>
      </w:r>
      <w:r>
        <w:tab/>
        <w:t>3.038e0</w:t>
      </w:r>
    </w:p>
    <w:p w:rsidR="005B3ED9" w:rsidRDefault="005B3ED9" w:rsidP="005B3ED9">
      <w:r>
        <w:t>635.5307</w:t>
      </w:r>
      <w:r>
        <w:tab/>
        <w:t>2.025e0</w:t>
      </w:r>
    </w:p>
    <w:p w:rsidR="005B3ED9" w:rsidRDefault="005B3ED9" w:rsidP="005B3ED9">
      <w:r>
        <w:t>635.6111</w:t>
      </w:r>
      <w:r>
        <w:tab/>
        <w:t>1.013e0</w:t>
      </w:r>
    </w:p>
    <w:p w:rsidR="005B3ED9" w:rsidRDefault="005B3ED9" w:rsidP="005B3ED9">
      <w:r>
        <w:t>635.6140</w:t>
      </w:r>
      <w:r>
        <w:tab/>
        <w:t>1.013e0</w:t>
      </w:r>
    </w:p>
    <w:p w:rsidR="005B3ED9" w:rsidRDefault="005B3ED9" w:rsidP="005B3ED9">
      <w:r>
        <w:t>635.8086</w:t>
      </w:r>
      <w:r>
        <w:tab/>
        <w:t>2.025e0</w:t>
      </w:r>
    </w:p>
    <w:p w:rsidR="005B3ED9" w:rsidRDefault="005B3ED9" w:rsidP="005B3ED9">
      <w:r>
        <w:t>635.8147</w:t>
      </w:r>
      <w:r>
        <w:tab/>
        <w:t>2.025e0</w:t>
      </w:r>
    </w:p>
    <w:p w:rsidR="005B3ED9" w:rsidRDefault="005B3ED9" w:rsidP="005B3ED9">
      <w:r>
        <w:t>635.8223</w:t>
      </w:r>
      <w:r>
        <w:tab/>
        <w:t>1.013e0</w:t>
      </w:r>
    </w:p>
    <w:p w:rsidR="005B3ED9" w:rsidRDefault="005B3ED9" w:rsidP="005B3ED9">
      <w:r>
        <w:t>635.8743</w:t>
      </w:r>
      <w:r>
        <w:tab/>
        <w:t>2.025e0</w:t>
      </w:r>
    </w:p>
    <w:p w:rsidR="005B3ED9" w:rsidRDefault="005B3ED9" w:rsidP="005B3ED9">
      <w:r>
        <w:lastRenderedPageBreak/>
        <w:t>635.9940</w:t>
      </w:r>
      <w:r>
        <w:tab/>
        <w:t>2.025e0</w:t>
      </w:r>
    </w:p>
    <w:p w:rsidR="005B3ED9" w:rsidRDefault="005B3ED9" w:rsidP="005B3ED9">
      <w:r>
        <w:t>635.9973</w:t>
      </w:r>
      <w:r>
        <w:tab/>
        <w:t>1.013e0</w:t>
      </w:r>
    </w:p>
    <w:p w:rsidR="005B3ED9" w:rsidRDefault="005B3ED9" w:rsidP="005B3ED9">
      <w:r>
        <w:t>636.0666</w:t>
      </w:r>
      <w:r>
        <w:tab/>
        <w:t>1.013e0</w:t>
      </w:r>
    </w:p>
    <w:p w:rsidR="005B3ED9" w:rsidRDefault="005B3ED9" w:rsidP="005B3ED9">
      <w:r>
        <w:t>636.1460</w:t>
      </w:r>
      <w:r>
        <w:tab/>
        <w:t>1.013e0</w:t>
      </w:r>
    </w:p>
    <w:p w:rsidR="005B3ED9" w:rsidRDefault="005B3ED9" w:rsidP="005B3ED9">
      <w:r>
        <w:t>636.1569</w:t>
      </w:r>
      <w:r>
        <w:tab/>
        <w:t>1.013e0</w:t>
      </w:r>
    </w:p>
    <w:p w:rsidR="005B3ED9" w:rsidRDefault="005B3ED9" w:rsidP="005B3ED9">
      <w:r>
        <w:t>636.2328</w:t>
      </w:r>
      <w:r>
        <w:tab/>
        <w:t>1.013e0</w:t>
      </w:r>
    </w:p>
    <w:p w:rsidR="005B3ED9" w:rsidRDefault="005B3ED9" w:rsidP="005B3ED9">
      <w:r>
        <w:t>636.2438</w:t>
      </w:r>
      <w:r>
        <w:tab/>
        <w:t>1.013e0</w:t>
      </w:r>
    </w:p>
    <w:p w:rsidR="005B3ED9" w:rsidRDefault="005B3ED9" w:rsidP="005B3ED9">
      <w:r>
        <w:t>636.2764</w:t>
      </w:r>
      <w:r>
        <w:tab/>
        <w:t>1.013e0</w:t>
      </w:r>
    </w:p>
    <w:p w:rsidR="005B3ED9" w:rsidRDefault="005B3ED9" w:rsidP="005B3ED9">
      <w:r>
        <w:t>636.3290</w:t>
      </w:r>
      <w:r>
        <w:tab/>
        <w:t>1.013e0</w:t>
      </w:r>
    </w:p>
    <w:p w:rsidR="005B3ED9" w:rsidRDefault="005B3ED9" w:rsidP="005B3ED9">
      <w:r>
        <w:t>636.3524</w:t>
      </w:r>
      <w:r>
        <w:tab/>
        <w:t>1.013e0</w:t>
      </w:r>
    </w:p>
    <w:p w:rsidR="005B3ED9" w:rsidRDefault="005B3ED9" w:rsidP="005B3ED9">
      <w:r>
        <w:t>636.4176</w:t>
      </w:r>
      <w:r>
        <w:tab/>
        <w:t>2.025e0</w:t>
      </w:r>
    </w:p>
    <w:p w:rsidR="005B3ED9" w:rsidRDefault="005B3ED9" w:rsidP="005B3ED9">
      <w:r>
        <w:t>636.5372</w:t>
      </w:r>
      <w:r>
        <w:tab/>
        <w:t>1.013e0</w:t>
      </w:r>
    </w:p>
    <w:p w:rsidR="005B3ED9" w:rsidRDefault="005B3ED9" w:rsidP="005B3ED9">
      <w:r>
        <w:t>636.6185</w:t>
      </w:r>
      <w:r>
        <w:tab/>
        <w:t>2.025e0</w:t>
      </w:r>
    </w:p>
    <w:p w:rsidR="005B3ED9" w:rsidRDefault="005B3ED9" w:rsidP="005B3ED9">
      <w:r>
        <w:t>636.7425</w:t>
      </w:r>
      <w:r>
        <w:tab/>
        <w:t>2.025e0</w:t>
      </w:r>
    </w:p>
    <w:p w:rsidR="005B3ED9" w:rsidRDefault="005B3ED9" w:rsidP="005B3ED9">
      <w:r>
        <w:t>636.7654</w:t>
      </w:r>
      <w:r>
        <w:tab/>
        <w:t>1.013e0</w:t>
      </w:r>
    </w:p>
    <w:p w:rsidR="005B3ED9" w:rsidRDefault="005B3ED9" w:rsidP="005B3ED9">
      <w:r>
        <w:t>636.7871</w:t>
      </w:r>
      <w:r>
        <w:tab/>
        <w:t>1.013e0</w:t>
      </w:r>
    </w:p>
    <w:p w:rsidR="005B3ED9" w:rsidRDefault="005B3ED9" w:rsidP="005B3ED9">
      <w:r>
        <w:t>636.7924</w:t>
      </w:r>
      <w:r>
        <w:tab/>
        <w:t>4.051e0</w:t>
      </w:r>
    </w:p>
    <w:p w:rsidR="005B3ED9" w:rsidRDefault="005B3ED9" w:rsidP="005B3ED9">
      <w:r>
        <w:t>636.8260</w:t>
      </w:r>
      <w:r>
        <w:tab/>
        <w:t>2.025e0</w:t>
      </w:r>
    </w:p>
    <w:p w:rsidR="005B3ED9" w:rsidRDefault="005B3ED9" w:rsidP="005B3ED9">
      <w:r>
        <w:t>636.8552</w:t>
      </w:r>
      <w:r>
        <w:tab/>
        <w:t>1.013e0</w:t>
      </w:r>
    </w:p>
    <w:p w:rsidR="005B3ED9" w:rsidRDefault="005B3ED9" w:rsidP="005B3ED9">
      <w:r>
        <w:lastRenderedPageBreak/>
        <w:t>636.9176</w:t>
      </w:r>
      <w:r>
        <w:tab/>
        <w:t>2.025e0</w:t>
      </w:r>
    </w:p>
    <w:p w:rsidR="005B3ED9" w:rsidRDefault="005B3ED9" w:rsidP="005B3ED9">
      <w:r>
        <w:t>636.9344</w:t>
      </w:r>
      <w:r>
        <w:tab/>
        <w:t>2.025e0</w:t>
      </w:r>
    </w:p>
    <w:p w:rsidR="005B3ED9" w:rsidRDefault="005B3ED9" w:rsidP="005B3ED9">
      <w:r>
        <w:t>637.0302</w:t>
      </w:r>
      <w:r>
        <w:tab/>
        <w:t>1.013e0</w:t>
      </w:r>
    </w:p>
    <w:p w:rsidR="005B3ED9" w:rsidRDefault="005B3ED9" w:rsidP="005B3ED9">
      <w:r>
        <w:t>637.0481</w:t>
      </w:r>
      <w:r>
        <w:tab/>
        <w:t>1.013e0</w:t>
      </w:r>
    </w:p>
    <w:p w:rsidR="005B3ED9" w:rsidRDefault="005B3ED9" w:rsidP="005B3ED9">
      <w:r>
        <w:t>637.0699</w:t>
      </w:r>
      <w:r>
        <w:tab/>
        <w:t>1.013e0</w:t>
      </w:r>
    </w:p>
    <w:p w:rsidR="005B3ED9" w:rsidRDefault="005B3ED9" w:rsidP="005B3ED9">
      <w:r>
        <w:t>637.1353</w:t>
      </w:r>
      <w:r>
        <w:tab/>
        <w:t>1.013e0</w:t>
      </w:r>
    </w:p>
    <w:p w:rsidR="005B3ED9" w:rsidRDefault="005B3ED9" w:rsidP="005B3ED9">
      <w:r>
        <w:t>637.1522</w:t>
      </w:r>
      <w:r>
        <w:tab/>
        <w:t>1.013e0</w:t>
      </w:r>
    </w:p>
    <w:p w:rsidR="005B3ED9" w:rsidRDefault="005B3ED9" w:rsidP="005B3ED9">
      <w:r>
        <w:t>637.1960</w:t>
      </w:r>
      <w:r>
        <w:tab/>
        <w:t>2.025e0</w:t>
      </w:r>
    </w:p>
    <w:p w:rsidR="005B3ED9" w:rsidRDefault="005B3ED9" w:rsidP="005B3ED9">
      <w:r>
        <w:t>637.2004</w:t>
      </w:r>
      <w:r>
        <w:tab/>
        <w:t>1.013e0</w:t>
      </w:r>
    </w:p>
    <w:p w:rsidR="005B3ED9" w:rsidRDefault="005B3ED9" w:rsidP="005B3ED9">
      <w:r>
        <w:t>637.2051</w:t>
      </w:r>
      <w:r>
        <w:tab/>
        <w:t>1.013e0</w:t>
      </w:r>
    </w:p>
    <w:p w:rsidR="005B3ED9" w:rsidRDefault="005B3ED9" w:rsidP="005B3ED9">
      <w:r>
        <w:t>637.2657</w:t>
      </w:r>
      <w:r>
        <w:tab/>
        <w:t>1.013e0</w:t>
      </w:r>
    </w:p>
    <w:p w:rsidR="005B3ED9" w:rsidRDefault="005B3ED9" w:rsidP="005B3ED9">
      <w:r>
        <w:t>637.2828</w:t>
      </w:r>
      <w:r>
        <w:tab/>
        <w:t>3.820e0</w:t>
      </w:r>
    </w:p>
    <w:p w:rsidR="005B3ED9" w:rsidRDefault="005B3ED9" w:rsidP="005B3ED9">
      <w:r>
        <w:t>637.3093</w:t>
      </w:r>
      <w:r>
        <w:tab/>
        <w:t>1.013e0</w:t>
      </w:r>
    </w:p>
    <w:p w:rsidR="005B3ED9" w:rsidRDefault="005B3ED9" w:rsidP="005B3ED9">
      <w:r>
        <w:t>637.3104</w:t>
      </w:r>
      <w:r>
        <w:tab/>
        <w:t>1.013e0</w:t>
      </w:r>
    </w:p>
    <w:p w:rsidR="005B3ED9" w:rsidRDefault="005B3ED9" w:rsidP="005B3ED9">
      <w:r>
        <w:t>637.3310</w:t>
      </w:r>
      <w:r>
        <w:tab/>
        <w:t>1.013e0</w:t>
      </w:r>
    </w:p>
    <w:p w:rsidR="005B3ED9" w:rsidRDefault="005B3ED9" w:rsidP="005B3ED9">
      <w:r>
        <w:t>637.3618</w:t>
      </w:r>
      <w:r>
        <w:tab/>
        <w:t>2.025e0</w:t>
      </w:r>
    </w:p>
    <w:p w:rsidR="005B3ED9" w:rsidRDefault="005B3ED9" w:rsidP="005B3ED9">
      <w:r>
        <w:t>637.4018</w:t>
      </w:r>
      <w:r>
        <w:tab/>
        <w:t>3.657e0</w:t>
      </w:r>
    </w:p>
    <w:p w:rsidR="005B3ED9" w:rsidRDefault="005B3ED9" w:rsidP="005B3ED9">
      <w:r>
        <w:t>637.4833</w:t>
      </w:r>
      <w:r>
        <w:tab/>
        <w:t>1.013e0</w:t>
      </w:r>
    </w:p>
    <w:p w:rsidR="005B3ED9" w:rsidRDefault="005B3ED9" w:rsidP="005B3ED9">
      <w:r>
        <w:t>637.5595</w:t>
      </w:r>
      <w:r>
        <w:tab/>
        <w:t>1.013e0</w:t>
      </w:r>
    </w:p>
    <w:p w:rsidR="005B3ED9" w:rsidRDefault="005B3ED9" w:rsidP="005B3ED9">
      <w:r>
        <w:lastRenderedPageBreak/>
        <w:t>637.5813</w:t>
      </w:r>
      <w:r>
        <w:tab/>
        <w:t>1.013e0</w:t>
      </w:r>
    </w:p>
    <w:p w:rsidR="005B3ED9" w:rsidRDefault="005B3ED9" w:rsidP="005B3ED9">
      <w:r>
        <w:t>637.5922</w:t>
      </w:r>
      <w:r>
        <w:tab/>
        <w:t>1.013e0</w:t>
      </w:r>
    </w:p>
    <w:p w:rsidR="005B3ED9" w:rsidRDefault="005B3ED9" w:rsidP="005B3ED9">
      <w:r>
        <w:t>637.6793</w:t>
      </w:r>
      <w:r>
        <w:tab/>
        <w:t>2.025e0</w:t>
      </w:r>
    </w:p>
    <w:p w:rsidR="005B3ED9" w:rsidRDefault="005B3ED9" w:rsidP="005B3ED9">
      <w:r>
        <w:t>637.6956</w:t>
      </w:r>
      <w:r>
        <w:tab/>
        <w:t>2.025e0</w:t>
      </w:r>
    </w:p>
    <w:p w:rsidR="005B3ED9" w:rsidRDefault="005B3ED9" w:rsidP="005B3ED9">
      <w:r>
        <w:t>637.8535</w:t>
      </w:r>
      <w:r>
        <w:tab/>
        <w:t>1.013e0</w:t>
      </w:r>
    </w:p>
    <w:p w:rsidR="005B3ED9" w:rsidRDefault="005B3ED9" w:rsidP="005B3ED9">
      <w:r>
        <w:t>637.8752</w:t>
      </w:r>
      <w:r>
        <w:tab/>
        <w:t>1.013e0</w:t>
      </w:r>
    </w:p>
    <w:p w:rsidR="005B3ED9" w:rsidRDefault="005B3ED9" w:rsidP="005B3ED9">
      <w:r>
        <w:t>638.0270</w:t>
      </w:r>
      <w:r>
        <w:tab/>
        <w:t>1.013e0</w:t>
      </w:r>
    </w:p>
    <w:p w:rsidR="005B3ED9" w:rsidRDefault="005B3ED9" w:rsidP="005B3ED9">
      <w:r>
        <w:t>638.1154</w:t>
      </w:r>
      <w:r>
        <w:tab/>
        <w:t>1.013e0</w:t>
      </w:r>
    </w:p>
    <w:p w:rsidR="005B3ED9" w:rsidRDefault="005B3ED9" w:rsidP="005B3ED9">
      <w:r>
        <w:t>638.1366</w:t>
      </w:r>
      <w:r>
        <w:tab/>
        <w:t>1.013e0</w:t>
      </w:r>
    </w:p>
    <w:p w:rsidR="005B3ED9" w:rsidRDefault="005B3ED9" w:rsidP="005B3ED9">
      <w:r>
        <w:t>638.2020</w:t>
      </w:r>
      <w:r>
        <w:tab/>
        <w:t>1.013e0</w:t>
      </w:r>
    </w:p>
    <w:p w:rsidR="005B3ED9" w:rsidRDefault="005B3ED9" w:rsidP="005B3ED9">
      <w:r>
        <w:t>638.3071</w:t>
      </w:r>
      <w:r>
        <w:tab/>
        <w:t>1.013e0</w:t>
      </w:r>
    </w:p>
    <w:p w:rsidR="005B3ED9" w:rsidRDefault="005B3ED9" w:rsidP="005B3ED9">
      <w:r>
        <w:t>638.3109</w:t>
      </w:r>
      <w:r>
        <w:tab/>
        <w:t>1.013e0</w:t>
      </w:r>
    </w:p>
    <w:p w:rsidR="005B3ED9" w:rsidRDefault="005B3ED9" w:rsidP="005B3ED9">
      <w:r>
        <w:t>638.3945</w:t>
      </w:r>
      <w:r>
        <w:tab/>
        <w:t>1.013e0</w:t>
      </w:r>
    </w:p>
    <w:p w:rsidR="005B3ED9" w:rsidRDefault="005B3ED9" w:rsidP="005B3ED9">
      <w:r>
        <w:t>638.4417</w:t>
      </w:r>
      <w:r>
        <w:tab/>
        <w:t>1.013e0</w:t>
      </w:r>
    </w:p>
    <w:p w:rsidR="005B3ED9" w:rsidRDefault="005B3ED9" w:rsidP="005B3ED9">
      <w:r>
        <w:t>638.5946</w:t>
      </w:r>
      <w:r>
        <w:tab/>
        <w:t>4.051e0</w:t>
      </w:r>
    </w:p>
    <w:p w:rsidR="005B3ED9" w:rsidRDefault="005B3ED9" w:rsidP="005B3ED9">
      <w:r>
        <w:t>638.6082</w:t>
      </w:r>
      <w:r>
        <w:tab/>
        <w:t>4.051e0</w:t>
      </w:r>
    </w:p>
    <w:p w:rsidR="005B3ED9" w:rsidRDefault="005B3ED9" w:rsidP="005B3ED9">
      <w:r>
        <w:t>638.6174</w:t>
      </w:r>
      <w:r>
        <w:tab/>
        <w:t>5.063e0</w:t>
      </w:r>
    </w:p>
    <w:p w:rsidR="005B3ED9" w:rsidRDefault="005B3ED9" w:rsidP="005B3ED9">
      <w:r>
        <w:t>638.6206</w:t>
      </w:r>
      <w:r>
        <w:tab/>
        <w:t>7.089e0</w:t>
      </w:r>
    </w:p>
    <w:p w:rsidR="005B3ED9" w:rsidRDefault="005B3ED9" w:rsidP="005B3ED9">
      <w:r>
        <w:t>638.7143</w:t>
      </w:r>
      <w:r>
        <w:tab/>
        <w:t>1.013e0</w:t>
      </w:r>
    </w:p>
    <w:p w:rsidR="005B3ED9" w:rsidRDefault="005B3ED9" w:rsidP="005B3ED9">
      <w:r>
        <w:lastRenderedPageBreak/>
        <w:t>638.7803</w:t>
      </w:r>
      <w:r>
        <w:tab/>
        <w:t>1.013e0</w:t>
      </w:r>
    </w:p>
    <w:p w:rsidR="005B3ED9" w:rsidRDefault="005B3ED9" w:rsidP="005B3ED9">
      <w:r>
        <w:t>638.8939</w:t>
      </w:r>
      <w:r>
        <w:tab/>
        <w:t>2.025e0</w:t>
      </w:r>
    </w:p>
    <w:p w:rsidR="005B3ED9" w:rsidRDefault="005B3ED9" w:rsidP="005B3ED9">
      <w:r>
        <w:t>638.9106</w:t>
      </w:r>
      <w:r>
        <w:tab/>
        <w:t>1.013e0</w:t>
      </w:r>
    </w:p>
    <w:p w:rsidR="005B3ED9" w:rsidRDefault="005B3ED9" w:rsidP="005B3ED9">
      <w:r>
        <w:t>638.9373</w:t>
      </w:r>
      <w:r>
        <w:tab/>
        <w:t>1.013e0</w:t>
      </w:r>
    </w:p>
    <w:p w:rsidR="005B3ED9" w:rsidRDefault="005B3ED9" w:rsidP="005B3ED9">
      <w:r>
        <w:t>638.9719</w:t>
      </w:r>
      <w:r>
        <w:tab/>
        <w:t>1.013e0</w:t>
      </w:r>
    </w:p>
    <w:p w:rsidR="005B3ED9" w:rsidRDefault="005B3ED9" w:rsidP="005B3ED9">
      <w:r>
        <w:t>639.0087</w:t>
      </w:r>
      <w:r>
        <w:tab/>
        <w:t>1.013e0</w:t>
      </w:r>
    </w:p>
    <w:p w:rsidR="005B3ED9" w:rsidRDefault="005B3ED9" w:rsidP="005B3ED9">
      <w:r>
        <w:t>639.1301</w:t>
      </w:r>
      <w:r>
        <w:tab/>
        <w:t>2.025e0</w:t>
      </w:r>
    </w:p>
    <w:p w:rsidR="005B3ED9" w:rsidRDefault="005B3ED9" w:rsidP="005B3ED9">
      <w:r>
        <w:t>639.1942</w:t>
      </w:r>
      <w:r>
        <w:tab/>
        <w:t>2.025e0</w:t>
      </w:r>
    </w:p>
    <w:p w:rsidR="005B3ED9" w:rsidRDefault="005B3ED9" w:rsidP="005B3ED9">
      <w:r>
        <w:t>639.2269</w:t>
      </w:r>
      <w:r>
        <w:tab/>
        <w:t>1.013e0</w:t>
      </w:r>
    </w:p>
    <w:p w:rsidR="005B3ED9" w:rsidRDefault="005B3ED9" w:rsidP="005B3ED9">
      <w:r>
        <w:t>639.2924</w:t>
      </w:r>
      <w:r>
        <w:tab/>
        <w:t>1.013e0</w:t>
      </w:r>
    </w:p>
    <w:p w:rsidR="005B3ED9" w:rsidRDefault="005B3ED9" w:rsidP="005B3ED9">
      <w:r>
        <w:t>639.3403</w:t>
      </w:r>
      <w:r>
        <w:tab/>
        <w:t>2.025e0</w:t>
      </w:r>
    </w:p>
    <w:p w:rsidR="005B3ED9" w:rsidRDefault="005B3ED9" w:rsidP="005B3ED9">
      <w:r>
        <w:t>639.4233</w:t>
      </w:r>
      <w:r>
        <w:tab/>
        <w:t>2.025e0</w:t>
      </w:r>
    </w:p>
    <w:p w:rsidR="005B3ED9" w:rsidRDefault="005B3ED9" w:rsidP="005B3ED9">
      <w:r>
        <w:t>639.5316</w:t>
      </w:r>
      <w:r>
        <w:tab/>
        <w:t>1.013e0</w:t>
      </w:r>
    </w:p>
    <w:p w:rsidR="005B3ED9" w:rsidRDefault="005B3ED9" w:rsidP="005B3ED9">
      <w:r>
        <w:t>639.6073</w:t>
      </w:r>
      <w:r>
        <w:tab/>
        <w:t>2.025e0</w:t>
      </w:r>
    </w:p>
    <w:p w:rsidR="005B3ED9" w:rsidRDefault="005B3ED9" w:rsidP="005B3ED9">
      <w:r>
        <w:t>639.6361</w:t>
      </w:r>
      <w:r>
        <w:tab/>
        <w:t>3.038e0</w:t>
      </w:r>
    </w:p>
    <w:p w:rsidR="005B3ED9" w:rsidRDefault="005B3ED9" w:rsidP="005B3ED9">
      <w:r>
        <w:t>639.6525</w:t>
      </w:r>
      <w:r>
        <w:tab/>
        <w:t>1.013e0</w:t>
      </w:r>
    </w:p>
    <w:p w:rsidR="005B3ED9" w:rsidRDefault="005B3ED9" w:rsidP="005B3ED9">
      <w:r>
        <w:t>639.8273</w:t>
      </w:r>
      <w:r>
        <w:tab/>
        <w:t>1.013e0</w:t>
      </w:r>
    </w:p>
    <w:p w:rsidR="005B3ED9" w:rsidRDefault="005B3ED9" w:rsidP="005B3ED9">
      <w:r>
        <w:t>639.8992</w:t>
      </w:r>
      <w:r>
        <w:tab/>
        <w:t>2.025e0</w:t>
      </w:r>
    </w:p>
    <w:p w:rsidR="005B3ED9" w:rsidRDefault="005B3ED9" w:rsidP="005B3ED9">
      <w:r>
        <w:t>639.9146</w:t>
      </w:r>
      <w:r>
        <w:tab/>
        <w:t>1.013e0</w:t>
      </w:r>
    </w:p>
    <w:p w:rsidR="005B3ED9" w:rsidRDefault="005B3ED9" w:rsidP="005B3ED9">
      <w:r>
        <w:lastRenderedPageBreak/>
        <w:t>639.9901</w:t>
      </w:r>
      <w:r>
        <w:tab/>
        <w:t>2.025e0</w:t>
      </w:r>
    </w:p>
    <w:p w:rsidR="005B3ED9" w:rsidRDefault="005B3ED9" w:rsidP="005B3ED9">
      <w:r>
        <w:t>640.0785</w:t>
      </w:r>
      <w:r>
        <w:tab/>
        <w:t>1.013e0</w:t>
      </w:r>
    </w:p>
    <w:p w:rsidR="005B3ED9" w:rsidRDefault="005B3ED9" w:rsidP="005B3ED9">
      <w:r>
        <w:t>640.2529</w:t>
      </w:r>
      <w:r>
        <w:tab/>
        <w:t>3.038e0</w:t>
      </w:r>
    </w:p>
    <w:p w:rsidR="005B3ED9" w:rsidRDefault="005B3ED9" w:rsidP="005B3ED9">
      <w:r>
        <w:t>640.3407</w:t>
      </w:r>
      <w:r>
        <w:tab/>
        <w:t>1.013e0</w:t>
      </w:r>
    </w:p>
    <w:p w:rsidR="005B3ED9" w:rsidRDefault="005B3ED9" w:rsidP="005B3ED9">
      <w:r>
        <w:t>640.4236</w:t>
      </w:r>
      <w:r>
        <w:tab/>
        <w:t>1.013e0</w:t>
      </w:r>
    </w:p>
    <w:p w:rsidR="005B3ED9" w:rsidRDefault="005B3ED9" w:rsidP="005B3ED9">
      <w:r>
        <w:t>640.4583</w:t>
      </w:r>
      <w:r>
        <w:tab/>
        <w:t>1.013e0</w:t>
      </w:r>
    </w:p>
    <w:p w:rsidR="005B3ED9" w:rsidRDefault="005B3ED9" w:rsidP="005B3ED9">
      <w:r>
        <w:t>640.5593</w:t>
      </w:r>
      <w:r>
        <w:tab/>
        <w:t>1.013e0</w:t>
      </w:r>
    </w:p>
    <w:p w:rsidR="005B3ED9" w:rsidRDefault="005B3ED9" w:rsidP="005B3ED9">
      <w:r>
        <w:t>640.5640</w:t>
      </w:r>
      <w:r>
        <w:tab/>
        <w:t>2.025e0</w:t>
      </w:r>
    </w:p>
    <w:p w:rsidR="005B3ED9" w:rsidRDefault="005B3ED9" w:rsidP="005B3ED9">
      <w:r>
        <w:t>640.6130</w:t>
      </w:r>
      <w:r>
        <w:tab/>
        <w:t>3.038e0</w:t>
      </w:r>
    </w:p>
    <w:p w:rsidR="005B3ED9" w:rsidRDefault="005B3ED9" w:rsidP="005B3ED9">
      <w:r>
        <w:t>640.6249</w:t>
      </w:r>
      <w:r>
        <w:tab/>
        <w:t>1.013e0</w:t>
      </w:r>
    </w:p>
    <w:p w:rsidR="005B3ED9" w:rsidRDefault="005B3ED9" w:rsidP="005B3ED9">
      <w:r>
        <w:t>640.6859</w:t>
      </w:r>
      <w:r>
        <w:tab/>
        <w:t>1.013e0</w:t>
      </w:r>
    </w:p>
    <w:p w:rsidR="005B3ED9" w:rsidRDefault="005B3ED9" w:rsidP="005B3ED9">
      <w:r>
        <w:t>640.7184</w:t>
      </w:r>
      <w:r>
        <w:tab/>
        <w:t>2.025e0</w:t>
      </w:r>
    </w:p>
    <w:p w:rsidR="005B3ED9" w:rsidRDefault="005B3ED9" w:rsidP="005B3ED9">
      <w:r>
        <w:t>640.7733</w:t>
      </w:r>
      <w:r>
        <w:tab/>
        <w:t>1.013e0</w:t>
      </w:r>
    </w:p>
    <w:p w:rsidR="005B3ED9" w:rsidRDefault="005B3ED9" w:rsidP="005B3ED9">
      <w:r>
        <w:t>640.8644</w:t>
      </w:r>
      <w:r>
        <w:tab/>
        <w:t>2.025e0</w:t>
      </w:r>
    </w:p>
    <w:p w:rsidR="005B3ED9" w:rsidRDefault="005B3ED9" w:rsidP="005B3ED9">
      <w:r>
        <w:t>640.8825</w:t>
      </w:r>
      <w:r>
        <w:tab/>
        <w:t>3.038e0</w:t>
      </w:r>
    </w:p>
    <w:p w:rsidR="005B3ED9" w:rsidRDefault="005B3ED9" w:rsidP="005B3ED9">
      <w:r>
        <w:t>640.9662</w:t>
      </w:r>
      <w:r>
        <w:tab/>
        <w:t>1.013e0</w:t>
      </w:r>
    </w:p>
    <w:p w:rsidR="005B3ED9" w:rsidRDefault="005B3ED9" w:rsidP="005B3ED9">
      <w:r>
        <w:t>641.0078</w:t>
      </w:r>
      <w:r>
        <w:tab/>
        <w:t>1.013e0</w:t>
      </w:r>
    </w:p>
    <w:p w:rsidR="005B3ED9" w:rsidRDefault="005B3ED9" w:rsidP="005B3ED9">
      <w:r>
        <w:t>641.0898</w:t>
      </w:r>
      <w:r>
        <w:tab/>
        <w:t>2.025e0</w:t>
      </w:r>
    </w:p>
    <w:p w:rsidR="005B3ED9" w:rsidRDefault="005B3ED9" w:rsidP="005B3ED9">
      <w:r>
        <w:t>641.1718</w:t>
      </w:r>
      <w:r>
        <w:tab/>
        <w:t>1.013e0</w:t>
      </w:r>
    </w:p>
    <w:p w:rsidR="005B3ED9" w:rsidRDefault="005B3ED9" w:rsidP="005B3ED9">
      <w:r>
        <w:lastRenderedPageBreak/>
        <w:t>641.2286</w:t>
      </w:r>
      <w:r>
        <w:tab/>
        <w:t>1.013e0</w:t>
      </w:r>
    </w:p>
    <w:p w:rsidR="005B3ED9" w:rsidRDefault="005B3ED9" w:rsidP="005B3ED9">
      <w:r>
        <w:t>641.2452</w:t>
      </w:r>
      <w:r>
        <w:tab/>
        <w:t>1.013e0</w:t>
      </w:r>
    </w:p>
    <w:p w:rsidR="005B3ED9" w:rsidRDefault="005B3ED9" w:rsidP="005B3ED9">
      <w:r>
        <w:t>641.2979</w:t>
      </w:r>
      <w:r>
        <w:tab/>
        <w:t>1.013e0</w:t>
      </w:r>
    </w:p>
    <w:p w:rsidR="005B3ED9" w:rsidRDefault="005B3ED9" w:rsidP="005B3ED9">
      <w:r>
        <w:t>641.3508</w:t>
      </w:r>
      <w:r>
        <w:tab/>
        <w:t>1.013e0</w:t>
      </w:r>
    </w:p>
    <w:p w:rsidR="005B3ED9" w:rsidRDefault="005B3ED9" w:rsidP="005B3ED9">
      <w:r>
        <w:t>641.3569</w:t>
      </w:r>
      <w:r>
        <w:tab/>
        <w:t>3.038e0</w:t>
      </w:r>
    </w:p>
    <w:p w:rsidR="005B3ED9" w:rsidRDefault="005B3ED9" w:rsidP="005B3ED9">
      <w:r>
        <w:t>641.4126</w:t>
      </w:r>
      <w:r>
        <w:tab/>
        <w:t>1.013e0</w:t>
      </w:r>
    </w:p>
    <w:p w:rsidR="005B3ED9" w:rsidRDefault="005B3ED9" w:rsidP="005B3ED9">
      <w:r>
        <w:t>641.4547</w:t>
      </w:r>
      <w:r>
        <w:tab/>
        <w:t>2.025e0</w:t>
      </w:r>
    </w:p>
    <w:p w:rsidR="005B3ED9" w:rsidRDefault="005B3ED9" w:rsidP="005B3ED9">
      <w:r>
        <w:t>641.4907</w:t>
      </w:r>
      <w:r>
        <w:tab/>
        <w:t>1.013e0</w:t>
      </w:r>
    </w:p>
    <w:p w:rsidR="005B3ED9" w:rsidRDefault="005B3ED9" w:rsidP="005B3ED9">
      <w:r>
        <w:t>641.5330</w:t>
      </w:r>
      <w:r>
        <w:tab/>
        <w:t>1.013e0</w:t>
      </w:r>
    </w:p>
    <w:p w:rsidR="005B3ED9" w:rsidRDefault="005B3ED9" w:rsidP="005B3ED9">
      <w:r>
        <w:t>641.6212</w:t>
      </w:r>
      <w:r>
        <w:tab/>
        <w:t>2.025e0</w:t>
      </w:r>
    </w:p>
    <w:p w:rsidR="005B3ED9" w:rsidRDefault="005B3ED9" w:rsidP="005B3ED9">
      <w:r>
        <w:t>641.6973</w:t>
      </w:r>
      <w:r>
        <w:tab/>
        <w:t>1.013e0</w:t>
      </w:r>
    </w:p>
    <w:p w:rsidR="005B3ED9" w:rsidRDefault="005B3ED9" w:rsidP="005B3ED9">
      <w:r>
        <w:t>641.7631</w:t>
      </w:r>
      <w:r>
        <w:tab/>
        <w:t>1.013e0</w:t>
      </w:r>
    </w:p>
    <w:p w:rsidR="005B3ED9" w:rsidRDefault="005B3ED9" w:rsidP="005B3ED9">
      <w:r>
        <w:t>641.8287</w:t>
      </w:r>
      <w:r>
        <w:tab/>
        <w:t>1.013e0</w:t>
      </w:r>
    </w:p>
    <w:p w:rsidR="005B3ED9" w:rsidRDefault="005B3ED9" w:rsidP="005B3ED9">
      <w:r>
        <w:t>641.9601</w:t>
      </w:r>
      <w:r>
        <w:tab/>
        <w:t>1.013e0</w:t>
      </w:r>
    </w:p>
    <w:p w:rsidR="005B3ED9" w:rsidRDefault="005B3ED9" w:rsidP="005B3ED9">
      <w:r>
        <w:t>641.9626</w:t>
      </w:r>
      <w:r>
        <w:tab/>
        <w:t>1.013e0</w:t>
      </w:r>
    </w:p>
    <w:p w:rsidR="005B3ED9" w:rsidRDefault="005B3ED9" w:rsidP="005B3ED9">
      <w:r>
        <w:t>642.0369</w:t>
      </w:r>
      <w:r>
        <w:tab/>
        <w:t>1.013e0</w:t>
      </w:r>
    </w:p>
    <w:p w:rsidR="005B3ED9" w:rsidRDefault="005B3ED9" w:rsidP="005B3ED9">
      <w:r>
        <w:t>642.0617</w:t>
      </w:r>
      <w:r>
        <w:tab/>
        <w:t>2.025e0</w:t>
      </w:r>
    </w:p>
    <w:p w:rsidR="005B3ED9" w:rsidRDefault="005B3ED9" w:rsidP="005B3ED9">
      <w:r>
        <w:t>642.0666</w:t>
      </w:r>
      <w:r>
        <w:tab/>
        <w:t>1.013e0</w:t>
      </w:r>
    </w:p>
    <w:p w:rsidR="005B3ED9" w:rsidRDefault="005B3ED9" w:rsidP="005B3ED9">
      <w:r>
        <w:t>642.1722</w:t>
      </w:r>
      <w:r>
        <w:tab/>
        <w:t>1.013e0</w:t>
      </w:r>
    </w:p>
    <w:p w:rsidR="005B3ED9" w:rsidRDefault="005B3ED9" w:rsidP="005B3ED9">
      <w:r>
        <w:lastRenderedPageBreak/>
        <w:t>642.2560</w:t>
      </w:r>
      <w:r>
        <w:tab/>
        <w:t>1.013e0</w:t>
      </w:r>
    </w:p>
    <w:p w:rsidR="005B3ED9" w:rsidRDefault="005B3ED9" w:rsidP="005B3ED9">
      <w:r>
        <w:t>642.3049</w:t>
      </w:r>
      <w:r>
        <w:tab/>
        <w:t>2.025e0</w:t>
      </w:r>
    </w:p>
    <w:p w:rsidR="005B3ED9" w:rsidRDefault="005B3ED9" w:rsidP="005B3ED9">
      <w:r>
        <w:t>642.3122</w:t>
      </w:r>
      <w:r>
        <w:tab/>
        <w:t>1.013e0</w:t>
      </w:r>
    </w:p>
    <w:p w:rsidR="005B3ED9" w:rsidRDefault="005B3ED9" w:rsidP="005B3ED9">
      <w:r>
        <w:t>642.3179</w:t>
      </w:r>
      <w:r>
        <w:tab/>
        <w:t>3.038e0</w:t>
      </w:r>
    </w:p>
    <w:p w:rsidR="005B3ED9" w:rsidRDefault="005B3ED9" w:rsidP="005B3ED9">
      <w:r>
        <w:t>642.3766</w:t>
      </w:r>
      <w:r>
        <w:tab/>
        <w:t>1.013e0</w:t>
      </w:r>
    </w:p>
    <w:p w:rsidR="005B3ED9" w:rsidRDefault="005B3ED9" w:rsidP="005B3ED9">
      <w:r>
        <w:t>642.3875</w:t>
      </w:r>
      <w:r>
        <w:tab/>
        <w:t>1.013e0</w:t>
      </w:r>
    </w:p>
    <w:p w:rsidR="005B3ED9" w:rsidRDefault="005B3ED9" w:rsidP="005B3ED9">
      <w:r>
        <w:t>642.4171</w:t>
      </w:r>
      <w:r>
        <w:tab/>
        <w:t>2.025e0</w:t>
      </w:r>
    </w:p>
    <w:p w:rsidR="005B3ED9" w:rsidRDefault="005B3ED9" w:rsidP="005B3ED9">
      <w:r>
        <w:t>642.4856</w:t>
      </w:r>
      <w:r>
        <w:tab/>
        <w:t>4.051e0</w:t>
      </w:r>
    </w:p>
    <w:p w:rsidR="005B3ED9" w:rsidRDefault="005B3ED9" w:rsidP="005B3ED9">
      <w:r>
        <w:t>642.6178</w:t>
      </w:r>
      <w:r>
        <w:tab/>
        <w:t>1.013e0</w:t>
      </w:r>
    </w:p>
    <w:p w:rsidR="005B3ED9" w:rsidRDefault="005B3ED9" w:rsidP="005B3ED9">
      <w:r>
        <w:t>642.6258</w:t>
      </w:r>
      <w:r>
        <w:tab/>
        <w:t>1.013e0</w:t>
      </w:r>
    </w:p>
    <w:p w:rsidR="005B3ED9" w:rsidRDefault="005B3ED9" w:rsidP="005B3ED9">
      <w:r>
        <w:t>642.6398</w:t>
      </w:r>
      <w:r>
        <w:tab/>
        <w:t>1.013e0</w:t>
      </w:r>
    </w:p>
    <w:p w:rsidR="005B3ED9" w:rsidRDefault="005B3ED9" w:rsidP="005B3ED9">
      <w:r>
        <w:t>642.7603</w:t>
      </w:r>
      <w:r>
        <w:tab/>
        <w:t>1.013e0</w:t>
      </w:r>
    </w:p>
    <w:p w:rsidR="005B3ED9" w:rsidRDefault="005B3ED9" w:rsidP="005B3ED9">
      <w:r>
        <w:t>642.8371</w:t>
      </w:r>
      <w:r>
        <w:tab/>
        <w:t>1.013e0</w:t>
      </w:r>
    </w:p>
    <w:p w:rsidR="005B3ED9" w:rsidRDefault="005B3ED9" w:rsidP="005B3ED9">
      <w:r>
        <w:t>642.8444</w:t>
      </w:r>
      <w:r>
        <w:tab/>
        <w:t>3.038e0</w:t>
      </w:r>
    </w:p>
    <w:p w:rsidR="005B3ED9" w:rsidRDefault="005B3ED9" w:rsidP="005B3ED9">
      <w:r>
        <w:t>642.9754</w:t>
      </w:r>
      <w:r>
        <w:tab/>
        <w:t>1.013e0</w:t>
      </w:r>
    </w:p>
    <w:p w:rsidR="005B3ED9" w:rsidRDefault="005B3ED9" w:rsidP="005B3ED9">
      <w:r>
        <w:t>643.1004</w:t>
      </w:r>
      <w:r>
        <w:tab/>
        <w:t>1.013e0</w:t>
      </w:r>
    </w:p>
    <w:p w:rsidR="005B3ED9" w:rsidRDefault="005B3ED9" w:rsidP="005B3ED9">
      <w:r>
        <w:t>643.1683</w:t>
      </w:r>
      <w:r>
        <w:tab/>
        <w:t>1.013e0</w:t>
      </w:r>
    </w:p>
    <w:p w:rsidR="005B3ED9" w:rsidRDefault="005B3ED9" w:rsidP="005B3ED9">
      <w:r>
        <w:t>643.2032</w:t>
      </w:r>
      <w:r>
        <w:tab/>
        <w:t>1.013e0</w:t>
      </w:r>
    </w:p>
    <w:p w:rsidR="005B3ED9" w:rsidRDefault="005B3ED9" w:rsidP="005B3ED9">
      <w:r>
        <w:t>643.3090</w:t>
      </w:r>
      <w:r>
        <w:tab/>
        <w:t>1.013e0</w:t>
      </w:r>
    </w:p>
    <w:p w:rsidR="005B3ED9" w:rsidRDefault="005B3ED9" w:rsidP="005B3ED9">
      <w:r>
        <w:lastRenderedPageBreak/>
        <w:t>643.3250</w:t>
      </w:r>
      <w:r>
        <w:tab/>
        <w:t>2.025e0</w:t>
      </w:r>
    </w:p>
    <w:p w:rsidR="005B3ED9" w:rsidRDefault="005B3ED9" w:rsidP="005B3ED9">
      <w:r>
        <w:t>643.4078</w:t>
      </w:r>
      <w:r>
        <w:tab/>
        <w:t>1.013e0</w:t>
      </w:r>
    </w:p>
    <w:p w:rsidR="005B3ED9" w:rsidRDefault="005B3ED9" w:rsidP="005B3ED9">
      <w:r>
        <w:t>643.4555</w:t>
      </w:r>
      <w:r>
        <w:tab/>
        <w:t>2.025e0</w:t>
      </w:r>
    </w:p>
    <w:p w:rsidR="005B3ED9" w:rsidRDefault="005B3ED9" w:rsidP="005B3ED9">
      <w:r>
        <w:t>643.5670</w:t>
      </w:r>
      <w:r>
        <w:tab/>
        <w:t>2.025e0</w:t>
      </w:r>
    </w:p>
    <w:p w:rsidR="005B3ED9" w:rsidRDefault="005B3ED9" w:rsidP="005B3ED9">
      <w:r>
        <w:t>643.6165</w:t>
      </w:r>
      <w:r>
        <w:tab/>
        <w:t>1.013e0</w:t>
      </w:r>
    </w:p>
    <w:p w:rsidR="005B3ED9" w:rsidRDefault="005B3ED9" w:rsidP="005B3ED9">
      <w:r>
        <w:t>643.7094</w:t>
      </w:r>
      <w:r>
        <w:tab/>
        <w:t>1.013e0</w:t>
      </w:r>
    </w:p>
    <w:p w:rsidR="005B3ED9" w:rsidRDefault="005B3ED9" w:rsidP="005B3ED9">
      <w:r>
        <w:t>643.7615</w:t>
      </w:r>
      <w:r>
        <w:tab/>
        <w:t>2.025e0</w:t>
      </w:r>
    </w:p>
    <w:p w:rsidR="005B3ED9" w:rsidRDefault="005B3ED9" w:rsidP="005B3ED9">
      <w:r>
        <w:t>643.7681</w:t>
      </w:r>
      <w:r>
        <w:tab/>
        <w:t>2.025e0</w:t>
      </w:r>
    </w:p>
    <w:p w:rsidR="005B3ED9" w:rsidRDefault="005B3ED9" w:rsidP="005B3ED9">
      <w:r>
        <w:t>643.8018</w:t>
      </w:r>
      <w:r>
        <w:tab/>
        <w:t>2.025e0</w:t>
      </w:r>
    </w:p>
    <w:p w:rsidR="005B3ED9" w:rsidRDefault="005B3ED9" w:rsidP="005B3ED9">
      <w:r>
        <w:t>643.8306</w:t>
      </w:r>
      <w:r>
        <w:tab/>
        <w:t>2.025e0</w:t>
      </w:r>
    </w:p>
    <w:p w:rsidR="005B3ED9" w:rsidRDefault="005B3ED9" w:rsidP="005B3ED9">
      <w:r>
        <w:t>643.8361</w:t>
      </w:r>
      <w:r>
        <w:tab/>
        <w:t>1.013e0</w:t>
      </w:r>
    </w:p>
    <w:p w:rsidR="005B3ED9" w:rsidRDefault="005B3ED9" w:rsidP="005B3ED9">
      <w:r>
        <w:t>643.9030</w:t>
      </w:r>
      <w:r>
        <w:tab/>
        <w:t>2.025e0</w:t>
      </w:r>
    </w:p>
    <w:p w:rsidR="005B3ED9" w:rsidRDefault="005B3ED9" w:rsidP="005B3ED9">
      <w:r>
        <w:t>644.0449</w:t>
      </w:r>
      <w:r>
        <w:tab/>
        <w:t>1.013e0</w:t>
      </w:r>
    </w:p>
    <w:p w:rsidR="005B3ED9" w:rsidRDefault="005B3ED9" w:rsidP="005B3ED9">
      <w:r>
        <w:t>644.0668</w:t>
      </w:r>
      <w:r>
        <w:tab/>
        <w:t>1.013e0</w:t>
      </w:r>
    </w:p>
    <w:p w:rsidR="005B3ED9" w:rsidRDefault="005B3ED9" w:rsidP="005B3ED9">
      <w:r>
        <w:t>644.0758</w:t>
      </w:r>
      <w:r>
        <w:tab/>
        <w:t>1.013e0</w:t>
      </w:r>
    </w:p>
    <w:p w:rsidR="005B3ED9" w:rsidRDefault="005B3ED9" w:rsidP="005B3ED9">
      <w:r>
        <w:t>644.2536</w:t>
      </w:r>
      <w:r>
        <w:tab/>
        <w:t>1.013e0</w:t>
      </w:r>
    </w:p>
    <w:p w:rsidR="005B3ED9" w:rsidRDefault="005B3ED9" w:rsidP="005B3ED9">
      <w:r>
        <w:t>644.3192</w:t>
      </w:r>
      <w:r>
        <w:tab/>
        <w:t>4.051e0</w:t>
      </w:r>
    </w:p>
    <w:p w:rsidR="005B3ED9" w:rsidRDefault="005B3ED9" w:rsidP="005B3ED9">
      <w:r>
        <w:t>644.3801</w:t>
      </w:r>
      <w:r>
        <w:tab/>
        <w:t>2.025e0</w:t>
      </w:r>
    </w:p>
    <w:p w:rsidR="005B3ED9" w:rsidRDefault="005B3ED9" w:rsidP="005B3ED9">
      <w:r>
        <w:t>644.4722</w:t>
      </w:r>
      <w:r>
        <w:tab/>
        <w:t>4.051e0</w:t>
      </w:r>
    </w:p>
    <w:p w:rsidR="005B3ED9" w:rsidRDefault="005B3ED9" w:rsidP="005B3ED9">
      <w:r>
        <w:lastRenderedPageBreak/>
        <w:t>644.4900</w:t>
      </w:r>
      <w:r>
        <w:tab/>
        <w:t>2.025e0</w:t>
      </w:r>
    </w:p>
    <w:p w:rsidR="005B3ED9" w:rsidRDefault="005B3ED9" w:rsidP="005B3ED9">
      <w:r>
        <w:t>644.4931</w:t>
      </w:r>
      <w:r>
        <w:tab/>
        <w:t>8.101e0</w:t>
      </w:r>
    </w:p>
    <w:p w:rsidR="005B3ED9" w:rsidRDefault="005B3ED9" w:rsidP="005B3ED9">
      <w:r>
        <w:t>644.5504</w:t>
      </w:r>
      <w:r>
        <w:tab/>
        <w:t>1.013e0</w:t>
      </w:r>
    </w:p>
    <w:p w:rsidR="005B3ED9" w:rsidRDefault="005B3ED9" w:rsidP="005B3ED9">
      <w:r>
        <w:t>644.5945</w:t>
      </w:r>
      <w:r>
        <w:tab/>
        <w:t>1.013e0</w:t>
      </w:r>
    </w:p>
    <w:p w:rsidR="005B3ED9" w:rsidRDefault="005B3ED9" w:rsidP="005B3ED9">
      <w:r>
        <w:t>644.6274</w:t>
      </w:r>
      <w:r>
        <w:tab/>
        <w:t>2.025e0</w:t>
      </w:r>
    </w:p>
    <w:p w:rsidR="005B3ED9" w:rsidRDefault="005B3ED9" w:rsidP="005B3ED9">
      <w:r>
        <w:t>644.6385</w:t>
      </w:r>
      <w:r>
        <w:tab/>
        <w:t>1.013e0</w:t>
      </w:r>
    </w:p>
    <w:p w:rsidR="005B3ED9" w:rsidRDefault="005B3ED9" w:rsidP="005B3ED9">
      <w:r>
        <w:t>644.7919</w:t>
      </w:r>
      <w:r>
        <w:tab/>
        <w:t>1.013e0</w:t>
      </w:r>
    </w:p>
    <w:p w:rsidR="005B3ED9" w:rsidRDefault="005B3ED9" w:rsidP="005B3ED9">
      <w:r>
        <w:t>644.9355</w:t>
      </w:r>
      <w:r>
        <w:tab/>
        <w:t>1.013e0</w:t>
      </w:r>
    </w:p>
    <w:p w:rsidR="005B3ED9" w:rsidRDefault="005B3ED9" w:rsidP="005B3ED9">
      <w:r>
        <w:t>644.9575</w:t>
      </w:r>
      <w:r>
        <w:tab/>
        <w:t>1.013e0</w:t>
      </w:r>
    </w:p>
    <w:p w:rsidR="005B3ED9" w:rsidRDefault="005B3ED9" w:rsidP="005B3ED9">
      <w:r>
        <w:t>644.9664</w:t>
      </w:r>
      <w:r>
        <w:tab/>
        <w:t>1.013e0</w:t>
      </w:r>
    </w:p>
    <w:p w:rsidR="005B3ED9" w:rsidRDefault="005B3ED9" w:rsidP="005B3ED9">
      <w:r>
        <w:t>645.0192</w:t>
      </w:r>
      <w:r>
        <w:tab/>
        <w:t>2.025e0</w:t>
      </w:r>
    </w:p>
    <w:p w:rsidR="005B3ED9" w:rsidRDefault="005B3ED9" w:rsidP="005B3ED9">
      <w:r>
        <w:t>645.0345</w:t>
      </w:r>
      <w:r>
        <w:tab/>
        <w:t>1.013e0</w:t>
      </w:r>
    </w:p>
    <w:p w:rsidR="005B3ED9" w:rsidRDefault="005B3ED9" w:rsidP="005B3ED9">
      <w:r>
        <w:t>645.1284</w:t>
      </w:r>
      <w:r>
        <w:tab/>
        <w:t>2.025e0</w:t>
      </w:r>
    </w:p>
    <w:p w:rsidR="005B3ED9" w:rsidRDefault="005B3ED9" w:rsidP="005B3ED9">
      <w:r>
        <w:t>645.1411</w:t>
      </w:r>
      <w:r>
        <w:tab/>
        <w:t>1.013e0</w:t>
      </w:r>
    </w:p>
    <w:p w:rsidR="005B3ED9" w:rsidRDefault="005B3ED9" w:rsidP="005B3ED9">
      <w:r>
        <w:t>645.2216</w:t>
      </w:r>
      <w:r>
        <w:tab/>
        <w:t>2.025e0</w:t>
      </w:r>
    </w:p>
    <w:p w:rsidR="005B3ED9" w:rsidRDefault="005B3ED9" w:rsidP="005B3ED9">
      <w:r>
        <w:t>645.3158</w:t>
      </w:r>
      <w:r>
        <w:tab/>
        <w:t>1.013e0</w:t>
      </w:r>
    </w:p>
    <w:p w:rsidR="005B3ED9" w:rsidRDefault="005B3ED9" w:rsidP="005B3ED9">
      <w:r>
        <w:t>645.3506</w:t>
      </w:r>
      <w:r>
        <w:tab/>
        <w:t>1.013e0</w:t>
      </w:r>
    </w:p>
    <w:p w:rsidR="005B3ED9" w:rsidRDefault="005B3ED9" w:rsidP="005B3ED9">
      <w:r>
        <w:t>645.3807</w:t>
      </w:r>
      <w:r>
        <w:tab/>
        <w:t>2.025e0</w:t>
      </w:r>
    </w:p>
    <w:p w:rsidR="005B3ED9" w:rsidRDefault="005B3ED9" w:rsidP="005B3ED9">
      <w:r>
        <w:t>645.4078</w:t>
      </w:r>
      <w:r>
        <w:tab/>
        <w:t>2.025e0</w:t>
      </w:r>
    </w:p>
    <w:p w:rsidR="005B3ED9" w:rsidRDefault="005B3ED9" w:rsidP="005B3ED9">
      <w:r>
        <w:lastRenderedPageBreak/>
        <w:t>645.4748</w:t>
      </w:r>
      <w:r>
        <w:tab/>
        <w:t>1.013e0</w:t>
      </w:r>
    </w:p>
    <w:p w:rsidR="005B3ED9" w:rsidRDefault="005B3ED9" w:rsidP="005B3ED9">
      <w:r>
        <w:t>645.5166</w:t>
      </w:r>
      <w:r>
        <w:tab/>
        <w:t>2.025e0</w:t>
      </w:r>
    </w:p>
    <w:p w:rsidR="005B3ED9" w:rsidRDefault="005B3ED9" w:rsidP="005B3ED9">
      <w:r>
        <w:t>645.6473</w:t>
      </w:r>
      <w:r>
        <w:tab/>
        <w:t>1.013e0</w:t>
      </w:r>
    </w:p>
    <w:p w:rsidR="005B3ED9" w:rsidRDefault="005B3ED9" w:rsidP="005B3ED9">
      <w:r>
        <w:t>645.6951</w:t>
      </w:r>
      <w:r>
        <w:tab/>
        <w:t>1.013e0</w:t>
      </w:r>
    </w:p>
    <w:p w:rsidR="005B3ED9" w:rsidRDefault="005B3ED9" w:rsidP="005B3ED9">
      <w:r>
        <w:t>645.7778</w:t>
      </w:r>
      <w:r>
        <w:tab/>
        <w:t>3.038e0</w:t>
      </w:r>
    </w:p>
    <w:p w:rsidR="005B3ED9" w:rsidRDefault="005B3ED9" w:rsidP="005B3ED9">
      <w:r>
        <w:t>645.8492</w:t>
      </w:r>
      <w:r>
        <w:tab/>
        <w:t>1.013e0</w:t>
      </w:r>
    </w:p>
    <w:p w:rsidR="005B3ED9" w:rsidRDefault="005B3ED9" w:rsidP="005B3ED9">
      <w:r>
        <w:t>645.9540</w:t>
      </w:r>
      <w:r>
        <w:tab/>
        <w:t>2.025e0</w:t>
      </w:r>
    </w:p>
    <w:p w:rsidR="005B3ED9" w:rsidRDefault="005B3ED9" w:rsidP="005B3ED9">
      <w:r>
        <w:t>645.9623</w:t>
      </w:r>
      <w:r>
        <w:tab/>
        <w:t>1.013e0</w:t>
      </w:r>
    </w:p>
    <w:p w:rsidR="005B3ED9" w:rsidRDefault="005B3ED9" w:rsidP="005B3ED9">
      <w:r>
        <w:t>646.0366</w:t>
      </w:r>
      <w:r>
        <w:tab/>
        <w:t>1.013e0</w:t>
      </w:r>
    </w:p>
    <w:p w:rsidR="005B3ED9" w:rsidRDefault="005B3ED9" w:rsidP="005B3ED9">
      <w:r>
        <w:t>646.0593</w:t>
      </w:r>
      <w:r>
        <w:tab/>
        <w:t>2.025e0</w:t>
      </w:r>
    </w:p>
    <w:p w:rsidR="005B3ED9" w:rsidRDefault="005B3ED9" w:rsidP="005B3ED9">
      <w:r>
        <w:t>646.1011</w:t>
      </w:r>
      <w:r>
        <w:tab/>
        <w:t>1.013e0</w:t>
      </w:r>
    </w:p>
    <w:p w:rsidR="005B3ED9" w:rsidRDefault="005B3ED9" w:rsidP="005B3ED9">
      <w:r>
        <w:t>646.1027</w:t>
      </w:r>
      <w:r>
        <w:tab/>
        <w:t>1.013e0</w:t>
      </w:r>
    </w:p>
    <w:p w:rsidR="005B3ED9" w:rsidRDefault="005B3ED9" w:rsidP="005B3ED9">
      <w:r>
        <w:t>646.1359</w:t>
      </w:r>
      <w:r>
        <w:tab/>
        <w:t>1.013e0</w:t>
      </w:r>
    </w:p>
    <w:p w:rsidR="005B3ED9" w:rsidRDefault="005B3ED9" w:rsidP="005B3ED9">
      <w:r>
        <w:t>646.1799</w:t>
      </w:r>
      <w:r>
        <w:tab/>
        <w:t>1.013e0</w:t>
      </w:r>
    </w:p>
    <w:p w:rsidR="005B3ED9" w:rsidRDefault="005B3ED9" w:rsidP="005B3ED9">
      <w:r>
        <w:t>646.2065</w:t>
      </w:r>
      <w:r>
        <w:tab/>
        <w:t>1.013e0</w:t>
      </w:r>
    </w:p>
    <w:p w:rsidR="005B3ED9" w:rsidRDefault="005B3ED9" w:rsidP="005B3ED9">
      <w:r>
        <w:t>646.2108</w:t>
      </w:r>
      <w:r>
        <w:tab/>
        <w:t>2.025e0</w:t>
      </w:r>
    </w:p>
    <w:p w:rsidR="005B3ED9" w:rsidRDefault="005B3ED9" w:rsidP="005B3ED9">
      <w:r>
        <w:t>646.2939</w:t>
      </w:r>
      <w:r>
        <w:tab/>
        <w:t>1.013e0</w:t>
      </w:r>
    </w:p>
    <w:p w:rsidR="005B3ED9" w:rsidRDefault="005B3ED9" w:rsidP="005B3ED9">
      <w:r>
        <w:t>646.3286</w:t>
      </w:r>
      <w:r>
        <w:tab/>
        <w:t>1.013e0</w:t>
      </w:r>
    </w:p>
    <w:p w:rsidR="005B3ED9" w:rsidRDefault="005B3ED9" w:rsidP="005B3ED9">
      <w:r>
        <w:t>646.3463</w:t>
      </w:r>
      <w:r>
        <w:tab/>
        <w:t>1.013e0</w:t>
      </w:r>
    </w:p>
    <w:p w:rsidR="005B3ED9" w:rsidRDefault="005B3ED9" w:rsidP="005B3ED9">
      <w:r>
        <w:lastRenderedPageBreak/>
        <w:t>646.3807</w:t>
      </w:r>
      <w:r>
        <w:tab/>
        <w:t>2.025e0</w:t>
      </w:r>
    </w:p>
    <w:p w:rsidR="005B3ED9" w:rsidRDefault="005B3ED9" w:rsidP="005B3ED9">
      <w:r>
        <w:t>646.4159</w:t>
      </w:r>
      <w:r>
        <w:tab/>
        <w:t>1.013e0</w:t>
      </w:r>
    </w:p>
    <w:p w:rsidR="005B3ED9" w:rsidRDefault="005B3ED9" w:rsidP="005B3ED9">
      <w:r>
        <w:t>646.4685</w:t>
      </w:r>
      <w:r>
        <w:tab/>
        <w:t>1.013e0</w:t>
      </w:r>
    </w:p>
    <w:p w:rsidR="005B3ED9" w:rsidRDefault="005B3ED9" w:rsidP="005B3ED9">
      <w:r>
        <w:t>646.4776</w:t>
      </w:r>
      <w:r>
        <w:tab/>
        <w:t>1.013e0</w:t>
      </w:r>
    </w:p>
    <w:p w:rsidR="005B3ED9" w:rsidRDefault="005B3ED9" w:rsidP="005B3ED9">
      <w:r>
        <w:t>646.5380</w:t>
      </w:r>
      <w:r>
        <w:tab/>
        <w:t>1.013e0</w:t>
      </w:r>
    </w:p>
    <w:p w:rsidR="005B3ED9" w:rsidRDefault="005B3ED9" w:rsidP="005B3ED9">
      <w:r>
        <w:t>646.6423</w:t>
      </w:r>
      <w:r>
        <w:tab/>
        <w:t>1.013e0</w:t>
      </w:r>
    </w:p>
    <w:p w:rsidR="005B3ED9" w:rsidRDefault="005B3ED9" w:rsidP="005B3ED9">
      <w:r>
        <w:t>646.6779</w:t>
      </w:r>
      <w:r>
        <w:tab/>
        <w:t>1.013e0</w:t>
      </w:r>
    </w:p>
    <w:p w:rsidR="005B3ED9" w:rsidRDefault="005B3ED9" w:rsidP="005B3ED9">
      <w:r>
        <w:t>646.6946</w:t>
      </w:r>
      <w:r>
        <w:tab/>
        <w:t>1.013e0</w:t>
      </w:r>
    </w:p>
    <w:p w:rsidR="005B3ED9" w:rsidRDefault="005B3ED9" w:rsidP="005B3ED9">
      <w:r>
        <w:t>646.8257</w:t>
      </w:r>
      <w:r>
        <w:tab/>
        <w:t>2.025e0</w:t>
      </w:r>
    </w:p>
    <w:p w:rsidR="005B3ED9" w:rsidRDefault="005B3ED9" w:rsidP="005B3ED9">
      <w:r>
        <w:t>646.8526</w:t>
      </w:r>
      <w:r>
        <w:tab/>
        <w:t>1.013e0</w:t>
      </w:r>
    </w:p>
    <w:p w:rsidR="005B3ED9" w:rsidRDefault="005B3ED9" w:rsidP="005B3ED9">
      <w:r>
        <w:t>646.8968</w:t>
      </w:r>
      <w:r>
        <w:tab/>
        <w:t>1.013e0</w:t>
      </w:r>
    </w:p>
    <w:p w:rsidR="005B3ED9" w:rsidRDefault="005B3ED9" w:rsidP="005B3ED9">
      <w:r>
        <w:t>646.9188</w:t>
      </w:r>
      <w:r>
        <w:tab/>
        <w:t>1.013e0</w:t>
      </w:r>
    </w:p>
    <w:p w:rsidR="005B3ED9" w:rsidRDefault="005B3ED9" w:rsidP="005B3ED9">
      <w:r>
        <w:t>646.9850</w:t>
      </w:r>
      <w:r>
        <w:tab/>
        <w:t>1.013e0</w:t>
      </w:r>
    </w:p>
    <w:p w:rsidR="005B3ED9" w:rsidRDefault="005B3ED9" w:rsidP="005B3ED9">
      <w:r>
        <w:t>647.0610</w:t>
      </w:r>
      <w:r>
        <w:tab/>
        <w:t>1.013e0</w:t>
      </w:r>
    </w:p>
    <w:p w:rsidR="005B3ED9" w:rsidRDefault="005B3ED9" w:rsidP="005B3ED9">
      <w:r>
        <w:t>647.0878</w:t>
      </w:r>
      <w:r>
        <w:tab/>
        <w:t>2.025e0</w:t>
      </w:r>
    </w:p>
    <w:p w:rsidR="005B3ED9" w:rsidRDefault="005B3ED9" w:rsidP="005B3ED9">
      <w:r>
        <w:t>647.1726</w:t>
      </w:r>
      <w:r>
        <w:tab/>
        <w:t>1.013e0</w:t>
      </w:r>
    </w:p>
    <w:p w:rsidR="005B3ED9" w:rsidRDefault="005B3ED9" w:rsidP="005B3ED9">
      <w:r>
        <w:t>647.2355</w:t>
      </w:r>
      <w:r>
        <w:tab/>
        <w:t>1.013e0</w:t>
      </w:r>
    </w:p>
    <w:p w:rsidR="005B3ED9" w:rsidRDefault="005B3ED9" w:rsidP="005B3ED9">
      <w:r>
        <w:t>647.3051</w:t>
      </w:r>
      <w:r>
        <w:tab/>
        <w:t>1.013e0</w:t>
      </w:r>
    </w:p>
    <w:p w:rsidR="005B3ED9" w:rsidRDefault="005B3ED9" w:rsidP="005B3ED9">
      <w:r>
        <w:t>647.3708</w:t>
      </w:r>
      <w:r>
        <w:tab/>
        <w:t>3.038e0</w:t>
      </w:r>
    </w:p>
    <w:p w:rsidR="005B3ED9" w:rsidRDefault="005B3ED9" w:rsidP="005B3ED9">
      <w:r>
        <w:lastRenderedPageBreak/>
        <w:t>647.3926</w:t>
      </w:r>
      <w:r>
        <w:tab/>
        <w:t>1.013e0</w:t>
      </w:r>
    </w:p>
    <w:p w:rsidR="005B3ED9" w:rsidRDefault="005B3ED9" w:rsidP="005B3ED9">
      <w:r>
        <w:t>647.4597</w:t>
      </w:r>
      <w:r>
        <w:tab/>
        <w:t>1.013e0</w:t>
      </w:r>
    </w:p>
    <w:p w:rsidR="005B3ED9" w:rsidRDefault="005B3ED9" w:rsidP="005B3ED9">
      <w:r>
        <w:t>647.5147</w:t>
      </w:r>
      <w:r>
        <w:tab/>
        <w:t>1.013e0</w:t>
      </w:r>
    </w:p>
    <w:p w:rsidR="005B3ED9" w:rsidRDefault="005B3ED9" w:rsidP="005B3ED9">
      <w:r>
        <w:t>647.5671</w:t>
      </w:r>
      <w:r>
        <w:tab/>
        <w:t>1.013e0</w:t>
      </w:r>
    </w:p>
    <w:p w:rsidR="005B3ED9" w:rsidRDefault="005B3ED9" w:rsidP="005B3ED9">
      <w:r>
        <w:t>647.6365</w:t>
      </w:r>
      <w:r>
        <w:tab/>
        <w:t>1.013e0</w:t>
      </w:r>
    </w:p>
    <w:p w:rsidR="005B3ED9" w:rsidRDefault="005B3ED9" w:rsidP="005B3ED9">
      <w:r>
        <w:t>647.7579</w:t>
      </w:r>
      <w:r>
        <w:tab/>
        <w:t>1.013e0</w:t>
      </w:r>
    </w:p>
    <w:p w:rsidR="005B3ED9" w:rsidRDefault="005B3ED9" w:rsidP="005B3ED9">
      <w:r>
        <w:t>647.8022</w:t>
      </w:r>
      <w:r>
        <w:tab/>
        <w:t>1.013e0</w:t>
      </w:r>
    </w:p>
    <w:p w:rsidR="005B3ED9" w:rsidRDefault="005B3ED9" w:rsidP="005B3ED9">
      <w:r>
        <w:t>647.9901</w:t>
      </w:r>
      <w:r>
        <w:tab/>
        <w:t>1.013e0</w:t>
      </w:r>
    </w:p>
    <w:p w:rsidR="005B3ED9" w:rsidRDefault="005B3ED9" w:rsidP="005B3ED9">
      <w:r>
        <w:t>648.0387</w:t>
      </w:r>
      <w:r>
        <w:tab/>
        <w:t>1.013e0</w:t>
      </w:r>
    </w:p>
    <w:p w:rsidR="005B3ED9" w:rsidRDefault="005B3ED9" w:rsidP="005B3ED9">
      <w:r>
        <w:t>648.1953</w:t>
      </w:r>
      <w:r>
        <w:tab/>
        <w:t>1.013e0</w:t>
      </w:r>
    </w:p>
    <w:p w:rsidR="005B3ED9" w:rsidRDefault="005B3ED9" w:rsidP="005B3ED9">
      <w:r>
        <w:t>648.2299</w:t>
      </w:r>
      <w:r>
        <w:tab/>
        <w:t>1.013e0</w:t>
      </w:r>
    </w:p>
    <w:p w:rsidR="005B3ED9" w:rsidRDefault="005B3ED9" w:rsidP="005B3ED9">
      <w:r>
        <w:t>648.3438</w:t>
      </w:r>
      <w:r>
        <w:tab/>
        <w:t>1.013e0</w:t>
      </w:r>
    </w:p>
    <w:p w:rsidR="005B3ED9" w:rsidRDefault="005B3ED9" w:rsidP="005B3ED9">
      <w:r>
        <w:t>648.3990</w:t>
      </w:r>
      <w:r>
        <w:tab/>
        <w:t>1.013e0</w:t>
      </w:r>
    </w:p>
    <w:p w:rsidR="005B3ED9" w:rsidRDefault="005B3ED9" w:rsidP="005B3ED9">
      <w:r>
        <w:t>648.4543</w:t>
      </w:r>
      <w:r>
        <w:tab/>
        <w:t>1.013e0</w:t>
      </w:r>
    </w:p>
    <w:p w:rsidR="005B3ED9" w:rsidRDefault="005B3ED9" w:rsidP="005B3ED9">
      <w:r>
        <w:t>648.4985</w:t>
      </w:r>
      <w:r>
        <w:tab/>
        <w:t>1.013e0</w:t>
      </w:r>
    </w:p>
    <w:p w:rsidR="005B3ED9" w:rsidRDefault="005B3ED9" w:rsidP="005B3ED9">
      <w:r>
        <w:t>648.5152</w:t>
      </w:r>
      <w:r>
        <w:tab/>
        <w:t>2.025e0</w:t>
      </w:r>
    </w:p>
    <w:p w:rsidR="005B3ED9" w:rsidRDefault="005B3ED9" w:rsidP="005B3ED9">
      <w:r>
        <w:t>648.5447</w:t>
      </w:r>
      <w:r>
        <w:tab/>
        <w:t>1.013e0</w:t>
      </w:r>
    </w:p>
    <w:p w:rsidR="005B3ED9" w:rsidRDefault="005B3ED9" w:rsidP="005B3ED9">
      <w:r>
        <w:t>648.5796</w:t>
      </w:r>
      <w:r>
        <w:tab/>
        <w:t>1.013e0</w:t>
      </w:r>
    </w:p>
    <w:p w:rsidR="005B3ED9" w:rsidRDefault="005B3ED9" w:rsidP="005B3ED9">
      <w:r>
        <w:t>648.7198</w:t>
      </w:r>
      <w:r>
        <w:tab/>
        <w:t>1.013e0</w:t>
      </w:r>
    </w:p>
    <w:p w:rsidR="005B3ED9" w:rsidRDefault="005B3ED9" w:rsidP="005B3ED9">
      <w:r>
        <w:lastRenderedPageBreak/>
        <w:t>648.7309</w:t>
      </w:r>
      <w:r>
        <w:tab/>
        <w:t>1.013e0</w:t>
      </w:r>
    </w:p>
    <w:p w:rsidR="005B3ED9" w:rsidRDefault="005B3ED9" w:rsidP="005B3ED9">
      <w:r>
        <w:t>648.8761</w:t>
      </w:r>
      <w:r>
        <w:tab/>
        <w:t>1.013e0</w:t>
      </w:r>
    </w:p>
    <w:p w:rsidR="005B3ED9" w:rsidRDefault="005B3ED9" w:rsidP="005B3ED9">
      <w:r>
        <w:t>648.9854</w:t>
      </w:r>
      <w:r>
        <w:tab/>
        <w:t>1.013e0</w:t>
      </w:r>
    </w:p>
    <w:p w:rsidR="005B3ED9" w:rsidRDefault="005B3ED9" w:rsidP="005B3ED9">
      <w:r>
        <w:t>649.1403</w:t>
      </w:r>
      <w:r>
        <w:tab/>
        <w:t>1.013e0</w:t>
      </w:r>
    </w:p>
    <w:p w:rsidR="005B3ED9" w:rsidRDefault="005B3ED9" w:rsidP="005B3ED9">
      <w:r>
        <w:t>649.2344</w:t>
      </w:r>
      <w:r>
        <w:tab/>
        <w:t>2.025e0</w:t>
      </w:r>
    </w:p>
    <w:p w:rsidR="005B3ED9" w:rsidRDefault="005B3ED9" w:rsidP="005B3ED9">
      <w:r>
        <w:t>649.2399</w:t>
      </w:r>
      <w:r>
        <w:tab/>
        <w:t>1.013e0</w:t>
      </w:r>
    </w:p>
    <w:p w:rsidR="005B3ED9" w:rsidRDefault="005B3ED9" w:rsidP="005B3ED9">
      <w:r>
        <w:t>649.3358</w:t>
      </w:r>
      <w:r>
        <w:tab/>
        <w:t>3.038e0</w:t>
      </w:r>
    </w:p>
    <w:p w:rsidR="005B3ED9" w:rsidRDefault="005B3ED9" w:rsidP="005B3ED9">
      <w:r>
        <w:t>649.3586</w:t>
      </w:r>
      <w:r>
        <w:tab/>
        <w:t>3.038e0</w:t>
      </w:r>
    </w:p>
    <w:p w:rsidR="005B3ED9" w:rsidRDefault="005B3ED9" w:rsidP="005B3ED9">
      <w:r>
        <w:t>649.4426</w:t>
      </w:r>
      <w:r>
        <w:tab/>
        <w:t>2.025e0</w:t>
      </w:r>
    </w:p>
    <w:p w:rsidR="005B3ED9" w:rsidRDefault="005B3ED9" w:rsidP="005B3ED9">
      <w:r>
        <w:t>649.4681</w:t>
      </w:r>
      <w:r>
        <w:tab/>
        <w:t>2.025e0</w:t>
      </w:r>
    </w:p>
    <w:p w:rsidR="005B3ED9" w:rsidRDefault="005B3ED9" w:rsidP="005B3ED9">
      <w:r>
        <w:t>649.4969</w:t>
      </w:r>
      <w:r>
        <w:tab/>
        <w:t>2.025e0</w:t>
      </w:r>
    </w:p>
    <w:p w:rsidR="005B3ED9" w:rsidRDefault="005B3ED9" w:rsidP="005B3ED9">
      <w:r>
        <w:t>649.5168</w:t>
      </w:r>
      <w:r>
        <w:tab/>
        <w:t>1.013e0</w:t>
      </w:r>
    </w:p>
    <w:p w:rsidR="005B3ED9" w:rsidRDefault="005B3ED9" w:rsidP="005B3ED9">
      <w:r>
        <w:t>649.6276</w:t>
      </w:r>
      <w:r>
        <w:tab/>
        <w:t>1.013e0</w:t>
      </w:r>
    </w:p>
    <w:p w:rsidR="005B3ED9" w:rsidRDefault="005B3ED9" w:rsidP="005B3ED9">
      <w:r>
        <w:t>649.6719</w:t>
      </w:r>
      <w:r>
        <w:tab/>
        <w:t>1.013e0</w:t>
      </w:r>
    </w:p>
    <w:p w:rsidR="005B3ED9" w:rsidRDefault="005B3ED9" w:rsidP="005B3ED9">
      <w:r>
        <w:t>649.6777</w:t>
      </w:r>
      <w:r>
        <w:tab/>
        <w:t>1.013e0</w:t>
      </w:r>
    </w:p>
    <w:p w:rsidR="005B3ED9" w:rsidRDefault="005B3ED9" w:rsidP="005B3ED9">
      <w:r>
        <w:t>649.8049</w:t>
      </w:r>
      <w:r>
        <w:tab/>
        <w:t>1.013e0</w:t>
      </w:r>
    </w:p>
    <w:p w:rsidR="005B3ED9" w:rsidRDefault="005B3ED9" w:rsidP="005B3ED9">
      <w:r>
        <w:t>649.8526</w:t>
      </w:r>
      <w:r>
        <w:tab/>
        <w:t>1.013e0</w:t>
      </w:r>
    </w:p>
    <w:p w:rsidR="005B3ED9" w:rsidRDefault="005B3ED9" w:rsidP="005B3ED9">
      <w:r>
        <w:t>649.8698</w:t>
      </w:r>
      <w:r>
        <w:tab/>
        <w:t>2.025e0</w:t>
      </w:r>
    </w:p>
    <w:p w:rsidR="005B3ED9" w:rsidRDefault="005B3ED9" w:rsidP="005B3ED9">
      <w:r>
        <w:t>649.9102</w:t>
      </w:r>
      <w:r>
        <w:tab/>
        <w:t>2.025e0</w:t>
      </w:r>
    </w:p>
    <w:p w:rsidR="005B3ED9" w:rsidRDefault="005B3ED9" w:rsidP="005B3ED9">
      <w:r>
        <w:lastRenderedPageBreak/>
        <w:t>650.0487</w:t>
      </w:r>
      <w:r>
        <w:tab/>
        <w:t>1.013e0</w:t>
      </w:r>
    </w:p>
    <w:p w:rsidR="005B3ED9" w:rsidRDefault="005B3ED9" w:rsidP="005B3ED9">
      <w:r>
        <w:t>650.0598</w:t>
      </w:r>
      <w:r>
        <w:tab/>
        <w:t>2.025e0</w:t>
      </w:r>
    </w:p>
    <w:p w:rsidR="005B3ED9" w:rsidRDefault="005B3ED9" w:rsidP="005B3ED9">
      <w:r>
        <w:t>650.1133</w:t>
      </w:r>
      <w:r>
        <w:tab/>
        <w:t>1.013e0</w:t>
      </w:r>
    </w:p>
    <w:p w:rsidR="005B3ED9" w:rsidRDefault="005B3ED9" w:rsidP="005B3ED9">
      <w:r>
        <w:t>650.2878</w:t>
      </w:r>
      <w:r>
        <w:tab/>
        <w:t>1.013e0</w:t>
      </w:r>
    </w:p>
    <w:p w:rsidR="005B3ED9" w:rsidRDefault="005B3ED9" w:rsidP="005B3ED9">
      <w:r>
        <w:t>650.2916</w:t>
      </w:r>
      <w:r>
        <w:tab/>
        <w:t>2.025e0</w:t>
      </w:r>
    </w:p>
    <w:p w:rsidR="005B3ED9" w:rsidRDefault="005B3ED9" w:rsidP="005B3ED9">
      <w:r>
        <w:t>650.3516</w:t>
      </w:r>
      <w:r>
        <w:tab/>
        <w:t>2.025e0</w:t>
      </w:r>
    </w:p>
    <w:p w:rsidR="005B3ED9" w:rsidRDefault="005B3ED9" w:rsidP="005B3ED9">
      <w:r>
        <w:t>650.3702</w:t>
      </w:r>
      <w:r>
        <w:tab/>
        <w:t>1.013e0</w:t>
      </w:r>
    </w:p>
    <w:p w:rsidR="005B3ED9" w:rsidRDefault="005B3ED9" w:rsidP="005B3ED9">
      <w:r>
        <w:t>650.3813</w:t>
      </w:r>
      <w:r>
        <w:tab/>
        <w:t>1.013e0</w:t>
      </w:r>
    </w:p>
    <w:p w:rsidR="005B3ED9" w:rsidRDefault="005B3ED9" w:rsidP="005B3ED9">
      <w:r>
        <w:t>650.4257</w:t>
      </w:r>
      <w:r>
        <w:tab/>
        <w:t>1.013e0</w:t>
      </w:r>
    </w:p>
    <w:p w:rsidR="005B3ED9" w:rsidRDefault="005B3ED9" w:rsidP="005B3ED9">
      <w:r>
        <w:t>650.4478</w:t>
      </w:r>
      <w:r>
        <w:tab/>
        <w:t>1.013e0</w:t>
      </w:r>
    </w:p>
    <w:p w:rsidR="005B3ED9" w:rsidRDefault="005B3ED9" w:rsidP="005B3ED9">
      <w:r>
        <w:t>650.4590</w:t>
      </w:r>
      <w:r>
        <w:tab/>
        <w:t>1.013e0</w:t>
      </w:r>
    </w:p>
    <w:p w:rsidR="005B3ED9" w:rsidRDefault="005B3ED9" w:rsidP="005B3ED9">
      <w:r>
        <w:t>650.4700</w:t>
      </w:r>
      <w:r>
        <w:tab/>
        <w:t>1.013e0</w:t>
      </w:r>
    </w:p>
    <w:p w:rsidR="005B3ED9" w:rsidRDefault="005B3ED9" w:rsidP="005B3ED9">
      <w:r>
        <w:t>650.5366</w:t>
      </w:r>
      <w:r>
        <w:tab/>
        <w:t>1.013e0</w:t>
      </w:r>
    </w:p>
    <w:p w:rsidR="005B3ED9" w:rsidRDefault="005B3ED9" w:rsidP="005B3ED9">
      <w:r>
        <w:t>650.5588</w:t>
      </w:r>
      <w:r>
        <w:tab/>
        <w:t>1.013e0</w:t>
      </w:r>
    </w:p>
    <w:p w:rsidR="005B3ED9" w:rsidRDefault="005B3ED9" w:rsidP="005B3ED9">
      <w:r>
        <w:t>650.6253</w:t>
      </w:r>
      <w:r>
        <w:tab/>
        <w:t>1.013e0</w:t>
      </w:r>
    </w:p>
    <w:p w:rsidR="005B3ED9" w:rsidRDefault="005B3ED9" w:rsidP="005B3ED9">
      <w:r>
        <w:t>650.7234</w:t>
      </w:r>
      <w:r>
        <w:tab/>
        <w:t>1.013e0</w:t>
      </w:r>
    </w:p>
    <w:p w:rsidR="005B3ED9" w:rsidRDefault="005B3ED9" w:rsidP="005B3ED9">
      <w:r>
        <w:t>650.7252</w:t>
      </w:r>
      <w:r>
        <w:tab/>
        <w:t>1.013e0</w:t>
      </w:r>
    </w:p>
    <w:p w:rsidR="005B3ED9" w:rsidRDefault="005B3ED9" w:rsidP="005B3ED9">
      <w:r>
        <w:t>650.8478</w:t>
      </w:r>
      <w:r>
        <w:tab/>
        <w:t>2.025e0</w:t>
      </w:r>
    </w:p>
    <w:p w:rsidR="005B3ED9" w:rsidRDefault="005B3ED9" w:rsidP="005B3ED9">
      <w:r>
        <w:t>650.9159</w:t>
      </w:r>
      <w:r>
        <w:tab/>
        <w:t>1.013e0</w:t>
      </w:r>
    </w:p>
    <w:p w:rsidR="005B3ED9" w:rsidRDefault="005B3ED9" w:rsidP="005B3ED9">
      <w:r>
        <w:lastRenderedPageBreak/>
        <w:t>650.9399</w:t>
      </w:r>
      <w:r>
        <w:tab/>
        <w:t>2.025e0</w:t>
      </w:r>
    </w:p>
    <w:p w:rsidR="005B3ED9" w:rsidRDefault="005B3ED9" w:rsidP="005B3ED9">
      <w:r>
        <w:t>651.0237</w:t>
      </w:r>
      <w:r>
        <w:tab/>
        <w:t>2.025e0</w:t>
      </w:r>
    </w:p>
    <w:p w:rsidR="005B3ED9" w:rsidRDefault="005B3ED9" w:rsidP="005B3ED9">
      <w:r>
        <w:t>651.0248</w:t>
      </w:r>
      <w:r>
        <w:tab/>
        <w:t>1.013e0</w:t>
      </w:r>
    </w:p>
    <w:p w:rsidR="005B3ED9" w:rsidRDefault="005B3ED9" w:rsidP="005B3ED9">
      <w:r>
        <w:t>651.1420</w:t>
      </w:r>
      <w:r>
        <w:tab/>
        <w:t>1.013e0</w:t>
      </w:r>
    </w:p>
    <w:p w:rsidR="005B3ED9" w:rsidRDefault="005B3ED9" w:rsidP="005B3ED9">
      <w:r>
        <w:t>651.1767</w:t>
      </w:r>
      <w:r>
        <w:tab/>
        <w:t>1.013e0</w:t>
      </w:r>
    </w:p>
    <w:p w:rsidR="005B3ED9" w:rsidRDefault="005B3ED9" w:rsidP="005B3ED9">
      <w:r>
        <w:t>651.2579</w:t>
      </w:r>
      <w:r>
        <w:tab/>
        <w:t>1.013e0</w:t>
      </w:r>
    </w:p>
    <w:p w:rsidR="005B3ED9" w:rsidRDefault="005B3ED9" w:rsidP="005B3ED9">
      <w:r>
        <w:t>651.2599</w:t>
      </w:r>
      <w:r>
        <w:tab/>
        <w:t>2.025e0</w:t>
      </w:r>
    </w:p>
    <w:p w:rsidR="005B3ED9" w:rsidRDefault="005B3ED9" w:rsidP="005B3ED9">
      <w:r>
        <w:t>651.3250</w:t>
      </w:r>
      <w:r>
        <w:tab/>
        <w:t>2.025e0</w:t>
      </w:r>
    </w:p>
    <w:p w:rsidR="005B3ED9" w:rsidRDefault="005B3ED9" w:rsidP="005B3ED9">
      <w:r>
        <w:t>651.3370</w:t>
      </w:r>
      <w:r>
        <w:tab/>
        <w:t>3.038e0</w:t>
      </w:r>
    </w:p>
    <w:p w:rsidR="005B3ED9" w:rsidRDefault="005B3ED9" w:rsidP="005B3ED9">
      <w:r>
        <w:t>651.3590</w:t>
      </w:r>
      <w:r>
        <w:tab/>
        <w:t>2.025e0</w:t>
      </w:r>
    </w:p>
    <w:p w:rsidR="005B3ED9" w:rsidRDefault="005B3ED9" w:rsidP="005B3ED9">
      <w:r>
        <w:t>651.7134</w:t>
      </w:r>
      <w:r>
        <w:tab/>
        <w:t>1.013e0</w:t>
      </w:r>
    </w:p>
    <w:p w:rsidR="005B3ED9" w:rsidRDefault="005B3ED9" w:rsidP="005B3ED9">
      <w:r>
        <w:t>651.8134</w:t>
      </w:r>
      <w:r>
        <w:tab/>
        <w:t>1.013e0</w:t>
      </w:r>
    </w:p>
    <w:p w:rsidR="005B3ED9" w:rsidRDefault="005B3ED9" w:rsidP="005B3ED9">
      <w:r>
        <w:t>651.8912</w:t>
      </w:r>
      <w:r>
        <w:tab/>
        <w:t>1.013e0</w:t>
      </w:r>
    </w:p>
    <w:p w:rsidR="005B3ED9" w:rsidRDefault="005B3ED9" w:rsidP="005B3ED9">
      <w:r>
        <w:t>651.9023</w:t>
      </w:r>
      <w:r>
        <w:tab/>
        <w:t>1.013e0</w:t>
      </w:r>
    </w:p>
    <w:p w:rsidR="005B3ED9" w:rsidRDefault="005B3ED9" w:rsidP="005B3ED9">
      <w:r>
        <w:t>651.9615</w:t>
      </w:r>
      <w:r>
        <w:tab/>
        <w:t>1.013e0</w:t>
      </w:r>
    </w:p>
    <w:p w:rsidR="005B3ED9" w:rsidRDefault="005B3ED9" w:rsidP="005B3ED9">
      <w:r>
        <w:t>651.9767</w:t>
      </w:r>
      <w:r>
        <w:tab/>
        <w:t>4.051e0</w:t>
      </w:r>
    </w:p>
    <w:p w:rsidR="005B3ED9" w:rsidRDefault="005B3ED9" w:rsidP="005B3ED9">
      <w:r>
        <w:t>652.0131</w:t>
      </w:r>
      <w:r>
        <w:tab/>
        <w:t>1.013e0</w:t>
      </w:r>
    </w:p>
    <w:p w:rsidR="005B3ED9" w:rsidRDefault="005B3ED9" w:rsidP="005B3ED9">
      <w:r>
        <w:t>652.1706</w:t>
      </w:r>
      <w:r>
        <w:tab/>
        <w:t>1.013e0</w:t>
      </w:r>
    </w:p>
    <w:p w:rsidR="005B3ED9" w:rsidRDefault="005B3ED9" w:rsidP="005B3ED9">
      <w:r>
        <w:t>652.2853</w:t>
      </w:r>
      <w:r>
        <w:tab/>
        <w:t>2.025e0</w:t>
      </w:r>
    </w:p>
    <w:p w:rsidR="005B3ED9" w:rsidRDefault="005B3ED9" w:rsidP="005B3ED9">
      <w:r>
        <w:lastRenderedPageBreak/>
        <w:t>652.3248</w:t>
      </w:r>
      <w:r>
        <w:tab/>
        <w:t>2.025e0</w:t>
      </w:r>
    </w:p>
    <w:p w:rsidR="005B3ED9" w:rsidRDefault="005B3ED9" w:rsidP="005B3ED9">
      <w:r>
        <w:t>652.3643</w:t>
      </w:r>
      <w:r>
        <w:tab/>
        <w:t>4.051e0</w:t>
      </w:r>
    </w:p>
    <w:p w:rsidR="005B3ED9" w:rsidRDefault="005B3ED9" w:rsidP="005B3ED9">
      <w:r>
        <w:t>652.5189</w:t>
      </w:r>
      <w:r>
        <w:tab/>
        <w:t>4.051e0</w:t>
      </w:r>
    </w:p>
    <w:p w:rsidR="005B3ED9" w:rsidRDefault="005B3ED9" w:rsidP="005B3ED9">
      <w:r>
        <w:t>652.5798</w:t>
      </w:r>
      <w:r>
        <w:tab/>
        <w:t>2.025e0</w:t>
      </w:r>
    </w:p>
    <w:p w:rsidR="005B3ED9" w:rsidRDefault="005B3ED9" w:rsidP="005B3ED9">
      <w:r>
        <w:t>652.6475</w:t>
      </w:r>
      <w:r>
        <w:tab/>
        <w:t>1.013e0</w:t>
      </w:r>
    </w:p>
    <w:p w:rsidR="005B3ED9" w:rsidRDefault="005B3ED9" w:rsidP="005B3ED9">
      <w:r>
        <w:t>652.6863</w:t>
      </w:r>
      <w:r>
        <w:tab/>
        <w:t>2.025e0</w:t>
      </w:r>
    </w:p>
    <w:p w:rsidR="005B3ED9" w:rsidRDefault="005B3ED9" w:rsidP="005B3ED9">
      <w:r>
        <w:t>652.7476</w:t>
      </w:r>
      <w:r>
        <w:tab/>
        <w:t>1.013e0</w:t>
      </w:r>
    </w:p>
    <w:p w:rsidR="005B3ED9" w:rsidRDefault="005B3ED9" w:rsidP="005B3ED9">
      <w:r>
        <w:t>652.7809</w:t>
      </w:r>
      <w:r>
        <w:tab/>
        <w:t>1.013e0</w:t>
      </w:r>
    </w:p>
    <w:p w:rsidR="005B3ED9" w:rsidRDefault="005B3ED9" w:rsidP="005B3ED9">
      <w:r>
        <w:t>652.8848</w:t>
      </w:r>
      <w:r>
        <w:tab/>
        <w:t>2.025e0</w:t>
      </w:r>
    </w:p>
    <w:p w:rsidR="005B3ED9" w:rsidRDefault="005B3ED9" w:rsidP="005B3ED9">
      <w:r>
        <w:t>652.9702</w:t>
      </w:r>
      <w:r>
        <w:tab/>
        <w:t>1.013e0</w:t>
      </w:r>
    </w:p>
    <w:p w:rsidR="005B3ED9" w:rsidRDefault="005B3ED9" w:rsidP="005B3ED9">
      <w:r>
        <w:t>653.0415</w:t>
      </w:r>
      <w:r>
        <w:tab/>
        <w:t>1.013e0</w:t>
      </w:r>
    </w:p>
    <w:p w:rsidR="005B3ED9" w:rsidRDefault="005B3ED9" w:rsidP="005B3ED9">
      <w:r>
        <w:t>653.1107</w:t>
      </w:r>
      <w:r>
        <w:tab/>
        <w:t>1.013e0</w:t>
      </w:r>
    </w:p>
    <w:p w:rsidR="005B3ED9" w:rsidRDefault="005B3ED9" w:rsidP="005B3ED9">
      <w:r>
        <w:t>653.1454</w:t>
      </w:r>
      <w:r>
        <w:tab/>
        <w:t>1.013e0</w:t>
      </w:r>
    </w:p>
    <w:p w:rsidR="005B3ED9" w:rsidRDefault="005B3ED9" w:rsidP="005B3ED9">
      <w:r>
        <w:t>653.2327</w:t>
      </w:r>
      <w:r>
        <w:tab/>
        <w:t>1.013e0</w:t>
      </w:r>
    </w:p>
    <w:p w:rsidR="005B3ED9" w:rsidRDefault="005B3ED9" w:rsidP="005B3ED9">
      <w:r>
        <w:t>653.3488</w:t>
      </w:r>
      <w:r>
        <w:tab/>
        <w:t>1.013e0</w:t>
      </w:r>
    </w:p>
    <w:p w:rsidR="005B3ED9" w:rsidRDefault="005B3ED9" w:rsidP="005B3ED9">
      <w:r>
        <w:t>653.3543</w:t>
      </w:r>
      <w:r>
        <w:tab/>
        <w:t>2.025e0</w:t>
      </w:r>
    </w:p>
    <w:p w:rsidR="005B3ED9" w:rsidRDefault="005B3ED9" w:rsidP="005B3ED9">
      <w:r>
        <w:t>653.3586</w:t>
      </w:r>
      <w:r>
        <w:tab/>
        <w:t>2.025e0</w:t>
      </w:r>
    </w:p>
    <w:p w:rsidR="005B3ED9" w:rsidRDefault="005B3ED9" w:rsidP="005B3ED9">
      <w:r>
        <w:t>653.3636</w:t>
      </w:r>
      <w:r>
        <w:tab/>
        <w:t>2.025e0</w:t>
      </w:r>
    </w:p>
    <w:p w:rsidR="005B3ED9" w:rsidRDefault="005B3ED9" w:rsidP="005B3ED9">
      <w:r>
        <w:t>653.4075</w:t>
      </w:r>
      <w:r>
        <w:tab/>
        <w:t>1.013e0</w:t>
      </w:r>
    </w:p>
    <w:p w:rsidR="005B3ED9" w:rsidRDefault="005B3ED9" w:rsidP="005B3ED9">
      <w:r>
        <w:lastRenderedPageBreak/>
        <w:t>653.4266</w:t>
      </w:r>
      <w:r>
        <w:tab/>
        <w:t>1.013e0</w:t>
      </w:r>
    </w:p>
    <w:p w:rsidR="005B3ED9" w:rsidRDefault="005B3ED9" w:rsidP="005B3ED9">
      <w:r>
        <w:t>653.4767</w:t>
      </w:r>
      <w:r>
        <w:tab/>
        <w:t>1.013e0</w:t>
      </w:r>
    </w:p>
    <w:p w:rsidR="005B3ED9" w:rsidRDefault="005B3ED9" w:rsidP="005B3ED9">
      <w:r>
        <w:t>653.5827</w:t>
      </w:r>
      <w:r>
        <w:tab/>
        <w:t>1.013e0</w:t>
      </w:r>
    </w:p>
    <w:p w:rsidR="005B3ED9" w:rsidRDefault="005B3ED9" w:rsidP="005B3ED9">
      <w:r>
        <w:t>653.6495</w:t>
      </w:r>
      <w:r>
        <w:tab/>
        <w:t>1.013e0</w:t>
      </w:r>
    </w:p>
    <w:p w:rsidR="005B3ED9" w:rsidRDefault="005B3ED9" w:rsidP="005B3ED9">
      <w:r>
        <w:t>653.6860</w:t>
      </w:r>
      <w:r>
        <w:tab/>
        <w:t>1.013e0</w:t>
      </w:r>
    </w:p>
    <w:p w:rsidR="005B3ED9" w:rsidRDefault="005B3ED9" w:rsidP="005B3ED9">
      <w:r>
        <w:t>653.7032</w:t>
      </w:r>
      <w:r>
        <w:tab/>
        <w:t>2.025e0</w:t>
      </w:r>
    </w:p>
    <w:p w:rsidR="005B3ED9" w:rsidRDefault="005B3ED9" w:rsidP="005B3ED9">
      <w:r>
        <w:t>653.7146</w:t>
      </w:r>
      <w:r>
        <w:tab/>
        <w:t>3.038e0</w:t>
      </w:r>
    </w:p>
    <w:p w:rsidR="005B3ED9" w:rsidRDefault="005B3ED9" w:rsidP="005B3ED9">
      <w:r>
        <w:t>653.8080</w:t>
      </w:r>
      <w:r>
        <w:tab/>
        <w:t>1.013e0</w:t>
      </w:r>
    </w:p>
    <w:p w:rsidR="005B3ED9" w:rsidRDefault="005B3ED9" w:rsidP="005B3ED9">
      <w:r>
        <w:t>653.8950</w:t>
      </w:r>
      <w:r>
        <w:tab/>
        <w:t>1.013e0</w:t>
      </w:r>
    </w:p>
    <w:p w:rsidR="005B3ED9" w:rsidRDefault="005B3ED9" w:rsidP="005B3ED9">
      <w:r>
        <w:t>653.9058</w:t>
      </w:r>
      <w:r>
        <w:tab/>
        <w:t>1.013e0</w:t>
      </w:r>
    </w:p>
    <w:p w:rsidR="005B3ED9" w:rsidRDefault="005B3ED9" w:rsidP="005B3ED9">
      <w:r>
        <w:t>653.9466</w:t>
      </w:r>
      <w:r>
        <w:tab/>
        <w:t>1.013e0</w:t>
      </w:r>
    </w:p>
    <w:p w:rsidR="005B3ED9" w:rsidRDefault="005B3ED9" w:rsidP="005B3ED9">
      <w:r>
        <w:t>654.0340</w:t>
      </w:r>
      <w:r>
        <w:tab/>
        <w:t>1.013e0</w:t>
      </w:r>
    </w:p>
    <w:p w:rsidR="005B3ED9" w:rsidRDefault="005B3ED9" w:rsidP="005B3ED9">
      <w:r>
        <w:t>654.1177</w:t>
      </w:r>
      <w:r>
        <w:tab/>
        <w:t>1.013e0</w:t>
      </w:r>
    </w:p>
    <w:p w:rsidR="005B3ED9" w:rsidRDefault="005B3ED9" w:rsidP="005B3ED9">
      <w:r>
        <w:t>654.1906</w:t>
      </w:r>
      <w:r>
        <w:tab/>
        <w:t>1.013e0</w:t>
      </w:r>
    </w:p>
    <w:p w:rsidR="005B3ED9" w:rsidRDefault="005B3ED9" w:rsidP="005B3ED9">
      <w:r>
        <w:t>654.2514</w:t>
      </w:r>
      <w:r>
        <w:tab/>
        <w:t>1.013e0</w:t>
      </w:r>
    </w:p>
    <w:p w:rsidR="005B3ED9" w:rsidRDefault="005B3ED9" w:rsidP="005B3ED9">
      <w:r>
        <w:t>654.2948</w:t>
      </w:r>
      <w:r>
        <w:tab/>
        <w:t>1.013e0</w:t>
      </w:r>
    </w:p>
    <w:p w:rsidR="005B3ED9" w:rsidRDefault="005B3ED9" w:rsidP="005B3ED9">
      <w:r>
        <w:t>654.3465</w:t>
      </w:r>
      <w:r>
        <w:tab/>
        <w:t>5.063e0</w:t>
      </w:r>
    </w:p>
    <w:p w:rsidR="005B3ED9" w:rsidRDefault="005B3ED9" w:rsidP="005B3ED9">
      <w:r>
        <w:t>654.3965</w:t>
      </w:r>
      <w:r>
        <w:tab/>
        <w:t>2.025e0</w:t>
      </w:r>
    </w:p>
    <w:p w:rsidR="005B3ED9" w:rsidRDefault="005B3ED9" w:rsidP="005B3ED9">
      <w:r>
        <w:t>654.4343</w:t>
      </w:r>
      <w:r>
        <w:tab/>
        <w:t>2.025e0</w:t>
      </w:r>
    </w:p>
    <w:p w:rsidR="005B3ED9" w:rsidRDefault="005B3ED9" w:rsidP="005B3ED9">
      <w:r>
        <w:lastRenderedPageBreak/>
        <w:t>654.4872</w:t>
      </w:r>
      <w:r>
        <w:tab/>
        <w:t>2.025e0</w:t>
      </w:r>
    </w:p>
    <w:p w:rsidR="005B3ED9" w:rsidRDefault="005B3ED9" w:rsidP="005B3ED9">
      <w:r>
        <w:t>654.5039</w:t>
      </w:r>
      <w:r>
        <w:tab/>
        <w:t>1.013e0</w:t>
      </w:r>
    </w:p>
    <w:p w:rsidR="005B3ED9" w:rsidRDefault="005B3ED9" w:rsidP="005B3ED9">
      <w:r>
        <w:t>654.5220</w:t>
      </w:r>
      <w:r>
        <w:tab/>
        <w:t>1.013e0</w:t>
      </w:r>
    </w:p>
    <w:p w:rsidR="005B3ED9" w:rsidRDefault="005B3ED9" w:rsidP="005B3ED9">
      <w:r>
        <w:t>654.5468</w:t>
      </w:r>
      <w:r>
        <w:tab/>
        <w:t>2.025e0</w:t>
      </w:r>
    </w:p>
    <w:p w:rsidR="005B3ED9" w:rsidRDefault="005B3ED9" w:rsidP="005B3ED9">
      <w:r>
        <w:t>654.5861</w:t>
      </w:r>
      <w:r>
        <w:tab/>
        <w:t>1.013e0</w:t>
      </w:r>
    </w:p>
    <w:p w:rsidR="005B3ED9" w:rsidRDefault="005B3ED9" w:rsidP="005B3ED9">
      <w:r>
        <w:t>654.6088</w:t>
      </w:r>
      <w:r>
        <w:tab/>
        <w:t>1.013e0</w:t>
      </w:r>
    </w:p>
    <w:p w:rsidR="005B3ED9" w:rsidRDefault="005B3ED9" w:rsidP="005B3ED9">
      <w:r>
        <w:t>654.6196</w:t>
      </w:r>
      <w:r>
        <w:tab/>
        <w:t>1.013e0</w:t>
      </w:r>
    </w:p>
    <w:p w:rsidR="005B3ED9" w:rsidRDefault="005B3ED9" w:rsidP="005B3ED9">
      <w:r>
        <w:t>654.7479</w:t>
      </w:r>
      <w:r>
        <w:tab/>
        <w:t>1.013e0</w:t>
      </w:r>
    </w:p>
    <w:p w:rsidR="005B3ED9" w:rsidRDefault="005B3ED9" w:rsidP="005B3ED9">
      <w:r>
        <w:t>654.7758</w:t>
      </w:r>
      <w:r>
        <w:tab/>
        <w:t>1.013e0</w:t>
      </w:r>
    </w:p>
    <w:p w:rsidR="005B3ED9" w:rsidRDefault="005B3ED9" w:rsidP="005B3ED9">
      <w:r>
        <w:t>654.8539</w:t>
      </w:r>
      <w:r>
        <w:tab/>
        <w:t>1.013e0</w:t>
      </w:r>
    </w:p>
    <w:p w:rsidR="005B3ED9" w:rsidRDefault="005B3ED9" w:rsidP="005B3ED9">
      <w:r>
        <w:t>654.9084</w:t>
      </w:r>
      <w:r>
        <w:tab/>
        <w:t>2.025e0</w:t>
      </w:r>
    </w:p>
    <w:p w:rsidR="005B3ED9" w:rsidRDefault="005B3ED9" w:rsidP="005B3ED9">
      <w:r>
        <w:t>654.9224</w:t>
      </w:r>
      <w:r>
        <w:tab/>
        <w:t>1.013e0</w:t>
      </w:r>
    </w:p>
    <w:p w:rsidR="005B3ED9" w:rsidRDefault="005B3ED9" w:rsidP="005B3ED9">
      <w:r>
        <w:t>654.9919</w:t>
      </w:r>
      <w:r>
        <w:tab/>
        <w:t>1.013e0</w:t>
      </w:r>
    </w:p>
    <w:p w:rsidR="005B3ED9" w:rsidRDefault="005B3ED9" w:rsidP="005B3ED9">
      <w:r>
        <w:t>655.0325</w:t>
      </w:r>
      <w:r>
        <w:tab/>
        <w:t>1.013e0</w:t>
      </w:r>
    </w:p>
    <w:p w:rsidR="005B3ED9" w:rsidRDefault="005B3ED9" w:rsidP="005B3ED9">
      <w:r>
        <w:t>655.1654</w:t>
      </w:r>
      <w:r>
        <w:tab/>
        <w:t>1.013e0</w:t>
      </w:r>
    </w:p>
    <w:p w:rsidR="005B3ED9" w:rsidRDefault="005B3ED9" w:rsidP="005B3ED9">
      <w:r>
        <w:t>655.1831</w:t>
      </w:r>
      <w:r>
        <w:tab/>
        <w:t>1.013e0</w:t>
      </w:r>
    </w:p>
    <w:p w:rsidR="005B3ED9" w:rsidRDefault="005B3ED9" w:rsidP="005B3ED9">
      <w:r>
        <w:t>655.2112</w:t>
      </w:r>
      <w:r>
        <w:tab/>
        <w:t>1.013e0</w:t>
      </w:r>
    </w:p>
    <w:p w:rsidR="005B3ED9" w:rsidRDefault="005B3ED9" w:rsidP="005B3ED9">
      <w:r>
        <w:t>655.2897</w:t>
      </w:r>
      <w:r>
        <w:tab/>
        <w:t>2.025e0</w:t>
      </w:r>
    </w:p>
    <w:p w:rsidR="005B3ED9" w:rsidRDefault="005B3ED9" w:rsidP="005B3ED9">
      <w:r>
        <w:t>655.3340</w:t>
      </w:r>
      <w:r>
        <w:tab/>
        <w:t>1.013e0</w:t>
      </w:r>
    </w:p>
    <w:p w:rsidR="005B3ED9" w:rsidRDefault="005B3ED9" w:rsidP="005B3ED9">
      <w:r>
        <w:lastRenderedPageBreak/>
        <w:t>655.3564</w:t>
      </w:r>
      <w:r>
        <w:tab/>
        <w:t>1.013e0</w:t>
      </w:r>
    </w:p>
    <w:p w:rsidR="005B3ED9" w:rsidRDefault="005B3ED9" w:rsidP="005B3ED9">
      <w:r>
        <w:t>655.3744</w:t>
      </w:r>
      <w:r>
        <w:tab/>
        <w:t>1.013e0</w:t>
      </w:r>
    </w:p>
    <w:p w:rsidR="005B3ED9" w:rsidRDefault="005B3ED9" w:rsidP="005B3ED9">
      <w:r>
        <w:t>655.4090</w:t>
      </w:r>
      <w:r>
        <w:tab/>
        <w:t>1.013e0</w:t>
      </w:r>
    </w:p>
    <w:p w:rsidR="005B3ED9" w:rsidRDefault="005B3ED9" w:rsidP="005B3ED9">
      <w:r>
        <w:t>655.4272</w:t>
      </w:r>
      <w:r>
        <w:tab/>
        <w:t>1.013e0</w:t>
      </w:r>
    </w:p>
    <w:p w:rsidR="005B3ED9" w:rsidRDefault="005B3ED9" w:rsidP="005B3ED9">
      <w:r>
        <w:t>655.4569</w:t>
      </w:r>
      <w:r>
        <w:tab/>
        <w:t>1.013e0</w:t>
      </w:r>
    </w:p>
    <w:p w:rsidR="005B3ED9" w:rsidRDefault="005B3ED9" w:rsidP="005B3ED9">
      <w:r>
        <w:t>655.4618</w:t>
      </w:r>
      <w:r>
        <w:tab/>
        <w:t>1.013e0</w:t>
      </w:r>
    </w:p>
    <w:p w:rsidR="005B3ED9" w:rsidRDefault="005B3ED9" w:rsidP="005B3ED9">
      <w:r>
        <w:t>655.4790</w:t>
      </w:r>
      <w:r>
        <w:tab/>
        <w:t>2.025e0</w:t>
      </w:r>
    </w:p>
    <w:p w:rsidR="005B3ED9" w:rsidRDefault="005B3ED9" w:rsidP="005B3ED9">
      <w:r>
        <w:t>655.5837</w:t>
      </w:r>
      <w:r>
        <w:tab/>
        <w:t>1.013e0</w:t>
      </w:r>
    </w:p>
    <w:p w:rsidR="005B3ED9" w:rsidRDefault="005B3ED9" w:rsidP="005B3ED9">
      <w:r>
        <w:t>655.6916</w:t>
      </w:r>
      <w:r>
        <w:tab/>
        <w:t>1.013e0</w:t>
      </w:r>
    </w:p>
    <w:p w:rsidR="005B3ED9" w:rsidRDefault="005B3ED9" w:rsidP="005B3ED9">
      <w:r>
        <w:t>655.7810</w:t>
      </w:r>
      <w:r>
        <w:tab/>
        <w:t>1.013e0</w:t>
      </w:r>
    </w:p>
    <w:p w:rsidR="005B3ED9" w:rsidRDefault="005B3ED9" w:rsidP="005B3ED9">
      <w:r>
        <w:t>655.7921</w:t>
      </w:r>
      <w:r>
        <w:tab/>
        <w:t>1.013e0</w:t>
      </w:r>
    </w:p>
    <w:p w:rsidR="005B3ED9" w:rsidRDefault="005B3ED9" w:rsidP="005B3ED9">
      <w:r>
        <w:t>655.8369</w:t>
      </w:r>
      <w:r>
        <w:tab/>
        <w:t>1.013e0</w:t>
      </w:r>
    </w:p>
    <w:p w:rsidR="005B3ED9" w:rsidRDefault="005B3ED9" w:rsidP="005B3ED9">
      <w:r>
        <w:t>655.9039</w:t>
      </w:r>
      <w:r>
        <w:tab/>
        <w:t>1.013e0</w:t>
      </w:r>
    </w:p>
    <w:p w:rsidR="005B3ED9" w:rsidRDefault="005B3ED9" w:rsidP="005B3ED9">
      <w:r>
        <w:t>655.9941</w:t>
      </w:r>
      <w:r>
        <w:tab/>
        <w:t>2.025e0</w:t>
      </w:r>
    </w:p>
    <w:p w:rsidR="005B3ED9" w:rsidRDefault="005B3ED9" w:rsidP="005B3ED9">
      <w:r>
        <w:t>656.1722</w:t>
      </w:r>
      <w:r>
        <w:tab/>
        <w:t>1.013e0</w:t>
      </w:r>
    </w:p>
    <w:p w:rsidR="005B3ED9" w:rsidRDefault="005B3ED9" w:rsidP="005B3ED9">
      <w:r>
        <w:t>656.2058</w:t>
      </w:r>
      <w:r>
        <w:tab/>
        <w:t>1.013e0</w:t>
      </w:r>
    </w:p>
    <w:p w:rsidR="005B3ED9" w:rsidRDefault="005B3ED9" w:rsidP="005B3ED9">
      <w:r>
        <w:t>656.2625</w:t>
      </w:r>
      <w:r>
        <w:tab/>
        <w:t>1.013e0</w:t>
      </w:r>
    </w:p>
    <w:p w:rsidR="005B3ED9" w:rsidRDefault="005B3ED9" w:rsidP="005B3ED9">
      <w:r>
        <w:t>656.3401</w:t>
      </w:r>
      <w:r>
        <w:tab/>
        <w:t>1.013e0</w:t>
      </w:r>
    </w:p>
    <w:p w:rsidR="005B3ED9" w:rsidRDefault="005B3ED9" w:rsidP="005B3ED9">
      <w:r>
        <w:t>656.4634</w:t>
      </w:r>
      <w:r>
        <w:tab/>
        <w:t>3.038e0</w:t>
      </w:r>
    </w:p>
    <w:p w:rsidR="005B3ED9" w:rsidRDefault="005B3ED9" w:rsidP="005B3ED9">
      <w:r>
        <w:lastRenderedPageBreak/>
        <w:t>656.5054</w:t>
      </w:r>
      <w:r>
        <w:tab/>
        <w:t>1.013e0</w:t>
      </w:r>
    </w:p>
    <w:p w:rsidR="005B3ED9" w:rsidRDefault="005B3ED9" w:rsidP="005B3ED9">
      <w:r>
        <w:t>656.6274</w:t>
      </w:r>
      <w:r>
        <w:tab/>
        <w:t>1.013e0</w:t>
      </w:r>
    </w:p>
    <w:p w:rsidR="005B3ED9" w:rsidRDefault="005B3ED9" w:rsidP="005B3ED9">
      <w:r>
        <w:t>656.6306</w:t>
      </w:r>
      <w:r>
        <w:tab/>
        <w:t>2.025e0</w:t>
      </w:r>
    </w:p>
    <w:p w:rsidR="005B3ED9" w:rsidRDefault="005B3ED9" w:rsidP="005B3ED9">
      <w:r>
        <w:t>656.7147</w:t>
      </w:r>
      <w:r>
        <w:tab/>
        <w:t>1.013e0</w:t>
      </w:r>
    </w:p>
    <w:p w:rsidR="005B3ED9" w:rsidRDefault="005B3ED9" w:rsidP="005B3ED9">
      <w:r>
        <w:t>656.7653</w:t>
      </w:r>
      <w:r>
        <w:tab/>
        <w:t>1.013e0</w:t>
      </w:r>
    </w:p>
    <w:p w:rsidR="005B3ED9" w:rsidRDefault="005B3ED9" w:rsidP="005B3ED9">
      <w:r>
        <w:t>656.9667</w:t>
      </w:r>
      <w:r>
        <w:tab/>
        <w:t>1.013e0</w:t>
      </w:r>
    </w:p>
    <w:p w:rsidR="005B3ED9" w:rsidRDefault="005B3ED9" w:rsidP="005B3ED9">
      <w:r>
        <w:t>657.0451</w:t>
      </w:r>
      <w:r>
        <w:tab/>
        <w:t>1.013e0</w:t>
      </w:r>
    </w:p>
    <w:p w:rsidR="005B3ED9" w:rsidRDefault="005B3ED9" w:rsidP="005B3ED9">
      <w:r>
        <w:t>657.2579</w:t>
      </w:r>
      <w:r>
        <w:tab/>
        <w:t>1.013e0</w:t>
      </w:r>
    </w:p>
    <w:p w:rsidR="005B3ED9" w:rsidRDefault="005B3ED9" w:rsidP="005B3ED9">
      <w:r>
        <w:t>657.2635</w:t>
      </w:r>
      <w:r>
        <w:tab/>
        <w:t>2.025e0</w:t>
      </w:r>
    </w:p>
    <w:p w:rsidR="005B3ED9" w:rsidRDefault="005B3ED9" w:rsidP="005B3ED9">
      <w:r>
        <w:t>657.2712</w:t>
      </w:r>
      <w:r>
        <w:tab/>
        <w:t>2.025e0</w:t>
      </w:r>
    </w:p>
    <w:p w:rsidR="005B3ED9" w:rsidRDefault="005B3ED9" w:rsidP="005B3ED9">
      <w:r>
        <w:t>657.3191</w:t>
      </w:r>
      <w:r>
        <w:tab/>
        <w:t>2.025e0</w:t>
      </w:r>
    </w:p>
    <w:p w:rsidR="005B3ED9" w:rsidRDefault="005B3ED9" w:rsidP="005B3ED9">
      <w:r>
        <w:t>657.3322</w:t>
      </w:r>
      <w:r>
        <w:tab/>
        <w:t>2.025e0</w:t>
      </w:r>
    </w:p>
    <w:p w:rsidR="005B3ED9" w:rsidRDefault="005B3ED9" w:rsidP="005B3ED9">
      <w:r>
        <w:t>657.4451</w:t>
      </w:r>
      <w:r>
        <w:tab/>
        <w:t>1.013e0</w:t>
      </w:r>
    </w:p>
    <w:p w:rsidR="005B3ED9" w:rsidRDefault="005B3ED9" w:rsidP="005B3ED9">
      <w:r>
        <w:t>657.5147</w:t>
      </w:r>
      <w:r>
        <w:tab/>
        <w:t>1.013e0</w:t>
      </w:r>
    </w:p>
    <w:p w:rsidR="005B3ED9" w:rsidRDefault="005B3ED9" w:rsidP="005B3ED9">
      <w:r>
        <w:t>657.6163</w:t>
      </w:r>
      <w:r>
        <w:tab/>
        <w:t>1.013e0</w:t>
      </w:r>
    </w:p>
    <w:p w:rsidR="005B3ED9" w:rsidRDefault="005B3ED9" w:rsidP="005B3ED9">
      <w:r>
        <w:t>657.6364</w:t>
      </w:r>
      <w:r>
        <w:tab/>
        <w:t>1.013e0</w:t>
      </w:r>
    </w:p>
    <w:p w:rsidR="005B3ED9" w:rsidRDefault="005B3ED9" w:rsidP="005B3ED9">
      <w:r>
        <w:t>657.7415</w:t>
      </w:r>
      <w:r>
        <w:tab/>
        <w:t>1.013e0</w:t>
      </w:r>
    </w:p>
    <w:p w:rsidR="005B3ED9" w:rsidRDefault="005B3ED9" w:rsidP="005B3ED9">
      <w:r>
        <w:t>657.8069</w:t>
      </w:r>
      <w:r>
        <w:tab/>
        <w:t>1.013e0</w:t>
      </w:r>
    </w:p>
    <w:p w:rsidR="005B3ED9" w:rsidRDefault="005B3ED9" w:rsidP="005B3ED9">
      <w:r>
        <w:t>657.8802</w:t>
      </w:r>
      <w:r>
        <w:tab/>
        <w:t>1.013e0</w:t>
      </w:r>
    </w:p>
    <w:p w:rsidR="005B3ED9" w:rsidRDefault="005B3ED9" w:rsidP="005B3ED9">
      <w:r>
        <w:lastRenderedPageBreak/>
        <w:t>657.8980</w:t>
      </w:r>
      <w:r>
        <w:tab/>
        <w:t>2.025e0</w:t>
      </w:r>
    </w:p>
    <w:p w:rsidR="005B3ED9" w:rsidRDefault="005B3ED9" w:rsidP="005B3ED9">
      <w:r>
        <w:t>657.9496</w:t>
      </w:r>
      <w:r>
        <w:tab/>
        <w:t>1.013e0</w:t>
      </w:r>
    </w:p>
    <w:p w:rsidR="005B3ED9" w:rsidRDefault="005B3ED9" w:rsidP="005B3ED9">
      <w:r>
        <w:t>657.9643</w:t>
      </w:r>
      <w:r>
        <w:tab/>
        <w:t>2.025e0</w:t>
      </w:r>
    </w:p>
    <w:p w:rsidR="005B3ED9" w:rsidRDefault="005B3ED9" w:rsidP="005B3ED9">
      <w:r>
        <w:t>658.1061</w:t>
      </w:r>
      <w:r>
        <w:tab/>
        <w:t>1.013e0</w:t>
      </w:r>
    </w:p>
    <w:p w:rsidR="005B3ED9" w:rsidRDefault="005B3ED9" w:rsidP="005B3ED9">
      <w:r>
        <w:t>658.1321</w:t>
      </w:r>
      <w:r>
        <w:tab/>
        <w:t>1.013e0</w:t>
      </w:r>
    </w:p>
    <w:p w:rsidR="005B3ED9" w:rsidRDefault="005B3ED9" w:rsidP="005B3ED9">
      <w:r>
        <w:t>658.1769</w:t>
      </w:r>
      <w:r>
        <w:tab/>
        <w:t>1.013e0</w:t>
      </w:r>
    </w:p>
    <w:p w:rsidR="005B3ED9" w:rsidRDefault="005B3ED9" w:rsidP="005B3ED9">
      <w:r>
        <w:t>658.2218</w:t>
      </w:r>
      <w:r>
        <w:tab/>
        <w:t>1.013e0</w:t>
      </w:r>
    </w:p>
    <w:p w:rsidR="005B3ED9" w:rsidRDefault="005B3ED9" w:rsidP="005B3ED9">
      <w:r>
        <w:t>658.3452</w:t>
      </w:r>
      <w:r>
        <w:tab/>
        <w:t>1.013e0</w:t>
      </w:r>
    </w:p>
    <w:p w:rsidR="005B3ED9" w:rsidRDefault="005B3ED9" w:rsidP="005B3ED9">
      <w:r>
        <w:t>658.3500</w:t>
      </w:r>
      <w:r>
        <w:tab/>
        <w:t>1.013e0</w:t>
      </w:r>
    </w:p>
    <w:p w:rsidR="005B3ED9" w:rsidRDefault="005B3ED9" w:rsidP="005B3ED9">
      <w:r>
        <w:t>658.4012</w:t>
      </w:r>
      <w:r>
        <w:tab/>
        <w:t>1.013e0</w:t>
      </w:r>
    </w:p>
    <w:p w:rsidR="005B3ED9" w:rsidRDefault="005B3ED9" w:rsidP="005B3ED9">
      <w:r>
        <w:t>658.5078</w:t>
      </w:r>
      <w:r>
        <w:tab/>
        <w:t>4.051e0</w:t>
      </w:r>
    </w:p>
    <w:p w:rsidR="005B3ED9" w:rsidRDefault="005B3ED9" w:rsidP="005B3ED9">
      <w:r>
        <w:t>658.5134</w:t>
      </w:r>
      <w:r>
        <w:tab/>
        <w:t>1.013e0</w:t>
      </w:r>
    </w:p>
    <w:p w:rsidR="005B3ED9" w:rsidRDefault="005B3ED9" w:rsidP="005B3ED9">
      <w:r>
        <w:t>658.5246</w:t>
      </w:r>
      <w:r>
        <w:tab/>
        <w:t>3.038e0</w:t>
      </w:r>
    </w:p>
    <w:p w:rsidR="005B3ED9" w:rsidRDefault="005B3ED9" w:rsidP="005B3ED9">
      <w:r>
        <w:t>658.5354</w:t>
      </w:r>
      <w:r>
        <w:tab/>
        <w:t>5.063e0</w:t>
      </w:r>
    </w:p>
    <w:p w:rsidR="005B3ED9" w:rsidRDefault="005B3ED9" w:rsidP="005B3ED9">
      <w:r>
        <w:t>658.6105</w:t>
      </w:r>
      <w:r>
        <w:tab/>
        <w:t>1.013e0</w:t>
      </w:r>
    </w:p>
    <w:p w:rsidR="005B3ED9" w:rsidRDefault="005B3ED9" w:rsidP="005B3ED9">
      <w:r>
        <w:t>658.6481</w:t>
      </w:r>
      <w:r>
        <w:tab/>
        <w:t>1.013e0</w:t>
      </w:r>
    </w:p>
    <w:p w:rsidR="005B3ED9" w:rsidRDefault="005B3ED9" w:rsidP="005B3ED9">
      <w:r>
        <w:t>658.7148</w:t>
      </w:r>
      <w:r>
        <w:tab/>
        <w:t>2.025e0</w:t>
      </w:r>
    </w:p>
    <w:p w:rsidR="005B3ED9" w:rsidRDefault="005B3ED9" w:rsidP="005B3ED9">
      <w:r>
        <w:t>658.8313</w:t>
      </w:r>
      <w:r>
        <w:tab/>
        <w:t>3.038e0</w:t>
      </w:r>
    </w:p>
    <w:p w:rsidR="005B3ED9" w:rsidRDefault="005B3ED9" w:rsidP="005B3ED9">
      <w:r>
        <w:t>658.8726</w:t>
      </w:r>
      <w:r>
        <w:tab/>
        <w:t>1.013e0</w:t>
      </w:r>
    </w:p>
    <w:p w:rsidR="005B3ED9" w:rsidRDefault="005B3ED9" w:rsidP="005B3ED9">
      <w:r>
        <w:lastRenderedPageBreak/>
        <w:t>658.8967</w:t>
      </w:r>
      <w:r>
        <w:tab/>
        <w:t>3.038e0</w:t>
      </w:r>
    </w:p>
    <w:p w:rsidR="005B3ED9" w:rsidRDefault="005B3ED9" w:rsidP="005B3ED9">
      <w:r>
        <w:t>658.9067</w:t>
      </w:r>
      <w:r>
        <w:tab/>
        <w:t>1.013e0</w:t>
      </w:r>
    </w:p>
    <w:p w:rsidR="005B3ED9" w:rsidRDefault="005B3ED9" w:rsidP="005B3ED9">
      <w:r>
        <w:t>658.9287</w:t>
      </w:r>
      <w:r>
        <w:tab/>
        <w:t>2.025e0</w:t>
      </w:r>
    </w:p>
    <w:p w:rsidR="005B3ED9" w:rsidRDefault="005B3ED9" w:rsidP="005B3ED9">
      <w:r>
        <w:t>658.9488</w:t>
      </w:r>
      <w:r>
        <w:tab/>
        <w:t>2.025e0</w:t>
      </w:r>
    </w:p>
    <w:p w:rsidR="005B3ED9" w:rsidRDefault="005B3ED9" w:rsidP="005B3ED9">
      <w:r>
        <w:t>659.0278</w:t>
      </w:r>
      <w:r>
        <w:tab/>
        <w:t>1.013e0</w:t>
      </w:r>
    </w:p>
    <w:p w:rsidR="005B3ED9" w:rsidRDefault="005B3ED9" w:rsidP="005B3ED9">
      <w:r>
        <w:t>659.2369</w:t>
      </w:r>
      <w:r>
        <w:tab/>
        <w:t>1.013e0</w:t>
      </w:r>
    </w:p>
    <w:p w:rsidR="005B3ED9" w:rsidRDefault="005B3ED9" w:rsidP="005B3ED9">
      <w:r>
        <w:t>659.2880</w:t>
      </w:r>
      <w:r>
        <w:tab/>
        <w:t>1.013e0</w:t>
      </w:r>
    </w:p>
    <w:p w:rsidR="005B3ED9" w:rsidRDefault="005B3ED9" w:rsidP="005B3ED9">
      <w:r>
        <w:t>659.3662</w:t>
      </w:r>
      <w:r>
        <w:tab/>
        <w:t>2.025e0</w:t>
      </w:r>
    </w:p>
    <w:p w:rsidR="005B3ED9" w:rsidRDefault="005B3ED9" w:rsidP="005B3ED9">
      <w:r>
        <w:t>659.4282</w:t>
      </w:r>
      <w:r>
        <w:tab/>
        <w:t>1.013e0</w:t>
      </w:r>
    </w:p>
    <w:p w:rsidR="005B3ED9" w:rsidRDefault="005B3ED9" w:rsidP="005B3ED9">
      <w:r>
        <w:t>659.4805</w:t>
      </w:r>
      <w:r>
        <w:tab/>
        <w:t>1.013e0</w:t>
      </w:r>
    </w:p>
    <w:p w:rsidR="005B3ED9" w:rsidRDefault="005B3ED9" w:rsidP="005B3ED9">
      <w:r>
        <w:t>659.5208</w:t>
      </w:r>
      <w:r>
        <w:tab/>
        <w:t>2.025e0</w:t>
      </w:r>
    </w:p>
    <w:p w:rsidR="005B3ED9" w:rsidRDefault="005B3ED9" w:rsidP="005B3ED9">
      <w:r>
        <w:t>659.5264</w:t>
      </w:r>
      <w:r>
        <w:tab/>
        <w:t>2.025e0</w:t>
      </w:r>
    </w:p>
    <w:p w:rsidR="005B3ED9" w:rsidRDefault="005B3ED9" w:rsidP="005B3ED9">
      <w:r>
        <w:t>659.5751</w:t>
      </w:r>
      <w:r>
        <w:tab/>
        <w:t>2.025e0</w:t>
      </w:r>
    </w:p>
    <w:p w:rsidR="005B3ED9" w:rsidRDefault="005B3ED9" w:rsidP="005B3ED9">
      <w:r>
        <w:t>659.5853</w:t>
      </w:r>
      <w:r>
        <w:tab/>
        <w:t>2.025e0</w:t>
      </w:r>
    </w:p>
    <w:p w:rsidR="005B3ED9" w:rsidRDefault="005B3ED9" w:rsidP="005B3ED9">
      <w:r>
        <w:t>659.7038</w:t>
      </w:r>
      <w:r>
        <w:tab/>
        <w:t>1.013e0</w:t>
      </w:r>
    </w:p>
    <w:p w:rsidR="005B3ED9" w:rsidRDefault="005B3ED9" w:rsidP="005B3ED9">
      <w:r>
        <w:t>659.7067</w:t>
      </w:r>
      <w:r>
        <w:tab/>
        <w:t>2.025e0</w:t>
      </w:r>
    </w:p>
    <w:p w:rsidR="005B3ED9" w:rsidRDefault="005B3ED9" w:rsidP="005B3ED9">
      <w:r>
        <w:t>659.7929</w:t>
      </w:r>
      <w:r>
        <w:tab/>
        <w:t>1.013e0</w:t>
      </w:r>
    </w:p>
    <w:p w:rsidR="005B3ED9" w:rsidRDefault="005B3ED9" w:rsidP="005B3ED9">
      <w:r>
        <w:t>659.8049</w:t>
      </w:r>
      <w:r>
        <w:tab/>
        <w:t>1.013e0</w:t>
      </w:r>
    </w:p>
    <w:p w:rsidR="005B3ED9" w:rsidRDefault="005B3ED9" w:rsidP="005B3ED9">
      <w:r>
        <w:t>659.8611</w:t>
      </w:r>
      <w:r>
        <w:tab/>
        <w:t>1.013e0</w:t>
      </w:r>
    </w:p>
    <w:p w:rsidR="005B3ED9" w:rsidRDefault="005B3ED9" w:rsidP="005B3ED9">
      <w:r>
        <w:lastRenderedPageBreak/>
        <w:t>659.9146</w:t>
      </w:r>
      <w:r>
        <w:tab/>
        <w:t>1.013e0</w:t>
      </w:r>
    </w:p>
    <w:p w:rsidR="005B3ED9" w:rsidRDefault="005B3ED9" w:rsidP="005B3ED9">
      <w:r>
        <w:t>660.1198</w:t>
      </w:r>
      <w:r>
        <w:tab/>
        <w:t>1.013e0</w:t>
      </w:r>
    </w:p>
    <w:p w:rsidR="005B3ED9" w:rsidRDefault="005B3ED9" w:rsidP="005B3ED9">
      <w:r>
        <w:t>660.1310</w:t>
      </w:r>
      <w:r>
        <w:tab/>
        <w:t>1.013e0</w:t>
      </w:r>
    </w:p>
    <w:p w:rsidR="005B3ED9" w:rsidRDefault="005B3ED9" w:rsidP="005B3ED9">
      <w:r>
        <w:t>660.2456</w:t>
      </w:r>
      <w:r>
        <w:tab/>
        <w:t>1.013e0</w:t>
      </w:r>
    </w:p>
    <w:p w:rsidR="005B3ED9" w:rsidRDefault="005B3ED9" w:rsidP="005B3ED9">
      <w:r>
        <w:t>660.2708</w:t>
      </w:r>
      <w:r>
        <w:tab/>
        <w:t>2.025e0</w:t>
      </w:r>
    </w:p>
    <w:p w:rsidR="005B3ED9" w:rsidRDefault="005B3ED9" w:rsidP="005B3ED9">
      <w:r>
        <w:t>660.3110</w:t>
      </w:r>
      <w:r>
        <w:tab/>
        <w:t>1.013e0</w:t>
      </w:r>
    </w:p>
    <w:p w:rsidR="005B3ED9" w:rsidRDefault="005B3ED9" w:rsidP="005B3ED9">
      <w:r>
        <w:t>660.3785</w:t>
      </w:r>
      <w:r>
        <w:tab/>
        <w:t>1.013e0</w:t>
      </w:r>
    </w:p>
    <w:p w:rsidR="005B3ED9" w:rsidRDefault="005B3ED9" w:rsidP="005B3ED9">
      <w:r>
        <w:t>660.4019</w:t>
      </w:r>
      <w:r>
        <w:tab/>
        <w:t>1.013e0</w:t>
      </w:r>
    </w:p>
    <w:p w:rsidR="005B3ED9" w:rsidRDefault="005B3ED9" w:rsidP="005B3ED9">
      <w:r>
        <w:t>660.4366</w:t>
      </w:r>
      <w:r>
        <w:tab/>
        <w:t>3.038e0</w:t>
      </w:r>
    </w:p>
    <w:p w:rsidR="005B3ED9" w:rsidRDefault="005B3ED9" w:rsidP="005B3ED9">
      <w:r>
        <w:t>660.4686</w:t>
      </w:r>
      <w:r>
        <w:tab/>
        <w:t>1.013e0</w:t>
      </w:r>
    </w:p>
    <w:p w:rsidR="005B3ED9" w:rsidRDefault="005B3ED9" w:rsidP="005B3ED9">
      <w:r>
        <w:t>660.4990</w:t>
      </w:r>
      <w:r>
        <w:tab/>
        <w:t>3.038e0</w:t>
      </w:r>
    </w:p>
    <w:p w:rsidR="005B3ED9" w:rsidRDefault="005B3ED9" w:rsidP="005B3ED9">
      <w:r>
        <w:t>660.5452</w:t>
      </w:r>
      <w:r>
        <w:tab/>
        <w:t>2.025e0</w:t>
      </w:r>
    </w:p>
    <w:p w:rsidR="005B3ED9" w:rsidRDefault="005B3ED9" w:rsidP="005B3ED9">
      <w:r>
        <w:t>660.5811</w:t>
      </w:r>
      <w:r>
        <w:tab/>
        <w:t>1.013e0</w:t>
      </w:r>
    </w:p>
    <w:p w:rsidR="005B3ED9" w:rsidRDefault="005B3ED9" w:rsidP="005B3ED9">
      <w:r>
        <w:t>660.6794</w:t>
      </w:r>
      <w:r>
        <w:tab/>
        <w:t>1.013e0</w:t>
      </w:r>
    </w:p>
    <w:p w:rsidR="005B3ED9" w:rsidRDefault="005B3ED9" w:rsidP="005B3ED9">
      <w:r>
        <w:t>660.7048</w:t>
      </w:r>
      <w:r>
        <w:tab/>
        <w:t>1.013e0</w:t>
      </w:r>
    </w:p>
    <w:p w:rsidR="005B3ED9" w:rsidRDefault="005B3ED9" w:rsidP="005B3ED9">
      <w:r>
        <w:t>660.7399</w:t>
      </w:r>
      <w:r>
        <w:tab/>
        <w:t>2.025e0</w:t>
      </w:r>
    </w:p>
    <w:p w:rsidR="005B3ED9" w:rsidRDefault="005B3ED9" w:rsidP="005B3ED9">
      <w:r>
        <w:t>660.8286</w:t>
      </w:r>
      <w:r>
        <w:tab/>
        <w:t>1.013e0</w:t>
      </w:r>
    </w:p>
    <w:p w:rsidR="005B3ED9" w:rsidRDefault="005B3ED9" w:rsidP="005B3ED9">
      <w:r>
        <w:t>660.8886</w:t>
      </w:r>
      <w:r>
        <w:tab/>
        <w:t>1.013e0</w:t>
      </w:r>
    </w:p>
    <w:p w:rsidR="005B3ED9" w:rsidRDefault="005B3ED9" w:rsidP="005B3ED9">
      <w:r>
        <w:t>660.9413</w:t>
      </w:r>
      <w:r>
        <w:tab/>
        <w:t>1.013e0</w:t>
      </w:r>
    </w:p>
    <w:p w:rsidR="005B3ED9" w:rsidRDefault="005B3ED9" w:rsidP="005B3ED9">
      <w:r>
        <w:lastRenderedPageBreak/>
        <w:t>660.9637</w:t>
      </w:r>
      <w:r>
        <w:tab/>
        <w:t>2.025e0</w:t>
      </w:r>
    </w:p>
    <w:p w:rsidR="005B3ED9" w:rsidRDefault="005B3ED9" w:rsidP="005B3ED9">
      <w:r>
        <w:t>661.0103</w:t>
      </w:r>
      <w:r>
        <w:tab/>
        <w:t>1.013e0</w:t>
      </w:r>
    </w:p>
    <w:p w:rsidR="005B3ED9" w:rsidRDefault="005B3ED9" w:rsidP="005B3ED9">
      <w:r>
        <w:t>661.0313</w:t>
      </w:r>
      <w:r>
        <w:tab/>
        <w:t>1.013e0</w:t>
      </w:r>
    </w:p>
    <w:p w:rsidR="005B3ED9" w:rsidRDefault="005B3ED9" w:rsidP="005B3ED9">
      <w:r>
        <w:t>661.0765</w:t>
      </w:r>
      <w:r>
        <w:tab/>
        <w:t>2.025e0</w:t>
      </w:r>
    </w:p>
    <w:p w:rsidR="005B3ED9" w:rsidRDefault="005B3ED9" w:rsidP="005B3ED9">
      <w:r>
        <w:t>661.2682</w:t>
      </w:r>
      <w:r>
        <w:tab/>
        <w:t>2.025e0</w:t>
      </w:r>
    </w:p>
    <w:p w:rsidR="005B3ED9" w:rsidRDefault="005B3ED9" w:rsidP="005B3ED9">
      <w:r>
        <w:t>661.2711</w:t>
      </w:r>
      <w:r>
        <w:tab/>
        <w:t>1.013e0</w:t>
      </w:r>
    </w:p>
    <w:p w:rsidR="005B3ED9" w:rsidRDefault="005B3ED9" w:rsidP="005B3ED9">
      <w:r>
        <w:t>661.3224</w:t>
      </w:r>
      <w:r>
        <w:tab/>
        <w:t>1.013e0</w:t>
      </w:r>
    </w:p>
    <w:p w:rsidR="005B3ED9" w:rsidRDefault="005B3ED9" w:rsidP="005B3ED9">
      <w:r>
        <w:t>661.3242</w:t>
      </w:r>
      <w:r>
        <w:tab/>
        <w:t>1.013e0</w:t>
      </w:r>
    </w:p>
    <w:p w:rsidR="005B3ED9" w:rsidRDefault="005B3ED9" w:rsidP="005B3ED9">
      <w:r>
        <w:t>661.3692</w:t>
      </w:r>
      <w:r>
        <w:tab/>
        <w:t>1.013e0</w:t>
      </w:r>
    </w:p>
    <w:p w:rsidR="005B3ED9" w:rsidRDefault="005B3ED9" w:rsidP="005B3ED9">
      <w:r>
        <w:t>661.3832</w:t>
      </w:r>
      <w:r>
        <w:tab/>
        <w:t>2.025e0</w:t>
      </w:r>
    </w:p>
    <w:p w:rsidR="005B3ED9" w:rsidRDefault="005B3ED9" w:rsidP="005B3ED9">
      <w:r>
        <w:t>661.4095</w:t>
      </w:r>
      <w:r>
        <w:tab/>
        <w:t>1.013e0</w:t>
      </w:r>
    </w:p>
    <w:p w:rsidR="005B3ED9" w:rsidRDefault="005B3ED9" w:rsidP="005B3ED9">
      <w:r>
        <w:t>661.4879</w:t>
      </w:r>
      <w:r>
        <w:tab/>
        <w:t>2.025e0</w:t>
      </w:r>
    </w:p>
    <w:p w:rsidR="005B3ED9" w:rsidRDefault="005B3ED9" w:rsidP="005B3ED9">
      <w:r>
        <w:t>661.7744</w:t>
      </w:r>
      <w:r>
        <w:tab/>
        <w:t>1.013e0</w:t>
      </w:r>
    </w:p>
    <w:p w:rsidR="005B3ED9" w:rsidRDefault="005B3ED9" w:rsidP="005B3ED9">
      <w:r>
        <w:t>661.7975</w:t>
      </w:r>
      <w:r>
        <w:tab/>
        <w:t>1.013e0</w:t>
      </w:r>
    </w:p>
    <w:p w:rsidR="005B3ED9" w:rsidRDefault="005B3ED9" w:rsidP="005B3ED9">
      <w:r>
        <w:t>661.8087</w:t>
      </w:r>
      <w:r>
        <w:tab/>
        <w:t>2.025e0</w:t>
      </w:r>
    </w:p>
    <w:p w:rsidR="005B3ED9" w:rsidRDefault="005B3ED9" w:rsidP="005B3ED9">
      <w:r>
        <w:t>661.8539</w:t>
      </w:r>
      <w:r>
        <w:tab/>
        <w:t>1.013e0</w:t>
      </w:r>
    </w:p>
    <w:p w:rsidR="005B3ED9" w:rsidRDefault="005B3ED9" w:rsidP="005B3ED9">
      <w:r>
        <w:t>661.8651</w:t>
      </w:r>
      <w:r>
        <w:tab/>
        <w:t>1.013e0</w:t>
      </w:r>
    </w:p>
    <w:p w:rsidR="005B3ED9" w:rsidRDefault="005B3ED9" w:rsidP="005B3ED9">
      <w:r>
        <w:t>661.9139</w:t>
      </w:r>
      <w:r>
        <w:tab/>
        <w:t>2.025e0</w:t>
      </w:r>
    </w:p>
    <w:p w:rsidR="005B3ED9" w:rsidRDefault="005B3ED9" w:rsidP="005B3ED9">
      <w:r>
        <w:t>662.0738</w:t>
      </w:r>
      <w:r>
        <w:tab/>
        <w:t>2.025e0</w:t>
      </w:r>
    </w:p>
    <w:p w:rsidR="005B3ED9" w:rsidRDefault="005B3ED9" w:rsidP="005B3ED9">
      <w:r>
        <w:lastRenderedPageBreak/>
        <w:t>662.1929</w:t>
      </w:r>
      <w:r>
        <w:tab/>
        <w:t>2.025e0</w:t>
      </w:r>
    </w:p>
    <w:p w:rsidR="005B3ED9" w:rsidRDefault="005B3ED9" w:rsidP="005B3ED9">
      <w:r>
        <w:t>662.2783</w:t>
      </w:r>
      <w:r>
        <w:tab/>
        <w:t>1.013e0</w:t>
      </w:r>
    </w:p>
    <w:p w:rsidR="005B3ED9" w:rsidRDefault="005B3ED9" w:rsidP="005B3ED9">
      <w:r>
        <w:t>662.3309</w:t>
      </w:r>
      <w:r>
        <w:tab/>
        <w:t>1.013e0</w:t>
      </w:r>
    </w:p>
    <w:p w:rsidR="005B3ED9" w:rsidRDefault="005B3ED9" w:rsidP="005B3ED9">
      <w:r>
        <w:t>662.3389</w:t>
      </w:r>
      <w:r>
        <w:tab/>
        <w:t>1.013e0</w:t>
      </w:r>
    </w:p>
    <w:p w:rsidR="005B3ED9" w:rsidRDefault="005B3ED9" w:rsidP="005B3ED9">
      <w:r>
        <w:t>662.4002</w:t>
      </w:r>
      <w:r>
        <w:tab/>
        <w:t>1.013e0</w:t>
      </w:r>
    </w:p>
    <w:p w:rsidR="005B3ED9" w:rsidRDefault="005B3ED9" w:rsidP="005B3ED9">
      <w:r>
        <w:t>662.4178</w:t>
      </w:r>
      <w:r>
        <w:tab/>
        <w:t>1.013e0</w:t>
      </w:r>
    </w:p>
    <w:p w:rsidR="005B3ED9" w:rsidRDefault="005B3ED9" w:rsidP="005B3ED9">
      <w:r>
        <w:t>662.4291</w:t>
      </w:r>
      <w:r>
        <w:tab/>
        <w:t>1.013e0</w:t>
      </w:r>
    </w:p>
    <w:p w:rsidR="005B3ED9" w:rsidRDefault="005B3ED9" w:rsidP="005B3ED9">
      <w:r>
        <w:t>662.5388</w:t>
      </w:r>
      <w:r>
        <w:tab/>
        <w:t>1.013e0</w:t>
      </w:r>
    </w:p>
    <w:p w:rsidR="005B3ED9" w:rsidRDefault="005B3ED9" w:rsidP="005B3ED9">
      <w:r>
        <w:t>662.5824</w:t>
      </w:r>
      <w:r>
        <w:tab/>
        <w:t>2.025e0</w:t>
      </w:r>
    </w:p>
    <w:p w:rsidR="005B3ED9" w:rsidRDefault="005B3ED9" w:rsidP="005B3ED9">
      <w:r>
        <w:t>662.6323</w:t>
      </w:r>
      <w:r>
        <w:tab/>
        <w:t>1.013e0</w:t>
      </w:r>
    </w:p>
    <w:p w:rsidR="005B3ED9" w:rsidRDefault="005B3ED9" w:rsidP="005B3ED9">
      <w:r>
        <w:t>662.7451</w:t>
      </w:r>
      <w:r>
        <w:tab/>
        <w:t>1.013e0</w:t>
      </w:r>
    </w:p>
    <w:p w:rsidR="005B3ED9" w:rsidRDefault="005B3ED9" w:rsidP="005B3ED9">
      <w:r>
        <w:t>662.7902</w:t>
      </w:r>
      <w:r>
        <w:tab/>
        <w:t>1.013e0</w:t>
      </w:r>
    </w:p>
    <w:p w:rsidR="005B3ED9" w:rsidRDefault="005B3ED9" w:rsidP="005B3ED9">
      <w:r>
        <w:t>662.8693</w:t>
      </w:r>
      <w:r>
        <w:tab/>
        <w:t>1.013e0</w:t>
      </w:r>
    </w:p>
    <w:p w:rsidR="005B3ED9" w:rsidRDefault="005B3ED9" w:rsidP="005B3ED9">
      <w:r>
        <w:t>662.9557</w:t>
      </w:r>
      <w:r>
        <w:tab/>
        <w:t>1.013e0</w:t>
      </w:r>
    </w:p>
    <w:p w:rsidR="005B3ED9" w:rsidRDefault="005B3ED9" w:rsidP="005B3ED9">
      <w:r>
        <w:t>662.9861</w:t>
      </w:r>
      <w:r>
        <w:tab/>
        <w:t>3.038e0</w:t>
      </w:r>
    </w:p>
    <w:p w:rsidR="005B3ED9" w:rsidRDefault="005B3ED9" w:rsidP="005B3ED9">
      <w:r>
        <w:t>663.0599</w:t>
      </w:r>
      <w:r>
        <w:tab/>
        <w:t>1.013e0</w:t>
      </w:r>
    </w:p>
    <w:p w:rsidR="005B3ED9" w:rsidRDefault="005B3ED9" w:rsidP="005B3ED9">
      <w:r>
        <w:t>663.1177</w:t>
      </w:r>
      <w:r>
        <w:tab/>
        <w:t>2.025e0</w:t>
      </w:r>
    </w:p>
    <w:p w:rsidR="005B3ED9" w:rsidRDefault="005B3ED9" w:rsidP="005B3ED9">
      <w:r>
        <w:t>663.2136</w:t>
      </w:r>
      <w:r>
        <w:tab/>
        <w:t>2.025e0</w:t>
      </w:r>
    </w:p>
    <w:p w:rsidR="005B3ED9" w:rsidRDefault="005B3ED9" w:rsidP="005B3ED9">
      <w:r>
        <w:t>663.2193</w:t>
      </w:r>
      <w:r>
        <w:tab/>
        <w:t>1.013e0</w:t>
      </w:r>
    </w:p>
    <w:p w:rsidR="005B3ED9" w:rsidRDefault="005B3ED9" w:rsidP="005B3ED9">
      <w:r>
        <w:lastRenderedPageBreak/>
        <w:t>663.3263</w:t>
      </w:r>
      <w:r>
        <w:tab/>
        <w:t>2.025e0</w:t>
      </w:r>
    </w:p>
    <w:p w:rsidR="005B3ED9" w:rsidRDefault="005B3ED9" w:rsidP="005B3ED9">
      <w:r>
        <w:t>663.3549</w:t>
      </w:r>
      <w:r>
        <w:tab/>
        <w:t>1.013e0</w:t>
      </w:r>
    </w:p>
    <w:p w:rsidR="005B3ED9" w:rsidRDefault="005B3ED9" w:rsidP="005B3ED9">
      <w:r>
        <w:t>663.4289</w:t>
      </w:r>
      <w:r>
        <w:tab/>
        <w:t>3.038e0</w:t>
      </w:r>
    </w:p>
    <w:p w:rsidR="005B3ED9" w:rsidRDefault="005B3ED9" w:rsidP="005B3ED9">
      <w:r>
        <w:t>663.4449</w:t>
      </w:r>
      <w:r>
        <w:tab/>
        <w:t>2.025e0</w:t>
      </w:r>
    </w:p>
    <w:p w:rsidR="005B3ED9" w:rsidRDefault="005B3ED9" w:rsidP="005B3ED9">
      <w:r>
        <w:t>663.4502</w:t>
      </w:r>
      <w:r>
        <w:tab/>
        <w:t>4.051e0</w:t>
      </w:r>
    </w:p>
    <w:p w:rsidR="005B3ED9" w:rsidRDefault="005B3ED9" w:rsidP="005B3ED9">
      <w:r>
        <w:t>663.6262</w:t>
      </w:r>
      <w:r>
        <w:tab/>
        <w:t>1.013e0</w:t>
      </w:r>
    </w:p>
    <w:p w:rsidR="005B3ED9" w:rsidRDefault="005B3ED9" w:rsidP="005B3ED9">
      <w:r>
        <w:t>663.7170</w:t>
      </w:r>
      <w:r>
        <w:tab/>
        <w:t>2.025e0</w:t>
      </w:r>
    </w:p>
    <w:p w:rsidR="005B3ED9" w:rsidRDefault="005B3ED9" w:rsidP="005B3ED9">
      <w:r>
        <w:t>663.7372</w:t>
      </w:r>
      <w:r>
        <w:tab/>
        <w:t>1.013e0</w:t>
      </w:r>
    </w:p>
    <w:p w:rsidR="005B3ED9" w:rsidRDefault="005B3ED9" w:rsidP="005B3ED9">
      <w:r>
        <w:t>663.7898</w:t>
      </w:r>
      <w:r>
        <w:tab/>
        <w:t>1.013e0</w:t>
      </w:r>
    </w:p>
    <w:p w:rsidR="005B3ED9" w:rsidRDefault="005B3ED9" w:rsidP="005B3ED9">
      <w:r>
        <w:t>663.8589</w:t>
      </w:r>
      <w:r>
        <w:tab/>
        <w:t>2.025e0</w:t>
      </w:r>
    </w:p>
    <w:p w:rsidR="005B3ED9" w:rsidRDefault="005B3ED9" w:rsidP="005B3ED9">
      <w:r>
        <w:t>663.9805</w:t>
      </w:r>
      <w:r>
        <w:tab/>
        <w:t>2.025e0</w:t>
      </w:r>
    </w:p>
    <w:p w:rsidR="005B3ED9" w:rsidRDefault="005B3ED9" w:rsidP="005B3ED9">
      <w:r>
        <w:t>664.0369</w:t>
      </w:r>
      <w:r>
        <w:tab/>
        <w:t>3.038e0</w:t>
      </w:r>
    </w:p>
    <w:p w:rsidR="005B3ED9" w:rsidRDefault="005B3ED9" w:rsidP="005B3ED9">
      <w:r>
        <w:t>664.1576</w:t>
      </w:r>
      <w:r>
        <w:tab/>
        <w:t>1.013e0</w:t>
      </w:r>
    </w:p>
    <w:p w:rsidR="005B3ED9" w:rsidRDefault="005B3ED9" w:rsidP="005B3ED9">
      <w:r>
        <w:t>664.1720</w:t>
      </w:r>
      <w:r>
        <w:tab/>
        <w:t>1.013e0</w:t>
      </w:r>
    </w:p>
    <w:p w:rsidR="005B3ED9" w:rsidRDefault="005B3ED9" w:rsidP="005B3ED9">
      <w:r>
        <w:t>664.1857</w:t>
      </w:r>
      <w:r>
        <w:tab/>
        <w:t>2.025e0</w:t>
      </w:r>
    </w:p>
    <w:p w:rsidR="005B3ED9" w:rsidRDefault="005B3ED9" w:rsidP="005B3ED9">
      <w:r>
        <w:t>664.2253</w:t>
      </w:r>
      <w:r>
        <w:tab/>
        <w:t>1.013e0</w:t>
      </w:r>
    </w:p>
    <w:p w:rsidR="005B3ED9" w:rsidRDefault="005B3ED9" w:rsidP="005B3ED9">
      <w:r>
        <w:t>664.2594</w:t>
      </w:r>
      <w:r>
        <w:tab/>
        <w:t>1.013e0</w:t>
      </w:r>
    </w:p>
    <w:p w:rsidR="005B3ED9" w:rsidRDefault="005B3ED9" w:rsidP="005B3ED9">
      <w:r>
        <w:t>664.2934</w:t>
      </w:r>
      <w:r>
        <w:tab/>
        <w:t>1.013e0</w:t>
      </w:r>
    </w:p>
    <w:p w:rsidR="005B3ED9" w:rsidRDefault="005B3ED9" w:rsidP="005B3ED9">
      <w:r>
        <w:t>664.3492</w:t>
      </w:r>
      <w:r>
        <w:tab/>
        <w:t>2.025e0</w:t>
      </w:r>
    </w:p>
    <w:p w:rsidR="005B3ED9" w:rsidRDefault="005B3ED9" w:rsidP="005B3ED9">
      <w:r>
        <w:lastRenderedPageBreak/>
        <w:t>664.3699</w:t>
      </w:r>
      <w:r>
        <w:tab/>
        <w:t>2.025e0</w:t>
      </w:r>
    </w:p>
    <w:p w:rsidR="005B3ED9" w:rsidRDefault="005B3ED9" w:rsidP="005B3ED9">
      <w:r>
        <w:t>664.3799</w:t>
      </w:r>
      <w:r>
        <w:tab/>
        <w:t>1.013e0</w:t>
      </w:r>
    </w:p>
    <w:p w:rsidR="005B3ED9" w:rsidRDefault="005B3ED9" w:rsidP="005B3ED9">
      <w:r>
        <w:t>664.4403</w:t>
      </w:r>
      <w:r>
        <w:tab/>
        <w:t>1.013e0</w:t>
      </w:r>
    </w:p>
    <w:p w:rsidR="005B3ED9" w:rsidRDefault="005B3ED9" w:rsidP="005B3ED9">
      <w:r>
        <w:t>664.4672</w:t>
      </w:r>
      <w:r>
        <w:tab/>
        <w:t>1.013e0</w:t>
      </w:r>
    </w:p>
    <w:p w:rsidR="005B3ED9" w:rsidRDefault="005B3ED9" w:rsidP="005B3ED9">
      <w:r>
        <w:t>664.4913</w:t>
      </w:r>
      <w:r>
        <w:tab/>
        <w:t>2.025e0</w:t>
      </w:r>
    </w:p>
    <w:p w:rsidR="005B3ED9" w:rsidRDefault="005B3ED9" w:rsidP="005B3ED9">
      <w:r>
        <w:t>664.5196</w:t>
      </w:r>
      <w:r>
        <w:tab/>
        <w:t>1.013e0</w:t>
      </w:r>
    </w:p>
    <w:p w:rsidR="005B3ED9" w:rsidRDefault="005B3ED9" w:rsidP="005B3ED9">
      <w:r>
        <w:t>664.5628</w:t>
      </w:r>
      <w:r>
        <w:tab/>
        <w:t>2.025e0</w:t>
      </w:r>
    </w:p>
    <w:p w:rsidR="005B3ED9" w:rsidRDefault="005B3ED9" w:rsidP="005B3ED9">
      <w:r>
        <w:t>664.6402</w:t>
      </w:r>
      <w:r>
        <w:tab/>
        <w:t>1.013e0</w:t>
      </w:r>
    </w:p>
    <w:p w:rsidR="005B3ED9" w:rsidRDefault="005B3ED9" w:rsidP="005B3ED9">
      <w:r>
        <w:t>664.6582</w:t>
      </w:r>
      <w:r>
        <w:tab/>
        <w:t>1.013e0</w:t>
      </w:r>
    </w:p>
    <w:p w:rsidR="005B3ED9" w:rsidRDefault="005B3ED9" w:rsidP="005B3ED9">
      <w:r>
        <w:t>664.8144</w:t>
      </w:r>
      <w:r>
        <w:tab/>
        <w:t>1.013e0</w:t>
      </w:r>
    </w:p>
    <w:p w:rsidR="005B3ED9" w:rsidRDefault="005B3ED9" w:rsidP="005B3ED9">
      <w:r>
        <w:t>664.8704</w:t>
      </w:r>
      <w:r>
        <w:tab/>
        <w:t>1.013e0</w:t>
      </w:r>
    </w:p>
    <w:p w:rsidR="005B3ED9" w:rsidRDefault="005B3ED9" w:rsidP="005B3ED9">
      <w:r>
        <w:t>664.8932</w:t>
      </w:r>
      <w:r>
        <w:tab/>
        <w:t>1.013e0</w:t>
      </w:r>
    </w:p>
    <w:p w:rsidR="005B3ED9" w:rsidRDefault="005B3ED9" w:rsidP="005B3ED9">
      <w:r>
        <w:t>664.9951</w:t>
      </w:r>
      <w:r>
        <w:tab/>
        <w:t>1.013e0</w:t>
      </w:r>
    </w:p>
    <w:p w:rsidR="005B3ED9" w:rsidRDefault="005B3ED9" w:rsidP="005B3ED9">
      <w:r>
        <w:t>665.0471</w:t>
      </w:r>
      <w:r>
        <w:tab/>
        <w:t>2.130e0</w:t>
      </w:r>
    </w:p>
    <w:p w:rsidR="005B3ED9" w:rsidRDefault="005B3ED9" w:rsidP="005B3ED9">
      <w:r>
        <w:t>665.0516</w:t>
      </w:r>
      <w:r>
        <w:tab/>
        <w:t>1.013e0</w:t>
      </w:r>
    </w:p>
    <w:p w:rsidR="005B3ED9" w:rsidRDefault="005B3ED9" w:rsidP="005B3ED9">
      <w:r>
        <w:t>665.1611</w:t>
      </w:r>
      <w:r>
        <w:tab/>
        <w:t>1.013e0</w:t>
      </w:r>
    </w:p>
    <w:p w:rsidR="005B3ED9" w:rsidRDefault="005B3ED9" w:rsidP="005B3ED9">
      <w:r>
        <w:t>665.2305</w:t>
      </w:r>
      <w:r>
        <w:tab/>
        <w:t>3.038e0</w:t>
      </w:r>
    </w:p>
    <w:p w:rsidR="005B3ED9" w:rsidRDefault="005B3ED9" w:rsidP="005B3ED9">
      <w:r>
        <w:t>665.2443</w:t>
      </w:r>
      <w:r>
        <w:tab/>
        <w:t>1.013e0</w:t>
      </w:r>
    </w:p>
    <w:p w:rsidR="005B3ED9" w:rsidRDefault="005B3ED9" w:rsidP="005B3ED9">
      <w:r>
        <w:t>665.2895</w:t>
      </w:r>
      <w:r>
        <w:tab/>
        <w:t>2.025e0</w:t>
      </w:r>
    </w:p>
    <w:p w:rsidR="005B3ED9" w:rsidRDefault="005B3ED9" w:rsidP="005B3ED9">
      <w:r>
        <w:lastRenderedPageBreak/>
        <w:t>665.3869</w:t>
      </w:r>
      <w:r>
        <w:tab/>
        <w:t>1.013e0</w:t>
      </w:r>
    </w:p>
    <w:p w:rsidR="005B3ED9" w:rsidRDefault="005B3ED9" w:rsidP="005B3ED9">
      <w:r>
        <w:t>665.4709</w:t>
      </w:r>
      <w:r>
        <w:tab/>
        <w:t>1.013e0</w:t>
      </w:r>
    </w:p>
    <w:p w:rsidR="005B3ED9" w:rsidRDefault="005B3ED9" w:rsidP="005B3ED9">
      <w:r>
        <w:t>665.6295</w:t>
      </w:r>
      <w:r>
        <w:tab/>
        <w:t>1.013e0</w:t>
      </w:r>
    </w:p>
    <w:p w:rsidR="005B3ED9" w:rsidRDefault="005B3ED9" w:rsidP="005B3ED9">
      <w:r>
        <w:t>665.6819</w:t>
      </w:r>
      <w:r>
        <w:tab/>
        <w:t>1.013e0</w:t>
      </w:r>
    </w:p>
    <w:p w:rsidR="005B3ED9" w:rsidRDefault="005B3ED9" w:rsidP="005B3ED9">
      <w:r>
        <w:t>665.6998</w:t>
      </w:r>
      <w:r>
        <w:tab/>
        <w:t>1.013e0</w:t>
      </w:r>
    </w:p>
    <w:p w:rsidR="005B3ED9" w:rsidRDefault="005B3ED9" w:rsidP="005B3ED9">
      <w:r>
        <w:t>665.7542</w:t>
      </w:r>
      <w:r>
        <w:tab/>
        <w:t>2.025e0</w:t>
      </w:r>
    </w:p>
    <w:p w:rsidR="005B3ED9" w:rsidRDefault="005B3ED9" w:rsidP="005B3ED9">
      <w:r>
        <w:t>665.7693</w:t>
      </w:r>
      <w:r>
        <w:tab/>
        <w:t>1.013e0</w:t>
      </w:r>
    </w:p>
    <w:p w:rsidR="005B3ED9" w:rsidRDefault="005B3ED9" w:rsidP="005B3ED9">
      <w:r>
        <w:t>665.8448</w:t>
      </w:r>
      <w:r>
        <w:tab/>
        <w:t>1.013e0</w:t>
      </w:r>
    </w:p>
    <w:p w:rsidR="005B3ED9" w:rsidRDefault="005B3ED9" w:rsidP="005B3ED9">
      <w:r>
        <w:t>665.8732</w:t>
      </w:r>
      <w:r>
        <w:tab/>
        <w:t>1.013e0</w:t>
      </w:r>
    </w:p>
    <w:p w:rsidR="005B3ED9" w:rsidRDefault="005B3ED9" w:rsidP="005B3ED9">
      <w:r>
        <w:t>665.8906</w:t>
      </w:r>
      <w:r>
        <w:tab/>
        <w:t>1.013e0</w:t>
      </w:r>
    </w:p>
    <w:p w:rsidR="005B3ED9" w:rsidRDefault="005B3ED9" w:rsidP="005B3ED9">
      <w:r>
        <w:t>665.9356</w:t>
      </w:r>
      <w:r>
        <w:tab/>
        <w:t>1.013e0</w:t>
      </w:r>
    </w:p>
    <w:p w:rsidR="005B3ED9" w:rsidRDefault="005B3ED9" w:rsidP="005B3ED9">
      <w:r>
        <w:t>666.1158</w:t>
      </w:r>
      <w:r>
        <w:tab/>
        <w:t>1.013e0</w:t>
      </w:r>
    </w:p>
    <w:p w:rsidR="005B3ED9" w:rsidRDefault="005B3ED9" w:rsidP="005B3ED9">
      <w:r>
        <w:t>666.1738</w:t>
      </w:r>
      <w:r>
        <w:tab/>
        <w:t>1.013e0</w:t>
      </w:r>
    </w:p>
    <w:p w:rsidR="005B3ED9" w:rsidRDefault="005B3ED9" w:rsidP="005B3ED9">
      <w:r>
        <w:t>666.1851</w:t>
      </w:r>
      <w:r>
        <w:tab/>
        <w:t>1.013e0</w:t>
      </w:r>
    </w:p>
    <w:p w:rsidR="005B3ED9" w:rsidRDefault="005B3ED9" w:rsidP="005B3ED9">
      <w:r>
        <w:t>666.2759</w:t>
      </w:r>
      <w:r>
        <w:tab/>
        <w:t>1.013e0</w:t>
      </w:r>
    </w:p>
    <w:p w:rsidR="005B3ED9" w:rsidRDefault="005B3ED9" w:rsidP="005B3ED9">
      <w:r>
        <w:t>666.3132</w:t>
      </w:r>
      <w:r>
        <w:tab/>
        <w:t>4.051e0</w:t>
      </w:r>
    </w:p>
    <w:p w:rsidR="005B3ED9" w:rsidRDefault="005B3ED9" w:rsidP="005B3ED9">
      <w:r>
        <w:t>666.3552</w:t>
      </w:r>
      <w:r>
        <w:tab/>
        <w:t>1.013e0</w:t>
      </w:r>
    </w:p>
    <w:p w:rsidR="005B3ED9" w:rsidRDefault="005B3ED9" w:rsidP="005B3ED9">
      <w:r>
        <w:t>666.4006</w:t>
      </w:r>
      <w:r>
        <w:tab/>
        <w:t>1.013e0</w:t>
      </w:r>
    </w:p>
    <w:p w:rsidR="005B3ED9" w:rsidRDefault="005B3ED9" w:rsidP="005B3ED9">
      <w:r>
        <w:t>666.4332</w:t>
      </w:r>
      <w:r>
        <w:tab/>
        <w:t>2.025e0</w:t>
      </w:r>
    </w:p>
    <w:p w:rsidR="005B3ED9" w:rsidRDefault="005B3ED9" w:rsidP="005B3ED9">
      <w:r>
        <w:lastRenderedPageBreak/>
        <w:t>666.5503</w:t>
      </w:r>
      <w:r>
        <w:tab/>
        <w:t>1.013e0</w:t>
      </w:r>
    </w:p>
    <w:p w:rsidR="005B3ED9" w:rsidRDefault="005B3ED9" w:rsidP="005B3ED9">
      <w:r>
        <w:t>666.6133</w:t>
      </w:r>
      <w:r>
        <w:tab/>
        <w:t>4.051e0</w:t>
      </w:r>
    </w:p>
    <w:p w:rsidR="005B3ED9" w:rsidRDefault="005B3ED9" w:rsidP="005B3ED9">
      <w:r>
        <w:t>666.6290</w:t>
      </w:r>
      <w:r>
        <w:tab/>
        <w:t>4.051e0</w:t>
      </w:r>
    </w:p>
    <w:p w:rsidR="005B3ED9" w:rsidRDefault="005B3ED9" w:rsidP="005B3ED9">
      <w:r>
        <w:t>666.6382</w:t>
      </w:r>
      <w:r>
        <w:tab/>
        <w:t>4.051e0</w:t>
      </w:r>
    </w:p>
    <w:p w:rsidR="005B3ED9" w:rsidRDefault="005B3ED9" w:rsidP="005B3ED9">
      <w:r>
        <w:t>666.6516</w:t>
      </w:r>
      <w:r>
        <w:tab/>
        <w:t>6.076e0</w:t>
      </w:r>
    </w:p>
    <w:p w:rsidR="005B3ED9" w:rsidRDefault="005B3ED9" w:rsidP="005B3ED9">
      <w:r>
        <w:t>666.7233</w:t>
      </w:r>
      <w:r>
        <w:tab/>
        <w:t>2.025e0</w:t>
      </w:r>
    </w:p>
    <w:p w:rsidR="005B3ED9" w:rsidRDefault="005B3ED9" w:rsidP="005B3ED9">
      <w:r>
        <w:t>666.8434</w:t>
      </w:r>
      <w:r>
        <w:tab/>
        <w:t>2.025e0</w:t>
      </w:r>
    </w:p>
    <w:p w:rsidR="005B3ED9" w:rsidRDefault="005B3ED9" w:rsidP="005B3ED9">
      <w:r>
        <w:t>666.8620</w:t>
      </w:r>
      <w:r>
        <w:tab/>
        <w:t>2.025e0</w:t>
      </w:r>
    </w:p>
    <w:p w:rsidR="005B3ED9" w:rsidRDefault="005B3ED9" w:rsidP="005B3ED9">
      <w:r>
        <w:t>667.0291</w:t>
      </w:r>
      <w:r>
        <w:tab/>
        <w:t>2.025e0</w:t>
      </w:r>
    </w:p>
    <w:p w:rsidR="005B3ED9" w:rsidRDefault="005B3ED9" w:rsidP="005B3ED9">
      <w:r>
        <w:t>667.0590</w:t>
      </w:r>
      <w:r>
        <w:tab/>
        <w:t>4.051e0</w:t>
      </w:r>
    </w:p>
    <w:p w:rsidR="005B3ED9" w:rsidRDefault="005B3ED9" w:rsidP="005B3ED9">
      <w:r>
        <w:t>667.1749</w:t>
      </w:r>
      <w:r>
        <w:tab/>
        <w:t>1.013e0</w:t>
      </w:r>
    </w:p>
    <w:p w:rsidR="005B3ED9" w:rsidRDefault="005B3ED9" w:rsidP="005B3ED9">
      <w:r>
        <w:t>667.1917</w:t>
      </w:r>
      <w:r>
        <w:tab/>
        <w:t>1.013e0</w:t>
      </w:r>
    </w:p>
    <w:p w:rsidR="005B3ED9" w:rsidRDefault="005B3ED9" w:rsidP="005B3ED9">
      <w:r>
        <w:t>667.2067</w:t>
      </w:r>
      <w:r>
        <w:tab/>
        <w:t>1.013e0</w:t>
      </w:r>
    </w:p>
    <w:p w:rsidR="005B3ED9" w:rsidRDefault="005B3ED9" w:rsidP="005B3ED9">
      <w:r>
        <w:t>667.2782</w:t>
      </w:r>
      <w:r>
        <w:tab/>
        <w:t>2.025e0</w:t>
      </w:r>
    </w:p>
    <w:p w:rsidR="005B3ED9" w:rsidRDefault="005B3ED9" w:rsidP="005B3ED9">
      <w:r>
        <w:t>667.2896</w:t>
      </w:r>
      <w:r>
        <w:tab/>
        <w:t>3.038e0</w:t>
      </w:r>
    </w:p>
    <w:p w:rsidR="005B3ED9" w:rsidRDefault="005B3ED9" w:rsidP="005B3ED9">
      <w:r>
        <w:t>667.4003</w:t>
      </w:r>
      <w:r>
        <w:tab/>
        <w:t>1.013e0</w:t>
      </w:r>
    </w:p>
    <w:p w:rsidR="005B3ED9" w:rsidRDefault="005B3ED9" w:rsidP="005B3ED9">
      <w:r>
        <w:t>667.4521</w:t>
      </w:r>
      <w:r>
        <w:tab/>
        <w:t>1.013e0</w:t>
      </w:r>
    </w:p>
    <w:p w:rsidR="005B3ED9" w:rsidRDefault="005B3ED9" w:rsidP="005B3ED9">
      <w:r>
        <w:t>667.4795</w:t>
      </w:r>
      <w:r>
        <w:tab/>
        <w:t>1.013e0</w:t>
      </w:r>
    </w:p>
    <w:p w:rsidR="005B3ED9" w:rsidRDefault="005B3ED9" w:rsidP="005B3ED9">
      <w:r>
        <w:t>667.5046</w:t>
      </w:r>
      <w:r>
        <w:tab/>
        <w:t>1.013e0</w:t>
      </w:r>
    </w:p>
    <w:p w:rsidR="005B3ED9" w:rsidRDefault="005B3ED9" w:rsidP="005B3ED9">
      <w:r>
        <w:lastRenderedPageBreak/>
        <w:t>667.5249</w:t>
      </w:r>
      <w:r>
        <w:tab/>
        <w:t>2.025e0</w:t>
      </w:r>
    </w:p>
    <w:p w:rsidR="005B3ED9" w:rsidRDefault="005B3ED9" w:rsidP="005B3ED9">
      <w:r>
        <w:t>667.6158</w:t>
      </w:r>
      <w:r>
        <w:tab/>
        <w:t>1.013e0</w:t>
      </w:r>
    </w:p>
    <w:p w:rsidR="005B3ED9" w:rsidRDefault="005B3ED9" w:rsidP="005B3ED9">
      <w:r>
        <w:t>667.6599</w:t>
      </w:r>
      <w:r>
        <w:tab/>
        <w:t>2.025e0</w:t>
      </w:r>
    </w:p>
    <w:p w:rsidR="005B3ED9" w:rsidRDefault="005B3ED9" w:rsidP="005B3ED9">
      <w:r>
        <w:t>667.6613</w:t>
      </w:r>
      <w:r>
        <w:tab/>
        <w:t>2.025e0</w:t>
      </w:r>
    </w:p>
    <w:p w:rsidR="005B3ED9" w:rsidRDefault="005B3ED9" w:rsidP="005B3ED9">
      <w:r>
        <w:t>667.6841</w:t>
      </w:r>
      <w:r>
        <w:tab/>
        <w:t>1.013e0</w:t>
      </w:r>
    </w:p>
    <w:p w:rsidR="005B3ED9" w:rsidRDefault="005B3ED9" w:rsidP="005B3ED9">
      <w:r>
        <w:t>667.7212</w:t>
      </w:r>
      <w:r>
        <w:tab/>
        <w:t>2.025e0</w:t>
      </w:r>
    </w:p>
    <w:p w:rsidR="005B3ED9" w:rsidRDefault="005B3ED9" w:rsidP="005B3ED9">
      <w:r>
        <w:t>667.7296</w:t>
      </w:r>
      <w:r>
        <w:tab/>
        <w:t>1.013e0</w:t>
      </w:r>
    </w:p>
    <w:p w:rsidR="005B3ED9" w:rsidRDefault="005B3ED9" w:rsidP="005B3ED9">
      <w:r>
        <w:t>667.7817</w:t>
      </w:r>
      <w:r>
        <w:tab/>
        <w:t>1.013e0</w:t>
      </w:r>
    </w:p>
    <w:p w:rsidR="005B3ED9" w:rsidRDefault="005B3ED9" w:rsidP="005B3ED9">
      <w:r>
        <w:t>667.8091</w:t>
      </w:r>
      <w:r>
        <w:tab/>
        <w:t>1.013e0</w:t>
      </w:r>
    </w:p>
    <w:p w:rsidR="005B3ED9" w:rsidRDefault="005B3ED9" w:rsidP="005B3ED9">
      <w:r>
        <w:t>667.8659</w:t>
      </w:r>
      <w:r>
        <w:tab/>
        <w:t>1.013e0</w:t>
      </w:r>
    </w:p>
    <w:p w:rsidR="005B3ED9" w:rsidRDefault="005B3ED9" w:rsidP="005B3ED9">
      <w:r>
        <w:t>667.9568</w:t>
      </w:r>
      <w:r>
        <w:tab/>
        <w:t>1.013e0</w:t>
      </w:r>
    </w:p>
    <w:p w:rsidR="005B3ED9" w:rsidRDefault="005B3ED9" w:rsidP="005B3ED9">
      <w:r>
        <w:t>668.0206</w:t>
      </w:r>
      <w:r>
        <w:tab/>
        <w:t>4.051e0</w:t>
      </w:r>
    </w:p>
    <w:p w:rsidR="005B3ED9" w:rsidRDefault="005B3ED9" w:rsidP="005B3ED9">
      <w:r>
        <w:t>668.0820</w:t>
      </w:r>
      <w:r>
        <w:tab/>
        <w:t>1.013e0</w:t>
      </w:r>
    </w:p>
    <w:p w:rsidR="005B3ED9" w:rsidRDefault="005B3ED9" w:rsidP="005B3ED9">
      <w:r>
        <w:t>668.2299</w:t>
      </w:r>
      <w:r>
        <w:tab/>
        <w:t>1.013e0</w:t>
      </w:r>
    </w:p>
    <w:p w:rsidR="005B3ED9" w:rsidRDefault="005B3ED9" w:rsidP="005B3ED9">
      <w:r>
        <w:t>668.2846</w:t>
      </w:r>
      <w:r>
        <w:tab/>
        <w:t>1.013e0</w:t>
      </w:r>
    </w:p>
    <w:p w:rsidR="005B3ED9" w:rsidRDefault="005B3ED9" w:rsidP="005B3ED9">
      <w:r>
        <w:t>668.3088</w:t>
      </w:r>
      <w:r>
        <w:tab/>
        <w:t>2.025e0</w:t>
      </w:r>
    </w:p>
    <w:p w:rsidR="005B3ED9" w:rsidRDefault="005B3ED9" w:rsidP="005B3ED9">
      <w:r>
        <w:t>668.4238</w:t>
      </w:r>
      <w:r>
        <w:tab/>
        <w:t>1.013e0</w:t>
      </w:r>
    </w:p>
    <w:p w:rsidR="005B3ED9" w:rsidRDefault="005B3ED9" w:rsidP="005B3ED9">
      <w:r>
        <w:t>668.4802</w:t>
      </w:r>
      <w:r>
        <w:tab/>
        <w:t>1.013e0</w:t>
      </w:r>
    </w:p>
    <w:p w:rsidR="005B3ED9" w:rsidRDefault="005B3ED9" w:rsidP="005B3ED9">
      <w:r>
        <w:t>668.5102</w:t>
      </w:r>
      <w:r>
        <w:tab/>
        <w:t>1.013e0</w:t>
      </w:r>
    </w:p>
    <w:p w:rsidR="005B3ED9" w:rsidRDefault="005B3ED9" w:rsidP="005B3ED9">
      <w:r>
        <w:lastRenderedPageBreak/>
        <w:t>668.7079</w:t>
      </w:r>
      <w:r>
        <w:tab/>
        <w:t>1.013e0</w:t>
      </w:r>
    </w:p>
    <w:p w:rsidR="005B3ED9" w:rsidRDefault="005B3ED9" w:rsidP="005B3ED9">
      <w:r>
        <w:t>668.7881</w:t>
      </w:r>
      <w:r>
        <w:tab/>
        <w:t>1.013e0</w:t>
      </w:r>
    </w:p>
    <w:p w:rsidR="005B3ED9" w:rsidRDefault="005B3ED9" w:rsidP="005B3ED9">
      <w:r>
        <w:t>668.8103</w:t>
      </w:r>
      <w:r>
        <w:tab/>
        <w:t>1.013e0</w:t>
      </w:r>
    </w:p>
    <w:p w:rsidR="005B3ED9" w:rsidRDefault="005B3ED9" w:rsidP="005B3ED9">
      <w:r>
        <w:t>668.8444</w:t>
      </w:r>
      <w:r>
        <w:tab/>
        <w:t>1.013e0</w:t>
      </w:r>
    </w:p>
    <w:p w:rsidR="005B3ED9" w:rsidRDefault="005B3ED9" w:rsidP="005B3ED9">
      <w:r>
        <w:t>668.8787</w:t>
      </w:r>
      <w:r>
        <w:tab/>
        <w:t>1.013e0</w:t>
      </w:r>
    </w:p>
    <w:p w:rsidR="005B3ED9" w:rsidRDefault="005B3ED9" w:rsidP="005B3ED9">
      <w:r>
        <w:t>669.0380</w:t>
      </w:r>
      <w:r>
        <w:tab/>
        <w:t>1.013e0</w:t>
      </w:r>
    </w:p>
    <w:p w:rsidR="005B3ED9" w:rsidRDefault="005B3ED9" w:rsidP="005B3ED9">
      <w:r>
        <w:t>669.0479</w:t>
      </w:r>
      <w:r>
        <w:tab/>
        <w:t>1.013e0</w:t>
      </w:r>
    </w:p>
    <w:p w:rsidR="005B3ED9" w:rsidRDefault="005B3ED9" w:rsidP="005B3ED9">
      <w:r>
        <w:t>669.1173</w:t>
      </w:r>
      <w:r>
        <w:tab/>
        <w:t>1.013e0</w:t>
      </w:r>
    </w:p>
    <w:p w:rsidR="005B3ED9" w:rsidRDefault="005B3ED9" w:rsidP="005B3ED9">
      <w:r>
        <w:t>669.1464</w:t>
      </w:r>
      <w:r>
        <w:tab/>
        <w:t>2.025e0</w:t>
      </w:r>
    </w:p>
    <w:p w:rsidR="005B3ED9" w:rsidRDefault="005B3ED9" w:rsidP="005B3ED9">
      <w:r>
        <w:t>669.1870</w:t>
      </w:r>
      <w:r>
        <w:tab/>
        <w:t>1.013e0</w:t>
      </w:r>
    </w:p>
    <w:p w:rsidR="005B3ED9" w:rsidRDefault="005B3ED9" w:rsidP="005B3ED9">
      <w:r>
        <w:t>669.2278</w:t>
      </w:r>
      <w:r>
        <w:tab/>
        <w:t>2.025e0</w:t>
      </w:r>
    </w:p>
    <w:p w:rsidR="005B3ED9" w:rsidRDefault="005B3ED9" w:rsidP="005B3ED9">
      <w:r>
        <w:t>669.2652</w:t>
      </w:r>
      <w:r>
        <w:tab/>
        <w:t>2.025e0</w:t>
      </w:r>
    </w:p>
    <w:p w:rsidR="005B3ED9" w:rsidRDefault="005B3ED9" w:rsidP="005B3ED9">
      <w:r>
        <w:t>669.3229</w:t>
      </w:r>
      <w:r>
        <w:tab/>
        <w:t>1.013e0</w:t>
      </w:r>
    </w:p>
    <w:p w:rsidR="005B3ED9" w:rsidRDefault="005B3ED9" w:rsidP="005B3ED9">
      <w:r>
        <w:t>669.3419</w:t>
      </w:r>
      <w:r>
        <w:tab/>
        <w:t>3.038e0</w:t>
      </w:r>
    </w:p>
    <w:p w:rsidR="005B3ED9" w:rsidRDefault="005B3ED9" w:rsidP="005B3ED9">
      <w:r>
        <w:t>669.4595</w:t>
      </w:r>
      <w:r>
        <w:tab/>
        <w:t>1.013e0</w:t>
      </w:r>
    </w:p>
    <w:p w:rsidR="005B3ED9" w:rsidRDefault="005B3ED9" w:rsidP="005B3ED9">
      <w:r>
        <w:t>669.5102</w:t>
      </w:r>
      <w:r>
        <w:tab/>
        <w:t>2.025e0</w:t>
      </w:r>
    </w:p>
    <w:p w:rsidR="005B3ED9" w:rsidRDefault="005B3ED9" w:rsidP="005B3ED9">
      <w:r>
        <w:t>669.5166</w:t>
      </w:r>
      <w:r>
        <w:tab/>
        <w:t>3.038e0</w:t>
      </w:r>
    </w:p>
    <w:p w:rsidR="005B3ED9" w:rsidRDefault="005B3ED9" w:rsidP="005B3ED9">
      <w:r>
        <w:t>669.5507</w:t>
      </w:r>
      <w:r>
        <w:tab/>
        <w:t>1.013e0</w:t>
      </w:r>
    </w:p>
    <w:p w:rsidR="005B3ED9" w:rsidRDefault="005B3ED9" w:rsidP="005B3ED9">
      <w:r>
        <w:t>669.5736</w:t>
      </w:r>
      <w:r>
        <w:tab/>
        <w:t>1.013e0</w:t>
      </w:r>
    </w:p>
    <w:p w:rsidR="005B3ED9" w:rsidRDefault="005B3ED9" w:rsidP="005B3ED9">
      <w:r>
        <w:lastRenderedPageBreak/>
        <w:t>669.6553</w:t>
      </w:r>
      <w:r>
        <w:tab/>
        <w:t>1.013e0</w:t>
      </w:r>
    </w:p>
    <w:p w:rsidR="005B3ED9" w:rsidRDefault="005B3ED9" w:rsidP="005B3ED9">
      <w:r>
        <w:t>669.6721</w:t>
      </w:r>
      <w:r>
        <w:tab/>
        <w:t>1.013e0</w:t>
      </w:r>
    </w:p>
    <w:p w:rsidR="005B3ED9" w:rsidRDefault="005B3ED9" w:rsidP="005B3ED9">
      <w:r>
        <w:t>669.8357</w:t>
      </w:r>
      <w:r>
        <w:tab/>
        <w:t>1.013e0</w:t>
      </w:r>
    </w:p>
    <w:p w:rsidR="005B3ED9" w:rsidRDefault="005B3ED9" w:rsidP="005B3ED9">
      <w:r>
        <w:t>669.9324</w:t>
      </w:r>
      <w:r>
        <w:tab/>
        <w:t>2.025e0</w:t>
      </w:r>
    </w:p>
    <w:p w:rsidR="005B3ED9" w:rsidRDefault="005B3ED9" w:rsidP="005B3ED9">
      <w:r>
        <w:t>669.9497</w:t>
      </w:r>
      <w:r>
        <w:tab/>
        <w:t>1.013e0</w:t>
      </w:r>
    </w:p>
    <w:p w:rsidR="005B3ED9" w:rsidRDefault="005B3ED9" w:rsidP="005B3ED9">
      <w:r>
        <w:t>670.0638</w:t>
      </w:r>
      <w:r>
        <w:tab/>
        <w:t>1.013e0</w:t>
      </w:r>
    </w:p>
    <w:p w:rsidR="005B3ED9" w:rsidRDefault="005B3ED9" w:rsidP="005B3ED9">
      <w:r>
        <w:t>670.0866</w:t>
      </w:r>
      <w:r>
        <w:tab/>
        <w:t>1.013e0</w:t>
      </w:r>
    </w:p>
    <w:p w:rsidR="005B3ED9" w:rsidRDefault="005B3ED9" w:rsidP="005B3ED9">
      <w:r>
        <w:t>670.0981</w:t>
      </w:r>
      <w:r>
        <w:tab/>
        <w:t>1.013e0</w:t>
      </w:r>
    </w:p>
    <w:p w:rsidR="005B3ED9" w:rsidRDefault="005B3ED9" w:rsidP="005B3ED9">
      <w:r>
        <w:t>670.1492</w:t>
      </w:r>
      <w:r>
        <w:tab/>
        <w:t>2.025e0</w:t>
      </w:r>
    </w:p>
    <w:p w:rsidR="005B3ED9" w:rsidRDefault="005B3ED9" w:rsidP="005B3ED9">
      <w:r>
        <w:t>670.2930</w:t>
      </w:r>
      <w:r>
        <w:tab/>
        <w:t>2.025e0</w:t>
      </w:r>
    </w:p>
    <w:p w:rsidR="005B3ED9" w:rsidRDefault="005B3ED9" w:rsidP="005B3ED9">
      <w:r>
        <w:t>670.3660</w:t>
      </w:r>
      <w:r>
        <w:tab/>
        <w:t>1.013e0</w:t>
      </w:r>
    </w:p>
    <w:p w:rsidR="005B3ED9" w:rsidRDefault="005B3ED9" w:rsidP="005B3ED9">
      <w:r>
        <w:t>670.4005</w:t>
      </w:r>
      <w:r>
        <w:tab/>
        <w:t>1.013e0</w:t>
      </w:r>
    </w:p>
    <w:p w:rsidR="005B3ED9" w:rsidRDefault="005B3ED9" w:rsidP="005B3ED9">
      <w:r>
        <w:t>670.4175</w:t>
      </w:r>
      <w:r>
        <w:tab/>
        <w:t>1.013e0</w:t>
      </w:r>
    </w:p>
    <w:p w:rsidR="005B3ED9" w:rsidRDefault="005B3ED9" w:rsidP="005B3ED9">
      <w:r>
        <w:t>670.4352</w:t>
      </w:r>
      <w:r>
        <w:tab/>
        <w:t>1.013e0</w:t>
      </w:r>
    </w:p>
    <w:p w:rsidR="005B3ED9" w:rsidRDefault="005B3ED9" w:rsidP="005B3ED9">
      <w:r>
        <w:t>670.4528</w:t>
      </w:r>
      <w:r>
        <w:tab/>
        <w:t>1.013e0</w:t>
      </w:r>
    </w:p>
    <w:p w:rsidR="005B3ED9" w:rsidRDefault="005B3ED9" w:rsidP="005B3ED9">
      <w:r>
        <w:t>670.4859</w:t>
      </w:r>
      <w:r>
        <w:tab/>
        <w:t>1.013e0</w:t>
      </w:r>
    </w:p>
    <w:p w:rsidR="005B3ED9" w:rsidRDefault="005B3ED9" w:rsidP="005B3ED9">
      <w:r>
        <w:t>670.5202</w:t>
      </w:r>
      <w:r>
        <w:tab/>
        <w:t>1.013e0</w:t>
      </w:r>
    </w:p>
    <w:p w:rsidR="005B3ED9" w:rsidRDefault="005B3ED9" w:rsidP="005B3ED9">
      <w:r>
        <w:t>670.7371</w:t>
      </w:r>
      <w:r>
        <w:tab/>
        <w:t>1.013e0</w:t>
      </w:r>
    </w:p>
    <w:p w:rsidR="005B3ED9" w:rsidRDefault="005B3ED9" w:rsidP="005B3ED9">
      <w:r>
        <w:t>670.7599</w:t>
      </w:r>
      <w:r>
        <w:tab/>
        <w:t>1.013e0</w:t>
      </w:r>
    </w:p>
    <w:p w:rsidR="005B3ED9" w:rsidRDefault="005B3ED9" w:rsidP="005B3ED9">
      <w:r>
        <w:lastRenderedPageBreak/>
        <w:t>670.9208</w:t>
      </w:r>
      <w:r>
        <w:tab/>
        <w:t>1.013e0</w:t>
      </w:r>
    </w:p>
    <w:p w:rsidR="005B3ED9" w:rsidRDefault="005B3ED9" w:rsidP="005B3ED9">
      <w:r>
        <w:t>670.9883</w:t>
      </w:r>
      <w:r>
        <w:tab/>
        <w:t>1.013e0</w:t>
      </w:r>
    </w:p>
    <w:p w:rsidR="005B3ED9" w:rsidRDefault="005B3ED9" w:rsidP="005B3ED9">
      <w:r>
        <w:t>671.1631</w:t>
      </w:r>
      <w:r>
        <w:tab/>
        <w:t>2.025e0</w:t>
      </w:r>
    </w:p>
    <w:p w:rsidR="005B3ED9" w:rsidRDefault="005B3ED9" w:rsidP="005B3ED9">
      <w:r>
        <w:t>671.3310</w:t>
      </w:r>
      <w:r>
        <w:tab/>
        <w:t>1.013e0</w:t>
      </w:r>
    </w:p>
    <w:p w:rsidR="005B3ED9" w:rsidRDefault="005B3ED9" w:rsidP="005B3ED9">
      <w:r>
        <w:t>671.4110</w:t>
      </w:r>
      <w:r>
        <w:tab/>
        <w:t>1.013e0</w:t>
      </w:r>
    </w:p>
    <w:p w:rsidR="005B3ED9" w:rsidRDefault="005B3ED9" w:rsidP="005B3ED9">
      <w:r>
        <w:t>671.4404</w:t>
      </w:r>
      <w:r>
        <w:tab/>
        <w:t>1.013e0</w:t>
      </w:r>
    </w:p>
    <w:p w:rsidR="005B3ED9" w:rsidRDefault="005B3ED9" w:rsidP="005B3ED9">
      <w:r>
        <w:t>671.4581</w:t>
      </w:r>
      <w:r>
        <w:tab/>
        <w:t>1.013e0</w:t>
      </w:r>
    </w:p>
    <w:p w:rsidR="005B3ED9" w:rsidRDefault="005B3ED9" w:rsidP="005B3ED9">
      <w:r>
        <w:t>671.4796</w:t>
      </w:r>
      <w:r>
        <w:tab/>
        <w:t>1.013e0</w:t>
      </w:r>
    </w:p>
    <w:p w:rsidR="005B3ED9" w:rsidRDefault="005B3ED9" w:rsidP="005B3ED9">
      <w:r>
        <w:t>671.5444</w:t>
      </w:r>
      <w:r>
        <w:tab/>
        <w:t>1.013e0</w:t>
      </w:r>
    </w:p>
    <w:p w:rsidR="005B3ED9" w:rsidRDefault="005B3ED9" w:rsidP="005B3ED9">
      <w:r>
        <w:t>671.5481</w:t>
      </w:r>
      <w:r>
        <w:tab/>
        <w:t>1.013e0</w:t>
      </w:r>
    </w:p>
    <w:p w:rsidR="005B3ED9" w:rsidRDefault="005B3ED9" w:rsidP="005B3ED9">
      <w:r>
        <w:t>671.5596</w:t>
      </w:r>
      <w:r>
        <w:tab/>
        <w:t>1.013e0</w:t>
      </w:r>
    </w:p>
    <w:p w:rsidR="005B3ED9" w:rsidRDefault="005B3ED9" w:rsidP="005B3ED9">
      <w:r>
        <w:t>671.6834</w:t>
      </w:r>
      <w:r>
        <w:tab/>
        <w:t>2.025e0</w:t>
      </w:r>
    </w:p>
    <w:p w:rsidR="005B3ED9" w:rsidRDefault="005B3ED9" w:rsidP="005B3ED9">
      <w:r>
        <w:t>671.6910</w:t>
      </w:r>
      <w:r>
        <w:tab/>
        <w:t>2.025e0</w:t>
      </w:r>
    </w:p>
    <w:p w:rsidR="005B3ED9" w:rsidRDefault="005B3ED9" w:rsidP="005B3ED9">
      <w:r>
        <w:t>671.8393</w:t>
      </w:r>
      <w:r>
        <w:tab/>
        <w:t>1.013e0</w:t>
      </w:r>
    </w:p>
    <w:p w:rsidR="005B3ED9" w:rsidRDefault="005B3ED9" w:rsidP="005B3ED9">
      <w:r>
        <w:t>671.8738</w:t>
      </w:r>
      <w:r>
        <w:tab/>
        <w:t>1.013e0</w:t>
      </w:r>
    </w:p>
    <w:p w:rsidR="005B3ED9" w:rsidRDefault="005B3ED9" w:rsidP="005B3ED9">
      <w:r>
        <w:t>671.9368</w:t>
      </w:r>
      <w:r>
        <w:tab/>
        <w:t>1.013e0</w:t>
      </w:r>
    </w:p>
    <w:p w:rsidR="005B3ED9" w:rsidRDefault="005B3ED9" w:rsidP="005B3ED9">
      <w:r>
        <w:t>671.9597</w:t>
      </w:r>
      <w:r>
        <w:tab/>
        <w:t>2.025e0</w:t>
      </w:r>
    </w:p>
    <w:p w:rsidR="005B3ED9" w:rsidRDefault="005B3ED9" w:rsidP="005B3ED9">
      <w:r>
        <w:t>672.0397</w:t>
      </w:r>
      <w:r>
        <w:tab/>
        <w:t>1.013e0</w:t>
      </w:r>
    </w:p>
    <w:p w:rsidR="005B3ED9" w:rsidRDefault="005B3ED9" w:rsidP="005B3ED9">
      <w:r>
        <w:t>672.1163</w:t>
      </w:r>
      <w:r>
        <w:tab/>
        <w:t>1.013e0</w:t>
      </w:r>
    </w:p>
    <w:p w:rsidR="005B3ED9" w:rsidRDefault="005B3ED9" w:rsidP="005B3ED9">
      <w:r>
        <w:lastRenderedPageBreak/>
        <w:t>672.1312</w:t>
      </w:r>
      <w:r>
        <w:tab/>
        <w:t>1.013e0</w:t>
      </w:r>
    </w:p>
    <w:p w:rsidR="005B3ED9" w:rsidRDefault="005B3ED9" w:rsidP="005B3ED9">
      <w:r>
        <w:t>672.2896</w:t>
      </w:r>
      <w:r>
        <w:tab/>
        <w:t>1.013e0</w:t>
      </w:r>
    </w:p>
    <w:p w:rsidR="005B3ED9" w:rsidRDefault="005B3ED9" w:rsidP="005B3ED9">
      <w:r>
        <w:t>672.3073</w:t>
      </w:r>
      <w:r>
        <w:tab/>
        <w:t>1.013e0</w:t>
      </w:r>
    </w:p>
    <w:p w:rsidR="005B3ED9" w:rsidRDefault="005B3ED9" w:rsidP="005B3ED9">
      <w:r>
        <w:t>672.3257</w:t>
      </w:r>
      <w:r>
        <w:tab/>
        <w:t>1.013e0</w:t>
      </w:r>
    </w:p>
    <w:p w:rsidR="005B3ED9" w:rsidRDefault="005B3ED9" w:rsidP="005B3ED9">
      <w:r>
        <w:t>672.3936</w:t>
      </w:r>
      <w:r>
        <w:tab/>
        <w:t>2.025e0</w:t>
      </w:r>
    </w:p>
    <w:p w:rsidR="005B3ED9" w:rsidRDefault="005B3ED9" w:rsidP="005B3ED9">
      <w:r>
        <w:t>672.4929</w:t>
      </w:r>
      <w:r>
        <w:tab/>
        <w:t>3.038e0</w:t>
      </w:r>
    </w:p>
    <w:p w:rsidR="005B3ED9" w:rsidRDefault="005B3ED9" w:rsidP="005B3ED9">
      <w:r>
        <w:t>672.4979</w:t>
      </w:r>
      <w:r>
        <w:tab/>
        <w:t>1.013e0</w:t>
      </w:r>
    </w:p>
    <w:p w:rsidR="005B3ED9" w:rsidRDefault="005B3ED9" w:rsidP="005B3ED9">
      <w:r>
        <w:t>672.5234</w:t>
      </w:r>
      <w:r>
        <w:tab/>
        <w:t>6.076e0</w:t>
      </w:r>
    </w:p>
    <w:p w:rsidR="005B3ED9" w:rsidRDefault="005B3ED9" w:rsidP="005B3ED9">
      <w:r>
        <w:t>672.5325</w:t>
      </w:r>
      <w:r>
        <w:tab/>
        <w:t>1.013e0</w:t>
      </w:r>
    </w:p>
    <w:p w:rsidR="005B3ED9" w:rsidRDefault="005B3ED9" w:rsidP="005B3ED9">
      <w:r>
        <w:t>672.5842</w:t>
      </w:r>
      <w:r>
        <w:tab/>
        <w:t>1.013e0</w:t>
      </w:r>
    </w:p>
    <w:p w:rsidR="005B3ED9" w:rsidRDefault="005B3ED9" w:rsidP="005B3ED9">
      <w:r>
        <w:t>672.6629</w:t>
      </w:r>
      <w:r>
        <w:tab/>
        <w:t>2.025e0</w:t>
      </w:r>
    </w:p>
    <w:p w:rsidR="005B3ED9" w:rsidRDefault="005B3ED9" w:rsidP="005B3ED9">
      <w:r>
        <w:t>672.7034</w:t>
      </w:r>
      <w:r>
        <w:tab/>
        <w:t>1.013e0</w:t>
      </w:r>
    </w:p>
    <w:p w:rsidR="005B3ED9" w:rsidRDefault="005B3ED9" w:rsidP="005B3ED9">
      <w:r>
        <w:t>672.7263</w:t>
      </w:r>
      <w:r>
        <w:tab/>
        <w:t>1.013e0</w:t>
      </w:r>
    </w:p>
    <w:p w:rsidR="005B3ED9" w:rsidRDefault="005B3ED9" w:rsidP="005B3ED9">
      <w:r>
        <w:t>672.8071</w:t>
      </w:r>
      <w:r>
        <w:tab/>
        <w:t>2.025e0</w:t>
      </w:r>
    </w:p>
    <w:p w:rsidR="005B3ED9" w:rsidRDefault="005B3ED9" w:rsidP="005B3ED9">
      <w:r>
        <w:t>672.8293</w:t>
      </w:r>
      <w:r>
        <w:tab/>
        <w:t>1.013e0</w:t>
      </w:r>
    </w:p>
    <w:p w:rsidR="005B3ED9" w:rsidRDefault="005B3ED9" w:rsidP="005B3ED9">
      <w:r>
        <w:t>672.8981</w:t>
      </w:r>
      <w:r>
        <w:tab/>
        <w:t>1.013e0</w:t>
      </w:r>
    </w:p>
    <w:p w:rsidR="005B3ED9" w:rsidRDefault="005B3ED9" w:rsidP="005B3ED9">
      <w:r>
        <w:t>672.9210</w:t>
      </w:r>
      <w:r>
        <w:tab/>
        <w:t>2.025e0</w:t>
      </w:r>
    </w:p>
    <w:p w:rsidR="005B3ED9" w:rsidRDefault="005B3ED9" w:rsidP="005B3ED9">
      <w:r>
        <w:t>672.9657</w:t>
      </w:r>
      <w:r>
        <w:tab/>
        <w:t>2.025e0</w:t>
      </w:r>
    </w:p>
    <w:p w:rsidR="005B3ED9" w:rsidRDefault="005B3ED9" w:rsidP="005B3ED9">
      <w:r>
        <w:t>673.0176</w:t>
      </w:r>
      <w:r>
        <w:tab/>
        <w:t>1.013e0</w:t>
      </w:r>
    </w:p>
    <w:p w:rsidR="005B3ED9" w:rsidRDefault="005B3ED9" w:rsidP="005B3ED9">
      <w:r>
        <w:lastRenderedPageBreak/>
        <w:t>673.1098</w:t>
      </w:r>
      <w:r>
        <w:tab/>
        <w:t>2.025e0</w:t>
      </w:r>
    </w:p>
    <w:p w:rsidR="005B3ED9" w:rsidRDefault="005B3ED9" w:rsidP="005B3ED9">
      <w:r>
        <w:t>673.1271</w:t>
      </w:r>
      <w:r>
        <w:tab/>
        <w:t>1.013e0</w:t>
      </w:r>
    </w:p>
    <w:p w:rsidR="005B3ED9" w:rsidRDefault="005B3ED9" w:rsidP="005B3ED9">
      <w:r>
        <w:t>673.1736</w:t>
      </w:r>
      <w:r>
        <w:tab/>
        <w:t>1.013e0</w:t>
      </w:r>
    </w:p>
    <w:p w:rsidR="005B3ED9" w:rsidRDefault="005B3ED9" w:rsidP="005B3ED9">
      <w:r>
        <w:t>673.1906</w:t>
      </w:r>
      <w:r>
        <w:tab/>
        <w:t>1.013e0</w:t>
      </w:r>
    </w:p>
    <w:p w:rsidR="005B3ED9" w:rsidRDefault="005B3ED9" w:rsidP="005B3ED9">
      <w:r>
        <w:t>673.2131</w:t>
      </w:r>
      <w:r>
        <w:tab/>
        <w:t>2.025e0</w:t>
      </w:r>
    </w:p>
    <w:p w:rsidR="005B3ED9" w:rsidRDefault="005B3ED9" w:rsidP="005B3ED9">
      <w:r>
        <w:t>673.2478</w:t>
      </w:r>
      <w:r>
        <w:tab/>
        <w:t>2.025e0</w:t>
      </w:r>
    </w:p>
    <w:p w:rsidR="005B3ED9" w:rsidRDefault="005B3ED9" w:rsidP="005B3ED9">
      <w:r>
        <w:t>673.2761</w:t>
      </w:r>
      <w:r>
        <w:tab/>
        <w:t>1.013e0</w:t>
      </w:r>
    </w:p>
    <w:p w:rsidR="005B3ED9" w:rsidRDefault="005B3ED9" w:rsidP="005B3ED9">
      <w:r>
        <w:t>673.3810</w:t>
      </w:r>
      <w:r>
        <w:tab/>
        <w:t>2.025e0</w:t>
      </w:r>
    </w:p>
    <w:p w:rsidR="005B3ED9" w:rsidRDefault="005B3ED9" w:rsidP="005B3ED9">
      <w:r>
        <w:t>673.3907</w:t>
      </w:r>
      <w:r>
        <w:tab/>
        <w:t>1.013e0</w:t>
      </w:r>
    </w:p>
    <w:p w:rsidR="005B3ED9" w:rsidRDefault="005B3ED9" w:rsidP="005B3ED9">
      <w:r>
        <w:t>673.5023</w:t>
      </w:r>
      <w:r>
        <w:tab/>
        <w:t>1.013e0</w:t>
      </w:r>
    </w:p>
    <w:p w:rsidR="005B3ED9" w:rsidRDefault="005B3ED9" w:rsidP="005B3ED9">
      <w:r>
        <w:t>673.5201</w:t>
      </w:r>
      <w:r>
        <w:tab/>
        <w:t>1.013e0</w:t>
      </w:r>
    </w:p>
    <w:p w:rsidR="005B3ED9" w:rsidRDefault="005B3ED9" w:rsidP="005B3ED9">
      <w:r>
        <w:t>673.5895</w:t>
      </w:r>
      <w:r>
        <w:tab/>
        <w:t>1.013e0</w:t>
      </w:r>
    </w:p>
    <w:p w:rsidR="005B3ED9" w:rsidRDefault="005B3ED9" w:rsidP="005B3ED9">
      <w:r>
        <w:t>673.6543</w:t>
      </w:r>
      <w:r>
        <w:tab/>
        <w:t>1.013e0</w:t>
      </w:r>
    </w:p>
    <w:p w:rsidR="005B3ED9" w:rsidRDefault="005B3ED9" w:rsidP="005B3ED9">
      <w:r>
        <w:t>673.7116</w:t>
      </w:r>
      <w:r>
        <w:tab/>
        <w:t>1.013e0</w:t>
      </w:r>
    </w:p>
    <w:p w:rsidR="005B3ED9" w:rsidRDefault="005B3ED9" w:rsidP="005B3ED9">
      <w:r>
        <w:t>673.7574</w:t>
      </w:r>
      <w:r>
        <w:tab/>
        <w:t>2.025e0</w:t>
      </w:r>
    </w:p>
    <w:p w:rsidR="005B3ED9" w:rsidRDefault="005B3ED9" w:rsidP="005B3ED9">
      <w:r>
        <w:t>673.7972</w:t>
      </w:r>
      <w:r>
        <w:tab/>
        <w:t>1.013e0</w:t>
      </w:r>
    </w:p>
    <w:p w:rsidR="005B3ED9" w:rsidRDefault="005B3ED9" w:rsidP="005B3ED9">
      <w:r>
        <w:t>673.8835</w:t>
      </w:r>
      <w:r>
        <w:tab/>
        <w:t>1.013e0</w:t>
      </w:r>
    </w:p>
    <w:p w:rsidR="005B3ED9" w:rsidRDefault="005B3ED9" w:rsidP="005B3ED9">
      <w:r>
        <w:t>673.9184</w:t>
      </w:r>
      <w:r>
        <w:tab/>
        <w:t>1.013e0</w:t>
      </w:r>
    </w:p>
    <w:p w:rsidR="005B3ED9" w:rsidRDefault="005B3ED9" w:rsidP="005B3ED9">
      <w:r>
        <w:t>673.9294</w:t>
      </w:r>
      <w:r>
        <w:tab/>
        <w:t>1.013e0</w:t>
      </w:r>
    </w:p>
    <w:p w:rsidR="005B3ED9" w:rsidRDefault="005B3ED9" w:rsidP="005B3ED9">
      <w:r>
        <w:lastRenderedPageBreak/>
        <w:t>673.9409</w:t>
      </w:r>
      <w:r>
        <w:tab/>
        <w:t>1.013e0</w:t>
      </w:r>
    </w:p>
    <w:p w:rsidR="005B3ED9" w:rsidRDefault="005B3ED9" w:rsidP="005B3ED9">
      <w:r>
        <w:t>674.0785</w:t>
      </w:r>
      <w:r>
        <w:tab/>
        <w:t>1.013e0</w:t>
      </w:r>
    </w:p>
    <w:p w:rsidR="005B3ED9" w:rsidRDefault="005B3ED9" w:rsidP="005B3ED9">
      <w:r>
        <w:t>674.1473</w:t>
      </w:r>
      <w:r>
        <w:tab/>
        <w:t>1.013e0</w:t>
      </w:r>
    </w:p>
    <w:p w:rsidR="005B3ED9" w:rsidRDefault="005B3ED9" w:rsidP="005B3ED9">
      <w:r>
        <w:t>674.2018</w:t>
      </w:r>
      <w:r>
        <w:tab/>
        <w:t>3.038e0</w:t>
      </w:r>
    </w:p>
    <w:p w:rsidR="005B3ED9" w:rsidRDefault="005B3ED9" w:rsidP="005B3ED9">
      <w:r>
        <w:t>674.2782</w:t>
      </w:r>
      <w:r>
        <w:tab/>
        <w:t>2.025e0</w:t>
      </w:r>
    </w:p>
    <w:p w:rsidR="005B3ED9" w:rsidRDefault="005B3ED9" w:rsidP="005B3ED9">
      <w:r>
        <w:t>674.3215</w:t>
      </w:r>
      <w:r>
        <w:tab/>
        <w:t>3.038e0</w:t>
      </w:r>
    </w:p>
    <w:p w:rsidR="005B3ED9" w:rsidRDefault="005B3ED9" w:rsidP="005B3ED9">
      <w:r>
        <w:t>674.3343</w:t>
      </w:r>
      <w:r>
        <w:tab/>
        <w:t>1.013e0</w:t>
      </w:r>
    </w:p>
    <w:p w:rsidR="005B3ED9" w:rsidRDefault="005B3ED9" w:rsidP="005B3ED9">
      <w:r>
        <w:t>674.3688</w:t>
      </w:r>
      <w:r>
        <w:tab/>
        <w:t>1.013e0</w:t>
      </w:r>
    </w:p>
    <w:p w:rsidR="005B3ED9" w:rsidRDefault="005B3ED9" w:rsidP="005B3ED9">
      <w:r>
        <w:t>674.4203</w:t>
      </w:r>
      <w:r>
        <w:tab/>
        <w:t>1.013e0</w:t>
      </w:r>
    </w:p>
    <w:p w:rsidR="005B3ED9" w:rsidRDefault="005B3ED9" w:rsidP="005B3ED9">
      <w:r>
        <w:t>674.4983</w:t>
      </w:r>
      <w:r>
        <w:tab/>
        <w:t>3.038e0</w:t>
      </w:r>
    </w:p>
    <w:p w:rsidR="005B3ED9" w:rsidRDefault="005B3ED9" w:rsidP="005B3ED9">
      <w:r>
        <w:t>674.5719</w:t>
      </w:r>
      <w:r>
        <w:tab/>
        <w:t>1.013e0</w:t>
      </w:r>
    </w:p>
    <w:p w:rsidR="005B3ED9" w:rsidRDefault="005B3ED9" w:rsidP="005B3ED9">
      <w:r>
        <w:t>674.5936</w:t>
      </w:r>
      <w:r>
        <w:tab/>
        <w:t>1.013e0</w:t>
      </w:r>
    </w:p>
    <w:p w:rsidR="005B3ED9" w:rsidRDefault="005B3ED9" w:rsidP="005B3ED9">
      <w:r>
        <w:t>674.6063</w:t>
      </w:r>
      <w:r>
        <w:tab/>
        <w:t>1.013e0</w:t>
      </w:r>
    </w:p>
    <w:p w:rsidR="005B3ED9" w:rsidRDefault="005B3ED9" w:rsidP="005B3ED9">
      <w:r>
        <w:t>674.6978</w:t>
      </w:r>
      <w:r>
        <w:tab/>
        <w:t>2.025e0</w:t>
      </w:r>
    </w:p>
    <w:p w:rsidR="005B3ED9" w:rsidRDefault="005B3ED9" w:rsidP="005B3ED9">
      <w:r>
        <w:t>674.7325</w:t>
      </w:r>
      <w:r>
        <w:tab/>
        <w:t>1.013e0</w:t>
      </w:r>
    </w:p>
    <w:p w:rsidR="005B3ED9" w:rsidRDefault="005B3ED9" w:rsidP="005B3ED9">
      <w:r>
        <w:t>674.7497</w:t>
      </w:r>
      <w:r>
        <w:tab/>
        <w:t>1.013e0</w:t>
      </w:r>
    </w:p>
    <w:p w:rsidR="005B3ED9" w:rsidRDefault="005B3ED9" w:rsidP="005B3ED9">
      <w:r>
        <w:t>674.7627</w:t>
      </w:r>
      <w:r>
        <w:tab/>
        <w:t>3.038e0</w:t>
      </w:r>
    </w:p>
    <w:p w:rsidR="005B3ED9" w:rsidRDefault="005B3ED9" w:rsidP="005B3ED9">
      <w:r>
        <w:t>674.8244</w:t>
      </w:r>
      <w:r>
        <w:tab/>
        <w:t>1.013e0</w:t>
      </w:r>
    </w:p>
    <w:p w:rsidR="005B3ED9" w:rsidRDefault="005B3ED9" w:rsidP="005B3ED9">
      <w:r>
        <w:t>674.9043</w:t>
      </w:r>
      <w:r>
        <w:tab/>
        <w:t>2.025e0</w:t>
      </w:r>
    </w:p>
    <w:p w:rsidR="005B3ED9" w:rsidRDefault="005B3ED9" w:rsidP="005B3ED9">
      <w:r>
        <w:lastRenderedPageBreak/>
        <w:t>675.0197</w:t>
      </w:r>
      <w:r>
        <w:tab/>
        <w:t>1.013e0</w:t>
      </w:r>
    </w:p>
    <w:p w:rsidR="005B3ED9" w:rsidRDefault="005B3ED9" w:rsidP="005B3ED9">
      <w:r>
        <w:t>675.0442</w:t>
      </w:r>
      <w:r>
        <w:tab/>
        <w:t>1.013e0</w:t>
      </w:r>
    </w:p>
    <w:p w:rsidR="005B3ED9" w:rsidRDefault="005B3ED9" w:rsidP="005B3ED9">
      <w:r>
        <w:t>675.0770</w:t>
      </w:r>
      <w:r>
        <w:tab/>
        <w:t>1.013e0</w:t>
      </w:r>
    </w:p>
    <w:p w:rsidR="005B3ED9" w:rsidRDefault="005B3ED9" w:rsidP="005B3ED9">
      <w:r>
        <w:t>675.1482</w:t>
      </w:r>
      <w:r>
        <w:tab/>
        <w:t>1.013e0</w:t>
      </w:r>
    </w:p>
    <w:p w:rsidR="005B3ED9" w:rsidRDefault="005B3ED9" w:rsidP="005B3ED9">
      <w:r>
        <w:t>675.1804</w:t>
      </w:r>
      <w:r>
        <w:tab/>
        <w:t>1.013e0</w:t>
      </w:r>
    </w:p>
    <w:p w:rsidR="005B3ED9" w:rsidRDefault="005B3ED9" w:rsidP="005B3ED9">
      <w:r>
        <w:t>675.2035</w:t>
      </w:r>
      <w:r>
        <w:tab/>
        <w:t>1.013e0</w:t>
      </w:r>
    </w:p>
    <w:p w:rsidR="005B3ED9" w:rsidRDefault="005B3ED9" w:rsidP="005B3ED9">
      <w:r>
        <w:t>675.2379</w:t>
      </w:r>
      <w:r>
        <w:tab/>
        <w:t>1.013e0</w:t>
      </w:r>
    </w:p>
    <w:p w:rsidR="005B3ED9" w:rsidRDefault="005B3ED9" w:rsidP="005B3ED9">
      <w:r>
        <w:t>675.2521</w:t>
      </w:r>
      <w:r>
        <w:tab/>
        <w:t>1.013e0</w:t>
      </w:r>
    </w:p>
    <w:p w:rsidR="005B3ED9" w:rsidRDefault="005B3ED9" w:rsidP="005B3ED9">
      <w:r>
        <w:t>675.2609</w:t>
      </w:r>
      <w:r>
        <w:tab/>
        <w:t>1.013e0</w:t>
      </w:r>
    </w:p>
    <w:p w:rsidR="005B3ED9" w:rsidRDefault="005B3ED9" w:rsidP="005B3ED9">
      <w:r>
        <w:t>675.2954</w:t>
      </w:r>
      <w:r>
        <w:tab/>
        <w:t>1.013e0</w:t>
      </w:r>
    </w:p>
    <w:p w:rsidR="005B3ED9" w:rsidRDefault="005B3ED9" w:rsidP="005B3ED9">
      <w:r>
        <w:t>675.3727</w:t>
      </w:r>
      <w:r>
        <w:tab/>
        <w:t>2.025e0</w:t>
      </w:r>
    </w:p>
    <w:p w:rsidR="005B3ED9" w:rsidRDefault="005B3ED9" w:rsidP="005B3ED9">
      <w:r>
        <w:t>675.4217</w:t>
      </w:r>
      <w:r>
        <w:tab/>
        <w:t>1.013e0</w:t>
      </w:r>
    </w:p>
    <w:p w:rsidR="005B3ED9" w:rsidRDefault="005B3ED9" w:rsidP="005B3ED9">
      <w:r>
        <w:t>675.4944</w:t>
      </w:r>
      <w:r>
        <w:tab/>
        <w:t>1.013e0</w:t>
      </w:r>
    </w:p>
    <w:p w:rsidR="005B3ED9" w:rsidRDefault="005B3ED9" w:rsidP="005B3ED9">
      <w:r>
        <w:t>675.5264</w:t>
      </w:r>
      <w:r>
        <w:tab/>
        <w:t>4.051e0</w:t>
      </w:r>
    </w:p>
    <w:p w:rsidR="005B3ED9" w:rsidRDefault="005B3ED9" w:rsidP="005B3ED9">
      <w:r>
        <w:t>675.7714</w:t>
      </w:r>
      <w:r>
        <w:tab/>
        <w:t>1.013e0</w:t>
      </w:r>
    </w:p>
    <w:p w:rsidR="005B3ED9" w:rsidRDefault="005B3ED9" w:rsidP="005B3ED9">
      <w:r>
        <w:t>675.8011</w:t>
      </w:r>
      <w:r>
        <w:tab/>
        <w:t>1.013e0</w:t>
      </w:r>
    </w:p>
    <w:p w:rsidR="005B3ED9" w:rsidRDefault="005B3ED9" w:rsidP="005B3ED9">
      <w:r>
        <w:t>675.8231</w:t>
      </w:r>
      <w:r>
        <w:tab/>
        <w:t>1.013e0</w:t>
      </w:r>
    </w:p>
    <w:p w:rsidR="005B3ED9" w:rsidRDefault="005B3ED9" w:rsidP="005B3ED9">
      <w:r>
        <w:t>675.8406</w:t>
      </w:r>
      <w:r>
        <w:tab/>
        <w:t>1.013e0</w:t>
      </w:r>
    </w:p>
    <w:p w:rsidR="005B3ED9" w:rsidRDefault="005B3ED9" w:rsidP="005B3ED9">
      <w:r>
        <w:t>676.0656</w:t>
      </w:r>
      <w:r>
        <w:tab/>
        <w:t>1.013e0</w:t>
      </w:r>
    </w:p>
    <w:p w:rsidR="005B3ED9" w:rsidRDefault="005B3ED9" w:rsidP="005B3ED9">
      <w:r>
        <w:lastRenderedPageBreak/>
        <w:t>676.1231</w:t>
      </w:r>
      <w:r>
        <w:tab/>
        <w:t>1.013e0</w:t>
      </w:r>
    </w:p>
    <w:p w:rsidR="005B3ED9" w:rsidRDefault="005B3ED9" w:rsidP="005B3ED9">
      <w:r>
        <w:t>676.1520</w:t>
      </w:r>
      <w:r>
        <w:tab/>
        <w:t>1.013e0</w:t>
      </w:r>
    </w:p>
    <w:p w:rsidR="005B3ED9" w:rsidRDefault="005B3ED9" w:rsidP="005B3ED9">
      <w:r>
        <w:t>676.2905</w:t>
      </w:r>
      <w:r>
        <w:tab/>
        <w:t>2.025e0</w:t>
      </w:r>
    </w:p>
    <w:p w:rsidR="005B3ED9" w:rsidRDefault="005B3ED9" w:rsidP="005B3ED9">
      <w:r>
        <w:t>676.3251</w:t>
      </w:r>
      <w:r>
        <w:tab/>
        <w:t>1.013e0</w:t>
      </w:r>
    </w:p>
    <w:p w:rsidR="005B3ED9" w:rsidRDefault="005B3ED9" w:rsidP="005B3ED9">
      <w:r>
        <w:t>676.4467</w:t>
      </w:r>
      <w:r>
        <w:tab/>
        <w:t>1.013e0</w:t>
      </w:r>
    </w:p>
    <w:p w:rsidR="005B3ED9" w:rsidRDefault="005B3ED9" w:rsidP="005B3ED9">
      <w:r>
        <w:t>676.4982</w:t>
      </w:r>
      <w:r>
        <w:tab/>
        <w:t>2.025e0</w:t>
      </w:r>
    </w:p>
    <w:p w:rsidR="005B3ED9" w:rsidRDefault="005B3ED9" w:rsidP="005B3ED9">
      <w:r>
        <w:t>676.5949</w:t>
      </w:r>
      <w:r>
        <w:tab/>
        <w:t>1.013e0</w:t>
      </w:r>
    </w:p>
    <w:p w:rsidR="005B3ED9" w:rsidRDefault="005B3ED9" w:rsidP="005B3ED9">
      <w:r>
        <w:t>676.6409</w:t>
      </w:r>
      <w:r>
        <w:tab/>
        <w:t>1.013e0</w:t>
      </w:r>
    </w:p>
    <w:p w:rsidR="005B3ED9" w:rsidRDefault="005B3ED9" w:rsidP="005B3ED9">
      <w:r>
        <w:t>676.6985</w:t>
      </w:r>
      <w:r>
        <w:tab/>
        <w:t>1.013e0</w:t>
      </w:r>
    </w:p>
    <w:p w:rsidR="005B3ED9" w:rsidRDefault="005B3ED9" w:rsidP="005B3ED9">
      <w:r>
        <w:t>676.7330</w:t>
      </w:r>
      <w:r>
        <w:tab/>
        <w:t>1.013e0</w:t>
      </w:r>
    </w:p>
    <w:p w:rsidR="005B3ED9" w:rsidRDefault="005B3ED9" w:rsidP="005B3ED9">
      <w:r>
        <w:t>676.7963</w:t>
      </w:r>
      <w:r>
        <w:tab/>
        <w:t>2.025e0</w:t>
      </w:r>
    </w:p>
    <w:p w:rsidR="005B3ED9" w:rsidRDefault="005B3ED9" w:rsidP="005B3ED9">
      <w:r>
        <w:t>676.8270</w:t>
      </w:r>
      <w:r>
        <w:tab/>
        <w:t>2.025e0</w:t>
      </w:r>
    </w:p>
    <w:p w:rsidR="005B3ED9" w:rsidRDefault="005B3ED9" w:rsidP="005B3ED9">
      <w:r>
        <w:t>676.8788</w:t>
      </w:r>
      <w:r>
        <w:tab/>
        <w:t>1.013e0</w:t>
      </w:r>
    </w:p>
    <w:p w:rsidR="005B3ED9" w:rsidRDefault="005B3ED9" w:rsidP="005B3ED9">
      <w:r>
        <w:t>676.8826</w:t>
      </w:r>
      <w:r>
        <w:tab/>
        <w:t>1.013e0</w:t>
      </w:r>
    </w:p>
    <w:p w:rsidR="005B3ED9" w:rsidRDefault="005B3ED9" w:rsidP="005B3ED9">
      <w:r>
        <w:t>676.9863</w:t>
      </w:r>
      <w:r>
        <w:tab/>
        <w:t>1.013e0</w:t>
      </w:r>
    </w:p>
    <w:p w:rsidR="005B3ED9" w:rsidRDefault="005B3ED9" w:rsidP="005B3ED9">
      <w:r>
        <w:t>677.0324</w:t>
      </w:r>
      <w:r>
        <w:tab/>
        <w:t>1.013e0</w:t>
      </w:r>
    </w:p>
    <w:p w:rsidR="005B3ED9" w:rsidRDefault="005B3ED9" w:rsidP="005B3ED9">
      <w:r>
        <w:t>677.0439</w:t>
      </w:r>
      <w:r>
        <w:tab/>
        <w:t>1.013e0</w:t>
      </w:r>
    </w:p>
    <w:p w:rsidR="005B3ED9" w:rsidRDefault="005B3ED9" w:rsidP="005B3ED9">
      <w:r>
        <w:t>677.1591</w:t>
      </w:r>
      <w:r>
        <w:tab/>
        <w:t>1.013e0</w:t>
      </w:r>
    </w:p>
    <w:p w:rsidR="005B3ED9" w:rsidRDefault="005B3ED9" w:rsidP="005B3ED9">
      <w:r>
        <w:t>677.1706</w:t>
      </w:r>
      <w:r>
        <w:tab/>
        <w:t>1.013e0</w:t>
      </w:r>
    </w:p>
    <w:p w:rsidR="005B3ED9" w:rsidRDefault="005B3ED9" w:rsidP="005B3ED9">
      <w:r>
        <w:lastRenderedPageBreak/>
        <w:t>677.1821</w:t>
      </w:r>
      <w:r>
        <w:tab/>
        <w:t>1.013e0</w:t>
      </w:r>
    </w:p>
    <w:p w:rsidR="005B3ED9" w:rsidRDefault="005B3ED9" w:rsidP="005B3ED9">
      <w:r>
        <w:t>677.2513</w:t>
      </w:r>
      <w:r>
        <w:tab/>
        <w:t>1.013e0</w:t>
      </w:r>
    </w:p>
    <w:p w:rsidR="005B3ED9" w:rsidRDefault="005B3ED9" w:rsidP="005B3ED9">
      <w:r>
        <w:t>677.3289</w:t>
      </w:r>
      <w:r>
        <w:tab/>
        <w:t>1.013e0</w:t>
      </w:r>
    </w:p>
    <w:p w:rsidR="005B3ED9" w:rsidRDefault="005B3ED9" w:rsidP="005B3ED9">
      <w:r>
        <w:t>677.3895</w:t>
      </w:r>
      <w:r>
        <w:tab/>
        <w:t>2.025e0</w:t>
      </w:r>
    </w:p>
    <w:p w:rsidR="005B3ED9" w:rsidRDefault="005B3ED9" w:rsidP="005B3ED9">
      <w:r>
        <w:t>677.4356</w:t>
      </w:r>
      <w:r>
        <w:tab/>
        <w:t>1.013e0</w:t>
      </w:r>
    </w:p>
    <w:p w:rsidR="005B3ED9" w:rsidRDefault="005B3ED9" w:rsidP="005B3ED9">
      <w:r>
        <w:t>677.4505</w:t>
      </w:r>
      <w:r>
        <w:tab/>
        <w:t>1.013e0</w:t>
      </w:r>
    </w:p>
    <w:p w:rsidR="005B3ED9" w:rsidRDefault="005B3ED9" w:rsidP="005B3ED9">
      <w:r>
        <w:t>677.4609</w:t>
      </w:r>
      <w:r>
        <w:tab/>
        <w:t>3.038e0</w:t>
      </w:r>
    </w:p>
    <w:p w:rsidR="005B3ED9" w:rsidRDefault="005B3ED9" w:rsidP="005B3ED9">
      <w:r>
        <w:t>677.5739</w:t>
      </w:r>
      <w:r>
        <w:tab/>
        <w:t>1.013e0</w:t>
      </w:r>
    </w:p>
    <w:p w:rsidR="005B3ED9" w:rsidRDefault="005B3ED9" w:rsidP="005B3ED9">
      <w:r>
        <w:t>677.5969</w:t>
      </w:r>
      <w:r>
        <w:tab/>
        <w:t>1.013e0</w:t>
      </w:r>
    </w:p>
    <w:p w:rsidR="005B3ED9" w:rsidRDefault="005B3ED9" w:rsidP="005B3ED9">
      <w:r>
        <w:t>677.6316</w:t>
      </w:r>
      <w:r>
        <w:tab/>
        <w:t>1.013e0</w:t>
      </w:r>
    </w:p>
    <w:p w:rsidR="005B3ED9" w:rsidRDefault="005B3ED9" w:rsidP="005B3ED9">
      <w:r>
        <w:t>677.6665</w:t>
      </w:r>
      <w:r>
        <w:tab/>
        <w:t>2.025e0</w:t>
      </w:r>
    </w:p>
    <w:p w:rsidR="005B3ED9" w:rsidRDefault="005B3ED9" w:rsidP="005B3ED9">
      <w:r>
        <w:t>677.6929</w:t>
      </w:r>
      <w:r>
        <w:tab/>
        <w:t>1.013e0</w:t>
      </w:r>
    </w:p>
    <w:p w:rsidR="005B3ED9" w:rsidRDefault="005B3ED9" w:rsidP="005B3ED9">
      <w:r>
        <w:t>677.8160</w:t>
      </w:r>
      <w:r>
        <w:tab/>
        <w:t>1.013e0</w:t>
      </w:r>
    </w:p>
    <w:p w:rsidR="005B3ED9" w:rsidRDefault="005B3ED9" w:rsidP="005B3ED9">
      <w:r>
        <w:t>677.9428</w:t>
      </w:r>
      <w:r>
        <w:tab/>
        <w:t>2.025e0</w:t>
      </w:r>
    </w:p>
    <w:p w:rsidR="005B3ED9" w:rsidRDefault="005B3ED9" w:rsidP="005B3ED9">
      <w:r>
        <w:t>677.9659</w:t>
      </w:r>
      <w:r>
        <w:tab/>
        <w:t>1.013e0</w:t>
      </w:r>
    </w:p>
    <w:p w:rsidR="005B3ED9" w:rsidRDefault="005B3ED9" w:rsidP="005B3ED9">
      <w:r>
        <w:t>678.0121</w:t>
      </w:r>
      <w:r>
        <w:tab/>
        <w:t>1.013e0</w:t>
      </w:r>
    </w:p>
    <w:p w:rsidR="005B3ED9" w:rsidRDefault="005B3ED9" w:rsidP="005B3ED9">
      <w:r>
        <w:t>678.1427</w:t>
      </w:r>
      <w:r>
        <w:tab/>
        <w:t>1.013e0</w:t>
      </w:r>
    </w:p>
    <w:p w:rsidR="005B3ED9" w:rsidRDefault="005B3ED9" w:rsidP="005B3ED9">
      <w:r>
        <w:t>678.1941</w:t>
      </w:r>
      <w:r>
        <w:tab/>
        <w:t>1.013e0</w:t>
      </w:r>
    </w:p>
    <w:p w:rsidR="005B3ED9" w:rsidRDefault="005B3ED9" w:rsidP="005B3ED9">
      <w:r>
        <w:t>678.2311</w:t>
      </w:r>
      <w:r>
        <w:tab/>
        <w:t>1.013e0</w:t>
      </w:r>
    </w:p>
    <w:p w:rsidR="005B3ED9" w:rsidRDefault="005B3ED9" w:rsidP="005B3ED9">
      <w:r>
        <w:lastRenderedPageBreak/>
        <w:t>678.3158</w:t>
      </w:r>
      <w:r>
        <w:tab/>
        <w:t>1.013e0</w:t>
      </w:r>
    </w:p>
    <w:p w:rsidR="005B3ED9" w:rsidRDefault="005B3ED9" w:rsidP="005B3ED9">
      <w:r>
        <w:t>678.3375</w:t>
      </w:r>
      <w:r>
        <w:tab/>
        <w:t>3.038e0</w:t>
      </w:r>
    </w:p>
    <w:p w:rsidR="005B3ED9" w:rsidRDefault="005B3ED9" w:rsidP="005B3ED9">
      <w:r>
        <w:t>678.3927</w:t>
      </w:r>
      <w:r>
        <w:tab/>
        <w:t>2.025e0</w:t>
      </w:r>
    </w:p>
    <w:p w:rsidR="005B3ED9" w:rsidRDefault="005B3ED9" w:rsidP="005B3ED9">
      <w:r>
        <w:t>678.4043</w:t>
      </w:r>
      <w:r>
        <w:tab/>
        <w:t>1.013e0</w:t>
      </w:r>
    </w:p>
    <w:p w:rsidR="005B3ED9" w:rsidRDefault="005B3ED9" w:rsidP="005B3ED9">
      <w:r>
        <w:t>678.4301</w:t>
      </w:r>
      <w:r>
        <w:tab/>
        <w:t>2.025e0</w:t>
      </w:r>
    </w:p>
    <w:p w:rsidR="005B3ED9" w:rsidRDefault="005B3ED9" w:rsidP="005B3ED9">
      <w:r>
        <w:t>678.6004</w:t>
      </w:r>
      <w:r>
        <w:tab/>
        <w:t>1.013e0</w:t>
      </w:r>
    </w:p>
    <w:p w:rsidR="005B3ED9" w:rsidRDefault="005B3ED9" w:rsidP="005B3ED9">
      <w:r>
        <w:t>678.6466</w:t>
      </w:r>
      <w:r>
        <w:tab/>
        <w:t>1.013e0</w:t>
      </w:r>
    </w:p>
    <w:p w:rsidR="005B3ED9" w:rsidRDefault="005B3ED9" w:rsidP="005B3ED9">
      <w:r>
        <w:t>678.6786</w:t>
      </w:r>
      <w:r>
        <w:tab/>
        <w:t>1.013e0</w:t>
      </w:r>
    </w:p>
    <w:p w:rsidR="005B3ED9" w:rsidRDefault="005B3ED9" w:rsidP="005B3ED9">
      <w:r>
        <w:t>678.7736</w:t>
      </w:r>
      <w:r>
        <w:tab/>
        <w:t>1.013e0</w:t>
      </w:r>
    </w:p>
    <w:p w:rsidR="005B3ED9" w:rsidRDefault="005B3ED9" w:rsidP="005B3ED9">
      <w:r>
        <w:t>678.8429</w:t>
      </w:r>
      <w:r>
        <w:tab/>
        <w:t>1.013e0</w:t>
      </w:r>
    </w:p>
    <w:p w:rsidR="005B3ED9" w:rsidRDefault="005B3ED9" w:rsidP="005B3ED9">
      <w:r>
        <w:t>678.9385</w:t>
      </w:r>
      <w:r>
        <w:tab/>
        <w:t>1.013e0</w:t>
      </w:r>
    </w:p>
    <w:p w:rsidR="005B3ED9" w:rsidRDefault="005B3ED9" w:rsidP="005B3ED9">
      <w:r>
        <w:t>678.9470</w:t>
      </w:r>
      <w:r>
        <w:tab/>
        <w:t>2.025e0</w:t>
      </w:r>
    </w:p>
    <w:p w:rsidR="005B3ED9" w:rsidRDefault="005B3ED9" w:rsidP="005B3ED9">
      <w:r>
        <w:t>679.0078</w:t>
      </w:r>
      <w:r>
        <w:tab/>
        <w:t>1.013e0</w:t>
      </w:r>
    </w:p>
    <w:p w:rsidR="005B3ED9" w:rsidRDefault="005B3ED9" w:rsidP="005B3ED9">
      <w:r>
        <w:t>679.0104</w:t>
      </w:r>
      <w:r>
        <w:tab/>
        <w:t>2.025e0</w:t>
      </w:r>
    </w:p>
    <w:p w:rsidR="005B3ED9" w:rsidRDefault="005B3ED9" w:rsidP="005B3ED9">
      <w:r>
        <w:t>679.0938</w:t>
      </w:r>
      <w:r>
        <w:tab/>
        <w:t>1.013e0</w:t>
      </w:r>
    </w:p>
    <w:p w:rsidR="005B3ED9" w:rsidRDefault="005B3ED9" w:rsidP="005B3ED9">
      <w:r>
        <w:t>679.1662</w:t>
      </w:r>
      <w:r>
        <w:tab/>
        <w:t>1.013e0</w:t>
      </w:r>
    </w:p>
    <w:p w:rsidR="005B3ED9" w:rsidRDefault="005B3ED9" w:rsidP="005B3ED9">
      <w:r>
        <w:t>679.2009</w:t>
      </w:r>
      <w:r>
        <w:tab/>
        <w:t>1.013e0</w:t>
      </w:r>
    </w:p>
    <w:p w:rsidR="005B3ED9" w:rsidRDefault="005B3ED9" w:rsidP="005B3ED9">
      <w:r>
        <w:t>679.2322</w:t>
      </w:r>
      <w:r>
        <w:tab/>
        <w:t>1.013e0</w:t>
      </w:r>
    </w:p>
    <w:p w:rsidR="005B3ED9" w:rsidRDefault="005B3ED9" w:rsidP="005B3ED9">
      <w:r>
        <w:t>679.2818</w:t>
      </w:r>
      <w:r>
        <w:tab/>
        <w:t>1.013e0</w:t>
      </w:r>
    </w:p>
    <w:p w:rsidR="005B3ED9" w:rsidRDefault="005B3ED9" w:rsidP="005B3ED9">
      <w:r>
        <w:lastRenderedPageBreak/>
        <w:t>679.3626</w:t>
      </w:r>
      <w:r>
        <w:tab/>
        <w:t>1.013e0</w:t>
      </w:r>
    </w:p>
    <w:p w:rsidR="005B3ED9" w:rsidRDefault="005B3ED9" w:rsidP="005B3ED9">
      <w:r>
        <w:t>679.4377</w:t>
      </w:r>
      <w:r>
        <w:tab/>
        <w:t>3.038e0</w:t>
      </w:r>
    </w:p>
    <w:p w:rsidR="005B3ED9" w:rsidRDefault="005B3ED9" w:rsidP="005B3ED9">
      <w:r>
        <w:t>679.4639</w:t>
      </w:r>
      <w:r>
        <w:tab/>
        <w:t>2.025e0</w:t>
      </w:r>
    </w:p>
    <w:p w:rsidR="005B3ED9" w:rsidRDefault="005B3ED9" w:rsidP="005B3ED9">
      <w:r>
        <w:t>679.5129</w:t>
      </w:r>
      <w:r>
        <w:tab/>
        <w:t>1.013e0</w:t>
      </w:r>
    </w:p>
    <w:p w:rsidR="005B3ED9" w:rsidRDefault="005B3ED9" w:rsidP="005B3ED9">
      <w:r>
        <w:t>679.5539</w:t>
      </w:r>
      <w:r>
        <w:tab/>
        <w:t>3.038e0</w:t>
      </w:r>
    </w:p>
    <w:p w:rsidR="005B3ED9" w:rsidRDefault="005B3ED9" w:rsidP="005B3ED9">
      <w:r>
        <w:t>679.6863</w:t>
      </w:r>
      <w:r>
        <w:tab/>
        <w:t>1.013e0</w:t>
      </w:r>
    </w:p>
    <w:p w:rsidR="005B3ED9" w:rsidRDefault="005B3ED9" w:rsidP="005B3ED9">
      <w:r>
        <w:t>679.7343</w:t>
      </w:r>
      <w:r>
        <w:tab/>
        <w:t>1.013e0</w:t>
      </w:r>
    </w:p>
    <w:p w:rsidR="005B3ED9" w:rsidRDefault="005B3ED9" w:rsidP="005B3ED9">
      <w:r>
        <w:t>679.7672</w:t>
      </w:r>
      <w:r>
        <w:tab/>
        <w:t>1.013e0</w:t>
      </w:r>
    </w:p>
    <w:p w:rsidR="005B3ED9" w:rsidRDefault="005B3ED9" w:rsidP="005B3ED9">
      <w:r>
        <w:t>679.8901</w:t>
      </w:r>
      <w:r>
        <w:tab/>
        <w:t>2.025e0</w:t>
      </w:r>
    </w:p>
    <w:p w:rsidR="005B3ED9" w:rsidRDefault="005B3ED9" w:rsidP="005B3ED9">
      <w:r>
        <w:t>679.9417</w:t>
      </w:r>
      <w:r>
        <w:tab/>
        <w:t>1.013e0</w:t>
      </w:r>
    </w:p>
    <w:p w:rsidR="005B3ED9" w:rsidRDefault="005B3ED9" w:rsidP="005B3ED9">
      <w:r>
        <w:t>679.9493</w:t>
      </w:r>
      <w:r>
        <w:tab/>
        <w:t>2.025e0</w:t>
      </w:r>
    </w:p>
    <w:p w:rsidR="005B3ED9" w:rsidRDefault="005B3ED9" w:rsidP="005B3ED9">
      <w:r>
        <w:t>680.0109</w:t>
      </w:r>
      <w:r>
        <w:tab/>
        <w:t>1.013e0</w:t>
      </w:r>
    </w:p>
    <w:p w:rsidR="005B3ED9" w:rsidRDefault="005B3ED9" w:rsidP="005B3ED9">
      <w:r>
        <w:t>680.1146</w:t>
      </w:r>
      <w:r>
        <w:tab/>
        <w:t>1.013e0</w:t>
      </w:r>
    </w:p>
    <w:p w:rsidR="005B3ED9" w:rsidRDefault="005B3ED9" w:rsidP="005B3ED9">
      <w:r>
        <w:t>680.1664</w:t>
      </w:r>
      <w:r>
        <w:tab/>
        <w:t>1.013e0</w:t>
      </w:r>
    </w:p>
    <w:p w:rsidR="005B3ED9" w:rsidRDefault="005B3ED9" w:rsidP="005B3ED9">
      <w:r>
        <w:t>680.1835</w:t>
      </w:r>
      <w:r>
        <w:tab/>
        <w:t>1.013e0</w:t>
      </w:r>
    </w:p>
    <w:p w:rsidR="005B3ED9" w:rsidRDefault="005B3ED9" w:rsidP="005B3ED9">
      <w:r>
        <w:t>680.2645</w:t>
      </w:r>
      <w:r>
        <w:tab/>
        <w:t>1.013e0</w:t>
      </w:r>
    </w:p>
    <w:p w:rsidR="005B3ED9" w:rsidRDefault="005B3ED9" w:rsidP="005B3ED9">
      <w:r>
        <w:t>680.2760</w:t>
      </w:r>
      <w:r>
        <w:tab/>
        <w:t>1.013e0</w:t>
      </w:r>
    </w:p>
    <w:p w:rsidR="005B3ED9" w:rsidRDefault="005B3ED9" w:rsidP="005B3ED9">
      <w:r>
        <w:t>680.3394</w:t>
      </w:r>
      <w:r>
        <w:tab/>
        <w:t>1.013e0</w:t>
      </w:r>
    </w:p>
    <w:p w:rsidR="005B3ED9" w:rsidRDefault="005B3ED9" w:rsidP="005B3ED9">
      <w:r>
        <w:t>680.3506</w:t>
      </w:r>
      <w:r>
        <w:tab/>
        <w:t>2.025e0</w:t>
      </w:r>
    </w:p>
    <w:p w:rsidR="005B3ED9" w:rsidRDefault="005B3ED9" w:rsidP="005B3ED9">
      <w:r>
        <w:lastRenderedPageBreak/>
        <w:t>680.3741</w:t>
      </w:r>
      <w:r>
        <w:tab/>
        <w:t>1.013e0</w:t>
      </w:r>
    </w:p>
    <w:p w:rsidR="005B3ED9" w:rsidRDefault="005B3ED9" w:rsidP="005B3ED9">
      <w:r>
        <w:t>680.4577</w:t>
      </w:r>
      <w:r>
        <w:tab/>
        <w:t>4.051e0</w:t>
      </w:r>
    </w:p>
    <w:p w:rsidR="005B3ED9" w:rsidRDefault="005B3ED9" w:rsidP="005B3ED9">
      <w:r>
        <w:t>680.4820</w:t>
      </w:r>
      <w:r>
        <w:tab/>
        <w:t>4.051e0</w:t>
      </w:r>
    </w:p>
    <w:p w:rsidR="005B3ED9" w:rsidRDefault="005B3ED9" w:rsidP="005B3ED9">
      <w:r>
        <w:t>680.4878</w:t>
      </w:r>
      <w:r>
        <w:tab/>
        <w:t>5.063e0</w:t>
      </w:r>
    </w:p>
    <w:p w:rsidR="005B3ED9" w:rsidRDefault="005B3ED9" w:rsidP="005B3ED9">
      <w:r>
        <w:t>680.4915</w:t>
      </w:r>
      <w:r>
        <w:tab/>
        <w:t>9.114e0</w:t>
      </w:r>
    </w:p>
    <w:p w:rsidR="005B3ED9" w:rsidRDefault="005B3ED9" w:rsidP="005B3ED9">
      <w:r>
        <w:t>680.6246</w:t>
      </w:r>
      <w:r>
        <w:tab/>
        <w:t>2.025e0</w:t>
      </w:r>
    </w:p>
    <w:p w:rsidR="005B3ED9" w:rsidRDefault="005B3ED9" w:rsidP="005B3ED9">
      <w:r>
        <w:t>680.6508</w:t>
      </w:r>
      <w:r>
        <w:tab/>
        <w:t>1.013e0</w:t>
      </w:r>
    </w:p>
    <w:p w:rsidR="005B3ED9" w:rsidRDefault="005B3ED9" w:rsidP="005B3ED9">
      <w:r>
        <w:t>680.6579</w:t>
      </w:r>
      <w:r>
        <w:tab/>
        <w:t>1.013e0</w:t>
      </w:r>
    </w:p>
    <w:p w:rsidR="005B3ED9" w:rsidRDefault="005B3ED9" w:rsidP="005B3ED9">
      <w:r>
        <w:t>680.7043</w:t>
      </w:r>
      <w:r>
        <w:tab/>
        <w:t>1.013e0</w:t>
      </w:r>
    </w:p>
    <w:p w:rsidR="005B3ED9" w:rsidRDefault="005B3ED9" w:rsidP="005B3ED9">
      <w:r>
        <w:t>680.7505</w:t>
      </w:r>
      <w:r>
        <w:tab/>
        <w:t>1.013e0</w:t>
      </w:r>
    </w:p>
    <w:p w:rsidR="005B3ED9" w:rsidRDefault="005B3ED9" w:rsidP="005B3ED9">
      <w:r>
        <w:t>680.7621</w:t>
      </w:r>
      <w:r>
        <w:tab/>
        <w:t>1.013e0</w:t>
      </w:r>
    </w:p>
    <w:p w:rsidR="005B3ED9" w:rsidRDefault="005B3ED9" w:rsidP="005B3ED9">
      <w:r>
        <w:t>680.8664</w:t>
      </w:r>
      <w:r>
        <w:tab/>
        <w:t>2.025e0</w:t>
      </w:r>
    </w:p>
    <w:p w:rsidR="005B3ED9" w:rsidRDefault="005B3ED9" w:rsidP="005B3ED9">
      <w:r>
        <w:t>680.9011</w:t>
      </w:r>
      <w:r>
        <w:tab/>
        <w:t>1.013e0</w:t>
      </w:r>
    </w:p>
    <w:p w:rsidR="005B3ED9" w:rsidRDefault="005B3ED9" w:rsidP="005B3ED9">
      <w:r>
        <w:t>680.9126</w:t>
      </w:r>
      <w:r>
        <w:tab/>
        <w:t>1.013e0</w:t>
      </w:r>
    </w:p>
    <w:p w:rsidR="005B3ED9" w:rsidRDefault="005B3ED9" w:rsidP="005B3ED9">
      <w:r>
        <w:t>680.9474</w:t>
      </w:r>
      <w:r>
        <w:tab/>
        <w:t>2.025e0</w:t>
      </w:r>
    </w:p>
    <w:p w:rsidR="005B3ED9" w:rsidRDefault="005B3ED9" w:rsidP="005B3ED9">
      <w:r>
        <w:t>681.0363</w:t>
      </w:r>
      <w:r>
        <w:tab/>
        <w:t>3.038e0</w:t>
      </w:r>
    </w:p>
    <w:p w:rsidR="005B3ED9" w:rsidRDefault="005B3ED9" w:rsidP="005B3ED9">
      <w:r>
        <w:t>681.0570</w:t>
      </w:r>
      <w:r>
        <w:tab/>
        <w:t>2.025e0</w:t>
      </w:r>
    </w:p>
    <w:p w:rsidR="005B3ED9" w:rsidRDefault="005B3ED9" w:rsidP="005B3ED9">
      <w:r>
        <w:t>681.0827</w:t>
      </w:r>
      <w:r>
        <w:tab/>
        <w:t>1.013e0</w:t>
      </w:r>
    </w:p>
    <w:p w:rsidR="005B3ED9" w:rsidRDefault="005B3ED9" w:rsidP="005B3ED9">
      <w:r>
        <w:t>681.2369</w:t>
      </w:r>
      <w:r>
        <w:tab/>
        <w:t>2.025e0</w:t>
      </w:r>
    </w:p>
    <w:p w:rsidR="005B3ED9" w:rsidRDefault="005B3ED9" w:rsidP="005B3ED9">
      <w:r>
        <w:lastRenderedPageBreak/>
        <w:t>681.2513</w:t>
      </w:r>
      <w:r>
        <w:tab/>
        <w:t>4.051e0</w:t>
      </w:r>
    </w:p>
    <w:p w:rsidR="005B3ED9" w:rsidRDefault="005B3ED9" w:rsidP="005B3ED9">
      <w:r>
        <w:t>681.2733</w:t>
      </w:r>
      <w:r>
        <w:tab/>
        <w:t>1.013e0</w:t>
      </w:r>
    </w:p>
    <w:p w:rsidR="005B3ED9" w:rsidRDefault="005B3ED9" w:rsidP="005B3ED9">
      <w:r>
        <w:t>681.3760</w:t>
      </w:r>
      <w:r>
        <w:tab/>
        <w:t>2.025e0</w:t>
      </w:r>
    </w:p>
    <w:p w:rsidR="005B3ED9" w:rsidRDefault="005B3ED9" w:rsidP="005B3ED9">
      <w:r>
        <w:t>681.3771</w:t>
      </w:r>
      <w:r>
        <w:tab/>
        <w:t>1.013e0</w:t>
      </w:r>
    </w:p>
    <w:p w:rsidR="005B3ED9" w:rsidRDefault="005B3ED9" w:rsidP="005B3ED9">
      <w:r>
        <w:t>681.4116</w:t>
      </w:r>
      <w:r>
        <w:tab/>
        <w:t>1.013e0</w:t>
      </w:r>
    </w:p>
    <w:p w:rsidR="005B3ED9" w:rsidRDefault="005B3ED9" w:rsidP="005B3ED9">
      <w:r>
        <w:t>681.4687</w:t>
      </w:r>
      <w:r>
        <w:tab/>
        <w:t>2.025e0</w:t>
      </w:r>
    </w:p>
    <w:p w:rsidR="005B3ED9" w:rsidRDefault="005B3ED9" w:rsidP="005B3ED9">
      <w:r>
        <w:t>681.5153</w:t>
      </w:r>
      <w:r>
        <w:tab/>
        <w:t>1.013e0</w:t>
      </w:r>
    </w:p>
    <w:p w:rsidR="005B3ED9" w:rsidRDefault="005B3ED9" w:rsidP="005B3ED9">
      <w:r>
        <w:t>681.6880</w:t>
      </w:r>
      <w:r>
        <w:tab/>
        <w:t>1.013e0</w:t>
      </w:r>
    </w:p>
    <w:p w:rsidR="005B3ED9" w:rsidRDefault="005B3ED9" w:rsidP="005B3ED9">
      <w:r>
        <w:t>681.7353</w:t>
      </w:r>
      <w:r>
        <w:tab/>
        <w:t>2.025e0</w:t>
      </w:r>
    </w:p>
    <w:p w:rsidR="005B3ED9" w:rsidRDefault="005B3ED9" w:rsidP="005B3ED9">
      <w:r>
        <w:t>681.7401</w:t>
      </w:r>
      <w:r>
        <w:tab/>
        <w:t>1.013e0</w:t>
      </w:r>
    </w:p>
    <w:p w:rsidR="005B3ED9" w:rsidRDefault="005B3ED9" w:rsidP="005B3ED9">
      <w:r>
        <w:t>681.7700</w:t>
      </w:r>
      <w:r>
        <w:tab/>
        <w:t>1.013e0</w:t>
      </w:r>
    </w:p>
    <w:p w:rsidR="005B3ED9" w:rsidRDefault="005B3ED9" w:rsidP="005B3ED9">
      <w:r>
        <w:t>681.8699</w:t>
      </w:r>
      <w:r>
        <w:tab/>
        <w:t>2.025e0</w:t>
      </w:r>
    </w:p>
    <w:p w:rsidR="005B3ED9" w:rsidRDefault="005B3ED9" w:rsidP="005B3ED9">
      <w:r>
        <w:t>681.9299</w:t>
      </w:r>
      <w:r>
        <w:tab/>
        <w:t>1.013e0</w:t>
      </w:r>
    </w:p>
    <w:p w:rsidR="005B3ED9" w:rsidRDefault="005B3ED9" w:rsidP="005B3ED9">
      <w:r>
        <w:t>681.9477</w:t>
      </w:r>
      <w:r>
        <w:tab/>
        <w:t>1.013e0</w:t>
      </w:r>
    </w:p>
    <w:p w:rsidR="005B3ED9" w:rsidRDefault="005B3ED9" w:rsidP="005B3ED9">
      <w:r>
        <w:t>682.0483</w:t>
      </w:r>
      <w:r>
        <w:tab/>
        <w:t>1.013e0</w:t>
      </w:r>
    </w:p>
    <w:p w:rsidR="005B3ED9" w:rsidRDefault="005B3ED9" w:rsidP="005B3ED9">
      <w:r>
        <w:t>682.0515</w:t>
      </w:r>
      <w:r>
        <w:tab/>
        <w:t>1.013e0</w:t>
      </w:r>
    </w:p>
    <w:p w:rsidR="005B3ED9" w:rsidRDefault="005B3ED9" w:rsidP="005B3ED9">
      <w:r>
        <w:t>682.1296</w:t>
      </w:r>
      <w:r>
        <w:tab/>
        <w:t>1.013e0</w:t>
      </w:r>
    </w:p>
    <w:p w:rsidR="005B3ED9" w:rsidRDefault="005B3ED9" w:rsidP="005B3ED9">
      <w:r>
        <w:t>682.1720</w:t>
      </w:r>
      <w:r>
        <w:tab/>
        <w:t>1.013e0</w:t>
      </w:r>
    </w:p>
    <w:p w:rsidR="005B3ED9" w:rsidRDefault="005B3ED9" w:rsidP="005B3ED9">
      <w:r>
        <w:t>682.1875</w:t>
      </w:r>
      <w:r>
        <w:tab/>
        <w:t>1.013e0</w:t>
      </w:r>
    </w:p>
    <w:p w:rsidR="005B3ED9" w:rsidRDefault="005B3ED9" w:rsidP="005B3ED9">
      <w:r>
        <w:lastRenderedPageBreak/>
        <w:t>682.2587</w:t>
      </w:r>
      <w:r>
        <w:tab/>
        <w:t>1.013e0</w:t>
      </w:r>
    </w:p>
    <w:p w:rsidR="005B3ED9" w:rsidRDefault="005B3ED9" w:rsidP="005B3ED9">
      <w:r>
        <w:t>682.2933</w:t>
      </w:r>
      <w:r>
        <w:tab/>
        <w:t>1.013e0</w:t>
      </w:r>
    </w:p>
    <w:p w:rsidR="005B3ED9" w:rsidRDefault="005B3ED9" w:rsidP="005B3ED9">
      <w:r>
        <w:t>682.3006</w:t>
      </w:r>
      <w:r>
        <w:tab/>
        <w:t>2.025e0</w:t>
      </w:r>
    </w:p>
    <w:p w:rsidR="005B3ED9" w:rsidRDefault="005B3ED9" w:rsidP="005B3ED9">
      <w:r>
        <w:t>682.4196</w:t>
      </w:r>
      <w:r>
        <w:tab/>
        <w:t>1.013e0</w:t>
      </w:r>
    </w:p>
    <w:p w:rsidR="005B3ED9" w:rsidRDefault="005B3ED9" w:rsidP="005B3ED9">
      <w:r>
        <w:t>682.4315</w:t>
      </w:r>
      <w:r>
        <w:tab/>
        <w:t>1.013e0</w:t>
      </w:r>
    </w:p>
    <w:p w:rsidR="005B3ED9" w:rsidRDefault="005B3ED9" w:rsidP="005B3ED9">
      <w:r>
        <w:t>682.4833</w:t>
      </w:r>
      <w:r>
        <w:tab/>
        <w:t>1.013e0</w:t>
      </w:r>
    </w:p>
    <w:p w:rsidR="005B3ED9" w:rsidRDefault="005B3ED9" w:rsidP="005B3ED9">
      <w:r>
        <w:t>682.4875</w:t>
      </w:r>
      <w:r>
        <w:tab/>
        <w:t>2.025e0</w:t>
      </w:r>
    </w:p>
    <w:p w:rsidR="005B3ED9" w:rsidRDefault="005B3ED9" w:rsidP="005B3ED9">
      <w:r>
        <w:t>682.5005</w:t>
      </w:r>
      <w:r>
        <w:tab/>
        <w:t>1.013e0</w:t>
      </w:r>
    </w:p>
    <w:p w:rsidR="005B3ED9" w:rsidRDefault="005B3ED9" w:rsidP="005B3ED9">
      <w:r>
        <w:t>682.5179</w:t>
      </w:r>
      <w:r>
        <w:tab/>
        <w:t>1.013e0</w:t>
      </w:r>
    </w:p>
    <w:p w:rsidR="005B3ED9" w:rsidRDefault="005B3ED9" w:rsidP="005B3ED9">
      <w:r>
        <w:t>682.5936</w:t>
      </w:r>
      <w:r>
        <w:tab/>
        <w:t>2.025e0</w:t>
      </w:r>
    </w:p>
    <w:p w:rsidR="005B3ED9" w:rsidRDefault="005B3ED9" w:rsidP="005B3ED9">
      <w:r>
        <w:t>682.6217</w:t>
      </w:r>
      <w:r>
        <w:tab/>
        <w:t>1.013e0</w:t>
      </w:r>
    </w:p>
    <w:p w:rsidR="005B3ED9" w:rsidRDefault="005B3ED9" w:rsidP="005B3ED9">
      <w:r>
        <w:t>682.6906</w:t>
      </w:r>
      <w:r>
        <w:tab/>
        <w:t>2.025e0</w:t>
      </w:r>
    </w:p>
    <w:p w:rsidR="005B3ED9" w:rsidRDefault="005B3ED9" w:rsidP="005B3ED9">
      <w:r>
        <w:t>682.7329</w:t>
      </w:r>
      <w:r>
        <w:tab/>
        <w:t>1.013e0</w:t>
      </w:r>
    </w:p>
    <w:p w:rsidR="005B3ED9" w:rsidRDefault="005B3ED9" w:rsidP="005B3ED9">
      <w:r>
        <w:t>682.8026</w:t>
      </w:r>
      <w:r>
        <w:tab/>
        <w:t>1.013e0</w:t>
      </w:r>
    </w:p>
    <w:p w:rsidR="005B3ED9" w:rsidRDefault="005B3ED9" w:rsidP="005B3ED9">
      <w:r>
        <w:t>682.8491</w:t>
      </w:r>
      <w:r>
        <w:tab/>
        <w:t>2.025e0</w:t>
      </w:r>
    </w:p>
    <w:p w:rsidR="005B3ED9" w:rsidRDefault="005B3ED9" w:rsidP="005B3ED9">
      <w:r>
        <w:t>682.8895</w:t>
      </w:r>
      <w:r>
        <w:tab/>
        <w:t>2.025e0</w:t>
      </w:r>
    </w:p>
    <w:p w:rsidR="005B3ED9" w:rsidRDefault="005B3ED9" w:rsidP="005B3ED9">
      <w:r>
        <w:t>683.0189</w:t>
      </w:r>
      <w:r>
        <w:tab/>
        <w:t>1.013e0</w:t>
      </w:r>
    </w:p>
    <w:p w:rsidR="005B3ED9" w:rsidRDefault="005B3ED9" w:rsidP="005B3ED9">
      <w:r>
        <w:t>683.0881</w:t>
      </w:r>
      <w:r>
        <w:tab/>
        <w:t>1.013e0</w:t>
      </w:r>
    </w:p>
    <w:p w:rsidR="005B3ED9" w:rsidRDefault="005B3ED9" w:rsidP="005B3ED9">
      <w:r>
        <w:t>683.1403</w:t>
      </w:r>
      <w:r>
        <w:tab/>
        <w:t>1.013e0</w:t>
      </w:r>
    </w:p>
    <w:p w:rsidR="005B3ED9" w:rsidRDefault="005B3ED9" w:rsidP="005B3ED9">
      <w:r>
        <w:lastRenderedPageBreak/>
        <w:t>683.1919</w:t>
      </w:r>
      <w:r>
        <w:tab/>
        <w:t>1.013e0</w:t>
      </w:r>
    </w:p>
    <w:p w:rsidR="005B3ED9" w:rsidRDefault="005B3ED9" w:rsidP="005B3ED9">
      <w:r>
        <w:t>683.1974</w:t>
      </w:r>
      <w:r>
        <w:tab/>
        <w:t>1.013e0</w:t>
      </w:r>
    </w:p>
    <w:p w:rsidR="005B3ED9" w:rsidRDefault="005B3ED9" w:rsidP="005B3ED9">
      <w:r>
        <w:t>683.3019</w:t>
      </w:r>
      <w:r>
        <w:tab/>
        <w:t>1.013e0</w:t>
      </w:r>
    </w:p>
    <w:p w:rsidR="005B3ED9" w:rsidRDefault="005B3ED9" w:rsidP="005B3ED9">
      <w:r>
        <w:t>683.3649</w:t>
      </w:r>
      <w:r>
        <w:tab/>
        <w:t>1.013e0</w:t>
      </w:r>
    </w:p>
    <w:p w:rsidR="005B3ED9" w:rsidRDefault="005B3ED9" w:rsidP="005B3ED9">
      <w:r>
        <w:t>683.4182</w:t>
      </w:r>
      <w:r>
        <w:tab/>
        <w:t>1.013e0</w:t>
      </w:r>
    </w:p>
    <w:p w:rsidR="005B3ED9" w:rsidRDefault="005B3ED9" w:rsidP="005B3ED9">
      <w:r>
        <w:t>683.4531</w:t>
      </w:r>
      <w:r>
        <w:tab/>
        <w:t>1.013e0</w:t>
      </w:r>
    </w:p>
    <w:p w:rsidR="005B3ED9" w:rsidRDefault="005B3ED9" w:rsidP="005B3ED9">
      <w:r>
        <w:t>683.5112</w:t>
      </w:r>
      <w:r>
        <w:tab/>
        <w:t>1.013e0</w:t>
      </w:r>
    </w:p>
    <w:p w:rsidR="005B3ED9" w:rsidRDefault="005B3ED9" w:rsidP="005B3ED9">
      <w:r>
        <w:t>683.5735</w:t>
      </w:r>
      <w:r>
        <w:tab/>
        <w:t>4.051e0</w:t>
      </w:r>
    </w:p>
    <w:p w:rsidR="005B3ED9" w:rsidRDefault="005B3ED9" w:rsidP="005B3ED9">
      <w:r>
        <w:t>683.6238</w:t>
      </w:r>
      <w:r>
        <w:tab/>
        <w:t>1.013e0</w:t>
      </w:r>
    </w:p>
    <w:p w:rsidR="005B3ED9" w:rsidRDefault="005B3ED9" w:rsidP="005B3ED9">
      <w:r>
        <w:t>683.6415</w:t>
      </w:r>
      <w:r>
        <w:tab/>
        <w:t>1.013e0</w:t>
      </w:r>
    </w:p>
    <w:p w:rsidR="005B3ED9" w:rsidRDefault="005B3ED9" w:rsidP="005B3ED9">
      <w:r>
        <w:t>683.6623</w:t>
      </w:r>
      <w:r>
        <w:tab/>
        <w:t>1.013e0</w:t>
      </w:r>
    </w:p>
    <w:p w:rsidR="005B3ED9" w:rsidRDefault="005B3ED9" w:rsidP="005B3ED9">
      <w:r>
        <w:t>683.7087</w:t>
      </w:r>
      <w:r>
        <w:tab/>
        <w:t>1.013e0</w:t>
      </w:r>
    </w:p>
    <w:p w:rsidR="005B3ED9" w:rsidRDefault="005B3ED9" w:rsidP="005B3ED9">
      <w:r>
        <w:t>683.8313</w:t>
      </w:r>
      <w:r>
        <w:tab/>
        <w:t>1.013e0</w:t>
      </w:r>
    </w:p>
    <w:p w:rsidR="005B3ED9" w:rsidRDefault="005B3ED9" w:rsidP="005B3ED9">
      <w:r>
        <w:t>683.9351</w:t>
      </w:r>
      <w:r>
        <w:tab/>
        <w:t>1.013e0</w:t>
      </w:r>
    </w:p>
    <w:p w:rsidR="005B3ED9" w:rsidRDefault="005B3ED9" w:rsidP="005B3ED9">
      <w:r>
        <w:t>683.9762</w:t>
      </w:r>
      <w:r>
        <w:tab/>
        <w:t>1.013e0</w:t>
      </w:r>
    </w:p>
    <w:p w:rsidR="005B3ED9" w:rsidRDefault="005B3ED9" w:rsidP="005B3ED9">
      <w:r>
        <w:t>683.9868</w:t>
      </w:r>
      <w:r>
        <w:tab/>
        <w:t>1.013e0</w:t>
      </w:r>
    </w:p>
    <w:p w:rsidR="005B3ED9" w:rsidRDefault="005B3ED9" w:rsidP="005B3ED9">
      <w:r>
        <w:t>684.0856</w:t>
      </w:r>
      <w:r>
        <w:tab/>
        <w:t>2.025e0</w:t>
      </w:r>
    </w:p>
    <w:p w:rsidR="005B3ED9" w:rsidRDefault="005B3ED9" w:rsidP="005B3ED9">
      <w:r>
        <w:t>684.1041</w:t>
      </w:r>
      <w:r>
        <w:tab/>
        <w:t>1.013e0</w:t>
      </w:r>
    </w:p>
    <w:p w:rsidR="005B3ED9" w:rsidRDefault="005B3ED9" w:rsidP="005B3ED9">
      <w:r>
        <w:t>684.1080</w:t>
      </w:r>
      <w:r>
        <w:tab/>
        <w:t>1.013e0</w:t>
      </w:r>
    </w:p>
    <w:p w:rsidR="005B3ED9" w:rsidRDefault="005B3ED9" w:rsidP="005B3ED9">
      <w:r>
        <w:lastRenderedPageBreak/>
        <w:t>684.1390</w:t>
      </w:r>
      <w:r>
        <w:tab/>
        <w:t>1.013e0</w:t>
      </w:r>
    </w:p>
    <w:p w:rsidR="005B3ED9" w:rsidRDefault="005B3ED9" w:rsidP="005B3ED9">
      <w:r>
        <w:t>684.1827</w:t>
      </w:r>
      <w:r>
        <w:tab/>
        <w:t>2.025e0</w:t>
      </w:r>
    </w:p>
    <w:p w:rsidR="005B3ED9" w:rsidRDefault="005B3ED9" w:rsidP="005B3ED9">
      <w:r>
        <w:t>684.2203</w:t>
      </w:r>
      <w:r>
        <w:tab/>
        <w:t>2.025e0</w:t>
      </w:r>
    </w:p>
    <w:p w:rsidR="005B3ED9" w:rsidRDefault="005B3ED9" w:rsidP="005B3ED9">
      <w:r>
        <w:t>684.3019</w:t>
      </w:r>
      <w:r>
        <w:tab/>
        <w:t>1.013e0</w:t>
      </w:r>
    </w:p>
    <w:p w:rsidR="005B3ED9" w:rsidRDefault="005B3ED9" w:rsidP="005B3ED9">
      <w:r>
        <w:t>684.3499</w:t>
      </w:r>
      <w:r>
        <w:tab/>
        <w:t>1.013e0</w:t>
      </w:r>
    </w:p>
    <w:p w:rsidR="005B3ED9" w:rsidRDefault="005B3ED9" w:rsidP="005B3ED9">
      <w:r>
        <w:t>684.4277</w:t>
      </w:r>
      <w:r>
        <w:tab/>
        <w:t>2.025e0</w:t>
      </w:r>
    </w:p>
    <w:p w:rsidR="005B3ED9" w:rsidRDefault="005B3ED9" w:rsidP="005B3ED9">
      <w:r>
        <w:t>684.4880</w:t>
      </w:r>
      <w:r>
        <w:tab/>
        <w:t>1.013e0</w:t>
      </w:r>
    </w:p>
    <w:p w:rsidR="005B3ED9" w:rsidRDefault="005B3ED9" w:rsidP="005B3ED9">
      <w:r>
        <w:t>684.5052</w:t>
      </w:r>
      <w:r>
        <w:tab/>
        <w:t>2.025e0</w:t>
      </w:r>
    </w:p>
    <w:p w:rsidR="005B3ED9" w:rsidRDefault="005B3ED9" w:rsidP="005B3ED9">
      <w:r>
        <w:t>684.5710</w:t>
      </w:r>
      <w:r>
        <w:tab/>
        <w:t>2.025e0</w:t>
      </w:r>
    </w:p>
    <w:p w:rsidR="005B3ED9" w:rsidRDefault="005B3ED9" w:rsidP="005B3ED9">
      <w:r>
        <w:t>684.5915</w:t>
      </w:r>
      <w:r>
        <w:tab/>
        <w:t>1.013e0</w:t>
      </w:r>
    </w:p>
    <w:p w:rsidR="005B3ED9" w:rsidRDefault="005B3ED9" w:rsidP="005B3ED9">
      <w:r>
        <w:t>684.6606</w:t>
      </w:r>
      <w:r>
        <w:tab/>
        <w:t>1.013e0</w:t>
      </w:r>
    </w:p>
    <w:p w:rsidR="005B3ED9" w:rsidRDefault="005B3ED9" w:rsidP="005B3ED9">
      <w:r>
        <w:t>684.6783</w:t>
      </w:r>
      <w:r>
        <w:tab/>
        <w:t>2.025e0</w:t>
      </w:r>
    </w:p>
    <w:p w:rsidR="005B3ED9" w:rsidRDefault="005B3ED9" w:rsidP="005B3ED9">
      <w:r>
        <w:t>684.7324</w:t>
      </w:r>
      <w:r>
        <w:tab/>
        <w:t>1.013e0</w:t>
      </w:r>
    </w:p>
    <w:p w:rsidR="005B3ED9" w:rsidRDefault="005B3ED9" w:rsidP="005B3ED9">
      <w:r>
        <w:t>684.7557</w:t>
      </w:r>
      <w:r>
        <w:tab/>
        <w:t>1.013e0</w:t>
      </w:r>
    </w:p>
    <w:p w:rsidR="005B3ED9" w:rsidRDefault="005B3ED9" w:rsidP="005B3ED9">
      <w:r>
        <w:t>684.7673</w:t>
      </w:r>
      <w:r>
        <w:tab/>
        <w:t>1.013e0</w:t>
      </w:r>
    </w:p>
    <w:p w:rsidR="005B3ED9" w:rsidRDefault="005B3ED9" w:rsidP="005B3ED9">
      <w:r>
        <w:t>684.8022</w:t>
      </w:r>
      <w:r>
        <w:tab/>
        <w:t>1.013e0</w:t>
      </w:r>
    </w:p>
    <w:p w:rsidR="005B3ED9" w:rsidRDefault="005B3ED9" w:rsidP="005B3ED9">
      <w:r>
        <w:t>684.8250</w:t>
      </w:r>
      <w:r>
        <w:tab/>
        <w:t>2.025e0</w:t>
      </w:r>
    </w:p>
    <w:p w:rsidR="005B3ED9" w:rsidRDefault="005B3ED9" w:rsidP="005B3ED9">
      <w:r>
        <w:t>685.0584</w:t>
      </w:r>
      <w:r>
        <w:tab/>
        <w:t>2.025e0</w:t>
      </w:r>
    </w:p>
    <w:p w:rsidR="005B3ED9" w:rsidRDefault="005B3ED9" w:rsidP="005B3ED9">
      <w:r>
        <w:t>685.0817</w:t>
      </w:r>
      <w:r>
        <w:tab/>
        <w:t>1.013e0</w:t>
      </w:r>
    </w:p>
    <w:p w:rsidR="005B3ED9" w:rsidRDefault="005B3ED9" w:rsidP="005B3ED9">
      <w:r>
        <w:lastRenderedPageBreak/>
        <w:t>685.1981</w:t>
      </w:r>
      <w:r>
        <w:tab/>
        <w:t>2.025e0</w:t>
      </w:r>
    </w:p>
    <w:p w:rsidR="005B3ED9" w:rsidRDefault="005B3ED9" w:rsidP="005B3ED9">
      <w:r>
        <w:t>685.2567</w:t>
      </w:r>
      <w:r>
        <w:tab/>
        <w:t>3.038e0</w:t>
      </w:r>
    </w:p>
    <w:p w:rsidR="005B3ED9" w:rsidRDefault="005B3ED9" w:rsidP="005B3ED9">
      <w:r>
        <w:t>685.2996</w:t>
      </w:r>
      <w:r>
        <w:tab/>
        <w:t>1.013e0</w:t>
      </w:r>
    </w:p>
    <w:p w:rsidR="005B3ED9" w:rsidRDefault="005B3ED9" w:rsidP="005B3ED9">
      <w:r>
        <w:t>685.3519</w:t>
      </w:r>
      <w:r>
        <w:tab/>
        <w:t>1.013e0</w:t>
      </w:r>
    </w:p>
    <w:p w:rsidR="005B3ED9" w:rsidRDefault="005B3ED9" w:rsidP="005B3ED9">
      <w:r>
        <w:t>685.3962</w:t>
      </w:r>
      <w:r>
        <w:tab/>
        <w:t>1.013e0</w:t>
      </w:r>
    </w:p>
    <w:p w:rsidR="005B3ED9" w:rsidRDefault="005B3ED9" w:rsidP="005B3ED9">
      <w:r>
        <w:t>685.4312</w:t>
      </w:r>
      <w:r>
        <w:tab/>
        <w:t>1.013e0</w:t>
      </w:r>
    </w:p>
    <w:p w:rsidR="005B3ED9" w:rsidRDefault="005B3ED9" w:rsidP="005B3ED9">
      <w:r>
        <w:t>685.4428</w:t>
      </w:r>
      <w:r>
        <w:tab/>
        <w:t>1.013e0</w:t>
      </w:r>
    </w:p>
    <w:p w:rsidR="005B3ED9" w:rsidRDefault="005B3ED9" w:rsidP="005B3ED9">
      <w:r>
        <w:t>685.5012</w:t>
      </w:r>
      <w:r>
        <w:tab/>
        <w:t>1.013e0</w:t>
      </w:r>
    </w:p>
    <w:p w:rsidR="005B3ED9" w:rsidRDefault="005B3ED9" w:rsidP="005B3ED9">
      <w:r>
        <w:t>685.5360</w:t>
      </w:r>
      <w:r>
        <w:tab/>
        <w:t>1.013e0</w:t>
      </w:r>
    </w:p>
    <w:p w:rsidR="005B3ED9" w:rsidRDefault="005B3ED9" w:rsidP="005B3ED9">
      <w:r>
        <w:t>685.5591</w:t>
      </w:r>
      <w:r>
        <w:tab/>
        <w:t>1.013e0</w:t>
      </w:r>
    </w:p>
    <w:p w:rsidR="005B3ED9" w:rsidRDefault="005B3ED9" w:rsidP="005B3ED9">
      <w:r>
        <w:t>685.6876</w:t>
      </w:r>
      <w:r>
        <w:tab/>
        <w:t>1.013e0</w:t>
      </w:r>
    </w:p>
    <w:p w:rsidR="005B3ED9" w:rsidRDefault="005B3ED9" w:rsidP="005B3ED9">
      <w:r>
        <w:t>685.7226</w:t>
      </w:r>
      <w:r>
        <w:tab/>
        <w:t>1.013e0</w:t>
      </w:r>
    </w:p>
    <w:p w:rsidR="005B3ED9" w:rsidRDefault="005B3ED9" w:rsidP="005B3ED9">
      <w:r>
        <w:t>685.7343</w:t>
      </w:r>
      <w:r>
        <w:tab/>
        <w:t>1.013e0</w:t>
      </w:r>
    </w:p>
    <w:p w:rsidR="005B3ED9" w:rsidRDefault="005B3ED9" w:rsidP="005B3ED9">
      <w:r>
        <w:t>685.7661</w:t>
      </w:r>
      <w:r>
        <w:tab/>
        <w:t>1.013e0</w:t>
      </w:r>
    </w:p>
    <w:p w:rsidR="005B3ED9" w:rsidRDefault="005B3ED9" w:rsidP="005B3ED9">
      <w:r>
        <w:t>685.7838</w:t>
      </w:r>
      <w:r>
        <w:tab/>
        <w:t>1.013e0</w:t>
      </w:r>
    </w:p>
    <w:p w:rsidR="005B3ED9" w:rsidRDefault="005B3ED9" w:rsidP="005B3ED9">
      <w:r>
        <w:t>685.9440</w:t>
      </w:r>
      <w:r>
        <w:tab/>
        <w:t>1.013e0</w:t>
      </w:r>
    </w:p>
    <w:p w:rsidR="005B3ED9" w:rsidRDefault="005B3ED9" w:rsidP="005B3ED9">
      <w:r>
        <w:t>685.9908</w:t>
      </w:r>
      <w:r>
        <w:tab/>
        <w:t>1.013e0</w:t>
      </w:r>
    </w:p>
    <w:p w:rsidR="005B3ED9" w:rsidRDefault="005B3ED9" w:rsidP="005B3ED9">
      <w:r>
        <w:t>686.0255</w:t>
      </w:r>
      <w:r>
        <w:tab/>
        <w:t>1.013e0</w:t>
      </w:r>
    </w:p>
    <w:p w:rsidR="005B3ED9" w:rsidRDefault="005B3ED9" w:rsidP="005B3ED9">
      <w:r>
        <w:t>686.0895</w:t>
      </w:r>
      <w:r>
        <w:tab/>
        <w:t>2.025e0</w:t>
      </w:r>
    </w:p>
    <w:p w:rsidR="005B3ED9" w:rsidRDefault="005B3ED9" w:rsidP="005B3ED9">
      <w:r>
        <w:lastRenderedPageBreak/>
        <w:t>686.1539</w:t>
      </w:r>
      <w:r>
        <w:tab/>
        <w:t>1.013e0</w:t>
      </w:r>
    </w:p>
    <w:p w:rsidR="005B3ED9" w:rsidRDefault="005B3ED9" w:rsidP="005B3ED9">
      <w:r>
        <w:t>686.2272</w:t>
      </w:r>
      <w:r>
        <w:tab/>
        <w:t>2.025e0</w:t>
      </w:r>
    </w:p>
    <w:p w:rsidR="005B3ED9" w:rsidRDefault="005B3ED9" w:rsidP="005B3ED9">
      <w:r>
        <w:t>686.2356</w:t>
      </w:r>
      <w:r>
        <w:tab/>
        <w:t>1.013e0</w:t>
      </w:r>
    </w:p>
    <w:p w:rsidR="005B3ED9" w:rsidRDefault="005B3ED9" w:rsidP="005B3ED9">
      <w:r>
        <w:t>686.2669</w:t>
      </w:r>
      <w:r>
        <w:tab/>
        <w:t>1.013e0</w:t>
      </w:r>
    </w:p>
    <w:p w:rsidR="005B3ED9" w:rsidRDefault="005B3ED9" w:rsidP="005B3ED9">
      <w:r>
        <w:t>686.3290</w:t>
      </w:r>
      <w:r>
        <w:tab/>
        <w:t>1.013e0</w:t>
      </w:r>
    </w:p>
    <w:p w:rsidR="005B3ED9" w:rsidRDefault="005B3ED9" w:rsidP="005B3ED9">
      <w:r>
        <w:t>686.3639</w:t>
      </w:r>
      <w:r>
        <w:tab/>
        <w:t>1.013e0</w:t>
      </w:r>
    </w:p>
    <w:p w:rsidR="005B3ED9" w:rsidRDefault="005B3ED9" w:rsidP="005B3ED9">
      <w:r>
        <w:t>686.3990</w:t>
      </w:r>
      <w:r>
        <w:tab/>
        <w:t>1.013e0</w:t>
      </w:r>
    </w:p>
    <w:p w:rsidR="005B3ED9" w:rsidRDefault="005B3ED9" w:rsidP="005B3ED9">
      <w:r>
        <w:t>686.4456</w:t>
      </w:r>
      <w:r>
        <w:tab/>
        <w:t>1.013e0</w:t>
      </w:r>
    </w:p>
    <w:p w:rsidR="005B3ED9" w:rsidRDefault="005B3ED9" w:rsidP="005B3ED9">
      <w:r>
        <w:t>686.4690</w:t>
      </w:r>
      <w:r>
        <w:tab/>
        <w:t>1.013e0</w:t>
      </w:r>
    </w:p>
    <w:p w:rsidR="005B3ED9" w:rsidRDefault="005B3ED9" w:rsidP="005B3ED9">
      <w:r>
        <w:t>686.5261</w:t>
      </w:r>
      <w:r>
        <w:tab/>
        <w:t>1.013e0</w:t>
      </w:r>
    </w:p>
    <w:p w:rsidR="005B3ED9" w:rsidRDefault="005B3ED9" w:rsidP="005B3ED9">
      <w:r>
        <w:t>686.5273</w:t>
      </w:r>
      <w:r>
        <w:tab/>
        <w:t>1.013e0</w:t>
      </w:r>
    </w:p>
    <w:p w:rsidR="005B3ED9" w:rsidRDefault="005B3ED9" w:rsidP="005B3ED9">
      <w:r>
        <w:t>686.5431</w:t>
      </w:r>
      <w:r>
        <w:tab/>
        <w:t>2.025e0</w:t>
      </w:r>
    </w:p>
    <w:p w:rsidR="005B3ED9" w:rsidRDefault="005B3ED9" w:rsidP="005B3ED9">
      <w:r>
        <w:t>686.5606</w:t>
      </w:r>
      <w:r>
        <w:tab/>
        <w:t>1.013e0</w:t>
      </w:r>
    </w:p>
    <w:p w:rsidR="005B3ED9" w:rsidRDefault="005B3ED9" w:rsidP="005B3ED9">
      <w:r>
        <w:t>686.6987</w:t>
      </w:r>
      <w:r>
        <w:tab/>
        <w:t>1.013e0</w:t>
      </w:r>
    </w:p>
    <w:p w:rsidR="005B3ED9" w:rsidRDefault="005B3ED9" w:rsidP="005B3ED9">
      <w:r>
        <w:t>686.7082</w:t>
      </w:r>
      <w:r>
        <w:tab/>
        <w:t>2.025e0</w:t>
      </w:r>
    </w:p>
    <w:p w:rsidR="005B3ED9" w:rsidRDefault="005B3ED9" w:rsidP="005B3ED9">
      <w:r>
        <w:t>686.8892</w:t>
      </w:r>
      <w:r>
        <w:tab/>
        <w:t>1.013e0</w:t>
      </w:r>
    </w:p>
    <w:p w:rsidR="005B3ED9" w:rsidRDefault="005B3ED9" w:rsidP="005B3ED9">
      <w:r>
        <w:t>686.9475</w:t>
      </w:r>
      <w:r>
        <w:tab/>
        <w:t>1.013e0</w:t>
      </w:r>
    </w:p>
    <w:p w:rsidR="005B3ED9" w:rsidRDefault="005B3ED9" w:rsidP="005B3ED9">
      <w:r>
        <w:t>686.9592</w:t>
      </w:r>
      <w:r>
        <w:tab/>
        <w:t>1.013e0</w:t>
      </w:r>
    </w:p>
    <w:p w:rsidR="005B3ED9" w:rsidRDefault="005B3ED9" w:rsidP="005B3ED9">
      <w:r>
        <w:t>687.0468</w:t>
      </w:r>
      <w:r>
        <w:tab/>
        <w:t>2.025e0</w:t>
      </w:r>
    </w:p>
    <w:p w:rsidR="005B3ED9" w:rsidRDefault="005B3ED9" w:rsidP="005B3ED9">
      <w:r>
        <w:lastRenderedPageBreak/>
        <w:t>687.1995</w:t>
      </w:r>
      <w:r>
        <w:tab/>
        <w:t>1.013e0</w:t>
      </w:r>
    </w:p>
    <w:p w:rsidR="005B3ED9" w:rsidRDefault="005B3ED9" w:rsidP="005B3ED9">
      <w:r>
        <w:t>687.2514</w:t>
      </w:r>
      <w:r>
        <w:tab/>
        <w:t>1.013e0</w:t>
      </w:r>
    </w:p>
    <w:p w:rsidR="005B3ED9" w:rsidRDefault="005B3ED9" w:rsidP="005B3ED9">
      <w:r>
        <w:t>687.2993</w:t>
      </w:r>
      <w:r>
        <w:tab/>
        <w:t>2.025e0</w:t>
      </w:r>
    </w:p>
    <w:p w:rsidR="005B3ED9" w:rsidRDefault="005B3ED9" w:rsidP="005B3ED9">
      <w:r>
        <w:t>687.3212</w:t>
      </w:r>
      <w:r>
        <w:tab/>
        <w:t>1.013e0</w:t>
      </w:r>
    </w:p>
    <w:p w:rsidR="005B3ED9" w:rsidRDefault="005B3ED9" w:rsidP="005B3ED9">
      <w:r>
        <w:t>687.3797</w:t>
      </w:r>
      <w:r>
        <w:tab/>
        <w:t>1.013e0</w:t>
      </w:r>
    </w:p>
    <w:p w:rsidR="005B3ED9" w:rsidRDefault="005B3ED9" w:rsidP="005B3ED9">
      <w:r>
        <w:t>687.4031</w:t>
      </w:r>
      <w:r>
        <w:tab/>
        <w:t>1.013e0</w:t>
      </w:r>
    </w:p>
    <w:p w:rsidR="005B3ED9" w:rsidRDefault="005B3ED9" w:rsidP="005B3ED9">
      <w:r>
        <w:t>687.5102</w:t>
      </w:r>
      <w:r>
        <w:tab/>
        <w:t>2.025e0</w:t>
      </w:r>
    </w:p>
    <w:p w:rsidR="005B3ED9" w:rsidRDefault="005B3ED9" w:rsidP="005B3ED9">
      <w:r>
        <w:t>687.6312</w:t>
      </w:r>
      <w:r>
        <w:tab/>
        <w:t>1.013e0</w:t>
      </w:r>
    </w:p>
    <w:p w:rsidR="005B3ED9" w:rsidRDefault="005B3ED9" w:rsidP="005B3ED9">
      <w:r>
        <w:t>687.7888</w:t>
      </w:r>
      <w:r>
        <w:tab/>
        <w:t>1.013e0</w:t>
      </w:r>
    </w:p>
    <w:p w:rsidR="005B3ED9" w:rsidRDefault="005B3ED9" w:rsidP="005B3ED9">
      <w:r>
        <w:t>687.8822</w:t>
      </w:r>
      <w:r>
        <w:tab/>
        <w:t>1.013e0</w:t>
      </w:r>
    </w:p>
    <w:p w:rsidR="005B3ED9" w:rsidRDefault="005B3ED9" w:rsidP="005B3ED9">
      <w:r>
        <w:t>687.9290</w:t>
      </w:r>
      <w:r>
        <w:tab/>
        <w:t>1.013e0</w:t>
      </w:r>
    </w:p>
    <w:p w:rsidR="005B3ED9" w:rsidRDefault="005B3ED9" w:rsidP="005B3ED9">
      <w:r>
        <w:t>687.9641</w:t>
      </w:r>
      <w:r>
        <w:tab/>
        <w:t>1.013e0</w:t>
      </w:r>
    </w:p>
    <w:p w:rsidR="005B3ED9" w:rsidRDefault="005B3ED9" w:rsidP="005B3ED9">
      <w:r>
        <w:t>688.0342</w:t>
      </w:r>
      <w:r>
        <w:tab/>
        <w:t>1.013e0</w:t>
      </w:r>
    </w:p>
    <w:p w:rsidR="005B3ED9" w:rsidRDefault="005B3ED9" w:rsidP="005B3ED9">
      <w:r>
        <w:t>688.0459</w:t>
      </w:r>
      <w:r>
        <w:tab/>
        <w:t>1.013e0</w:t>
      </w:r>
    </w:p>
    <w:p w:rsidR="005B3ED9" w:rsidRDefault="005B3ED9" w:rsidP="005B3ED9">
      <w:r>
        <w:t>688.1491</w:t>
      </w:r>
      <w:r>
        <w:tab/>
        <w:t>1.013e0</w:t>
      </w:r>
    </w:p>
    <w:p w:rsidR="005B3ED9" w:rsidRDefault="005B3ED9" w:rsidP="005B3ED9">
      <w:r>
        <w:t>688.2128</w:t>
      </w:r>
      <w:r>
        <w:tab/>
        <w:t>2.025e0</w:t>
      </w:r>
    </w:p>
    <w:p w:rsidR="005B3ED9" w:rsidRDefault="005B3ED9" w:rsidP="005B3ED9">
      <w:r>
        <w:t>688.2181</w:t>
      </w:r>
      <w:r>
        <w:tab/>
        <w:t>1.013e0</w:t>
      </w:r>
    </w:p>
    <w:p w:rsidR="005B3ED9" w:rsidRDefault="005B3ED9" w:rsidP="005B3ED9">
      <w:r>
        <w:t>688.3519</w:t>
      </w:r>
      <w:r>
        <w:tab/>
        <w:t>2.025e0</w:t>
      </w:r>
    </w:p>
    <w:p w:rsidR="005B3ED9" w:rsidRDefault="005B3ED9" w:rsidP="005B3ED9">
      <w:r>
        <w:t>688.3734</w:t>
      </w:r>
      <w:r>
        <w:tab/>
        <w:t>1.013e0</w:t>
      </w:r>
    </w:p>
    <w:p w:rsidR="005B3ED9" w:rsidRDefault="005B3ED9" w:rsidP="005B3ED9">
      <w:r>
        <w:lastRenderedPageBreak/>
        <w:t>688.4553</w:t>
      </w:r>
      <w:r>
        <w:tab/>
        <w:t>1.013e0</w:t>
      </w:r>
    </w:p>
    <w:p w:rsidR="005B3ED9" w:rsidRDefault="005B3ED9" w:rsidP="005B3ED9">
      <w:r>
        <w:t>688.4998</w:t>
      </w:r>
      <w:r>
        <w:tab/>
        <w:t>2.025e0</w:t>
      </w:r>
    </w:p>
    <w:p w:rsidR="005B3ED9" w:rsidRDefault="005B3ED9" w:rsidP="005B3ED9">
      <w:r>
        <w:t>688.5162</w:t>
      </w:r>
      <w:r>
        <w:tab/>
        <w:t>3.038e0</w:t>
      </w:r>
    </w:p>
    <w:p w:rsidR="005B3ED9" w:rsidRDefault="005B3ED9" w:rsidP="005B3ED9">
      <w:r>
        <w:t>688.5724</w:t>
      </w:r>
      <w:r>
        <w:tab/>
        <w:t>2.025e0</w:t>
      </w:r>
    </w:p>
    <w:p w:rsidR="005B3ED9" w:rsidRDefault="005B3ED9" w:rsidP="005B3ED9">
      <w:r>
        <w:t>688.6777</w:t>
      </w:r>
      <w:r>
        <w:tab/>
        <w:t>1.013e0</w:t>
      </w:r>
    </w:p>
    <w:p w:rsidR="005B3ED9" w:rsidRDefault="005B3ED9" w:rsidP="005B3ED9">
      <w:r>
        <w:t>688.8181</w:t>
      </w:r>
      <w:r>
        <w:tab/>
        <w:t>1.013e0</w:t>
      </w:r>
    </w:p>
    <w:p w:rsidR="005B3ED9" w:rsidRDefault="005B3ED9" w:rsidP="005B3ED9">
      <w:r>
        <w:t>688.8766</w:t>
      </w:r>
      <w:r>
        <w:tab/>
        <w:t>1.013e0</w:t>
      </w:r>
    </w:p>
    <w:p w:rsidR="005B3ED9" w:rsidRDefault="005B3ED9" w:rsidP="005B3ED9">
      <w:r>
        <w:t>688.9430</w:t>
      </w:r>
      <w:r>
        <w:tab/>
        <w:t>1.013e0</w:t>
      </w:r>
    </w:p>
    <w:p w:rsidR="005B3ED9" w:rsidRDefault="005B3ED9" w:rsidP="005B3ED9">
      <w:r>
        <w:t>688.9937</w:t>
      </w:r>
      <w:r>
        <w:tab/>
        <w:t>1.013e0</w:t>
      </w:r>
    </w:p>
    <w:p w:rsidR="005B3ED9" w:rsidRDefault="005B3ED9" w:rsidP="005B3ED9">
      <w:r>
        <w:t>689.2046</w:t>
      </w:r>
      <w:r>
        <w:tab/>
        <w:t>2.025e0</w:t>
      </w:r>
    </w:p>
    <w:p w:rsidR="005B3ED9" w:rsidRDefault="005B3ED9" w:rsidP="005B3ED9">
      <w:r>
        <w:t>689.3275</w:t>
      </w:r>
      <w:r>
        <w:tab/>
        <w:t>2.025e0</w:t>
      </w:r>
    </w:p>
    <w:p w:rsidR="005B3ED9" w:rsidRDefault="005B3ED9" w:rsidP="005B3ED9">
      <w:r>
        <w:t>689.4265</w:t>
      </w:r>
      <w:r>
        <w:tab/>
        <w:t>1.013e0</w:t>
      </w:r>
    </w:p>
    <w:p w:rsidR="005B3ED9" w:rsidRDefault="005B3ED9" w:rsidP="005B3ED9">
      <w:r>
        <w:t>689.4779</w:t>
      </w:r>
      <w:r>
        <w:tab/>
        <w:t>3.038e0</w:t>
      </w:r>
    </w:p>
    <w:p w:rsidR="005B3ED9" w:rsidRDefault="005B3ED9" w:rsidP="005B3ED9">
      <w:r>
        <w:t>689.4974</w:t>
      </w:r>
      <w:r>
        <w:tab/>
        <w:t>1.013e0</w:t>
      </w:r>
    </w:p>
    <w:p w:rsidR="005B3ED9" w:rsidRDefault="005B3ED9" w:rsidP="005B3ED9">
      <w:r>
        <w:t>689.5244</w:t>
      </w:r>
      <w:r>
        <w:tab/>
        <w:t>2.025e0</w:t>
      </w:r>
    </w:p>
    <w:p w:rsidR="005B3ED9" w:rsidRDefault="005B3ED9" w:rsidP="005B3ED9">
      <w:r>
        <w:t>689.5560</w:t>
      </w:r>
      <w:r>
        <w:tab/>
        <w:t>1.013e0</w:t>
      </w:r>
    </w:p>
    <w:p w:rsidR="005B3ED9" w:rsidRDefault="005B3ED9" w:rsidP="005B3ED9">
      <w:r>
        <w:t>689.6853</w:t>
      </w:r>
      <w:r>
        <w:tab/>
        <w:t>1.013e0</w:t>
      </w:r>
    </w:p>
    <w:p w:rsidR="005B3ED9" w:rsidRDefault="005B3ED9" w:rsidP="005B3ED9">
      <w:r>
        <w:t>689.7026</w:t>
      </w:r>
      <w:r>
        <w:tab/>
        <w:t>1.013e0</w:t>
      </w:r>
    </w:p>
    <w:p w:rsidR="005B3ED9" w:rsidRDefault="005B3ED9" w:rsidP="005B3ED9">
      <w:r>
        <w:t>689.7787</w:t>
      </w:r>
      <w:r>
        <w:tab/>
        <w:t>1.013e0</w:t>
      </w:r>
    </w:p>
    <w:p w:rsidR="005B3ED9" w:rsidRDefault="005B3ED9" w:rsidP="005B3ED9">
      <w:r>
        <w:lastRenderedPageBreak/>
        <w:t>689.8063</w:t>
      </w:r>
      <w:r>
        <w:tab/>
        <w:t>1.013e0</w:t>
      </w:r>
    </w:p>
    <w:p w:rsidR="005B3ED9" w:rsidRDefault="005B3ED9" w:rsidP="005B3ED9">
      <w:r>
        <w:t>689.8923</w:t>
      </w:r>
      <w:r>
        <w:tab/>
        <w:t>1.013e0</w:t>
      </w:r>
    </w:p>
    <w:p w:rsidR="005B3ED9" w:rsidRDefault="005B3ED9" w:rsidP="005B3ED9">
      <w:r>
        <w:t>689.9897</w:t>
      </w:r>
      <w:r>
        <w:tab/>
        <w:t>1.013e0</w:t>
      </w:r>
    </w:p>
    <w:p w:rsidR="005B3ED9" w:rsidRDefault="005B3ED9" w:rsidP="005B3ED9">
      <w:r>
        <w:t>690.0132</w:t>
      </w:r>
      <w:r>
        <w:tab/>
        <w:t>1.013e0</w:t>
      </w:r>
    </w:p>
    <w:p w:rsidR="005B3ED9" w:rsidRDefault="005B3ED9" w:rsidP="005B3ED9">
      <w:r>
        <w:t>690.1598</w:t>
      </w:r>
      <w:r>
        <w:tab/>
        <w:t>2.025e0</w:t>
      </w:r>
    </w:p>
    <w:p w:rsidR="005B3ED9" w:rsidRDefault="005B3ED9" w:rsidP="005B3ED9">
      <w:r>
        <w:t>690.1688</w:t>
      </w:r>
      <w:r>
        <w:tab/>
        <w:t>1.013e0</w:t>
      </w:r>
    </w:p>
    <w:p w:rsidR="005B3ED9" w:rsidRDefault="005B3ED9" w:rsidP="005B3ED9">
      <w:r>
        <w:t>690.2126</w:t>
      </w:r>
      <w:r>
        <w:tab/>
        <w:t>1.013e0</w:t>
      </w:r>
    </w:p>
    <w:p w:rsidR="005B3ED9" w:rsidRDefault="005B3ED9" w:rsidP="005B3ED9">
      <w:r>
        <w:t>690.2477</w:t>
      </w:r>
      <w:r>
        <w:tab/>
        <w:t>1.013e0</w:t>
      </w:r>
    </w:p>
    <w:p w:rsidR="005B3ED9" w:rsidRDefault="005B3ED9" w:rsidP="005B3ED9">
      <w:r>
        <w:t>690.2786</w:t>
      </w:r>
      <w:r>
        <w:tab/>
        <w:t>2.025e0</w:t>
      </w:r>
    </w:p>
    <w:p w:rsidR="005B3ED9" w:rsidRDefault="005B3ED9" w:rsidP="005B3ED9">
      <w:r>
        <w:t>690.2895</w:t>
      </w:r>
      <w:r>
        <w:tab/>
        <w:t>2.025e0</w:t>
      </w:r>
    </w:p>
    <w:p w:rsidR="005B3ED9" w:rsidRDefault="005B3ED9" w:rsidP="005B3ED9">
      <w:r>
        <w:t>690.3322</w:t>
      </w:r>
      <w:r>
        <w:tab/>
        <w:t>2.025e0</w:t>
      </w:r>
    </w:p>
    <w:p w:rsidR="005B3ED9" w:rsidRDefault="005B3ED9" w:rsidP="005B3ED9">
      <w:r>
        <w:t>690.4276</w:t>
      </w:r>
      <w:r>
        <w:tab/>
        <w:t>2.025e0</w:t>
      </w:r>
    </w:p>
    <w:p w:rsidR="005B3ED9" w:rsidRDefault="005B3ED9" w:rsidP="005B3ED9">
      <w:r>
        <w:t>690.5059</w:t>
      </w:r>
      <w:r>
        <w:tab/>
        <w:t>1.013e0</w:t>
      </w:r>
    </w:p>
    <w:p w:rsidR="005B3ED9" w:rsidRDefault="005B3ED9" w:rsidP="005B3ED9">
      <w:r>
        <w:t>690.5655</w:t>
      </w:r>
      <w:r>
        <w:tab/>
        <w:t>1.013e0</w:t>
      </w:r>
    </w:p>
    <w:p w:rsidR="005B3ED9" w:rsidRDefault="005B3ED9" w:rsidP="005B3ED9">
      <w:r>
        <w:t>690.5997</w:t>
      </w:r>
      <w:r>
        <w:tab/>
        <w:t>2.025e0</w:t>
      </w:r>
    </w:p>
    <w:p w:rsidR="005B3ED9" w:rsidRDefault="005B3ED9" w:rsidP="005B3ED9">
      <w:r>
        <w:t>690.6584</w:t>
      </w:r>
      <w:r>
        <w:tab/>
        <w:t>1.013e0</w:t>
      </w:r>
    </w:p>
    <w:p w:rsidR="005B3ED9" w:rsidRDefault="005B3ED9" w:rsidP="005B3ED9">
      <w:r>
        <w:t>690.7523</w:t>
      </w:r>
      <w:r>
        <w:tab/>
        <w:t>1.013e0</w:t>
      </w:r>
    </w:p>
    <w:p w:rsidR="005B3ED9" w:rsidRDefault="005B3ED9" w:rsidP="005B3ED9">
      <w:r>
        <w:t>690.7640</w:t>
      </w:r>
      <w:r>
        <w:tab/>
        <w:t>1.013e0</w:t>
      </w:r>
    </w:p>
    <w:p w:rsidR="005B3ED9" w:rsidRDefault="005B3ED9" w:rsidP="005B3ED9">
      <w:r>
        <w:t>690.7874</w:t>
      </w:r>
      <w:r>
        <w:tab/>
        <w:t>1.013e0</w:t>
      </w:r>
    </w:p>
    <w:p w:rsidR="005B3ED9" w:rsidRDefault="005B3ED9" w:rsidP="005B3ED9">
      <w:r>
        <w:lastRenderedPageBreak/>
        <w:t>690.7993</w:t>
      </w:r>
      <w:r>
        <w:tab/>
        <w:t>1.013e0</w:t>
      </w:r>
    </w:p>
    <w:p w:rsidR="005B3ED9" w:rsidRDefault="005B3ED9" w:rsidP="005B3ED9">
      <w:r>
        <w:t>690.8759</w:t>
      </w:r>
      <w:r>
        <w:tab/>
        <w:t>1.013e0</w:t>
      </w:r>
    </w:p>
    <w:p w:rsidR="005B3ED9" w:rsidRDefault="005B3ED9" w:rsidP="005B3ED9">
      <w:r>
        <w:t>690.9622</w:t>
      </w:r>
      <w:r>
        <w:tab/>
        <w:t>1.013e0</w:t>
      </w:r>
    </w:p>
    <w:p w:rsidR="005B3ED9" w:rsidRDefault="005B3ED9" w:rsidP="005B3ED9">
      <w:r>
        <w:t>691.0341</w:t>
      </w:r>
      <w:r>
        <w:tab/>
        <w:t>1.013e0</w:t>
      </w:r>
    </w:p>
    <w:p w:rsidR="005B3ED9" w:rsidRDefault="005B3ED9" w:rsidP="005B3ED9">
      <w:r>
        <w:t>691.1044</w:t>
      </w:r>
      <w:r>
        <w:tab/>
        <w:t>1.013e0</w:t>
      </w:r>
    </w:p>
    <w:p w:rsidR="005B3ED9" w:rsidRDefault="005B3ED9" w:rsidP="005B3ED9">
      <w:r>
        <w:t>691.1161</w:t>
      </w:r>
      <w:r>
        <w:tab/>
        <w:t>1.013e0</w:t>
      </w:r>
    </w:p>
    <w:p w:rsidR="005B3ED9" w:rsidRDefault="005B3ED9" w:rsidP="005B3ED9">
      <w:r>
        <w:t>691.1519</w:t>
      </w:r>
      <w:r>
        <w:tab/>
        <w:t>1.013e0</w:t>
      </w:r>
    </w:p>
    <w:p w:rsidR="005B3ED9" w:rsidRDefault="005B3ED9" w:rsidP="005B3ED9">
      <w:r>
        <w:t>691.1693</w:t>
      </w:r>
      <w:r>
        <w:tab/>
        <w:t>1.013e0</w:t>
      </w:r>
    </w:p>
    <w:p w:rsidR="005B3ED9" w:rsidRDefault="005B3ED9" w:rsidP="005B3ED9">
      <w:r>
        <w:t>691.2219</w:t>
      </w:r>
      <w:r>
        <w:tab/>
        <w:t>1.013e0</w:t>
      </w:r>
    </w:p>
    <w:p w:rsidR="005B3ED9" w:rsidRDefault="005B3ED9" w:rsidP="005B3ED9">
      <w:r>
        <w:t>691.2729</w:t>
      </w:r>
      <w:r>
        <w:tab/>
        <w:t>1.013e0</w:t>
      </w:r>
    </w:p>
    <w:p w:rsidR="005B3ED9" w:rsidRDefault="005B3ED9" w:rsidP="005B3ED9">
      <w:r>
        <w:t>691.3763</w:t>
      </w:r>
      <w:r>
        <w:tab/>
        <w:t>1.013e0</w:t>
      </w:r>
    </w:p>
    <w:p w:rsidR="005B3ED9" w:rsidRDefault="005B3ED9" w:rsidP="005B3ED9">
      <w:r>
        <w:t>691.4568</w:t>
      </w:r>
      <w:r>
        <w:tab/>
        <w:t>1.013e0</w:t>
      </w:r>
    </w:p>
    <w:p w:rsidR="005B3ED9" w:rsidRDefault="005B3ED9" w:rsidP="005B3ED9">
      <w:r>
        <w:t>691.4625</w:t>
      </w:r>
      <w:r>
        <w:tab/>
        <w:t>1.013e0</w:t>
      </w:r>
    </w:p>
    <w:p w:rsidR="005B3ED9" w:rsidRDefault="005B3ED9" w:rsidP="005B3ED9">
      <w:r>
        <w:t>691.4745</w:t>
      </w:r>
      <w:r>
        <w:tab/>
        <w:t>2.025e0</w:t>
      </w:r>
    </w:p>
    <w:p w:rsidR="005B3ED9" w:rsidRDefault="005B3ED9" w:rsidP="005B3ED9">
      <w:r>
        <w:t>691.5743</w:t>
      </w:r>
      <w:r>
        <w:tab/>
        <w:t>1.013e0</w:t>
      </w:r>
    </w:p>
    <w:p w:rsidR="005B3ED9" w:rsidRDefault="005B3ED9" w:rsidP="005B3ED9">
      <w:r>
        <w:t>691.7858</w:t>
      </w:r>
      <w:r>
        <w:tab/>
        <w:t>1.013e0</w:t>
      </w:r>
    </w:p>
    <w:p w:rsidR="005B3ED9" w:rsidRDefault="005B3ED9" w:rsidP="005B3ED9">
      <w:r>
        <w:t>691.7977</w:t>
      </w:r>
      <w:r>
        <w:tab/>
        <w:t>1.013e0</w:t>
      </w:r>
    </w:p>
    <w:p w:rsidR="005B3ED9" w:rsidRDefault="005B3ED9" w:rsidP="005B3ED9">
      <w:r>
        <w:t>691.8505</w:t>
      </w:r>
      <w:r>
        <w:tab/>
        <w:t>2.025e0</w:t>
      </w:r>
    </w:p>
    <w:p w:rsidR="005B3ED9" w:rsidRDefault="005B3ED9" w:rsidP="005B3ED9">
      <w:r>
        <w:t>691.8939</w:t>
      </w:r>
      <w:r>
        <w:tab/>
        <w:t>1.013e0</w:t>
      </w:r>
    </w:p>
    <w:p w:rsidR="005B3ED9" w:rsidRDefault="005B3ED9" w:rsidP="005B3ED9">
      <w:r>
        <w:lastRenderedPageBreak/>
        <w:t>691.9453</w:t>
      </w:r>
      <w:r>
        <w:tab/>
        <w:t>1.013e0</w:t>
      </w:r>
    </w:p>
    <w:p w:rsidR="005B3ED9" w:rsidRDefault="005B3ED9" w:rsidP="005B3ED9">
      <w:r>
        <w:t>691.9504</w:t>
      </w:r>
      <w:r>
        <w:tab/>
        <w:t>1.013e0</w:t>
      </w:r>
    </w:p>
    <w:p w:rsidR="005B3ED9" w:rsidRDefault="005B3ED9" w:rsidP="005B3ED9">
      <w:r>
        <w:t>692.1181</w:t>
      </w:r>
      <w:r>
        <w:tab/>
        <w:t>1.013e0</w:t>
      </w:r>
    </w:p>
    <w:p w:rsidR="005B3ED9" w:rsidRDefault="005B3ED9" w:rsidP="005B3ED9">
      <w:r>
        <w:t>692.1738</w:t>
      </w:r>
      <w:r>
        <w:tab/>
        <w:t>1.013e0</w:t>
      </w:r>
    </w:p>
    <w:p w:rsidR="005B3ED9" w:rsidRDefault="005B3ED9" w:rsidP="005B3ED9">
      <w:r>
        <w:t>692.2386</w:t>
      </w:r>
      <w:r>
        <w:tab/>
        <w:t>1.013e0</w:t>
      </w:r>
    </w:p>
    <w:p w:rsidR="005B3ED9" w:rsidRDefault="005B3ED9" w:rsidP="005B3ED9">
      <w:r>
        <w:t>692.3101</w:t>
      </w:r>
      <w:r>
        <w:tab/>
        <w:t>3.038e0</w:t>
      </w:r>
    </w:p>
    <w:p w:rsidR="005B3ED9" w:rsidRDefault="005B3ED9" w:rsidP="005B3ED9">
      <w:r>
        <w:t>692.3592</w:t>
      </w:r>
      <w:r>
        <w:tab/>
        <w:t>1.013e0</w:t>
      </w:r>
    </w:p>
    <w:p w:rsidR="005B3ED9" w:rsidRDefault="005B3ED9" w:rsidP="005B3ED9">
      <w:r>
        <w:t>692.4091</w:t>
      </w:r>
      <w:r>
        <w:tab/>
        <w:t>2.025e0</w:t>
      </w:r>
    </w:p>
    <w:p w:rsidR="005B3ED9" w:rsidRDefault="005B3ED9" w:rsidP="005B3ED9">
      <w:r>
        <w:t>692.4283</w:t>
      </w:r>
      <w:r>
        <w:tab/>
        <w:t>1.013e0</w:t>
      </w:r>
    </w:p>
    <w:p w:rsidR="005B3ED9" w:rsidRDefault="005B3ED9" w:rsidP="005B3ED9">
      <w:r>
        <w:t>692.4326</w:t>
      </w:r>
      <w:r>
        <w:tab/>
        <w:t>2.025e0</w:t>
      </w:r>
    </w:p>
    <w:p w:rsidR="005B3ED9" w:rsidRDefault="005B3ED9" w:rsidP="005B3ED9">
      <w:r>
        <w:t>692.4668</w:t>
      </w:r>
      <w:r>
        <w:tab/>
        <w:t>2.025e0</w:t>
      </w:r>
    </w:p>
    <w:p w:rsidR="005B3ED9" w:rsidRDefault="005B3ED9" w:rsidP="005B3ED9">
      <w:r>
        <w:t>692.4679</w:t>
      </w:r>
      <w:r>
        <w:tab/>
        <w:t>1.013e0</w:t>
      </w:r>
    </w:p>
    <w:p w:rsidR="005B3ED9" w:rsidRDefault="005B3ED9" w:rsidP="005B3ED9">
      <w:r>
        <w:t>692.4802</w:t>
      </w:r>
      <w:r>
        <w:tab/>
        <w:t>1.013e0</w:t>
      </w:r>
    </w:p>
    <w:p w:rsidR="005B3ED9" w:rsidRDefault="005B3ED9" w:rsidP="005B3ED9">
      <w:r>
        <w:t>692.6011</w:t>
      </w:r>
      <w:r>
        <w:tab/>
        <w:t>1.013e0</w:t>
      </w:r>
    </w:p>
    <w:p w:rsidR="005B3ED9" w:rsidRDefault="005B3ED9" w:rsidP="005B3ED9">
      <w:r>
        <w:t>692.6180</w:t>
      </w:r>
      <w:r>
        <w:tab/>
        <w:t>1.013e0</w:t>
      </w:r>
    </w:p>
    <w:p w:rsidR="005B3ED9" w:rsidRDefault="005B3ED9" w:rsidP="005B3ED9">
      <w:r>
        <w:t>692.7150</w:t>
      </w:r>
      <w:r>
        <w:tab/>
        <w:t>1.013e0</w:t>
      </w:r>
    </w:p>
    <w:p w:rsidR="005B3ED9" w:rsidRDefault="005B3ED9" w:rsidP="005B3ED9">
      <w:r>
        <w:t>692.8132</w:t>
      </w:r>
      <w:r>
        <w:tab/>
        <w:t>3.038e0</w:t>
      </w:r>
    </w:p>
    <w:p w:rsidR="005B3ED9" w:rsidRDefault="005B3ED9" w:rsidP="005B3ED9">
      <w:r>
        <w:t>692.8916</w:t>
      </w:r>
      <w:r>
        <w:tab/>
        <w:t>2.025e0</w:t>
      </w:r>
    </w:p>
    <w:p w:rsidR="005B3ED9" w:rsidRDefault="005B3ED9" w:rsidP="005B3ED9">
      <w:r>
        <w:t>692.9457</w:t>
      </w:r>
      <w:r>
        <w:tab/>
        <w:t>1.013e0</w:t>
      </w:r>
    </w:p>
    <w:p w:rsidR="005B3ED9" w:rsidRDefault="005B3ED9" w:rsidP="005B3ED9">
      <w:r>
        <w:lastRenderedPageBreak/>
        <w:t>693.0320</w:t>
      </w:r>
      <w:r>
        <w:tab/>
        <w:t>1.013e0</w:t>
      </w:r>
    </w:p>
    <w:p w:rsidR="005B3ED9" w:rsidRDefault="005B3ED9" w:rsidP="005B3ED9">
      <w:r>
        <w:t>693.0663</w:t>
      </w:r>
      <w:r>
        <w:tab/>
        <w:t>1.013e0</w:t>
      </w:r>
    </w:p>
    <w:p w:rsidR="005B3ED9" w:rsidRDefault="005B3ED9" w:rsidP="005B3ED9">
      <w:r>
        <w:t>693.0948</w:t>
      </w:r>
      <w:r>
        <w:tab/>
        <w:t>2.025e0</w:t>
      </w:r>
    </w:p>
    <w:p w:rsidR="005B3ED9" w:rsidRDefault="005B3ED9" w:rsidP="005B3ED9">
      <w:r>
        <w:t>693.1326</w:t>
      </w:r>
      <w:r>
        <w:tab/>
        <w:t>2.025e0</w:t>
      </w:r>
    </w:p>
    <w:p w:rsidR="005B3ED9" w:rsidRDefault="005B3ED9" w:rsidP="005B3ED9">
      <w:r>
        <w:t>693.1626</w:t>
      </w:r>
      <w:r>
        <w:tab/>
        <w:t>2.025e0</w:t>
      </w:r>
    </w:p>
    <w:p w:rsidR="005B3ED9" w:rsidRDefault="005B3ED9" w:rsidP="005B3ED9">
      <w:r>
        <w:t>693.1786</w:t>
      </w:r>
      <w:r>
        <w:tab/>
        <w:t>2.025e0</w:t>
      </w:r>
    </w:p>
    <w:p w:rsidR="005B3ED9" w:rsidRDefault="005B3ED9" w:rsidP="005B3ED9">
      <w:r>
        <w:t>693.2906</w:t>
      </w:r>
      <w:r>
        <w:tab/>
        <w:t>2.025e0</w:t>
      </w:r>
    </w:p>
    <w:p w:rsidR="005B3ED9" w:rsidRDefault="005B3ED9" w:rsidP="005B3ED9">
      <w:r>
        <w:t>693.3508</w:t>
      </w:r>
      <w:r>
        <w:tab/>
        <w:t>1.013e0</w:t>
      </w:r>
    </w:p>
    <w:p w:rsidR="005B3ED9" w:rsidRDefault="005B3ED9" w:rsidP="005B3ED9">
      <w:r>
        <w:t>693.4803</w:t>
      </w:r>
      <w:r>
        <w:tab/>
        <w:t>2.025e0</w:t>
      </w:r>
    </w:p>
    <w:p w:rsidR="005B3ED9" w:rsidRDefault="005B3ED9" w:rsidP="005B3ED9">
      <w:r>
        <w:t>693.5148</w:t>
      </w:r>
      <w:r>
        <w:tab/>
        <w:t>1.013e0</w:t>
      </w:r>
    </w:p>
    <w:p w:rsidR="005B3ED9" w:rsidRDefault="005B3ED9" w:rsidP="005B3ED9">
      <w:r>
        <w:t>693.5703</w:t>
      </w:r>
      <w:r>
        <w:tab/>
        <w:t>3.038e0</w:t>
      </w:r>
    </w:p>
    <w:p w:rsidR="005B3ED9" w:rsidRDefault="005B3ED9" w:rsidP="005B3ED9">
      <w:r>
        <w:t>693.6701</w:t>
      </w:r>
      <w:r>
        <w:tab/>
        <w:t>1.013e0</w:t>
      </w:r>
    </w:p>
    <w:p w:rsidR="005B3ED9" w:rsidRDefault="005B3ED9" w:rsidP="005B3ED9">
      <w:r>
        <w:t>693.7278</w:t>
      </w:r>
      <w:r>
        <w:tab/>
        <w:t>1.013e0</w:t>
      </w:r>
    </w:p>
    <w:p w:rsidR="005B3ED9" w:rsidRDefault="005B3ED9" w:rsidP="005B3ED9">
      <w:r>
        <w:t>693.8928</w:t>
      </w:r>
      <w:r>
        <w:tab/>
        <w:t>1.013e0</w:t>
      </w:r>
    </w:p>
    <w:p w:rsidR="005B3ED9" w:rsidRDefault="005B3ED9" w:rsidP="005B3ED9">
      <w:r>
        <w:t>693.9164</w:t>
      </w:r>
      <w:r>
        <w:tab/>
        <w:t>1.013e0</w:t>
      </w:r>
    </w:p>
    <w:p w:rsidR="005B3ED9" w:rsidRDefault="005B3ED9" w:rsidP="005B3ED9">
      <w:r>
        <w:t>693.9518</w:t>
      </w:r>
      <w:r>
        <w:tab/>
        <w:t>1.013e0</w:t>
      </w:r>
    </w:p>
    <w:p w:rsidR="005B3ED9" w:rsidRDefault="005B3ED9" w:rsidP="005B3ED9">
      <w:r>
        <w:t>693.9871</w:t>
      </w:r>
      <w:r>
        <w:tab/>
        <w:t>1.013e0</w:t>
      </w:r>
    </w:p>
    <w:p w:rsidR="005B3ED9" w:rsidRDefault="005B3ED9" w:rsidP="005B3ED9">
      <w:r>
        <w:t>694.0579</w:t>
      </w:r>
      <w:r>
        <w:tab/>
        <w:t>1.013e0</w:t>
      </w:r>
    </w:p>
    <w:p w:rsidR="005B3ED9" w:rsidRDefault="005B3ED9" w:rsidP="005B3ED9">
      <w:r>
        <w:t>694.0815</w:t>
      </w:r>
      <w:r>
        <w:tab/>
        <w:t>1.013e0</w:t>
      </w:r>
    </w:p>
    <w:p w:rsidR="005B3ED9" w:rsidRDefault="005B3ED9" w:rsidP="005B3ED9">
      <w:r>
        <w:lastRenderedPageBreak/>
        <w:t>694.0933</w:t>
      </w:r>
      <w:r>
        <w:tab/>
        <w:t>1.013e0</w:t>
      </w:r>
    </w:p>
    <w:p w:rsidR="005B3ED9" w:rsidRDefault="005B3ED9" w:rsidP="005B3ED9">
      <w:r>
        <w:t>694.1286</w:t>
      </w:r>
      <w:r>
        <w:tab/>
        <w:t>1.013e0</w:t>
      </w:r>
    </w:p>
    <w:p w:rsidR="005B3ED9" w:rsidRDefault="005B3ED9" w:rsidP="005B3ED9">
      <w:r>
        <w:t>694.1640</w:t>
      </w:r>
      <w:r>
        <w:tab/>
        <w:t>1.013e0</w:t>
      </w:r>
    </w:p>
    <w:p w:rsidR="005B3ED9" w:rsidRDefault="005B3ED9" w:rsidP="005B3ED9">
      <w:r>
        <w:t>694.1876</w:t>
      </w:r>
      <w:r>
        <w:tab/>
        <w:t>1.013e0</w:t>
      </w:r>
    </w:p>
    <w:p w:rsidR="005B3ED9" w:rsidRDefault="005B3ED9" w:rsidP="005B3ED9">
      <w:r>
        <w:t>694.2736</w:t>
      </w:r>
      <w:r>
        <w:tab/>
        <w:t>1.013e0</w:t>
      </w:r>
    </w:p>
    <w:p w:rsidR="005B3ED9" w:rsidRDefault="005B3ED9" w:rsidP="005B3ED9">
      <w:r>
        <w:t>694.2905</w:t>
      </w:r>
      <w:r>
        <w:tab/>
        <w:t>2.025e0</w:t>
      </w:r>
    </w:p>
    <w:p w:rsidR="005B3ED9" w:rsidRDefault="005B3ED9" w:rsidP="005B3ED9">
      <w:r>
        <w:t>694.3582</w:t>
      </w:r>
      <w:r>
        <w:tab/>
        <w:t>3.038e0</w:t>
      </w:r>
    </w:p>
    <w:p w:rsidR="005B3ED9" w:rsidRDefault="005B3ED9" w:rsidP="005B3ED9">
      <w:r>
        <w:t>694.3896</w:t>
      </w:r>
      <w:r>
        <w:tab/>
        <w:t>2.025e0</w:t>
      </w:r>
    </w:p>
    <w:p w:rsidR="005B3ED9" w:rsidRDefault="005B3ED9" w:rsidP="005B3ED9">
      <w:r>
        <w:t>694.3940</w:t>
      </w:r>
      <w:r>
        <w:tab/>
        <w:t>1.013e0</w:t>
      </w:r>
    </w:p>
    <w:p w:rsidR="005B3ED9" w:rsidRDefault="005B3ED9" w:rsidP="005B3ED9">
      <w:r>
        <w:t>694.4769</w:t>
      </w:r>
      <w:r>
        <w:tab/>
        <w:t>3.038e0</w:t>
      </w:r>
    </w:p>
    <w:p w:rsidR="005B3ED9" w:rsidRDefault="005B3ED9" w:rsidP="005B3ED9">
      <w:r>
        <w:t>694.4808</w:t>
      </w:r>
      <w:r>
        <w:tab/>
        <w:t>2.025e0</w:t>
      </w:r>
    </w:p>
    <w:p w:rsidR="005B3ED9" w:rsidRDefault="005B3ED9" w:rsidP="005B3ED9">
      <w:r>
        <w:t>694.4824</w:t>
      </w:r>
      <w:r>
        <w:tab/>
        <w:t>2.025e0</w:t>
      </w:r>
    </w:p>
    <w:p w:rsidR="005B3ED9" w:rsidRDefault="005B3ED9" w:rsidP="005B3ED9">
      <w:r>
        <w:t>694.5146</w:t>
      </w:r>
      <w:r>
        <w:tab/>
        <w:t>1.013e0</w:t>
      </w:r>
    </w:p>
    <w:p w:rsidR="005B3ED9" w:rsidRDefault="005B3ED9" w:rsidP="005B3ED9">
      <w:r>
        <w:t>694.5768</w:t>
      </w:r>
      <w:r>
        <w:tab/>
        <w:t>1.013e0</w:t>
      </w:r>
    </w:p>
    <w:p w:rsidR="005B3ED9" w:rsidRDefault="005B3ED9" w:rsidP="005B3ED9">
      <w:r>
        <w:t>694.6009</w:t>
      </w:r>
      <w:r>
        <w:tab/>
        <w:t>1.013e0</w:t>
      </w:r>
    </w:p>
    <w:p w:rsidR="005B3ED9" w:rsidRDefault="005B3ED9" w:rsidP="005B3ED9">
      <w:r>
        <w:t>694.6182</w:t>
      </w:r>
      <w:r>
        <w:tab/>
        <w:t>1.013e0</w:t>
      </w:r>
    </w:p>
    <w:p w:rsidR="005B3ED9" w:rsidRDefault="005B3ED9" w:rsidP="005B3ED9">
      <w:r>
        <w:t>694.7538</w:t>
      </w:r>
      <w:r>
        <w:tab/>
        <w:t>2.025e0</w:t>
      </w:r>
    </w:p>
    <w:p w:rsidR="005B3ED9" w:rsidRDefault="005B3ED9" w:rsidP="005B3ED9">
      <w:r>
        <w:t>694.7906</w:t>
      </w:r>
      <w:r>
        <w:tab/>
        <w:t>1.013e0</w:t>
      </w:r>
    </w:p>
    <w:p w:rsidR="005B3ED9" w:rsidRDefault="005B3ED9" w:rsidP="005B3ED9">
      <w:r>
        <w:t>694.8129</w:t>
      </w:r>
      <w:r>
        <w:tab/>
        <w:t>1.013e0</w:t>
      </w:r>
    </w:p>
    <w:p w:rsidR="005B3ED9" w:rsidRDefault="005B3ED9" w:rsidP="005B3ED9">
      <w:r>
        <w:lastRenderedPageBreak/>
        <w:t>694.8955</w:t>
      </w:r>
      <w:r>
        <w:tab/>
        <w:t>1.013e0</w:t>
      </w:r>
    </w:p>
    <w:p w:rsidR="005B3ED9" w:rsidRDefault="005B3ED9" w:rsidP="005B3ED9">
      <w:r>
        <w:t>694.9189</w:t>
      </w:r>
      <w:r>
        <w:tab/>
        <w:t>2.025e0</w:t>
      </w:r>
    </w:p>
    <w:p w:rsidR="005B3ED9" w:rsidRDefault="005B3ED9" w:rsidP="005B3ED9">
      <w:r>
        <w:t>695.0664</w:t>
      </w:r>
      <w:r>
        <w:tab/>
        <w:t>1.013e0</w:t>
      </w:r>
    </w:p>
    <w:p w:rsidR="005B3ED9" w:rsidRDefault="005B3ED9" w:rsidP="005B3ED9">
      <w:r>
        <w:t>695.0726</w:t>
      </w:r>
      <w:r>
        <w:tab/>
        <w:t>1.013e0</w:t>
      </w:r>
    </w:p>
    <w:p w:rsidR="005B3ED9" w:rsidRDefault="005B3ED9" w:rsidP="005B3ED9">
      <w:r>
        <w:t>695.1395</w:t>
      </w:r>
      <w:r>
        <w:tab/>
        <w:t>2.025e0</w:t>
      </w:r>
    </w:p>
    <w:p w:rsidR="005B3ED9" w:rsidRDefault="005B3ED9" w:rsidP="005B3ED9">
      <w:r>
        <w:t>695.1552</w:t>
      </w:r>
      <w:r>
        <w:tab/>
        <w:t>1.013e0</w:t>
      </w:r>
    </w:p>
    <w:p w:rsidR="005B3ED9" w:rsidRDefault="005B3ED9" w:rsidP="005B3ED9">
      <w:r>
        <w:t>695.2040</w:t>
      </w:r>
      <w:r>
        <w:tab/>
        <w:t>3.038e0</w:t>
      </w:r>
    </w:p>
    <w:p w:rsidR="005B3ED9" w:rsidRDefault="005B3ED9" w:rsidP="005B3ED9">
      <w:r>
        <w:t>695.2906</w:t>
      </w:r>
      <w:r>
        <w:tab/>
        <w:t>1.013e0</w:t>
      </w:r>
    </w:p>
    <w:p w:rsidR="005B3ED9" w:rsidRDefault="005B3ED9" w:rsidP="005B3ED9">
      <w:r>
        <w:t>695.2969</w:t>
      </w:r>
      <w:r>
        <w:tab/>
        <w:t>1.013e0</w:t>
      </w:r>
    </w:p>
    <w:p w:rsidR="005B3ED9" w:rsidRDefault="005B3ED9" w:rsidP="005B3ED9">
      <w:r>
        <w:t>695.3205</w:t>
      </w:r>
      <w:r>
        <w:tab/>
        <w:t>1.013e0</w:t>
      </w:r>
    </w:p>
    <w:p w:rsidR="005B3ED9" w:rsidRDefault="005B3ED9" w:rsidP="005B3ED9">
      <w:r>
        <w:t>695.3323</w:t>
      </w:r>
      <w:r>
        <w:tab/>
        <w:t>1.013e0</w:t>
      </w:r>
    </w:p>
    <w:p w:rsidR="005B3ED9" w:rsidRDefault="005B3ED9" w:rsidP="005B3ED9">
      <w:r>
        <w:t>695.3589</w:t>
      </w:r>
      <w:r>
        <w:tab/>
        <w:t>2.025e0</w:t>
      </w:r>
    </w:p>
    <w:p w:rsidR="005B3ED9" w:rsidRDefault="005B3ED9" w:rsidP="005B3ED9">
      <w:r>
        <w:t>695.3940</w:t>
      </w:r>
      <w:r>
        <w:tab/>
        <w:t>1.013e0</w:t>
      </w:r>
    </w:p>
    <w:p w:rsidR="005B3ED9" w:rsidRDefault="005B3ED9" w:rsidP="005B3ED9">
      <w:r>
        <w:t>695.5662</w:t>
      </w:r>
      <w:r>
        <w:tab/>
        <w:t>1.013e0</w:t>
      </w:r>
    </w:p>
    <w:p w:rsidR="005B3ED9" w:rsidRDefault="005B3ED9" w:rsidP="005B3ED9">
      <w:r>
        <w:t>695.5804</w:t>
      </w:r>
      <w:r>
        <w:tab/>
        <w:t>1.013e0</w:t>
      </w:r>
    </w:p>
    <w:p w:rsidR="005B3ED9" w:rsidRDefault="005B3ED9" w:rsidP="005B3ED9">
      <w:r>
        <w:t>695.6014</w:t>
      </w:r>
      <w:r>
        <w:tab/>
        <w:t>2.025e0</w:t>
      </w:r>
    </w:p>
    <w:p w:rsidR="005B3ED9" w:rsidRDefault="005B3ED9" w:rsidP="005B3ED9">
      <w:r>
        <w:t>695.6631</w:t>
      </w:r>
      <w:r>
        <w:tab/>
        <w:t>1.013e0</w:t>
      </w:r>
    </w:p>
    <w:p w:rsidR="005B3ED9" w:rsidRDefault="005B3ED9" w:rsidP="005B3ED9">
      <w:r>
        <w:t>695.6691</w:t>
      </w:r>
      <w:r>
        <w:tab/>
        <w:t>2.025e0</w:t>
      </w:r>
    </w:p>
    <w:p w:rsidR="005B3ED9" w:rsidRDefault="005B3ED9" w:rsidP="005B3ED9">
      <w:r>
        <w:t>695.7103</w:t>
      </w:r>
      <w:r>
        <w:tab/>
        <w:t>1.013e0</w:t>
      </w:r>
    </w:p>
    <w:p w:rsidR="005B3ED9" w:rsidRDefault="005B3ED9" w:rsidP="005B3ED9">
      <w:r>
        <w:lastRenderedPageBreak/>
        <w:t>695.7341</w:t>
      </w:r>
      <w:r>
        <w:tab/>
        <w:t>1.013e0</w:t>
      </w:r>
    </w:p>
    <w:p w:rsidR="005B3ED9" w:rsidRDefault="005B3ED9" w:rsidP="005B3ED9">
      <w:r>
        <w:t>695.7698</w:t>
      </w:r>
      <w:r>
        <w:tab/>
        <w:t>2.025e0</w:t>
      </w:r>
    </w:p>
    <w:p w:rsidR="005B3ED9" w:rsidRDefault="005B3ED9" w:rsidP="005B3ED9">
      <w:r>
        <w:t>695.7932</w:t>
      </w:r>
      <w:r>
        <w:tab/>
        <w:t>1.013e0</w:t>
      </w:r>
    </w:p>
    <w:p w:rsidR="005B3ED9" w:rsidRDefault="005B3ED9" w:rsidP="005B3ED9">
      <w:r>
        <w:t>695.8049</w:t>
      </w:r>
      <w:r>
        <w:tab/>
        <w:t>1.013e0</w:t>
      </w:r>
    </w:p>
    <w:p w:rsidR="005B3ED9" w:rsidRDefault="005B3ED9" w:rsidP="005B3ED9">
      <w:r>
        <w:t>695.9797</w:t>
      </w:r>
      <w:r>
        <w:tab/>
        <w:t>1.013e0</w:t>
      </w:r>
    </w:p>
    <w:p w:rsidR="005B3ED9" w:rsidRDefault="005B3ED9" w:rsidP="005B3ED9">
      <w:r>
        <w:t>696.0767</w:t>
      </w:r>
      <w:r>
        <w:tab/>
        <w:t>1.013e0</w:t>
      </w:r>
    </w:p>
    <w:p w:rsidR="005B3ED9" w:rsidRDefault="005B3ED9" w:rsidP="005B3ED9">
      <w:r>
        <w:t>696.0833</w:t>
      </w:r>
      <w:r>
        <w:tab/>
        <w:t>1.013e0</w:t>
      </w:r>
    </w:p>
    <w:p w:rsidR="005B3ED9" w:rsidRDefault="005B3ED9" w:rsidP="005B3ED9">
      <w:r>
        <w:t>696.1182</w:t>
      </w:r>
      <w:r>
        <w:tab/>
        <w:t>2.025e0</w:t>
      </w:r>
    </w:p>
    <w:p w:rsidR="005B3ED9" w:rsidRDefault="005B3ED9" w:rsidP="005B3ED9">
      <w:r>
        <w:t>696.3116</w:t>
      </w:r>
      <w:r>
        <w:tab/>
        <w:t>2.025e0</w:t>
      </w:r>
    </w:p>
    <w:p w:rsidR="005B3ED9" w:rsidRDefault="005B3ED9" w:rsidP="005B3ED9">
      <w:r>
        <w:t>696.4197</w:t>
      </w:r>
      <w:r>
        <w:tab/>
        <w:t>1.013e0</w:t>
      </w:r>
    </w:p>
    <w:p w:rsidR="005B3ED9" w:rsidRDefault="005B3ED9" w:rsidP="005B3ED9">
      <w:r>
        <w:t>696.4434</w:t>
      </w:r>
      <w:r>
        <w:tab/>
        <w:t>2.025e0</w:t>
      </w:r>
    </w:p>
    <w:p w:rsidR="005B3ED9" w:rsidRDefault="005B3ED9" w:rsidP="005B3ED9">
      <w:r>
        <w:t>696.4523</w:t>
      </w:r>
      <w:r>
        <w:tab/>
        <w:t>3.038e0</w:t>
      </w:r>
    </w:p>
    <w:p w:rsidR="005B3ED9" w:rsidRDefault="005B3ED9" w:rsidP="005B3ED9">
      <w:r>
        <w:t>696.4622</w:t>
      </w:r>
      <w:r>
        <w:tab/>
        <w:t>1.013e0</w:t>
      </w:r>
    </w:p>
    <w:p w:rsidR="005B3ED9" w:rsidRDefault="005B3ED9" w:rsidP="005B3ED9">
      <w:r>
        <w:t>696.5025</w:t>
      </w:r>
      <w:r>
        <w:tab/>
        <w:t>1.013e0</w:t>
      </w:r>
    </w:p>
    <w:p w:rsidR="005B3ED9" w:rsidRDefault="005B3ED9" w:rsidP="005B3ED9">
      <w:r>
        <w:t>696.6004</w:t>
      </w:r>
      <w:r>
        <w:tab/>
        <w:t>1.013e0</w:t>
      </w:r>
    </w:p>
    <w:p w:rsidR="005B3ED9" w:rsidRDefault="005B3ED9" w:rsidP="005B3ED9">
      <w:r>
        <w:t>696.7155</w:t>
      </w:r>
      <w:r>
        <w:tab/>
        <w:t>1.013e0</w:t>
      </w:r>
    </w:p>
    <w:p w:rsidR="005B3ED9" w:rsidRDefault="005B3ED9" w:rsidP="005B3ED9">
      <w:r>
        <w:t>696.8575</w:t>
      </w:r>
      <w:r>
        <w:tab/>
        <w:t>2.025e0</w:t>
      </w:r>
    </w:p>
    <w:p w:rsidR="005B3ED9" w:rsidRDefault="005B3ED9" w:rsidP="005B3ED9">
      <w:r>
        <w:t>696.9105</w:t>
      </w:r>
      <w:r>
        <w:tab/>
        <w:t>1.013e0</w:t>
      </w:r>
    </w:p>
    <w:p w:rsidR="005B3ED9" w:rsidRDefault="005B3ED9" w:rsidP="005B3ED9">
      <w:r>
        <w:t>696.9276</w:t>
      </w:r>
      <w:r>
        <w:tab/>
        <w:t>1.013e0</w:t>
      </w:r>
    </w:p>
    <w:p w:rsidR="005B3ED9" w:rsidRDefault="005B3ED9" w:rsidP="005B3ED9">
      <w:r>
        <w:lastRenderedPageBreak/>
        <w:t>697.0140</w:t>
      </w:r>
      <w:r>
        <w:tab/>
        <w:t>2.025e0</w:t>
      </w:r>
    </w:p>
    <w:p w:rsidR="005B3ED9" w:rsidRDefault="005B3ED9" w:rsidP="005B3ED9">
      <w:r>
        <w:t>697.2378</w:t>
      </w:r>
      <w:r>
        <w:tab/>
        <w:t>1.013e0</w:t>
      </w:r>
    </w:p>
    <w:p w:rsidR="005B3ED9" w:rsidRDefault="005B3ED9" w:rsidP="005B3ED9">
      <w:r>
        <w:t>697.3406</w:t>
      </w:r>
      <w:r>
        <w:tab/>
        <w:t>3.038e0</w:t>
      </w:r>
    </w:p>
    <w:p w:rsidR="005B3ED9" w:rsidRDefault="005B3ED9" w:rsidP="005B3ED9">
      <w:r>
        <w:t>697.3666</w:t>
      </w:r>
      <w:r>
        <w:tab/>
        <w:t>1.013e0</w:t>
      </w:r>
    </w:p>
    <w:p w:rsidR="005B3ED9" w:rsidRDefault="005B3ED9" w:rsidP="005B3ED9">
      <w:r>
        <w:t>697.4232</w:t>
      </w:r>
      <w:r>
        <w:tab/>
        <w:t>3.038e0</w:t>
      </w:r>
    </w:p>
    <w:p w:rsidR="005B3ED9" w:rsidRDefault="005B3ED9" w:rsidP="005B3ED9">
      <w:r>
        <w:t>697.4445</w:t>
      </w:r>
      <w:r>
        <w:tab/>
        <w:t>1.013e0</w:t>
      </w:r>
    </w:p>
    <w:p w:rsidR="005B3ED9" w:rsidRDefault="005B3ED9" w:rsidP="005B3ED9">
      <w:r>
        <w:t>697.4731</w:t>
      </w:r>
      <w:r>
        <w:tab/>
        <w:t>1.013e0</w:t>
      </w:r>
    </w:p>
    <w:p w:rsidR="005B3ED9" w:rsidRDefault="005B3ED9" w:rsidP="005B3ED9">
      <w:r>
        <w:t>697.5308</w:t>
      </w:r>
      <w:r>
        <w:tab/>
        <w:t>2.025e0</w:t>
      </w:r>
    </w:p>
    <w:p w:rsidR="005B3ED9" w:rsidRDefault="005B3ED9" w:rsidP="005B3ED9">
      <w:r>
        <w:t>697.6272</w:t>
      </w:r>
      <w:r>
        <w:tab/>
        <w:t>1.013e0</w:t>
      </w:r>
    </w:p>
    <w:p w:rsidR="005B3ED9" w:rsidRDefault="005B3ED9" w:rsidP="005B3ED9">
      <w:r>
        <w:t>697.7338</w:t>
      </w:r>
      <w:r>
        <w:tab/>
        <w:t>1.013e0</w:t>
      </w:r>
    </w:p>
    <w:p w:rsidR="005B3ED9" w:rsidRDefault="005B3ED9" w:rsidP="005B3ED9">
      <w:r>
        <w:t>697.7398</w:t>
      </w:r>
      <w:r>
        <w:tab/>
        <w:t>2.025e0</w:t>
      </w:r>
    </w:p>
    <w:p w:rsidR="005B3ED9" w:rsidRDefault="005B3ED9" w:rsidP="005B3ED9">
      <w:r>
        <w:t>697.8334</w:t>
      </w:r>
      <w:r>
        <w:tab/>
        <w:t>2.025e0</w:t>
      </w:r>
    </w:p>
    <w:p w:rsidR="005B3ED9" w:rsidRDefault="005B3ED9" w:rsidP="005B3ED9">
      <w:r>
        <w:t>697.8642</w:t>
      </w:r>
      <w:r>
        <w:tab/>
        <w:t>1.013e0</w:t>
      </w:r>
    </w:p>
    <w:p w:rsidR="005B3ED9" w:rsidRDefault="005B3ED9" w:rsidP="005B3ED9">
      <w:r>
        <w:t>697.9471</w:t>
      </w:r>
      <w:r>
        <w:tab/>
        <w:t>1.013e0</w:t>
      </w:r>
    </w:p>
    <w:p w:rsidR="005B3ED9" w:rsidRDefault="005B3ED9" w:rsidP="005B3ED9">
      <w:r>
        <w:t>698.0063</w:t>
      </w:r>
      <w:r>
        <w:tab/>
        <w:t>1.013e0</w:t>
      </w:r>
    </w:p>
    <w:p w:rsidR="005B3ED9" w:rsidRDefault="005B3ED9" w:rsidP="005B3ED9">
      <w:r>
        <w:t>698.0183</w:t>
      </w:r>
      <w:r>
        <w:tab/>
        <w:t>1.013e0</w:t>
      </w:r>
    </w:p>
    <w:p w:rsidR="005B3ED9" w:rsidRDefault="005B3ED9" w:rsidP="005B3ED9">
      <w:r>
        <w:t>698.0775</w:t>
      </w:r>
      <w:r>
        <w:tab/>
        <w:t>1.013e0</w:t>
      </w:r>
    </w:p>
    <w:p w:rsidR="005B3ED9" w:rsidRDefault="005B3ED9" w:rsidP="005B3ED9">
      <w:r>
        <w:t>698.0894</w:t>
      </w:r>
      <w:r>
        <w:tab/>
        <w:t>1.013e0</w:t>
      </w:r>
    </w:p>
    <w:p w:rsidR="005B3ED9" w:rsidRDefault="005B3ED9" w:rsidP="005B3ED9">
      <w:r>
        <w:t>698.1335</w:t>
      </w:r>
      <w:r>
        <w:tab/>
        <w:t>1.013e0</w:t>
      </w:r>
    </w:p>
    <w:p w:rsidR="005B3ED9" w:rsidRDefault="005B3ED9" w:rsidP="005B3ED9">
      <w:r>
        <w:lastRenderedPageBreak/>
        <w:t>698.1678</w:t>
      </w:r>
      <w:r>
        <w:tab/>
        <w:t>2.025e0</w:t>
      </w:r>
    </w:p>
    <w:p w:rsidR="005B3ED9" w:rsidRDefault="005B3ED9" w:rsidP="005B3ED9">
      <w:r>
        <w:t>698.2025</w:t>
      </w:r>
      <w:r>
        <w:tab/>
        <w:t>1.013e0</w:t>
      </w:r>
    </w:p>
    <w:p w:rsidR="005B3ED9" w:rsidRDefault="005B3ED9" w:rsidP="005B3ED9">
      <w:r>
        <w:t>698.2554</w:t>
      </w:r>
      <w:r>
        <w:tab/>
        <w:t>1.013e0</w:t>
      </w:r>
    </w:p>
    <w:p w:rsidR="005B3ED9" w:rsidRDefault="005B3ED9" w:rsidP="005B3ED9">
      <w:r>
        <w:t>698.2672</w:t>
      </w:r>
      <w:r>
        <w:tab/>
        <w:t>1.013e0</w:t>
      </w:r>
    </w:p>
    <w:p w:rsidR="005B3ED9" w:rsidRDefault="005B3ED9" w:rsidP="005B3ED9">
      <w:r>
        <w:t>698.3226</w:t>
      </w:r>
      <w:r>
        <w:tab/>
        <w:t>3.038e0</w:t>
      </w:r>
    </w:p>
    <w:p w:rsidR="005B3ED9" w:rsidRDefault="005B3ED9" w:rsidP="005B3ED9">
      <w:r>
        <w:t>698.3747</w:t>
      </w:r>
      <w:r>
        <w:tab/>
        <w:t>2.025e0</w:t>
      </w:r>
    </w:p>
    <w:p w:rsidR="005B3ED9" w:rsidRDefault="005B3ED9" w:rsidP="005B3ED9">
      <w:r>
        <w:t>698.3976</w:t>
      </w:r>
      <w:r>
        <w:tab/>
        <w:t>1.013e0</w:t>
      </w:r>
    </w:p>
    <w:p w:rsidR="005B3ED9" w:rsidRDefault="005B3ED9" w:rsidP="005B3ED9">
      <w:r>
        <w:t>698.4214</w:t>
      </w:r>
      <w:r>
        <w:tab/>
        <w:t>1.013e0</w:t>
      </w:r>
    </w:p>
    <w:p w:rsidR="005B3ED9" w:rsidRDefault="005B3ED9" w:rsidP="005B3ED9">
      <w:r>
        <w:t>698.4437</w:t>
      </w:r>
      <w:r>
        <w:tab/>
        <w:t>1.013e0</w:t>
      </w:r>
    </w:p>
    <w:p w:rsidR="005B3ED9" w:rsidRDefault="005B3ED9" w:rsidP="005B3ED9">
      <w:r>
        <w:t>698.4945</w:t>
      </w:r>
      <w:r>
        <w:tab/>
        <w:t>2.025e0</w:t>
      </w:r>
    </w:p>
    <w:p w:rsidR="005B3ED9" w:rsidRDefault="005B3ED9" w:rsidP="005B3ED9">
      <w:r>
        <w:t>698.5281</w:t>
      </w:r>
      <w:r>
        <w:tab/>
        <w:t>1.013e0</w:t>
      </w:r>
    </w:p>
    <w:p w:rsidR="005B3ED9" w:rsidRDefault="005B3ED9" w:rsidP="005B3ED9">
      <w:r>
        <w:t>698.5815</w:t>
      </w:r>
      <w:r>
        <w:tab/>
        <w:t>1.013e0</w:t>
      </w:r>
    </w:p>
    <w:p w:rsidR="005B3ED9" w:rsidRDefault="005B3ED9" w:rsidP="005B3ED9">
      <w:r>
        <w:t>698.5994</w:t>
      </w:r>
      <w:r>
        <w:tab/>
        <w:t>2.025e0</w:t>
      </w:r>
    </w:p>
    <w:p w:rsidR="005B3ED9" w:rsidRDefault="005B3ED9" w:rsidP="005B3ED9">
      <w:r>
        <w:t>698.6207</w:t>
      </w:r>
      <w:r>
        <w:tab/>
        <w:t>2.025e0</w:t>
      </w:r>
    </w:p>
    <w:p w:rsidR="005B3ED9" w:rsidRDefault="005B3ED9" w:rsidP="005B3ED9">
      <w:r>
        <w:t>698.6230</w:t>
      </w:r>
      <w:r>
        <w:tab/>
        <w:t>1.013e0</w:t>
      </w:r>
    </w:p>
    <w:p w:rsidR="005B3ED9" w:rsidRDefault="005B3ED9" w:rsidP="005B3ED9">
      <w:r>
        <w:t>698.7180</w:t>
      </w:r>
      <w:r>
        <w:tab/>
        <w:t>1.013e0</w:t>
      </w:r>
    </w:p>
    <w:p w:rsidR="005B3ED9" w:rsidRDefault="005B3ED9" w:rsidP="005B3ED9">
      <w:r>
        <w:t>698.7192</w:t>
      </w:r>
      <w:r>
        <w:tab/>
        <w:t>1.013e0</w:t>
      </w:r>
    </w:p>
    <w:p w:rsidR="005B3ED9" w:rsidRDefault="005B3ED9" w:rsidP="005B3ED9">
      <w:r>
        <w:t>698.7773</w:t>
      </w:r>
      <w:r>
        <w:tab/>
        <w:t>1.013e0</w:t>
      </w:r>
    </w:p>
    <w:p w:rsidR="005B3ED9" w:rsidRDefault="005B3ED9" w:rsidP="005B3ED9">
      <w:r>
        <w:t>698.9078</w:t>
      </w:r>
      <w:r>
        <w:tab/>
        <w:t>1.013e0</w:t>
      </w:r>
    </w:p>
    <w:p w:rsidR="005B3ED9" w:rsidRDefault="005B3ED9" w:rsidP="005B3ED9">
      <w:r>
        <w:lastRenderedPageBreak/>
        <w:t>698.9259</w:t>
      </w:r>
      <w:r>
        <w:tab/>
        <w:t>1.013e0</w:t>
      </w:r>
    </w:p>
    <w:p w:rsidR="005B3ED9" w:rsidRDefault="005B3ED9" w:rsidP="005B3ED9">
      <w:r>
        <w:t>698.9672</w:t>
      </w:r>
      <w:r>
        <w:tab/>
        <w:t>1.013e0</w:t>
      </w:r>
    </w:p>
    <w:p w:rsidR="005B3ED9" w:rsidRDefault="005B3ED9" w:rsidP="005B3ED9">
      <w:r>
        <w:t>699.0146</w:t>
      </w:r>
      <w:r>
        <w:tab/>
        <w:t>1.013e0</w:t>
      </w:r>
    </w:p>
    <w:p w:rsidR="005B3ED9" w:rsidRDefault="005B3ED9" w:rsidP="005B3ED9">
      <w:r>
        <w:t>699.1096</w:t>
      </w:r>
      <w:r>
        <w:tab/>
        <w:t>1.013e0</w:t>
      </w:r>
    </w:p>
    <w:p w:rsidR="005B3ED9" w:rsidRDefault="005B3ED9" w:rsidP="005B3ED9">
      <w:r>
        <w:t>699.1127</w:t>
      </w:r>
      <w:r>
        <w:tab/>
        <w:t>3.038e0</w:t>
      </w:r>
    </w:p>
    <w:p w:rsidR="005B3ED9" w:rsidRDefault="005B3ED9" w:rsidP="005B3ED9">
      <w:r>
        <w:t>699.1984</w:t>
      </w:r>
      <w:r>
        <w:tab/>
        <w:t>2.025e0</w:t>
      </w:r>
    </w:p>
    <w:p w:rsidR="005B3ED9" w:rsidRDefault="005B3ED9" w:rsidP="005B3ED9">
      <w:r>
        <w:t>699.2943</w:t>
      </w:r>
      <w:r>
        <w:tab/>
        <w:t>2.025e0</w:t>
      </w:r>
    </w:p>
    <w:p w:rsidR="005B3ED9" w:rsidRDefault="005B3ED9" w:rsidP="005B3ED9">
      <w:r>
        <w:t>699.3738</w:t>
      </w:r>
      <w:r>
        <w:tab/>
        <w:t>1.013e0</w:t>
      </w:r>
    </w:p>
    <w:p w:rsidR="005B3ED9" w:rsidRDefault="005B3ED9" w:rsidP="005B3ED9">
      <w:r>
        <w:t>699.4183</w:t>
      </w:r>
      <w:r>
        <w:tab/>
        <w:t>1.013e0</w:t>
      </w:r>
    </w:p>
    <w:p w:rsidR="005B3ED9" w:rsidRDefault="005B3ED9" w:rsidP="005B3ED9">
      <w:r>
        <w:t>699.4465</w:t>
      </w:r>
      <w:r>
        <w:tab/>
        <w:t>3.038e0</w:t>
      </w:r>
    </w:p>
    <w:p w:rsidR="005B3ED9" w:rsidRDefault="005B3ED9" w:rsidP="005B3ED9">
      <w:r>
        <w:t>699.4771</w:t>
      </w:r>
      <w:r>
        <w:tab/>
        <w:t>1.013e0</w:t>
      </w:r>
    </w:p>
    <w:p w:rsidR="005B3ED9" w:rsidRDefault="005B3ED9" w:rsidP="005B3ED9">
      <w:r>
        <w:t>699.5015</w:t>
      </w:r>
      <w:r>
        <w:tab/>
        <w:t>1.013e0</w:t>
      </w:r>
    </w:p>
    <w:p w:rsidR="005B3ED9" w:rsidRDefault="005B3ED9" w:rsidP="005B3ED9">
      <w:r>
        <w:t>699.5370</w:t>
      </w:r>
      <w:r>
        <w:tab/>
        <w:t>2.025e0</w:t>
      </w:r>
    </w:p>
    <w:p w:rsidR="005B3ED9" w:rsidRDefault="005B3ED9" w:rsidP="005B3ED9">
      <w:r>
        <w:t>699.5582</w:t>
      </w:r>
      <w:r>
        <w:tab/>
        <w:t>4.051e0</w:t>
      </w:r>
    </w:p>
    <w:p w:rsidR="005B3ED9" w:rsidRDefault="005B3ED9" w:rsidP="005B3ED9">
      <w:r>
        <w:t>699.6440</w:t>
      </w:r>
      <w:r>
        <w:tab/>
        <w:t>1.013e0</w:t>
      </w:r>
    </w:p>
    <w:p w:rsidR="005B3ED9" w:rsidRDefault="005B3ED9" w:rsidP="005B3ED9">
      <w:r>
        <w:t>699.7008</w:t>
      </w:r>
      <w:r>
        <w:tab/>
        <w:t>1.013e0</w:t>
      </w:r>
    </w:p>
    <w:p w:rsidR="005B3ED9" w:rsidRDefault="005B3ED9" w:rsidP="005B3ED9">
      <w:r>
        <w:t>699.7629</w:t>
      </w:r>
      <w:r>
        <w:tab/>
        <w:t>1.013e0</w:t>
      </w:r>
    </w:p>
    <w:p w:rsidR="005B3ED9" w:rsidRDefault="005B3ED9" w:rsidP="005B3ED9">
      <w:r>
        <w:t>699.7747</w:t>
      </w:r>
      <w:r>
        <w:tab/>
        <w:t>1.013e0</w:t>
      </w:r>
    </w:p>
    <w:p w:rsidR="005B3ED9" w:rsidRDefault="005B3ED9" w:rsidP="005B3ED9">
      <w:r>
        <w:t>699.8387</w:t>
      </w:r>
      <w:r>
        <w:tab/>
        <w:t>1.013e0</w:t>
      </w:r>
    </w:p>
    <w:p w:rsidR="005B3ED9" w:rsidRDefault="005B3ED9" w:rsidP="005B3ED9">
      <w:r>
        <w:lastRenderedPageBreak/>
        <w:t>699.8730</w:t>
      </w:r>
      <w:r>
        <w:tab/>
        <w:t>2.025e0</w:t>
      </w:r>
    </w:p>
    <w:p w:rsidR="005B3ED9" w:rsidRDefault="005B3ED9" w:rsidP="005B3ED9">
      <w:r>
        <w:t>699.9113</w:t>
      </w:r>
      <w:r>
        <w:tab/>
        <w:t>2.025e0</w:t>
      </w:r>
    </w:p>
    <w:p w:rsidR="005B3ED9" w:rsidRDefault="005B3ED9" w:rsidP="005B3ED9">
      <w:r>
        <w:t>700.0242</w:t>
      </w:r>
      <w:r>
        <w:tab/>
        <w:t>1.013e0</w:t>
      </w:r>
    </w:p>
    <w:p w:rsidR="005B3ED9" w:rsidRDefault="005B3ED9" w:rsidP="005B3ED9">
      <w:r>
        <w:t>700.0970</w:t>
      </w:r>
      <w:r>
        <w:tab/>
        <w:t>1.013e0</w:t>
      </w:r>
    </w:p>
    <w:p w:rsidR="005B3ED9" w:rsidRDefault="005B3ED9" w:rsidP="005B3ED9">
      <w:r>
        <w:t>700.2502</w:t>
      </w:r>
      <w:r>
        <w:tab/>
        <w:t>1.013e0</w:t>
      </w:r>
    </w:p>
    <w:p w:rsidR="005B3ED9" w:rsidRDefault="005B3ED9" w:rsidP="005B3ED9">
      <w:r>
        <w:t>700.2739</w:t>
      </w:r>
      <w:r>
        <w:tab/>
        <w:t>1.013e0</w:t>
      </w:r>
    </w:p>
    <w:p w:rsidR="005B3ED9" w:rsidRDefault="005B3ED9" w:rsidP="005B3ED9">
      <w:r>
        <w:t>700.3161</w:t>
      </w:r>
      <w:r>
        <w:tab/>
        <w:t>3.038e0</w:t>
      </w:r>
    </w:p>
    <w:p w:rsidR="005B3ED9" w:rsidRDefault="005B3ED9" w:rsidP="005B3ED9">
      <w:r>
        <w:t>700.3282</w:t>
      </w:r>
      <w:r>
        <w:tab/>
        <w:t>2.025e0</w:t>
      </w:r>
    </w:p>
    <w:p w:rsidR="005B3ED9" w:rsidRDefault="005B3ED9" w:rsidP="005B3ED9">
      <w:r>
        <w:t>700.3690</w:t>
      </w:r>
      <w:r>
        <w:tab/>
        <w:t>1.013e0</w:t>
      </w:r>
    </w:p>
    <w:p w:rsidR="005B3ED9" w:rsidRDefault="005B3ED9" w:rsidP="005B3ED9">
      <w:r>
        <w:t>700.4404</w:t>
      </w:r>
      <w:r>
        <w:tab/>
        <w:t>1.013e0</w:t>
      </w:r>
    </w:p>
    <w:p w:rsidR="005B3ED9" w:rsidRDefault="005B3ED9" w:rsidP="005B3ED9">
      <w:r>
        <w:t>700.5118</w:t>
      </w:r>
      <w:r>
        <w:tab/>
        <w:t>1.013e0</w:t>
      </w:r>
    </w:p>
    <w:p w:rsidR="005B3ED9" w:rsidRDefault="005B3ED9" w:rsidP="005B3ED9">
      <w:r>
        <w:t>700.5593</w:t>
      </w:r>
      <w:r>
        <w:tab/>
        <w:t>1.013e0</w:t>
      </w:r>
    </w:p>
    <w:p w:rsidR="005B3ED9" w:rsidRDefault="005B3ED9" w:rsidP="005B3ED9">
      <w:r>
        <w:t>700.5620</w:t>
      </w:r>
      <w:r>
        <w:tab/>
        <w:t>1.013e0</w:t>
      </w:r>
    </w:p>
    <w:p w:rsidR="005B3ED9" w:rsidRDefault="005B3ED9" w:rsidP="005B3ED9">
      <w:r>
        <w:t>700.6158</w:t>
      </w:r>
      <w:r>
        <w:tab/>
        <w:t>3.038e0</w:t>
      </w:r>
    </w:p>
    <w:p w:rsidR="005B3ED9" w:rsidRDefault="005B3ED9" w:rsidP="005B3ED9">
      <w:r>
        <w:t>700.6863</w:t>
      </w:r>
      <w:r>
        <w:tab/>
        <w:t>2.025e0</w:t>
      </w:r>
    </w:p>
    <w:p w:rsidR="005B3ED9" w:rsidRDefault="005B3ED9" w:rsidP="005B3ED9">
      <w:r>
        <w:t>700.8888</w:t>
      </w:r>
      <w:r>
        <w:tab/>
        <w:t>1.013e0</w:t>
      </w:r>
    </w:p>
    <w:p w:rsidR="005B3ED9" w:rsidRDefault="005B3ED9" w:rsidP="005B3ED9">
      <w:r>
        <w:t>700.9752</w:t>
      </w:r>
      <w:r>
        <w:tab/>
        <w:t>1.013e0</w:t>
      </w:r>
    </w:p>
    <w:p w:rsidR="005B3ED9" w:rsidRDefault="005B3ED9" w:rsidP="005B3ED9">
      <w:r>
        <w:t>701.0590</w:t>
      </w:r>
      <w:r>
        <w:tab/>
        <w:t>1.013e0</w:t>
      </w:r>
    </w:p>
    <w:p w:rsidR="005B3ED9" w:rsidRDefault="005B3ED9" w:rsidP="005B3ED9">
      <w:r>
        <w:t>701.0828</w:t>
      </w:r>
      <w:r>
        <w:tab/>
        <w:t>1.013e0</w:t>
      </w:r>
    </w:p>
    <w:p w:rsidR="005B3ED9" w:rsidRDefault="005B3ED9" w:rsidP="005B3ED9">
      <w:r>
        <w:lastRenderedPageBreak/>
        <w:t>701.1543</w:t>
      </w:r>
      <w:r>
        <w:tab/>
        <w:t>1.013e0</w:t>
      </w:r>
    </w:p>
    <w:p w:rsidR="005B3ED9" w:rsidRDefault="005B3ED9" w:rsidP="005B3ED9">
      <w:r>
        <w:t>701.2682</w:t>
      </w:r>
      <w:r>
        <w:tab/>
        <w:t>2.025e0</w:t>
      </w:r>
    </w:p>
    <w:p w:rsidR="005B3ED9" w:rsidRDefault="005B3ED9" w:rsidP="005B3ED9">
      <w:r>
        <w:t>701.2788</w:t>
      </w:r>
      <w:r>
        <w:tab/>
        <w:t>2.025e0</w:t>
      </w:r>
    </w:p>
    <w:p w:rsidR="005B3ED9" w:rsidRDefault="005B3ED9" w:rsidP="005B3ED9">
      <w:r>
        <w:t>701.2856</w:t>
      </w:r>
      <w:r>
        <w:tab/>
        <w:t>2.025e0</w:t>
      </w:r>
    </w:p>
    <w:p w:rsidR="005B3ED9" w:rsidRDefault="005B3ED9" w:rsidP="005B3ED9">
      <w:r>
        <w:t>701.4043</w:t>
      </w:r>
      <w:r>
        <w:tab/>
        <w:t>1.013e0</w:t>
      </w:r>
    </w:p>
    <w:p w:rsidR="005B3ED9" w:rsidRDefault="005B3ED9" w:rsidP="005B3ED9">
      <w:r>
        <w:t>701.5710</w:t>
      </w:r>
      <w:r>
        <w:tab/>
        <w:t>1.013e0</w:t>
      </w:r>
    </w:p>
    <w:p w:rsidR="005B3ED9" w:rsidRDefault="005B3ED9" w:rsidP="005B3ED9">
      <w:r>
        <w:t>701.5830</w:t>
      </w:r>
      <w:r>
        <w:tab/>
        <w:t>1.013e0</w:t>
      </w:r>
    </w:p>
    <w:p w:rsidR="005B3ED9" w:rsidRDefault="005B3ED9" w:rsidP="005B3ED9">
      <w:r>
        <w:t>701.6431</w:t>
      </w:r>
      <w:r>
        <w:tab/>
        <w:t>2.025e0</w:t>
      </w:r>
    </w:p>
    <w:p w:rsidR="005B3ED9" w:rsidRDefault="005B3ED9" w:rsidP="005B3ED9">
      <w:r>
        <w:t>701.7497</w:t>
      </w:r>
      <w:r>
        <w:tab/>
        <w:t>3.038e0</w:t>
      </w:r>
    </w:p>
    <w:p w:rsidR="005B3ED9" w:rsidRDefault="005B3ED9" w:rsidP="005B3ED9">
      <w:r>
        <w:t>701.8272</w:t>
      </w:r>
      <w:r>
        <w:tab/>
        <w:t>2.025e0</w:t>
      </w:r>
    </w:p>
    <w:p w:rsidR="005B3ED9" w:rsidRDefault="005B3ED9" w:rsidP="005B3ED9">
      <w:r>
        <w:t>701.8689</w:t>
      </w:r>
      <w:r>
        <w:tab/>
        <w:t>1.013e0</w:t>
      </w:r>
    </w:p>
    <w:p w:rsidR="005B3ED9" w:rsidRDefault="005B3ED9" w:rsidP="005B3ED9">
      <w:r>
        <w:t>701.9880</w:t>
      </w:r>
      <w:r>
        <w:tab/>
        <w:t>1.013e0</w:t>
      </w:r>
    </w:p>
    <w:p w:rsidR="005B3ED9" w:rsidRDefault="005B3ED9" w:rsidP="005B3ED9">
      <w:r>
        <w:t>702.0119</w:t>
      </w:r>
      <w:r>
        <w:tab/>
        <w:t>1.013e0</w:t>
      </w:r>
    </w:p>
    <w:p w:rsidR="005B3ED9" w:rsidRDefault="005B3ED9" w:rsidP="005B3ED9">
      <w:r>
        <w:t>702.0834</w:t>
      </w:r>
      <w:r>
        <w:tab/>
        <w:t>1.013e0</w:t>
      </w:r>
    </w:p>
    <w:p w:rsidR="005B3ED9" w:rsidRDefault="005B3ED9" w:rsidP="005B3ED9">
      <w:r>
        <w:t>702.1654</w:t>
      </w:r>
      <w:r>
        <w:tab/>
        <w:t>2.025e0</w:t>
      </w:r>
    </w:p>
    <w:p w:rsidR="005B3ED9" w:rsidRDefault="005B3ED9" w:rsidP="005B3ED9">
      <w:r>
        <w:t>702.2011</w:t>
      </w:r>
      <w:r>
        <w:tab/>
        <w:t>5.063e0</w:t>
      </w:r>
    </w:p>
    <w:p w:rsidR="005B3ED9" w:rsidRDefault="005B3ED9" w:rsidP="005B3ED9">
      <w:r>
        <w:t>702.2208</w:t>
      </w:r>
      <w:r>
        <w:tab/>
        <w:t>2.025e0</w:t>
      </w:r>
    </w:p>
    <w:p w:rsidR="005B3ED9" w:rsidRDefault="005B3ED9" w:rsidP="005B3ED9">
      <w:r>
        <w:t>702.2465</w:t>
      </w:r>
      <w:r>
        <w:tab/>
        <w:t>6.084e0</w:t>
      </w:r>
    </w:p>
    <w:p w:rsidR="005B3ED9" w:rsidRDefault="005B3ED9" w:rsidP="005B3ED9">
      <w:r>
        <w:t>702.2662</w:t>
      </w:r>
      <w:r>
        <w:tab/>
        <w:t>1.013e0</w:t>
      </w:r>
    </w:p>
    <w:p w:rsidR="005B3ED9" w:rsidRDefault="005B3ED9" w:rsidP="005B3ED9">
      <w:r>
        <w:lastRenderedPageBreak/>
        <w:t>702.3039</w:t>
      </w:r>
      <w:r>
        <w:tab/>
        <w:t>2.025e0</w:t>
      </w:r>
    </w:p>
    <w:p w:rsidR="005B3ED9" w:rsidRDefault="005B3ED9" w:rsidP="005B3ED9">
      <w:r>
        <w:t>702.3576</w:t>
      </w:r>
      <w:r>
        <w:tab/>
        <w:t>1.013e0</w:t>
      </w:r>
    </w:p>
    <w:p w:rsidR="005B3ED9" w:rsidRDefault="005B3ED9" w:rsidP="005B3ED9">
      <w:r>
        <w:t>702.3815</w:t>
      </w:r>
      <w:r>
        <w:tab/>
        <w:t>1.013e0</w:t>
      </w:r>
    </w:p>
    <w:p w:rsidR="005B3ED9" w:rsidRDefault="005B3ED9" w:rsidP="005B3ED9">
      <w:r>
        <w:t>702.3826</w:t>
      </w:r>
      <w:r>
        <w:tab/>
        <w:t>2.025e0</w:t>
      </w:r>
    </w:p>
    <w:p w:rsidR="005B3ED9" w:rsidRDefault="005B3ED9" w:rsidP="005B3ED9">
      <w:r>
        <w:t>702.4649</w:t>
      </w:r>
      <w:r>
        <w:tab/>
        <w:t>1.013e0</w:t>
      </w:r>
    </w:p>
    <w:p w:rsidR="005B3ED9" w:rsidRDefault="005B3ED9" w:rsidP="005B3ED9">
      <w:r>
        <w:t>702.5245</w:t>
      </w:r>
      <w:r>
        <w:tab/>
        <w:t>1.013e0</w:t>
      </w:r>
    </w:p>
    <w:p w:rsidR="005B3ED9" w:rsidRDefault="005B3ED9" w:rsidP="005B3ED9">
      <w:r>
        <w:t>702.5415</w:t>
      </w:r>
      <w:r>
        <w:tab/>
        <w:t>1.013e0</w:t>
      </w:r>
    </w:p>
    <w:p w:rsidR="005B3ED9" w:rsidRDefault="005B3ED9" w:rsidP="005B3ED9">
      <w:r>
        <w:t>702.5723</w:t>
      </w:r>
      <w:r>
        <w:tab/>
        <w:t>2.025e0</w:t>
      </w:r>
    </w:p>
    <w:p w:rsidR="005B3ED9" w:rsidRDefault="005B3ED9" w:rsidP="005B3ED9">
      <w:r>
        <w:t>702.6915</w:t>
      </w:r>
      <w:r>
        <w:tab/>
        <w:t>2.025e0</w:t>
      </w:r>
    </w:p>
    <w:p w:rsidR="005B3ED9" w:rsidRDefault="005B3ED9" w:rsidP="005B3ED9">
      <w:r>
        <w:t>702.7989</w:t>
      </w:r>
      <w:r>
        <w:tab/>
        <w:t>1.013e0</w:t>
      </w:r>
    </w:p>
    <w:p w:rsidR="005B3ED9" w:rsidRDefault="005B3ED9" w:rsidP="005B3ED9">
      <w:r>
        <w:t>702.9119</w:t>
      </w:r>
      <w:r>
        <w:tab/>
        <w:t>2.025e0</w:t>
      </w:r>
    </w:p>
    <w:p w:rsidR="005B3ED9" w:rsidRDefault="005B3ED9" w:rsidP="005B3ED9">
      <w:r>
        <w:t>702.9890</w:t>
      </w:r>
      <w:r>
        <w:tab/>
        <w:t>1.013e0</w:t>
      </w:r>
    </w:p>
    <w:p w:rsidR="005B3ED9" w:rsidRDefault="005B3ED9" w:rsidP="005B3ED9">
      <w:r>
        <w:t>703.0375</w:t>
      </w:r>
      <w:r>
        <w:tab/>
        <w:t>1.013e0</w:t>
      </w:r>
    </w:p>
    <w:p w:rsidR="005B3ED9" w:rsidRDefault="005B3ED9" w:rsidP="005B3ED9">
      <w:r>
        <w:t>703.0674</w:t>
      </w:r>
      <w:r>
        <w:tab/>
        <w:t>2.025e0</w:t>
      </w:r>
    </w:p>
    <w:p w:rsidR="005B3ED9" w:rsidRDefault="005B3ED9" w:rsidP="005B3ED9">
      <w:r>
        <w:t>703.2072</w:t>
      </w:r>
      <w:r>
        <w:tab/>
        <w:t>2.025e0</w:t>
      </w:r>
    </w:p>
    <w:p w:rsidR="005B3ED9" w:rsidRDefault="005B3ED9" w:rsidP="005B3ED9">
      <w:r>
        <w:t>703.2816</w:t>
      </w:r>
      <w:r>
        <w:tab/>
        <w:t>1.013e0</w:t>
      </w:r>
    </w:p>
    <w:p w:rsidR="005B3ED9" w:rsidRDefault="005B3ED9" w:rsidP="005B3ED9">
      <w:r>
        <w:t>703.3160</w:t>
      </w:r>
      <w:r>
        <w:tab/>
        <w:t>1.013e0</w:t>
      </w:r>
    </w:p>
    <w:p w:rsidR="005B3ED9" w:rsidRDefault="005B3ED9" w:rsidP="005B3ED9">
      <w:r>
        <w:t>703.3974</w:t>
      </w:r>
      <w:r>
        <w:tab/>
        <w:t>2.025e0</w:t>
      </w:r>
    </w:p>
    <w:p w:rsidR="005B3ED9" w:rsidRDefault="005B3ED9" w:rsidP="005B3ED9">
      <w:r>
        <w:t>703.4534</w:t>
      </w:r>
      <w:r>
        <w:tab/>
        <w:t>1.013e0</w:t>
      </w:r>
    </w:p>
    <w:p w:rsidR="005B3ED9" w:rsidRDefault="005B3ED9" w:rsidP="005B3ED9">
      <w:r>
        <w:lastRenderedPageBreak/>
        <w:t>703.4880</w:t>
      </w:r>
      <w:r>
        <w:tab/>
        <w:t>2.025e0</w:t>
      </w:r>
    </w:p>
    <w:p w:rsidR="005B3ED9" w:rsidRDefault="005B3ED9" w:rsidP="005B3ED9">
      <w:r>
        <w:t>703.5150</w:t>
      </w:r>
      <w:r>
        <w:tab/>
        <w:t>1.013e0</w:t>
      </w:r>
    </w:p>
    <w:p w:rsidR="005B3ED9" w:rsidRDefault="005B3ED9" w:rsidP="005B3ED9">
      <w:r>
        <w:t>703.5611</w:t>
      </w:r>
      <w:r>
        <w:tab/>
        <w:t>2.025e0</w:t>
      </w:r>
    </w:p>
    <w:p w:rsidR="005B3ED9" w:rsidRDefault="005B3ED9" w:rsidP="005B3ED9">
      <w:r>
        <w:t>703.6529</w:t>
      </w:r>
      <w:r>
        <w:tab/>
        <w:t>2.025e0</w:t>
      </w:r>
    </w:p>
    <w:p w:rsidR="005B3ED9" w:rsidRDefault="005B3ED9" w:rsidP="005B3ED9">
      <w:r>
        <w:t>703.7806</w:t>
      </w:r>
      <w:r>
        <w:tab/>
        <w:t>1.013e0</w:t>
      </w:r>
    </w:p>
    <w:p w:rsidR="005B3ED9" w:rsidRDefault="005B3ED9" w:rsidP="005B3ED9">
      <w:r>
        <w:t>703.7897</w:t>
      </w:r>
      <w:r>
        <w:tab/>
        <w:t>1.013e0</w:t>
      </w:r>
    </w:p>
    <w:p w:rsidR="005B3ED9" w:rsidRDefault="005B3ED9" w:rsidP="005B3ED9">
      <w:r>
        <w:t>703.8256</w:t>
      </w:r>
      <w:r>
        <w:tab/>
        <w:t>1.013e0</w:t>
      </w:r>
    </w:p>
    <w:p w:rsidR="005B3ED9" w:rsidRDefault="005B3ED9" w:rsidP="005B3ED9">
      <w:r>
        <w:t>703.9929</w:t>
      </w:r>
      <w:r>
        <w:tab/>
        <w:t>1.013e0</w:t>
      </w:r>
    </w:p>
    <w:p w:rsidR="005B3ED9" w:rsidRDefault="005B3ED9" w:rsidP="005B3ED9">
      <w:r>
        <w:t>704.0262</w:t>
      </w:r>
      <w:r>
        <w:tab/>
        <w:t>2.025e0</w:t>
      </w:r>
    </w:p>
    <w:p w:rsidR="005B3ED9" w:rsidRDefault="005B3ED9" w:rsidP="005B3ED9">
      <w:r>
        <w:t>704.1243</w:t>
      </w:r>
      <w:r>
        <w:tab/>
        <w:t>1.013e0</w:t>
      </w:r>
    </w:p>
    <w:p w:rsidR="005B3ED9" w:rsidRDefault="005B3ED9" w:rsidP="005B3ED9">
      <w:r>
        <w:t>704.1418</w:t>
      </w:r>
      <w:r>
        <w:tab/>
        <w:t>1.013e0</w:t>
      </w:r>
    </w:p>
    <w:p w:rsidR="005B3ED9" w:rsidRDefault="005B3ED9" w:rsidP="005B3ED9">
      <w:r>
        <w:t>704.2797</w:t>
      </w:r>
      <w:r>
        <w:tab/>
        <w:t>1.013e0</w:t>
      </w:r>
    </w:p>
    <w:p w:rsidR="005B3ED9" w:rsidRDefault="005B3ED9" w:rsidP="005B3ED9">
      <w:r>
        <w:t>704.3275</w:t>
      </w:r>
      <w:r>
        <w:tab/>
        <w:t>2.025e0</w:t>
      </w:r>
    </w:p>
    <w:p w:rsidR="005B3ED9" w:rsidRDefault="005B3ED9" w:rsidP="005B3ED9">
      <w:r>
        <w:t>704.3633</w:t>
      </w:r>
      <w:r>
        <w:tab/>
        <w:t>1.013e0</w:t>
      </w:r>
    </w:p>
    <w:p w:rsidR="005B3ED9" w:rsidRDefault="005B3ED9" w:rsidP="005B3ED9">
      <w:r>
        <w:t>704.3996</w:t>
      </w:r>
      <w:r>
        <w:tab/>
        <w:t>1.013e0</w:t>
      </w:r>
    </w:p>
    <w:p w:rsidR="005B3ED9" w:rsidRDefault="005B3ED9" w:rsidP="005B3ED9">
      <w:r>
        <w:t>704.4471</w:t>
      </w:r>
      <w:r>
        <w:tab/>
        <w:t>1.013e0</w:t>
      </w:r>
    </w:p>
    <w:p w:rsidR="005B3ED9" w:rsidRDefault="005B3ED9" w:rsidP="005B3ED9">
      <w:r>
        <w:t>704.5308</w:t>
      </w:r>
      <w:r>
        <w:tab/>
        <w:t>1.013e0</w:t>
      </w:r>
    </w:p>
    <w:p w:rsidR="005B3ED9" w:rsidRDefault="005B3ED9" w:rsidP="005B3ED9">
      <w:r>
        <w:t>704.5373</w:t>
      </w:r>
      <w:r>
        <w:tab/>
        <w:t>2.025e0</w:t>
      </w:r>
    </w:p>
    <w:p w:rsidR="005B3ED9" w:rsidRDefault="005B3ED9" w:rsidP="005B3ED9">
      <w:r>
        <w:t>704.5395</w:t>
      </w:r>
      <w:r>
        <w:tab/>
        <w:t>3.038e0</w:t>
      </w:r>
    </w:p>
    <w:p w:rsidR="005B3ED9" w:rsidRDefault="005B3ED9" w:rsidP="005B3ED9">
      <w:r>
        <w:lastRenderedPageBreak/>
        <w:t>704.5667</w:t>
      </w:r>
      <w:r>
        <w:tab/>
        <w:t>1.013e0</w:t>
      </w:r>
    </w:p>
    <w:p w:rsidR="005B3ED9" w:rsidRDefault="005B3ED9" w:rsidP="005B3ED9">
      <w:r>
        <w:t>704.5891</w:t>
      </w:r>
      <w:r>
        <w:tab/>
        <w:t>1.013e0</w:t>
      </w:r>
    </w:p>
    <w:p w:rsidR="005B3ED9" w:rsidRDefault="005B3ED9" w:rsidP="005B3ED9">
      <w:r>
        <w:t>704.6577</w:t>
      </w:r>
      <w:r>
        <w:tab/>
        <w:t>1.013e0</w:t>
      </w:r>
    </w:p>
    <w:p w:rsidR="005B3ED9" w:rsidRDefault="005B3ED9" w:rsidP="005B3ED9">
      <w:r>
        <w:t>704.6741</w:t>
      </w:r>
      <w:r>
        <w:tab/>
        <w:t>2.025e0</w:t>
      </w:r>
    </w:p>
    <w:p w:rsidR="005B3ED9" w:rsidRDefault="005B3ED9" w:rsidP="005B3ED9">
      <w:r>
        <w:t>704.8657</w:t>
      </w:r>
      <w:r>
        <w:tab/>
        <w:t>1.013e0</w:t>
      </w:r>
    </w:p>
    <w:p w:rsidR="005B3ED9" w:rsidRDefault="005B3ED9" w:rsidP="005B3ED9">
      <w:r>
        <w:t>704.8986</w:t>
      </w:r>
      <w:r>
        <w:tab/>
        <w:t>1.013e0</w:t>
      </w:r>
    </w:p>
    <w:p w:rsidR="005B3ED9" w:rsidRDefault="005B3ED9" w:rsidP="005B3ED9">
      <w:r>
        <w:t>704.9854</w:t>
      </w:r>
      <w:r>
        <w:tab/>
        <w:t>1.013e0</w:t>
      </w:r>
    </w:p>
    <w:p w:rsidR="005B3ED9" w:rsidRDefault="005B3ED9" w:rsidP="005B3ED9">
      <w:r>
        <w:t>705.0707</w:t>
      </w:r>
      <w:r>
        <w:tab/>
        <w:t>1.013e0</w:t>
      </w:r>
    </w:p>
    <w:p w:rsidR="005B3ED9" w:rsidRDefault="005B3ED9" w:rsidP="005B3ED9">
      <w:r>
        <w:t>705.0984</w:t>
      </w:r>
      <w:r>
        <w:tab/>
        <w:t>2.025e0</w:t>
      </w:r>
    </w:p>
    <w:p w:rsidR="005B3ED9" w:rsidRDefault="005B3ED9" w:rsidP="005B3ED9">
      <w:r>
        <w:t>705.1169</w:t>
      </w:r>
      <w:r>
        <w:tab/>
        <w:t>1.013e0</w:t>
      </w:r>
    </w:p>
    <w:p w:rsidR="005B3ED9" w:rsidRDefault="005B3ED9" w:rsidP="005B3ED9">
      <w:r>
        <w:t>705.2127</w:t>
      </w:r>
      <w:r>
        <w:tab/>
        <w:t>1.013e0</w:t>
      </w:r>
    </w:p>
    <w:p w:rsidR="005B3ED9" w:rsidRDefault="005B3ED9" w:rsidP="005B3ED9">
      <w:r>
        <w:t>705.2458</w:t>
      </w:r>
      <w:r>
        <w:tab/>
        <w:t>4.051e0</w:t>
      </w:r>
    </w:p>
    <w:p w:rsidR="005B3ED9" w:rsidRDefault="005B3ED9" w:rsidP="005B3ED9">
      <w:r>
        <w:t>705.3563</w:t>
      </w:r>
      <w:r>
        <w:tab/>
        <w:t>1.013e0</w:t>
      </w:r>
    </w:p>
    <w:p w:rsidR="005B3ED9" w:rsidRDefault="005B3ED9" w:rsidP="005B3ED9">
      <w:r>
        <w:t>705.4490</w:t>
      </w:r>
      <w:r>
        <w:tab/>
        <w:t>1.013e0</w:t>
      </w:r>
    </w:p>
    <w:p w:rsidR="005B3ED9" w:rsidRDefault="005B3ED9" w:rsidP="005B3ED9">
      <w:r>
        <w:t>705.4522</w:t>
      </w:r>
      <w:r>
        <w:tab/>
        <w:t>2.025e0</w:t>
      </w:r>
    </w:p>
    <w:p w:rsidR="005B3ED9" w:rsidRDefault="005B3ED9" w:rsidP="005B3ED9">
      <w:r>
        <w:t>705.6010</w:t>
      </w:r>
      <w:r>
        <w:tab/>
        <w:t>2.025e0</w:t>
      </w:r>
    </w:p>
    <w:p w:rsidR="005B3ED9" w:rsidRDefault="005B3ED9" w:rsidP="005B3ED9">
      <w:r>
        <w:t>705.8114</w:t>
      </w:r>
      <w:r>
        <w:tab/>
        <w:t>1.013e0</w:t>
      </w:r>
    </w:p>
    <w:p w:rsidR="005B3ED9" w:rsidRDefault="005B3ED9" w:rsidP="005B3ED9">
      <w:r>
        <w:t>705.9310</w:t>
      </w:r>
      <w:r>
        <w:tab/>
        <w:t>1.013e0</w:t>
      </w:r>
    </w:p>
    <w:p w:rsidR="005B3ED9" w:rsidRDefault="005B3ED9" w:rsidP="005B3ED9">
      <w:r>
        <w:t>705.9480</w:t>
      </w:r>
      <w:r>
        <w:tab/>
        <w:t>1.013e0</w:t>
      </w:r>
    </w:p>
    <w:p w:rsidR="005B3ED9" w:rsidRDefault="005B3ED9" w:rsidP="005B3ED9">
      <w:r>
        <w:lastRenderedPageBreak/>
        <w:t>706.0031</w:t>
      </w:r>
      <w:r>
        <w:tab/>
        <w:t>1.013e0</w:t>
      </w:r>
    </w:p>
    <w:p w:rsidR="005B3ED9" w:rsidRDefault="005B3ED9" w:rsidP="005B3ED9">
      <w:r>
        <w:t>706.2068</w:t>
      </w:r>
      <w:r>
        <w:tab/>
        <w:t>1.013e0</w:t>
      </w:r>
    </w:p>
    <w:p w:rsidR="005B3ED9" w:rsidRDefault="005B3ED9" w:rsidP="005B3ED9">
      <w:r>
        <w:t>706.2232</w:t>
      </w:r>
      <w:r>
        <w:tab/>
        <w:t>1.013e0</w:t>
      </w:r>
    </w:p>
    <w:p w:rsidR="005B3ED9" w:rsidRDefault="005B3ED9" w:rsidP="005B3ED9">
      <w:r>
        <w:t>706.3146</w:t>
      </w:r>
      <w:r>
        <w:tab/>
        <w:t>1.013e0</w:t>
      </w:r>
    </w:p>
    <w:p w:rsidR="005B3ED9" w:rsidRDefault="005B3ED9" w:rsidP="005B3ED9">
      <w:r>
        <w:t>706.3437</w:t>
      </w:r>
      <w:r>
        <w:tab/>
        <w:t>2.025e0</w:t>
      </w:r>
    </w:p>
    <w:p w:rsidR="005B3ED9" w:rsidRDefault="005B3ED9" w:rsidP="005B3ED9">
      <w:r>
        <w:t>706.3950</w:t>
      </w:r>
      <w:r>
        <w:tab/>
        <w:t>1.013e0</w:t>
      </w:r>
    </w:p>
    <w:p w:rsidR="005B3ED9" w:rsidRDefault="005B3ED9" w:rsidP="005B3ED9">
      <w:r>
        <w:t>706.4225</w:t>
      </w:r>
      <w:r>
        <w:tab/>
        <w:t>1.013e0</w:t>
      </w:r>
    </w:p>
    <w:p w:rsidR="005B3ED9" w:rsidRDefault="005B3ED9" w:rsidP="005B3ED9">
      <w:r>
        <w:t>706.4471</w:t>
      </w:r>
      <w:r>
        <w:tab/>
        <w:t>2.025e0</w:t>
      </w:r>
    </w:p>
    <w:p w:rsidR="005B3ED9" w:rsidRDefault="005B3ED9" w:rsidP="005B3ED9">
      <w:r>
        <w:t>706.4811</w:t>
      </w:r>
      <w:r>
        <w:tab/>
        <w:t>2.025e0</w:t>
      </w:r>
    </w:p>
    <w:p w:rsidR="005B3ED9" w:rsidRDefault="005B3ED9" w:rsidP="005B3ED9">
      <w:r>
        <w:t>706.4825</w:t>
      </w:r>
      <w:r>
        <w:tab/>
        <w:t>1.013e0</w:t>
      </w:r>
    </w:p>
    <w:p w:rsidR="005B3ED9" w:rsidRDefault="005B3ED9" w:rsidP="005B3ED9">
      <w:r>
        <w:t>706.5186</w:t>
      </w:r>
      <w:r>
        <w:tab/>
        <w:t>1.013e0</w:t>
      </w:r>
    </w:p>
    <w:p w:rsidR="005B3ED9" w:rsidRDefault="005B3ED9" w:rsidP="005B3ED9">
      <w:r>
        <w:t>706.5904</w:t>
      </w:r>
      <w:r>
        <w:tab/>
        <w:t>1.013e0</w:t>
      </w:r>
    </w:p>
    <w:p w:rsidR="005B3ED9" w:rsidRDefault="005B3ED9" w:rsidP="005B3ED9">
      <w:r>
        <w:t>706.6144</w:t>
      </w:r>
      <w:r>
        <w:tab/>
        <w:t>1.013e0</w:t>
      </w:r>
    </w:p>
    <w:p w:rsidR="005B3ED9" w:rsidRDefault="005B3ED9" w:rsidP="005B3ED9">
      <w:r>
        <w:t>706.7684</w:t>
      </w:r>
      <w:r>
        <w:tab/>
        <w:t>3.038e0</w:t>
      </w:r>
    </w:p>
    <w:p w:rsidR="005B3ED9" w:rsidRDefault="005B3ED9" w:rsidP="005B3ED9">
      <w:r>
        <w:t>706.8594</w:t>
      </w:r>
      <w:r>
        <w:tab/>
        <w:t>1.013e0</w:t>
      </w:r>
    </w:p>
    <w:p w:rsidR="005B3ED9" w:rsidRDefault="005B3ED9" w:rsidP="005B3ED9">
      <w:r>
        <w:t>706.8903</w:t>
      </w:r>
      <w:r>
        <w:tab/>
        <w:t>1.013e0</w:t>
      </w:r>
    </w:p>
    <w:p w:rsidR="005B3ED9" w:rsidRDefault="005B3ED9" w:rsidP="005B3ED9">
      <w:r>
        <w:t>706.9282</w:t>
      </w:r>
      <w:r>
        <w:tab/>
        <w:t>1.013e0</w:t>
      </w:r>
    </w:p>
    <w:p w:rsidR="005B3ED9" w:rsidRDefault="005B3ED9" w:rsidP="005B3ED9">
      <w:r>
        <w:t>707.0943</w:t>
      </w:r>
      <w:r>
        <w:tab/>
        <w:t>1.013e0</w:t>
      </w:r>
    </w:p>
    <w:p w:rsidR="005B3ED9" w:rsidRDefault="005B3ED9" w:rsidP="005B3ED9">
      <w:r>
        <w:t>707.1063</w:t>
      </w:r>
      <w:r>
        <w:tab/>
        <w:t>1.013e0</w:t>
      </w:r>
    </w:p>
    <w:p w:rsidR="005B3ED9" w:rsidRDefault="005B3ED9" w:rsidP="005B3ED9">
      <w:r>
        <w:lastRenderedPageBreak/>
        <w:t>707.1422</w:t>
      </w:r>
      <w:r>
        <w:tab/>
        <w:t>1.013e0</w:t>
      </w:r>
    </w:p>
    <w:p w:rsidR="005B3ED9" w:rsidRDefault="005B3ED9" w:rsidP="005B3ED9">
      <w:r>
        <w:t>707.1516</w:t>
      </w:r>
      <w:r>
        <w:tab/>
        <w:t>1.013e0</w:t>
      </w:r>
    </w:p>
    <w:p w:rsidR="005B3ED9" w:rsidRDefault="005B3ED9" w:rsidP="005B3ED9">
      <w:r>
        <w:t>707.3103</w:t>
      </w:r>
      <w:r>
        <w:tab/>
        <w:t>1.013e0</w:t>
      </w:r>
    </w:p>
    <w:p w:rsidR="005B3ED9" w:rsidRDefault="005B3ED9" w:rsidP="005B3ED9">
      <w:r>
        <w:t>707.3920</w:t>
      </w:r>
      <w:r>
        <w:tab/>
        <w:t>3.038e0</w:t>
      </w:r>
    </w:p>
    <w:p w:rsidR="005B3ED9" w:rsidRDefault="005B3ED9" w:rsidP="005B3ED9">
      <w:r>
        <w:t>707.4066</w:t>
      </w:r>
      <w:r>
        <w:tab/>
        <w:t>2.025e0</w:t>
      </w:r>
    </w:p>
    <w:p w:rsidR="005B3ED9" w:rsidRDefault="005B3ED9" w:rsidP="005B3ED9">
      <w:r>
        <w:t>707.4855</w:t>
      </w:r>
      <w:r>
        <w:tab/>
        <w:t>2.025e0</w:t>
      </w:r>
    </w:p>
    <w:p w:rsidR="005B3ED9" w:rsidRDefault="005B3ED9" w:rsidP="005B3ED9">
      <w:r>
        <w:t>707.5864</w:t>
      </w:r>
      <w:r>
        <w:tab/>
        <w:t>1.013e0</w:t>
      </w:r>
    </w:p>
    <w:p w:rsidR="005B3ED9" w:rsidRDefault="005B3ED9" w:rsidP="005B3ED9">
      <w:r>
        <w:t>707.5984</w:t>
      </w:r>
      <w:r>
        <w:tab/>
        <w:t>1.013e0</w:t>
      </w:r>
    </w:p>
    <w:p w:rsidR="005B3ED9" w:rsidRDefault="005B3ED9" w:rsidP="005B3ED9">
      <w:r>
        <w:t>707.6417</w:t>
      </w:r>
      <w:r>
        <w:tab/>
        <w:t>2.025e0</w:t>
      </w:r>
    </w:p>
    <w:p w:rsidR="005B3ED9" w:rsidRDefault="005B3ED9" w:rsidP="005B3ED9">
      <w:r>
        <w:t>707.7536</w:t>
      </w:r>
      <w:r>
        <w:tab/>
        <w:t>1.013e0</w:t>
      </w:r>
    </w:p>
    <w:p w:rsidR="005B3ED9" w:rsidRDefault="005B3ED9" w:rsidP="005B3ED9">
      <w:r>
        <w:t>707.7878</w:t>
      </w:r>
      <w:r>
        <w:tab/>
        <w:t>1.013e0</w:t>
      </w:r>
    </w:p>
    <w:p w:rsidR="005B3ED9" w:rsidRDefault="005B3ED9" w:rsidP="005B3ED9">
      <w:r>
        <w:t>707.9346</w:t>
      </w:r>
      <w:r>
        <w:tab/>
        <w:t>1.013e0</w:t>
      </w:r>
    </w:p>
    <w:p w:rsidR="005B3ED9" w:rsidRDefault="005B3ED9" w:rsidP="005B3ED9">
      <w:r>
        <w:t>707.9955</w:t>
      </w:r>
      <w:r>
        <w:tab/>
        <w:t>4.051e0</w:t>
      </w:r>
    </w:p>
    <w:p w:rsidR="005B3ED9" w:rsidRDefault="005B3ED9" w:rsidP="005B3ED9">
      <w:r>
        <w:t>708.0068</w:t>
      </w:r>
      <w:r>
        <w:tab/>
        <w:t>1.013e0</w:t>
      </w:r>
    </w:p>
    <w:p w:rsidR="005B3ED9" w:rsidRDefault="005B3ED9" w:rsidP="005B3ED9">
      <w:r>
        <w:t>708.1028</w:t>
      </w:r>
      <w:r>
        <w:tab/>
        <w:t>1.013e0</w:t>
      </w:r>
    </w:p>
    <w:p w:rsidR="005B3ED9" w:rsidRDefault="005B3ED9" w:rsidP="005B3ED9">
      <w:r>
        <w:t>708.2004</w:t>
      </w:r>
      <w:r>
        <w:tab/>
        <w:t>1.013e0</w:t>
      </w:r>
    </w:p>
    <w:p w:rsidR="005B3ED9" w:rsidRDefault="005B3ED9" w:rsidP="005B3ED9">
      <w:r>
        <w:t>708.2651</w:t>
      </w:r>
      <w:r>
        <w:tab/>
        <w:t>2.025e0</w:t>
      </w:r>
    </w:p>
    <w:p w:rsidR="005B3ED9" w:rsidRDefault="005B3ED9" w:rsidP="005B3ED9">
      <w:r>
        <w:t>708.2711</w:t>
      </w:r>
      <w:r>
        <w:tab/>
        <w:t>1.013e0</w:t>
      </w:r>
    </w:p>
    <w:p w:rsidR="005B3ED9" w:rsidRDefault="005B3ED9" w:rsidP="005B3ED9">
      <w:r>
        <w:t>708.3207</w:t>
      </w:r>
      <w:r>
        <w:tab/>
        <w:t>1.013e0</w:t>
      </w:r>
    </w:p>
    <w:p w:rsidR="005B3ED9" w:rsidRDefault="005B3ED9" w:rsidP="005B3ED9">
      <w:r>
        <w:lastRenderedPageBreak/>
        <w:t>708.3312</w:t>
      </w:r>
      <w:r>
        <w:tab/>
        <w:t>1.013e0</w:t>
      </w:r>
    </w:p>
    <w:p w:rsidR="005B3ED9" w:rsidRDefault="005B3ED9" w:rsidP="005B3ED9">
      <w:r>
        <w:t>708.3732</w:t>
      </w:r>
      <w:r>
        <w:tab/>
        <w:t>2.025e0</w:t>
      </w:r>
    </w:p>
    <w:p w:rsidR="005B3ED9" w:rsidRDefault="005B3ED9" w:rsidP="005B3ED9">
      <w:r>
        <w:t>708.4033</w:t>
      </w:r>
      <w:r>
        <w:tab/>
        <w:t>1.013e0</w:t>
      </w:r>
    </w:p>
    <w:p w:rsidR="005B3ED9" w:rsidRDefault="005B3ED9" w:rsidP="005B3ED9">
      <w:r>
        <w:t>708.4274</w:t>
      </w:r>
      <w:r>
        <w:tab/>
        <w:t>1.013e0</w:t>
      </w:r>
    </w:p>
    <w:p w:rsidR="005B3ED9" w:rsidRDefault="005B3ED9" w:rsidP="005B3ED9">
      <w:r>
        <w:t>708.4995</w:t>
      </w:r>
      <w:r>
        <w:tab/>
        <w:t>1.013e0</w:t>
      </w:r>
    </w:p>
    <w:p w:rsidR="005B3ED9" w:rsidRDefault="005B3ED9" w:rsidP="005B3ED9">
      <w:r>
        <w:t>708.5103</w:t>
      </w:r>
      <w:r>
        <w:tab/>
        <w:t>2.025e0</w:t>
      </w:r>
    </w:p>
    <w:p w:rsidR="005B3ED9" w:rsidRDefault="005B3ED9" w:rsidP="005B3ED9">
      <w:r>
        <w:t>708.5115</w:t>
      </w:r>
      <w:r>
        <w:tab/>
        <w:t>1.013e0</w:t>
      </w:r>
    </w:p>
    <w:p w:rsidR="005B3ED9" w:rsidRDefault="005B3ED9" w:rsidP="005B3ED9">
      <w:r>
        <w:t>708.5288</w:t>
      </w:r>
      <w:r>
        <w:tab/>
        <w:t>3.038e0</w:t>
      </w:r>
    </w:p>
    <w:p w:rsidR="005B3ED9" w:rsidRDefault="005B3ED9" w:rsidP="005B3ED9">
      <w:r>
        <w:t>708.6132</w:t>
      </w:r>
      <w:r>
        <w:tab/>
        <w:t>1.013e0</w:t>
      </w:r>
    </w:p>
    <w:p w:rsidR="005B3ED9" w:rsidRDefault="005B3ED9" w:rsidP="005B3ED9">
      <w:r>
        <w:t>708.8192</w:t>
      </w:r>
      <w:r>
        <w:tab/>
        <w:t>1.013e0</w:t>
      </w:r>
    </w:p>
    <w:p w:rsidR="005B3ED9" w:rsidRDefault="005B3ED9" w:rsidP="005B3ED9">
      <w:r>
        <w:t>708.8882</w:t>
      </w:r>
      <w:r>
        <w:tab/>
        <w:t>1.013e0</w:t>
      </w:r>
    </w:p>
    <w:p w:rsidR="005B3ED9" w:rsidRDefault="005B3ED9" w:rsidP="005B3ED9">
      <w:r>
        <w:t>708.9204</w:t>
      </w:r>
      <w:r>
        <w:tab/>
        <w:t>1.013e0</w:t>
      </w:r>
    </w:p>
    <w:p w:rsidR="005B3ED9" w:rsidRDefault="005B3ED9" w:rsidP="005B3ED9">
      <w:r>
        <w:t>709.0045</w:t>
      </w:r>
      <w:r>
        <w:tab/>
        <w:t>1.013e0</w:t>
      </w:r>
    </w:p>
    <w:p w:rsidR="005B3ED9" w:rsidRDefault="005B3ED9" w:rsidP="005B3ED9">
      <w:r>
        <w:t>709.0255</w:t>
      </w:r>
      <w:r>
        <w:tab/>
        <w:t>1.013e0</w:t>
      </w:r>
    </w:p>
    <w:p w:rsidR="005B3ED9" w:rsidRDefault="005B3ED9" w:rsidP="005B3ED9">
      <w:r>
        <w:t>709.0769</w:t>
      </w:r>
      <w:r>
        <w:tab/>
        <w:t>1.013e0</w:t>
      </w:r>
    </w:p>
    <w:p w:rsidR="005B3ED9" w:rsidRDefault="005B3ED9" w:rsidP="005B3ED9">
      <w:r>
        <w:t>709.1281</w:t>
      </w:r>
      <w:r>
        <w:tab/>
        <w:t>2.025e0</w:t>
      </w:r>
    </w:p>
    <w:p w:rsidR="005B3ED9" w:rsidRDefault="005B3ED9" w:rsidP="005B3ED9">
      <w:r>
        <w:t>709.1974</w:t>
      </w:r>
      <w:r>
        <w:tab/>
        <w:t>2.025e0</w:t>
      </w:r>
    </w:p>
    <w:p w:rsidR="005B3ED9" w:rsidRDefault="005B3ED9" w:rsidP="005B3ED9">
      <w:r>
        <w:t>709.2332</w:t>
      </w:r>
      <w:r>
        <w:tab/>
        <w:t>1.013e0</w:t>
      </w:r>
    </w:p>
    <w:p w:rsidR="005B3ED9" w:rsidRDefault="005B3ED9" w:rsidP="005B3ED9">
      <w:r>
        <w:t>709.2813</w:t>
      </w:r>
      <w:r>
        <w:tab/>
        <w:t>1.013e0</w:t>
      </w:r>
    </w:p>
    <w:p w:rsidR="005B3ED9" w:rsidRDefault="005B3ED9" w:rsidP="005B3ED9">
      <w:r>
        <w:lastRenderedPageBreak/>
        <w:t>709.3414</w:t>
      </w:r>
      <w:r>
        <w:tab/>
        <w:t>1.013e0</w:t>
      </w:r>
    </w:p>
    <w:p w:rsidR="005B3ED9" w:rsidRDefault="005B3ED9" w:rsidP="005B3ED9">
      <w:r>
        <w:t>709.3595</w:t>
      </w:r>
      <w:r>
        <w:tab/>
        <w:t>3.038e0</w:t>
      </w:r>
    </w:p>
    <w:p w:rsidR="005B3ED9" w:rsidRDefault="005B3ED9" w:rsidP="005B3ED9">
      <w:r>
        <w:t>709.4197</w:t>
      </w:r>
      <w:r>
        <w:tab/>
        <w:t>2.025e0</w:t>
      </w:r>
    </w:p>
    <w:p w:rsidR="005B3ED9" w:rsidRDefault="005B3ED9" w:rsidP="005B3ED9">
      <w:r>
        <w:t>709.5067</w:t>
      </w:r>
      <w:r>
        <w:tab/>
        <w:t>1.013e0</w:t>
      </w:r>
    </w:p>
    <w:p w:rsidR="005B3ED9" w:rsidRDefault="005B3ED9" w:rsidP="005B3ED9">
      <w:r>
        <w:t>709.5461</w:t>
      </w:r>
      <w:r>
        <w:tab/>
        <w:t>1.013e0</w:t>
      </w:r>
    </w:p>
    <w:p w:rsidR="005B3ED9" w:rsidRDefault="005B3ED9" w:rsidP="005B3ED9">
      <w:r>
        <w:t>709.5582</w:t>
      </w:r>
      <w:r>
        <w:tab/>
        <w:t>1.013e0</w:t>
      </w:r>
    </w:p>
    <w:p w:rsidR="005B3ED9" w:rsidRDefault="005B3ED9" w:rsidP="005B3ED9">
      <w:r>
        <w:t>709.7004</w:t>
      </w:r>
      <w:r>
        <w:tab/>
        <w:t>2.025e0</w:t>
      </w:r>
    </w:p>
    <w:p w:rsidR="005B3ED9" w:rsidRDefault="005B3ED9" w:rsidP="005B3ED9">
      <w:r>
        <w:t>709.7817</w:t>
      </w:r>
      <w:r>
        <w:tab/>
        <w:t>1.013e0</w:t>
      </w:r>
    </w:p>
    <w:p w:rsidR="005B3ED9" w:rsidRDefault="005B3ED9" w:rsidP="005B3ED9">
      <w:r>
        <w:t>709.8351</w:t>
      </w:r>
      <w:r>
        <w:tab/>
        <w:t>1.013e0</w:t>
      </w:r>
    </w:p>
    <w:p w:rsidR="005B3ED9" w:rsidRDefault="005B3ED9" w:rsidP="005B3ED9">
      <w:r>
        <w:t>709.9194</w:t>
      </w:r>
      <w:r>
        <w:tab/>
        <w:t>2.025e0</w:t>
      </w:r>
    </w:p>
    <w:p w:rsidR="005B3ED9" w:rsidRDefault="005B3ED9" w:rsidP="005B3ED9">
      <w:r>
        <w:t>710.0223</w:t>
      </w:r>
      <w:r>
        <w:tab/>
        <w:t>1.013e0</w:t>
      </w:r>
    </w:p>
    <w:p w:rsidR="005B3ED9" w:rsidRDefault="005B3ED9" w:rsidP="005B3ED9">
      <w:r>
        <w:t>710.0569</w:t>
      </w:r>
      <w:r>
        <w:tab/>
        <w:t>1.013e0</w:t>
      </w:r>
    </w:p>
    <w:p w:rsidR="005B3ED9" w:rsidRDefault="005B3ED9" w:rsidP="005B3ED9">
      <w:r>
        <w:t>710.1254</w:t>
      </w:r>
      <w:r>
        <w:tab/>
        <w:t>1.013e0</w:t>
      </w:r>
    </w:p>
    <w:p w:rsidR="005B3ED9" w:rsidRDefault="005B3ED9" w:rsidP="005B3ED9">
      <w:r>
        <w:t>710.1943</w:t>
      </w:r>
      <w:r>
        <w:tab/>
        <w:t>1.013e0</w:t>
      </w:r>
    </w:p>
    <w:p w:rsidR="005B3ED9" w:rsidRDefault="005B3ED9" w:rsidP="005B3ED9">
      <w:r>
        <w:t>710.2457</w:t>
      </w:r>
      <w:r>
        <w:tab/>
        <w:t>1.013e0</w:t>
      </w:r>
    </w:p>
    <w:p w:rsidR="005B3ED9" w:rsidRDefault="005B3ED9" w:rsidP="005B3ED9">
      <w:r>
        <w:t>710.3410</w:t>
      </w:r>
      <w:r>
        <w:tab/>
        <w:t>1.013e0</w:t>
      </w:r>
    </w:p>
    <w:p w:rsidR="005B3ED9" w:rsidRDefault="005B3ED9" w:rsidP="005B3ED9">
      <w:r>
        <w:t>710.3488</w:t>
      </w:r>
      <w:r>
        <w:tab/>
        <w:t>1.013e0</w:t>
      </w:r>
    </w:p>
    <w:p w:rsidR="005B3ED9" w:rsidRDefault="005B3ED9" w:rsidP="005B3ED9">
      <w:r>
        <w:t>710.4006</w:t>
      </w:r>
      <w:r>
        <w:tab/>
        <w:t>1.013e0</w:t>
      </w:r>
    </w:p>
    <w:p w:rsidR="005B3ED9" w:rsidRDefault="005B3ED9" w:rsidP="005B3ED9">
      <w:r>
        <w:t>710.4255</w:t>
      </w:r>
      <w:r>
        <w:tab/>
        <w:t>1.013e0</w:t>
      </w:r>
    </w:p>
    <w:p w:rsidR="005B3ED9" w:rsidRDefault="005B3ED9" w:rsidP="005B3ED9">
      <w:r>
        <w:lastRenderedPageBreak/>
        <w:t>710.4374</w:t>
      </w:r>
      <w:r>
        <w:tab/>
        <w:t>1.013e0</w:t>
      </w:r>
    </w:p>
    <w:p w:rsidR="005B3ED9" w:rsidRDefault="005B3ED9" w:rsidP="005B3ED9">
      <w:r>
        <w:t>710.4691</w:t>
      </w:r>
      <w:r>
        <w:tab/>
        <w:t>1.013e0</w:t>
      </w:r>
    </w:p>
    <w:p w:rsidR="005B3ED9" w:rsidRDefault="005B3ED9" w:rsidP="005B3ED9">
      <w:r>
        <w:t>710.5723</w:t>
      </w:r>
      <w:r>
        <w:tab/>
        <w:t>1.013e0</w:t>
      </w:r>
    </w:p>
    <w:p w:rsidR="005B3ED9" w:rsidRDefault="005B3ED9" w:rsidP="005B3ED9">
      <w:r>
        <w:t>710.6665</w:t>
      </w:r>
      <w:r>
        <w:tab/>
        <w:t>1.013e0</w:t>
      </w:r>
    </w:p>
    <w:p w:rsidR="005B3ED9" w:rsidRDefault="005B3ED9" w:rsidP="005B3ED9">
      <w:r>
        <w:t>710.7701</w:t>
      </w:r>
      <w:r>
        <w:tab/>
        <w:t>2.025e0</w:t>
      </w:r>
    </w:p>
    <w:p w:rsidR="005B3ED9" w:rsidRDefault="005B3ED9" w:rsidP="005B3ED9">
      <w:r>
        <w:t>710.7991</w:t>
      </w:r>
      <w:r>
        <w:tab/>
        <w:t>1.013e0</w:t>
      </w:r>
    </w:p>
    <w:p w:rsidR="005B3ED9" w:rsidRDefault="005B3ED9" w:rsidP="005B3ED9">
      <w:r>
        <w:t>710.8835</w:t>
      </w:r>
      <w:r>
        <w:tab/>
        <w:t>1.013e0</w:t>
      </w:r>
    </w:p>
    <w:p w:rsidR="005B3ED9" w:rsidRDefault="005B3ED9" w:rsidP="005B3ED9">
      <w:r>
        <w:t>710.9589</w:t>
      </w:r>
      <w:r>
        <w:tab/>
        <w:t>2.025e0</w:t>
      </w:r>
    </w:p>
    <w:p w:rsidR="005B3ED9" w:rsidRDefault="005B3ED9" w:rsidP="005B3ED9">
      <w:r>
        <w:t>711.0361</w:t>
      </w:r>
      <w:r>
        <w:tab/>
        <w:t>1.013e0</w:t>
      </w:r>
    </w:p>
    <w:p w:rsidR="005B3ED9" w:rsidRDefault="005B3ED9" w:rsidP="005B3ED9">
      <w:r>
        <w:t>711.0706</w:t>
      </w:r>
      <w:r>
        <w:tab/>
        <w:t>2.025e0</w:t>
      </w:r>
    </w:p>
    <w:p w:rsidR="005B3ED9" w:rsidRDefault="005B3ED9" w:rsidP="005B3ED9">
      <w:r>
        <w:t>711.2937</w:t>
      </w:r>
      <w:r>
        <w:tab/>
        <w:t>1.013e0</w:t>
      </w:r>
    </w:p>
    <w:p w:rsidR="005B3ED9" w:rsidRDefault="005B3ED9" w:rsidP="005B3ED9">
      <w:r>
        <w:t>711.4506</w:t>
      </w:r>
      <w:r>
        <w:tab/>
        <w:t>1.013e0</w:t>
      </w:r>
    </w:p>
    <w:p w:rsidR="005B3ED9" w:rsidRDefault="005B3ED9" w:rsidP="005B3ED9">
      <w:r>
        <w:t>711.4572</w:t>
      </w:r>
      <w:r>
        <w:tab/>
        <w:t>2.025e0</w:t>
      </w:r>
    </w:p>
    <w:p w:rsidR="005B3ED9" w:rsidRDefault="005B3ED9" w:rsidP="005B3ED9">
      <w:r>
        <w:t>711.4988</w:t>
      </w:r>
      <w:r>
        <w:tab/>
        <w:t>1.013e0</w:t>
      </w:r>
    </w:p>
    <w:p w:rsidR="005B3ED9" w:rsidRDefault="005B3ED9" w:rsidP="005B3ED9">
      <w:r>
        <w:t>711.5834</w:t>
      </w:r>
      <w:r>
        <w:tab/>
        <w:t>1.013e0</w:t>
      </w:r>
    </w:p>
    <w:p w:rsidR="005B3ED9" w:rsidRDefault="005B3ED9" w:rsidP="005B3ED9">
      <w:r>
        <w:t>711.5955</w:t>
      </w:r>
      <w:r>
        <w:tab/>
        <w:t>2.025e0</w:t>
      </w:r>
    </w:p>
    <w:p w:rsidR="005B3ED9" w:rsidRDefault="005B3ED9" w:rsidP="005B3ED9">
      <w:r>
        <w:t>711.7234</w:t>
      </w:r>
      <w:r>
        <w:tab/>
        <w:t>1.013e0</w:t>
      </w:r>
    </w:p>
    <w:p w:rsidR="005B3ED9" w:rsidRDefault="005B3ED9" w:rsidP="005B3ED9">
      <w:r>
        <w:t>711.7453</w:t>
      </w:r>
      <w:r>
        <w:tab/>
        <w:t>3.038e0</w:t>
      </w:r>
    </w:p>
    <w:p w:rsidR="005B3ED9" w:rsidRDefault="005B3ED9" w:rsidP="005B3ED9">
      <w:r>
        <w:t>711.7750</w:t>
      </w:r>
      <w:r>
        <w:tab/>
        <w:t>1.013e0</w:t>
      </w:r>
    </w:p>
    <w:p w:rsidR="005B3ED9" w:rsidRDefault="005B3ED9" w:rsidP="005B3ED9">
      <w:r>
        <w:lastRenderedPageBreak/>
        <w:t>711.8527</w:t>
      </w:r>
      <w:r>
        <w:tab/>
        <w:t>3.038e0</w:t>
      </w:r>
    </w:p>
    <w:p w:rsidR="005B3ED9" w:rsidRDefault="005B3ED9" w:rsidP="005B3ED9">
      <w:r>
        <w:t>711.8611</w:t>
      </w:r>
      <w:r>
        <w:tab/>
        <w:t>2.025e0</w:t>
      </w:r>
    </w:p>
    <w:p w:rsidR="005B3ED9" w:rsidRDefault="005B3ED9" w:rsidP="005B3ED9">
      <w:r>
        <w:t>711.9094</w:t>
      </w:r>
      <w:r>
        <w:tab/>
        <w:t>1.013e0</w:t>
      </w:r>
    </w:p>
    <w:p w:rsidR="005B3ED9" w:rsidRDefault="005B3ED9" w:rsidP="005B3ED9">
      <w:r>
        <w:t>711.9126</w:t>
      </w:r>
      <w:r>
        <w:tab/>
        <w:t>1.013e0</w:t>
      </w:r>
    </w:p>
    <w:p w:rsidR="005B3ED9" w:rsidRDefault="005B3ED9" w:rsidP="005B3ED9">
      <w:r>
        <w:t>712.0060</w:t>
      </w:r>
      <w:r>
        <w:tab/>
        <w:t>2.025e0</w:t>
      </w:r>
    </w:p>
    <w:p w:rsidR="005B3ED9" w:rsidRDefault="005B3ED9" w:rsidP="005B3ED9">
      <w:r>
        <w:t>712.0663</w:t>
      </w:r>
      <w:r>
        <w:tab/>
        <w:t>1.013e0</w:t>
      </w:r>
    </w:p>
    <w:p w:rsidR="005B3ED9" w:rsidRDefault="005B3ED9" w:rsidP="005B3ED9">
      <w:r>
        <w:t>712.2217</w:t>
      </w:r>
      <w:r>
        <w:tab/>
        <w:t>1.013e0</w:t>
      </w:r>
    </w:p>
    <w:p w:rsidR="005B3ED9" w:rsidRDefault="005B3ED9" w:rsidP="005B3ED9">
      <w:r>
        <w:t>712.3684</w:t>
      </w:r>
      <w:r>
        <w:tab/>
        <w:t>2.025e0</w:t>
      </w:r>
    </w:p>
    <w:p w:rsidR="005B3ED9" w:rsidRDefault="005B3ED9" w:rsidP="005B3ED9">
      <w:r>
        <w:t>712.4288</w:t>
      </w:r>
      <w:r>
        <w:tab/>
        <w:t>2.025e0</w:t>
      </w:r>
    </w:p>
    <w:p w:rsidR="005B3ED9" w:rsidRDefault="005B3ED9" w:rsidP="005B3ED9">
      <w:r>
        <w:t>712.5013</w:t>
      </w:r>
      <w:r>
        <w:tab/>
        <w:t>1.013e0</w:t>
      </w:r>
    </w:p>
    <w:p w:rsidR="005B3ED9" w:rsidRDefault="005B3ED9" w:rsidP="005B3ED9">
      <w:r>
        <w:t>712.5135</w:t>
      </w:r>
      <w:r>
        <w:tab/>
        <w:t>1.013e0</w:t>
      </w:r>
    </w:p>
    <w:p w:rsidR="005B3ED9" w:rsidRDefault="005B3ED9" w:rsidP="005B3ED9">
      <w:r>
        <w:t>712.5377</w:t>
      </w:r>
      <w:r>
        <w:tab/>
        <w:t>1.013e0</w:t>
      </w:r>
    </w:p>
    <w:p w:rsidR="005B3ED9" w:rsidRDefault="005B3ED9" w:rsidP="005B3ED9">
      <w:r>
        <w:t>712.6168</w:t>
      </w:r>
      <w:r>
        <w:tab/>
        <w:t>1.013e0</w:t>
      </w:r>
    </w:p>
    <w:p w:rsidR="005B3ED9" w:rsidRDefault="005B3ED9" w:rsidP="005B3ED9">
      <w:r>
        <w:t>712.6584</w:t>
      </w:r>
      <w:r>
        <w:tab/>
        <w:t>1.013e0</w:t>
      </w:r>
    </w:p>
    <w:p w:rsidR="005B3ED9" w:rsidRDefault="005B3ED9" w:rsidP="005B3ED9">
      <w:r>
        <w:t>712.7543</w:t>
      </w:r>
      <w:r>
        <w:tab/>
        <w:t>2.025e0</w:t>
      </w:r>
    </w:p>
    <w:p w:rsidR="005B3ED9" w:rsidRDefault="005B3ED9" w:rsidP="005B3ED9">
      <w:r>
        <w:t>712.7884</w:t>
      </w:r>
      <w:r>
        <w:tab/>
        <w:t>1.013e0</w:t>
      </w:r>
    </w:p>
    <w:p w:rsidR="005B3ED9" w:rsidRDefault="005B3ED9" w:rsidP="005B3ED9">
      <w:r>
        <w:t>712.8156</w:t>
      </w:r>
      <w:r>
        <w:tab/>
        <w:t>1.013e0</w:t>
      </w:r>
    </w:p>
    <w:p w:rsidR="005B3ED9" w:rsidRDefault="005B3ED9" w:rsidP="005B3ED9">
      <w:r>
        <w:t>712.9244</w:t>
      </w:r>
      <w:r>
        <w:tab/>
        <w:t>1.013e0</w:t>
      </w:r>
    </w:p>
    <w:p w:rsidR="005B3ED9" w:rsidRDefault="005B3ED9" w:rsidP="005B3ED9">
      <w:r>
        <w:t>712.9431</w:t>
      </w:r>
      <w:r>
        <w:tab/>
        <w:t>1.013e0</w:t>
      </w:r>
    </w:p>
    <w:p w:rsidR="005B3ED9" w:rsidRDefault="005B3ED9" w:rsidP="005B3ED9">
      <w:r>
        <w:lastRenderedPageBreak/>
        <w:t>713.0459</w:t>
      </w:r>
      <w:r>
        <w:tab/>
        <w:t>1.013e0</w:t>
      </w:r>
    </w:p>
    <w:p w:rsidR="005B3ED9" w:rsidRDefault="005B3ED9" w:rsidP="005B3ED9">
      <w:r>
        <w:t>713.1180</w:t>
      </w:r>
      <w:r>
        <w:tab/>
        <w:t>1.013e0</w:t>
      </w:r>
    </w:p>
    <w:p w:rsidR="005B3ED9" w:rsidRDefault="005B3ED9" w:rsidP="005B3ED9">
      <w:r>
        <w:t>713.1543</w:t>
      </w:r>
      <w:r>
        <w:tab/>
        <w:t>1.013e0</w:t>
      </w:r>
    </w:p>
    <w:p w:rsidR="005B3ED9" w:rsidRDefault="005B3ED9" w:rsidP="005B3ED9">
      <w:r>
        <w:t>713.2268</w:t>
      </w:r>
      <w:r>
        <w:tab/>
        <w:t>2.025e0</w:t>
      </w:r>
    </w:p>
    <w:p w:rsidR="005B3ED9" w:rsidRDefault="005B3ED9" w:rsidP="005B3ED9">
      <w:r>
        <w:t>713.2350</w:t>
      </w:r>
      <w:r>
        <w:tab/>
        <w:t>1.013e0</w:t>
      </w:r>
    </w:p>
    <w:p w:rsidR="005B3ED9" w:rsidRDefault="005B3ED9" w:rsidP="005B3ED9">
      <w:r>
        <w:t>713.3357</w:t>
      </w:r>
      <w:r>
        <w:tab/>
        <w:t>1.013e0</w:t>
      </w:r>
    </w:p>
    <w:p w:rsidR="005B3ED9" w:rsidRDefault="005B3ED9" w:rsidP="005B3ED9">
      <w:r>
        <w:t>713.4567</w:t>
      </w:r>
      <w:r>
        <w:tab/>
        <w:t>1.013e0</w:t>
      </w:r>
    </w:p>
    <w:p w:rsidR="005B3ED9" w:rsidRDefault="005B3ED9" w:rsidP="005B3ED9">
      <w:r>
        <w:t>713.4689</w:t>
      </w:r>
      <w:r>
        <w:tab/>
        <w:t>1.013e0</w:t>
      </w:r>
    </w:p>
    <w:p w:rsidR="005B3ED9" w:rsidRDefault="005B3ED9" w:rsidP="005B3ED9">
      <w:r>
        <w:t>713.5100</w:t>
      </w:r>
      <w:r>
        <w:tab/>
        <w:t>1.013e0</w:t>
      </w:r>
    </w:p>
    <w:p w:rsidR="005B3ED9" w:rsidRDefault="005B3ED9" w:rsidP="005B3ED9">
      <w:r>
        <w:t>713.5443</w:t>
      </w:r>
      <w:r>
        <w:tab/>
        <w:t>1.013e0</w:t>
      </w:r>
    </w:p>
    <w:p w:rsidR="005B3ED9" w:rsidRDefault="005B3ED9" w:rsidP="005B3ED9">
      <w:r>
        <w:t>713.5529</w:t>
      </w:r>
      <w:r>
        <w:tab/>
        <w:t>2.025e0</w:t>
      </w:r>
    </w:p>
    <w:p w:rsidR="005B3ED9" w:rsidRDefault="005B3ED9" w:rsidP="005B3ED9">
      <w:r>
        <w:t>713.5699</w:t>
      </w:r>
      <w:r>
        <w:tab/>
        <w:t>2.025e0</w:t>
      </w:r>
    </w:p>
    <w:p w:rsidR="005B3ED9" w:rsidRDefault="005B3ED9" w:rsidP="005B3ED9">
      <w:r>
        <w:t>713.6866</w:t>
      </w:r>
      <w:r>
        <w:tab/>
        <w:t>1.013e0</w:t>
      </w:r>
    </w:p>
    <w:p w:rsidR="005B3ED9" w:rsidRDefault="005B3ED9" w:rsidP="005B3ED9">
      <w:r>
        <w:t>713.8198</w:t>
      </w:r>
      <w:r>
        <w:tab/>
        <w:t>1.013e0</w:t>
      </w:r>
    </w:p>
    <w:p w:rsidR="005B3ED9" w:rsidRDefault="005B3ED9" w:rsidP="005B3ED9">
      <w:r>
        <w:t>713.9288</w:t>
      </w:r>
      <w:r>
        <w:tab/>
        <w:t>1.013e0</w:t>
      </w:r>
    </w:p>
    <w:p w:rsidR="005B3ED9" w:rsidRDefault="005B3ED9" w:rsidP="005B3ED9">
      <w:r>
        <w:t>713.9652</w:t>
      </w:r>
      <w:r>
        <w:tab/>
        <w:t>1.013e0</w:t>
      </w:r>
    </w:p>
    <w:p w:rsidR="005B3ED9" w:rsidRDefault="005B3ED9" w:rsidP="005B3ED9">
      <w:r>
        <w:t>714.0378</w:t>
      </w:r>
      <w:r>
        <w:tab/>
        <w:t>1.013e0</w:t>
      </w:r>
    </w:p>
    <w:p w:rsidR="005B3ED9" w:rsidRDefault="005B3ED9" w:rsidP="005B3ED9">
      <w:r>
        <w:t>714.0424</w:t>
      </w:r>
      <w:r>
        <w:tab/>
        <w:t>1.013e0</w:t>
      </w:r>
    </w:p>
    <w:p w:rsidR="005B3ED9" w:rsidRDefault="005B3ED9" w:rsidP="005B3ED9">
      <w:r>
        <w:t>714.2073</w:t>
      </w:r>
      <w:r>
        <w:tab/>
        <w:t>1.013e0</w:t>
      </w:r>
    </w:p>
    <w:p w:rsidR="005B3ED9" w:rsidRDefault="005B3ED9" w:rsidP="005B3ED9">
      <w:r>
        <w:lastRenderedPageBreak/>
        <w:t>714.2195</w:t>
      </w:r>
      <w:r>
        <w:tab/>
        <w:t>1.013e0</w:t>
      </w:r>
    </w:p>
    <w:p w:rsidR="005B3ED9" w:rsidRDefault="005B3ED9" w:rsidP="005B3ED9">
      <w:r>
        <w:t>714.3043</w:t>
      </w:r>
      <w:r>
        <w:tab/>
        <w:t>1.013e0</w:t>
      </w:r>
    </w:p>
    <w:p w:rsidR="005B3ED9" w:rsidRDefault="005B3ED9" w:rsidP="005B3ED9">
      <w:r>
        <w:t>714.3167</w:t>
      </w:r>
      <w:r>
        <w:tab/>
        <w:t>1.013e0</w:t>
      </w:r>
    </w:p>
    <w:p w:rsidR="005B3ED9" w:rsidRDefault="005B3ED9" w:rsidP="005B3ED9">
      <w:r>
        <w:t>714.3286</w:t>
      </w:r>
      <w:r>
        <w:tab/>
        <w:t>1.013e0</w:t>
      </w:r>
    </w:p>
    <w:p w:rsidR="005B3ED9" w:rsidRDefault="005B3ED9" w:rsidP="005B3ED9">
      <w:r>
        <w:t>714.3649</w:t>
      </w:r>
      <w:r>
        <w:tab/>
        <w:t>1.013e0</w:t>
      </w:r>
    </w:p>
    <w:p w:rsidR="005B3ED9" w:rsidRDefault="005B3ED9" w:rsidP="005B3ED9">
      <w:r>
        <w:t>714.3856</w:t>
      </w:r>
      <w:r>
        <w:tab/>
        <w:t>1.013e0</w:t>
      </w:r>
    </w:p>
    <w:p w:rsidR="005B3ED9" w:rsidRDefault="005B3ED9" w:rsidP="005B3ED9">
      <w:r>
        <w:t>714.5829</w:t>
      </w:r>
      <w:r>
        <w:tab/>
        <w:t>2.025e0</w:t>
      </w:r>
    </w:p>
    <w:p w:rsidR="005B3ED9" w:rsidRDefault="005B3ED9" w:rsidP="005B3ED9">
      <w:r>
        <w:t>714.5973</w:t>
      </w:r>
      <w:r>
        <w:tab/>
        <w:t>3.038e0</w:t>
      </w:r>
    </w:p>
    <w:p w:rsidR="005B3ED9" w:rsidRDefault="005B3ED9" w:rsidP="005B3ED9">
      <w:r>
        <w:t>714.6042</w:t>
      </w:r>
      <w:r>
        <w:tab/>
        <w:t>3.038e0</w:t>
      </w:r>
    </w:p>
    <w:p w:rsidR="005B3ED9" w:rsidRDefault="005B3ED9" w:rsidP="005B3ED9">
      <w:r>
        <w:t>714.7285</w:t>
      </w:r>
      <w:r>
        <w:tab/>
        <w:t>1.013e0</w:t>
      </w:r>
    </w:p>
    <w:p w:rsidR="005B3ED9" w:rsidRDefault="005B3ED9" w:rsidP="005B3ED9">
      <w:r>
        <w:t>714.8133</w:t>
      </w:r>
      <w:r>
        <w:tab/>
        <w:t>1.013e0</w:t>
      </w:r>
    </w:p>
    <w:p w:rsidR="005B3ED9" w:rsidRDefault="005B3ED9" w:rsidP="005B3ED9">
      <w:r>
        <w:t>714.8981</w:t>
      </w:r>
      <w:r>
        <w:tab/>
        <w:t>1.013e0</w:t>
      </w:r>
    </w:p>
    <w:p w:rsidR="005B3ED9" w:rsidRDefault="005B3ED9" w:rsidP="005B3ED9">
      <w:r>
        <w:t>714.9009</w:t>
      </w:r>
      <w:r>
        <w:tab/>
        <w:t>1.013e0</w:t>
      </w:r>
    </w:p>
    <w:p w:rsidR="005B3ED9" w:rsidRDefault="005B3ED9" w:rsidP="005B3ED9">
      <w:r>
        <w:t>714.9868</w:t>
      </w:r>
      <w:r>
        <w:tab/>
        <w:t>1.013e0</w:t>
      </w:r>
    </w:p>
    <w:p w:rsidR="005B3ED9" w:rsidRDefault="005B3ED9" w:rsidP="005B3ED9">
      <w:r>
        <w:t>715.0726</w:t>
      </w:r>
      <w:r>
        <w:tab/>
        <w:t>1.013e0</w:t>
      </w:r>
    </w:p>
    <w:p w:rsidR="005B3ED9" w:rsidRDefault="005B3ED9" w:rsidP="005B3ED9">
      <w:r>
        <w:t>715.1589</w:t>
      </w:r>
      <w:r>
        <w:tab/>
        <w:t>2.025e0</w:t>
      </w:r>
    </w:p>
    <w:p w:rsidR="005B3ED9" w:rsidRDefault="005B3ED9" w:rsidP="005B3ED9">
      <w:r>
        <w:t>715.2135</w:t>
      </w:r>
      <w:r>
        <w:tab/>
        <w:t>1.013e0</w:t>
      </w:r>
    </w:p>
    <w:p w:rsidR="005B3ED9" w:rsidRDefault="005B3ED9" w:rsidP="005B3ED9">
      <w:r>
        <w:t>715.2269</w:t>
      </w:r>
      <w:r>
        <w:tab/>
        <w:t>1.013e0</w:t>
      </w:r>
    </w:p>
    <w:p w:rsidR="005B3ED9" w:rsidRDefault="005B3ED9" w:rsidP="005B3ED9">
      <w:r>
        <w:t>715.2878</w:t>
      </w:r>
      <w:r>
        <w:tab/>
        <w:t>2.025e0</w:t>
      </w:r>
    </w:p>
    <w:p w:rsidR="005B3ED9" w:rsidRDefault="005B3ED9" w:rsidP="005B3ED9">
      <w:r>
        <w:lastRenderedPageBreak/>
        <w:t>715.3043</w:t>
      </w:r>
      <w:r>
        <w:tab/>
        <w:t>2.025e0</w:t>
      </w:r>
    </w:p>
    <w:p w:rsidR="005B3ED9" w:rsidRDefault="005B3ED9" w:rsidP="005B3ED9">
      <w:r>
        <w:t>715.3105</w:t>
      </w:r>
      <w:r>
        <w:tab/>
        <w:t>1.013e0</w:t>
      </w:r>
    </w:p>
    <w:p w:rsidR="005B3ED9" w:rsidRDefault="005B3ED9" w:rsidP="005B3ED9">
      <w:r>
        <w:t>715.3954</w:t>
      </w:r>
      <w:r>
        <w:tab/>
        <w:t>1.013e0</w:t>
      </w:r>
    </w:p>
    <w:p w:rsidR="005B3ED9" w:rsidRDefault="005B3ED9" w:rsidP="005B3ED9">
      <w:r>
        <w:t>715.4318</w:t>
      </w:r>
      <w:r>
        <w:tab/>
        <w:t>2.025e0</w:t>
      </w:r>
    </w:p>
    <w:p w:rsidR="005B3ED9" w:rsidRDefault="005B3ED9" w:rsidP="005B3ED9">
      <w:r>
        <w:t>715.4440</w:t>
      </w:r>
      <w:r>
        <w:tab/>
        <w:t>1.013e0</w:t>
      </w:r>
    </w:p>
    <w:p w:rsidR="005B3ED9" w:rsidRDefault="005B3ED9" w:rsidP="005B3ED9">
      <w:r>
        <w:t>715.5532</w:t>
      </w:r>
      <w:r>
        <w:tab/>
        <w:t>1.013e0</w:t>
      </w:r>
    </w:p>
    <w:p w:rsidR="005B3ED9" w:rsidRDefault="005B3ED9" w:rsidP="005B3ED9">
      <w:r>
        <w:t>715.5875</w:t>
      </w:r>
      <w:r>
        <w:tab/>
        <w:t>1.013e0</w:t>
      </w:r>
    </w:p>
    <w:p w:rsidR="005B3ED9" w:rsidRDefault="005B3ED9" w:rsidP="005B3ED9">
      <w:r>
        <w:t>715.5936</w:t>
      </w:r>
      <w:r>
        <w:tab/>
        <w:t>3.038e0</w:t>
      </w:r>
    </w:p>
    <w:p w:rsidR="005B3ED9" w:rsidRDefault="005B3ED9" w:rsidP="005B3ED9">
      <w:r>
        <w:t>715.6563</w:t>
      </w:r>
      <w:r>
        <w:tab/>
        <w:t>1.013e0</w:t>
      </w:r>
    </w:p>
    <w:p w:rsidR="005B3ED9" w:rsidRDefault="005B3ED9" w:rsidP="005B3ED9">
      <w:r>
        <w:t>715.9537</w:t>
      </w:r>
      <w:r>
        <w:tab/>
        <w:t>1.013e0</w:t>
      </w:r>
    </w:p>
    <w:p w:rsidR="005B3ED9" w:rsidRDefault="005B3ED9" w:rsidP="005B3ED9">
      <w:r>
        <w:t>715.9655</w:t>
      </w:r>
      <w:r>
        <w:tab/>
        <w:t>1.013e0</w:t>
      </w:r>
    </w:p>
    <w:p w:rsidR="005B3ED9" w:rsidRDefault="005B3ED9" w:rsidP="005B3ED9">
      <w:r>
        <w:t>716.2399</w:t>
      </w:r>
      <w:r>
        <w:tab/>
        <w:t>1.013e0</w:t>
      </w:r>
    </w:p>
    <w:p w:rsidR="005B3ED9" w:rsidRDefault="005B3ED9" w:rsidP="005B3ED9">
      <w:r>
        <w:t>716.2694</w:t>
      </w:r>
      <w:r>
        <w:tab/>
        <w:t>1.013e0</w:t>
      </w:r>
    </w:p>
    <w:p w:rsidR="005B3ED9" w:rsidRDefault="005B3ED9" w:rsidP="005B3ED9">
      <w:r>
        <w:t>716.2744</w:t>
      </w:r>
      <w:r>
        <w:tab/>
        <w:t>1.013e0</w:t>
      </w:r>
    </w:p>
    <w:p w:rsidR="005B3ED9" w:rsidRDefault="005B3ED9" w:rsidP="005B3ED9">
      <w:r>
        <w:t>716.3546</w:t>
      </w:r>
      <w:r>
        <w:tab/>
        <w:t>1.013e0</w:t>
      </w:r>
    </w:p>
    <w:p w:rsidR="005B3ED9" w:rsidRDefault="005B3ED9" w:rsidP="005B3ED9">
      <w:r>
        <w:t>716.3703</w:t>
      </w:r>
      <w:r>
        <w:tab/>
        <w:t>2.025e0</w:t>
      </w:r>
    </w:p>
    <w:p w:rsidR="005B3ED9" w:rsidRDefault="005B3ED9" w:rsidP="005B3ED9">
      <w:r>
        <w:t>716.3909</w:t>
      </w:r>
      <w:r>
        <w:tab/>
        <w:t>1.013e0</w:t>
      </w:r>
    </w:p>
    <w:p w:rsidR="005B3ED9" w:rsidRDefault="005B3ED9" w:rsidP="005B3ED9">
      <w:r>
        <w:t>716.4760</w:t>
      </w:r>
      <w:r>
        <w:tab/>
        <w:t>1.013e0</w:t>
      </w:r>
    </w:p>
    <w:p w:rsidR="005B3ED9" w:rsidRDefault="005B3ED9" w:rsidP="005B3ED9">
      <w:r>
        <w:t>716.4882</w:t>
      </w:r>
      <w:r>
        <w:tab/>
        <w:t>1.013e0</w:t>
      </w:r>
    </w:p>
    <w:p w:rsidR="005B3ED9" w:rsidRDefault="005B3ED9" w:rsidP="005B3ED9">
      <w:r>
        <w:lastRenderedPageBreak/>
        <w:t>716.5269</w:t>
      </w:r>
      <w:r>
        <w:tab/>
        <w:t>2.025e0</w:t>
      </w:r>
    </w:p>
    <w:p w:rsidR="005B3ED9" w:rsidRDefault="005B3ED9" w:rsidP="005B3ED9">
      <w:r>
        <w:t>716.5662</w:t>
      </w:r>
      <w:r>
        <w:tab/>
        <w:t>1.013e0</w:t>
      </w:r>
    </w:p>
    <w:p w:rsidR="005B3ED9" w:rsidRDefault="005B3ED9" w:rsidP="005B3ED9">
      <w:r>
        <w:t>716.5674</w:t>
      </w:r>
      <w:r>
        <w:tab/>
        <w:t>3.038e0</w:t>
      </w:r>
    </w:p>
    <w:p w:rsidR="005B3ED9" w:rsidRDefault="005B3ED9" w:rsidP="005B3ED9">
      <w:r>
        <w:t>716.7190</w:t>
      </w:r>
      <w:r>
        <w:tab/>
        <w:t>2.025e0</w:t>
      </w:r>
    </w:p>
    <w:p w:rsidR="005B3ED9" w:rsidRDefault="005B3ED9" w:rsidP="005B3ED9">
      <w:r>
        <w:t>716.7280</w:t>
      </w:r>
      <w:r>
        <w:tab/>
        <w:t>2.025e0</w:t>
      </w:r>
    </w:p>
    <w:p w:rsidR="005B3ED9" w:rsidRDefault="005B3ED9" w:rsidP="005B3ED9">
      <w:r>
        <w:t>716.7676</w:t>
      </w:r>
      <w:r>
        <w:tab/>
        <w:t>1.013e0</w:t>
      </w:r>
    </w:p>
    <w:p w:rsidR="005B3ED9" w:rsidRDefault="005B3ED9" w:rsidP="005B3ED9">
      <w:r>
        <w:t>716.8750</w:t>
      </w:r>
      <w:r>
        <w:tab/>
        <w:t>2.025e0</w:t>
      </w:r>
    </w:p>
    <w:p w:rsidR="005B3ED9" w:rsidRDefault="005B3ED9" w:rsidP="005B3ED9">
      <w:r>
        <w:t>717.0108</w:t>
      </w:r>
      <w:r>
        <w:tab/>
        <w:t>1.013e0</w:t>
      </w:r>
    </w:p>
    <w:p w:rsidR="005B3ED9" w:rsidRDefault="005B3ED9" w:rsidP="005B3ED9">
      <w:r>
        <w:t>717.0229</w:t>
      </w:r>
      <w:r>
        <w:tab/>
        <w:t>1.013e0</w:t>
      </w:r>
    </w:p>
    <w:p w:rsidR="005B3ED9" w:rsidRDefault="005B3ED9" w:rsidP="005B3ED9">
      <w:r>
        <w:t>717.0837</w:t>
      </w:r>
      <w:r>
        <w:tab/>
        <w:t>1.013e0</w:t>
      </w:r>
    </w:p>
    <w:p w:rsidR="005B3ED9" w:rsidRDefault="005B3ED9" w:rsidP="005B3ED9">
      <w:r>
        <w:t>717.1689</w:t>
      </w:r>
      <w:r>
        <w:tab/>
        <w:t>1.013e0</w:t>
      </w:r>
    </w:p>
    <w:p w:rsidR="005B3ED9" w:rsidRDefault="005B3ED9" w:rsidP="005B3ED9">
      <w:r>
        <w:t>717.1932</w:t>
      </w:r>
      <w:r>
        <w:tab/>
        <w:t>2.025e0</w:t>
      </w:r>
    </w:p>
    <w:p w:rsidR="005B3ED9" w:rsidRDefault="005B3ED9" w:rsidP="005B3ED9">
      <w:r>
        <w:t>717.2354</w:t>
      </w:r>
      <w:r>
        <w:tab/>
        <w:t>1.013e0</w:t>
      </w:r>
    </w:p>
    <w:p w:rsidR="005B3ED9" w:rsidRDefault="005B3ED9" w:rsidP="005B3ED9">
      <w:r>
        <w:t>717.2729</w:t>
      </w:r>
      <w:r>
        <w:tab/>
        <w:t>2.025e0</w:t>
      </w:r>
    </w:p>
    <w:p w:rsidR="005B3ED9" w:rsidRDefault="005B3ED9" w:rsidP="005B3ED9">
      <w:r>
        <w:t>717.3040</w:t>
      </w:r>
      <w:r>
        <w:tab/>
        <w:t>1.013e0</w:t>
      </w:r>
    </w:p>
    <w:p w:rsidR="005B3ED9" w:rsidRDefault="005B3ED9" w:rsidP="005B3ED9">
      <w:r>
        <w:t>717.3899</w:t>
      </w:r>
      <w:r>
        <w:tab/>
        <w:t>1.013e0</w:t>
      </w:r>
    </w:p>
    <w:p w:rsidR="005B3ED9" w:rsidRDefault="005B3ED9" w:rsidP="005B3ED9">
      <w:r>
        <w:t>717.4584</w:t>
      </w:r>
      <w:r>
        <w:tab/>
        <w:t>1.013e0</w:t>
      </w:r>
    </w:p>
    <w:p w:rsidR="005B3ED9" w:rsidRDefault="005B3ED9" w:rsidP="005B3ED9">
      <w:r>
        <w:t>717.4851</w:t>
      </w:r>
      <w:r>
        <w:tab/>
        <w:t>1.013e0</w:t>
      </w:r>
    </w:p>
    <w:p w:rsidR="005B3ED9" w:rsidRDefault="005B3ED9" w:rsidP="005B3ED9">
      <w:r>
        <w:t>717.5216</w:t>
      </w:r>
      <w:r>
        <w:tab/>
        <w:t>1.013e0</w:t>
      </w:r>
    </w:p>
    <w:p w:rsidR="005B3ED9" w:rsidRDefault="005B3ED9" w:rsidP="005B3ED9">
      <w:r>
        <w:lastRenderedPageBreak/>
        <w:t>717.5355</w:t>
      </w:r>
      <w:r>
        <w:tab/>
        <w:t>2.025e0</w:t>
      </w:r>
    </w:p>
    <w:p w:rsidR="005B3ED9" w:rsidRDefault="005B3ED9" w:rsidP="005B3ED9">
      <w:r>
        <w:t>717.6726</w:t>
      </w:r>
      <w:r>
        <w:tab/>
        <w:t>2.025e0</w:t>
      </w:r>
    </w:p>
    <w:p w:rsidR="005B3ED9" w:rsidRDefault="005B3ED9" w:rsidP="005B3ED9">
      <w:r>
        <w:t>717.7294</w:t>
      </w:r>
      <w:r>
        <w:tab/>
        <w:t>2.025e0</w:t>
      </w:r>
    </w:p>
    <w:p w:rsidR="005B3ED9" w:rsidRDefault="005B3ED9" w:rsidP="005B3ED9">
      <w:r>
        <w:t>717.7502</w:t>
      </w:r>
      <w:r>
        <w:tab/>
        <w:t>1.013e0</w:t>
      </w:r>
    </w:p>
    <w:p w:rsidR="005B3ED9" w:rsidRDefault="005B3ED9" w:rsidP="005B3ED9">
      <w:r>
        <w:t>717.8361</w:t>
      </w:r>
      <w:r>
        <w:tab/>
        <w:t>1.013e0</w:t>
      </w:r>
    </w:p>
    <w:p w:rsidR="005B3ED9" w:rsidRDefault="005B3ED9" w:rsidP="005B3ED9">
      <w:r>
        <w:t>717.8533</w:t>
      </w:r>
      <w:r>
        <w:tab/>
        <w:t>1.013e0</w:t>
      </w:r>
    </w:p>
    <w:p w:rsidR="005B3ED9" w:rsidRDefault="005B3ED9" w:rsidP="005B3ED9">
      <w:r>
        <w:t>717.9232</w:t>
      </w:r>
      <w:r>
        <w:tab/>
        <w:t>1.013e0</w:t>
      </w:r>
    </w:p>
    <w:p w:rsidR="005B3ED9" w:rsidRDefault="005B3ED9" w:rsidP="005B3ED9">
      <w:r>
        <w:t>718.0447</w:t>
      </w:r>
      <w:r>
        <w:tab/>
        <w:t>2.025e0</w:t>
      </w:r>
    </w:p>
    <w:p w:rsidR="005B3ED9" w:rsidRDefault="005B3ED9" w:rsidP="005B3ED9">
      <w:r>
        <w:t>718.0591</w:t>
      </w:r>
      <w:r>
        <w:tab/>
        <w:t>1.013e0</w:t>
      </w:r>
    </w:p>
    <w:p w:rsidR="005B3ED9" w:rsidRDefault="005B3ED9" w:rsidP="005B3ED9">
      <w:r>
        <w:t>718.1880</w:t>
      </w:r>
      <w:r>
        <w:tab/>
        <w:t>2.025e0</w:t>
      </w:r>
    </w:p>
    <w:p w:rsidR="005B3ED9" w:rsidRDefault="005B3ED9" w:rsidP="005B3ED9">
      <w:r>
        <w:t>718.2010</w:t>
      </w:r>
      <w:r>
        <w:tab/>
        <w:t>2.025e0</w:t>
      </w:r>
    </w:p>
    <w:p w:rsidR="005B3ED9" w:rsidRDefault="005B3ED9" w:rsidP="005B3ED9">
      <w:r>
        <w:t>718.2762</w:t>
      </w:r>
      <w:r>
        <w:tab/>
        <w:t>1.013e0</w:t>
      </w:r>
    </w:p>
    <w:p w:rsidR="005B3ED9" w:rsidRDefault="005B3ED9" w:rsidP="005B3ED9">
      <w:r>
        <w:t>718.3737</w:t>
      </w:r>
      <w:r>
        <w:tab/>
        <w:t>1.013e0</w:t>
      </w:r>
    </w:p>
    <w:p w:rsidR="005B3ED9" w:rsidRDefault="005B3ED9" w:rsidP="005B3ED9">
      <w:r>
        <w:t>718.4103</w:t>
      </w:r>
      <w:r>
        <w:tab/>
        <w:t>1.013e0</w:t>
      </w:r>
    </w:p>
    <w:p w:rsidR="005B3ED9" w:rsidRDefault="005B3ED9" w:rsidP="005B3ED9">
      <w:r>
        <w:t>718.4955</w:t>
      </w:r>
      <w:r>
        <w:tab/>
        <w:t>1.013e0</w:t>
      </w:r>
    </w:p>
    <w:p w:rsidR="005B3ED9" w:rsidRDefault="005B3ED9" w:rsidP="005B3ED9">
      <w:r>
        <w:t>718.5215</w:t>
      </w:r>
      <w:r>
        <w:tab/>
        <w:t>2.025e0</w:t>
      </w:r>
    </w:p>
    <w:p w:rsidR="005B3ED9" w:rsidRDefault="005B3ED9" w:rsidP="005B3ED9">
      <w:r>
        <w:t>718.6597</w:t>
      </w:r>
      <w:r>
        <w:tab/>
        <w:t>1.013e0</w:t>
      </w:r>
    </w:p>
    <w:p w:rsidR="005B3ED9" w:rsidRDefault="005B3ED9" w:rsidP="005B3ED9">
      <w:r>
        <w:t>718.7455</w:t>
      </w:r>
      <w:r>
        <w:tab/>
        <w:t>1.013e0</w:t>
      </w:r>
    </w:p>
    <w:p w:rsidR="005B3ED9" w:rsidRDefault="005B3ED9" w:rsidP="005B3ED9">
      <w:r>
        <w:t>718.8488</w:t>
      </w:r>
      <w:r>
        <w:tab/>
        <w:t>2.025e0</w:t>
      </w:r>
    </w:p>
    <w:p w:rsidR="005B3ED9" w:rsidRDefault="005B3ED9" w:rsidP="005B3ED9">
      <w:r>
        <w:lastRenderedPageBreak/>
        <w:t>718.8998</w:t>
      </w:r>
      <w:r>
        <w:tab/>
        <w:t>1.013e0</w:t>
      </w:r>
    </w:p>
    <w:p w:rsidR="005B3ED9" w:rsidRDefault="005B3ED9" w:rsidP="005B3ED9">
      <w:r>
        <w:t>718.9099</w:t>
      </w:r>
      <w:r>
        <w:tab/>
        <w:t>1.013e0</w:t>
      </w:r>
    </w:p>
    <w:p w:rsidR="005B3ED9" w:rsidRDefault="005B3ED9" w:rsidP="005B3ED9">
      <w:r>
        <w:t>718.9857</w:t>
      </w:r>
      <w:r>
        <w:tab/>
        <w:t>1.013e0</w:t>
      </w:r>
    </w:p>
    <w:p w:rsidR="005B3ED9" w:rsidRDefault="005B3ED9" w:rsidP="005B3ED9">
      <w:r>
        <w:t>719.0195</w:t>
      </w:r>
      <w:r>
        <w:tab/>
        <w:t>1.013e0</w:t>
      </w:r>
    </w:p>
    <w:p w:rsidR="005B3ED9" w:rsidRDefault="005B3ED9" w:rsidP="005B3ED9">
      <w:r>
        <w:t>719.0682</w:t>
      </w:r>
      <w:r>
        <w:tab/>
        <w:t>1.013e0</w:t>
      </w:r>
    </w:p>
    <w:p w:rsidR="005B3ED9" w:rsidRDefault="005B3ED9" w:rsidP="005B3ED9">
      <w:r>
        <w:t>719.2431</w:t>
      </w:r>
      <w:r>
        <w:tab/>
        <w:t>1.013e0</w:t>
      </w:r>
    </w:p>
    <w:p w:rsidR="005B3ED9" w:rsidRDefault="005B3ED9" w:rsidP="005B3ED9">
      <w:r>
        <w:t>719.2634</w:t>
      </w:r>
      <w:r>
        <w:tab/>
        <w:t>2.025e0</w:t>
      </w:r>
    </w:p>
    <w:p w:rsidR="005B3ED9" w:rsidRDefault="005B3ED9" w:rsidP="005B3ED9">
      <w:r>
        <w:t>719.3487</w:t>
      </w:r>
      <w:r>
        <w:tab/>
        <w:t>1.013e0</w:t>
      </w:r>
    </w:p>
    <w:p w:rsidR="005B3ED9" w:rsidRDefault="005B3ED9" w:rsidP="005B3ED9">
      <w:r>
        <w:t>719.4463</w:t>
      </w:r>
      <w:r>
        <w:tab/>
        <w:t>1.013e0</w:t>
      </w:r>
    </w:p>
    <w:p w:rsidR="005B3ED9" w:rsidRDefault="005B3ED9" w:rsidP="005B3ED9">
      <w:r>
        <w:t>719.4586</w:t>
      </w:r>
      <w:r>
        <w:tab/>
        <w:t>1.013e0</w:t>
      </w:r>
    </w:p>
    <w:p w:rsidR="005B3ED9" w:rsidRDefault="005B3ED9" w:rsidP="005B3ED9">
      <w:r>
        <w:t>719.5317</w:t>
      </w:r>
      <w:r>
        <w:tab/>
        <w:t>2.025e0</w:t>
      </w:r>
    </w:p>
    <w:p w:rsidR="005B3ED9" w:rsidRDefault="005B3ED9" w:rsidP="005B3ED9">
      <w:r>
        <w:t>719.5517</w:t>
      </w:r>
      <w:r>
        <w:tab/>
        <w:t>1.013e0</w:t>
      </w:r>
    </w:p>
    <w:p w:rsidR="005B3ED9" w:rsidRDefault="005B3ED9" w:rsidP="005B3ED9">
      <w:r>
        <w:t>719.6376</w:t>
      </w:r>
      <w:r>
        <w:tab/>
        <w:t>1.013e0</w:t>
      </w:r>
    </w:p>
    <w:p w:rsidR="005B3ED9" w:rsidRDefault="005B3ED9" w:rsidP="005B3ED9">
      <w:r>
        <w:t>719.7117</w:t>
      </w:r>
      <w:r>
        <w:tab/>
        <w:t>2.025e0</w:t>
      </w:r>
    </w:p>
    <w:p w:rsidR="005B3ED9" w:rsidRDefault="005B3ED9" w:rsidP="005B3ED9">
      <w:r>
        <w:t>719.7391</w:t>
      </w:r>
      <w:r>
        <w:tab/>
        <w:t>1.013e0</w:t>
      </w:r>
    </w:p>
    <w:p w:rsidR="005B3ED9" w:rsidRDefault="005B3ED9" w:rsidP="005B3ED9">
      <w:r>
        <w:t>719.7884</w:t>
      </w:r>
      <w:r>
        <w:tab/>
        <w:t>2.025e0</w:t>
      </w:r>
    </w:p>
    <w:p w:rsidR="005B3ED9" w:rsidRDefault="005B3ED9" w:rsidP="005B3ED9">
      <w:r>
        <w:t>719.8733</w:t>
      </w:r>
      <w:r>
        <w:tab/>
        <w:t>1.013e0</w:t>
      </w:r>
    </w:p>
    <w:p w:rsidR="005B3ED9" w:rsidRDefault="005B3ED9" w:rsidP="005B3ED9">
      <w:r>
        <w:t>719.8779</w:t>
      </w:r>
      <w:r>
        <w:tab/>
        <w:t>1.013e0</w:t>
      </w:r>
    </w:p>
    <w:p w:rsidR="005B3ED9" w:rsidRDefault="005B3ED9" w:rsidP="005B3ED9">
      <w:r>
        <w:t>719.9343</w:t>
      </w:r>
      <w:r>
        <w:tab/>
        <w:t>1.013e0</w:t>
      </w:r>
    </w:p>
    <w:p w:rsidR="005B3ED9" w:rsidRDefault="005B3ED9" w:rsidP="005B3ED9">
      <w:r>
        <w:lastRenderedPageBreak/>
        <w:t>719.9465</w:t>
      </w:r>
      <w:r>
        <w:tab/>
        <w:t>2.025e0</w:t>
      </w:r>
    </w:p>
    <w:p w:rsidR="005B3ED9" w:rsidRDefault="005B3ED9" w:rsidP="005B3ED9">
      <w:r>
        <w:t>720.0443</w:t>
      </w:r>
      <w:r>
        <w:tab/>
        <w:t>1.013e0</w:t>
      </w:r>
    </w:p>
    <w:p w:rsidR="005B3ED9" w:rsidRDefault="005B3ED9" w:rsidP="005B3ED9">
      <w:r>
        <w:t>720.0665</w:t>
      </w:r>
      <w:r>
        <w:tab/>
        <w:t>1.013e0</w:t>
      </w:r>
    </w:p>
    <w:p w:rsidR="005B3ED9" w:rsidRDefault="005B3ED9" w:rsidP="005B3ED9">
      <w:r>
        <w:t>720.0876</w:t>
      </w:r>
      <w:r>
        <w:tab/>
        <w:t>3.038e0</w:t>
      </w:r>
    </w:p>
    <w:p w:rsidR="005B3ED9" w:rsidRDefault="005B3ED9" w:rsidP="005B3ED9">
      <w:r>
        <w:t>720.2274</w:t>
      </w:r>
      <w:r>
        <w:tab/>
        <w:t>1.013e0</w:t>
      </w:r>
    </w:p>
    <w:p w:rsidR="005B3ED9" w:rsidRDefault="005B3ED9" w:rsidP="005B3ED9">
      <w:r>
        <w:t>720.3050</w:t>
      </w:r>
      <w:r>
        <w:tab/>
        <w:t>2.025e0</w:t>
      </w:r>
    </w:p>
    <w:p w:rsidR="005B3ED9" w:rsidRDefault="005B3ED9" w:rsidP="005B3ED9">
      <w:r>
        <w:t>720.3250</w:t>
      </w:r>
      <w:r>
        <w:tab/>
        <w:t>1.013e0</w:t>
      </w:r>
    </w:p>
    <w:p w:rsidR="005B3ED9" w:rsidRDefault="005B3ED9" w:rsidP="005B3ED9">
      <w:r>
        <w:t>720.3739</w:t>
      </w:r>
      <w:r>
        <w:tab/>
        <w:t>2.025e0</w:t>
      </w:r>
    </w:p>
    <w:p w:rsidR="005B3ED9" w:rsidRDefault="005B3ED9" w:rsidP="005B3ED9">
      <w:r>
        <w:t>720.4105</w:t>
      </w:r>
      <w:r>
        <w:tab/>
        <w:t>1.013e0</w:t>
      </w:r>
    </w:p>
    <w:p w:rsidR="005B3ED9" w:rsidRDefault="005B3ED9" w:rsidP="005B3ED9">
      <w:r>
        <w:t>720.4227</w:t>
      </w:r>
      <w:r>
        <w:tab/>
        <w:t>3.038e0</w:t>
      </w:r>
    </w:p>
    <w:p w:rsidR="005B3ED9" w:rsidRDefault="005B3ED9" w:rsidP="005B3ED9">
      <w:r>
        <w:t>720.5693</w:t>
      </w:r>
      <w:r>
        <w:tab/>
        <w:t>1.013e0</w:t>
      </w:r>
    </w:p>
    <w:p w:rsidR="005B3ED9" w:rsidRDefault="005B3ED9" w:rsidP="005B3ED9">
      <w:r>
        <w:t>720.6841</w:t>
      </w:r>
      <w:r>
        <w:tab/>
        <w:t>1.013e0</w:t>
      </w:r>
    </w:p>
    <w:p w:rsidR="005B3ED9" w:rsidRDefault="005B3ED9" w:rsidP="005B3ED9">
      <w:r>
        <w:t>720.7647</w:t>
      </w:r>
      <w:r>
        <w:tab/>
        <w:t>1.013e0</w:t>
      </w:r>
    </w:p>
    <w:p w:rsidR="005B3ED9" w:rsidRDefault="005B3ED9" w:rsidP="005B3ED9">
      <w:r>
        <w:t>720.8748</w:t>
      </w:r>
      <w:r>
        <w:tab/>
        <w:t>1.013e0</w:t>
      </w:r>
    </w:p>
    <w:p w:rsidR="005B3ED9" w:rsidRDefault="005B3ED9" w:rsidP="005B3ED9">
      <w:r>
        <w:t>720.9526</w:t>
      </w:r>
      <w:r>
        <w:tab/>
        <w:t>2.025e0</w:t>
      </w:r>
    </w:p>
    <w:p w:rsidR="005B3ED9" w:rsidRDefault="005B3ED9" w:rsidP="005B3ED9">
      <w:r>
        <w:t>721.0458</w:t>
      </w:r>
      <w:r>
        <w:tab/>
        <w:t>1.013e0</w:t>
      </w:r>
    </w:p>
    <w:p w:rsidR="005B3ED9" w:rsidRDefault="005B3ED9" w:rsidP="005B3ED9">
      <w:r>
        <w:t>721.0580</w:t>
      </w:r>
      <w:r>
        <w:tab/>
        <w:t>1.013e0</w:t>
      </w:r>
    </w:p>
    <w:p w:rsidR="005B3ED9" w:rsidRDefault="005B3ED9" w:rsidP="005B3ED9">
      <w:r>
        <w:t>721.1300</w:t>
      </w:r>
      <w:r>
        <w:tab/>
        <w:t>1.013e0</w:t>
      </w:r>
    </w:p>
    <w:p w:rsidR="005B3ED9" w:rsidRDefault="005B3ED9" w:rsidP="005B3ED9">
      <w:r>
        <w:t>721.1472</w:t>
      </w:r>
      <w:r>
        <w:tab/>
        <w:t>1.013e0</w:t>
      </w:r>
    </w:p>
    <w:p w:rsidR="005B3ED9" w:rsidRDefault="005B3ED9" w:rsidP="005B3ED9">
      <w:r>
        <w:lastRenderedPageBreak/>
        <w:t>721.2842</w:t>
      </w:r>
      <w:r>
        <w:tab/>
        <w:t>1.013e0</w:t>
      </w:r>
    </w:p>
    <w:p w:rsidR="005B3ED9" w:rsidRDefault="005B3ED9" w:rsidP="005B3ED9">
      <w:r>
        <w:t>721.3188</w:t>
      </w:r>
      <w:r>
        <w:tab/>
        <w:t>4.051e0</w:t>
      </w:r>
    </w:p>
    <w:p w:rsidR="005B3ED9" w:rsidRDefault="005B3ED9" w:rsidP="005B3ED9">
      <w:r>
        <w:t>721.3715</w:t>
      </w:r>
      <w:r>
        <w:tab/>
        <w:t>2.025e0</w:t>
      </w:r>
    </w:p>
    <w:p w:rsidR="005B3ED9" w:rsidRDefault="005B3ED9" w:rsidP="005B3ED9">
      <w:r>
        <w:t>721.4044</w:t>
      </w:r>
      <w:r>
        <w:tab/>
        <w:t>2.025e0</w:t>
      </w:r>
    </w:p>
    <w:p w:rsidR="005B3ED9" w:rsidRDefault="005B3ED9" w:rsidP="005B3ED9">
      <w:r>
        <w:t>721.5415</w:t>
      </w:r>
      <w:r>
        <w:tab/>
        <w:t>1.013e0</w:t>
      </w:r>
    </w:p>
    <w:p w:rsidR="005B3ED9" w:rsidRDefault="005B3ED9" w:rsidP="005B3ED9">
      <w:r>
        <w:t>721.5961</w:t>
      </w:r>
      <w:r>
        <w:tab/>
        <w:t>1.013e0</w:t>
      </w:r>
    </w:p>
    <w:p w:rsidR="005B3ED9" w:rsidRDefault="005B3ED9" w:rsidP="005B3ED9">
      <w:r>
        <w:t>721.6450</w:t>
      </w:r>
      <w:r>
        <w:tab/>
        <w:t>3.038e0</w:t>
      </w:r>
    </w:p>
    <w:p w:rsidR="005B3ED9" w:rsidRDefault="005B3ED9" w:rsidP="005B3ED9">
      <w:r>
        <w:t>721.6572</w:t>
      </w:r>
      <w:r>
        <w:tab/>
        <w:t>1.013e0</w:t>
      </w:r>
    </w:p>
    <w:p w:rsidR="005B3ED9" w:rsidRDefault="005B3ED9" w:rsidP="005B3ED9">
      <w:r>
        <w:t>721.6880</w:t>
      </w:r>
      <w:r>
        <w:tab/>
        <w:t>3.038e0</w:t>
      </w:r>
    </w:p>
    <w:p w:rsidR="005B3ED9" w:rsidRDefault="005B3ED9" w:rsidP="005B3ED9">
      <w:r>
        <w:t>721.7961</w:t>
      </w:r>
      <w:r>
        <w:tab/>
        <w:t>2.025e0</w:t>
      </w:r>
    </w:p>
    <w:p w:rsidR="005B3ED9" w:rsidRDefault="005B3ED9" w:rsidP="005B3ED9">
      <w:r>
        <w:t>721.9019</w:t>
      </w:r>
      <w:r>
        <w:tab/>
        <w:t>1.013e0</w:t>
      </w:r>
    </w:p>
    <w:p w:rsidR="005B3ED9" w:rsidRDefault="005B3ED9" w:rsidP="005B3ED9">
      <w:r>
        <w:t>721.9386</w:t>
      </w:r>
      <w:r>
        <w:tab/>
        <w:t>1.013e0</w:t>
      </w:r>
    </w:p>
    <w:p w:rsidR="005B3ED9" w:rsidRDefault="005B3ED9" w:rsidP="005B3ED9">
      <w:r>
        <w:t>721.9702</w:t>
      </w:r>
      <w:r>
        <w:tab/>
        <w:t>1.013e0</w:t>
      </w:r>
    </w:p>
    <w:p w:rsidR="005B3ED9" w:rsidRDefault="005B3ED9" w:rsidP="005B3ED9">
      <w:r>
        <w:t>721.9808</w:t>
      </w:r>
      <w:r>
        <w:tab/>
        <w:t>2.025e0</w:t>
      </w:r>
    </w:p>
    <w:p w:rsidR="005B3ED9" w:rsidRDefault="005B3ED9" w:rsidP="005B3ED9">
      <w:r>
        <w:t>721.9875</w:t>
      </w:r>
      <w:r>
        <w:tab/>
        <w:t>1.013e0</w:t>
      </w:r>
    </w:p>
    <w:p w:rsidR="005B3ED9" w:rsidRDefault="005B3ED9" w:rsidP="005B3ED9">
      <w:r>
        <w:t>722.0946</w:t>
      </w:r>
      <w:r>
        <w:tab/>
        <w:t>3.038e0</w:t>
      </w:r>
    </w:p>
    <w:p w:rsidR="005B3ED9" w:rsidRDefault="005B3ED9" w:rsidP="005B3ED9">
      <w:r>
        <w:t>722.2103</w:t>
      </w:r>
      <w:r>
        <w:tab/>
        <w:t>1.013e0</w:t>
      </w:r>
    </w:p>
    <w:p w:rsidR="005B3ED9" w:rsidRDefault="005B3ED9" w:rsidP="005B3ED9">
      <w:r>
        <w:t>722.2446</w:t>
      </w:r>
      <w:r>
        <w:tab/>
        <w:t>1.013e0</w:t>
      </w:r>
    </w:p>
    <w:p w:rsidR="005B3ED9" w:rsidRDefault="005B3ED9" w:rsidP="005B3ED9">
      <w:r>
        <w:t>722.3647</w:t>
      </w:r>
      <w:r>
        <w:tab/>
        <w:t>1.013e0</w:t>
      </w:r>
    </w:p>
    <w:p w:rsidR="005B3ED9" w:rsidRDefault="005B3ED9" w:rsidP="005B3ED9">
      <w:r>
        <w:lastRenderedPageBreak/>
        <w:t>722.3670</w:t>
      </w:r>
      <w:r>
        <w:tab/>
        <w:t>1.013e0</w:t>
      </w:r>
    </w:p>
    <w:p w:rsidR="005B3ED9" w:rsidRDefault="005B3ED9" w:rsidP="005B3ED9">
      <w:r>
        <w:t>722.3732</w:t>
      </w:r>
      <w:r>
        <w:tab/>
        <w:t>2.025e0</w:t>
      </w:r>
    </w:p>
    <w:p w:rsidR="005B3ED9" w:rsidRDefault="005B3ED9" w:rsidP="005B3ED9">
      <w:r>
        <w:t>722.3915</w:t>
      </w:r>
      <w:r>
        <w:tab/>
        <w:t>1.013e0</w:t>
      </w:r>
    </w:p>
    <w:p w:rsidR="005B3ED9" w:rsidRDefault="005B3ED9" w:rsidP="005B3ED9">
      <w:r>
        <w:t>722.4650</w:t>
      </w:r>
      <w:r>
        <w:tab/>
        <w:t>1.013e0</w:t>
      </w:r>
    </w:p>
    <w:p w:rsidR="005B3ED9" w:rsidRDefault="005B3ED9" w:rsidP="005B3ED9">
      <w:r>
        <w:t>722.4773</w:t>
      </w:r>
      <w:r>
        <w:tab/>
        <w:t>1.013e0</w:t>
      </w:r>
    </w:p>
    <w:p w:rsidR="005B3ED9" w:rsidRDefault="005B3ED9" w:rsidP="005B3ED9">
      <w:r>
        <w:t>722.5090</w:t>
      </w:r>
      <w:r>
        <w:tab/>
        <w:t>2.025e0</w:t>
      </w:r>
    </w:p>
    <w:p w:rsidR="005B3ED9" w:rsidRDefault="005B3ED9" w:rsidP="005B3ED9">
      <w:r>
        <w:t>722.5385</w:t>
      </w:r>
      <w:r>
        <w:tab/>
        <w:t>1.013e0</w:t>
      </w:r>
    </w:p>
    <w:p w:rsidR="005B3ED9" w:rsidRDefault="005B3ED9" w:rsidP="005B3ED9">
      <w:r>
        <w:t>722.5605</w:t>
      </w:r>
      <w:r>
        <w:tab/>
        <w:t>3.038e0</w:t>
      </w:r>
    </w:p>
    <w:p w:rsidR="005B3ED9" w:rsidRDefault="005B3ED9" w:rsidP="005B3ED9">
      <w:r>
        <w:t>722.6048</w:t>
      </w:r>
      <w:r>
        <w:tab/>
        <w:t>1.013e0</w:t>
      </w:r>
    </w:p>
    <w:p w:rsidR="005B3ED9" w:rsidRDefault="005B3ED9" w:rsidP="005B3ED9">
      <w:r>
        <w:t>722.6978</w:t>
      </w:r>
      <w:r>
        <w:tab/>
        <w:t>1.013e0</w:t>
      </w:r>
    </w:p>
    <w:p w:rsidR="005B3ED9" w:rsidRDefault="005B3ED9" w:rsidP="005B3ED9">
      <w:r>
        <w:t>722.7075</w:t>
      </w:r>
      <w:r>
        <w:tab/>
        <w:t>1.013e0</w:t>
      </w:r>
    </w:p>
    <w:p w:rsidR="005B3ED9" w:rsidRDefault="005B3ED9" w:rsidP="005B3ED9">
      <w:r>
        <w:t>722.7589</w:t>
      </w:r>
      <w:r>
        <w:tab/>
        <w:t>2.025e0</w:t>
      </w:r>
    </w:p>
    <w:p w:rsidR="005B3ED9" w:rsidRDefault="005B3ED9" w:rsidP="005B3ED9">
      <w:r>
        <w:t>722.8619</w:t>
      </w:r>
      <w:r>
        <w:tab/>
        <w:t>1.013e0</w:t>
      </w:r>
    </w:p>
    <w:p w:rsidR="005B3ED9" w:rsidRDefault="005B3ED9" w:rsidP="005B3ED9">
      <w:r>
        <w:t>722.8693</w:t>
      </w:r>
      <w:r>
        <w:tab/>
        <w:t>1.013e0</w:t>
      </w:r>
    </w:p>
    <w:p w:rsidR="005B3ED9" w:rsidRDefault="005B3ED9" w:rsidP="005B3ED9">
      <w:r>
        <w:t>723.0530</w:t>
      </w:r>
      <w:r>
        <w:tab/>
        <w:t>2.025e0</w:t>
      </w:r>
    </w:p>
    <w:p w:rsidR="005B3ED9" w:rsidRDefault="005B3ED9" w:rsidP="005B3ED9">
      <w:r>
        <w:t>723.0847</w:t>
      </w:r>
      <w:r>
        <w:tab/>
        <w:t>1.013e0</w:t>
      </w:r>
    </w:p>
    <w:p w:rsidR="005B3ED9" w:rsidRDefault="005B3ED9" w:rsidP="005B3ED9">
      <w:r>
        <w:t>723.2219</w:t>
      </w:r>
      <w:r>
        <w:tab/>
        <w:t>1.013e0</w:t>
      </w:r>
    </w:p>
    <w:p w:rsidR="005B3ED9" w:rsidRDefault="005B3ED9" w:rsidP="005B3ED9">
      <w:r>
        <w:t>723.2859</w:t>
      </w:r>
      <w:r>
        <w:tab/>
        <w:t>1.013e0</w:t>
      </w:r>
    </w:p>
    <w:p w:rsidR="005B3ED9" w:rsidRDefault="005B3ED9" w:rsidP="005B3ED9">
      <w:r>
        <w:t>723.3533</w:t>
      </w:r>
      <w:r>
        <w:tab/>
        <w:t>2.025e0</w:t>
      </w:r>
    </w:p>
    <w:p w:rsidR="005B3ED9" w:rsidRDefault="005B3ED9" w:rsidP="005B3ED9">
      <w:r>
        <w:lastRenderedPageBreak/>
        <w:t>723.3594</w:t>
      </w:r>
      <w:r>
        <w:tab/>
        <w:t>1.013e0</w:t>
      </w:r>
    </w:p>
    <w:p w:rsidR="005B3ED9" w:rsidRDefault="005B3ED9" w:rsidP="005B3ED9">
      <w:r>
        <w:t>723.4453</w:t>
      </w:r>
      <w:r>
        <w:tab/>
        <w:t>1.013e0</w:t>
      </w:r>
    </w:p>
    <w:p w:rsidR="005B3ED9" w:rsidRDefault="005B3ED9" w:rsidP="005B3ED9">
      <w:r>
        <w:t>723.4671</w:t>
      </w:r>
      <w:r>
        <w:tab/>
        <w:t>2.025e0</w:t>
      </w:r>
    </w:p>
    <w:p w:rsidR="005B3ED9" w:rsidRDefault="005B3ED9" w:rsidP="005B3ED9">
      <w:r>
        <w:t>723.4943</w:t>
      </w:r>
      <w:r>
        <w:tab/>
        <w:t>1.013e0</w:t>
      </w:r>
    </w:p>
    <w:p w:rsidR="005B3ED9" w:rsidRDefault="005B3ED9" w:rsidP="005B3ED9">
      <w:r>
        <w:t>723.5561</w:t>
      </w:r>
      <w:r>
        <w:tab/>
        <w:t>3.038e0</w:t>
      </w:r>
    </w:p>
    <w:p w:rsidR="005B3ED9" w:rsidRDefault="005B3ED9" w:rsidP="005B3ED9">
      <w:r>
        <w:t>723.5991</w:t>
      </w:r>
      <w:r>
        <w:tab/>
        <w:t>1.013e0</w:t>
      </w:r>
    </w:p>
    <w:p w:rsidR="005B3ED9" w:rsidRDefault="005B3ED9" w:rsidP="005B3ED9">
      <w:r>
        <w:t>723.6334</w:t>
      </w:r>
      <w:r>
        <w:tab/>
        <w:t>1.013e0</w:t>
      </w:r>
    </w:p>
    <w:p w:rsidR="005B3ED9" w:rsidRDefault="005B3ED9" w:rsidP="005B3ED9">
      <w:r>
        <w:t>723.7150</w:t>
      </w:r>
      <w:r>
        <w:tab/>
        <w:t>1.013e0</w:t>
      </w:r>
    </w:p>
    <w:p w:rsidR="005B3ED9" w:rsidRDefault="005B3ED9" w:rsidP="005B3ED9">
      <w:r>
        <w:t>723.7273</w:t>
      </w:r>
      <w:r>
        <w:tab/>
        <w:t>1.013e0</w:t>
      </w:r>
    </w:p>
    <w:p w:rsidR="005B3ED9" w:rsidRDefault="005B3ED9" w:rsidP="005B3ED9">
      <w:r>
        <w:t>723.8479</w:t>
      </w:r>
      <w:r>
        <w:tab/>
        <w:t>2.025e0</w:t>
      </w:r>
    </w:p>
    <w:p w:rsidR="005B3ED9" w:rsidRDefault="005B3ED9" w:rsidP="005B3ED9">
      <w:r>
        <w:t>723.9075</w:t>
      </w:r>
      <w:r>
        <w:tab/>
        <w:t>1.013e0</w:t>
      </w:r>
    </w:p>
    <w:p w:rsidR="005B3ED9" w:rsidRDefault="005B3ED9" w:rsidP="005B3ED9">
      <w:r>
        <w:t>724.0095</w:t>
      </w:r>
      <w:r>
        <w:tab/>
        <w:t>1.013e0</w:t>
      </w:r>
    </w:p>
    <w:p w:rsidR="005B3ED9" w:rsidRDefault="005B3ED9" w:rsidP="005B3ED9">
      <w:r>
        <w:t>724.0709</w:t>
      </w:r>
      <w:r>
        <w:tab/>
        <w:t>1.013e0</w:t>
      </w:r>
    </w:p>
    <w:p w:rsidR="005B3ED9" w:rsidRDefault="005B3ED9" w:rsidP="005B3ED9">
      <w:r>
        <w:t>724.0955</w:t>
      </w:r>
      <w:r>
        <w:tab/>
        <w:t>1.013e0</w:t>
      </w:r>
    </w:p>
    <w:p w:rsidR="005B3ED9" w:rsidRDefault="005B3ED9" w:rsidP="005B3ED9">
      <w:r>
        <w:t>724.1077</w:t>
      </w:r>
      <w:r>
        <w:tab/>
        <w:t>1.013e0</w:t>
      </w:r>
    </w:p>
    <w:p w:rsidR="005B3ED9" w:rsidRDefault="005B3ED9" w:rsidP="005B3ED9">
      <w:r>
        <w:t>724.3409</w:t>
      </w:r>
      <w:r>
        <w:tab/>
        <w:t>1.013e0</w:t>
      </w:r>
    </w:p>
    <w:p w:rsidR="005B3ED9" w:rsidRDefault="005B3ED9" w:rsidP="005B3ED9">
      <w:r>
        <w:t>724.3531</w:t>
      </w:r>
      <w:r>
        <w:tab/>
        <w:t>1.013e0</w:t>
      </w:r>
    </w:p>
    <w:p w:rsidR="005B3ED9" w:rsidRDefault="005B3ED9" w:rsidP="005B3ED9">
      <w:r>
        <w:t>724.4514</w:t>
      </w:r>
      <w:r>
        <w:tab/>
        <w:t>1.013e0</w:t>
      </w:r>
    </w:p>
    <w:p w:rsidR="005B3ED9" w:rsidRDefault="005B3ED9" w:rsidP="005B3ED9">
      <w:r>
        <w:t>724.5496</w:t>
      </w:r>
      <w:r>
        <w:tab/>
        <w:t>1.013e0</w:t>
      </w:r>
    </w:p>
    <w:p w:rsidR="005B3ED9" w:rsidRDefault="005B3ED9" w:rsidP="005B3ED9">
      <w:r>
        <w:lastRenderedPageBreak/>
        <w:t>724.5864</w:t>
      </w:r>
      <w:r>
        <w:tab/>
        <w:t>1.013e0</w:t>
      </w:r>
    </w:p>
    <w:p w:rsidR="005B3ED9" w:rsidRDefault="005B3ED9" w:rsidP="005B3ED9">
      <w:r>
        <w:t>724.6233</w:t>
      </w:r>
      <w:r>
        <w:tab/>
        <w:t>1.013e0</w:t>
      </w:r>
    </w:p>
    <w:p w:rsidR="005B3ED9" w:rsidRDefault="005B3ED9" w:rsidP="005B3ED9">
      <w:r>
        <w:t>724.6790</w:t>
      </w:r>
      <w:r>
        <w:tab/>
        <w:t>1.013e0</w:t>
      </w:r>
    </w:p>
    <w:p w:rsidR="005B3ED9" w:rsidRDefault="005B3ED9" w:rsidP="005B3ED9">
      <w:r>
        <w:t>724.7216</w:t>
      </w:r>
      <w:r>
        <w:tab/>
        <w:t>1.013e0</w:t>
      </w:r>
    </w:p>
    <w:p w:rsidR="005B3ED9" w:rsidRDefault="005B3ED9" w:rsidP="005B3ED9">
      <w:r>
        <w:t>724.8566</w:t>
      </w:r>
      <w:r>
        <w:tab/>
        <w:t>1.013e0</w:t>
      </w:r>
    </w:p>
    <w:p w:rsidR="005B3ED9" w:rsidRDefault="005B3ED9" w:rsidP="005B3ED9">
      <w:r>
        <w:t>724.9181</w:t>
      </w:r>
      <w:r>
        <w:tab/>
        <w:t>1.013e0</w:t>
      </w:r>
    </w:p>
    <w:p w:rsidR="005B3ED9" w:rsidRDefault="005B3ED9" w:rsidP="005B3ED9">
      <w:r>
        <w:t>725.0324</w:t>
      </w:r>
      <w:r>
        <w:tab/>
        <w:t>2.025e0</w:t>
      </w:r>
    </w:p>
    <w:p w:rsidR="005B3ED9" w:rsidRDefault="005B3ED9" w:rsidP="005B3ED9">
      <w:r>
        <w:t>725.0390</w:t>
      </w:r>
      <w:r>
        <w:tab/>
        <w:t>1.013e0</w:t>
      </w:r>
    </w:p>
    <w:p w:rsidR="005B3ED9" w:rsidRDefault="005B3ED9" w:rsidP="005B3ED9">
      <w:r>
        <w:t>725.0562</w:t>
      </w:r>
      <w:r>
        <w:tab/>
        <w:t>1.013e0</w:t>
      </w:r>
    </w:p>
    <w:p w:rsidR="005B3ED9" w:rsidRDefault="005B3ED9" w:rsidP="005B3ED9">
      <w:r>
        <w:t>725.0900</w:t>
      </w:r>
      <w:r>
        <w:tab/>
        <w:t>1.013e0</w:t>
      </w:r>
    </w:p>
    <w:p w:rsidR="005B3ED9" w:rsidRDefault="005B3ED9" w:rsidP="005B3ED9">
      <w:r>
        <w:t>725.1024</w:t>
      </w:r>
      <w:r>
        <w:tab/>
        <w:t>1.013e0</w:t>
      </w:r>
    </w:p>
    <w:p w:rsidR="005B3ED9" w:rsidRDefault="005B3ED9" w:rsidP="005B3ED9">
      <w:r>
        <w:t>725.1418</w:t>
      </w:r>
      <w:r>
        <w:tab/>
        <w:t>1.013e0</w:t>
      </w:r>
    </w:p>
    <w:p w:rsidR="005B3ED9" w:rsidRDefault="005B3ED9" w:rsidP="005B3ED9">
      <w:r>
        <w:t>725.1963</w:t>
      </w:r>
      <w:r>
        <w:tab/>
        <w:t>2.025e0</w:t>
      </w:r>
    </w:p>
    <w:p w:rsidR="005B3ED9" w:rsidRDefault="005B3ED9" w:rsidP="005B3ED9">
      <w:r>
        <w:t>725.2791</w:t>
      </w:r>
      <w:r>
        <w:tab/>
        <w:t>2.025e0</w:t>
      </w:r>
    </w:p>
    <w:p w:rsidR="005B3ED9" w:rsidRDefault="005B3ED9" w:rsidP="005B3ED9">
      <w:r>
        <w:t>725.2960</w:t>
      </w:r>
      <w:r>
        <w:tab/>
        <w:t>1.013e0</w:t>
      </w:r>
    </w:p>
    <w:p w:rsidR="005B3ED9" w:rsidRDefault="005B3ED9" w:rsidP="005B3ED9">
      <w:r>
        <w:t>725.3973</w:t>
      </w:r>
      <w:r>
        <w:tab/>
        <w:t>2.025e0</w:t>
      </w:r>
    </w:p>
    <w:p w:rsidR="005B3ED9" w:rsidRDefault="005B3ED9" w:rsidP="005B3ED9">
      <w:r>
        <w:t>725.4834</w:t>
      </w:r>
      <w:r>
        <w:tab/>
        <w:t>1.013e0</w:t>
      </w:r>
    </w:p>
    <w:p w:rsidR="005B3ED9" w:rsidRDefault="005B3ED9" w:rsidP="005B3ED9">
      <w:r>
        <w:t>725.5123</w:t>
      </w:r>
      <w:r>
        <w:tab/>
        <w:t>2.025e0</w:t>
      </w:r>
    </w:p>
    <w:p w:rsidR="005B3ED9" w:rsidRDefault="005B3ED9" w:rsidP="005B3ED9">
      <w:r>
        <w:t>725.5572</w:t>
      </w:r>
      <w:r>
        <w:tab/>
        <w:t>1.013e0</w:t>
      </w:r>
    </w:p>
    <w:p w:rsidR="005B3ED9" w:rsidRDefault="005B3ED9" w:rsidP="005B3ED9">
      <w:r>
        <w:lastRenderedPageBreak/>
        <w:t>725.5817</w:t>
      </w:r>
      <w:r>
        <w:tab/>
        <w:t>1.013e0</w:t>
      </w:r>
    </w:p>
    <w:p w:rsidR="005B3ED9" w:rsidRDefault="005B3ED9" w:rsidP="005B3ED9">
      <w:r>
        <w:t>725.5878</w:t>
      </w:r>
      <w:r>
        <w:tab/>
        <w:t>5.063e0</w:t>
      </w:r>
    </w:p>
    <w:p w:rsidR="005B3ED9" w:rsidRDefault="005B3ED9" w:rsidP="005B3ED9">
      <w:r>
        <w:t>725.6387</w:t>
      </w:r>
      <w:r>
        <w:tab/>
        <w:t>1.013e0</w:t>
      </w:r>
    </w:p>
    <w:p w:rsidR="005B3ED9" w:rsidRDefault="005B3ED9" w:rsidP="005B3ED9">
      <w:r>
        <w:t>725.6918</w:t>
      </w:r>
      <w:r>
        <w:tab/>
        <w:t>3.038e0</w:t>
      </w:r>
    </w:p>
    <w:p w:rsidR="005B3ED9" w:rsidRDefault="005B3ED9" w:rsidP="005B3ED9">
      <w:r>
        <w:t>725.7244</w:t>
      </w:r>
      <w:r>
        <w:tab/>
        <w:t>1.013e0</w:t>
      </w:r>
    </w:p>
    <w:p w:rsidR="005B3ED9" w:rsidRDefault="005B3ED9" w:rsidP="005B3ED9">
      <w:r>
        <w:t>725.7723</w:t>
      </w:r>
      <w:r>
        <w:tab/>
        <w:t>2.025e0</w:t>
      </w:r>
    </w:p>
    <w:p w:rsidR="005B3ED9" w:rsidRDefault="005B3ED9" w:rsidP="005B3ED9">
      <w:r>
        <w:t>725.8400</w:t>
      </w:r>
      <w:r>
        <w:tab/>
        <w:t>1.013e0</w:t>
      </w:r>
    </w:p>
    <w:p w:rsidR="005B3ED9" w:rsidRDefault="005B3ED9" w:rsidP="005B3ED9">
      <w:r>
        <w:t>725.8646</w:t>
      </w:r>
      <w:r>
        <w:tab/>
        <w:t>1.013e0</w:t>
      </w:r>
    </w:p>
    <w:p w:rsidR="005B3ED9" w:rsidRDefault="005B3ED9" w:rsidP="005B3ED9">
      <w:r>
        <w:t>725.8830</w:t>
      </w:r>
      <w:r>
        <w:tab/>
        <w:t>2.025e0</w:t>
      </w:r>
    </w:p>
    <w:p w:rsidR="005B3ED9" w:rsidRDefault="005B3ED9" w:rsidP="005B3ED9">
      <w:r>
        <w:t>725.9502</w:t>
      </w:r>
      <w:r>
        <w:tab/>
        <w:t>2.025e0</w:t>
      </w:r>
    </w:p>
    <w:p w:rsidR="005B3ED9" w:rsidRDefault="005B3ED9" w:rsidP="005B3ED9">
      <w:r>
        <w:t>725.9630</w:t>
      </w:r>
      <w:r>
        <w:tab/>
        <w:t>1.013e0</w:t>
      </w:r>
    </w:p>
    <w:p w:rsidR="005B3ED9" w:rsidRDefault="005B3ED9" w:rsidP="005B3ED9">
      <w:r>
        <w:t>725.9836</w:t>
      </w:r>
      <w:r>
        <w:tab/>
        <w:t>3.038e0</w:t>
      </w:r>
    </w:p>
    <w:p w:rsidR="005B3ED9" w:rsidRDefault="005B3ED9" w:rsidP="005B3ED9">
      <w:r>
        <w:t>726.0123</w:t>
      </w:r>
      <w:r>
        <w:tab/>
        <w:t>1.013e0</w:t>
      </w:r>
    </w:p>
    <w:p w:rsidR="005B3ED9" w:rsidRDefault="005B3ED9" w:rsidP="005B3ED9">
      <w:r>
        <w:t>726.2042</w:t>
      </w:r>
      <w:r>
        <w:tab/>
        <w:t>1.013e0</w:t>
      </w:r>
    </w:p>
    <w:p w:rsidR="005B3ED9" w:rsidRDefault="005B3ED9" w:rsidP="005B3ED9">
      <w:r>
        <w:t>726.2952</w:t>
      </w:r>
      <w:r>
        <w:tab/>
        <w:t>1.013e0</w:t>
      </w:r>
    </w:p>
    <w:p w:rsidR="005B3ED9" w:rsidRDefault="005B3ED9" w:rsidP="005B3ED9">
      <w:r>
        <w:t>726.3474</w:t>
      </w:r>
      <w:r>
        <w:tab/>
        <w:t>3.038e0</w:t>
      </w:r>
    </w:p>
    <w:p w:rsidR="005B3ED9" w:rsidRDefault="005B3ED9" w:rsidP="005B3ED9">
      <w:r>
        <w:t>726.3567</w:t>
      </w:r>
      <w:r>
        <w:tab/>
        <w:t>1.013e0</w:t>
      </w:r>
    </w:p>
    <w:p w:rsidR="005B3ED9" w:rsidRDefault="005B3ED9" w:rsidP="005B3ED9">
      <w:r>
        <w:t>726.3585</w:t>
      </w:r>
      <w:r>
        <w:tab/>
        <w:t>1.013e0</w:t>
      </w:r>
    </w:p>
    <w:p w:rsidR="005B3ED9" w:rsidRDefault="005B3ED9" w:rsidP="005B3ED9">
      <w:r>
        <w:t>726.4101</w:t>
      </w:r>
      <w:r>
        <w:tab/>
        <w:t>1.013e0</w:t>
      </w:r>
    </w:p>
    <w:p w:rsidR="005B3ED9" w:rsidRDefault="005B3ED9" w:rsidP="005B3ED9">
      <w:r>
        <w:lastRenderedPageBreak/>
        <w:t>726.4477</w:t>
      </w:r>
      <w:r>
        <w:tab/>
        <w:t>3.038e0</w:t>
      </w:r>
    </w:p>
    <w:p w:rsidR="005B3ED9" w:rsidRDefault="005B3ED9" w:rsidP="005B3ED9">
      <w:r>
        <w:t>726.5291</w:t>
      </w:r>
      <w:r>
        <w:tab/>
        <w:t>1.013e0</w:t>
      </w:r>
    </w:p>
    <w:p w:rsidR="005B3ED9" w:rsidRDefault="005B3ED9" w:rsidP="005B3ED9">
      <w:r>
        <w:t>726.6400</w:t>
      </w:r>
      <w:r>
        <w:tab/>
        <w:t>1.013e0</w:t>
      </w:r>
    </w:p>
    <w:p w:rsidR="005B3ED9" w:rsidRDefault="005B3ED9" w:rsidP="005B3ED9">
      <w:r>
        <w:t>726.6840</w:t>
      </w:r>
      <w:r>
        <w:tab/>
        <w:t>1.013e0</w:t>
      </w:r>
    </w:p>
    <w:p w:rsidR="005B3ED9" w:rsidRDefault="005B3ED9" w:rsidP="005B3ED9">
      <w:r>
        <w:t>726.6891</w:t>
      </w:r>
      <w:r>
        <w:tab/>
        <w:t>1.013e0</w:t>
      </w:r>
    </w:p>
    <w:p w:rsidR="005B3ED9" w:rsidRDefault="005B3ED9" w:rsidP="005B3ED9">
      <w:r>
        <w:t>726.7999</w:t>
      </w:r>
      <w:r>
        <w:tab/>
        <w:t>2.025e0</w:t>
      </w:r>
    </w:p>
    <w:p w:rsidR="005B3ED9" w:rsidRDefault="005B3ED9" w:rsidP="005B3ED9">
      <w:r>
        <w:t>726.8211</w:t>
      </w:r>
      <w:r>
        <w:tab/>
        <w:t>1.013e0</w:t>
      </w:r>
    </w:p>
    <w:p w:rsidR="005B3ED9" w:rsidRDefault="005B3ED9" w:rsidP="005B3ED9">
      <w:r>
        <w:t>726.8297</w:t>
      </w:r>
      <w:r>
        <w:tab/>
        <w:t>2.025e0</w:t>
      </w:r>
    </w:p>
    <w:p w:rsidR="005B3ED9" w:rsidRDefault="005B3ED9" w:rsidP="005B3ED9">
      <w:r>
        <w:t>726.8862</w:t>
      </w:r>
      <w:r>
        <w:tab/>
        <w:t>1.013e0</w:t>
      </w:r>
    </w:p>
    <w:p w:rsidR="005B3ED9" w:rsidRDefault="005B3ED9" w:rsidP="005B3ED9">
      <w:r>
        <w:t>726.9584</w:t>
      </w:r>
      <w:r>
        <w:tab/>
        <w:t>1.013e0</w:t>
      </w:r>
    </w:p>
    <w:p w:rsidR="005B3ED9" w:rsidRDefault="005B3ED9" w:rsidP="005B3ED9">
      <w:r>
        <w:t>726.9601</w:t>
      </w:r>
      <w:r>
        <w:tab/>
        <w:t>1.013e0</w:t>
      </w:r>
    </w:p>
    <w:p w:rsidR="005B3ED9" w:rsidRDefault="005B3ED9" w:rsidP="005B3ED9">
      <w:r>
        <w:t>727.1078</w:t>
      </w:r>
      <w:r>
        <w:tab/>
        <w:t>1.013e0</w:t>
      </w:r>
    </w:p>
    <w:p w:rsidR="005B3ED9" w:rsidRDefault="005B3ED9" w:rsidP="005B3ED9">
      <w:r>
        <w:t>727.2064</w:t>
      </w:r>
      <w:r>
        <w:tab/>
        <w:t>1.013e0</w:t>
      </w:r>
    </w:p>
    <w:p w:rsidR="005B3ED9" w:rsidRDefault="005B3ED9" w:rsidP="005B3ED9">
      <w:r>
        <w:t>727.3051</w:t>
      </w:r>
      <w:r>
        <w:tab/>
        <w:t>2.025e0</w:t>
      </w:r>
    </w:p>
    <w:p w:rsidR="005B3ED9" w:rsidRDefault="005B3ED9" w:rsidP="005B3ED9">
      <w:r>
        <w:t>727.3666</w:t>
      </w:r>
      <w:r>
        <w:tab/>
        <w:t>1.013e0</w:t>
      </w:r>
    </w:p>
    <w:p w:rsidR="005B3ED9" w:rsidRDefault="005B3ED9" w:rsidP="005B3ED9">
      <w:r>
        <w:t>727.4530</w:t>
      </w:r>
      <w:r>
        <w:tab/>
        <w:t>1.013e0</w:t>
      </w:r>
    </w:p>
    <w:p w:rsidR="005B3ED9" w:rsidRDefault="005B3ED9" w:rsidP="005B3ED9">
      <w:r>
        <w:t>727.4551</w:t>
      </w:r>
      <w:r>
        <w:tab/>
        <w:t>1.013e0</w:t>
      </w:r>
    </w:p>
    <w:p w:rsidR="005B3ED9" w:rsidRDefault="005B3ED9" w:rsidP="005B3ED9">
      <w:r>
        <w:t>727.4775</w:t>
      </w:r>
      <w:r>
        <w:tab/>
        <w:t>1.013e0</w:t>
      </w:r>
    </w:p>
    <w:p w:rsidR="005B3ED9" w:rsidRDefault="005B3ED9" w:rsidP="005B3ED9">
      <w:r>
        <w:t>727.5146</w:t>
      </w:r>
      <w:r>
        <w:tab/>
        <w:t>1.013e0</w:t>
      </w:r>
    </w:p>
    <w:p w:rsidR="005B3ED9" w:rsidRDefault="005B3ED9" w:rsidP="005B3ED9">
      <w:r>
        <w:lastRenderedPageBreak/>
        <w:t>727.7981</w:t>
      </w:r>
      <w:r>
        <w:tab/>
        <w:t>1.013e0</w:t>
      </w:r>
    </w:p>
    <w:p w:rsidR="005B3ED9" w:rsidRDefault="005B3ED9" w:rsidP="005B3ED9">
      <w:r>
        <w:t>727.8662</w:t>
      </w:r>
      <w:r>
        <w:tab/>
        <w:t>1.013e0</w:t>
      </w:r>
    </w:p>
    <w:p w:rsidR="005B3ED9" w:rsidRDefault="005B3ED9" w:rsidP="005B3ED9">
      <w:r>
        <w:t>727.8969</w:t>
      </w:r>
      <w:r>
        <w:tab/>
        <w:t>1.013e0</w:t>
      </w:r>
    </w:p>
    <w:p w:rsidR="005B3ED9" w:rsidRDefault="005B3ED9" w:rsidP="005B3ED9">
      <w:r>
        <w:t>727.9412</w:t>
      </w:r>
      <w:r>
        <w:tab/>
        <w:t>2.025e0</w:t>
      </w:r>
    </w:p>
    <w:p w:rsidR="005B3ED9" w:rsidRDefault="005B3ED9" w:rsidP="005B3ED9">
      <w:r>
        <w:t>727.9708</w:t>
      </w:r>
      <w:r>
        <w:tab/>
        <w:t>1.013e0</w:t>
      </w:r>
    </w:p>
    <w:p w:rsidR="005B3ED9" w:rsidRDefault="005B3ED9" w:rsidP="005B3ED9">
      <w:r>
        <w:t>728.0201</w:t>
      </w:r>
      <w:r>
        <w:tab/>
        <w:t>1.013e0</w:t>
      </w:r>
    </w:p>
    <w:p w:rsidR="005B3ED9" w:rsidRDefault="005B3ED9" w:rsidP="005B3ED9">
      <w:r>
        <w:t>728.0942</w:t>
      </w:r>
      <w:r>
        <w:tab/>
        <w:t>1.013e0</w:t>
      </w:r>
    </w:p>
    <w:p w:rsidR="005B3ED9" w:rsidRDefault="005B3ED9" w:rsidP="005B3ED9">
      <w:r>
        <w:t>728.1573</w:t>
      </w:r>
      <w:r>
        <w:tab/>
        <w:t>1.013e0</w:t>
      </w:r>
    </w:p>
    <w:p w:rsidR="005B3ED9" w:rsidRDefault="005B3ED9" w:rsidP="005B3ED9">
      <w:r>
        <w:t>728.1744</w:t>
      </w:r>
      <w:r>
        <w:tab/>
        <w:t>2.025e0</w:t>
      </w:r>
    </w:p>
    <w:p w:rsidR="005B3ED9" w:rsidRDefault="005B3ED9" w:rsidP="005B3ED9">
      <w:r>
        <w:t>728.2915</w:t>
      </w:r>
      <w:r>
        <w:tab/>
        <w:t>1.013e0</w:t>
      </w:r>
    </w:p>
    <w:p w:rsidR="005B3ED9" w:rsidRDefault="005B3ED9" w:rsidP="005B3ED9">
      <w:r>
        <w:t>728.3779</w:t>
      </w:r>
      <w:r>
        <w:tab/>
        <w:t>1.013e0</w:t>
      </w:r>
    </w:p>
    <w:p w:rsidR="005B3ED9" w:rsidRDefault="005B3ED9" w:rsidP="005B3ED9">
      <w:r>
        <w:t>728.4368</w:t>
      </w:r>
      <w:r>
        <w:tab/>
        <w:t>2.025e0</w:t>
      </w:r>
    </w:p>
    <w:p w:rsidR="005B3ED9" w:rsidRDefault="005B3ED9" w:rsidP="005B3ED9">
      <w:r>
        <w:t>728.5243</w:t>
      </w:r>
      <w:r>
        <w:tab/>
        <w:t>3.038e0</w:t>
      </w:r>
    </w:p>
    <w:p w:rsidR="005B3ED9" w:rsidRDefault="005B3ED9" w:rsidP="005B3ED9">
      <w:r>
        <w:t>728.5343</w:t>
      </w:r>
      <w:r>
        <w:tab/>
        <w:t>1.013e0</w:t>
      </w:r>
    </w:p>
    <w:p w:rsidR="005B3ED9" w:rsidRDefault="005B3ED9" w:rsidP="005B3ED9">
      <w:r>
        <w:t>728.5384</w:t>
      </w:r>
      <w:r>
        <w:tab/>
        <w:t>1.013e0</w:t>
      </w:r>
    </w:p>
    <w:p w:rsidR="005B3ED9" w:rsidRDefault="005B3ED9" w:rsidP="005B3ED9">
      <w:r>
        <w:t>728.5877</w:t>
      </w:r>
      <w:r>
        <w:tab/>
        <w:t>1.013e0</w:t>
      </w:r>
    </w:p>
    <w:p w:rsidR="005B3ED9" w:rsidRDefault="005B3ED9" w:rsidP="005B3ED9">
      <w:r>
        <w:t>728.6088</w:t>
      </w:r>
      <w:r>
        <w:tab/>
        <w:t>2.025e0</w:t>
      </w:r>
    </w:p>
    <w:p w:rsidR="005B3ED9" w:rsidRDefault="005B3ED9" w:rsidP="005B3ED9">
      <w:r>
        <w:t>728.6865</w:t>
      </w:r>
      <w:r>
        <w:tab/>
        <w:t>1.013e0</w:t>
      </w:r>
    </w:p>
    <w:p w:rsidR="005B3ED9" w:rsidRDefault="005B3ED9" w:rsidP="005B3ED9">
      <w:r>
        <w:t>728.7853</w:t>
      </w:r>
      <w:r>
        <w:tab/>
        <w:t>1.013e0</w:t>
      </w:r>
    </w:p>
    <w:p w:rsidR="005B3ED9" w:rsidRDefault="005B3ED9" w:rsidP="005B3ED9">
      <w:r>
        <w:lastRenderedPageBreak/>
        <w:t>728.8426</w:t>
      </w:r>
      <w:r>
        <w:tab/>
        <w:t>1.013e0</w:t>
      </w:r>
    </w:p>
    <w:p w:rsidR="005B3ED9" w:rsidRDefault="005B3ED9" w:rsidP="005B3ED9">
      <w:r>
        <w:t>728.9828</w:t>
      </w:r>
      <w:r>
        <w:tab/>
        <w:t>1.013e0</w:t>
      </w:r>
    </w:p>
    <w:p w:rsidR="005B3ED9" w:rsidRDefault="005B3ED9" w:rsidP="005B3ED9">
      <w:r>
        <w:t>729.0076</w:t>
      </w:r>
      <w:r>
        <w:tab/>
        <w:t>1.013e0</w:t>
      </w:r>
    </w:p>
    <w:p w:rsidR="005B3ED9" w:rsidRDefault="005B3ED9" w:rsidP="005B3ED9">
      <w:r>
        <w:t>729.0322</w:t>
      </w:r>
      <w:r>
        <w:tab/>
        <w:t>1.013e0</w:t>
      </w:r>
    </w:p>
    <w:p w:rsidR="005B3ED9" w:rsidRDefault="005B3ED9" w:rsidP="005B3ED9">
      <w:r>
        <w:t>729.0570</w:t>
      </w:r>
      <w:r>
        <w:tab/>
        <w:t>1.013e0</w:t>
      </w:r>
    </w:p>
    <w:p w:rsidR="005B3ED9" w:rsidRDefault="005B3ED9" w:rsidP="005B3ED9">
      <w:r>
        <w:t>729.2731</w:t>
      </w:r>
      <w:r>
        <w:tab/>
        <w:t>2.025e0</w:t>
      </w:r>
    </w:p>
    <w:p w:rsidR="005B3ED9" w:rsidRDefault="005B3ED9" w:rsidP="005B3ED9">
      <w:r>
        <w:t>729.3396</w:t>
      </w:r>
      <w:r>
        <w:tab/>
        <w:t>1.013e0</w:t>
      </w:r>
    </w:p>
    <w:p w:rsidR="005B3ED9" w:rsidRDefault="005B3ED9" w:rsidP="005B3ED9">
      <w:r>
        <w:t>729.4029</w:t>
      </w:r>
      <w:r>
        <w:tab/>
        <w:t>1.013e0</w:t>
      </w:r>
    </w:p>
    <w:p w:rsidR="005B3ED9" w:rsidRDefault="005B3ED9" w:rsidP="005B3ED9">
      <w:r>
        <w:t>729.4523</w:t>
      </w:r>
      <w:r>
        <w:tab/>
        <w:t>1.013e0</w:t>
      </w:r>
    </w:p>
    <w:p w:rsidR="005B3ED9" w:rsidRDefault="005B3ED9" w:rsidP="005B3ED9">
      <w:r>
        <w:t>729.4931</w:t>
      </w:r>
      <w:r>
        <w:tab/>
        <w:t>2.025e0</w:t>
      </w:r>
    </w:p>
    <w:p w:rsidR="005B3ED9" w:rsidRDefault="005B3ED9" w:rsidP="005B3ED9">
      <w:r>
        <w:t>729.5018</w:t>
      </w:r>
      <w:r>
        <w:tab/>
        <w:t>1.013e0</w:t>
      </w:r>
    </w:p>
    <w:p w:rsidR="005B3ED9" w:rsidRDefault="005B3ED9" w:rsidP="005B3ED9">
      <w:r>
        <w:t>729.5202</w:t>
      </w:r>
      <w:r>
        <w:tab/>
        <w:t>2.025e0</w:t>
      </w:r>
    </w:p>
    <w:p w:rsidR="005B3ED9" w:rsidRDefault="005B3ED9" w:rsidP="005B3ED9">
      <w:r>
        <w:t>729.7162</w:t>
      </w:r>
      <w:r>
        <w:tab/>
        <w:t>1.013e0</w:t>
      </w:r>
    </w:p>
    <w:p w:rsidR="005B3ED9" w:rsidRDefault="005B3ED9" w:rsidP="005B3ED9">
      <w:r>
        <w:t>729.8019</w:t>
      </w:r>
      <w:r>
        <w:tab/>
        <w:t>1.013e0</w:t>
      </w:r>
    </w:p>
    <w:p w:rsidR="005B3ED9" w:rsidRDefault="005B3ED9" w:rsidP="005B3ED9">
      <w:r>
        <w:t>729.8231</w:t>
      </w:r>
      <w:r>
        <w:tab/>
        <w:t>2.025e0</w:t>
      </w:r>
    </w:p>
    <w:p w:rsidR="005B3ED9" w:rsidRDefault="005B3ED9" w:rsidP="005B3ED9">
      <w:r>
        <w:t>729.8973</w:t>
      </w:r>
      <w:r>
        <w:tab/>
        <w:t>1.013e0</w:t>
      </w:r>
    </w:p>
    <w:p w:rsidR="005B3ED9" w:rsidRDefault="005B3ED9" w:rsidP="005B3ED9">
      <w:r>
        <w:t>729.9220</w:t>
      </w:r>
      <w:r>
        <w:tab/>
        <w:t>2.025e0</w:t>
      </w:r>
    </w:p>
    <w:p w:rsidR="005B3ED9" w:rsidRDefault="005B3ED9" w:rsidP="005B3ED9">
      <w:r>
        <w:t>729.9714</w:t>
      </w:r>
      <w:r>
        <w:tab/>
        <w:t>1.013e0</w:t>
      </w:r>
    </w:p>
    <w:p w:rsidR="005B3ED9" w:rsidRDefault="005B3ED9" w:rsidP="005B3ED9">
      <w:r>
        <w:t>730.1199</w:t>
      </w:r>
      <w:r>
        <w:tab/>
        <w:t>1.013e0</w:t>
      </w:r>
    </w:p>
    <w:p w:rsidR="005B3ED9" w:rsidRDefault="005B3ED9" w:rsidP="005B3ED9">
      <w:r>
        <w:lastRenderedPageBreak/>
        <w:t>730.1323</w:t>
      </w:r>
      <w:r>
        <w:tab/>
        <w:t>2.025e0</w:t>
      </w:r>
    </w:p>
    <w:p w:rsidR="005B3ED9" w:rsidRDefault="005B3ED9" w:rsidP="005B3ED9">
      <w:r>
        <w:t>730.3054</w:t>
      </w:r>
      <w:r>
        <w:tab/>
        <w:t>1.013e0</w:t>
      </w:r>
    </w:p>
    <w:p w:rsidR="005B3ED9" w:rsidRDefault="005B3ED9" w:rsidP="005B3ED9">
      <w:r>
        <w:t>730.3672</w:t>
      </w:r>
      <w:r>
        <w:tab/>
        <w:t>1.013e0</w:t>
      </w:r>
    </w:p>
    <w:p w:rsidR="005B3ED9" w:rsidRDefault="005B3ED9" w:rsidP="005B3ED9">
      <w:r>
        <w:t>730.4168</w:t>
      </w:r>
      <w:r>
        <w:tab/>
        <w:t>1.013e0</w:t>
      </w:r>
    </w:p>
    <w:p w:rsidR="005B3ED9" w:rsidRDefault="005B3ED9" w:rsidP="005B3ED9">
      <w:r>
        <w:t>730.4697</w:t>
      </w:r>
      <w:r>
        <w:tab/>
        <w:t>1.013e0</w:t>
      </w:r>
    </w:p>
    <w:p w:rsidR="005B3ED9" w:rsidRDefault="005B3ED9" w:rsidP="005B3ED9">
      <w:r>
        <w:t>730.4786</w:t>
      </w:r>
      <w:r>
        <w:tab/>
        <w:t>1.013e0</w:t>
      </w:r>
    </w:p>
    <w:p w:rsidR="005B3ED9" w:rsidRDefault="005B3ED9" w:rsidP="005B3ED9">
      <w:r>
        <w:t>730.5399</w:t>
      </w:r>
      <w:r>
        <w:tab/>
        <w:t>3.038e0</w:t>
      </w:r>
    </w:p>
    <w:p w:rsidR="005B3ED9" w:rsidRDefault="005B3ED9" w:rsidP="005B3ED9">
      <w:r>
        <w:t>730.5776</w:t>
      </w:r>
      <w:r>
        <w:tab/>
        <w:t>1.013e0</w:t>
      </w:r>
    </w:p>
    <w:p w:rsidR="005B3ED9" w:rsidRDefault="005B3ED9" w:rsidP="005B3ED9">
      <w:r>
        <w:t>730.5900</w:t>
      </w:r>
      <w:r>
        <w:tab/>
        <w:t>2.025e0</w:t>
      </w:r>
    </w:p>
    <w:p w:rsidR="005B3ED9" w:rsidRDefault="005B3ED9" w:rsidP="005B3ED9">
      <w:r>
        <w:t>730.7468</w:t>
      </w:r>
      <w:r>
        <w:tab/>
        <w:t>2.025e0</w:t>
      </w:r>
    </w:p>
    <w:p w:rsidR="005B3ED9" w:rsidRDefault="005B3ED9" w:rsidP="005B3ED9">
      <w:r>
        <w:t>730.8500</w:t>
      </w:r>
      <w:r>
        <w:tab/>
        <w:t>1.013e0</w:t>
      </w:r>
    </w:p>
    <w:p w:rsidR="005B3ED9" w:rsidRDefault="005B3ED9" w:rsidP="005B3ED9">
      <w:r>
        <w:t>730.8748</w:t>
      </w:r>
      <w:r>
        <w:tab/>
        <w:t>1.013e0</w:t>
      </w:r>
    </w:p>
    <w:p w:rsidR="005B3ED9" w:rsidRDefault="005B3ED9" w:rsidP="005B3ED9">
      <w:r>
        <w:t>730.9056</w:t>
      </w:r>
      <w:r>
        <w:tab/>
        <w:t>2.025e0</w:t>
      </w:r>
    </w:p>
    <w:p w:rsidR="005B3ED9" w:rsidRDefault="005B3ED9" w:rsidP="005B3ED9">
      <w:r>
        <w:t>730.9738</w:t>
      </w:r>
      <w:r>
        <w:tab/>
        <w:t>1.013e0</w:t>
      </w:r>
    </w:p>
    <w:p w:rsidR="005B3ED9" w:rsidRDefault="005B3ED9" w:rsidP="005B3ED9">
      <w:r>
        <w:t>730.9985</w:t>
      </w:r>
      <w:r>
        <w:tab/>
        <w:t>1.013e0</w:t>
      </w:r>
    </w:p>
    <w:p w:rsidR="005B3ED9" w:rsidRDefault="005B3ED9" w:rsidP="005B3ED9">
      <w:r>
        <w:t>731.0356</w:t>
      </w:r>
      <w:r>
        <w:tab/>
        <w:t>1.013e0</w:t>
      </w:r>
    </w:p>
    <w:p w:rsidR="005B3ED9" w:rsidRDefault="005B3ED9" w:rsidP="005B3ED9">
      <w:r>
        <w:t>731.2009</w:t>
      </w:r>
      <w:r>
        <w:tab/>
        <w:t>3.038e0</w:t>
      </w:r>
    </w:p>
    <w:p w:rsidR="005B3ED9" w:rsidRDefault="005B3ED9" w:rsidP="005B3ED9">
      <w:r>
        <w:t>731.4116</w:t>
      </w:r>
      <w:r>
        <w:tab/>
        <w:t>1.013e0</w:t>
      </w:r>
    </w:p>
    <w:p w:rsidR="005B3ED9" w:rsidRDefault="005B3ED9" w:rsidP="005B3ED9">
      <w:r>
        <w:t>731.4568</w:t>
      </w:r>
      <w:r>
        <w:tab/>
        <w:t>1.013e0</w:t>
      </w:r>
    </w:p>
    <w:p w:rsidR="005B3ED9" w:rsidRDefault="005B3ED9" w:rsidP="005B3ED9">
      <w:r>
        <w:lastRenderedPageBreak/>
        <w:t>731.4816</w:t>
      </w:r>
      <w:r>
        <w:tab/>
        <w:t>1.013e0</w:t>
      </w:r>
    </w:p>
    <w:p w:rsidR="005B3ED9" w:rsidRDefault="005B3ED9" w:rsidP="005B3ED9">
      <w:r>
        <w:t>731.5825</w:t>
      </w:r>
      <w:r>
        <w:tab/>
        <w:t>1.013e0</w:t>
      </w:r>
    </w:p>
    <w:p w:rsidR="005B3ED9" w:rsidRDefault="005B3ED9" w:rsidP="005B3ED9">
      <w:r>
        <w:t>731.6552</w:t>
      </w:r>
      <w:r>
        <w:tab/>
        <w:t>1.013e0</w:t>
      </w:r>
    </w:p>
    <w:p w:rsidR="005B3ED9" w:rsidRDefault="005B3ED9" w:rsidP="005B3ED9">
      <w:r>
        <w:t>731.7170</w:t>
      </w:r>
      <w:r>
        <w:tab/>
        <w:t>1.013e0</w:t>
      </w:r>
    </w:p>
    <w:p w:rsidR="005B3ED9" w:rsidRDefault="005B3ED9" w:rsidP="005B3ED9">
      <w:r>
        <w:t>731.8266</w:t>
      </w:r>
      <w:r>
        <w:tab/>
        <w:t>2.025e0</w:t>
      </w:r>
    </w:p>
    <w:p w:rsidR="005B3ED9" w:rsidRDefault="005B3ED9" w:rsidP="005B3ED9">
      <w:r>
        <w:t>731.8658</w:t>
      </w:r>
      <w:r>
        <w:tab/>
        <w:t>1.013e0</w:t>
      </w:r>
    </w:p>
    <w:p w:rsidR="005B3ED9" w:rsidRDefault="005B3ED9" w:rsidP="005B3ED9">
      <w:r>
        <w:t>732.0145</w:t>
      </w:r>
      <w:r>
        <w:tab/>
        <w:t>1.013e0</w:t>
      </w:r>
    </w:p>
    <w:p w:rsidR="005B3ED9" w:rsidRDefault="005B3ED9" w:rsidP="005B3ED9">
      <w:r>
        <w:t>732.0270</w:t>
      </w:r>
      <w:r>
        <w:tab/>
        <w:t>1.013e0</w:t>
      </w:r>
    </w:p>
    <w:p w:rsidR="005B3ED9" w:rsidRDefault="005B3ED9" w:rsidP="005B3ED9">
      <w:r>
        <w:t>732.0706</w:t>
      </w:r>
      <w:r>
        <w:tab/>
        <w:t>2.025e0</w:t>
      </w:r>
    </w:p>
    <w:p w:rsidR="005B3ED9" w:rsidRDefault="005B3ED9" w:rsidP="005B3ED9">
      <w:r>
        <w:t>732.1378</w:t>
      </w:r>
      <w:r>
        <w:tab/>
        <w:t>2.025e0</w:t>
      </w:r>
    </w:p>
    <w:p w:rsidR="005B3ED9" w:rsidRDefault="005B3ED9" w:rsidP="005B3ED9">
      <w:r>
        <w:t>732.1567</w:t>
      </w:r>
      <w:r>
        <w:tab/>
        <w:t>2.025e0</w:t>
      </w:r>
    </w:p>
    <w:p w:rsidR="005B3ED9" w:rsidRDefault="005B3ED9" w:rsidP="005B3ED9">
      <w:r>
        <w:t>732.2626</w:t>
      </w:r>
      <w:r>
        <w:tab/>
        <w:t>1.013e0</w:t>
      </w:r>
    </w:p>
    <w:p w:rsidR="005B3ED9" w:rsidRDefault="005B3ED9" w:rsidP="005B3ED9">
      <w:r>
        <w:t>732.2998</w:t>
      </w:r>
      <w:r>
        <w:tab/>
        <w:t>1.013e0</w:t>
      </w:r>
    </w:p>
    <w:p w:rsidR="005B3ED9" w:rsidRDefault="005B3ED9" w:rsidP="005B3ED9">
      <w:r>
        <w:t>732.3187</w:t>
      </w:r>
      <w:r>
        <w:tab/>
        <w:t>1.013e0</w:t>
      </w:r>
    </w:p>
    <w:p w:rsidR="005B3ED9" w:rsidRDefault="005B3ED9" w:rsidP="005B3ED9">
      <w:r>
        <w:t>732.3928</w:t>
      </w:r>
      <w:r>
        <w:tab/>
        <w:t>2.025e0</w:t>
      </w:r>
    </w:p>
    <w:p w:rsidR="005B3ED9" w:rsidRDefault="005B3ED9" w:rsidP="005B3ED9">
      <w:r>
        <w:t>732.4557</w:t>
      </w:r>
      <w:r>
        <w:tab/>
        <w:t>1.013e0</w:t>
      </w:r>
    </w:p>
    <w:p w:rsidR="005B3ED9" w:rsidRDefault="005B3ED9" w:rsidP="005B3ED9">
      <w:r>
        <w:t>732.4610</w:t>
      </w:r>
      <w:r>
        <w:tab/>
        <w:t>1.013e0</w:t>
      </w:r>
    </w:p>
    <w:p w:rsidR="005B3ED9" w:rsidRDefault="005B3ED9" w:rsidP="005B3ED9">
      <w:r>
        <w:t>732.5107</w:t>
      </w:r>
      <w:r>
        <w:tab/>
        <w:t>1.013e0</w:t>
      </w:r>
    </w:p>
    <w:p w:rsidR="005B3ED9" w:rsidRDefault="005B3ED9" w:rsidP="005B3ED9">
      <w:r>
        <w:t>732.5311</w:t>
      </w:r>
      <w:r>
        <w:tab/>
        <w:t>3.038e0</w:t>
      </w:r>
    </w:p>
    <w:p w:rsidR="005B3ED9" w:rsidRDefault="005B3ED9" w:rsidP="005B3ED9">
      <w:r>
        <w:lastRenderedPageBreak/>
        <w:t>732.5648</w:t>
      </w:r>
      <w:r>
        <w:tab/>
        <w:t>3.038e0</w:t>
      </w:r>
    </w:p>
    <w:p w:rsidR="005B3ED9" w:rsidRDefault="005B3ED9" w:rsidP="005B3ED9">
      <w:r>
        <w:t>732.5755</w:t>
      </w:r>
      <w:r>
        <w:tab/>
        <w:t>1.013e0</w:t>
      </w:r>
    </w:p>
    <w:p w:rsidR="005B3ED9" w:rsidRDefault="005B3ED9" w:rsidP="005B3ED9">
      <w:r>
        <w:t>732.6698</w:t>
      </w:r>
      <w:r>
        <w:tab/>
        <w:t>2.025e0</w:t>
      </w:r>
    </w:p>
    <w:p w:rsidR="005B3ED9" w:rsidRDefault="005B3ED9" w:rsidP="005B3ED9">
      <w:r>
        <w:t>732.9411</w:t>
      </w:r>
      <w:r>
        <w:tab/>
        <w:t>2.025e0</w:t>
      </w:r>
    </w:p>
    <w:p w:rsidR="005B3ED9" w:rsidRDefault="005B3ED9" w:rsidP="005B3ED9">
      <w:r>
        <w:t>732.9521</w:t>
      </w:r>
      <w:r>
        <w:tab/>
        <w:t>1.013e0</w:t>
      </w:r>
    </w:p>
    <w:p w:rsidR="005B3ED9" w:rsidRDefault="005B3ED9" w:rsidP="005B3ED9">
      <w:r>
        <w:t>732.9574</w:t>
      </w:r>
      <w:r>
        <w:tab/>
        <w:t>1.013e0</w:t>
      </w:r>
    </w:p>
    <w:p w:rsidR="005B3ED9" w:rsidRDefault="005B3ED9" w:rsidP="005B3ED9">
      <w:r>
        <w:t>733.0720</w:t>
      </w:r>
      <w:r>
        <w:tab/>
        <w:t>1.013e0</w:t>
      </w:r>
    </w:p>
    <w:p w:rsidR="005B3ED9" w:rsidRDefault="005B3ED9" w:rsidP="005B3ED9">
      <w:r>
        <w:t>733.1561</w:t>
      </w:r>
      <w:r>
        <w:tab/>
        <w:t>1.013e0</w:t>
      </w:r>
    </w:p>
    <w:p w:rsidR="005B3ED9" w:rsidRDefault="005B3ED9" w:rsidP="005B3ED9">
      <w:r>
        <w:t>733.1746</w:t>
      </w:r>
      <w:r>
        <w:tab/>
        <w:t>1.013e0</w:t>
      </w:r>
    </w:p>
    <w:p w:rsidR="005B3ED9" w:rsidRDefault="005B3ED9" w:rsidP="005B3ED9">
      <w:r>
        <w:t>733.2260</w:t>
      </w:r>
      <w:r>
        <w:tab/>
        <w:t>1.013e0</w:t>
      </w:r>
    </w:p>
    <w:p w:rsidR="005B3ED9" w:rsidRDefault="005B3ED9" w:rsidP="005B3ED9">
      <w:r>
        <w:t>733.3423</w:t>
      </w:r>
      <w:r>
        <w:tab/>
        <w:t>1.013e0</w:t>
      </w:r>
    </w:p>
    <w:p w:rsidR="005B3ED9" w:rsidRDefault="005B3ED9" w:rsidP="005B3ED9">
      <w:r>
        <w:t>733.3972</w:t>
      </w:r>
      <w:r>
        <w:tab/>
        <w:t>1.013e0</w:t>
      </w:r>
    </w:p>
    <w:p w:rsidR="005B3ED9" w:rsidRDefault="005B3ED9" w:rsidP="005B3ED9">
      <w:r>
        <w:t>733.4079</w:t>
      </w:r>
      <w:r>
        <w:tab/>
        <w:t>3.038e0</w:t>
      </w:r>
    </w:p>
    <w:p w:rsidR="005B3ED9" w:rsidRDefault="005B3ED9" w:rsidP="005B3ED9">
      <w:r>
        <w:t>733.4143</w:t>
      </w:r>
      <w:r>
        <w:tab/>
        <w:t>1.013e0</w:t>
      </w:r>
    </w:p>
    <w:p w:rsidR="005B3ED9" w:rsidRDefault="005B3ED9" w:rsidP="005B3ED9">
      <w:r>
        <w:t>733.4998</w:t>
      </w:r>
      <w:r>
        <w:tab/>
        <w:t>1.013e0</w:t>
      </w:r>
    </w:p>
    <w:p w:rsidR="005B3ED9" w:rsidRDefault="005B3ED9" w:rsidP="005B3ED9">
      <w:r>
        <w:t>733.5411</w:t>
      </w:r>
      <w:r>
        <w:tab/>
        <w:t>1.013e0</w:t>
      </w:r>
    </w:p>
    <w:p w:rsidR="005B3ED9" w:rsidRDefault="005B3ED9" w:rsidP="005B3ED9">
      <w:r>
        <w:t>733.5660</w:t>
      </w:r>
      <w:r>
        <w:tab/>
        <w:t>1.013e0</w:t>
      </w:r>
    </w:p>
    <w:p w:rsidR="005B3ED9" w:rsidRDefault="005B3ED9" w:rsidP="005B3ED9">
      <w:r>
        <w:t>733.6368</w:t>
      </w:r>
      <w:r>
        <w:tab/>
        <w:t>1.013e0</w:t>
      </w:r>
    </w:p>
    <w:p w:rsidR="005B3ED9" w:rsidRDefault="005B3ED9" w:rsidP="005B3ED9">
      <w:r>
        <w:t>733.7275</w:t>
      </w:r>
      <w:r>
        <w:tab/>
        <w:t>1.013e0</w:t>
      </w:r>
    </w:p>
    <w:p w:rsidR="005B3ED9" w:rsidRDefault="005B3ED9" w:rsidP="005B3ED9">
      <w:r>
        <w:lastRenderedPageBreak/>
        <w:t>733.7744</w:t>
      </w:r>
      <w:r>
        <w:tab/>
        <w:t>2.025e0</w:t>
      </w:r>
    </w:p>
    <w:p w:rsidR="005B3ED9" w:rsidRDefault="005B3ED9" w:rsidP="005B3ED9">
      <w:r>
        <w:t>733.8252</w:t>
      </w:r>
      <w:r>
        <w:tab/>
        <w:t>1.013e0</w:t>
      </w:r>
    </w:p>
    <w:p w:rsidR="005B3ED9" w:rsidRDefault="005B3ED9" w:rsidP="005B3ED9">
      <w:r>
        <w:t>733.9512</w:t>
      </w:r>
      <w:r>
        <w:tab/>
        <w:t>1.013e0</w:t>
      </w:r>
    </w:p>
    <w:p w:rsidR="005B3ED9" w:rsidRDefault="005B3ED9" w:rsidP="005B3ED9">
      <w:r>
        <w:t>733.9791</w:t>
      </w:r>
      <w:r>
        <w:tab/>
        <w:t>1.013e0</w:t>
      </w:r>
    </w:p>
    <w:p w:rsidR="005B3ED9" w:rsidRDefault="005B3ED9" w:rsidP="005B3ED9">
      <w:r>
        <w:t>733.9885</w:t>
      </w:r>
      <w:r>
        <w:tab/>
        <w:t>1.013e0</w:t>
      </w:r>
    </w:p>
    <w:p w:rsidR="005B3ED9" w:rsidRDefault="005B3ED9" w:rsidP="005B3ED9">
      <w:r>
        <w:t>733.9962</w:t>
      </w:r>
      <w:r>
        <w:tab/>
        <w:t>1.013e0</w:t>
      </w:r>
    </w:p>
    <w:p w:rsidR="005B3ED9" w:rsidRDefault="005B3ED9" w:rsidP="005B3ED9">
      <w:r>
        <w:t>734.0507</w:t>
      </w:r>
      <w:r>
        <w:tab/>
        <w:t>1.013e0</w:t>
      </w:r>
    </w:p>
    <w:p w:rsidR="005B3ED9" w:rsidRDefault="005B3ED9" w:rsidP="005B3ED9">
      <w:r>
        <w:t>734.2082</w:t>
      </w:r>
      <w:r>
        <w:tab/>
        <w:t>2.025e0</w:t>
      </w:r>
    </w:p>
    <w:p w:rsidR="005B3ED9" w:rsidRDefault="005B3ED9" w:rsidP="005B3ED9">
      <w:r>
        <w:t>734.3044</w:t>
      </w:r>
      <w:r>
        <w:tab/>
        <w:t>1.013e0</w:t>
      </w:r>
    </w:p>
    <w:p w:rsidR="005B3ED9" w:rsidRDefault="005B3ED9" w:rsidP="005B3ED9">
      <w:r>
        <w:t>734.3214</w:t>
      </w:r>
      <w:r>
        <w:tab/>
        <w:t>1.013e0</w:t>
      </w:r>
    </w:p>
    <w:p w:rsidR="005B3ED9" w:rsidRDefault="005B3ED9" w:rsidP="005B3ED9">
      <w:r>
        <w:t>734.3899</w:t>
      </w:r>
      <w:r>
        <w:tab/>
        <w:t>1.013e0</w:t>
      </w:r>
    </w:p>
    <w:p w:rsidR="005B3ED9" w:rsidRDefault="005B3ED9" w:rsidP="005B3ED9">
      <w:r>
        <w:t>734.4112</w:t>
      </w:r>
      <w:r>
        <w:tab/>
        <w:t>1.013e0</w:t>
      </w:r>
    </w:p>
    <w:p w:rsidR="005B3ED9" w:rsidRDefault="005B3ED9" w:rsidP="005B3ED9">
      <w:r>
        <w:t>734.4485</w:t>
      </w:r>
      <w:r>
        <w:tab/>
        <w:t>1.013e0</w:t>
      </w:r>
    </w:p>
    <w:p w:rsidR="005B3ED9" w:rsidRDefault="005B3ED9" w:rsidP="005B3ED9">
      <w:r>
        <w:t>734.4859</w:t>
      </w:r>
      <w:r>
        <w:tab/>
        <w:t>1.013e0</w:t>
      </w:r>
    </w:p>
    <w:p w:rsidR="005B3ED9" w:rsidRDefault="005B3ED9" w:rsidP="005B3ED9">
      <w:r>
        <w:t>734.5438</w:t>
      </w:r>
      <w:r>
        <w:tab/>
        <w:t>1.013e0</w:t>
      </w:r>
    </w:p>
    <w:p w:rsidR="005B3ED9" w:rsidRDefault="005B3ED9" w:rsidP="005B3ED9">
      <w:r>
        <w:t>734.6473</w:t>
      </w:r>
      <w:r>
        <w:tab/>
        <w:t>3.038e0</w:t>
      </w:r>
    </w:p>
    <w:p w:rsidR="005B3ED9" w:rsidRDefault="005B3ED9" w:rsidP="005B3ED9">
      <w:r>
        <w:t>734.7321</w:t>
      </w:r>
      <w:r>
        <w:tab/>
        <w:t>1.013e0</w:t>
      </w:r>
    </w:p>
    <w:p w:rsidR="005B3ED9" w:rsidRDefault="005B3ED9" w:rsidP="005B3ED9">
      <w:r>
        <w:t>734.7347</w:t>
      </w:r>
      <w:r>
        <w:tab/>
        <w:t>1.013e0</w:t>
      </w:r>
    </w:p>
    <w:p w:rsidR="005B3ED9" w:rsidRDefault="005B3ED9" w:rsidP="005B3ED9">
      <w:r>
        <w:t>734.7838</w:t>
      </w:r>
      <w:r>
        <w:tab/>
        <w:t>2.025e0</w:t>
      </w:r>
    </w:p>
    <w:p w:rsidR="005B3ED9" w:rsidRDefault="005B3ED9" w:rsidP="005B3ED9">
      <w:r>
        <w:lastRenderedPageBreak/>
        <w:t>734.8715</w:t>
      </w:r>
      <w:r>
        <w:tab/>
        <w:t>1.013e0</w:t>
      </w:r>
    </w:p>
    <w:p w:rsidR="005B3ED9" w:rsidRDefault="005B3ED9" w:rsidP="005B3ED9">
      <w:r>
        <w:t>734.9462</w:t>
      </w:r>
      <w:r>
        <w:tab/>
        <w:t>1.013e0</w:t>
      </w:r>
    </w:p>
    <w:p w:rsidR="005B3ED9" w:rsidRDefault="005B3ED9" w:rsidP="005B3ED9">
      <w:r>
        <w:t>734.9711</w:t>
      </w:r>
      <w:r>
        <w:tab/>
        <w:t>1.013e0</w:t>
      </w:r>
    </w:p>
    <w:p w:rsidR="005B3ED9" w:rsidRDefault="005B3ED9" w:rsidP="005B3ED9">
      <w:r>
        <w:t>735.0220</w:t>
      </w:r>
      <w:r>
        <w:tab/>
        <w:t>2.025e0</w:t>
      </w:r>
    </w:p>
    <w:p w:rsidR="005B3ED9" w:rsidRDefault="005B3ED9" w:rsidP="005B3ED9">
      <w:r>
        <w:t>735.0334</w:t>
      </w:r>
      <w:r>
        <w:tab/>
        <w:t>1.013e0</w:t>
      </w:r>
    </w:p>
    <w:p w:rsidR="005B3ED9" w:rsidRDefault="005B3ED9" w:rsidP="005B3ED9">
      <w:r>
        <w:t>735.0400</w:t>
      </w:r>
      <w:r>
        <w:tab/>
        <w:t>1.013e0</w:t>
      </w:r>
    </w:p>
    <w:p w:rsidR="005B3ED9" w:rsidRDefault="005B3ED9" w:rsidP="005B3ED9">
      <w:r>
        <w:t>735.0831</w:t>
      </w:r>
      <w:r>
        <w:tab/>
        <w:t>1.013e0</w:t>
      </w:r>
    </w:p>
    <w:p w:rsidR="005B3ED9" w:rsidRDefault="005B3ED9" w:rsidP="005B3ED9">
      <w:r>
        <w:t>735.2016</w:t>
      </w:r>
      <w:r>
        <w:tab/>
        <w:t>2.025e0</w:t>
      </w:r>
    </w:p>
    <w:p w:rsidR="005B3ED9" w:rsidRDefault="005B3ED9" w:rsidP="005B3ED9">
      <w:r>
        <w:t>735.2823</w:t>
      </w:r>
      <w:r>
        <w:tab/>
        <w:t>1.013e0</w:t>
      </w:r>
    </w:p>
    <w:p w:rsidR="005B3ED9" w:rsidRDefault="005B3ED9" w:rsidP="005B3ED9">
      <w:r>
        <w:t>735.2947</w:t>
      </w:r>
      <w:r>
        <w:tab/>
        <w:t>1.013e0</w:t>
      </w:r>
    </w:p>
    <w:p w:rsidR="005B3ED9" w:rsidRDefault="005B3ED9" w:rsidP="005B3ED9">
      <w:r>
        <w:t>735.3423</w:t>
      </w:r>
      <w:r>
        <w:tab/>
        <w:t>3.038e0</w:t>
      </w:r>
    </w:p>
    <w:p w:rsidR="005B3ED9" w:rsidRDefault="005B3ED9" w:rsidP="005B3ED9">
      <w:r>
        <w:t>735.3820</w:t>
      </w:r>
      <w:r>
        <w:tab/>
        <w:t>1.013e0</w:t>
      </w:r>
    </w:p>
    <w:p w:rsidR="005B3ED9" w:rsidRDefault="005B3ED9" w:rsidP="005B3ED9">
      <w:r>
        <w:t>735.4510</w:t>
      </w:r>
      <w:r>
        <w:tab/>
        <w:t>3.038e0</w:t>
      </w:r>
    </w:p>
    <w:p w:rsidR="005B3ED9" w:rsidRDefault="005B3ED9" w:rsidP="005B3ED9">
      <w:r>
        <w:t>735.5021</w:t>
      </w:r>
      <w:r>
        <w:tab/>
        <w:t>1.013e0</w:t>
      </w:r>
    </w:p>
    <w:p w:rsidR="005B3ED9" w:rsidRDefault="005B3ED9" w:rsidP="005B3ED9">
      <w:r>
        <w:t>735.6219</w:t>
      </w:r>
      <w:r>
        <w:tab/>
        <w:t>1.013e0</w:t>
      </w:r>
    </w:p>
    <w:p w:rsidR="005B3ED9" w:rsidRDefault="005B3ED9" w:rsidP="005B3ED9">
      <w:r>
        <w:t>735.6390</w:t>
      </w:r>
      <w:r>
        <w:tab/>
        <w:t>1.013e0</w:t>
      </w:r>
    </w:p>
    <w:p w:rsidR="005B3ED9" w:rsidRDefault="005B3ED9" w:rsidP="005B3ED9">
      <w:r>
        <w:t>735.6435</w:t>
      </w:r>
      <w:r>
        <w:tab/>
        <w:t>1.013e0</w:t>
      </w:r>
    </w:p>
    <w:p w:rsidR="005B3ED9" w:rsidRDefault="005B3ED9" w:rsidP="005B3ED9">
      <w:r>
        <w:t>735.6559</w:t>
      </w:r>
      <w:r>
        <w:tab/>
        <w:t>1.013e0</w:t>
      </w:r>
    </w:p>
    <w:p w:rsidR="005B3ED9" w:rsidRDefault="005B3ED9" w:rsidP="005B3ED9">
      <w:r>
        <w:t>735.7245</w:t>
      </w:r>
      <w:r>
        <w:tab/>
        <w:t>1.013e0</w:t>
      </w:r>
    </w:p>
    <w:p w:rsidR="005B3ED9" w:rsidRDefault="005B3ED9" w:rsidP="005B3ED9">
      <w:r>
        <w:lastRenderedPageBreak/>
        <w:t>735.8054</w:t>
      </w:r>
      <w:r>
        <w:tab/>
        <w:t>1.013e0</w:t>
      </w:r>
    </w:p>
    <w:p w:rsidR="005B3ED9" w:rsidRDefault="005B3ED9" w:rsidP="005B3ED9">
      <w:r>
        <w:t>735.8273</w:t>
      </w:r>
      <w:r>
        <w:tab/>
        <w:t>1.013e0</w:t>
      </w:r>
    </w:p>
    <w:p w:rsidR="005B3ED9" w:rsidRDefault="005B3ED9" w:rsidP="005B3ED9">
      <w:r>
        <w:t>735.8788</w:t>
      </w:r>
      <w:r>
        <w:tab/>
        <w:t>1.013e0</w:t>
      </w:r>
    </w:p>
    <w:p w:rsidR="005B3ED9" w:rsidRDefault="005B3ED9" w:rsidP="005B3ED9">
      <w:r>
        <w:t>735.9809</w:t>
      </w:r>
      <w:r>
        <w:tab/>
        <w:t>1.013e0</w:t>
      </w:r>
    </w:p>
    <w:p w:rsidR="005B3ED9" w:rsidRDefault="005B3ED9" w:rsidP="005B3ED9">
      <w:r>
        <w:t>735.9923</w:t>
      </w:r>
      <w:r>
        <w:tab/>
        <w:t>1.013e0</w:t>
      </w:r>
    </w:p>
    <w:p w:rsidR="005B3ED9" w:rsidRDefault="005B3ED9" w:rsidP="005B3ED9">
      <w:r>
        <w:t>736.0671</w:t>
      </w:r>
      <w:r>
        <w:tab/>
        <w:t>1.013e0</w:t>
      </w:r>
    </w:p>
    <w:p w:rsidR="005B3ED9" w:rsidRDefault="005B3ED9" w:rsidP="005B3ED9">
      <w:r>
        <w:t>736.1177</w:t>
      </w:r>
      <w:r>
        <w:tab/>
        <w:t>1.013e0</w:t>
      </w:r>
    </w:p>
    <w:p w:rsidR="005B3ED9" w:rsidRDefault="005B3ED9" w:rsidP="005B3ED9">
      <w:r>
        <w:t>736.3409</w:t>
      </w:r>
      <w:r>
        <w:tab/>
        <w:t>1.013e0</w:t>
      </w:r>
    </w:p>
    <w:p w:rsidR="005B3ED9" w:rsidRDefault="005B3ED9" w:rsidP="005B3ED9">
      <w:r>
        <w:t>736.3663</w:t>
      </w:r>
      <w:r>
        <w:tab/>
        <w:t>1.013e0</w:t>
      </w:r>
    </w:p>
    <w:p w:rsidR="005B3ED9" w:rsidRDefault="005B3ED9" w:rsidP="005B3ED9">
      <w:r>
        <w:t>736.4174</w:t>
      </w:r>
      <w:r>
        <w:tab/>
        <w:t>2.025e0</w:t>
      </w:r>
    </w:p>
    <w:p w:rsidR="005B3ED9" w:rsidRDefault="005B3ED9" w:rsidP="005B3ED9">
      <w:r>
        <w:t>736.4260</w:t>
      </w:r>
      <w:r>
        <w:tab/>
        <w:t>1.013e0</w:t>
      </w:r>
    </w:p>
    <w:p w:rsidR="005B3ED9" w:rsidRDefault="005B3ED9" w:rsidP="005B3ED9">
      <w:r>
        <w:t>736.4786</w:t>
      </w:r>
      <w:r>
        <w:tab/>
        <w:t>1.013e0</w:t>
      </w:r>
    </w:p>
    <w:p w:rsidR="005B3ED9" w:rsidRDefault="005B3ED9" w:rsidP="005B3ED9">
      <w:r>
        <w:t>736.5534</w:t>
      </w:r>
      <w:r>
        <w:tab/>
        <w:t>1.013e0</w:t>
      </w:r>
    </w:p>
    <w:p w:rsidR="005B3ED9" w:rsidRDefault="005B3ED9" w:rsidP="005B3ED9">
      <w:r>
        <w:t>736.6144</w:t>
      </w:r>
      <w:r>
        <w:tab/>
        <w:t>1.013e0</w:t>
      </w:r>
    </w:p>
    <w:p w:rsidR="005B3ED9" w:rsidRDefault="005B3ED9" w:rsidP="005B3ED9">
      <w:r>
        <w:t>736.6583</w:t>
      </w:r>
      <w:r>
        <w:tab/>
        <w:t>2.025e0</w:t>
      </w:r>
    </w:p>
    <w:p w:rsidR="005B3ED9" w:rsidRDefault="005B3ED9" w:rsidP="005B3ED9">
      <w:r>
        <w:t>736.7513</w:t>
      </w:r>
      <w:r>
        <w:tab/>
        <w:t>1.013e0</w:t>
      </w:r>
    </w:p>
    <w:p w:rsidR="005B3ED9" w:rsidRDefault="005B3ED9" w:rsidP="005B3ED9">
      <w:r>
        <w:t>736.8533</w:t>
      </w:r>
      <w:r>
        <w:tab/>
        <w:t>1.013e0</w:t>
      </w:r>
    </w:p>
    <w:p w:rsidR="005B3ED9" w:rsidRDefault="005B3ED9" w:rsidP="005B3ED9">
      <w:r>
        <w:t>736.9050</w:t>
      </w:r>
      <w:r>
        <w:tab/>
        <w:t>1.013e0</w:t>
      </w:r>
    </w:p>
    <w:p w:rsidR="005B3ED9" w:rsidRDefault="005B3ED9" w:rsidP="005B3ED9">
      <w:r>
        <w:t>736.9525</w:t>
      </w:r>
      <w:r>
        <w:tab/>
        <w:t>1.013e0</w:t>
      </w:r>
    </w:p>
    <w:p w:rsidR="005B3ED9" w:rsidRDefault="005B3ED9" w:rsidP="005B3ED9">
      <w:r>
        <w:lastRenderedPageBreak/>
        <w:t>737.1022</w:t>
      </w:r>
      <w:r>
        <w:tab/>
        <w:t>1.013e0</w:t>
      </w:r>
    </w:p>
    <w:p w:rsidR="005B3ED9" w:rsidRDefault="005B3ED9" w:rsidP="005B3ED9">
      <w:r>
        <w:t>737.2022</w:t>
      </w:r>
      <w:r>
        <w:tab/>
        <w:t>1.013e0</w:t>
      </w:r>
    </w:p>
    <w:p w:rsidR="005B3ED9" w:rsidRDefault="005B3ED9" w:rsidP="005B3ED9">
      <w:r>
        <w:t>737.2300</w:t>
      </w:r>
      <w:r>
        <w:tab/>
        <w:t>1.013e0</w:t>
      </w:r>
    </w:p>
    <w:p w:rsidR="005B3ED9" w:rsidRDefault="005B3ED9" w:rsidP="005B3ED9">
      <w:r>
        <w:t>737.3021</w:t>
      </w:r>
      <w:r>
        <w:tab/>
        <w:t>1.013e0</w:t>
      </w:r>
    </w:p>
    <w:p w:rsidR="005B3ED9" w:rsidRDefault="005B3ED9" w:rsidP="005B3ED9">
      <w:r>
        <w:t>737.3077</w:t>
      </w:r>
      <w:r>
        <w:tab/>
        <w:t>2.025e0</w:t>
      </w:r>
    </w:p>
    <w:p w:rsidR="005B3ED9" w:rsidRDefault="005B3ED9" w:rsidP="005B3ED9">
      <w:r>
        <w:t>737.3839</w:t>
      </w:r>
      <w:r>
        <w:tab/>
        <w:t>1.013e0</w:t>
      </w:r>
    </w:p>
    <w:p w:rsidR="005B3ED9" w:rsidRDefault="005B3ED9" w:rsidP="005B3ED9">
      <w:r>
        <w:t>737.4182</w:t>
      </w:r>
      <w:r>
        <w:tab/>
        <w:t>2.025e0</w:t>
      </w:r>
    </w:p>
    <w:p w:rsidR="005B3ED9" w:rsidRDefault="005B3ED9" w:rsidP="005B3ED9">
      <w:r>
        <w:t>737.5162</w:t>
      </w:r>
      <w:r>
        <w:tab/>
        <w:t>2.025e0</w:t>
      </w:r>
    </w:p>
    <w:p w:rsidR="005B3ED9" w:rsidRDefault="005B3ED9" w:rsidP="005B3ED9">
      <w:r>
        <w:t>737.5314</w:t>
      </w:r>
      <w:r>
        <w:tab/>
        <w:t>2.025e0</w:t>
      </w:r>
    </w:p>
    <w:p w:rsidR="005B3ED9" w:rsidRDefault="005B3ED9" w:rsidP="005B3ED9">
      <w:r>
        <w:t>737.5598</w:t>
      </w:r>
      <w:r>
        <w:tab/>
        <w:t>3.038e0</w:t>
      </w:r>
    </w:p>
    <w:p w:rsidR="005B3ED9" w:rsidRDefault="005B3ED9" w:rsidP="005B3ED9">
      <w:r>
        <w:t>737.6641</w:t>
      </w:r>
      <w:r>
        <w:tab/>
        <w:t>1.013e0</w:t>
      </w:r>
    </w:p>
    <w:p w:rsidR="005B3ED9" w:rsidRDefault="005B3ED9" w:rsidP="005B3ED9">
      <w:r>
        <w:t>737.7266</w:t>
      </w:r>
      <w:r>
        <w:tab/>
        <w:t>1.013e0</w:t>
      </w:r>
    </w:p>
    <w:p w:rsidR="005B3ED9" w:rsidRDefault="005B3ED9" w:rsidP="005B3ED9">
      <w:r>
        <w:t>737.7946</w:t>
      </w:r>
      <w:r>
        <w:tab/>
        <w:t>1.013e0</w:t>
      </w:r>
    </w:p>
    <w:p w:rsidR="005B3ED9" w:rsidRDefault="005B3ED9" w:rsidP="005B3ED9">
      <w:r>
        <w:t>737.8514</w:t>
      </w:r>
      <w:r>
        <w:tab/>
        <w:t>1.013e0</w:t>
      </w:r>
    </w:p>
    <w:p w:rsidR="005B3ED9" w:rsidRDefault="005B3ED9" w:rsidP="005B3ED9">
      <w:r>
        <w:t>737.9264</w:t>
      </w:r>
      <w:r>
        <w:tab/>
        <w:t>1.013e0</w:t>
      </w:r>
    </w:p>
    <w:p w:rsidR="005B3ED9" w:rsidRDefault="005B3ED9" w:rsidP="005B3ED9">
      <w:r>
        <w:t>738.0264</w:t>
      </w:r>
      <w:r>
        <w:tab/>
        <w:t>2.025e0</w:t>
      </w:r>
    </w:p>
    <w:p w:rsidR="005B3ED9" w:rsidRDefault="005B3ED9" w:rsidP="005B3ED9">
      <w:r>
        <w:t>738.0596</w:t>
      </w:r>
      <w:r>
        <w:tab/>
        <w:t>2.025e0</w:t>
      </w:r>
    </w:p>
    <w:p w:rsidR="005B3ED9" w:rsidRDefault="005B3ED9" w:rsidP="005B3ED9">
      <w:r>
        <w:t>738.1019</w:t>
      </w:r>
      <w:r>
        <w:tab/>
        <w:t>1.013e0</w:t>
      </w:r>
    </w:p>
    <w:p w:rsidR="005B3ED9" w:rsidRDefault="005B3ED9" w:rsidP="005B3ED9">
      <w:r>
        <w:t>738.1138</w:t>
      </w:r>
      <w:r>
        <w:tab/>
        <w:t>1.013e0</w:t>
      </w:r>
    </w:p>
    <w:p w:rsidR="005B3ED9" w:rsidRDefault="005B3ED9" w:rsidP="005B3ED9">
      <w:r>
        <w:lastRenderedPageBreak/>
        <w:t>738.2138</w:t>
      </w:r>
      <w:r>
        <w:tab/>
        <w:t>1.013e0</w:t>
      </w:r>
    </w:p>
    <w:p w:rsidR="005B3ED9" w:rsidRDefault="005B3ED9" w:rsidP="005B3ED9">
      <w:r>
        <w:t>738.2903</w:t>
      </w:r>
      <w:r>
        <w:tab/>
        <w:t>1.013e0</w:t>
      </w:r>
    </w:p>
    <w:p w:rsidR="005B3ED9" w:rsidRDefault="005B3ED9" w:rsidP="005B3ED9">
      <w:r>
        <w:t>738.3013</w:t>
      </w:r>
      <w:r>
        <w:tab/>
        <w:t>1.013e0</w:t>
      </w:r>
    </w:p>
    <w:p w:rsidR="005B3ED9" w:rsidRDefault="005B3ED9" w:rsidP="005B3ED9">
      <w:r>
        <w:t>738.3293</w:t>
      </w:r>
      <w:r>
        <w:tab/>
        <w:t>3.038e0</w:t>
      </w:r>
    </w:p>
    <w:p w:rsidR="005B3ED9" w:rsidRDefault="005B3ED9" w:rsidP="005B3ED9">
      <w:r>
        <w:t>738.3888</w:t>
      </w:r>
      <w:r>
        <w:tab/>
        <w:t>1.013e0</w:t>
      </w:r>
    </w:p>
    <w:p w:rsidR="005B3ED9" w:rsidRDefault="005B3ED9" w:rsidP="005B3ED9">
      <w:r>
        <w:t>738.4269</w:t>
      </w:r>
      <w:r>
        <w:tab/>
        <w:t>2.025e0</w:t>
      </w:r>
    </w:p>
    <w:p w:rsidR="005B3ED9" w:rsidRDefault="005B3ED9" w:rsidP="005B3ED9">
      <w:r>
        <w:t>738.5984</w:t>
      </w:r>
      <w:r>
        <w:tab/>
        <w:t>1.013e0</w:t>
      </w:r>
    </w:p>
    <w:p w:rsidR="005B3ED9" w:rsidRDefault="005B3ED9" w:rsidP="005B3ED9">
      <w:r>
        <w:t>738.6152</w:t>
      </w:r>
      <w:r>
        <w:tab/>
        <w:t>1.013e0</w:t>
      </w:r>
    </w:p>
    <w:p w:rsidR="005B3ED9" w:rsidRDefault="005B3ED9" w:rsidP="005B3ED9">
      <w:r>
        <w:t>738.7514</w:t>
      </w:r>
      <w:r>
        <w:tab/>
        <w:t>1.013e0</w:t>
      </w:r>
    </w:p>
    <w:p w:rsidR="005B3ED9" w:rsidRDefault="005B3ED9" w:rsidP="005B3ED9">
      <w:r>
        <w:t>738.7866</w:t>
      </w:r>
      <w:r>
        <w:tab/>
        <w:t>1.013e0</w:t>
      </w:r>
    </w:p>
    <w:p w:rsidR="005B3ED9" w:rsidRDefault="005B3ED9" w:rsidP="005B3ED9">
      <w:r>
        <w:t>738.8514</w:t>
      </w:r>
      <w:r>
        <w:tab/>
        <w:t>1.013e0</w:t>
      </w:r>
    </w:p>
    <w:p w:rsidR="005B3ED9" w:rsidRDefault="005B3ED9" w:rsidP="005B3ED9">
      <w:r>
        <w:t>738.9390</w:t>
      </w:r>
      <w:r>
        <w:tab/>
        <w:t>1.013e0</w:t>
      </w:r>
    </w:p>
    <w:p w:rsidR="005B3ED9" w:rsidRDefault="005B3ED9" w:rsidP="005B3ED9">
      <w:r>
        <w:t>738.9515</w:t>
      </w:r>
      <w:r>
        <w:tab/>
        <w:t>1.013e0</w:t>
      </w:r>
    </w:p>
    <w:p w:rsidR="005B3ED9" w:rsidRDefault="005B3ED9" w:rsidP="005B3ED9">
      <w:r>
        <w:t>739.0264</w:t>
      </w:r>
      <w:r>
        <w:tab/>
        <w:t>1.013e0</w:t>
      </w:r>
    </w:p>
    <w:p w:rsidR="005B3ED9" w:rsidRDefault="005B3ED9" w:rsidP="005B3ED9">
      <w:r>
        <w:t>739.1017</w:t>
      </w:r>
      <w:r>
        <w:tab/>
        <w:t>1.013e0</w:t>
      </w:r>
    </w:p>
    <w:p w:rsidR="005B3ED9" w:rsidRDefault="005B3ED9" w:rsidP="005B3ED9">
      <w:r>
        <w:t>739.2268</w:t>
      </w:r>
      <w:r>
        <w:tab/>
        <w:t>1.013e0</w:t>
      </w:r>
    </w:p>
    <w:p w:rsidR="005B3ED9" w:rsidRDefault="005B3ED9" w:rsidP="005B3ED9">
      <w:r>
        <w:t>739.3019</w:t>
      </w:r>
      <w:r>
        <w:tab/>
        <w:t>1.013e0</w:t>
      </w:r>
    </w:p>
    <w:p w:rsidR="005B3ED9" w:rsidRDefault="005B3ED9" w:rsidP="005B3ED9">
      <w:r>
        <w:t>739.3269</w:t>
      </w:r>
      <w:r>
        <w:tab/>
        <w:t>1.013e0</w:t>
      </w:r>
    </w:p>
    <w:p w:rsidR="005B3ED9" w:rsidRDefault="005B3ED9" w:rsidP="005B3ED9">
      <w:r>
        <w:t>739.3306</w:t>
      </w:r>
      <w:r>
        <w:tab/>
        <w:t>2.025e0</w:t>
      </w:r>
    </w:p>
    <w:p w:rsidR="005B3ED9" w:rsidRDefault="005B3ED9" w:rsidP="005B3ED9">
      <w:r>
        <w:lastRenderedPageBreak/>
        <w:t>739.3850</w:t>
      </w:r>
      <w:r>
        <w:tab/>
        <w:t>1.013e0</w:t>
      </w:r>
    </w:p>
    <w:p w:rsidR="005B3ED9" w:rsidRDefault="005B3ED9" w:rsidP="005B3ED9">
      <w:r>
        <w:t>739.4396</w:t>
      </w:r>
      <w:r>
        <w:tab/>
        <w:t>1.013e0</w:t>
      </w:r>
    </w:p>
    <w:p w:rsidR="005B3ED9" w:rsidRDefault="005B3ED9" w:rsidP="005B3ED9">
      <w:r>
        <w:t>739.4897</w:t>
      </w:r>
      <w:r>
        <w:tab/>
        <w:t>1.013e0</w:t>
      </w:r>
    </w:p>
    <w:p w:rsidR="005B3ED9" w:rsidRDefault="005B3ED9" w:rsidP="005B3ED9">
      <w:r>
        <w:t>739.5046</w:t>
      </w:r>
      <w:r>
        <w:tab/>
        <w:t>1.013e0</w:t>
      </w:r>
    </w:p>
    <w:p w:rsidR="005B3ED9" w:rsidRDefault="005B3ED9" w:rsidP="005B3ED9">
      <w:r>
        <w:t>739.5471</w:t>
      </w:r>
      <w:r>
        <w:tab/>
        <w:t>2.025e0</w:t>
      </w:r>
    </w:p>
    <w:p w:rsidR="005B3ED9" w:rsidRDefault="005B3ED9" w:rsidP="005B3ED9">
      <w:r>
        <w:t>739.5731</w:t>
      </w:r>
      <w:r>
        <w:tab/>
        <w:t>1.013e0</w:t>
      </w:r>
    </w:p>
    <w:p w:rsidR="005B3ED9" w:rsidRDefault="005B3ED9" w:rsidP="005B3ED9">
      <w:r>
        <w:t>739.6650</w:t>
      </w:r>
      <w:r>
        <w:tab/>
        <w:t>1.013e0</w:t>
      </w:r>
    </w:p>
    <w:p w:rsidR="005B3ED9" w:rsidRDefault="005B3ED9" w:rsidP="005B3ED9">
      <w:r>
        <w:t>739.7275</w:t>
      </w:r>
      <w:r>
        <w:tab/>
        <w:t>1.013e0</w:t>
      </w:r>
    </w:p>
    <w:p w:rsidR="005B3ED9" w:rsidRDefault="005B3ED9" w:rsidP="005B3ED9">
      <w:r>
        <w:t>739.7955</w:t>
      </w:r>
      <w:r>
        <w:tab/>
        <w:t>1.013e0</w:t>
      </w:r>
    </w:p>
    <w:p w:rsidR="005B3ED9" w:rsidRDefault="005B3ED9" w:rsidP="005B3ED9">
      <w:r>
        <w:t>739.8903</w:t>
      </w:r>
      <w:r>
        <w:tab/>
        <w:t>1.013e0</w:t>
      </w:r>
    </w:p>
    <w:p w:rsidR="005B3ED9" w:rsidRDefault="005B3ED9" w:rsidP="005B3ED9">
      <w:r>
        <w:t>739.9072</w:t>
      </w:r>
      <w:r>
        <w:tab/>
        <w:t>2.025e0</w:t>
      </w:r>
    </w:p>
    <w:p w:rsidR="005B3ED9" w:rsidRDefault="005B3ED9" w:rsidP="005B3ED9">
      <w:r>
        <w:t>740.0031</w:t>
      </w:r>
      <w:r>
        <w:tab/>
        <w:t>1.013e0</w:t>
      </w:r>
    </w:p>
    <w:p w:rsidR="005B3ED9" w:rsidRDefault="005B3ED9" w:rsidP="005B3ED9">
      <w:r>
        <w:t>740.0156</w:t>
      </w:r>
      <w:r>
        <w:tab/>
        <w:t>1.013e0</w:t>
      </w:r>
    </w:p>
    <w:p w:rsidR="005B3ED9" w:rsidRDefault="005B3ED9" w:rsidP="005B3ED9">
      <w:r>
        <w:t>740.0533</w:t>
      </w:r>
      <w:r>
        <w:tab/>
        <w:t>1.013e0</w:t>
      </w:r>
    </w:p>
    <w:p w:rsidR="005B3ED9" w:rsidRDefault="005B3ED9" w:rsidP="005B3ED9">
      <w:r>
        <w:t>740.0908</w:t>
      </w:r>
      <w:r>
        <w:tab/>
        <w:t>1.013e0</w:t>
      </w:r>
    </w:p>
    <w:p w:rsidR="005B3ED9" w:rsidRDefault="005B3ED9" w:rsidP="005B3ED9">
      <w:r>
        <w:t>740.1034</w:t>
      </w:r>
      <w:r>
        <w:tab/>
        <w:t>1.013e0</w:t>
      </w:r>
    </w:p>
    <w:p w:rsidR="005B3ED9" w:rsidRDefault="005B3ED9" w:rsidP="005B3ED9">
      <w:r>
        <w:t>740.2741</w:t>
      </w:r>
      <w:r>
        <w:tab/>
        <w:t>1.013e0</w:t>
      </w:r>
    </w:p>
    <w:p w:rsidR="005B3ED9" w:rsidRDefault="005B3ED9" w:rsidP="005B3ED9">
      <w:r>
        <w:t>740.3422</w:t>
      </w:r>
      <w:r>
        <w:tab/>
        <w:t>1.013e0</w:t>
      </w:r>
    </w:p>
    <w:p w:rsidR="005B3ED9" w:rsidRDefault="005B3ED9" w:rsidP="005B3ED9">
      <w:r>
        <w:t>740.3597</w:t>
      </w:r>
      <w:r>
        <w:tab/>
        <w:t>1.013e0</w:t>
      </w:r>
    </w:p>
    <w:p w:rsidR="005B3ED9" w:rsidRDefault="005B3ED9" w:rsidP="005B3ED9">
      <w:r>
        <w:lastRenderedPageBreak/>
        <w:t>740.3790</w:t>
      </w:r>
      <w:r>
        <w:tab/>
        <w:t>1.013e0</w:t>
      </w:r>
    </w:p>
    <w:p w:rsidR="005B3ED9" w:rsidRDefault="005B3ED9" w:rsidP="005B3ED9">
      <w:r>
        <w:t>740.4792</w:t>
      </w:r>
      <w:r>
        <w:tab/>
        <w:t>1.013e0</w:t>
      </w:r>
    </w:p>
    <w:p w:rsidR="005B3ED9" w:rsidRDefault="005B3ED9" w:rsidP="005B3ED9">
      <w:r>
        <w:t>740.5545</w:t>
      </w:r>
      <w:r>
        <w:tab/>
        <w:t>1.013e0</w:t>
      </w:r>
    </w:p>
    <w:p w:rsidR="005B3ED9" w:rsidRDefault="005B3ED9" w:rsidP="005B3ED9">
      <w:r>
        <w:t>740.5945</w:t>
      </w:r>
      <w:r>
        <w:tab/>
        <w:t>2.025e0</w:t>
      </w:r>
    </w:p>
    <w:p w:rsidR="005B3ED9" w:rsidRDefault="005B3ED9" w:rsidP="005B3ED9">
      <w:r>
        <w:t>740.7617</w:t>
      </w:r>
      <w:r>
        <w:tab/>
        <w:t>2.025e0</w:t>
      </w:r>
    </w:p>
    <w:p w:rsidR="005B3ED9" w:rsidRDefault="005B3ED9" w:rsidP="005B3ED9">
      <w:r>
        <w:t>740.8178</w:t>
      </w:r>
      <w:r>
        <w:tab/>
        <w:t>1.013e0</w:t>
      </w:r>
    </w:p>
    <w:p w:rsidR="005B3ED9" w:rsidRDefault="005B3ED9" w:rsidP="005B3ED9">
      <w:r>
        <w:t>740.8805</w:t>
      </w:r>
      <w:r>
        <w:tab/>
        <w:t>1.013e0</w:t>
      </w:r>
    </w:p>
    <w:p w:rsidR="005B3ED9" w:rsidRDefault="005B3ED9" w:rsidP="005B3ED9">
      <w:r>
        <w:t>741.2443</w:t>
      </w:r>
      <w:r>
        <w:tab/>
        <w:t>1.013e0</w:t>
      </w:r>
    </w:p>
    <w:p w:rsidR="005B3ED9" w:rsidRDefault="005B3ED9" w:rsidP="005B3ED9">
      <w:r>
        <w:t>741.2944</w:t>
      </w:r>
      <w:r>
        <w:tab/>
        <w:t>1.013e0</w:t>
      </w:r>
    </w:p>
    <w:p w:rsidR="005B3ED9" w:rsidRDefault="005B3ED9" w:rsidP="005B3ED9">
      <w:r>
        <w:t>741.3070</w:t>
      </w:r>
      <w:r>
        <w:tab/>
        <w:t>1.013e0</w:t>
      </w:r>
    </w:p>
    <w:p w:rsidR="005B3ED9" w:rsidRDefault="005B3ED9" w:rsidP="005B3ED9">
      <w:r>
        <w:t>741.3182</w:t>
      </w:r>
      <w:r>
        <w:tab/>
        <w:t>2.025e0</w:t>
      </w:r>
    </w:p>
    <w:p w:rsidR="005B3ED9" w:rsidRDefault="005B3ED9" w:rsidP="005B3ED9">
      <w:r>
        <w:t>741.3257</w:t>
      </w:r>
      <w:r>
        <w:tab/>
        <w:t>4.051e0</w:t>
      </w:r>
    </w:p>
    <w:p w:rsidR="005B3ED9" w:rsidRDefault="005B3ED9" w:rsidP="005B3ED9">
      <w:r>
        <w:t>741.4368</w:t>
      </w:r>
      <w:r>
        <w:tab/>
        <w:t>1.013e0</w:t>
      </w:r>
    </w:p>
    <w:p w:rsidR="005B3ED9" w:rsidRDefault="005B3ED9" w:rsidP="005B3ED9">
      <w:r>
        <w:t>741.4453</w:t>
      </w:r>
      <w:r>
        <w:tab/>
        <w:t>2.025e0</w:t>
      </w:r>
    </w:p>
    <w:p w:rsidR="005B3ED9" w:rsidRDefault="005B3ED9" w:rsidP="005B3ED9">
      <w:r>
        <w:t>741.4482</w:t>
      </w:r>
      <w:r>
        <w:tab/>
        <w:t>2.025e0</w:t>
      </w:r>
    </w:p>
    <w:p w:rsidR="005B3ED9" w:rsidRDefault="005B3ED9" w:rsidP="005B3ED9">
      <w:r>
        <w:t>741.4624</w:t>
      </w:r>
      <w:r>
        <w:tab/>
        <w:t>2.025e0</w:t>
      </w:r>
    </w:p>
    <w:p w:rsidR="005B3ED9" w:rsidRDefault="005B3ED9" w:rsidP="005B3ED9">
      <w:r>
        <w:t>741.5078</w:t>
      </w:r>
      <w:r>
        <w:tab/>
        <w:t>1.013e0</w:t>
      </w:r>
    </w:p>
    <w:p w:rsidR="005B3ED9" w:rsidRDefault="005B3ED9" w:rsidP="005B3ED9">
      <w:r>
        <w:t>741.5394</w:t>
      </w:r>
      <w:r>
        <w:tab/>
        <w:t>1.013e0</w:t>
      </w:r>
    </w:p>
    <w:p w:rsidR="005B3ED9" w:rsidRDefault="005B3ED9" w:rsidP="005B3ED9">
      <w:r>
        <w:t>741.6082</w:t>
      </w:r>
      <w:r>
        <w:tab/>
        <w:t>1.013e0</w:t>
      </w:r>
    </w:p>
    <w:p w:rsidR="005B3ED9" w:rsidRDefault="005B3ED9" w:rsidP="005B3ED9">
      <w:r>
        <w:lastRenderedPageBreak/>
        <w:t>741.6761</w:t>
      </w:r>
      <w:r>
        <w:tab/>
        <w:t>1.013e0</w:t>
      </w:r>
    </w:p>
    <w:p w:rsidR="005B3ED9" w:rsidRDefault="005B3ED9" w:rsidP="005B3ED9">
      <w:r>
        <w:t>741.6960</w:t>
      </w:r>
      <w:r>
        <w:tab/>
        <w:t>1.013e0</w:t>
      </w:r>
    </w:p>
    <w:p w:rsidR="005B3ED9" w:rsidRDefault="005B3ED9" w:rsidP="005B3ED9">
      <w:r>
        <w:t>741.7884</w:t>
      </w:r>
      <w:r>
        <w:tab/>
        <w:t>2.025e0</w:t>
      </w:r>
    </w:p>
    <w:p w:rsidR="005B3ED9" w:rsidRDefault="005B3ED9" w:rsidP="005B3ED9">
      <w:r>
        <w:t>741.8090</w:t>
      </w:r>
      <w:r>
        <w:tab/>
        <w:t>1.013e0</w:t>
      </w:r>
    </w:p>
    <w:p w:rsidR="005B3ED9" w:rsidRDefault="005B3ED9" w:rsidP="005B3ED9">
      <w:r>
        <w:t>741.8404</w:t>
      </w:r>
      <w:r>
        <w:tab/>
        <w:t>2.025e0</w:t>
      </w:r>
    </w:p>
    <w:p w:rsidR="005B3ED9" w:rsidRDefault="005B3ED9" w:rsidP="005B3ED9">
      <w:r>
        <w:t>741.9327</w:t>
      </w:r>
      <w:r>
        <w:tab/>
        <w:t>2.025e0</w:t>
      </w:r>
    </w:p>
    <w:p w:rsidR="005B3ED9" w:rsidRDefault="005B3ED9" w:rsidP="005B3ED9">
      <w:r>
        <w:t>741.9598</w:t>
      </w:r>
      <w:r>
        <w:tab/>
        <w:t>1.013e0</w:t>
      </w:r>
    </w:p>
    <w:p w:rsidR="005B3ED9" w:rsidRDefault="005B3ED9" w:rsidP="005B3ED9">
      <w:r>
        <w:t>741.9842</w:t>
      </w:r>
      <w:r>
        <w:tab/>
        <w:t>2.025e0</w:t>
      </w:r>
    </w:p>
    <w:p w:rsidR="005B3ED9" w:rsidRDefault="005B3ED9" w:rsidP="005B3ED9">
      <w:r>
        <w:t>742.1104</w:t>
      </w:r>
      <w:r>
        <w:tab/>
        <w:t>1.013e0</w:t>
      </w:r>
    </w:p>
    <w:p w:rsidR="005B3ED9" w:rsidRDefault="005B3ED9" w:rsidP="005B3ED9">
      <w:r>
        <w:t>742.1722</w:t>
      </w:r>
      <w:r>
        <w:tab/>
        <w:t>1.013e0</w:t>
      </w:r>
    </w:p>
    <w:p w:rsidR="005B3ED9" w:rsidRDefault="005B3ED9" w:rsidP="005B3ED9">
      <w:r>
        <w:t>742.2487</w:t>
      </w:r>
      <w:r>
        <w:tab/>
        <w:t>1.013e0</w:t>
      </w:r>
    </w:p>
    <w:p w:rsidR="005B3ED9" w:rsidRDefault="005B3ED9" w:rsidP="005B3ED9">
      <w:r>
        <w:t>742.2549</w:t>
      </w:r>
      <w:r>
        <w:tab/>
        <w:t>2.025e0</w:t>
      </w:r>
    </w:p>
    <w:p w:rsidR="005B3ED9" w:rsidRDefault="005B3ED9" w:rsidP="005B3ED9">
      <w:r>
        <w:t>742.3115</w:t>
      </w:r>
      <w:r>
        <w:tab/>
        <w:t>1.013e0</w:t>
      </w:r>
    </w:p>
    <w:p w:rsidR="005B3ED9" w:rsidRDefault="005B3ED9" w:rsidP="005B3ED9">
      <w:r>
        <w:t>742.3427</w:t>
      </w:r>
      <w:r>
        <w:tab/>
        <w:t>1.013e0</w:t>
      </w:r>
    </w:p>
    <w:p w:rsidR="005B3ED9" w:rsidRDefault="005B3ED9" w:rsidP="005B3ED9">
      <w:r>
        <w:t>742.3616</w:t>
      </w:r>
      <w:r>
        <w:tab/>
        <w:t>1.013e0</w:t>
      </w:r>
    </w:p>
    <w:p w:rsidR="005B3ED9" w:rsidRDefault="005B3ED9" w:rsidP="005B3ED9">
      <w:r>
        <w:t>742.4440</w:t>
      </w:r>
      <w:r>
        <w:tab/>
        <w:t>3.038e0</w:t>
      </w:r>
    </w:p>
    <w:p w:rsidR="005B3ED9" w:rsidRDefault="005B3ED9" w:rsidP="005B3ED9">
      <w:r>
        <w:t>742.4464</w:t>
      </w:r>
      <w:r>
        <w:tab/>
        <w:t>3.038e0</w:t>
      </w:r>
    </w:p>
    <w:p w:rsidR="005B3ED9" w:rsidRDefault="005B3ED9" w:rsidP="005B3ED9">
      <w:r>
        <w:t>742.4873</w:t>
      </w:r>
      <w:r>
        <w:tab/>
        <w:t>1.013e0</w:t>
      </w:r>
    </w:p>
    <w:p w:rsidR="005B3ED9" w:rsidRDefault="005B3ED9" w:rsidP="005B3ED9">
      <w:r>
        <w:t>742.5125</w:t>
      </w:r>
      <w:r>
        <w:tab/>
        <w:t>2.025e0</w:t>
      </w:r>
    </w:p>
    <w:p w:rsidR="005B3ED9" w:rsidRDefault="005B3ED9" w:rsidP="005B3ED9">
      <w:r>
        <w:lastRenderedPageBreak/>
        <w:t>742.5820</w:t>
      </w:r>
      <w:r>
        <w:tab/>
        <w:t>1.013e0</w:t>
      </w:r>
    </w:p>
    <w:p w:rsidR="005B3ED9" w:rsidRDefault="005B3ED9" w:rsidP="005B3ED9">
      <w:r>
        <w:t>742.6078</w:t>
      </w:r>
      <w:r>
        <w:tab/>
        <w:t>2.025e0</w:t>
      </w:r>
    </w:p>
    <w:p w:rsidR="005B3ED9" w:rsidRDefault="005B3ED9" w:rsidP="005B3ED9">
      <w:r>
        <w:t>742.6676</w:t>
      </w:r>
      <w:r>
        <w:tab/>
        <w:t>1.013e0</w:t>
      </w:r>
    </w:p>
    <w:p w:rsidR="005B3ED9" w:rsidRDefault="005B3ED9" w:rsidP="005B3ED9">
      <w:r>
        <w:t>742.7136</w:t>
      </w:r>
      <w:r>
        <w:tab/>
        <w:t>1.013e0</w:t>
      </w:r>
    </w:p>
    <w:p w:rsidR="005B3ED9" w:rsidRDefault="005B3ED9" w:rsidP="005B3ED9">
      <w:r>
        <w:t>742.7521</w:t>
      </w:r>
      <w:r>
        <w:tab/>
        <w:t>2.025e0</w:t>
      </w:r>
    </w:p>
    <w:p w:rsidR="005B3ED9" w:rsidRDefault="005B3ED9" w:rsidP="005B3ED9">
      <w:r>
        <w:t>742.7700</w:t>
      </w:r>
      <w:r>
        <w:tab/>
        <w:t>1.013e0</w:t>
      </w:r>
    </w:p>
    <w:p w:rsidR="005B3ED9" w:rsidRDefault="005B3ED9" w:rsidP="005B3ED9">
      <w:r>
        <w:t>742.8390</w:t>
      </w:r>
      <w:r>
        <w:tab/>
        <w:t>1.013e0</w:t>
      </w:r>
    </w:p>
    <w:p w:rsidR="005B3ED9" w:rsidRDefault="005B3ED9" w:rsidP="005B3ED9">
      <w:r>
        <w:t>742.8770</w:t>
      </w:r>
      <w:r>
        <w:tab/>
        <w:t>1.013e0</w:t>
      </w:r>
    </w:p>
    <w:p w:rsidR="005B3ED9" w:rsidRDefault="005B3ED9" w:rsidP="005B3ED9">
      <w:r>
        <w:t>742.9525</w:t>
      </w:r>
      <w:r>
        <w:tab/>
        <w:t>1.013e0</w:t>
      </w:r>
    </w:p>
    <w:p w:rsidR="005B3ED9" w:rsidRDefault="005B3ED9" w:rsidP="005B3ED9">
      <w:r>
        <w:t>742.9901</w:t>
      </w:r>
      <w:r>
        <w:tab/>
        <w:t>1.013e0</w:t>
      </w:r>
    </w:p>
    <w:p w:rsidR="005B3ED9" w:rsidRDefault="005B3ED9" w:rsidP="005B3ED9">
      <w:r>
        <w:t>743.0405</w:t>
      </w:r>
      <w:r>
        <w:tab/>
        <w:t>1.013e0</w:t>
      </w:r>
    </w:p>
    <w:p w:rsidR="005B3ED9" w:rsidRDefault="005B3ED9" w:rsidP="005B3ED9">
      <w:r>
        <w:t>743.0516</w:t>
      </w:r>
      <w:r>
        <w:tab/>
        <w:t>3.038e0</w:t>
      </w:r>
    </w:p>
    <w:p w:rsidR="005B3ED9" w:rsidRDefault="005B3ED9" w:rsidP="005B3ED9">
      <w:r>
        <w:t>743.0656</w:t>
      </w:r>
      <w:r>
        <w:tab/>
        <w:t>1.013e0</w:t>
      </w:r>
    </w:p>
    <w:p w:rsidR="005B3ED9" w:rsidRDefault="005B3ED9" w:rsidP="005B3ED9">
      <w:r>
        <w:t>743.0948</w:t>
      </w:r>
      <w:r>
        <w:tab/>
        <w:t>2.025e0</w:t>
      </w:r>
    </w:p>
    <w:p w:rsidR="005B3ED9" w:rsidRDefault="005B3ED9" w:rsidP="005B3ED9">
      <w:r>
        <w:t>743.1537</w:t>
      </w:r>
      <w:r>
        <w:tab/>
        <w:t>1.013e0</w:t>
      </w:r>
    </w:p>
    <w:p w:rsidR="005B3ED9" w:rsidRDefault="005B3ED9" w:rsidP="005B3ED9">
      <w:r>
        <w:t>743.2999</w:t>
      </w:r>
      <w:r>
        <w:tab/>
        <w:t>1.013e0</w:t>
      </w:r>
    </w:p>
    <w:p w:rsidR="005B3ED9" w:rsidRDefault="005B3ED9" w:rsidP="005B3ED9">
      <w:r>
        <w:t>743.3083</w:t>
      </w:r>
      <w:r>
        <w:tab/>
        <w:t>2.025e0</w:t>
      </w:r>
    </w:p>
    <w:p w:rsidR="005B3ED9" w:rsidRDefault="005B3ED9" w:rsidP="005B3ED9">
      <w:r>
        <w:t>743.3423</w:t>
      </w:r>
      <w:r>
        <w:tab/>
        <w:t>1.013e0</w:t>
      </w:r>
    </w:p>
    <w:p w:rsidR="005B3ED9" w:rsidRDefault="005B3ED9" w:rsidP="005B3ED9">
      <w:r>
        <w:t>743.3801</w:t>
      </w:r>
      <w:r>
        <w:tab/>
        <w:t>1.013e0</w:t>
      </w:r>
    </w:p>
    <w:p w:rsidR="005B3ED9" w:rsidRDefault="005B3ED9" w:rsidP="005B3ED9">
      <w:r>
        <w:lastRenderedPageBreak/>
        <w:t>743.4187</w:t>
      </w:r>
      <w:r>
        <w:tab/>
        <w:t>2.025e0</w:t>
      </w:r>
    </w:p>
    <w:p w:rsidR="005B3ED9" w:rsidRDefault="005B3ED9" w:rsidP="005B3ED9">
      <w:r>
        <w:t>743.4304</w:t>
      </w:r>
      <w:r>
        <w:tab/>
        <w:t>1.013e0</w:t>
      </w:r>
    </w:p>
    <w:p w:rsidR="005B3ED9" w:rsidRDefault="005B3ED9" w:rsidP="005B3ED9">
      <w:r>
        <w:t>743.4807</w:t>
      </w:r>
      <w:r>
        <w:tab/>
        <w:t>1.013e0</w:t>
      </w:r>
    </w:p>
    <w:p w:rsidR="005B3ED9" w:rsidRDefault="005B3ED9" w:rsidP="005B3ED9">
      <w:r>
        <w:t>743.4878</w:t>
      </w:r>
      <w:r>
        <w:tab/>
        <w:t>1.013e0</w:t>
      </w:r>
    </w:p>
    <w:p w:rsidR="005B3ED9" w:rsidRDefault="005B3ED9" w:rsidP="005B3ED9">
      <w:r>
        <w:t>743.6443</w:t>
      </w:r>
      <w:r>
        <w:tab/>
        <w:t>1.013e0</w:t>
      </w:r>
    </w:p>
    <w:p w:rsidR="005B3ED9" w:rsidRDefault="005B3ED9" w:rsidP="005B3ED9">
      <w:r>
        <w:t>743.7198</w:t>
      </w:r>
      <w:r>
        <w:tab/>
        <w:t>1.013e0</w:t>
      </w:r>
    </w:p>
    <w:p w:rsidR="005B3ED9" w:rsidRDefault="005B3ED9" w:rsidP="005B3ED9">
      <w:r>
        <w:t>743.7324</w:t>
      </w:r>
      <w:r>
        <w:tab/>
        <w:t>1.013e0</w:t>
      </w:r>
    </w:p>
    <w:p w:rsidR="005B3ED9" w:rsidRDefault="005B3ED9" w:rsidP="005B3ED9">
      <w:r>
        <w:t>743.8218</w:t>
      </w:r>
      <w:r>
        <w:tab/>
        <w:t>2.025e0</w:t>
      </w:r>
    </w:p>
    <w:p w:rsidR="005B3ED9" w:rsidRDefault="005B3ED9" w:rsidP="005B3ED9">
      <w:r>
        <w:t>743.8463</w:t>
      </w:r>
      <w:r>
        <w:tab/>
        <w:t>1.013e0</w:t>
      </w:r>
    </w:p>
    <w:p w:rsidR="005B3ED9" w:rsidRDefault="005B3ED9" w:rsidP="005B3ED9">
      <w:r>
        <w:t>743.9492</w:t>
      </w:r>
      <w:r>
        <w:tab/>
        <w:t>1.013e0</w:t>
      </w:r>
    </w:p>
    <w:p w:rsidR="005B3ED9" w:rsidRDefault="005B3ED9" w:rsidP="005B3ED9">
      <w:r>
        <w:t>743.9590</w:t>
      </w:r>
      <w:r>
        <w:tab/>
        <w:t>1.013e0</w:t>
      </w:r>
    </w:p>
    <w:p w:rsidR="005B3ED9" w:rsidRDefault="005B3ED9" w:rsidP="005B3ED9">
      <w:r>
        <w:t>744.0219</w:t>
      </w:r>
      <w:r>
        <w:tab/>
        <w:t>1.013e0</w:t>
      </w:r>
    </w:p>
    <w:p w:rsidR="005B3ED9" w:rsidRDefault="005B3ED9" w:rsidP="005B3ED9">
      <w:r>
        <w:t>744.0723</w:t>
      </w:r>
      <w:r>
        <w:tab/>
        <w:t>1.013e0</w:t>
      </w:r>
    </w:p>
    <w:p w:rsidR="005B3ED9" w:rsidRDefault="005B3ED9" w:rsidP="005B3ED9">
      <w:r>
        <w:t>744.0856</w:t>
      </w:r>
      <w:r>
        <w:tab/>
        <w:t>1.013e0</w:t>
      </w:r>
    </w:p>
    <w:p w:rsidR="005B3ED9" w:rsidRDefault="005B3ED9" w:rsidP="005B3ED9">
      <w:r>
        <w:t>744.3557</w:t>
      </w:r>
      <w:r>
        <w:tab/>
        <w:t>2.025e0</w:t>
      </w:r>
    </w:p>
    <w:p w:rsidR="005B3ED9" w:rsidRDefault="005B3ED9" w:rsidP="005B3ED9">
      <w:r>
        <w:t>744.3936</w:t>
      </w:r>
      <w:r>
        <w:tab/>
        <w:t>1.013e0</w:t>
      </w:r>
    </w:p>
    <w:p w:rsidR="005B3ED9" w:rsidRDefault="005B3ED9" w:rsidP="005B3ED9">
      <w:r>
        <w:t>744.6281</w:t>
      </w:r>
      <w:r>
        <w:tab/>
        <w:t>3.038e0</w:t>
      </w:r>
    </w:p>
    <w:p w:rsidR="005B3ED9" w:rsidRDefault="005B3ED9" w:rsidP="005B3ED9">
      <w:r>
        <w:t>744.6669</w:t>
      </w:r>
      <w:r>
        <w:tab/>
        <w:t>1.013e0</w:t>
      </w:r>
    </w:p>
    <w:p w:rsidR="005B3ED9" w:rsidRDefault="005B3ED9" w:rsidP="005B3ED9">
      <w:r>
        <w:t>744.6770</w:t>
      </w:r>
      <w:r>
        <w:tab/>
        <w:t>1.013e0</w:t>
      </w:r>
    </w:p>
    <w:p w:rsidR="005B3ED9" w:rsidRDefault="005B3ED9" w:rsidP="005B3ED9">
      <w:r>
        <w:lastRenderedPageBreak/>
        <w:t>744.7526</w:t>
      </w:r>
      <w:r>
        <w:tab/>
        <w:t>2.025e0</w:t>
      </w:r>
    </w:p>
    <w:p w:rsidR="005B3ED9" w:rsidRDefault="005B3ED9" w:rsidP="005B3ED9">
      <w:r>
        <w:t>744.8030</w:t>
      </w:r>
      <w:r>
        <w:tab/>
        <w:t>1.013e0</w:t>
      </w:r>
    </w:p>
    <w:p w:rsidR="005B3ED9" w:rsidRDefault="005B3ED9" w:rsidP="005B3ED9">
      <w:r>
        <w:t>744.9165</w:t>
      </w:r>
      <w:r>
        <w:tab/>
        <w:t>1.013e0</w:t>
      </w:r>
    </w:p>
    <w:p w:rsidR="005B3ED9" w:rsidRDefault="005B3ED9" w:rsidP="005B3ED9">
      <w:r>
        <w:t>744.9416</w:t>
      </w:r>
      <w:r>
        <w:tab/>
        <w:t>1.013e0</w:t>
      </w:r>
    </w:p>
    <w:p w:rsidR="005B3ED9" w:rsidRDefault="005B3ED9" w:rsidP="005B3ED9">
      <w:r>
        <w:t>745.0088</w:t>
      </w:r>
      <w:r>
        <w:tab/>
        <w:t>1.013e0</w:t>
      </w:r>
    </w:p>
    <w:p w:rsidR="005B3ED9" w:rsidRDefault="005B3ED9" w:rsidP="005B3ED9">
      <w:r>
        <w:t>745.0804</w:t>
      </w:r>
      <w:r>
        <w:tab/>
        <w:t>1.013e0</w:t>
      </w:r>
    </w:p>
    <w:p w:rsidR="005B3ED9" w:rsidRDefault="005B3ED9" w:rsidP="005B3ED9">
      <w:r>
        <w:t>745.1965</w:t>
      </w:r>
      <w:r>
        <w:tab/>
        <w:t>1.013e0</w:t>
      </w:r>
    </w:p>
    <w:p w:rsidR="005B3ED9" w:rsidRDefault="005B3ED9" w:rsidP="005B3ED9">
      <w:r>
        <w:t>745.2191</w:t>
      </w:r>
      <w:r>
        <w:tab/>
        <w:t>1.013e0</w:t>
      </w:r>
    </w:p>
    <w:p w:rsidR="005B3ED9" w:rsidRDefault="005B3ED9" w:rsidP="005B3ED9">
      <w:r>
        <w:t>745.3199</w:t>
      </w:r>
      <w:r>
        <w:tab/>
        <w:t>1.013e0</w:t>
      </w:r>
    </w:p>
    <w:p w:rsidR="005B3ED9" w:rsidRDefault="005B3ED9" w:rsidP="005B3ED9">
      <w:r>
        <w:t>745.3956</w:t>
      </w:r>
      <w:r>
        <w:tab/>
        <w:t>1.013e0</w:t>
      </w:r>
    </w:p>
    <w:p w:rsidR="005B3ED9" w:rsidRDefault="005B3ED9" w:rsidP="005B3ED9">
      <w:r>
        <w:t>745.4082</w:t>
      </w:r>
      <w:r>
        <w:tab/>
        <w:t>1.013e0</w:t>
      </w:r>
    </w:p>
    <w:p w:rsidR="005B3ED9" w:rsidRDefault="005B3ED9" w:rsidP="005B3ED9">
      <w:r>
        <w:t>745.5554</w:t>
      </w:r>
      <w:r>
        <w:tab/>
        <w:t>2.025e0</w:t>
      </w:r>
    </w:p>
    <w:p w:rsidR="005B3ED9" w:rsidRDefault="005B3ED9" w:rsidP="005B3ED9">
      <w:r>
        <w:t>745.5848</w:t>
      </w:r>
      <w:r>
        <w:tab/>
        <w:t>1.013e0</w:t>
      </w:r>
    </w:p>
    <w:p w:rsidR="005B3ED9" w:rsidRDefault="005B3ED9" w:rsidP="005B3ED9">
      <w:r>
        <w:t>745.7867</w:t>
      </w:r>
      <w:r>
        <w:tab/>
        <w:t>1.013e0</w:t>
      </w:r>
    </w:p>
    <w:p w:rsidR="005B3ED9" w:rsidRDefault="005B3ED9" w:rsidP="005B3ED9">
      <w:r>
        <w:t>745.7946</w:t>
      </w:r>
      <w:r>
        <w:tab/>
        <w:t>1.013e0</w:t>
      </w:r>
    </w:p>
    <w:p w:rsidR="005B3ED9" w:rsidRDefault="005B3ED9" w:rsidP="005B3ED9">
      <w:r>
        <w:t>745.9138</w:t>
      </w:r>
      <w:r>
        <w:tab/>
        <w:t>1.013e0</w:t>
      </w:r>
    </w:p>
    <w:p w:rsidR="005B3ED9" w:rsidRDefault="005B3ED9" w:rsidP="005B3ED9">
      <w:r>
        <w:t>746.0012</w:t>
      </w:r>
      <w:r>
        <w:tab/>
        <w:t>2.025e0</w:t>
      </w:r>
    </w:p>
    <w:p w:rsidR="005B3ED9" w:rsidRDefault="005B3ED9" w:rsidP="005B3ED9">
      <w:r>
        <w:t>746.0079</w:t>
      </w:r>
      <w:r>
        <w:tab/>
        <w:t>2.025e0</w:t>
      </w:r>
    </w:p>
    <w:p w:rsidR="005B3ED9" w:rsidRDefault="005B3ED9" w:rsidP="005B3ED9">
      <w:r>
        <w:t>746.0517</w:t>
      </w:r>
      <w:r>
        <w:tab/>
        <w:t>1.013e0</w:t>
      </w:r>
    </w:p>
    <w:p w:rsidR="005B3ED9" w:rsidRDefault="005B3ED9" w:rsidP="005B3ED9">
      <w:r>
        <w:lastRenderedPageBreak/>
        <w:t>746.0798</w:t>
      </w:r>
      <w:r>
        <w:tab/>
        <w:t>2.025e0</w:t>
      </w:r>
    </w:p>
    <w:p w:rsidR="005B3ED9" w:rsidRDefault="005B3ED9" w:rsidP="005B3ED9">
      <w:r>
        <w:t>746.1193</w:t>
      </w:r>
      <w:r>
        <w:tab/>
        <w:t>1.013e0</w:t>
      </w:r>
    </w:p>
    <w:p w:rsidR="005B3ED9" w:rsidRDefault="005B3ED9" w:rsidP="005B3ED9">
      <w:r>
        <w:t>746.3801</w:t>
      </w:r>
      <w:r>
        <w:tab/>
        <w:t>1.013e0</w:t>
      </w:r>
    </w:p>
    <w:p w:rsidR="005B3ED9" w:rsidRDefault="005B3ED9" w:rsidP="005B3ED9">
      <w:r>
        <w:t>746.3852</w:t>
      </w:r>
      <w:r>
        <w:tab/>
        <w:t>3.038e0</w:t>
      </w:r>
    </w:p>
    <w:p w:rsidR="005B3ED9" w:rsidRDefault="005B3ED9" w:rsidP="005B3ED9">
      <w:r>
        <w:t>746.4509</w:t>
      </w:r>
      <w:r>
        <w:tab/>
        <w:t>2.025e0</w:t>
      </w:r>
    </w:p>
    <w:p w:rsidR="005B3ED9" w:rsidRDefault="005B3ED9" w:rsidP="005B3ED9">
      <w:r>
        <w:t>746.4948</w:t>
      </w:r>
      <w:r>
        <w:tab/>
        <w:t>1.013e0</w:t>
      </w:r>
    </w:p>
    <w:p w:rsidR="005B3ED9" w:rsidRDefault="005B3ED9" w:rsidP="005B3ED9">
      <w:r>
        <w:t>746.5634</w:t>
      </w:r>
      <w:r>
        <w:tab/>
        <w:t>1.013e0</w:t>
      </w:r>
    </w:p>
    <w:p w:rsidR="005B3ED9" w:rsidRDefault="005B3ED9" w:rsidP="005B3ED9">
      <w:r>
        <w:t>746.5822</w:t>
      </w:r>
      <w:r>
        <w:tab/>
        <w:t>1.013e0</w:t>
      </w:r>
    </w:p>
    <w:p w:rsidR="005B3ED9" w:rsidRDefault="005B3ED9" w:rsidP="005B3ED9">
      <w:r>
        <w:t>746.7780</w:t>
      </w:r>
      <w:r>
        <w:tab/>
        <w:t>2.025e0</w:t>
      </w:r>
    </w:p>
    <w:p w:rsidR="005B3ED9" w:rsidRDefault="005B3ED9" w:rsidP="005B3ED9">
      <w:r>
        <w:t>746.7850</w:t>
      </w:r>
      <w:r>
        <w:tab/>
        <w:t>1.013e0</w:t>
      </w:r>
    </w:p>
    <w:p w:rsidR="005B3ED9" w:rsidRDefault="005B3ED9" w:rsidP="005B3ED9">
      <w:r>
        <w:t>746.8878</w:t>
      </w:r>
      <w:r>
        <w:tab/>
        <w:t>1.013e0</w:t>
      </w:r>
    </w:p>
    <w:p w:rsidR="005B3ED9" w:rsidRDefault="005B3ED9" w:rsidP="005B3ED9">
      <w:r>
        <w:t>746.9106</w:t>
      </w:r>
      <w:r>
        <w:tab/>
        <w:t>1.013e0</w:t>
      </w:r>
    </w:p>
    <w:p w:rsidR="005B3ED9" w:rsidRDefault="005B3ED9" w:rsidP="005B3ED9">
      <w:r>
        <w:t>746.9486</w:t>
      </w:r>
      <w:r>
        <w:tab/>
        <w:t>1.013e0</w:t>
      </w:r>
    </w:p>
    <w:p w:rsidR="005B3ED9" w:rsidRDefault="005B3ED9" w:rsidP="005B3ED9">
      <w:r>
        <w:t>747.0845</w:t>
      </w:r>
      <w:r>
        <w:tab/>
        <w:t>3.038e0</w:t>
      </w:r>
    </w:p>
    <w:p w:rsidR="005B3ED9" w:rsidRDefault="005B3ED9" w:rsidP="005B3ED9">
      <w:r>
        <w:t>747.1128</w:t>
      </w:r>
      <w:r>
        <w:tab/>
        <w:t>1.013e0</w:t>
      </w:r>
    </w:p>
    <w:p w:rsidR="005B3ED9" w:rsidRDefault="005B3ED9" w:rsidP="005B3ED9">
      <w:r>
        <w:t>747.1270</w:t>
      </w:r>
      <w:r>
        <w:tab/>
        <w:t>3.038e0</w:t>
      </w:r>
    </w:p>
    <w:p w:rsidR="005B3ED9" w:rsidRDefault="005B3ED9" w:rsidP="005B3ED9">
      <w:r>
        <w:t>747.1887</w:t>
      </w:r>
      <w:r>
        <w:tab/>
        <w:t>1.013e0</w:t>
      </w:r>
    </w:p>
    <w:p w:rsidR="005B3ED9" w:rsidRDefault="005B3ED9" w:rsidP="005B3ED9">
      <w:r>
        <w:t>747.2013</w:t>
      </w:r>
      <w:r>
        <w:tab/>
        <w:t>1.013e0</w:t>
      </w:r>
    </w:p>
    <w:p w:rsidR="005B3ED9" w:rsidRDefault="005B3ED9" w:rsidP="005B3ED9">
      <w:r>
        <w:t>747.3492</w:t>
      </w:r>
      <w:r>
        <w:tab/>
        <w:t>1.013e0</w:t>
      </w:r>
    </w:p>
    <w:p w:rsidR="005B3ED9" w:rsidRDefault="005B3ED9" w:rsidP="005B3ED9">
      <w:r>
        <w:lastRenderedPageBreak/>
        <w:t>747.3834</w:t>
      </w:r>
      <w:r>
        <w:tab/>
        <w:t>1.013e0</w:t>
      </w:r>
    </w:p>
    <w:p w:rsidR="005B3ED9" w:rsidRDefault="005B3ED9" w:rsidP="005B3ED9">
      <w:r>
        <w:t>747.5032</w:t>
      </w:r>
      <w:r>
        <w:tab/>
        <w:t>1.013e0</w:t>
      </w:r>
    </w:p>
    <w:p w:rsidR="005B3ED9" w:rsidRDefault="005B3ED9" w:rsidP="005B3ED9">
      <w:r>
        <w:t>747.5428</w:t>
      </w:r>
      <w:r>
        <w:tab/>
        <w:t>1.013e0</w:t>
      </w:r>
    </w:p>
    <w:p w:rsidR="005B3ED9" w:rsidRDefault="005B3ED9" w:rsidP="005B3ED9">
      <w:r>
        <w:t>747.5833</w:t>
      </w:r>
      <w:r>
        <w:tab/>
        <w:t>2.025e0</w:t>
      </w:r>
    </w:p>
    <w:p w:rsidR="005B3ED9" w:rsidRDefault="005B3ED9" w:rsidP="005B3ED9">
      <w:r>
        <w:t>747.6060</w:t>
      </w:r>
      <w:r>
        <w:tab/>
        <w:t>1.013e0</w:t>
      </w:r>
    </w:p>
    <w:p w:rsidR="005B3ED9" w:rsidRDefault="005B3ED9" w:rsidP="005B3ED9">
      <w:r>
        <w:t>747.7586</w:t>
      </w:r>
      <w:r>
        <w:tab/>
        <w:t>1.013e0</w:t>
      </w:r>
    </w:p>
    <w:p w:rsidR="005B3ED9" w:rsidRDefault="005B3ED9" w:rsidP="005B3ED9">
      <w:r>
        <w:t>747.7935</w:t>
      </w:r>
      <w:r>
        <w:tab/>
        <w:t>1.013e0</w:t>
      </w:r>
    </w:p>
    <w:p w:rsidR="005B3ED9" w:rsidRDefault="005B3ED9" w:rsidP="005B3ED9">
      <w:r>
        <w:t>747.8614</w:t>
      </w:r>
      <w:r>
        <w:tab/>
        <w:t>1.013e0</w:t>
      </w:r>
    </w:p>
    <w:p w:rsidR="005B3ED9" w:rsidRDefault="005B3ED9" w:rsidP="005B3ED9">
      <w:r>
        <w:t>747.9982</w:t>
      </w:r>
      <w:r>
        <w:tab/>
        <w:t>1.013e0</w:t>
      </w:r>
    </w:p>
    <w:p w:rsidR="005B3ED9" w:rsidRDefault="005B3ED9" w:rsidP="005B3ED9">
      <w:r>
        <w:t>748.2892</w:t>
      </w:r>
      <w:r>
        <w:tab/>
        <w:t>1.013e0</w:t>
      </w:r>
    </w:p>
    <w:p w:rsidR="005B3ED9" w:rsidRDefault="005B3ED9" w:rsidP="005B3ED9">
      <w:r>
        <w:t>748.3273</w:t>
      </w:r>
      <w:r>
        <w:tab/>
        <w:t>1.013e0</w:t>
      </w:r>
    </w:p>
    <w:p w:rsidR="005B3ED9" w:rsidRDefault="005B3ED9" w:rsidP="005B3ED9">
      <w:r>
        <w:t>748.3906</w:t>
      </w:r>
      <w:r>
        <w:tab/>
        <w:t>1.013e0</w:t>
      </w:r>
    </w:p>
    <w:p w:rsidR="005B3ED9" w:rsidRDefault="005B3ED9" w:rsidP="005B3ED9">
      <w:r>
        <w:t>748.4417</w:t>
      </w:r>
      <w:r>
        <w:tab/>
        <w:t>1.013e0</w:t>
      </w:r>
    </w:p>
    <w:p w:rsidR="005B3ED9" w:rsidRDefault="005B3ED9" w:rsidP="005B3ED9">
      <w:r>
        <w:t>748.4594</w:t>
      </w:r>
      <w:r>
        <w:tab/>
        <w:t>1.013e0</w:t>
      </w:r>
    </w:p>
    <w:p w:rsidR="005B3ED9" w:rsidRDefault="005B3ED9" w:rsidP="005B3ED9">
      <w:r>
        <w:t>748.4919</w:t>
      </w:r>
      <w:r>
        <w:tab/>
        <w:t>1.013e0</w:t>
      </w:r>
    </w:p>
    <w:p w:rsidR="005B3ED9" w:rsidRDefault="005B3ED9" w:rsidP="005B3ED9">
      <w:r>
        <w:t>748.5173</w:t>
      </w:r>
      <w:r>
        <w:tab/>
        <w:t>1.013e0</w:t>
      </w:r>
    </w:p>
    <w:p w:rsidR="005B3ED9" w:rsidRDefault="005B3ED9" w:rsidP="005B3ED9">
      <w:r>
        <w:t>748.5425</w:t>
      </w:r>
      <w:r>
        <w:tab/>
        <w:t>1.013e0</w:t>
      </w:r>
    </w:p>
    <w:p w:rsidR="005B3ED9" w:rsidRDefault="005B3ED9" w:rsidP="005B3ED9">
      <w:r>
        <w:t>748.5792</w:t>
      </w:r>
      <w:r>
        <w:tab/>
        <w:t>1.013e0</w:t>
      </w:r>
    </w:p>
    <w:p w:rsidR="005B3ED9" w:rsidRDefault="005B3ED9" w:rsidP="005B3ED9">
      <w:r>
        <w:t>748.6642</w:t>
      </w:r>
      <w:r>
        <w:tab/>
        <w:t>1.013e0</w:t>
      </w:r>
    </w:p>
    <w:p w:rsidR="005B3ED9" w:rsidRDefault="005B3ED9" w:rsidP="005B3ED9">
      <w:r>
        <w:lastRenderedPageBreak/>
        <w:t>748.7406</w:t>
      </w:r>
      <w:r>
        <w:tab/>
        <w:t>2.025e0</w:t>
      </w:r>
    </w:p>
    <w:p w:rsidR="005B3ED9" w:rsidRDefault="005B3ED9" w:rsidP="005B3ED9">
      <w:r>
        <w:t>748.7622</w:t>
      </w:r>
      <w:r>
        <w:tab/>
        <w:t>4.051e0</w:t>
      </w:r>
    </w:p>
    <w:p w:rsidR="005B3ED9" w:rsidRDefault="005B3ED9" w:rsidP="005B3ED9">
      <w:r>
        <w:t>748.8345</w:t>
      </w:r>
      <w:r>
        <w:tab/>
        <w:t>1.013e0</w:t>
      </w:r>
    </w:p>
    <w:p w:rsidR="005B3ED9" w:rsidRDefault="005B3ED9" w:rsidP="005B3ED9">
      <w:r>
        <w:t>748.8592</w:t>
      </w:r>
      <w:r>
        <w:tab/>
        <w:t>1.013e0</w:t>
      </w:r>
    </w:p>
    <w:p w:rsidR="005B3ED9" w:rsidRDefault="005B3ED9" w:rsidP="005B3ED9">
      <w:r>
        <w:t>748.8846</w:t>
      </w:r>
      <w:r>
        <w:tab/>
        <w:t>1.013e0</w:t>
      </w:r>
    </w:p>
    <w:p w:rsidR="005B3ED9" w:rsidRDefault="005B3ED9" w:rsidP="005B3ED9">
      <w:r>
        <w:t>748.9373</w:t>
      </w:r>
      <w:r>
        <w:tab/>
        <w:t>1.013e0</w:t>
      </w:r>
    </w:p>
    <w:p w:rsidR="005B3ED9" w:rsidRDefault="005B3ED9" w:rsidP="005B3ED9">
      <w:r>
        <w:t>748.9651</w:t>
      </w:r>
      <w:r>
        <w:tab/>
        <w:t>2.025e0</w:t>
      </w:r>
    </w:p>
    <w:p w:rsidR="005B3ED9" w:rsidRDefault="005B3ED9" w:rsidP="005B3ED9">
      <w:r>
        <w:t>749.0746</w:t>
      </w:r>
      <w:r>
        <w:tab/>
        <w:t>1.013e0</w:t>
      </w:r>
    </w:p>
    <w:p w:rsidR="005B3ED9" w:rsidRDefault="005B3ED9" w:rsidP="005B3ED9">
      <w:r>
        <w:t>749.1595</w:t>
      </w:r>
      <w:r>
        <w:tab/>
        <w:t>1.013e0</w:t>
      </w:r>
    </w:p>
    <w:p w:rsidR="005B3ED9" w:rsidRDefault="005B3ED9" w:rsidP="005B3ED9">
      <w:r>
        <w:t>749.2140</w:t>
      </w:r>
      <w:r>
        <w:tab/>
        <w:t>1.013e0</w:t>
      </w:r>
    </w:p>
    <w:p w:rsidR="005B3ED9" w:rsidRDefault="005B3ED9" w:rsidP="005B3ED9">
      <w:r>
        <w:t>749.3648</w:t>
      </w:r>
      <w:r>
        <w:tab/>
        <w:t>1.013e0</w:t>
      </w:r>
    </w:p>
    <w:p w:rsidR="005B3ED9" w:rsidRDefault="005B3ED9" w:rsidP="005B3ED9">
      <w:r>
        <w:t>749.3914</w:t>
      </w:r>
      <w:r>
        <w:tab/>
        <w:t>1.013e0</w:t>
      </w:r>
    </w:p>
    <w:p w:rsidR="005B3ED9" w:rsidRDefault="005B3ED9" w:rsidP="005B3ED9">
      <w:r>
        <w:t>749.4802</w:t>
      </w:r>
      <w:r>
        <w:tab/>
        <w:t>1.013e0</w:t>
      </w:r>
    </w:p>
    <w:p w:rsidR="005B3ED9" w:rsidRDefault="005B3ED9" w:rsidP="005B3ED9">
      <w:r>
        <w:t>749.6035</w:t>
      </w:r>
      <w:r>
        <w:tab/>
        <w:t>1.013e0</w:t>
      </w:r>
    </w:p>
    <w:p w:rsidR="005B3ED9" w:rsidRDefault="005B3ED9" w:rsidP="005B3ED9">
      <w:r>
        <w:t>749.6578</w:t>
      </w:r>
      <w:r>
        <w:tab/>
        <w:t>1.013e0</w:t>
      </w:r>
    </w:p>
    <w:p w:rsidR="005B3ED9" w:rsidRDefault="005B3ED9" w:rsidP="005B3ED9">
      <w:r>
        <w:t>749.7338</w:t>
      </w:r>
      <w:r>
        <w:tab/>
        <w:t>1.013e0</w:t>
      </w:r>
    </w:p>
    <w:p w:rsidR="005B3ED9" w:rsidRDefault="005B3ED9" w:rsidP="005B3ED9">
      <w:r>
        <w:t>749.7913</w:t>
      </w:r>
      <w:r>
        <w:tab/>
        <w:t>1.013e0</w:t>
      </w:r>
    </w:p>
    <w:p w:rsidR="005B3ED9" w:rsidRDefault="005B3ED9" w:rsidP="005B3ED9">
      <w:r>
        <w:t>749.8425</w:t>
      </w:r>
      <w:r>
        <w:tab/>
        <w:t>1.013e0</w:t>
      </w:r>
    </w:p>
    <w:p w:rsidR="005B3ED9" w:rsidRDefault="005B3ED9" w:rsidP="005B3ED9">
      <w:r>
        <w:t>749.9034</w:t>
      </w:r>
      <w:r>
        <w:tab/>
        <w:t>2.025e0</w:t>
      </w:r>
    </w:p>
    <w:p w:rsidR="005B3ED9" w:rsidRDefault="005B3ED9" w:rsidP="005B3ED9">
      <w:r>
        <w:lastRenderedPageBreak/>
        <w:t>749.9875</w:t>
      </w:r>
      <w:r>
        <w:tab/>
        <w:t>1.013e0</w:t>
      </w:r>
    </w:p>
    <w:p w:rsidR="005B3ED9" w:rsidRDefault="005B3ED9" w:rsidP="005B3ED9">
      <w:r>
        <w:t>750.1666</w:t>
      </w:r>
      <w:r>
        <w:tab/>
        <w:t>1.013e0</w:t>
      </w:r>
    </w:p>
    <w:p w:rsidR="005B3ED9" w:rsidRDefault="005B3ED9" w:rsidP="005B3ED9">
      <w:r>
        <w:t>750.2092</w:t>
      </w:r>
      <w:r>
        <w:tab/>
        <w:t>2.025e0</w:t>
      </w:r>
    </w:p>
    <w:p w:rsidR="005B3ED9" w:rsidRDefault="005B3ED9" w:rsidP="005B3ED9">
      <w:r>
        <w:t>750.2352</w:t>
      </w:r>
      <w:r>
        <w:tab/>
        <w:t>1.013e0</w:t>
      </w:r>
    </w:p>
    <w:p w:rsidR="005B3ED9" w:rsidRDefault="005B3ED9" w:rsidP="005B3ED9">
      <w:r>
        <w:t>750.2850</w:t>
      </w:r>
      <w:r>
        <w:tab/>
        <w:t>2.025e0</w:t>
      </w:r>
    </w:p>
    <w:p w:rsidR="005B3ED9" w:rsidRDefault="005B3ED9" w:rsidP="005B3ED9">
      <w:r>
        <w:t>750.2921</w:t>
      </w:r>
      <w:r>
        <w:tab/>
        <w:t>1.013e0</w:t>
      </w:r>
    </w:p>
    <w:p w:rsidR="005B3ED9" w:rsidRDefault="005B3ED9" w:rsidP="005B3ED9">
      <w:r>
        <w:t>750.4202</w:t>
      </w:r>
      <w:r>
        <w:tab/>
        <w:t>2.025e0</w:t>
      </w:r>
    </w:p>
    <w:p w:rsidR="005B3ED9" w:rsidRDefault="005B3ED9" w:rsidP="005B3ED9">
      <w:r>
        <w:t>750.4443</w:t>
      </w:r>
      <w:r>
        <w:tab/>
        <w:t>1.013e0</w:t>
      </w:r>
    </w:p>
    <w:p w:rsidR="005B3ED9" w:rsidRDefault="005B3ED9" w:rsidP="005B3ED9">
      <w:r>
        <w:t>750.5205</w:t>
      </w:r>
      <w:r>
        <w:tab/>
        <w:t>1.013e0</w:t>
      </w:r>
    </w:p>
    <w:p w:rsidR="005B3ED9" w:rsidRDefault="005B3ED9" w:rsidP="005B3ED9">
      <w:r>
        <w:t>750.5219</w:t>
      </w:r>
      <w:r>
        <w:tab/>
        <w:t>2.025e0</w:t>
      </w:r>
    </w:p>
    <w:p w:rsidR="005B3ED9" w:rsidRDefault="005B3ED9" w:rsidP="005B3ED9">
      <w:r>
        <w:t>750.5939</w:t>
      </w:r>
      <w:r>
        <w:tab/>
        <w:t>1.013e0</w:t>
      </w:r>
    </w:p>
    <w:p w:rsidR="005B3ED9" w:rsidRDefault="005B3ED9" w:rsidP="005B3ED9">
      <w:r>
        <w:t>750.6094</w:t>
      </w:r>
      <w:r>
        <w:tab/>
        <w:t>1.013e0</w:t>
      </w:r>
    </w:p>
    <w:p w:rsidR="005B3ED9" w:rsidRDefault="005B3ED9" w:rsidP="005B3ED9">
      <w:r>
        <w:t>750.6326</w:t>
      </w:r>
      <w:r>
        <w:tab/>
        <w:t>2.025e0</w:t>
      </w:r>
    </w:p>
    <w:p w:rsidR="005B3ED9" w:rsidRDefault="005B3ED9" w:rsidP="005B3ED9">
      <w:r>
        <w:t>750.6856</w:t>
      </w:r>
      <w:r>
        <w:tab/>
        <w:t>1.013e0</w:t>
      </w:r>
    </w:p>
    <w:p w:rsidR="005B3ED9" w:rsidRDefault="005B3ED9" w:rsidP="005B3ED9">
      <w:r>
        <w:t>750.8880</w:t>
      </w:r>
      <w:r>
        <w:tab/>
        <w:t>2.025e0</w:t>
      </w:r>
    </w:p>
    <w:p w:rsidR="005B3ED9" w:rsidRDefault="005B3ED9" w:rsidP="005B3ED9">
      <w:r>
        <w:t>750.9269</w:t>
      </w:r>
      <w:r>
        <w:tab/>
        <w:t>1.013e0</w:t>
      </w:r>
    </w:p>
    <w:p w:rsidR="005B3ED9" w:rsidRDefault="005B3ED9" w:rsidP="005B3ED9">
      <w:r>
        <w:t>751.0666</w:t>
      </w:r>
      <w:r>
        <w:tab/>
        <w:t>1.013e0</w:t>
      </w:r>
    </w:p>
    <w:p w:rsidR="005B3ED9" w:rsidRDefault="005B3ED9" w:rsidP="005B3ED9">
      <w:r>
        <w:t>751.0797</w:t>
      </w:r>
      <w:r>
        <w:tab/>
        <w:t>2.025e0</w:t>
      </w:r>
    </w:p>
    <w:p w:rsidR="005B3ED9" w:rsidRDefault="005B3ED9" w:rsidP="005B3ED9">
      <w:r>
        <w:t>751.1429</w:t>
      </w:r>
      <w:r>
        <w:tab/>
        <w:t>1.013e0</w:t>
      </w:r>
    </w:p>
    <w:p w:rsidR="005B3ED9" w:rsidRDefault="005B3ED9" w:rsidP="005B3ED9">
      <w:r>
        <w:lastRenderedPageBreak/>
        <w:t>751.2766</w:t>
      </w:r>
      <w:r>
        <w:tab/>
        <w:t>1.013e0</w:t>
      </w:r>
    </w:p>
    <w:p w:rsidR="005B3ED9" w:rsidRDefault="005B3ED9" w:rsidP="005B3ED9">
      <w:r>
        <w:t>751.2942</w:t>
      </w:r>
      <w:r>
        <w:tab/>
        <w:t>1.013e0</w:t>
      </w:r>
    </w:p>
    <w:p w:rsidR="005B3ED9" w:rsidRDefault="005B3ED9" w:rsidP="005B3ED9">
      <w:r>
        <w:t>751.3381</w:t>
      </w:r>
      <w:r>
        <w:tab/>
        <w:t>2.025e0</w:t>
      </w:r>
    </w:p>
    <w:p w:rsidR="005B3ED9" w:rsidRDefault="005B3ED9" w:rsidP="005B3ED9">
      <w:r>
        <w:t>751.3589</w:t>
      </w:r>
      <w:r>
        <w:tab/>
        <w:t>1.013e0</w:t>
      </w:r>
    </w:p>
    <w:p w:rsidR="005B3ED9" w:rsidRDefault="005B3ED9" w:rsidP="005B3ED9">
      <w:r>
        <w:t>751.3970</w:t>
      </w:r>
      <w:r>
        <w:tab/>
        <w:t>2.025e0</w:t>
      </w:r>
    </w:p>
    <w:p w:rsidR="005B3ED9" w:rsidRDefault="005B3ED9" w:rsidP="005B3ED9">
      <w:r>
        <w:t>751.4645</w:t>
      </w:r>
      <w:r>
        <w:tab/>
        <w:t>1.013e0</w:t>
      </w:r>
    </w:p>
    <w:p w:rsidR="005B3ED9" w:rsidRDefault="005B3ED9" w:rsidP="005B3ED9">
      <w:r>
        <w:t>751.4987</w:t>
      </w:r>
      <w:r>
        <w:tab/>
        <w:t>1.013e0</w:t>
      </w:r>
    </w:p>
    <w:p w:rsidR="005B3ED9" w:rsidRDefault="005B3ED9" w:rsidP="005B3ED9">
      <w:r>
        <w:t>751.5415</w:t>
      </w:r>
      <w:r>
        <w:tab/>
        <w:t>2.025e0</w:t>
      </w:r>
    </w:p>
    <w:p w:rsidR="005B3ED9" w:rsidRDefault="005B3ED9" w:rsidP="005B3ED9">
      <w:r>
        <w:t>751.5495</w:t>
      </w:r>
      <w:r>
        <w:tab/>
        <w:t>1.013e0</w:t>
      </w:r>
    </w:p>
    <w:p w:rsidR="005B3ED9" w:rsidRDefault="005B3ED9" w:rsidP="005B3ED9">
      <w:r>
        <w:t>751.5704</w:t>
      </w:r>
      <w:r>
        <w:tab/>
        <w:t>2.025e0</w:t>
      </w:r>
    </w:p>
    <w:p w:rsidR="005B3ED9" w:rsidRDefault="005B3ED9" w:rsidP="005B3ED9">
      <w:r>
        <w:t>751.7783</w:t>
      </w:r>
      <w:r>
        <w:tab/>
        <w:t>1.013e0</w:t>
      </w:r>
    </w:p>
    <w:p w:rsidR="005B3ED9" w:rsidRDefault="005B3ED9" w:rsidP="005B3ED9">
      <w:r>
        <w:t>751.8293</w:t>
      </w:r>
      <w:r>
        <w:tab/>
        <w:t>2.025e0</w:t>
      </w:r>
    </w:p>
    <w:p w:rsidR="005B3ED9" w:rsidRDefault="005B3ED9" w:rsidP="005B3ED9">
      <w:r>
        <w:t>751.8568</w:t>
      </w:r>
      <w:r>
        <w:tab/>
        <w:t>1.013e0</w:t>
      </w:r>
    </w:p>
    <w:p w:rsidR="005B3ED9" w:rsidRDefault="005B3ED9" w:rsidP="005B3ED9">
      <w:r>
        <w:t>751.8917</w:t>
      </w:r>
      <w:r>
        <w:tab/>
        <w:t>1.013e0</w:t>
      </w:r>
    </w:p>
    <w:p w:rsidR="005B3ED9" w:rsidRDefault="005B3ED9" w:rsidP="005B3ED9">
      <w:r>
        <w:t>751.9765</w:t>
      </w:r>
      <w:r>
        <w:tab/>
        <w:t>1.013e0</w:t>
      </w:r>
    </w:p>
    <w:p w:rsidR="005B3ED9" w:rsidRDefault="005B3ED9" w:rsidP="005B3ED9">
      <w:r>
        <w:t>752.0327</w:t>
      </w:r>
      <w:r>
        <w:tab/>
        <w:t>1.013e0</w:t>
      </w:r>
    </w:p>
    <w:p w:rsidR="005B3ED9" w:rsidRDefault="005B3ED9" w:rsidP="005B3ED9">
      <w:r>
        <w:t>752.0712</w:t>
      </w:r>
      <w:r>
        <w:tab/>
        <w:t>2.025e0</w:t>
      </w:r>
    </w:p>
    <w:p w:rsidR="005B3ED9" w:rsidRDefault="005B3ED9" w:rsidP="005B3ED9">
      <w:r>
        <w:t>752.1302</w:t>
      </w:r>
      <w:r>
        <w:tab/>
        <w:t>1.013e0</w:t>
      </w:r>
    </w:p>
    <w:p w:rsidR="005B3ED9" w:rsidRDefault="005B3ED9" w:rsidP="005B3ED9">
      <w:r>
        <w:t>752.2156</w:t>
      </w:r>
      <w:r>
        <w:tab/>
        <w:t>1.013e0</w:t>
      </w:r>
    </w:p>
    <w:p w:rsidR="005B3ED9" w:rsidRDefault="005B3ED9" w:rsidP="005B3ED9">
      <w:r>
        <w:lastRenderedPageBreak/>
        <w:t>752.3126</w:t>
      </w:r>
      <w:r>
        <w:tab/>
        <w:t>1.013e0</w:t>
      </w:r>
    </w:p>
    <w:p w:rsidR="005B3ED9" w:rsidRDefault="005B3ED9" w:rsidP="005B3ED9">
      <w:r>
        <w:t>752.3181</w:t>
      </w:r>
      <w:r>
        <w:tab/>
        <w:t>1.013e0</w:t>
      </w:r>
    </w:p>
    <w:p w:rsidR="005B3ED9" w:rsidRDefault="005B3ED9" w:rsidP="005B3ED9">
      <w:r>
        <w:t>752.3352</w:t>
      </w:r>
      <w:r>
        <w:tab/>
        <w:t>1.013e0</w:t>
      </w:r>
    </w:p>
    <w:p w:rsidR="005B3ED9" w:rsidRDefault="005B3ED9" w:rsidP="005B3ED9">
      <w:r>
        <w:t>752.3766</w:t>
      </w:r>
      <w:r>
        <w:tab/>
        <w:t>1.013e1</w:t>
      </w:r>
    </w:p>
    <w:p w:rsidR="005B3ED9" w:rsidRDefault="005B3ED9" w:rsidP="005B3ED9">
      <w:r>
        <w:t>752.4017</w:t>
      </w:r>
      <w:r>
        <w:tab/>
        <w:t>1.013e0</w:t>
      </w:r>
    </w:p>
    <w:p w:rsidR="005B3ED9" w:rsidRDefault="005B3ED9" w:rsidP="005B3ED9">
      <w:r>
        <w:t>752.5919</w:t>
      </w:r>
      <w:r>
        <w:tab/>
        <w:t>2.025e0</w:t>
      </w:r>
    </w:p>
    <w:p w:rsidR="005B3ED9" w:rsidRDefault="005B3ED9" w:rsidP="005B3ED9">
      <w:r>
        <w:t>752.6436</w:t>
      </w:r>
      <w:r>
        <w:tab/>
        <w:t>1.013e0</w:t>
      </w:r>
    </w:p>
    <w:p w:rsidR="005B3ED9" w:rsidRDefault="005B3ED9" w:rsidP="005B3ED9">
      <w:r>
        <w:t>752.7327</w:t>
      </w:r>
      <w:r>
        <w:tab/>
        <w:t>1.013e0</w:t>
      </w:r>
    </w:p>
    <w:p w:rsidR="005B3ED9" w:rsidRDefault="005B3ED9" w:rsidP="005B3ED9">
      <w:r>
        <w:t>752.8613</w:t>
      </w:r>
      <w:r>
        <w:tab/>
        <w:t>3.038e0</w:t>
      </w:r>
    </w:p>
    <w:p w:rsidR="005B3ED9" w:rsidRDefault="005B3ED9" w:rsidP="005B3ED9">
      <w:r>
        <w:t>752.9745</w:t>
      </w:r>
      <w:r>
        <w:tab/>
        <w:t>1.013e0</w:t>
      </w:r>
    </w:p>
    <w:p w:rsidR="005B3ED9" w:rsidRDefault="005B3ED9" w:rsidP="005B3ED9">
      <w:r>
        <w:t>753.1273</w:t>
      </w:r>
      <w:r>
        <w:tab/>
        <w:t>1.013e0</w:t>
      </w:r>
    </w:p>
    <w:p w:rsidR="005B3ED9" w:rsidRDefault="005B3ED9" w:rsidP="005B3ED9">
      <w:r>
        <w:t>753.1374</w:t>
      </w:r>
      <w:r>
        <w:tab/>
        <w:t>1.013e0</w:t>
      </w:r>
    </w:p>
    <w:p w:rsidR="005B3ED9" w:rsidRDefault="005B3ED9" w:rsidP="005B3ED9">
      <w:r>
        <w:t>753.3749</w:t>
      </w:r>
      <w:r>
        <w:tab/>
        <w:t>3.038e0</w:t>
      </w:r>
    </w:p>
    <w:p w:rsidR="005B3ED9" w:rsidRDefault="005B3ED9" w:rsidP="005B3ED9">
      <w:r>
        <w:t>753.3821</w:t>
      </w:r>
      <w:r>
        <w:tab/>
        <w:t>1.013e0</w:t>
      </w:r>
    </w:p>
    <w:p w:rsidR="005B3ED9" w:rsidRDefault="005B3ED9" w:rsidP="005B3ED9">
      <w:r>
        <w:t>753.3949</w:t>
      </w:r>
      <w:r>
        <w:tab/>
        <w:t>1.013e0</w:t>
      </w:r>
    </w:p>
    <w:p w:rsidR="005B3ED9" w:rsidRDefault="005B3ED9" w:rsidP="005B3ED9">
      <w:r>
        <w:t>753.4614</w:t>
      </w:r>
      <w:r>
        <w:tab/>
        <w:t>1.013e0</w:t>
      </w:r>
    </w:p>
    <w:p w:rsidR="005B3ED9" w:rsidRDefault="005B3ED9" w:rsidP="005B3ED9">
      <w:r>
        <w:t>753.5606</w:t>
      </w:r>
      <w:r>
        <w:tab/>
        <w:t>1.013e0</w:t>
      </w:r>
    </w:p>
    <w:p w:rsidR="005B3ED9" w:rsidRDefault="005B3ED9" w:rsidP="005B3ED9">
      <w:r>
        <w:t>753.5988</w:t>
      </w:r>
      <w:r>
        <w:tab/>
        <w:t>2.025e0</w:t>
      </w:r>
    </w:p>
    <w:p w:rsidR="005B3ED9" w:rsidRDefault="005B3ED9" w:rsidP="005B3ED9">
      <w:r>
        <w:t>753.6144</w:t>
      </w:r>
      <w:r>
        <w:tab/>
        <w:t>2.025e0</w:t>
      </w:r>
    </w:p>
    <w:p w:rsidR="005B3ED9" w:rsidRDefault="005B3ED9" w:rsidP="005B3ED9">
      <w:r>
        <w:lastRenderedPageBreak/>
        <w:t>753.6624</w:t>
      </w:r>
      <w:r>
        <w:tab/>
        <w:t>3.038e0</w:t>
      </w:r>
    </w:p>
    <w:p w:rsidR="005B3ED9" w:rsidRDefault="005B3ED9" w:rsidP="005B3ED9">
      <w:r>
        <w:t>753.6752</w:t>
      </w:r>
      <w:r>
        <w:tab/>
        <w:t>2.025e0</w:t>
      </w:r>
    </w:p>
    <w:p w:rsidR="005B3ED9" w:rsidRDefault="005B3ED9" w:rsidP="005B3ED9">
      <w:r>
        <w:t>753.7518</w:t>
      </w:r>
      <w:r>
        <w:tab/>
        <w:t>1.013e0</w:t>
      </w:r>
    </w:p>
    <w:p w:rsidR="005B3ED9" w:rsidRDefault="005B3ED9" w:rsidP="005B3ED9">
      <w:r>
        <w:t>753.9302</w:t>
      </w:r>
      <w:r>
        <w:tab/>
        <w:t>1.013e0</w:t>
      </w:r>
    </w:p>
    <w:p w:rsidR="005B3ED9" w:rsidRDefault="005B3ED9" w:rsidP="005B3ED9">
      <w:r>
        <w:t>753.9691</w:t>
      </w:r>
      <w:r>
        <w:tab/>
        <w:t>3.038e0</w:t>
      </w:r>
    </w:p>
    <w:p w:rsidR="005B3ED9" w:rsidRDefault="005B3ED9" w:rsidP="005B3ED9">
      <w:r>
        <w:t>754.0248</w:t>
      </w:r>
      <w:r>
        <w:tab/>
        <w:t>1.013e0</w:t>
      </w:r>
    </w:p>
    <w:p w:rsidR="005B3ED9" w:rsidRDefault="005B3ED9" w:rsidP="005B3ED9">
      <w:r>
        <w:t>754.3423</w:t>
      </w:r>
      <w:r>
        <w:tab/>
        <w:t>2.025e0</w:t>
      </w:r>
    </w:p>
    <w:p w:rsidR="005B3ED9" w:rsidRDefault="005B3ED9" w:rsidP="005B3ED9">
      <w:r>
        <w:t>754.3492</w:t>
      </w:r>
      <w:r>
        <w:tab/>
        <w:t>1.013e0</w:t>
      </w:r>
    </w:p>
    <w:p w:rsidR="005B3ED9" w:rsidRDefault="005B3ED9" w:rsidP="005B3ED9">
      <w:r>
        <w:t>754.4342</w:t>
      </w:r>
      <w:r>
        <w:tab/>
        <w:t>1.013e0</w:t>
      </w:r>
    </w:p>
    <w:p w:rsidR="005B3ED9" w:rsidRDefault="005B3ED9" w:rsidP="005B3ED9">
      <w:r>
        <w:t>754.4446</w:t>
      </w:r>
      <w:r>
        <w:tab/>
        <w:t>2.025e0</w:t>
      </w:r>
    </w:p>
    <w:p w:rsidR="005B3ED9" w:rsidRDefault="005B3ED9" w:rsidP="005B3ED9">
      <w:r>
        <w:t>754.6731</w:t>
      </w:r>
      <w:r>
        <w:tab/>
        <w:t>1.013e0</w:t>
      </w:r>
    </w:p>
    <w:p w:rsidR="005B3ED9" w:rsidRDefault="005B3ED9" w:rsidP="005B3ED9">
      <w:r>
        <w:t>754.6956</w:t>
      </w:r>
      <w:r>
        <w:tab/>
        <w:t>1.013e0</w:t>
      </w:r>
    </w:p>
    <w:p w:rsidR="005B3ED9" w:rsidRDefault="005B3ED9" w:rsidP="005B3ED9">
      <w:r>
        <w:t>754.7926</w:t>
      </w:r>
      <w:r>
        <w:tab/>
        <w:t>1.013e0</w:t>
      </w:r>
    </w:p>
    <w:p w:rsidR="005B3ED9" w:rsidRDefault="005B3ED9" w:rsidP="005B3ED9">
      <w:r>
        <w:t>754.8232</w:t>
      </w:r>
      <w:r>
        <w:tab/>
        <w:t>1.013e0</w:t>
      </w:r>
    </w:p>
    <w:p w:rsidR="005B3ED9" w:rsidRDefault="005B3ED9" w:rsidP="005B3ED9">
      <w:r>
        <w:t>754.8742</w:t>
      </w:r>
      <w:r>
        <w:tab/>
        <w:t>1.013e0</w:t>
      </w:r>
    </w:p>
    <w:p w:rsidR="005B3ED9" w:rsidRDefault="005B3ED9" w:rsidP="005B3ED9">
      <w:r>
        <w:t>755.0402</w:t>
      </w:r>
      <w:r>
        <w:tab/>
        <w:t>1.013e0</w:t>
      </w:r>
    </w:p>
    <w:p w:rsidR="005B3ED9" w:rsidRDefault="005B3ED9" w:rsidP="005B3ED9">
      <w:r>
        <w:t>755.1850</w:t>
      </w:r>
      <w:r>
        <w:tab/>
        <w:t>1.013e0</w:t>
      </w:r>
    </w:p>
    <w:p w:rsidR="005B3ED9" w:rsidRDefault="005B3ED9" w:rsidP="005B3ED9">
      <w:r>
        <w:t>755.2788</w:t>
      </w:r>
      <w:r>
        <w:tab/>
        <w:t>2.025e0</w:t>
      </w:r>
    </w:p>
    <w:p w:rsidR="005B3ED9" w:rsidRDefault="005B3ED9" w:rsidP="005B3ED9">
      <w:r>
        <w:t>755.3212</w:t>
      </w:r>
      <w:r>
        <w:tab/>
        <w:t>1.013e0</w:t>
      </w:r>
    </w:p>
    <w:p w:rsidR="005B3ED9" w:rsidRDefault="005B3ED9" w:rsidP="005B3ED9">
      <w:r>
        <w:lastRenderedPageBreak/>
        <w:t>755.4410</w:t>
      </w:r>
      <w:r>
        <w:tab/>
        <w:t>3.038e0</w:t>
      </w:r>
    </w:p>
    <w:p w:rsidR="005B3ED9" w:rsidRDefault="005B3ED9" w:rsidP="005B3ED9">
      <w:r>
        <w:t>755.4489</w:t>
      </w:r>
      <w:r>
        <w:tab/>
        <w:t>1.013e0</w:t>
      </w:r>
    </w:p>
    <w:p w:rsidR="005B3ED9" w:rsidRDefault="005B3ED9" w:rsidP="005B3ED9">
      <w:r>
        <w:t>755.5128</w:t>
      </w:r>
      <w:r>
        <w:tab/>
        <w:t>1.013e0</w:t>
      </w:r>
    </w:p>
    <w:p w:rsidR="005B3ED9" w:rsidRDefault="005B3ED9" w:rsidP="005B3ED9">
      <w:r>
        <w:t>755.5723</w:t>
      </w:r>
      <w:r>
        <w:tab/>
        <w:t>3.038e0</w:t>
      </w:r>
    </w:p>
    <w:p w:rsidR="005B3ED9" w:rsidRDefault="005B3ED9" w:rsidP="005B3ED9">
      <w:r>
        <w:t>755.6327</w:t>
      </w:r>
      <w:r>
        <w:tab/>
        <w:t>3.038e0</w:t>
      </w:r>
    </w:p>
    <w:p w:rsidR="005B3ED9" w:rsidRDefault="005B3ED9" w:rsidP="005B3ED9">
      <w:r>
        <w:t>755.6406</w:t>
      </w:r>
      <w:r>
        <w:tab/>
        <w:t>1.013e0</w:t>
      </w:r>
    </w:p>
    <w:p w:rsidR="005B3ED9" w:rsidRDefault="005B3ED9" w:rsidP="005B3ED9">
      <w:r>
        <w:t>755.6458</w:t>
      </w:r>
      <w:r>
        <w:tab/>
        <w:t>1.013e0</w:t>
      </w:r>
    </w:p>
    <w:p w:rsidR="005B3ED9" w:rsidRDefault="005B3ED9" w:rsidP="005B3ED9">
      <w:r>
        <w:t>755.7682</w:t>
      </w:r>
      <w:r>
        <w:tab/>
        <w:t>1.013e0</w:t>
      </w:r>
    </w:p>
    <w:p w:rsidR="005B3ED9" w:rsidRDefault="005B3ED9" w:rsidP="005B3ED9">
      <w:r>
        <w:t>755.8499</w:t>
      </w:r>
      <w:r>
        <w:tab/>
        <w:t>5.063e0</w:t>
      </w:r>
    </w:p>
    <w:p w:rsidR="005B3ED9" w:rsidRDefault="005B3ED9" w:rsidP="005B3ED9">
      <w:r>
        <w:t>755.8590</w:t>
      </w:r>
      <w:r>
        <w:tab/>
        <w:t>2.025e0</w:t>
      </w:r>
    </w:p>
    <w:p w:rsidR="005B3ED9" w:rsidRDefault="005B3ED9" w:rsidP="005B3ED9">
      <w:r>
        <w:t>755.9952</w:t>
      </w:r>
      <w:r>
        <w:tab/>
        <w:t>3.038e0</w:t>
      </w:r>
    </w:p>
    <w:p w:rsidR="005B3ED9" w:rsidRDefault="005B3ED9" w:rsidP="005B3ED9">
      <w:r>
        <w:t>756.0041</w:t>
      </w:r>
      <w:r>
        <w:tab/>
        <w:t>1.013e0</w:t>
      </w:r>
    </w:p>
    <w:p w:rsidR="005B3ED9" w:rsidRDefault="005B3ED9" w:rsidP="005B3ED9">
      <w:r>
        <w:t>756.1134</w:t>
      </w:r>
      <w:r>
        <w:tab/>
        <w:t>1.013e0</w:t>
      </w:r>
    </w:p>
    <w:p w:rsidR="005B3ED9" w:rsidRDefault="005B3ED9" w:rsidP="005B3ED9">
      <w:r>
        <w:t>756.2029</w:t>
      </w:r>
      <w:r>
        <w:tab/>
        <w:t>1.013e0</w:t>
      </w:r>
    </w:p>
    <w:p w:rsidR="005B3ED9" w:rsidRDefault="005B3ED9" w:rsidP="005B3ED9">
      <w:r>
        <w:t>756.2424</w:t>
      </w:r>
      <w:r>
        <w:tab/>
        <w:t>1.013e0</w:t>
      </w:r>
    </w:p>
    <w:p w:rsidR="005B3ED9" w:rsidRDefault="005B3ED9" w:rsidP="005B3ED9">
      <w:r>
        <w:t>756.3006</w:t>
      </w:r>
      <w:r>
        <w:tab/>
        <w:t>2.025e0</w:t>
      </w:r>
    </w:p>
    <w:p w:rsidR="005B3ED9" w:rsidRDefault="005B3ED9" w:rsidP="005B3ED9">
      <w:r>
        <w:t>756.4166</w:t>
      </w:r>
      <w:r>
        <w:tab/>
        <w:t>3.038e0</w:t>
      </w:r>
    </w:p>
    <w:p w:rsidR="005B3ED9" w:rsidRDefault="005B3ED9" w:rsidP="005B3ED9">
      <w:r>
        <w:t>756.4308</w:t>
      </w:r>
      <w:r>
        <w:tab/>
        <w:t>1.013e0</w:t>
      </w:r>
    </w:p>
    <w:p w:rsidR="005B3ED9" w:rsidRDefault="005B3ED9" w:rsidP="005B3ED9">
      <w:r>
        <w:t>756.4459</w:t>
      </w:r>
      <w:r>
        <w:tab/>
        <w:t>1.013e0</w:t>
      </w:r>
    </w:p>
    <w:p w:rsidR="005B3ED9" w:rsidRDefault="005B3ED9" w:rsidP="005B3ED9">
      <w:r>
        <w:lastRenderedPageBreak/>
        <w:t>756.5098</w:t>
      </w:r>
      <w:r>
        <w:tab/>
        <w:t>1.013e0</w:t>
      </w:r>
    </w:p>
    <w:p w:rsidR="005B3ED9" w:rsidRDefault="005B3ED9" w:rsidP="005B3ED9">
      <w:r>
        <w:t>756.5227</w:t>
      </w:r>
      <w:r>
        <w:tab/>
        <w:t>1.013e0</w:t>
      </w:r>
    </w:p>
    <w:p w:rsidR="005B3ED9" w:rsidRDefault="005B3ED9" w:rsidP="005B3ED9">
      <w:r>
        <w:t>756.5610</w:t>
      </w:r>
      <w:r>
        <w:tab/>
        <w:t>1.013e0</w:t>
      </w:r>
    </w:p>
    <w:p w:rsidR="005B3ED9" w:rsidRDefault="005B3ED9" w:rsidP="005B3ED9">
      <w:r>
        <w:t>756.5739</w:t>
      </w:r>
      <w:r>
        <w:tab/>
        <w:t>1.013e0</w:t>
      </w:r>
    </w:p>
    <w:p w:rsidR="005B3ED9" w:rsidRDefault="005B3ED9" w:rsidP="005B3ED9">
      <w:r>
        <w:t>756.6251</w:t>
      </w:r>
      <w:r>
        <w:tab/>
        <w:t>1.013e0</w:t>
      </w:r>
    </w:p>
    <w:p w:rsidR="005B3ED9" w:rsidRDefault="005B3ED9" w:rsidP="005B3ED9">
      <w:r>
        <w:t>756.6354</w:t>
      </w:r>
      <w:r>
        <w:tab/>
        <w:t>1.013e0</w:t>
      </w:r>
    </w:p>
    <w:p w:rsidR="005B3ED9" w:rsidRDefault="005B3ED9" w:rsidP="005B3ED9">
      <w:r>
        <w:t>756.6378</w:t>
      </w:r>
      <w:r>
        <w:tab/>
        <w:t>1.013e0</w:t>
      </w:r>
    </w:p>
    <w:p w:rsidR="005B3ED9" w:rsidRDefault="005B3ED9" w:rsidP="005B3ED9">
      <w:r>
        <w:t>756.7018</w:t>
      </w:r>
      <w:r>
        <w:tab/>
        <w:t>1.013e0</w:t>
      </w:r>
    </w:p>
    <w:p w:rsidR="005B3ED9" w:rsidRDefault="005B3ED9" w:rsidP="005B3ED9">
      <w:r>
        <w:t>756.7890</w:t>
      </w:r>
      <w:r>
        <w:tab/>
        <w:t>1.013e0</w:t>
      </w:r>
    </w:p>
    <w:p w:rsidR="005B3ED9" w:rsidRDefault="005B3ED9" w:rsidP="005B3ED9">
      <w:r>
        <w:t>756.8054</w:t>
      </w:r>
      <w:r>
        <w:tab/>
        <w:t>1.013e0</w:t>
      </w:r>
    </w:p>
    <w:p w:rsidR="005B3ED9" w:rsidRDefault="005B3ED9" w:rsidP="005B3ED9">
      <w:r>
        <w:t>756.9066</w:t>
      </w:r>
      <w:r>
        <w:tab/>
        <w:t>1.013e0</w:t>
      </w:r>
    </w:p>
    <w:p w:rsidR="005B3ED9" w:rsidRDefault="005B3ED9" w:rsidP="005B3ED9">
      <w:r>
        <w:t>756.9130</w:t>
      </w:r>
      <w:r>
        <w:tab/>
        <w:t>2.025e0</w:t>
      </w:r>
    </w:p>
    <w:p w:rsidR="005B3ED9" w:rsidRDefault="005B3ED9" w:rsidP="005B3ED9">
      <w:r>
        <w:t>756.9625</w:t>
      </w:r>
      <w:r>
        <w:tab/>
        <w:t>3.038e0</w:t>
      </w:r>
    </w:p>
    <w:p w:rsidR="005B3ED9" w:rsidRDefault="005B3ED9" w:rsidP="005B3ED9">
      <w:r>
        <w:t>757.0276</w:t>
      </w:r>
      <w:r>
        <w:tab/>
        <w:t>1.013e0</w:t>
      </w:r>
    </w:p>
    <w:p w:rsidR="005B3ED9" w:rsidRDefault="005B3ED9" w:rsidP="005B3ED9">
      <w:r>
        <w:t>757.0613</w:t>
      </w:r>
      <w:r>
        <w:tab/>
        <w:t>2.025e0</w:t>
      </w:r>
    </w:p>
    <w:p w:rsidR="005B3ED9" w:rsidRDefault="005B3ED9" w:rsidP="005B3ED9">
      <w:r>
        <w:t>757.1195</w:t>
      </w:r>
      <w:r>
        <w:tab/>
        <w:t>2.025e0</w:t>
      </w:r>
    </w:p>
    <w:p w:rsidR="005B3ED9" w:rsidRDefault="005B3ED9" w:rsidP="005B3ED9">
      <w:r>
        <w:t>757.1625</w:t>
      </w:r>
      <w:r>
        <w:tab/>
        <w:t>1.013e0</w:t>
      </w:r>
    </w:p>
    <w:p w:rsidR="005B3ED9" w:rsidRDefault="005B3ED9" w:rsidP="005B3ED9">
      <w:r>
        <w:t>757.2137</w:t>
      </w:r>
      <w:r>
        <w:tab/>
        <w:t>1.013e0</w:t>
      </w:r>
    </w:p>
    <w:p w:rsidR="005B3ED9" w:rsidRDefault="005B3ED9" w:rsidP="005B3ED9">
      <w:r>
        <w:t>757.2323</w:t>
      </w:r>
      <w:r>
        <w:tab/>
        <w:t>1.013e0</w:t>
      </w:r>
    </w:p>
    <w:p w:rsidR="005B3ED9" w:rsidRDefault="005B3ED9" w:rsidP="005B3ED9">
      <w:r>
        <w:lastRenderedPageBreak/>
        <w:t>757.2944</w:t>
      </w:r>
      <w:r>
        <w:tab/>
        <w:t>2.025e0</w:t>
      </w:r>
    </w:p>
    <w:p w:rsidR="005B3ED9" w:rsidRDefault="005B3ED9" w:rsidP="005B3ED9">
      <w:r>
        <w:t>757.3417</w:t>
      </w:r>
      <w:r>
        <w:tab/>
        <w:t>1.013e0</w:t>
      </w:r>
    </w:p>
    <w:p w:rsidR="005B3ED9" w:rsidRDefault="005B3ED9" w:rsidP="005B3ED9">
      <w:r>
        <w:t>757.3801</w:t>
      </w:r>
      <w:r>
        <w:tab/>
        <w:t>2.025e0</w:t>
      </w:r>
    </w:p>
    <w:p w:rsidR="005B3ED9" w:rsidRDefault="005B3ED9" w:rsidP="005B3ED9">
      <w:r>
        <w:t>757.4194</w:t>
      </w:r>
      <w:r>
        <w:tab/>
        <w:t>1.013e0</w:t>
      </w:r>
    </w:p>
    <w:p w:rsidR="005B3ED9" w:rsidRDefault="005B3ED9" w:rsidP="005B3ED9">
      <w:r>
        <w:t>757.4630</w:t>
      </w:r>
      <w:r>
        <w:tab/>
        <w:t>2.025e0</w:t>
      </w:r>
    </w:p>
    <w:p w:rsidR="005B3ED9" w:rsidRDefault="005B3ED9" w:rsidP="005B3ED9">
      <w:r>
        <w:t>757.4826</w:t>
      </w:r>
      <w:r>
        <w:tab/>
        <w:t>1.013e0</w:t>
      </w:r>
    </w:p>
    <w:p w:rsidR="005B3ED9" w:rsidRDefault="005B3ED9" w:rsidP="005B3ED9">
      <w:r>
        <w:t>757.5070</w:t>
      </w:r>
      <w:r>
        <w:tab/>
        <w:t>3.038e0</w:t>
      </w:r>
    </w:p>
    <w:p w:rsidR="005B3ED9" w:rsidRDefault="005B3ED9" w:rsidP="005B3ED9">
      <w:r>
        <w:t>757.5978</w:t>
      </w:r>
      <w:r>
        <w:tab/>
        <w:t>1.013e0</w:t>
      </w:r>
    </w:p>
    <w:p w:rsidR="005B3ED9" w:rsidRDefault="005B3ED9" w:rsidP="005B3ED9">
      <w:r>
        <w:t>757.6107</w:t>
      </w:r>
      <w:r>
        <w:tab/>
        <w:t>1.013e0</w:t>
      </w:r>
    </w:p>
    <w:p w:rsidR="005B3ED9" w:rsidRDefault="005B3ED9" w:rsidP="005B3ED9">
      <w:r>
        <w:t>757.7100</w:t>
      </w:r>
      <w:r>
        <w:tab/>
        <w:t>1.013e0</w:t>
      </w:r>
    </w:p>
    <w:p w:rsidR="005B3ED9" w:rsidRDefault="005B3ED9" w:rsidP="005B3ED9">
      <w:r>
        <w:t>757.7952</w:t>
      </w:r>
      <w:r>
        <w:tab/>
        <w:t>1.013e0</w:t>
      </w:r>
    </w:p>
    <w:p w:rsidR="005B3ED9" w:rsidRDefault="005B3ED9" w:rsidP="005B3ED9">
      <w:r>
        <w:t>757.8605</w:t>
      </w:r>
      <w:r>
        <w:tab/>
        <w:t>2.025e0</w:t>
      </w:r>
    </w:p>
    <w:p w:rsidR="005B3ED9" w:rsidRDefault="005B3ED9" w:rsidP="005B3ED9">
      <w:r>
        <w:t>757.8654</w:t>
      </w:r>
      <w:r>
        <w:tab/>
        <w:t>2.025e0</w:t>
      </w:r>
    </w:p>
    <w:p w:rsidR="005B3ED9" w:rsidRDefault="005B3ED9" w:rsidP="005B3ED9">
      <w:r>
        <w:t>757.8876</w:t>
      </w:r>
      <w:r>
        <w:tab/>
        <w:t>2.025e0</w:t>
      </w:r>
    </w:p>
    <w:p w:rsidR="005B3ED9" w:rsidRDefault="005B3ED9" w:rsidP="005B3ED9">
      <w:r>
        <w:t>757.9999</w:t>
      </w:r>
      <w:r>
        <w:tab/>
        <w:t>1.013e0</w:t>
      </w:r>
    </w:p>
    <w:p w:rsidR="005B3ED9" w:rsidRDefault="005B3ED9" w:rsidP="005B3ED9">
      <w:r>
        <w:t>758.0463</w:t>
      </w:r>
      <w:r>
        <w:tab/>
        <w:t>1.013e0</w:t>
      </w:r>
    </w:p>
    <w:p w:rsidR="005B3ED9" w:rsidRDefault="005B3ED9" w:rsidP="005B3ED9">
      <w:r>
        <w:t>758.2217</w:t>
      </w:r>
      <w:r>
        <w:tab/>
        <w:t>1.013e0</w:t>
      </w:r>
    </w:p>
    <w:p w:rsidR="005B3ED9" w:rsidRDefault="005B3ED9" w:rsidP="005B3ED9">
      <w:r>
        <w:t>758.2385</w:t>
      </w:r>
      <w:r>
        <w:tab/>
        <w:t>1.013e0</w:t>
      </w:r>
    </w:p>
    <w:p w:rsidR="005B3ED9" w:rsidRDefault="005B3ED9" w:rsidP="005B3ED9">
      <w:r>
        <w:t>758.3069</w:t>
      </w:r>
      <w:r>
        <w:tab/>
        <w:t>1.013e0</w:t>
      </w:r>
    </w:p>
    <w:p w:rsidR="005B3ED9" w:rsidRDefault="005B3ED9" w:rsidP="005B3ED9">
      <w:r>
        <w:lastRenderedPageBreak/>
        <w:t>758.3283</w:t>
      </w:r>
      <w:r>
        <w:tab/>
        <w:t>1.013e0</w:t>
      </w:r>
    </w:p>
    <w:p w:rsidR="005B3ED9" w:rsidRDefault="005B3ED9" w:rsidP="005B3ED9">
      <w:r>
        <w:t>758.3855</w:t>
      </w:r>
      <w:r>
        <w:tab/>
        <w:t>2.025e0</w:t>
      </w:r>
    </w:p>
    <w:p w:rsidR="005B3ED9" w:rsidRDefault="005B3ED9" w:rsidP="005B3ED9">
      <w:r>
        <w:t>758.4603</w:t>
      </w:r>
      <w:r>
        <w:tab/>
        <w:t>1.013e0</w:t>
      </w:r>
    </w:p>
    <w:p w:rsidR="005B3ED9" w:rsidRDefault="005B3ED9" w:rsidP="005B3ED9">
      <w:r>
        <w:t>758.5115</w:t>
      </w:r>
      <w:r>
        <w:tab/>
        <w:t>1.013e0</w:t>
      </w:r>
    </w:p>
    <w:p w:rsidR="005B3ED9" w:rsidRDefault="005B3ED9" w:rsidP="005B3ED9">
      <w:r>
        <w:t>758.5798</w:t>
      </w:r>
      <w:r>
        <w:tab/>
        <w:t>1.013e0</w:t>
      </w:r>
    </w:p>
    <w:p w:rsidR="005B3ED9" w:rsidRDefault="005B3ED9" w:rsidP="005B3ED9">
      <w:r>
        <w:t>758.5848</w:t>
      </w:r>
      <w:r>
        <w:tab/>
        <w:t>1.013e0</w:t>
      </w:r>
    </w:p>
    <w:p w:rsidR="005B3ED9" w:rsidRDefault="005B3ED9" w:rsidP="005B3ED9">
      <w:r>
        <w:t>758.6196</w:t>
      </w:r>
      <w:r>
        <w:tab/>
        <w:t>2.025e0</w:t>
      </w:r>
    </w:p>
    <w:p w:rsidR="005B3ED9" w:rsidRDefault="005B3ED9" w:rsidP="005B3ED9">
      <w:r>
        <w:t>758.7258</w:t>
      </w:r>
      <w:r>
        <w:tab/>
        <w:t>1.013e0</w:t>
      </w:r>
    </w:p>
    <w:p w:rsidR="005B3ED9" w:rsidRDefault="005B3ED9" w:rsidP="005B3ED9">
      <w:r>
        <w:t>758.8926</w:t>
      </w:r>
      <w:r>
        <w:tab/>
        <w:t>1.013e0</w:t>
      </w:r>
    </w:p>
    <w:p w:rsidR="005B3ED9" w:rsidRDefault="005B3ED9" w:rsidP="005B3ED9">
      <w:r>
        <w:t>758.9719</w:t>
      </w:r>
      <w:r>
        <w:tab/>
        <w:t>2.025e0</w:t>
      </w:r>
    </w:p>
    <w:p w:rsidR="005B3ED9" w:rsidRDefault="005B3ED9" w:rsidP="005B3ED9">
      <w:r>
        <w:t>759.0081</w:t>
      </w:r>
      <w:r>
        <w:tab/>
        <w:t>1.013e0</w:t>
      </w:r>
    </w:p>
    <w:p w:rsidR="005B3ED9" w:rsidRDefault="005B3ED9" w:rsidP="005B3ED9">
      <w:r>
        <w:t>759.0209</w:t>
      </w:r>
      <w:r>
        <w:tab/>
        <w:t>1.013e0</w:t>
      </w:r>
    </w:p>
    <w:p w:rsidR="005B3ED9" w:rsidRDefault="005B3ED9" w:rsidP="005B3ED9">
      <w:r>
        <w:t>759.1108</w:t>
      </w:r>
      <w:r>
        <w:tab/>
        <w:t>1.013e0</w:t>
      </w:r>
    </w:p>
    <w:p w:rsidR="005B3ED9" w:rsidRDefault="005B3ED9" w:rsidP="005B3ED9">
      <w:r>
        <w:t>759.1364</w:t>
      </w:r>
      <w:r>
        <w:tab/>
        <w:t>1.013e0</w:t>
      </w:r>
    </w:p>
    <w:p w:rsidR="005B3ED9" w:rsidRDefault="005B3ED9" w:rsidP="005B3ED9">
      <w:r>
        <w:t>759.2449</w:t>
      </w:r>
      <w:r>
        <w:tab/>
        <w:t>2.025e0</w:t>
      </w:r>
    </w:p>
    <w:p w:rsidR="005B3ED9" w:rsidRDefault="005B3ED9" w:rsidP="005B3ED9">
      <w:r>
        <w:t>759.2622</w:t>
      </w:r>
      <w:r>
        <w:tab/>
        <w:t>1.013e0</w:t>
      </w:r>
    </w:p>
    <w:p w:rsidR="005B3ED9" w:rsidRDefault="005B3ED9" w:rsidP="005B3ED9">
      <w:r>
        <w:t>759.2648</w:t>
      </w:r>
      <w:r>
        <w:tab/>
        <w:t>1.013e0</w:t>
      </w:r>
    </w:p>
    <w:p w:rsidR="005B3ED9" w:rsidRDefault="005B3ED9" w:rsidP="005B3ED9">
      <w:r>
        <w:t>759.3297</w:t>
      </w:r>
      <w:r>
        <w:tab/>
        <w:t>1.013e0</w:t>
      </w:r>
    </w:p>
    <w:p w:rsidR="005B3ED9" w:rsidRDefault="005B3ED9" w:rsidP="005B3ED9">
      <w:r>
        <w:t>759.3732</w:t>
      </w:r>
      <w:r>
        <w:tab/>
        <w:t>3.038e0</w:t>
      </w:r>
    </w:p>
    <w:p w:rsidR="005B3ED9" w:rsidRDefault="005B3ED9" w:rsidP="005B3ED9">
      <w:r>
        <w:lastRenderedPageBreak/>
        <w:t>759.3931</w:t>
      </w:r>
      <w:r>
        <w:tab/>
        <w:t>1.013e0</w:t>
      </w:r>
    </w:p>
    <w:p w:rsidR="005B3ED9" w:rsidRDefault="005B3ED9" w:rsidP="005B3ED9">
      <w:r>
        <w:t>759.4319</w:t>
      </w:r>
      <w:r>
        <w:tab/>
        <w:t>1.013e0</w:t>
      </w:r>
    </w:p>
    <w:p w:rsidR="005B3ED9" w:rsidRDefault="005B3ED9" w:rsidP="005B3ED9">
      <w:r>
        <w:t>759.5471</w:t>
      </w:r>
      <w:r>
        <w:tab/>
        <w:t>1.013e0</w:t>
      </w:r>
    </w:p>
    <w:p w:rsidR="005B3ED9" w:rsidRDefault="005B3ED9" w:rsidP="005B3ED9">
      <w:r>
        <w:t>759.7784</w:t>
      </w:r>
      <w:r>
        <w:tab/>
        <w:t>1.013e0</w:t>
      </w:r>
    </w:p>
    <w:p w:rsidR="005B3ED9" w:rsidRDefault="005B3ED9" w:rsidP="005B3ED9">
      <w:r>
        <w:t>759.7911</w:t>
      </w:r>
      <w:r>
        <w:tab/>
        <w:t>1.013e0</w:t>
      </w:r>
    </w:p>
    <w:p w:rsidR="005B3ED9" w:rsidRDefault="005B3ED9" w:rsidP="005B3ED9">
      <w:r>
        <w:t>759.9196</w:t>
      </w:r>
      <w:r>
        <w:tab/>
        <w:t>1.013e0</w:t>
      </w:r>
    </w:p>
    <w:p w:rsidR="005B3ED9" w:rsidRDefault="005B3ED9" w:rsidP="005B3ED9">
      <w:r>
        <w:t>759.9272</w:t>
      </w:r>
      <w:r>
        <w:tab/>
        <w:t>2.025e0</w:t>
      </w:r>
    </w:p>
    <w:p w:rsidR="005B3ED9" w:rsidRDefault="005B3ED9" w:rsidP="005B3ED9">
      <w:r>
        <w:t>759.9581</w:t>
      </w:r>
      <w:r>
        <w:tab/>
        <w:t>1.013e0</w:t>
      </w:r>
    </w:p>
    <w:p w:rsidR="005B3ED9" w:rsidRDefault="005B3ED9" w:rsidP="005B3ED9">
      <w:r>
        <w:t>760.0632</w:t>
      </w:r>
      <w:r>
        <w:tab/>
        <w:t>1.013e0</w:t>
      </w:r>
    </w:p>
    <w:p w:rsidR="005B3ED9" w:rsidRDefault="005B3ED9" w:rsidP="005B3ED9">
      <w:r>
        <w:t>760.1829</w:t>
      </w:r>
      <w:r>
        <w:tab/>
        <w:t>1.013e0</w:t>
      </w:r>
    </w:p>
    <w:p w:rsidR="005B3ED9" w:rsidRDefault="005B3ED9" w:rsidP="005B3ED9">
      <w:r>
        <w:t>760.2676</w:t>
      </w:r>
      <w:r>
        <w:tab/>
        <w:t>1.013e0</w:t>
      </w:r>
    </w:p>
    <w:p w:rsidR="005B3ED9" w:rsidRDefault="005B3ED9" w:rsidP="005B3ED9">
      <w:r>
        <w:t>760.3436</w:t>
      </w:r>
      <w:r>
        <w:tab/>
        <w:t>1.013e0</w:t>
      </w:r>
    </w:p>
    <w:p w:rsidR="005B3ED9" w:rsidRDefault="005B3ED9" w:rsidP="005B3ED9">
      <w:r>
        <w:t>760.3624</w:t>
      </w:r>
      <w:r>
        <w:tab/>
        <w:t>2.025e0</w:t>
      </w:r>
    </w:p>
    <w:p w:rsidR="005B3ED9" w:rsidRDefault="005B3ED9" w:rsidP="005B3ED9">
      <w:r>
        <w:t>760.4080</w:t>
      </w:r>
      <w:r>
        <w:tab/>
        <w:t>1.013e0</w:t>
      </w:r>
    </w:p>
    <w:p w:rsidR="005B3ED9" w:rsidRDefault="005B3ED9" w:rsidP="005B3ED9">
      <w:r>
        <w:t>760.4523</w:t>
      </w:r>
      <w:r>
        <w:tab/>
        <w:t>3.038e0</w:t>
      </w:r>
    </w:p>
    <w:p w:rsidR="005B3ED9" w:rsidRDefault="005B3ED9" w:rsidP="005B3ED9">
      <w:r>
        <w:t>760.5397</w:t>
      </w:r>
      <w:r>
        <w:tab/>
        <w:t>3.038e0</w:t>
      </w:r>
    </w:p>
    <w:p w:rsidR="005B3ED9" w:rsidRDefault="005B3ED9" w:rsidP="005B3ED9">
      <w:r>
        <w:t>760.6008</w:t>
      </w:r>
      <w:r>
        <w:tab/>
        <w:t>1.013e0</w:t>
      </w:r>
    </w:p>
    <w:p w:rsidR="005B3ED9" w:rsidRDefault="005B3ED9" w:rsidP="005B3ED9">
      <w:r>
        <w:t>760.6062</w:t>
      </w:r>
      <w:r>
        <w:tab/>
        <w:t>3.038e0</w:t>
      </w:r>
    </w:p>
    <w:p w:rsidR="005B3ED9" w:rsidRDefault="005B3ED9" w:rsidP="005B3ED9">
      <w:r>
        <w:t>760.6603</w:t>
      </w:r>
      <w:r>
        <w:tab/>
        <w:t>1.013e0</w:t>
      </w:r>
    </w:p>
    <w:p w:rsidR="005B3ED9" w:rsidRDefault="005B3ED9" w:rsidP="005B3ED9">
      <w:r>
        <w:lastRenderedPageBreak/>
        <w:t>760.7803</w:t>
      </w:r>
      <w:r>
        <w:tab/>
        <w:t>3.038e0</w:t>
      </w:r>
    </w:p>
    <w:p w:rsidR="005B3ED9" w:rsidRDefault="005B3ED9" w:rsidP="005B3ED9">
      <w:r>
        <w:t>760.9672</w:t>
      </w:r>
      <w:r>
        <w:tab/>
        <w:t>1.013e0</w:t>
      </w:r>
    </w:p>
    <w:p w:rsidR="005B3ED9" w:rsidRDefault="005B3ED9" w:rsidP="005B3ED9">
      <w:r>
        <w:t>761.0251</w:t>
      </w:r>
      <w:r>
        <w:tab/>
        <w:t>1.013e0</w:t>
      </w:r>
    </w:p>
    <w:p w:rsidR="005B3ED9" w:rsidRDefault="005B3ED9" w:rsidP="005B3ED9">
      <w:r>
        <w:t>761.0380</w:t>
      </w:r>
      <w:r>
        <w:tab/>
        <w:t>1.013e0</w:t>
      </w:r>
    </w:p>
    <w:p w:rsidR="005B3ED9" w:rsidRDefault="005B3ED9" w:rsidP="005B3ED9">
      <w:r>
        <w:t>761.1888</w:t>
      </w:r>
      <w:r>
        <w:tab/>
        <w:t>1.013e0</w:t>
      </w:r>
    </w:p>
    <w:p w:rsidR="005B3ED9" w:rsidRDefault="005B3ED9" w:rsidP="005B3ED9">
      <w:r>
        <w:t>761.2567</w:t>
      </w:r>
      <w:r>
        <w:tab/>
        <w:t>1.013e0</w:t>
      </w:r>
    </w:p>
    <w:p w:rsidR="005B3ED9" w:rsidRDefault="005B3ED9" w:rsidP="005B3ED9">
      <w:r>
        <w:t>761.3007</w:t>
      </w:r>
      <w:r>
        <w:tab/>
        <w:t>2.025e0</w:t>
      </w:r>
    </w:p>
    <w:p w:rsidR="005B3ED9" w:rsidRDefault="005B3ED9" w:rsidP="005B3ED9">
      <w:r>
        <w:t>761.5127</w:t>
      </w:r>
      <w:r>
        <w:tab/>
        <w:t>2.025e0</w:t>
      </w:r>
    </w:p>
    <w:p w:rsidR="005B3ED9" w:rsidRDefault="005B3ED9" w:rsidP="005B3ED9">
      <w:r>
        <w:t>761.5785</w:t>
      </w:r>
      <w:r>
        <w:tab/>
        <w:t>1.013e0</w:t>
      </w:r>
    </w:p>
    <w:p w:rsidR="005B3ED9" w:rsidRDefault="005B3ED9" w:rsidP="005B3ED9">
      <w:r>
        <w:t>761.6170</w:t>
      </w:r>
      <w:r>
        <w:tab/>
        <w:t>3.038e0</w:t>
      </w:r>
    </w:p>
    <w:p w:rsidR="005B3ED9" w:rsidRDefault="005B3ED9" w:rsidP="005B3ED9">
      <w:r>
        <w:t>761.6815</w:t>
      </w:r>
      <w:r>
        <w:tab/>
        <w:t>1.013e0</w:t>
      </w:r>
    </w:p>
    <w:p w:rsidR="005B3ED9" w:rsidRDefault="005B3ED9" w:rsidP="005B3ED9">
      <w:r>
        <w:t>761.7599</w:t>
      </w:r>
      <w:r>
        <w:tab/>
        <w:t>2.025e0</w:t>
      </w:r>
    </w:p>
    <w:p w:rsidR="005B3ED9" w:rsidRDefault="005B3ED9" w:rsidP="005B3ED9">
      <w:r>
        <w:t>761.8734</w:t>
      </w:r>
      <w:r>
        <w:tab/>
        <w:t>2.025e0</w:t>
      </w:r>
    </w:p>
    <w:p w:rsidR="005B3ED9" w:rsidRDefault="005B3ED9" w:rsidP="005B3ED9">
      <w:r>
        <w:t>761.9315</w:t>
      </w:r>
      <w:r>
        <w:tab/>
        <w:t>2.025e0</w:t>
      </w:r>
    </w:p>
    <w:p w:rsidR="005B3ED9" w:rsidRDefault="005B3ED9" w:rsidP="005B3ED9">
      <w:r>
        <w:t>761.9775</w:t>
      </w:r>
      <w:r>
        <w:tab/>
        <w:t>1.013e0</w:t>
      </w:r>
    </w:p>
    <w:p w:rsidR="005B3ED9" w:rsidRDefault="005B3ED9" w:rsidP="005B3ED9">
      <w:r>
        <w:t>762.0071</w:t>
      </w:r>
      <w:r>
        <w:tab/>
        <w:t>1.013e0</w:t>
      </w:r>
    </w:p>
    <w:p w:rsidR="005B3ED9" w:rsidRDefault="005B3ED9" w:rsidP="005B3ED9">
      <w:r>
        <w:t>762.0753</w:t>
      </w:r>
      <w:r>
        <w:tab/>
        <w:t>1.013e0</w:t>
      </w:r>
    </w:p>
    <w:p w:rsidR="005B3ED9" w:rsidRDefault="005B3ED9" w:rsidP="005B3ED9">
      <w:r>
        <w:t>762.2095</w:t>
      </w:r>
      <w:r>
        <w:tab/>
        <w:t>1.013e0</w:t>
      </w:r>
    </w:p>
    <w:p w:rsidR="005B3ED9" w:rsidRDefault="005B3ED9" w:rsidP="005B3ED9">
      <w:r>
        <w:t>762.2738</w:t>
      </w:r>
      <w:r>
        <w:tab/>
        <w:t>1.013e0</w:t>
      </w:r>
    </w:p>
    <w:p w:rsidR="005B3ED9" w:rsidRDefault="005B3ED9" w:rsidP="005B3ED9">
      <w:r>
        <w:lastRenderedPageBreak/>
        <w:t>762.3483</w:t>
      </w:r>
      <w:r>
        <w:tab/>
        <w:t>1.013e0</w:t>
      </w:r>
    </w:p>
    <w:p w:rsidR="005B3ED9" w:rsidRDefault="005B3ED9" w:rsidP="005B3ED9">
      <w:r>
        <w:t>762.3641</w:t>
      </w:r>
      <w:r>
        <w:tab/>
        <w:t>1.013e0</w:t>
      </w:r>
    </w:p>
    <w:p w:rsidR="005B3ED9" w:rsidRDefault="005B3ED9" w:rsidP="005B3ED9">
      <w:r>
        <w:t>762.4505</w:t>
      </w:r>
      <w:r>
        <w:tab/>
        <w:t>1.013e0</w:t>
      </w:r>
    </w:p>
    <w:p w:rsidR="005B3ED9" w:rsidRDefault="005B3ED9" w:rsidP="005B3ED9">
      <w:r>
        <w:t>762.5187</w:t>
      </w:r>
      <w:r>
        <w:tab/>
        <w:t>2.025e0</w:t>
      </w:r>
    </w:p>
    <w:p w:rsidR="005B3ED9" w:rsidRDefault="005B3ED9" w:rsidP="005B3ED9">
      <w:r>
        <w:t>762.5356</w:t>
      </w:r>
      <w:r>
        <w:tab/>
        <w:t>1.013e0</w:t>
      </w:r>
    </w:p>
    <w:p w:rsidR="005B3ED9" w:rsidRDefault="005B3ED9" w:rsidP="005B3ED9">
      <w:r>
        <w:t>762.5703</w:t>
      </w:r>
      <w:r>
        <w:tab/>
        <w:t>2.025e0</w:t>
      </w:r>
    </w:p>
    <w:p w:rsidR="005B3ED9" w:rsidRDefault="005B3ED9" w:rsidP="005B3ED9">
      <w:r>
        <w:t>762.6605</w:t>
      </w:r>
      <w:r>
        <w:tab/>
        <w:t>1.013e0</w:t>
      </w:r>
    </w:p>
    <w:p w:rsidR="005B3ED9" w:rsidRDefault="005B3ED9" w:rsidP="005B3ED9">
      <w:r>
        <w:t>762.6862</w:t>
      </w:r>
      <w:r>
        <w:tab/>
        <w:t>1.013e0</w:t>
      </w:r>
    </w:p>
    <w:p w:rsidR="005B3ED9" w:rsidRDefault="005B3ED9" w:rsidP="005B3ED9">
      <w:r>
        <w:t>762.7249</w:t>
      </w:r>
      <w:r>
        <w:tab/>
        <w:t>1.013e0</w:t>
      </w:r>
    </w:p>
    <w:p w:rsidR="005B3ED9" w:rsidRDefault="005B3ED9" w:rsidP="005B3ED9">
      <w:r>
        <w:t>762.8151</w:t>
      </w:r>
      <w:r>
        <w:tab/>
        <w:t>1.013e0</w:t>
      </w:r>
    </w:p>
    <w:p w:rsidR="005B3ED9" w:rsidRDefault="005B3ED9" w:rsidP="005B3ED9">
      <w:r>
        <w:t>762.8344</w:t>
      </w:r>
      <w:r>
        <w:tab/>
        <w:t>2.025e0</w:t>
      </w:r>
    </w:p>
    <w:p w:rsidR="005B3ED9" w:rsidRDefault="005B3ED9" w:rsidP="005B3ED9">
      <w:r>
        <w:t>762.9570</w:t>
      </w:r>
      <w:r>
        <w:tab/>
        <w:t>1.013e0</w:t>
      </w:r>
    </w:p>
    <w:p w:rsidR="005B3ED9" w:rsidRDefault="005B3ED9" w:rsidP="005B3ED9">
      <w:r>
        <w:t>762.9956</w:t>
      </w:r>
      <w:r>
        <w:tab/>
        <w:t>1.013e0</w:t>
      </w:r>
    </w:p>
    <w:p w:rsidR="005B3ED9" w:rsidRDefault="005B3ED9" w:rsidP="005B3ED9">
      <w:r>
        <w:t>763.0811</w:t>
      </w:r>
      <w:r>
        <w:tab/>
        <w:t>1.013e0</w:t>
      </w:r>
    </w:p>
    <w:p w:rsidR="005B3ED9" w:rsidRDefault="005B3ED9" w:rsidP="005B3ED9">
      <w:r>
        <w:t>763.1277</w:t>
      </w:r>
      <w:r>
        <w:tab/>
        <w:t>2.025e0</w:t>
      </w:r>
    </w:p>
    <w:p w:rsidR="005B3ED9" w:rsidRDefault="005B3ED9" w:rsidP="005B3ED9">
      <w:r>
        <w:t>763.2150</w:t>
      </w:r>
      <w:r>
        <w:tab/>
        <w:t>1.013e0</w:t>
      </w:r>
    </w:p>
    <w:p w:rsidR="005B3ED9" w:rsidRDefault="005B3ED9" w:rsidP="005B3ED9">
      <w:r>
        <w:t>763.3192</w:t>
      </w:r>
      <w:r>
        <w:tab/>
        <w:t>1.013e0</w:t>
      </w:r>
    </w:p>
    <w:p w:rsidR="005B3ED9" w:rsidRDefault="005B3ED9" w:rsidP="005B3ED9">
      <w:r>
        <w:t>763.3627</w:t>
      </w:r>
      <w:r>
        <w:tab/>
        <w:t>2.025e0</w:t>
      </w:r>
    </w:p>
    <w:p w:rsidR="005B3ED9" w:rsidRDefault="005B3ED9" w:rsidP="005B3ED9">
      <w:r>
        <w:t>763.4600</w:t>
      </w:r>
      <w:r>
        <w:tab/>
        <w:t>2.025e0</w:t>
      </w:r>
    </w:p>
    <w:p w:rsidR="005B3ED9" w:rsidRDefault="005B3ED9" w:rsidP="005B3ED9">
      <w:r>
        <w:lastRenderedPageBreak/>
        <w:t>763.5413</w:t>
      </w:r>
      <w:r>
        <w:tab/>
        <w:t>1.013e0</w:t>
      </w:r>
    </w:p>
    <w:p w:rsidR="005B3ED9" w:rsidRDefault="005B3ED9" w:rsidP="005B3ED9">
      <w:r>
        <w:t>763.5532</w:t>
      </w:r>
      <w:r>
        <w:tab/>
        <w:t>2.025e0</w:t>
      </w:r>
    </w:p>
    <w:p w:rsidR="005B3ED9" w:rsidRDefault="005B3ED9" w:rsidP="005B3ED9">
      <w:r>
        <w:t>763.5632</w:t>
      </w:r>
      <w:r>
        <w:tab/>
        <w:t>1.013e0</w:t>
      </w:r>
    </w:p>
    <w:p w:rsidR="005B3ED9" w:rsidRDefault="005B3ED9" w:rsidP="005B3ED9">
      <w:r>
        <w:t>763.7052</w:t>
      </w:r>
      <w:r>
        <w:tab/>
        <w:t>1.013e0</w:t>
      </w:r>
    </w:p>
    <w:p w:rsidR="005B3ED9" w:rsidRDefault="005B3ED9" w:rsidP="005B3ED9">
      <w:r>
        <w:t>763.7077</w:t>
      </w:r>
      <w:r>
        <w:tab/>
        <w:t>2.025e0</w:t>
      </w:r>
    </w:p>
    <w:p w:rsidR="005B3ED9" w:rsidRDefault="005B3ED9" w:rsidP="005B3ED9">
      <w:r>
        <w:t>763.7677</w:t>
      </w:r>
      <w:r>
        <w:tab/>
        <w:t>2.025e0</w:t>
      </w:r>
    </w:p>
    <w:p w:rsidR="005B3ED9" w:rsidRDefault="005B3ED9" w:rsidP="005B3ED9">
      <w:r>
        <w:t>763.8988</w:t>
      </w:r>
      <w:r>
        <w:tab/>
        <w:t>1.013e0</w:t>
      </w:r>
    </w:p>
    <w:p w:rsidR="005B3ED9" w:rsidRDefault="005B3ED9" w:rsidP="005B3ED9">
      <w:r>
        <w:t>764.0279</w:t>
      </w:r>
      <w:r>
        <w:tab/>
        <w:t>1.013e0</w:t>
      </w:r>
    </w:p>
    <w:p w:rsidR="005B3ED9" w:rsidRDefault="005B3ED9" w:rsidP="005B3ED9">
      <w:r>
        <w:t>764.0687</w:t>
      </w:r>
      <w:r>
        <w:tab/>
        <w:t>2.025e0</w:t>
      </w:r>
    </w:p>
    <w:p w:rsidR="005B3ED9" w:rsidRDefault="005B3ED9" w:rsidP="005B3ED9">
      <w:r>
        <w:t>764.1312</w:t>
      </w:r>
      <w:r>
        <w:tab/>
        <w:t>1.013e0</w:t>
      </w:r>
    </w:p>
    <w:p w:rsidR="005B3ED9" w:rsidRDefault="005B3ED9" w:rsidP="005B3ED9">
      <w:r>
        <w:t>764.2736</w:t>
      </w:r>
      <w:r>
        <w:tab/>
        <w:t>1.013e0</w:t>
      </w:r>
    </w:p>
    <w:p w:rsidR="005B3ED9" w:rsidRDefault="005B3ED9" w:rsidP="005B3ED9">
      <w:r>
        <w:t>764.3378</w:t>
      </w:r>
      <w:r>
        <w:tab/>
        <w:t>1.013e0</w:t>
      </w:r>
    </w:p>
    <w:p w:rsidR="005B3ED9" w:rsidRDefault="005B3ED9" w:rsidP="005B3ED9">
      <w:r>
        <w:t>764.3508</w:t>
      </w:r>
      <w:r>
        <w:tab/>
        <w:t>1.013e0</w:t>
      </w:r>
    </w:p>
    <w:p w:rsidR="005B3ED9" w:rsidRDefault="005B3ED9" w:rsidP="005B3ED9">
      <w:r>
        <w:t>764.4153</w:t>
      </w:r>
      <w:r>
        <w:tab/>
        <w:t>1.013e0</w:t>
      </w:r>
    </w:p>
    <w:p w:rsidR="005B3ED9" w:rsidRDefault="005B3ED9" w:rsidP="005B3ED9">
      <w:r>
        <w:t>764.4315</w:t>
      </w:r>
      <w:r>
        <w:tab/>
        <w:t>5.063e0</w:t>
      </w:r>
    </w:p>
    <w:p w:rsidR="005B3ED9" w:rsidRDefault="005B3ED9" w:rsidP="005B3ED9">
      <w:r>
        <w:t>764.4478</w:t>
      </w:r>
      <w:r>
        <w:tab/>
        <w:t>2.025e0</w:t>
      </w:r>
    </w:p>
    <w:p w:rsidR="005B3ED9" w:rsidRDefault="005B3ED9" w:rsidP="005B3ED9">
      <w:r>
        <w:t>764.5233</w:t>
      </w:r>
      <w:r>
        <w:tab/>
        <w:t>2.025e0</w:t>
      </w:r>
    </w:p>
    <w:p w:rsidR="005B3ED9" w:rsidRDefault="005B3ED9" w:rsidP="005B3ED9">
      <w:r>
        <w:t>764.5472</w:t>
      </w:r>
      <w:r>
        <w:tab/>
        <w:t>2.025e0</w:t>
      </w:r>
    </w:p>
    <w:p w:rsidR="005B3ED9" w:rsidRDefault="005B3ED9" w:rsidP="005B3ED9">
      <w:r>
        <w:t>764.6479</w:t>
      </w:r>
      <w:r>
        <w:tab/>
        <w:t>2.025e0</w:t>
      </w:r>
    </w:p>
    <w:p w:rsidR="005B3ED9" w:rsidRDefault="005B3ED9" w:rsidP="005B3ED9">
      <w:r>
        <w:lastRenderedPageBreak/>
        <w:t>764.7856</w:t>
      </w:r>
      <w:r>
        <w:tab/>
        <w:t>1.013e0</w:t>
      </w:r>
    </w:p>
    <w:p w:rsidR="005B3ED9" w:rsidRDefault="005B3ED9" w:rsidP="005B3ED9">
      <w:r>
        <w:t>764.8289</w:t>
      </w:r>
      <w:r>
        <w:tab/>
        <w:t>1.013e0</w:t>
      </w:r>
    </w:p>
    <w:p w:rsidR="005B3ED9" w:rsidRDefault="005B3ED9" w:rsidP="005B3ED9">
      <w:r>
        <w:t>764.8677</w:t>
      </w:r>
      <w:r>
        <w:tab/>
        <w:t>1.013e0</w:t>
      </w:r>
    </w:p>
    <w:p w:rsidR="005B3ED9" w:rsidRDefault="005B3ED9" w:rsidP="005B3ED9">
      <w:r>
        <w:t>764.8806</w:t>
      </w:r>
      <w:r>
        <w:tab/>
        <w:t>1.013e0</w:t>
      </w:r>
    </w:p>
    <w:p w:rsidR="005B3ED9" w:rsidRDefault="005B3ED9" w:rsidP="005B3ED9">
      <w:r>
        <w:t>764.9563</w:t>
      </w:r>
      <w:r>
        <w:tab/>
        <w:t>1.013e0</w:t>
      </w:r>
    </w:p>
    <w:p w:rsidR="005B3ED9" w:rsidRDefault="005B3ED9" w:rsidP="005B3ED9">
      <w:r>
        <w:t>765.0099</w:t>
      </w:r>
      <w:r>
        <w:tab/>
        <w:t>1.013e0</w:t>
      </w:r>
    </w:p>
    <w:p w:rsidR="005B3ED9" w:rsidRDefault="005B3ED9" w:rsidP="005B3ED9">
      <w:r>
        <w:t>765.0228</w:t>
      </w:r>
      <w:r>
        <w:tab/>
        <w:t>1.013e0</w:t>
      </w:r>
    </w:p>
    <w:p w:rsidR="005B3ED9" w:rsidRDefault="005B3ED9" w:rsidP="005B3ED9">
      <w:r>
        <w:t>765.0389</w:t>
      </w:r>
      <w:r>
        <w:tab/>
        <w:t>2.025e0</w:t>
      </w:r>
    </w:p>
    <w:p w:rsidR="005B3ED9" w:rsidRDefault="005B3ED9" w:rsidP="005B3ED9">
      <w:r>
        <w:t>765.0745</w:t>
      </w:r>
      <w:r>
        <w:tab/>
        <w:t>1.013e0</w:t>
      </w:r>
    </w:p>
    <w:p w:rsidR="005B3ED9" w:rsidRDefault="005B3ED9" w:rsidP="005B3ED9">
      <w:r>
        <w:t>765.1132</w:t>
      </w:r>
      <w:r>
        <w:tab/>
        <w:t>1.013e0</w:t>
      </w:r>
    </w:p>
    <w:p w:rsidR="005B3ED9" w:rsidRDefault="005B3ED9" w:rsidP="005B3ED9">
      <w:r>
        <w:t>765.2038</w:t>
      </w:r>
      <w:r>
        <w:tab/>
        <w:t>4.051e0</w:t>
      </w:r>
    </w:p>
    <w:p w:rsidR="005B3ED9" w:rsidRDefault="005B3ED9" w:rsidP="005B3ED9">
      <w:r>
        <w:t>765.2813</w:t>
      </w:r>
      <w:r>
        <w:tab/>
        <w:t>1.013e0</w:t>
      </w:r>
    </w:p>
    <w:p w:rsidR="005B3ED9" w:rsidRDefault="005B3ED9" w:rsidP="005B3ED9">
      <w:r>
        <w:t>765.3977</w:t>
      </w:r>
      <w:r>
        <w:tab/>
        <w:t>1.013e0</w:t>
      </w:r>
    </w:p>
    <w:p w:rsidR="005B3ED9" w:rsidRDefault="005B3ED9" w:rsidP="005B3ED9">
      <w:r>
        <w:t>765.4332</w:t>
      </w:r>
      <w:r>
        <w:tab/>
        <w:t>1.013e0</w:t>
      </w:r>
    </w:p>
    <w:p w:rsidR="005B3ED9" w:rsidRDefault="005B3ED9" w:rsidP="005B3ED9">
      <w:r>
        <w:t>765.4366</w:t>
      </w:r>
      <w:r>
        <w:tab/>
        <w:t>1.013e0</w:t>
      </w:r>
    </w:p>
    <w:p w:rsidR="005B3ED9" w:rsidRDefault="005B3ED9" w:rsidP="005B3ED9">
      <w:r>
        <w:t>765.5207</w:t>
      </w:r>
      <w:r>
        <w:tab/>
        <w:t>2.025e0</w:t>
      </w:r>
    </w:p>
    <w:p w:rsidR="005B3ED9" w:rsidRDefault="005B3ED9" w:rsidP="005B3ED9">
      <w:r>
        <w:t>765.5788</w:t>
      </w:r>
      <w:r>
        <w:tab/>
        <w:t>1.013e0</w:t>
      </w:r>
    </w:p>
    <w:p w:rsidR="005B3ED9" w:rsidRDefault="005B3ED9" w:rsidP="005B3ED9">
      <w:r>
        <w:t>765.6565</w:t>
      </w:r>
      <w:r>
        <w:tab/>
        <w:t>1.013e0</w:t>
      </w:r>
    </w:p>
    <w:p w:rsidR="005B3ED9" w:rsidRDefault="005B3ED9" w:rsidP="005B3ED9">
      <w:r>
        <w:t>765.6713</w:t>
      </w:r>
      <w:r>
        <w:tab/>
        <w:t>1.013e0</w:t>
      </w:r>
    </w:p>
    <w:p w:rsidR="005B3ED9" w:rsidRDefault="005B3ED9" w:rsidP="005B3ED9">
      <w:r>
        <w:lastRenderedPageBreak/>
        <w:t>765.7083</w:t>
      </w:r>
      <w:r>
        <w:tab/>
        <w:t>1.013e0</w:t>
      </w:r>
    </w:p>
    <w:p w:rsidR="005B3ED9" w:rsidRDefault="005B3ED9" w:rsidP="005B3ED9">
      <w:r>
        <w:t>765.7341</w:t>
      </w:r>
      <w:r>
        <w:tab/>
        <w:t>1.013e0</w:t>
      </w:r>
    </w:p>
    <w:p w:rsidR="005B3ED9" w:rsidRDefault="005B3ED9" w:rsidP="005B3ED9">
      <w:r>
        <w:t>765.8376</w:t>
      </w:r>
      <w:r>
        <w:tab/>
        <w:t>1.013e0</w:t>
      </w:r>
    </w:p>
    <w:p w:rsidR="005B3ED9" w:rsidRDefault="005B3ED9" w:rsidP="005B3ED9">
      <w:r>
        <w:t>765.8764</w:t>
      </w:r>
      <w:r>
        <w:tab/>
        <w:t>1.013e0</w:t>
      </w:r>
    </w:p>
    <w:p w:rsidR="005B3ED9" w:rsidRDefault="005B3ED9" w:rsidP="005B3ED9">
      <w:r>
        <w:t>766.0125</w:t>
      </w:r>
      <w:r>
        <w:tab/>
        <w:t>1.013e0</w:t>
      </w:r>
    </w:p>
    <w:p w:rsidR="005B3ED9" w:rsidRDefault="005B3ED9" w:rsidP="005B3ED9">
      <w:r>
        <w:t>766.1354</w:t>
      </w:r>
      <w:r>
        <w:tab/>
        <w:t>1.013e0</w:t>
      </w:r>
    </w:p>
    <w:p w:rsidR="005B3ED9" w:rsidRDefault="005B3ED9" w:rsidP="005B3ED9">
      <w:r>
        <w:t>766.3036</w:t>
      </w:r>
      <w:r>
        <w:tab/>
        <w:t>1.013e0</w:t>
      </w:r>
    </w:p>
    <w:p w:rsidR="005B3ED9" w:rsidRDefault="005B3ED9" w:rsidP="005B3ED9">
      <w:r>
        <w:t>766.4041</w:t>
      </w:r>
      <w:r>
        <w:tab/>
        <w:t>3.038e0</w:t>
      </w:r>
    </w:p>
    <w:p w:rsidR="005B3ED9" w:rsidRDefault="005B3ED9" w:rsidP="005B3ED9">
      <w:r>
        <w:t>766.5067</w:t>
      </w:r>
      <w:r>
        <w:tab/>
        <w:t>1.013e0</w:t>
      </w:r>
    </w:p>
    <w:p w:rsidR="005B3ED9" w:rsidRDefault="005B3ED9" w:rsidP="005B3ED9">
      <w:r>
        <w:t>766.5375</w:t>
      </w:r>
      <w:r>
        <w:tab/>
        <w:t>3.038e0</w:t>
      </w:r>
    </w:p>
    <w:p w:rsidR="005B3ED9" w:rsidRDefault="005B3ED9" w:rsidP="005B3ED9">
      <w:r>
        <w:t>766.6209</w:t>
      </w:r>
      <w:r>
        <w:tab/>
        <w:t>2.025e0</w:t>
      </w:r>
    </w:p>
    <w:p w:rsidR="005B3ED9" w:rsidRDefault="005B3ED9" w:rsidP="005B3ED9">
      <w:r>
        <w:t>766.6274</w:t>
      </w:r>
      <w:r>
        <w:tab/>
        <w:t>2.025e0</w:t>
      </w:r>
    </w:p>
    <w:p w:rsidR="005B3ED9" w:rsidRDefault="005B3ED9" w:rsidP="005B3ED9">
      <w:r>
        <w:t>766.7446</w:t>
      </w:r>
      <w:r>
        <w:tab/>
        <w:t>1.013e0</w:t>
      </w:r>
    </w:p>
    <w:p w:rsidR="005B3ED9" w:rsidRDefault="005B3ED9" w:rsidP="005B3ED9">
      <w:r>
        <w:t>766.8217</w:t>
      </w:r>
      <w:r>
        <w:tab/>
        <w:t>1.013e0</w:t>
      </w:r>
    </w:p>
    <w:p w:rsidR="005B3ED9" w:rsidRDefault="005B3ED9" w:rsidP="005B3ED9">
      <w:r>
        <w:t>766.8736</w:t>
      </w:r>
      <w:r>
        <w:tab/>
        <w:t>1.013e0</w:t>
      </w:r>
    </w:p>
    <w:p w:rsidR="005B3ED9" w:rsidRDefault="005B3ED9" w:rsidP="005B3ED9">
      <w:r>
        <w:t>766.9384</w:t>
      </w:r>
      <w:r>
        <w:tab/>
        <w:t>1.013e0</w:t>
      </w:r>
    </w:p>
    <w:p w:rsidR="005B3ED9" w:rsidRDefault="005B3ED9" w:rsidP="005B3ED9">
      <w:r>
        <w:t>766.9642</w:t>
      </w:r>
      <w:r>
        <w:tab/>
        <w:t>1.013e0</w:t>
      </w:r>
    </w:p>
    <w:p w:rsidR="005B3ED9" w:rsidRDefault="005B3ED9" w:rsidP="005B3ED9">
      <w:r>
        <w:t>767.0939</w:t>
      </w:r>
      <w:r>
        <w:tab/>
        <w:t>1.013e0</w:t>
      </w:r>
    </w:p>
    <w:p w:rsidR="005B3ED9" w:rsidRDefault="005B3ED9" w:rsidP="005B3ED9">
      <w:r>
        <w:t>767.1541</w:t>
      </w:r>
      <w:r>
        <w:tab/>
        <w:t>1.013e0</w:t>
      </w:r>
    </w:p>
    <w:p w:rsidR="005B3ED9" w:rsidRDefault="005B3ED9" w:rsidP="005B3ED9">
      <w:r>
        <w:lastRenderedPageBreak/>
        <w:t>767.3075</w:t>
      </w:r>
      <w:r>
        <w:tab/>
        <w:t>1.013e0</w:t>
      </w:r>
    </w:p>
    <w:p w:rsidR="005B3ED9" w:rsidRDefault="005B3ED9" w:rsidP="005B3ED9">
      <w:r>
        <w:t>767.3562</w:t>
      </w:r>
      <w:r>
        <w:tab/>
        <w:t>2.025e0</w:t>
      </w:r>
    </w:p>
    <w:p w:rsidR="005B3ED9" w:rsidRDefault="005B3ED9" w:rsidP="005B3ED9">
      <w:r>
        <w:t>767.4179</w:t>
      </w:r>
      <w:r>
        <w:tab/>
        <w:t>1.013e0</w:t>
      </w:r>
    </w:p>
    <w:p w:rsidR="005B3ED9" w:rsidRDefault="005B3ED9" w:rsidP="005B3ED9">
      <w:r>
        <w:t>767.4308</w:t>
      </w:r>
      <w:r>
        <w:tab/>
        <w:t>1.013e0</w:t>
      </w:r>
    </w:p>
    <w:p w:rsidR="005B3ED9" w:rsidRDefault="005B3ED9" w:rsidP="005B3ED9">
      <w:r>
        <w:t>767.4864</w:t>
      </w:r>
      <w:r>
        <w:tab/>
        <w:t>2.025e0</w:t>
      </w:r>
    </w:p>
    <w:p w:rsidR="005B3ED9" w:rsidRDefault="005B3ED9" w:rsidP="005B3ED9">
      <w:r>
        <w:t>767.4955</w:t>
      </w:r>
      <w:r>
        <w:tab/>
        <w:t>1.013e0</w:t>
      </w:r>
    </w:p>
    <w:p w:rsidR="005B3ED9" w:rsidRDefault="005B3ED9" w:rsidP="005B3ED9">
      <w:r>
        <w:t>767.6312</w:t>
      </w:r>
      <w:r>
        <w:tab/>
        <w:t>1.013e0</w:t>
      </w:r>
    </w:p>
    <w:p w:rsidR="005B3ED9" w:rsidRDefault="005B3ED9" w:rsidP="005B3ED9">
      <w:r>
        <w:t>767.6384</w:t>
      </w:r>
      <w:r>
        <w:tab/>
        <w:t>1.013e0</w:t>
      </w:r>
    </w:p>
    <w:p w:rsidR="005B3ED9" w:rsidRDefault="005B3ED9" w:rsidP="005B3ED9">
      <w:r>
        <w:t>767.6513</w:t>
      </w:r>
      <w:r>
        <w:tab/>
        <w:t>2.025e0</w:t>
      </w:r>
    </w:p>
    <w:p w:rsidR="005B3ED9" w:rsidRDefault="005B3ED9" w:rsidP="005B3ED9">
      <w:r>
        <w:t>767.6902</w:t>
      </w:r>
      <w:r>
        <w:tab/>
        <w:t>1.013e0</w:t>
      </w:r>
    </w:p>
    <w:p w:rsidR="005B3ED9" w:rsidRDefault="005B3ED9" w:rsidP="005B3ED9">
      <w:r>
        <w:t>767.6994</w:t>
      </w:r>
      <w:r>
        <w:tab/>
        <w:t>1.013e0</w:t>
      </w:r>
    </w:p>
    <w:p w:rsidR="005B3ED9" w:rsidRDefault="005B3ED9" w:rsidP="005B3ED9">
      <w:r>
        <w:t>767.8862</w:t>
      </w:r>
      <w:r>
        <w:tab/>
        <w:t>1.013e0</w:t>
      </w:r>
    </w:p>
    <w:p w:rsidR="005B3ED9" w:rsidRDefault="005B3ED9" w:rsidP="005B3ED9">
      <w:r>
        <w:t>767.9108</w:t>
      </w:r>
      <w:r>
        <w:tab/>
        <w:t>1.013e0</w:t>
      </w:r>
    </w:p>
    <w:p w:rsidR="005B3ED9" w:rsidRDefault="005B3ED9" w:rsidP="005B3ED9">
      <w:r>
        <w:t>767.9238</w:t>
      </w:r>
      <w:r>
        <w:tab/>
        <w:t>1.013e0</w:t>
      </w:r>
    </w:p>
    <w:p w:rsidR="005B3ED9" w:rsidRDefault="005B3ED9" w:rsidP="005B3ED9">
      <w:r>
        <w:t>767.9368</w:t>
      </w:r>
      <w:r>
        <w:tab/>
        <w:t>1.013e0</w:t>
      </w:r>
    </w:p>
    <w:p w:rsidR="005B3ED9" w:rsidRDefault="005B3ED9" w:rsidP="005B3ED9">
      <w:r>
        <w:t>767.9548</w:t>
      </w:r>
      <w:r>
        <w:tab/>
        <w:t>1.013e0</w:t>
      </w:r>
    </w:p>
    <w:p w:rsidR="005B3ED9" w:rsidRDefault="005B3ED9" w:rsidP="005B3ED9">
      <w:r>
        <w:t>768.0621</w:t>
      </w:r>
      <w:r>
        <w:tab/>
        <w:t>3.038e0</w:t>
      </w:r>
    </w:p>
    <w:p w:rsidR="005B3ED9" w:rsidRDefault="005B3ED9" w:rsidP="005B3ED9">
      <w:r>
        <w:t>768.2784</w:t>
      </w:r>
      <w:r>
        <w:tab/>
        <w:t>1.013e0</w:t>
      </w:r>
    </w:p>
    <w:p w:rsidR="005B3ED9" w:rsidRDefault="005B3ED9" w:rsidP="005B3ED9">
      <w:r>
        <w:t>768.2934</w:t>
      </w:r>
      <w:r>
        <w:tab/>
        <w:t>3.038e0</w:t>
      </w:r>
    </w:p>
    <w:p w:rsidR="005B3ED9" w:rsidRDefault="005B3ED9" w:rsidP="005B3ED9">
      <w:r>
        <w:lastRenderedPageBreak/>
        <w:t>768.3568</w:t>
      </w:r>
      <w:r>
        <w:tab/>
        <w:t>2.025e0</w:t>
      </w:r>
    </w:p>
    <w:p w:rsidR="005B3ED9" w:rsidRDefault="005B3ED9" w:rsidP="005B3ED9">
      <w:r>
        <w:t>768.4559</w:t>
      </w:r>
      <w:r>
        <w:tab/>
        <w:t>1.013e0</w:t>
      </w:r>
    </w:p>
    <w:p w:rsidR="005B3ED9" w:rsidRDefault="005B3ED9" w:rsidP="005B3ED9">
      <w:r>
        <w:t>768.5179</w:t>
      </w:r>
      <w:r>
        <w:tab/>
        <w:t>3.038e0</w:t>
      </w:r>
    </w:p>
    <w:p w:rsidR="005B3ED9" w:rsidRDefault="005B3ED9" w:rsidP="005B3ED9">
      <w:r>
        <w:t>768.5314</w:t>
      </w:r>
      <w:r>
        <w:tab/>
        <w:t>1.114e1</w:t>
      </w:r>
    </w:p>
    <w:p w:rsidR="005B3ED9" w:rsidRDefault="005B3ED9" w:rsidP="005B3ED9">
      <w:r>
        <w:t>768.5395</w:t>
      </w:r>
      <w:r>
        <w:tab/>
        <w:t>5.063e0</w:t>
      </w:r>
    </w:p>
    <w:p w:rsidR="005B3ED9" w:rsidRDefault="005B3ED9" w:rsidP="005B3ED9">
      <w:r>
        <w:t>768.5552</w:t>
      </w:r>
      <w:r>
        <w:tab/>
        <w:t>7.089e0</w:t>
      </w:r>
    </w:p>
    <w:p w:rsidR="005B3ED9" w:rsidRDefault="005B3ED9" w:rsidP="005B3ED9">
      <w:r>
        <w:t>768.6192</w:t>
      </w:r>
      <w:r>
        <w:tab/>
        <w:t>2.025e0</w:t>
      </w:r>
    </w:p>
    <w:p w:rsidR="005B3ED9" w:rsidRDefault="005B3ED9" w:rsidP="005B3ED9">
      <w:r>
        <w:t>768.7285</w:t>
      </w:r>
      <w:r>
        <w:tab/>
        <w:t>1.013e0</w:t>
      </w:r>
    </w:p>
    <w:p w:rsidR="005B3ED9" w:rsidRDefault="005B3ED9" w:rsidP="005B3ED9">
      <w:r>
        <w:t>768.7328</w:t>
      </w:r>
      <w:r>
        <w:tab/>
        <w:t>2.025e0</w:t>
      </w:r>
    </w:p>
    <w:p w:rsidR="005B3ED9" w:rsidRDefault="005B3ED9" w:rsidP="005B3ED9">
      <w:r>
        <w:t>768.7416</w:t>
      </w:r>
      <w:r>
        <w:tab/>
        <w:t>1.013e0</w:t>
      </w:r>
    </w:p>
    <w:p w:rsidR="005B3ED9" w:rsidRDefault="005B3ED9" w:rsidP="005B3ED9">
      <w:r>
        <w:t>768.7902</w:t>
      </w:r>
      <w:r>
        <w:tab/>
        <w:t>4.051e0</w:t>
      </w:r>
    </w:p>
    <w:p w:rsidR="005B3ED9" w:rsidRDefault="005B3ED9" w:rsidP="005B3ED9">
      <w:r>
        <w:t>768.8325</w:t>
      </w:r>
      <w:r>
        <w:tab/>
        <w:t>1.013e0</w:t>
      </w:r>
    </w:p>
    <w:p w:rsidR="005B3ED9" w:rsidRDefault="005B3ED9" w:rsidP="005B3ED9">
      <w:r>
        <w:t>768.8954</w:t>
      </w:r>
      <w:r>
        <w:tab/>
        <w:t>2.025e0</w:t>
      </w:r>
    </w:p>
    <w:p w:rsidR="005B3ED9" w:rsidRDefault="005B3ED9" w:rsidP="005B3ED9">
      <w:r>
        <w:t>768.9428</w:t>
      </w:r>
      <w:r>
        <w:tab/>
        <w:t>1.013e0</w:t>
      </w:r>
    </w:p>
    <w:p w:rsidR="005B3ED9" w:rsidRDefault="005B3ED9" w:rsidP="005B3ED9">
      <w:r>
        <w:t>769.0621</w:t>
      </w:r>
      <w:r>
        <w:tab/>
        <w:t>1.013e0</w:t>
      </w:r>
    </w:p>
    <w:p w:rsidR="005B3ED9" w:rsidRDefault="005B3ED9" w:rsidP="005B3ED9">
      <w:r>
        <w:t>769.1443</w:t>
      </w:r>
      <w:r>
        <w:tab/>
        <w:t>1.013e0</w:t>
      </w:r>
    </w:p>
    <w:p w:rsidR="005B3ED9" w:rsidRDefault="005B3ED9" w:rsidP="005B3ED9">
      <w:r>
        <w:t>769.1703</w:t>
      </w:r>
      <w:r>
        <w:tab/>
        <w:t>1.013e0</w:t>
      </w:r>
    </w:p>
    <w:p w:rsidR="005B3ED9" w:rsidRDefault="005B3ED9" w:rsidP="005B3ED9">
      <w:r>
        <w:t>769.2837</w:t>
      </w:r>
      <w:r>
        <w:tab/>
        <w:t>1.013e0</w:t>
      </w:r>
    </w:p>
    <w:p w:rsidR="005B3ED9" w:rsidRDefault="005B3ED9" w:rsidP="005B3ED9">
      <w:r>
        <w:t>769.4368</w:t>
      </w:r>
      <w:r>
        <w:tab/>
        <w:t>1.013e0</w:t>
      </w:r>
    </w:p>
    <w:p w:rsidR="005B3ED9" w:rsidRDefault="005B3ED9" w:rsidP="005B3ED9">
      <w:r>
        <w:lastRenderedPageBreak/>
        <w:t>769.4704</w:t>
      </w:r>
      <w:r>
        <w:tab/>
        <w:t>1.013e0</w:t>
      </w:r>
    </w:p>
    <w:p w:rsidR="005B3ED9" w:rsidRDefault="005B3ED9" w:rsidP="005B3ED9">
      <w:r>
        <w:t>769.5311</w:t>
      </w:r>
      <w:r>
        <w:tab/>
        <w:t>3.038e0</w:t>
      </w:r>
    </w:p>
    <w:p w:rsidR="005B3ED9" w:rsidRDefault="005B3ED9" w:rsidP="005B3ED9">
      <w:r>
        <w:t>769.5344</w:t>
      </w:r>
      <w:r>
        <w:tab/>
        <w:t>6.076e0</w:t>
      </w:r>
    </w:p>
    <w:p w:rsidR="005B3ED9" w:rsidRDefault="005B3ED9" w:rsidP="005B3ED9">
      <w:r>
        <w:t>769.5583</w:t>
      </w:r>
      <w:r>
        <w:tab/>
        <w:t>3.038e0</w:t>
      </w:r>
    </w:p>
    <w:p w:rsidR="005B3ED9" w:rsidRDefault="005B3ED9" w:rsidP="005B3ED9">
      <w:r>
        <w:t>769.6241</w:t>
      </w:r>
      <w:r>
        <w:tab/>
        <w:t>2.025e0</w:t>
      </w:r>
    </w:p>
    <w:p w:rsidR="005B3ED9" w:rsidRDefault="005B3ED9" w:rsidP="005B3ED9">
      <w:r>
        <w:t>769.7032</w:t>
      </w:r>
      <w:r>
        <w:tab/>
        <w:t>1.013e0</w:t>
      </w:r>
    </w:p>
    <w:p w:rsidR="005B3ED9" w:rsidRDefault="005B3ED9" w:rsidP="005B3ED9">
      <w:r>
        <w:t>769.8072</w:t>
      </w:r>
      <w:r>
        <w:tab/>
        <w:t>1.013e0</w:t>
      </w:r>
    </w:p>
    <w:p w:rsidR="005B3ED9" w:rsidRDefault="005B3ED9" w:rsidP="005B3ED9">
      <w:r>
        <w:t>769.8462</w:t>
      </w:r>
      <w:r>
        <w:tab/>
        <w:t>1.013e0</w:t>
      </w:r>
    </w:p>
    <w:p w:rsidR="005B3ED9" w:rsidRDefault="005B3ED9" w:rsidP="005B3ED9">
      <w:r>
        <w:t>770.0024</w:t>
      </w:r>
      <w:r>
        <w:tab/>
        <w:t>1.013e0</w:t>
      </w:r>
    </w:p>
    <w:p w:rsidR="005B3ED9" w:rsidRDefault="005B3ED9" w:rsidP="005B3ED9">
      <w:r>
        <w:t>770.1187</w:t>
      </w:r>
      <w:r>
        <w:tab/>
        <w:t>1.013e0</w:t>
      </w:r>
    </w:p>
    <w:p w:rsidR="005B3ED9" w:rsidRDefault="005B3ED9" w:rsidP="005B3ED9">
      <w:r>
        <w:t>770.2032</w:t>
      </w:r>
      <w:r>
        <w:tab/>
        <w:t>1.013e0</w:t>
      </w:r>
    </w:p>
    <w:p w:rsidR="005B3ED9" w:rsidRDefault="005B3ED9" w:rsidP="005B3ED9">
      <w:r>
        <w:t>770.2105</w:t>
      </w:r>
      <w:r>
        <w:tab/>
        <w:t>1.013e0</w:t>
      </w:r>
    </w:p>
    <w:p w:rsidR="005B3ED9" w:rsidRDefault="005B3ED9" w:rsidP="005B3ED9">
      <w:r>
        <w:t>770.3054</w:t>
      </w:r>
      <w:r>
        <w:tab/>
        <w:t>1.013e0</w:t>
      </w:r>
    </w:p>
    <w:p w:rsidR="005B3ED9" w:rsidRDefault="005B3ED9" w:rsidP="005B3ED9">
      <w:r>
        <w:t>770.3552</w:t>
      </w:r>
      <w:r>
        <w:tab/>
        <w:t>2.025e0</w:t>
      </w:r>
    </w:p>
    <w:p w:rsidR="005B3ED9" w:rsidRDefault="005B3ED9" w:rsidP="005B3ED9">
      <w:r>
        <w:t>770.3911</w:t>
      </w:r>
      <w:r>
        <w:tab/>
        <w:t>1.013e0</w:t>
      </w:r>
    </w:p>
    <w:p w:rsidR="005B3ED9" w:rsidRDefault="005B3ED9" w:rsidP="005B3ED9">
      <w:r>
        <w:t>770.4000</w:t>
      </w:r>
      <w:r>
        <w:tab/>
        <w:t>4.051e0</w:t>
      </w:r>
    </w:p>
    <w:p w:rsidR="005B3ED9" w:rsidRDefault="005B3ED9" w:rsidP="005B3ED9">
      <w:r>
        <w:t>770.4838</w:t>
      </w:r>
      <w:r>
        <w:tab/>
        <w:t>2.025e0</w:t>
      </w:r>
    </w:p>
    <w:p w:rsidR="005B3ED9" w:rsidRDefault="005B3ED9" w:rsidP="005B3ED9">
      <w:r>
        <w:t>770.4967</w:t>
      </w:r>
      <w:r>
        <w:tab/>
        <w:t>1.013e0</w:t>
      </w:r>
    </w:p>
    <w:p w:rsidR="005B3ED9" w:rsidRDefault="005B3ED9" w:rsidP="005B3ED9">
      <w:r>
        <w:t>770.5439</w:t>
      </w:r>
      <w:r>
        <w:tab/>
        <w:t>1.013e0</w:t>
      </w:r>
    </w:p>
    <w:p w:rsidR="005B3ED9" w:rsidRDefault="005B3ED9" w:rsidP="005B3ED9">
      <w:r>
        <w:lastRenderedPageBreak/>
        <w:t>770.5807</w:t>
      </w:r>
      <w:r>
        <w:tab/>
        <w:t>3.038e0</w:t>
      </w:r>
    </w:p>
    <w:p w:rsidR="005B3ED9" w:rsidRDefault="005B3ED9" w:rsidP="005B3ED9">
      <w:r>
        <w:t>770.6634</w:t>
      </w:r>
      <w:r>
        <w:tab/>
        <w:t>1.013e0</w:t>
      </w:r>
    </w:p>
    <w:p w:rsidR="005B3ED9" w:rsidRDefault="005B3ED9" w:rsidP="005B3ED9">
      <w:r>
        <w:t>770.6794</w:t>
      </w:r>
      <w:r>
        <w:tab/>
        <w:t>2.025e0</w:t>
      </w:r>
    </w:p>
    <w:p w:rsidR="005B3ED9" w:rsidRDefault="005B3ED9" w:rsidP="005B3ED9">
      <w:r>
        <w:t>770.7831</w:t>
      </w:r>
      <w:r>
        <w:tab/>
        <w:t>1.013e0</w:t>
      </w:r>
    </w:p>
    <w:p w:rsidR="005B3ED9" w:rsidRDefault="005B3ED9" w:rsidP="005B3ED9">
      <w:r>
        <w:t>770.7991</w:t>
      </w:r>
      <w:r>
        <w:tab/>
        <w:t>1.013e0</w:t>
      </w:r>
    </w:p>
    <w:p w:rsidR="005B3ED9" w:rsidRDefault="005B3ED9" w:rsidP="005B3ED9">
      <w:r>
        <w:t>770.8501</w:t>
      </w:r>
      <w:r>
        <w:tab/>
        <w:t>1.013e0</w:t>
      </w:r>
    </w:p>
    <w:p w:rsidR="005B3ED9" w:rsidRDefault="005B3ED9" w:rsidP="005B3ED9">
      <w:r>
        <w:t>770.9915</w:t>
      </w:r>
      <w:r>
        <w:tab/>
        <w:t>1.013e0</w:t>
      </w:r>
    </w:p>
    <w:p w:rsidR="005B3ED9" w:rsidRDefault="005B3ED9" w:rsidP="005B3ED9">
      <w:r>
        <w:t>771.0045</w:t>
      </w:r>
      <w:r>
        <w:tab/>
        <w:t>2.025e0</w:t>
      </w:r>
    </w:p>
    <w:p w:rsidR="005B3ED9" w:rsidRDefault="005B3ED9" w:rsidP="005B3ED9">
      <w:r>
        <w:t>771.0889</w:t>
      </w:r>
      <w:r>
        <w:tab/>
        <w:t>1.013e0</w:t>
      </w:r>
    </w:p>
    <w:p w:rsidR="005B3ED9" w:rsidRDefault="005B3ED9" w:rsidP="005B3ED9">
      <w:r>
        <w:t>771.2390</w:t>
      </w:r>
      <w:r>
        <w:tab/>
        <w:t>1.013e0</w:t>
      </w:r>
    </w:p>
    <w:p w:rsidR="005B3ED9" w:rsidRDefault="005B3ED9" w:rsidP="005B3ED9">
      <w:r>
        <w:t>771.2527</w:t>
      </w:r>
      <w:r>
        <w:tab/>
        <w:t>3.038e0</w:t>
      </w:r>
    </w:p>
    <w:p w:rsidR="005B3ED9" w:rsidRDefault="005B3ED9" w:rsidP="005B3ED9">
      <w:r>
        <w:t>771.3580</w:t>
      </w:r>
      <w:r>
        <w:tab/>
        <w:t>2.025e0</w:t>
      </w:r>
    </w:p>
    <w:p w:rsidR="005B3ED9" w:rsidRDefault="005B3ED9" w:rsidP="005B3ED9">
      <w:r>
        <w:t>771.3953</w:t>
      </w:r>
      <w:r>
        <w:tab/>
        <w:t>1.013e0</w:t>
      </w:r>
    </w:p>
    <w:p w:rsidR="005B3ED9" w:rsidRDefault="005B3ED9" w:rsidP="005B3ED9">
      <w:r>
        <w:t>771.4806</w:t>
      </w:r>
      <w:r>
        <w:tab/>
        <w:t>2.025e0</w:t>
      </w:r>
    </w:p>
    <w:p w:rsidR="005B3ED9" w:rsidRDefault="005B3ED9" w:rsidP="005B3ED9">
      <w:r>
        <w:t>771.5126</w:t>
      </w:r>
      <w:r>
        <w:tab/>
        <w:t>1.013e0</w:t>
      </w:r>
    </w:p>
    <w:p w:rsidR="005B3ED9" w:rsidRDefault="005B3ED9" w:rsidP="005B3ED9">
      <w:r>
        <w:t>771.5142</w:t>
      </w:r>
      <w:r>
        <w:tab/>
        <w:t>1.013e0</w:t>
      </w:r>
    </w:p>
    <w:p w:rsidR="005B3ED9" w:rsidRDefault="005B3ED9" w:rsidP="005B3ED9">
      <w:r>
        <w:t>771.5649</w:t>
      </w:r>
      <w:r>
        <w:tab/>
        <w:t>1.013e0</w:t>
      </w:r>
    </w:p>
    <w:p w:rsidR="005B3ED9" w:rsidRDefault="005B3ED9" w:rsidP="005B3ED9">
      <w:r>
        <w:t>771.6429</w:t>
      </w:r>
      <w:r>
        <w:tab/>
        <w:t>1.013e0</w:t>
      </w:r>
    </w:p>
    <w:p w:rsidR="005B3ED9" w:rsidRDefault="005B3ED9" w:rsidP="005B3ED9">
      <w:r>
        <w:t>771.6821</w:t>
      </w:r>
      <w:r>
        <w:tab/>
        <w:t>1.013e0</w:t>
      </w:r>
    </w:p>
    <w:p w:rsidR="005B3ED9" w:rsidRDefault="005B3ED9" w:rsidP="005B3ED9">
      <w:r>
        <w:lastRenderedPageBreak/>
        <w:t>771.9167</w:t>
      </w:r>
      <w:r>
        <w:tab/>
        <w:t>1.013e0</w:t>
      </w:r>
    </w:p>
    <w:p w:rsidR="005B3ED9" w:rsidRDefault="005B3ED9" w:rsidP="005B3ED9">
      <w:r>
        <w:t>771.9828</w:t>
      </w:r>
      <w:r>
        <w:tab/>
        <w:t>2.025e0</w:t>
      </w:r>
    </w:p>
    <w:p w:rsidR="005B3ED9" w:rsidRDefault="005B3ED9" w:rsidP="005B3ED9">
      <w:r>
        <w:t>772.0080</w:t>
      </w:r>
      <w:r>
        <w:tab/>
        <w:t>1.013e0</w:t>
      </w:r>
    </w:p>
    <w:p w:rsidR="005B3ED9" w:rsidRDefault="005B3ED9" w:rsidP="005B3ED9">
      <w:r>
        <w:t>772.0341</w:t>
      </w:r>
      <w:r>
        <w:tab/>
        <w:t>1.013e0</w:t>
      </w:r>
    </w:p>
    <w:p w:rsidR="005B3ED9" w:rsidRDefault="005B3ED9" w:rsidP="005B3ED9">
      <w:r>
        <w:t>772.1119</w:t>
      </w:r>
      <w:r>
        <w:tab/>
        <w:t>2.025e0</w:t>
      </w:r>
    </w:p>
    <w:p w:rsidR="005B3ED9" w:rsidRDefault="005B3ED9" w:rsidP="005B3ED9">
      <w:r>
        <w:t>772.1777</w:t>
      </w:r>
      <w:r>
        <w:tab/>
        <w:t>2.025e0</w:t>
      </w:r>
    </w:p>
    <w:p w:rsidR="005B3ED9" w:rsidRDefault="005B3ED9" w:rsidP="005B3ED9">
      <w:r>
        <w:t>772.2342</w:t>
      </w:r>
      <w:r>
        <w:tab/>
        <w:t>3.038e0</w:t>
      </w:r>
    </w:p>
    <w:p w:rsidR="005B3ED9" w:rsidRDefault="005B3ED9" w:rsidP="005B3ED9">
      <w:r>
        <w:t>772.2884</w:t>
      </w:r>
      <w:r>
        <w:tab/>
        <w:t>2.025e0</w:t>
      </w:r>
    </w:p>
    <w:p w:rsidR="005B3ED9" w:rsidRDefault="005B3ED9" w:rsidP="005B3ED9">
      <w:r>
        <w:t>772.3660</w:t>
      </w:r>
      <w:r>
        <w:tab/>
        <w:t>1.013e0</w:t>
      </w:r>
    </w:p>
    <w:p w:rsidR="005B3ED9" w:rsidRDefault="005B3ED9" w:rsidP="005B3ED9">
      <w:r>
        <w:t>772.5297</w:t>
      </w:r>
      <w:r>
        <w:tab/>
        <w:t>1.013e0</w:t>
      </w:r>
    </w:p>
    <w:p w:rsidR="005B3ED9" w:rsidRDefault="005B3ED9" w:rsidP="005B3ED9">
      <w:r>
        <w:t>772.5558</w:t>
      </w:r>
      <w:r>
        <w:tab/>
        <w:t>1.013e0</w:t>
      </w:r>
    </w:p>
    <w:p w:rsidR="005B3ED9" w:rsidRDefault="005B3ED9" w:rsidP="005B3ED9">
      <w:r>
        <w:t>772.6080</w:t>
      </w:r>
      <w:r>
        <w:tab/>
        <w:t>1.013e0</w:t>
      </w:r>
    </w:p>
    <w:p w:rsidR="005B3ED9" w:rsidRDefault="005B3ED9" w:rsidP="005B3ED9">
      <w:r>
        <w:t>772.6893</w:t>
      </w:r>
      <w:r>
        <w:tab/>
        <w:t>1.013e0</w:t>
      </w:r>
    </w:p>
    <w:p w:rsidR="005B3ED9" w:rsidRDefault="005B3ED9" w:rsidP="005B3ED9">
      <w:r>
        <w:t>772.7402</w:t>
      </w:r>
      <w:r>
        <w:tab/>
        <w:t>1.013e0</w:t>
      </w:r>
    </w:p>
    <w:p w:rsidR="005B3ED9" w:rsidRDefault="005B3ED9" w:rsidP="005B3ED9">
      <w:r>
        <w:t>772.8690</w:t>
      </w:r>
      <w:r>
        <w:tab/>
        <w:t>1.013e0</w:t>
      </w:r>
    </w:p>
    <w:p w:rsidR="005B3ED9" w:rsidRDefault="005B3ED9" w:rsidP="005B3ED9">
      <w:r>
        <w:t>772.9995</w:t>
      </w:r>
      <w:r>
        <w:tab/>
        <w:t>1.013e0</w:t>
      </w:r>
    </w:p>
    <w:p w:rsidR="005B3ED9" w:rsidRDefault="005B3ED9" w:rsidP="005B3ED9">
      <w:r>
        <w:t>773.1157</w:t>
      </w:r>
      <w:r>
        <w:tab/>
        <w:t>1.013e0</w:t>
      </w:r>
    </w:p>
    <w:p w:rsidR="005B3ED9" w:rsidRDefault="005B3ED9" w:rsidP="005B3ED9">
      <w:r>
        <w:t>773.1432</w:t>
      </w:r>
      <w:r>
        <w:tab/>
        <w:t>2.025e0</w:t>
      </w:r>
    </w:p>
    <w:p w:rsidR="005B3ED9" w:rsidRDefault="005B3ED9" w:rsidP="005B3ED9">
      <w:r>
        <w:t>773.1954</w:t>
      </w:r>
      <w:r>
        <w:tab/>
        <w:t>1.013e0</w:t>
      </w:r>
    </w:p>
    <w:p w:rsidR="005B3ED9" w:rsidRDefault="005B3ED9" w:rsidP="005B3ED9">
      <w:r>
        <w:lastRenderedPageBreak/>
        <w:t>773.2865</w:t>
      </w:r>
      <w:r>
        <w:tab/>
        <w:t>2.025e0</w:t>
      </w:r>
    </w:p>
    <w:p w:rsidR="005B3ED9" w:rsidRDefault="005B3ED9" w:rsidP="005B3ED9">
      <w:r>
        <w:t>773.3260</w:t>
      </w:r>
      <w:r>
        <w:tab/>
        <w:t>1.013e0</w:t>
      </w:r>
    </w:p>
    <w:p w:rsidR="005B3ED9" w:rsidRDefault="005B3ED9" w:rsidP="005B3ED9">
      <w:r>
        <w:t>773.3322</w:t>
      </w:r>
      <w:r>
        <w:tab/>
        <w:t>2.025e0</w:t>
      </w:r>
    </w:p>
    <w:p w:rsidR="005B3ED9" w:rsidRDefault="005B3ED9" w:rsidP="005B3ED9">
      <w:r>
        <w:t>773.3522</w:t>
      </w:r>
      <w:r>
        <w:tab/>
        <w:t>1.013e0</w:t>
      </w:r>
    </w:p>
    <w:p w:rsidR="005B3ED9" w:rsidRDefault="005B3ED9" w:rsidP="005B3ED9">
      <w:r>
        <w:t>773.4958</w:t>
      </w:r>
      <w:r>
        <w:tab/>
        <w:t>1.013e0</w:t>
      </w:r>
    </w:p>
    <w:p w:rsidR="005B3ED9" w:rsidRDefault="005B3ED9" w:rsidP="005B3ED9">
      <w:r>
        <w:t>773.5742</w:t>
      </w:r>
      <w:r>
        <w:tab/>
        <w:t>1.013e0</w:t>
      </w:r>
    </w:p>
    <w:p w:rsidR="005B3ED9" w:rsidRDefault="005B3ED9" w:rsidP="005B3ED9">
      <w:r>
        <w:t>773.9009</w:t>
      </w:r>
      <w:r>
        <w:tab/>
        <w:t>1.013e0</w:t>
      </w:r>
    </w:p>
    <w:p w:rsidR="005B3ED9" w:rsidRDefault="005B3ED9" w:rsidP="005B3ED9">
      <w:r>
        <w:t>774.0055</w:t>
      </w:r>
      <w:r>
        <w:tab/>
        <w:t>1.013e0</w:t>
      </w:r>
    </w:p>
    <w:p w:rsidR="005B3ED9" w:rsidRDefault="005B3ED9" w:rsidP="005B3ED9">
      <w:r>
        <w:t>774.0344</w:t>
      </w:r>
      <w:r>
        <w:tab/>
        <w:t>1.013e0</w:t>
      </w:r>
    </w:p>
    <w:p w:rsidR="005B3ED9" w:rsidRDefault="005B3ED9" w:rsidP="005B3ED9">
      <w:r>
        <w:t>774.1310</w:t>
      </w:r>
      <w:r>
        <w:tab/>
        <w:t>3.038e0</w:t>
      </w:r>
    </w:p>
    <w:p w:rsidR="005B3ED9" w:rsidRDefault="005B3ED9" w:rsidP="005B3ED9">
      <w:r>
        <w:t>774.1492</w:t>
      </w:r>
      <w:r>
        <w:tab/>
        <w:t>1.013e0</w:t>
      </w:r>
    </w:p>
    <w:p w:rsidR="005B3ED9" w:rsidRDefault="005B3ED9" w:rsidP="005B3ED9">
      <w:r>
        <w:t>774.1885</w:t>
      </w:r>
      <w:r>
        <w:tab/>
        <w:t>1.013e0</w:t>
      </w:r>
    </w:p>
    <w:p w:rsidR="005B3ED9" w:rsidRDefault="005B3ED9" w:rsidP="005B3ED9">
      <w:r>
        <w:t>774.3309</w:t>
      </w:r>
      <w:r>
        <w:tab/>
        <w:t>2.025e0</w:t>
      </w:r>
    </w:p>
    <w:p w:rsidR="005B3ED9" w:rsidRDefault="005B3ED9" w:rsidP="005B3ED9">
      <w:r>
        <w:t>774.3585</w:t>
      </w:r>
      <w:r>
        <w:tab/>
        <w:t>1.013e0</w:t>
      </w:r>
    </w:p>
    <w:p w:rsidR="005B3ED9" w:rsidRDefault="005B3ED9" w:rsidP="005B3ED9">
      <w:r>
        <w:t>774.3976</w:t>
      </w:r>
      <w:r>
        <w:tab/>
        <w:t>1.013e0</w:t>
      </w:r>
    </w:p>
    <w:p w:rsidR="005B3ED9" w:rsidRDefault="005B3ED9" w:rsidP="005B3ED9">
      <w:r>
        <w:t>774.4604</w:t>
      </w:r>
      <w:r>
        <w:tab/>
        <w:t>1.013e0</w:t>
      </w:r>
    </w:p>
    <w:p w:rsidR="005B3ED9" w:rsidRDefault="005B3ED9" w:rsidP="005B3ED9">
      <w:r>
        <w:t>774.4892</w:t>
      </w:r>
      <w:r>
        <w:tab/>
        <w:t>1.013e0</w:t>
      </w:r>
    </w:p>
    <w:p w:rsidR="005B3ED9" w:rsidRDefault="005B3ED9" w:rsidP="005B3ED9">
      <w:r>
        <w:t>774.5677</w:t>
      </w:r>
      <w:r>
        <w:tab/>
        <w:t>1.013e0</w:t>
      </w:r>
    </w:p>
    <w:p w:rsidR="005B3ED9" w:rsidRDefault="005B3ED9" w:rsidP="005B3ED9">
      <w:r>
        <w:t>774.6541</w:t>
      </w:r>
      <w:r>
        <w:tab/>
        <w:t>2.025e0</w:t>
      </w:r>
    </w:p>
    <w:p w:rsidR="005B3ED9" w:rsidRDefault="005B3ED9" w:rsidP="005B3ED9">
      <w:r>
        <w:lastRenderedPageBreak/>
        <w:t>774.6816</w:t>
      </w:r>
      <w:r>
        <w:tab/>
        <w:t>1.013e0</w:t>
      </w:r>
    </w:p>
    <w:p w:rsidR="005B3ED9" w:rsidRDefault="005B3ED9" w:rsidP="005B3ED9">
      <w:r>
        <w:t>774.7325</w:t>
      </w:r>
      <w:r>
        <w:tab/>
        <w:t>1.013e0</w:t>
      </w:r>
    </w:p>
    <w:p w:rsidR="005B3ED9" w:rsidRDefault="005B3ED9" w:rsidP="005B3ED9">
      <w:r>
        <w:t>774.7770</w:t>
      </w:r>
      <w:r>
        <w:tab/>
        <w:t>1.013e0</w:t>
      </w:r>
    </w:p>
    <w:p w:rsidR="005B3ED9" w:rsidRDefault="005B3ED9" w:rsidP="005B3ED9">
      <w:r>
        <w:t>774.8261</w:t>
      </w:r>
      <w:r>
        <w:tab/>
        <w:t>2.025e0</w:t>
      </w:r>
    </w:p>
    <w:p w:rsidR="005B3ED9" w:rsidRDefault="005B3ED9" w:rsidP="005B3ED9">
      <w:r>
        <w:t>774.8687</w:t>
      </w:r>
      <w:r>
        <w:tab/>
        <w:t>1.013e0</w:t>
      </w:r>
    </w:p>
    <w:p w:rsidR="005B3ED9" w:rsidRDefault="005B3ED9" w:rsidP="005B3ED9">
      <w:r>
        <w:t>774.9472</w:t>
      </w:r>
      <w:r>
        <w:tab/>
        <w:t>1.013e0</w:t>
      </w:r>
    </w:p>
    <w:p w:rsidR="005B3ED9" w:rsidRDefault="005B3ED9" w:rsidP="005B3ED9">
      <w:r>
        <w:t>774.9872</w:t>
      </w:r>
      <w:r>
        <w:tab/>
        <w:t>1.013e0</w:t>
      </w:r>
    </w:p>
    <w:p w:rsidR="005B3ED9" w:rsidRDefault="005B3ED9" w:rsidP="005B3ED9">
      <w:r>
        <w:t>775.0126</w:t>
      </w:r>
      <w:r>
        <w:tab/>
        <w:t>1.013e0</w:t>
      </w:r>
    </w:p>
    <w:p w:rsidR="005B3ED9" w:rsidRDefault="005B3ED9" w:rsidP="005B3ED9">
      <w:r>
        <w:t>775.1172</w:t>
      </w:r>
      <w:r>
        <w:tab/>
        <w:t>1.013e0</w:t>
      </w:r>
    </w:p>
    <w:p w:rsidR="005B3ED9" w:rsidRDefault="005B3ED9" w:rsidP="005B3ED9">
      <w:r>
        <w:t>775.1304</w:t>
      </w:r>
      <w:r>
        <w:tab/>
        <w:t>1.013e0</w:t>
      </w:r>
    </w:p>
    <w:p w:rsidR="005B3ED9" w:rsidRDefault="005B3ED9" w:rsidP="005B3ED9">
      <w:r>
        <w:t>775.2521</w:t>
      </w:r>
      <w:r>
        <w:tab/>
        <w:t>4.051e0</w:t>
      </w:r>
    </w:p>
    <w:p w:rsidR="005B3ED9" w:rsidRDefault="005B3ED9" w:rsidP="005B3ED9">
      <w:r>
        <w:t>775.3454</w:t>
      </w:r>
      <w:r>
        <w:tab/>
        <w:t>1.013e0</w:t>
      </w:r>
    </w:p>
    <w:p w:rsidR="005B3ED9" w:rsidRDefault="005B3ED9" w:rsidP="005B3ED9">
      <w:r>
        <w:t>775.4054</w:t>
      </w:r>
      <w:r>
        <w:tab/>
        <w:t>1.013e0</w:t>
      </w:r>
    </w:p>
    <w:p w:rsidR="005B3ED9" w:rsidRDefault="005B3ED9" w:rsidP="005B3ED9">
      <w:r>
        <w:t>775.4235</w:t>
      </w:r>
      <w:r>
        <w:tab/>
        <w:t>4.051e0</w:t>
      </w:r>
    </w:p>
    <w:p w:rsidR="005B3ED9" w:rsidRDefault="005B3ED9" w:rsidP="005B3ED9">
      <w:r>
        <w:t>775.4839</w:t>
      </w:r>
      <w:r>
        <w:tab/>
        <w:t>1.013e0</w:t>
      </w:r>
    </w:p>
    <w:p w:rsidR="005B3ED9" w:rsidRDefault="005B3ED9" w:rsidP="005B3ED9">
      <w:r>
        <w:t>775.5494</w:t>
      </w:r>
      <w:r>
        <w:tab/>
        <w:t>2.025e0</w:t>
      </w:r>
    </w:p>
    <w:p w:rsidR="005B3ED9" w:rsidRDefault="005B3ED9" w:rsidP="005B3ED9">
      <w:r>
        <w:t>775.5583</w:t>
      </w:r>
      <w:r>
        <w:tab/>
        <w:t>2.025e0</w:t>
      </w:r>
    </w:p>
    <w:p w:rsidR="005B3ED9" w:rsidRDefault="005B3ED9" w:rsidP="005B3ED9">
      <w:r>
        <w:t>775.6017</w:t>
      </w:r>
      <w:r>
        <w:tab/>
        <w:t>2.025e0</w:t>
      </w:r>
    </w:p>
    <w:p w:rsidR="005B3ED9" w:rsidRDefault="005B3ED9" w:rsidP="005B3ED9">
      <w:r>
        <w:t>775.6521</w:t>
      </w:r>
      <w:r>
        <w:tab/>
        <w:t>2.025e0</w:t>
      </w:r>
    </w:p>
    <w:p w:rsidR="005B3ED9" w:rsidRDefault="005B3ED9" w:rsidP="005B3ED9">
      <w:r>
        <w:lastRenderedPageBreak/>
        <w:t>775.9241</w:t>
      </w:r>
      <w:r>
        <w:tab/>
        <w:t>1.013e0</w:t>
      </w:r>
    </w:p>
    <w:p w:rsidR="005B3ED9" w:rsidRDefault="005B3ED9" w:rsidP="005B3ED9">
      <w:r>
        <w:t>775.9418</w:t>
      </w:r>
      <w:r>
        <w:tab/>
        <w:t>1.013e0</w:t>
      </w:r>
    </w:p>
    <w:p w:rsidR="005B3ED9" w:rsidRDefault="005B3ED9" w:rsidP="005B3ED9">
      <w:r>
        <w:t>775.9948</w:t>
      </w:r>
      <w:r>
        <w:tab/>
        <w:t>1.013e0</w:t>
      </w:r>
    </w:p>
    <w:p w:rsidR="005B3ED9" w:rsidRDefault="005B3ED9" w:rsidP="005B3ED9">
      <w:r>
        <w:t>776.0734</w:t>
      </w:r>
      <w:r>
        <w:tab/>
        <w:t>1.013e0</w:t>
      </w:r>
    </w:p>
    <w:p w:rsidR="005B3ED9" w:rsidRDefault="005B3ED9" w:rsidP="005B3ED9">
      <w:r>
        <w:t>776.1127</w:t>
      </w:r>
      <w:r>
        <w:tab/>
        <w:t>1.013e0</w:t>
      </w:r>
    </w:p>
    <w:p w:rsidR="005B3ED9" w:rsidRDefault="005B3ED9" w:rsidP="005B3ED9">
      <w:r>
        <w:t>776.1964</w:t>
      </w:r>
      <w:r>
        <w:tab/>
        <w:t>1.013e0</w:t>
      </w:r>
    </w:p>
    <w:p w:rsidR="005B3ED9" w:rsidRDefault="005B3ED9" w:rsidP="005B3ED9">
      <w:r>
        <w:t>776.2136</w:t>
      </w:r>
      <w:r>
        <w:tab/>
        <w:t>1.013e0</w:t>
      </w:r>
    </w:p>
    <w:p w:rsidR="005B3ED9" w:rsidRDefault="005B3ED9" w:rsidP="005B3ED9">
      <w:r>
        <w:t>776.3224</w:t>
      </w:r>
      <w:r>
        <w:tab/>
        <w:t>2.025e0</w:t>
      </w:r>
    </w:p>
    <w:p w:rsidR="005B3ED9" w:rsidRDefault="005B3ED9" w:rsidP="005B3ED9">
      <w:r>
        <w:t>776.3329</w:t>
      </w:r>
      <w:r>
        <w:tab/>
        <w:t>1.013e0</w:t>
      </w:r>
    </w:p>
    <w:p w:rsidR="005B3ED9" w:rsidRDefault="005B3ED9" w:rsidP="005B3ED9">
      <w:r>
        <w:t>776.4142</w:t>
      </w:r>
      <w:r>
        <w:tab/>
        <w:t>2.025e0</w:t>
      </w:r>
    </w:p>
    <w:p w:rsidR="005B3ED9" w:rsidRDefault="005B3ED9" w:rsidP="005B3ED9">
      <w:r>
        <w:t>776.4348</w:t>
      </w:r>
      <w:r>
        <w:tab/>
        <w:t>2.025e0</w:t>
      </w:r>
    </w:p>
    <w:p w:rsidR="005B3ED9" w:rsidRDefault="005B3ED9" w:rsidP="005B3ED9">
      <w:r>
        <w:t>776.5329</w:t>
      </w:r>
      <w:r>
        <w:tab/>
        <w:t>2.025e0</w:t>
      </w:r>
    </w:p>
    <w:p w:rsidR="005B3ED9" w:rsidRDefault="005B3ED9" w:rsidP="005B3ED9">
      <w:r>
        <w:t>776.5453</w:t>
      </w:r>
      <w:r>
        <w:tab/>
        <w:t>2.025e0</w:t>
      </w:r>
    </w:p>
    <w:p w:rsidR="005B3ED9" w:rsidRDefault="005B3ED9" w:rsidP="005B3ED9">
      <w:r>
        <w:t>776.5541</w:t>
      </w:r>
      <w:r>
        <w:tab/>
        <w:t>2.025e0</w:t>
      </w:r>
    </w:p>
    <w:p w:rsidR="005B3ED9" w:rsidRDefault="005B3ED9" w:rsidP="005B3ED9">
      <w:r>
        <w:t>776.5554</w:t>
      </w:r>
      <w:r>
        <w:tab/>
        <w:t>2.025e0</w:t>
      </w:r>
    </w:p>
    <w:p w:rsidR="005B3ED9" w:rsidRDefault="005B3ED9" w:rsidP="005B3ED9">
      <w:r>
        <w:t>776.6752</w:t>
      </w:r>
      <w:r>
        <w:tab/>
        <w:t>2.025e0</w:t>
      </w:r>
    </w:p>
    <w:p w:rsidR="005B3ED9" w:rsidRDefault="005B3ED9" w:rsidP="005B3ED9">
      <w:r>
        <w:t>776.8601</w:t>
      </w:r>
      <w:r>
        <w:tab/>
        <w:t>1.013e0</w:t>
      </w:r>
    </w:p>
    <w:p w:rsidR="005B3ED9" w:rsidRDefault="005B3ED9" w:rsidP="005B3ED9">
      <w:r>
        <w:t>776.9650</w:t>
      </w:r>
      <w:r>
        <w:tab/>
        <w:t>1.013e0</w:t>
      </w:r>
    </w:p>
    <w:p w:rsidR="005B3ED9" w:rsidRDefault="005B3ED9" w:rsidP="005B3ED9">
      <w:r>
        <w:t>777.0700</w:t>
      </w:r>
      <w:r>
        <w:tab/>
        <w:t>1.013e0</w:t>
      </w:r>
    </w:p>
    <w:p w:rsidR="005B3ED9" w:rsidRDefault="005B3ED9" w:rsidP="005B3ED9">
      <w:r>
        <w:lastRenderedPageBreak/>
        <w:t>777.1328</w:t>
      </w:r>
      <w:r>
        <w:tab/>
        <w:t>1.013e0</w:t>
      </w:r>
    </w:p>
    <w:p w:rsidR="005B3ED9" w:rsidRDefault="005B3ED9" w:rsidP="005B3ED9">
      <w:r>
        <w:t>777.1765</w:t>
      </w:r>
      <w:r>
        <w:tab/>
        <w:t>2.025e0</w:t>
      </w:r>
    </w:p>
    <w:p w:rsidR="005B3ED9" w:rsidRDefault="005B3ED9" w:rsidP="005B3ED9">
      <w:r>
        <w:t>777.2521</w:t>
      </w:r>
      <w:r>
        <w:tab/>
        <w:t>1.013e0</w:t>
      </w:r>
    </w:p>
    <w:p w:rsidR="005B3ED9" w:rsidRDefault="005B3ED9" w:rsidP="005B3ED9">
      <w:r>
        <w:t>777.3193</w:t>
      </w:r>
      <w:r>
        <w:tab/>
        <w:t>1.013e0</w:t>
      </w:r>
    </w:p>
    <w:p w:rsidR="005B3ED9" w:rsidRDefault="005B3ED9" w:rsidP="005B3ED9">
      <w:r>
        <w:t>777.4381</w:t>
      </w:r>
      <w:r>
        <w:tab/>
        <w:t>1.013e0</w:t>
      </w:r>
    </w:p>
    <w:p w:rsidR="005B3ED9" w:rsidRDefault="005B3ED9" w:rsidP="005B3ED9">
      <w:r>
        <w:t>777.6082</w:t>
      </w:r>
      <w:r>
        <w:tab/>
        <w:t>1.013e0</w:t>
      </w:r>
    </w:p>
    <w:p w:rsidR="005B3ED9" w:rsidRDefault="005B3ED9" w:rsidP="005B3ED9">
      <w:r>
        <w:t>777.6212</w:t>
      </w:r>
      <w:r>
        <w:tab/>
        <w:t>1.013e0</w:t>
      </w:r>
    </w:p>
    <w:p w:rsidR="005B3ED9" w:rsidRDefault="005B3ED9" w:rsidP="005B3ED9">
      <w:r>
        <w:t>777.6738</w:t>
      </w:r>
      <w:r>
        <w:tab/>
        <w:t>1.013e0</w:t>
      </w:r>
    </w:p>
    <w:p w:rsidR="005B3ED9" w:rsidRDefault="005B3ED9" w:rsidP="005B3ED9">
      <w:r>
        <w:t>777.7132</w:t>
      </w:r>
      <w:r>
        <w:tab/>
        <w:t>1.013e0</w:t>
      </w:r>
    </w:p>
    <w:p w:rsidR="005B3ED9" w:rsidRDefault="005B3ED9" w:rsidP="005B3ED9">
      <w:r>
        <w:t>777.7452</w:t>
      </w:r>
      <w:r>
        <w:tab/>
        <w:t>1.013e0</w:t>
      </w:r>
    </w:p>
    <w:p w:rsidR="005B3ED9" w:rsidRDefault="005B3ED9" w:rsidP="005B3ED9">
      <w:r>
        <w:t>777.8576</w:t>
      </w:r>
      <w:r>
        <w:tab/>
        <w:t>1.013e0</w:t>
      </w:r>
    </w:p>
    <w:p w:rsidR="005B3ED9" w:rsidRDefault="005B3ED9" w:rsidP="005B3ED9">
      <w:r>
        <w:t>777.8643</w:t>
      </w:r>
      <w:r>
        <w:tab/>
        <w:t>1.013e0</w:t>
      </w:r>
    </w:p>
    <w:p w:rsidR="005B3ED9" w:rsidRDefault="005B3ED9" w:rsidP="005B3ED9">
      <w:r>
        <w:t>777.8975</w:t>
      </w:r>
      <w:r>
        <w:tab/>
        <w:t>1.013e0</w:t>
      </w:r>
    </w:p>
    <w:p w:rsidR="005B3ED9" w:rsidRDefault="005B3ED9" w:rsidP="005B3ED9">
      <w:r>
        <w:t>778.1025</w:t>
      </w:r>
      <w:r>
        <w:tab/>
        <w:t>1.013e0</w:t>
      </w:r>
    </w:p>
    <w:p w:rsidR="005B3ED9" w:rsidRDefault="005B3ED9" w:rsidP="005B3ED9">
      <w:r>
        <w:t>778.1072</w:t>
      </w:r>
      <w:r>
        <w:tab/>
        <w:t>1.013e0</w:t>
      </w:r>
    </w:p>
    <w:p w:rsidR="005B3ED9" w:rsidRDefault="005B3ED9" w:rsidP="005B3ED9">
      <w:r>
        <w:t>778.1334</w:t>
      </w:r>
      <w:r>
        <w:tab/>
        <w:t>1.013e0</w:t>
      </w:r>
    </w:p>
    <w:p w:rsidR="005B3ED9" w:rsidRDefault="005B3ED9" w:rsidP="005B3ED9">
      <w:r>
        <w:t>778.2517</w:t>
      </w:r>
      <w:r>
        <w:tab/>
        <w:t>1.013e0</w:t>
      </w:r>
    </w:p>
    <w:p w:rsidR="005B3ED9" w:rsidRDefault="005B3ED9" w:rsidP="005B3ED9">
      <w:r>
        <w:t>778.3831</w:t>
      </w:r>
      <w:r>
        <w:tab/>
        <w:t>1.013e0</w:t>
      </w:r>
    </w:p>
    <w:p w:rsidR="005B3ED9" w:rsidRDefault="005B3ED9" w:rsidP="005B3ED9">
      <w:r>
        <w:t>778.4094</w:t>
      </w:r>
      <w:r>
        <w:tab/>
        <w:t>1.013e0</w:t>
      </w:r>
    </w:p>
    <w:p w:rsidR="005B3ED9" w:rsidRDefault="005B3ED9" w:rsidP="005B3ED9">
      <w:r>
        <w:lastRenderedPageBreak/>
        <w:t>778.5146</w:t>
      </w:r>
      <w:r>
        <w:tab/>
        <w:t>1.013e0</w:t>
      </w:r>
    </w:p>
    <w:p w:rsidR="005B3ED9" w:rsidRDefault="005B3ED9" w:rsidP="005B3ED9">
      <w:r>
        <w:t>778.5540</w:t>
      </w:r>
      <w:r>
        <w:tab/>
        <w:t>1.013e0</w:t>
      </w:r>
    </w:p>
    <w:p w:rsidR="005B3ED9" w:rsidRDefault="005B3ED9" w:rsidP="005B3ED9">
      <w:r>
        <w:t>778.5601</w:t>
      </w:r>
      <w:r>
        <w:tab/>
        <w:t>3.038e0</w:t>
      </w:r>
    </w:p>
    <w:p w:rsidR="005B3ED9" w:rsidRDefault="005B3ED9" w:rsidP="005B3ED9">
      <w:r>
        <w:t>778.6540</w:t>
      </w:r>
      <w:r>
        <w:tab/>
        <w:t>2.025e0</w:t>
      </w:r>
    </w:p>
    <w:p w:rsidR="005B3ED9" w:rsidRDefault="005B3ED9" w:rsidP="005B3ED9">
      <w:r>
        <w:t>778.6986</w:t>
      </w:r>
      <w:r>
        <w:tab/>
        <w:t>1.013e0</w:t>
      </w:r>
    </w:p>
    <w:p w:rsidR="005B3ED9" w:rsidRDefault="005B3ED9" w:rsidP="005B3ED9">
      <w:r>
        <w:t>778.7419</w:t>
      </w:r>
      <w:r>
        <w:tab/>
        <w:t>2.025e0</w:t>
      </w:r>
    </w:p>
    <w:p w:rsidR="005B3ED9" w:rsidRDefault="005B3ED9" w:rsidP="005B3ED9">
      <w:r>
        <w:t>778.7643</w:t>
      </w:r>
      <w:r>
        <w:tab/>
        <w:t>1.013e0</w:t>
      </w:r>
    </w:p>
    <w:p w:rsidR="005B3ED9" w:rsidRDefault="005B3ED9" w:rsidP="005B3ED9">
      <w:r>
        <w:t>778.8848</w:t>
      </w:r>
      <w:r>
        <w:tab/>
        <w:t>1.013e0</w:t>
      </w:r>
    </w:p>
    <w:p w:rsidR="005B3ED9" w:rsidRDefault="005B3ED9" w:rsidP="005B3ED9">
      <w:r>
        <w:t>778.9878</w:t>
      </w:r>
      <w:r>
        <w:tab/>
        <w:t>1.013e0</w:t>
      </w:r>
    </w:p>
    <w:p w:rsidR="005B3ED9" w:rsidRDefault="005B3ED9" w:rsidP="005B3ED9">
      <w:r>
        <w:t>779.0389</w:t>
      </w:r>
      <w:r>
        <w:tab/>
        <w:t>1.013e0</w:t>
      </w:r>
    </w:p>
    <w:p w:rsidR="005B3ED9" w:rsidRDefault="005B3ED9" w:rsidP="005B3ED9">
      <w:r>
        <w:t>779.2247</w:t>
      </w:r>
      <w:r>
        <w:tab/>
        <w:t>1.013e0</w:t>
      </w:r>
    </w:p>
    <w:p w:rsidR="005B3ED9" w:rsidRDefault="005B3ED9" w:rsidP="005B3ED9">
      <w:r>
        <w:t>779.2641</w:t>
      </w:r>
      <w:r>
        <w:tab/>
        <w:t>1.013e0</w:t>
      </w:r>
    </w:p>
    <w:p w:rsidR="005B3ED9" w:rsidRDefault="005B3ED9" w:rsidP="005B3ED9">
      <w:r>
        <w:t>779.3356</w:t>
      </w:r>
      <w:r>
        <w:tab/>
        <w:t>2.025e0</w:t>
      </w:r>
    </w:p>
    <w:p w:rsidR="005B3ED9" w:rsidRDefault="005B3ED9" w:rsidP="005B3ED9">
      <w:r>
        <w:t>779.3510</w:t>
      </w:r>
      <w:r>
        <w:tab/>
        <w:t>2.025e0</w:t>
      </w:r>
    </w:p>
    <w:p w:rsidR="005B3ED9" w:rsidRDefault="005B3ED9" w:rsidP="005B3ED9">
      <w:r>
        <w:t>779.3957</w:t>
      </w:r>
      <w:r>
        <w:tab/>
        <w:t>1.013e0</w:t>
      </w:r>
    </w:p>
    <w:p w:rsidR="005B3ED9" w:rsidRDefault="005B3ED9" w:rsidP="005B3ED9">
      <w:r>
        <w:t>779.4126</w:t>
      </w:r>
      <w:r>
        <w:tab/>
        <w:t>1.013e0</w:t>
      </w:r>
    </w:p>
    <w:p w:rsidR="005B3ED9" w:rsidRDefault="005B3ED9" w:rsidP="005B3ED9">
      <w:r>
        <w:t>779.5140</w:t>
      </w:r>
      <w:r>
        <w:tab/>
        <w:t>1.013e0</w:t>
      </w:r>
    </w:p>
    <w:p w:rsidR="005B3ED9" w:rsidRDefault="005B3ED9" w:rsidP="005B3ED9">
      <w:r>
        <w:t>779.5489</w:t>
      </w:r>
      <w:r>
        <w:tab/>
        <w:t>1.013e0</w:t>
      </w:r>
    </w:p>
    <w:p w:rsidR="005B3ED9" w:rsidRDefault="005B3ED9" w:rsidP="005B3ED9">
      <w:r>
        <w:t>779.6063</w:t>
      </w:r>
      <w:r>
        <w:tab/>
        <w:t>1.013e0</w:t>
      </w:r>
    </w:p>
    <w:p w:rsidR="005B3ED9" w:rsidRDefault="005B3ED9" w:rsidP="005B3ED9">
      <w:r>
        <w:lastRenderedPageBreak/>
        <w:t>779.6193</w:t>
      </w:r>
      <w:r>
        <w:tab/>
        <w:t>1.013e0</w:t>
      </w:r>
    </w:p>
    <w:p w:rsidR="005B3ED9" w:rsidRDefault="005B3ED9" w:rsidP="005B3ED9">
      <w:r>
        <w:t>779.7246</w:t>
      </w:r>
      <w:r>
        <w:tab/>
        <w:t>1.013e0</w:t>
      </w:r>
    </w:p>
    <w:p w:rsidR="005B3ED9" w:rsidRDefault="005B3ED9" w:rsidP="005B3ED9">
      <w:r>
        <w:t>779.7821</w:t>
      </w:r>
      <w:r>
        <w:tab/>
        <w:t>2.025e0</w:t>
      </w:r>
    </w:p>
    <w:p w:rsidR="005B3ED9" w:rsidRDefault="005B3ED9" w:rsidP="005B3ED9">
      <w:r>
        <w:t>779.8300</w:t>
      </w:r>
      <w:r>
        <w:tab/>
        <w:t>1.013e0</w:t>
      </w:r>
    </w:p>
    <w:p w:rsidR="005B3ED9" w:rsidRDefault="005B3ED9" w:rsidP="005B3ED9">
      <w:r>
        <w:t>779.9065</w:t>
      </w:r>
      <w:r>
        <w:tab/>
        <w:t>1.013e0</w:t>
      </w:r>
    </w:p>
    <w:p w:rsidR="005B3ED9" w:rsidRDefault="005B3ED9" w:rsidP="005B3ED9">
      <w:r>
        <w:t>779.9221</w:t>
      </w:r>
      <w:r>
        <w:tab/>
        <w:t>1.013e0</w:t>
      </w:r>
    </w:p>
    <w:p w:rsidR="005B3ED9" w:rsidRDefault="005B3ED9" w:rsidP="005B3ED9">
      <w:r>
        <w:t>779.9616</w:t>
      </w:r>
      <w:r>
        <w:tab/>
        <w:t>1.013e0</w:t>
      </w:r>
    </w:p>
    <w:p w:rsidR="005B3ED9" w:rsidRDefault="005B3ED9" w:rsidP="005B3ED9">
      <w:r>
        <w:t>780.0334</w:t>
      </w:r>
      <w:r>
        <w:tab/>
        <w:t>2.025e0</w:t>
      </w:r>
    </w:p>
    <w:p w:rsidR="005B3ED9" w:rsidRDefault="005B3ED9" w:rsidP="005B3ED9">
      <w:r>
        <w:t>780.0801</w:t>
      </w:r>
      <w:r>
        <w:tab/>
        <w:t>1.013e0</w:t>
      </w:r>
    </w:p>
    <w:p w:rsidR="005B3ED9" w:rsidRDefault="005B3ED9" w:rsidP="005B3ED9">
      <w:r>
        <w:t>780.1956</w:t>
      </w:r>
      <w:r>
        <w:tab/>
        <w:t>1.013e0</w:t>
      </w:r>
    </w:p>
    <w:p w:rsidR="005B3ED9" w:rsidRDefault="005B3ED9" w:rsidP="005B3ED9">
      <w:r>
        <w:t>780.2292</w:t>
      </w:r>
      <w:r>
        <w:tab/>
        <w:t>1.013e0</w:t>
      </w:r>
    </w:p>
    <w:p w:rsidR="005B3ED9" w:rsidRDefault="005B3ED9" w:rsidP="005B3ED9">
      <w:r>
        <w:t>780.2975</w:t>
      </w:r>
      <w:r>
        <w:tab/>
        <w:t>1.013e0</w:t>
      </w:r>
    </w:p>
    <w:p w:rsidR="005B3ED9" w:rsidRDefault="005B3ED9" w:rsidP="005B3ED9">
      <w:r>
        <w:t>780.3088</w:t>
      </w:r>
      <w:r>
        <w:tab/>
        <w:t>2.025e0</w:t>
      </w:r>
    </w:p>
    <w:p w:rsidR="005B3ED9" w:rsidRDefault="005B3ED9" w:rsidP="005B3ED9">
      <w:r>
        <w:t>780.3656</w:t>
      </w:r>
      <w:r>
        <w:tab/>
        <w:t>1.013e0</w:t>
      </w:r>
    </w:p>
    <w:p w:rsidR="005B3ED9" w:rsidRDefault="005B3ED9" w:rsidP="005B3ED9">
      <w:r>
        <w:t>780.3699</w:t>
      </w:r>
      <w:r>
        <w:tab/>
        <w:t>1.013e0</w:t>
      </w:r>
    </w:p>
    <w:p w:rsidR="005B3ED9" w:rsidRDefault="005B3ED9" w:rsidP="005B3ED9">
      <w:r>
        <w:t>780.4753</w:t>
      </w:r>
      <w:r>
        <w:tab/>
        <w:t>1.013e0</w:t>
      </w:r>
    </w:p>
    <w:p w:rsidR="005B3ED9" w:rsidRDefault="005B3ED9" w:rsidP="005B3ED9">
      <w:r>
        <w:t>780.4847</w:t>
      </w:r>
      <w:r>
        <w:tab/>
        <w:t>1.013e0</w:t>
      </w:r>
    </w:p>
    <w:p w:rsidR="005B3ED9" w:rsidRDefault="005B3ED9" w:rsidP="005B3ED9">
      <w:r>
        <w:t>780.6729</w:t>
      </w:r>
      <w:r>
        <w:tab/>
        <w:t>1.013e0</w:t>
      </w:r>
    </w:p>
    <w:p w:rsidR="005B3ED9" w:rsidRDefault="005B3ED9" w:rsidP="005B3ED9">
      <w:r>
        <w:t>780.6884</w:t>
      </w:r>
      <w:r>
        <w:tab/>
        <w:t>1.013e0</w:t>
      </w:r>
    </w:p>
    <w:p w:rsidR="005B3ED9" w:rsidRDefault="005B3ED9" w:rsidP="005B3ED9">
      <w:r>
        <w:lastRenderedPageBreak/>
        <w:t>780.7992</w:t>
      </w:r>
      <w:r>
        <w:tab/>
        <w:t>2.025e0</w:t>
      </w:r>
    </w:p>
    <w:p w:rsidR="005B3ED9" w:rsidRDefault="005B3ED9" w:rsidP="005B3ED9">
      <w:r>
        <w:t>780.9950</w:t>
      </w:r>
      <w:r>
        <w:tab/>
        <w:t>1.013e0</w:t>
      </w:r>
    </w:p>
    <w:p w:rsidR="005B3ED9" w:rsidRDefault="005B3ED9" w:rsidP="005B3ED9">
      <w:r>
        <w:t>781.0157</w:t>
      </w:r>
      <w:r>
        <w:tab/>
        <w:t>1.013e0</w:t>
      </w:r>
    </w:p>
    <w:p w:rsidR="005B3ED9" w:rsidRDefault="005B3ED9" w:rsidP="005B3ED9">
      <w:r>
        <w:t>781.1740</w:t>
      </w:r>
      <w:r>
        <w:tab/>
        <w:t>1.013e0</w:t>
      </w:r>
    </w:p>
    <w:p w:rsidR="005B3ED9" w:rsidRDefault="005B3ED9" w:rsidP="005B3ED9">
      <w:r>
        <w:t>781.2662</w:t>
      </w:r>
      <w:r>
        <w:tab/>
        <w:t>1.013e0</w:t>
      </w:r>
    </w:p>
    <w:p w:rsidR="005B3ED9" w:rsidRDefault="005B3ED9" w:rsidP="005B3ED9">
      <w:r>
        <w:t>781.3422</w:t>
      </w:r>
      <w:r>
        <w:tab/>
        <w:t>2.025e0</w:t>
      </w:r>
    </w:p>
    <w:p w:rsidR="005B3ED9" w:rsidRDefault="005B3ED9" w:rsidP="005B3ED9">
      <w:r>
        <w:t>781.3522</w:t>
      </w:r>
      <w:r>
        <w:tab/>
        <w:t>1.013e0</w:t>
      </w:r>
    </w:p>
    <w:p w:rsidR="005B3ED9" w:rsidRDefault="005B3ED9" w:rsidP="005B3ED9">
      <w:r>
        <w:t>781.3585</w:t>
      </w:r>
      <w:r>
        <w:tab/>
        <w:t>1.013e0</w:t>
      </w:r>
    </w:p>
    <w:p w:rsidR="005B3ED9" w:rsidRDefault="005B3ED9" w:rsidP="005B3ED9">
      <w:r>
        <w:t>781.3696</w:t>
      </w:r>
      <w:r>
        <w:tab/>
        <w:t>1.013e0</w:t>
      </w:r>
    </w:p>
    <w:p w:rsidR="005B3ED9" w:rsidRDefault="005B3ED9" w:rsidP="005B3ED9">
      <w:r>
        <w:t>781.4540</w:t>
      </w:r>
      <w:r>
        <w:tab/>
        <w:t>1.013e0</w:t>
      </w:r>
    </w:p>
    <w:p w:rsidR="005B3ED9" w:rsidRDefault="005B3ED9" w:rsidP="005B3ED9">
      <w:r>
        <w:t>781.5231</w:t>
      </w:r>
      <w:r>
        <w:tab/>
        <w:t>3.038e0</w:t>
      </w:r>
    </w:p>
    <w:p w:rsidR="005B3ED9" w:rsidRDefault="005B3ED9" w:rsidP="005B3ED9">
      <w:r>
        <w:t>781.5432</w:t>
      </w:r>
      <w:r>
        <w:tab/>
        <w:t>1.013e0</w:t>
      </w:r>
    </w:p>
    <w:p w:rsidR="005B3ED9" w:rsidRDefault="005B3ED9" w:rsidP="005B3ED9">
      <w:r>
        <w:t>781.6487</w:t>
      </w:r>
      <w:r>
        <w:tab/>
        <w:t>1.013e0</w:t>
      </w:r>
    </w:p>
    <w:p w:rsidR="005B3ED9" w:rsidRDefault="005B3ED9" w:rsidP="005B3ED9">
      <w:r>
        <w:t>781.7939</w:t>
      </w:r>
      <w:r>
        <w:tab/>
        <w:t>1.013e0</w:t>
      </w:r>
    </w:p>
    <w:p w:rsidR="005B3ED9" w:rsidRDefault="005B3ED9" w:rsidP="005B3ED9">
      <w:r>
        <w:t>781.9061</w:t>
      </w:r>
      <w:r>
        <w:tab/>
        <w:t>2.025e0</w:t>
      </w:r>
    </w:p>
    <w:p w:rsidR="005B3ED9" w:rsidRDefault="005B3ED9" w:rsidP="005B3ED9">
      <w:r>
        <w:t>781.9258</w:t>
      </w:r>
      <w:r>
        <w:tab/>
        <w:t>1.013e0</w:t>
      </w:r>
    </w:p>
    <w:p w:rsidR="005B3ED9" w:rsidRDefault="005B3ED9" w:rsidP="005B3ED9">
      <w:r>
        <w:t>782.0446</w:t>
      </w:r>
      <w:r>
        <w:tab/>
        <w:t>1.013e0</w:t>
      </w:r>
    </w:p>
    <w:p w:rsidR="005B3ED9" w:rsidRDefault="005B3ED9" w:rsidP="005B3ED9">
      <w:r>
        <w:t>782.2824</w:t>
      </w:r>
      <w:r>
        <w:tab/>
        <w:t>2.025e0</w:t>
      </w:r>
    </w:p>
    <w:p w:rsidR="005B3ED9" w:rsidRDefault="005B3ED9" w:rsidP="005B3ED9">
      <w:r>
        <w:t>782.3558</w:t>
      </w:r>
      <w:r>
        <w:tab/>
        <w:t>1.013e0</w:t>
      </w:r>
    </w:p>
    <w:p w:rsidR="005B3ED9" w:rsidRDefault="005B3ED9" w:rsidP="005B3ED9">
      <w:r>
        <w:lastRenderedPageBreak/>
        <w:t>782.3725</w:t>
      </w:r>
      <w:r>
        <w:tab/>
        <w:t>2.025e0</w:t>
      </w:r>
    </w:p>
    <w:p w:rsidR="005B3ED9" w:rsidRDefault="005B3ED9" w:rsidP="005B3ED9">
      <w:r>
        <w:t>782.4576</w:t>
      </w:r>
      <w:r>
        <w:tab/>
        <w:t>1.013e0</w:t>
      </w:r>
    </w:p>
    <w:p w:rsidR="005B3ED9" w:rsidRDefault="005B3ED9" w:rsidP="005B3ED9">
      <w:r>
        <w:t>782.4672</w:t>
      </w:r>
      <w:r>
        <w:tab/>
        <w:t>3.038e0</w:t>
      </w:r>
    </w:p>
    <w:p w:rsidR="005B3ED9" w:rsidRDefault="005B3ED9" w:rsidP="005B3ED9">
      <w:r>
        <w:t>782.6521</w:t>
      </w:r>
      <w:r>
        <w:tab/>
        <w:t>1.013e0</w:t>
      </w:r>
    </w:p>
    <w:p w:rsidR="005B3ED9" w:rsidRDefault="005B3ED9" w:rsidP="005B3ED9">
      <w:r>
        <w:t>782.6959</w:t>
      </w:r>
      <w:r>
        <w:tab/>
        <w:t>1.013e0</w:t>
      </w:r>
    </w:p>
    <w:p w:rsidR="005B3ED9" w:rsidRDefault="005B3ED9" w:rsidP="005B3ED9">
      <w:r>
        <w:t>782.7130</w:t>
      </w:r>
      <w:r>
        <w:tab/>
        <w:t>1.013e0</w:t>
      </w:r>
    </w:p>
    <w:p w:rsidR="005B3ED9" w:rsidRDefault="005B3ED9" w:rsidP="005B3ED9">
      <w:r>
        <w:t>782.8107</w:t>
      </w:r>
      <w:r>
        <w:tab/>
        <w:t>2.025e0</w:t>
      </w:r>
    </w:p>
    <w:p w:rsidR="005B3ED9" w:rsidRDefault="005B3ED9" w:rsidP="005B3ED9">
      <w:r>
        <w:t>782.9612</w:t>
      </w:r>
      <w:r>
        <w:tab/>
        <w:t>2.025e0</w:t>
      </w:r>
    </w:p>
    <w:p w:rsidR="005B3ED9" w:rsidRDefault="005B3ED9" w:rsidP="005B3ED9">
      <w:r>
        <w:t>782.9847</w:t>
      </w:r>
      <w:r>
        <w:tab/>
        <w:t>1.013e0</w:t>
      </w:r>
    </w:p>
    <w:p w:rsidR="005B3ED9" w:rsidRDefault="005B3ED9" w:rsidP="005B3ED9">
      <w:r>
        <w:t>783.0221</w:t>
      </w:r>
      <w:r>
        <w:tab/>
        <w:t>1.013e0</w:t>
      </w:r>
    </w:p>
    <w:p w:rsidR="005B3ED9" w:rsidRDefault="005B3ED9" w:rsidP="005B3ED9">
      <w:r>
        <w:t>783.1013</w:t>
      </w:r>
      <w:r>
        <w:tab/>
        <w:t>1.013e0</w:t>
      </w:r>
    </w:p>
    <w:p w:rsidR="005B3ED9" w:rsidRDefault="005B3ED9" w:rsidP="005B3ED9">
      <w:r>
        <w:t>783.1938</w:t>
      </w:r>
      <w:r>
        <w:tab/>
        <w:t>1.013e0</w:t>
      </w:r>
    </w:p>
    <w:p w:rsidR="005B3ED9" w:rsidRDefault="005B3ED9" w:rsidP="005B3ED9">
      <w:r>
        <w:t>783.1985</w:t>
      </w:r>
      <w:r>
        <w:tab/>
        <w:t>2.025e0</w:t>
      </w:r>
    </w:p>
    <w:p w:rsidR="005B3ED9" w:rsidRDefault="005B3ED9" w:rsidP="005B3ED9">
      <w:r>
        <w:t>783.2072</w:t>
      </w:r>
      <w:r>
        <w:tab/>
        <w:t>1.013e0</w:t>
      </w:r>
    </w:p>
    <w:p w:rsidR="005B3ED9" w:rsidRDefault="005B3ED9" w:rsidP="005B3ED9">
      <w:r>
        <w:t>783.2576</w:t>
      </w:r>
      <w:r>
        <w:tab/>
        <w:t>1.013e0</w:t>
      </w:r>
    </w:p>
    <w:p w:rsidR="005B3ED9" w:rsidRDefault="005B3ED9" w:rsidP="005B3ED9">
      <w:r>
        <w:t>783.3767</w:t>
      </w:r>
      <w:r>
        <w:tab/>
        <w:t>2.025e0</w:t>
      </w:r>
    </w:p>
    <w:p w:rsidR="005B3ED9" w:rsidRDefault="005B3ED9" w:rsidP="005B3ED9">
      <w:r>
        <w:t>783.3934</w:t>
      </w:r>
      <w:r>
        <w:tab/>
        <w:t>2.025e0</w:t>
      </w:r>
    </w:p>
    <w:p w:rsidR="005B3ED9" w:rsidRDefault="005B3ED9" w:rsidP="005B3ED9">
      <w:r>
        <w:t>783.4716</w:t>
      </w:r>
      <w:r>
        <w:tab/>
        <w:t>1.013e0</w:t>
      </w:r>
    </w:p>
    <w:p w:rsidR="005B3ED9" w:rsidRDefault="005B3ED9" w:rsidP="005B3ED9">
      <w:r>
        <w:t>783.4847</w:t>
      </w:r>
      <w:r>
        <w:tab/>
        <w:t>1.013e0</w:t>
      </w:r>
    </w:p>
    <w:p w:rsidR="005B3ED9" w:rsidRDefault="005B3ED9" w:rsidP="005B3ED9">
      <w:r>
        <w:lastRenderedPageBreak/>
        <w:t>783.5464</w:t>
      </w:r>
      <w:r>
        <w:tab/>
        <w:t>1.013e0</w:t>
      </w:r>
    </w:p>
    <w:p w:rsidR="005B3ED9" w:rsidRDefault="005B3ED9" w:rsidP="005B3ED9">
      <w:r>
        <w:t>783.6038</w:t>
      </w:r>
      <w:r>
        <w:tab/>
        <w:t>1.013e0</w:t>
      </w:r>
    </w:p>
    <w:p w:rsidR="005B3ED9" w:rsidRDefault="005B3ED9" w:rsidP="005B3ED9">
      <w:r>
        <w:t>783.6303</w:t>
      </w:r>
      <w:r>
        <w:tab/>
        <w:t>1.013e0</w:t>
      </w:r>
    </w:p>
    <w:p w:rsidR="005B3ED9" w:rsidRDefault="005B3ED9" w:rsidP="005B3ED9">
      <w:r>
        <w:t>783.6831</w:t>
      </w:r>
      <w:r>
        <w:tab/>
        <w:t>1.013e0</w:t>
      </w:r>
    </w:p>
    <w:p w:rsidR="005B3ED9" w:rsidRDefault="005B3ED9" w:rsidP="005B3ED9">
      <w:r>
        <w:t>783.7493</w:t>
      </w:r>
      <w:r>
        <w:tab/>
        <w:t>1.013e0</w:t>
      </w:r>
    </w:p>
    <w:p w:rsidR="005B3ED9" w:rsidRDefault="005B3ED9" w:rsidP="005B3ED9">
      <w:r>
        <w:t>783.7846</w:t>
      </w:r>
      <w:r>
        <w:tab/>
        <w:t>1.013e0</w:t>
      </w:r>
    </w:p>
    <w:p w:rsidR="005B3ED9" w:rsidRDefault="005B3ED9" w:rsidP="005B3ED9">
      <w:r>
        <w:t>783.8022</w:t>
      </w:r>
      <w:r>
        <w:tab/>
        <w:t>1.013e0</w:t>
      </w:r>
    </w:p>
    <w:p w:rsidR="005B3ED9" w:rsidRDefault="005B3ED9" w:rsidP="005B3ED9">
      <w:r>
        <w:t>783.8154</w:t>
      </w:r>
      <w:r>
        <w:tab/>
        <w:t>1.013e0</w:t>
      </w:r>
    </w:p>
    <w:p w:rsidR="005B3ED9" w:rsidRDefault="005B3ED9" w:rsidP="005B3ED9">
      <w:r>
        <w:t>783.8865</w:t>
      </w:r>
      <w:r>
        <w:tab/>
        <w:t>1.013e0</w:t>
      </w:r>
    </w:p>
    <w:p w:rsidR="005B3ED9" w:rsidRDefault="005B3ED9" w:rsidP="005B3ED9">
      <w:r>
        <w:t>784.0933</w:t>
      </w:r>
      <w:r>
        <w:tab/>
        <w:t>1.013e0</w:t>
      </w:r>
    </w:p>
    <w:p w:rsidR="005B3ED9" w:rsidRDefault="005B3ED9" w:rsidP="005B3ED9">
      <w:r>
        <w:t>784.1160</w:t>
      </w:r>
      <w:r>
        <w:tab/>
        <w:t>2.025e0</w:t>
      </w:r>
    </w:p>
    <w:p w:rsidR="005B3ED9" w:rsidRDefault="005B3ED9" w:rsidP="005B3ED9">
      <w:r>
        <w:t>784.1462</w:t>
      </w:r>
      <w:r>
        <w:tab/>
        <w:t>1.013e0</w:t>
      </w:r>
    </w:p>
    <w:p w:rsidR="005B3ED9" w:rsidRDefault="005B3ED9" w:rsidP="005B3ED9">
      <w:r>
        <w:t>784.1926</w:t>
      </w:r>
      <w:r>
        <w:tab/>
        <w:t>1.013e0</w:t>
      </w:r>
    </w:p>
    <w:p w:rsidR="005B3ED9" w:rsidRDefault="005B3ED9" w:rsidP="005B3ED9">
      <w:r>
        <w:t>784.4042</w:t>
      </w:r>
      <w:r>
        <w:tab/>
        <w:t>3.038e0</w:t>
      </w:r>
    </w:p>
    <w:p w:rsidR="005B3ED9" w:rsidRDefault="005B3ED9" w:rsidP="005B3ED9">
      <w:r>
        <w:t>784.4243</w:t>
      </w:r>
      <w:r>
        <w:tab/>
        <w:t>1.013e0</w:t>
      </w:r>
    </w:p>
    <w:p w:rsidR="005B3ED9" w:rsidRDefault="005B3ED9" w:rsidP="005B3ED9">
      <w:r>
        <w:t>784.5324</w:t>
      </w:r>
      <w:r>
        <w:tab/>
        <w:t>1.013e0</w:t>
      </w:r>
    </w:p>
    <w:p w:rsidR="005B3ED9" w:rsidRDefault="005B3ED9" w:rsidP="005B3ED9">
      <w:r>
        <w:t>784.5433</w:t>
      </w:r>
      <w:r>
        <w:tab/>
        <w:t>1.013e0</w:t>
      </w:r>
    </w:p>
    <w:p w:rsidR="005B3ED9" w:rsidRDefault="005B3ED9" w:rsidP="005B3ED9">
      <w:r>
        <w:t>784.5463</w:t>
      </w:r>
      <w:r>
        <w:tab/>
        <w:t>2.025e0</w:t>
      </w:r>
    </w:p>
    <w:p w:rsidR="005B3ED9" w:rsidRDefault="005B3ED9" w:rsidP="005B3ED9">
      <w:r>
        <w:t>784.6228</w:t>
      </w:r>
      <w:r>
        <w:tab/>
        <w:t>1.013e0</w:t>
      </w:r>
    </w:p>
    <w:p w:rsidR="005B3ED9" w:rsidRDefault="005B3ED9" w:rsidP="005B3ED9">
      <w:r>
        <w:lastRenderedPageBreak/>
        <w:t>784.6360</w:t>
      </w:r>
      <w:r>
        <w:tab/>
        <w:t>3.038e0</w:t>
      </w:r>
    </w:p>
    <w:p w:rsidR="005B3ED9" w:rsidRDefault="005B3ED9" w:rsidP="005B3ED9">
      <w:r>
        <w:t>784.6688</w:t>
      </w:r>
      <w:r>
        <w:tab/>
        <w:t>1.013e0</w:t>
      </w:r>
    </w:p>
    <w:p w:rsidR="005B3ED9" w:rsidRDefault="005B3ED9" w:rsidP="005B3ED9">
      <w:r>
        <w:t>784.8560</w:t>
      </w:r>
      <w:r>
        <w:tab/>
        <w:t>1.013e0</w:t>
      </w:r>
    </w:p>
    <w:p w:rsidR="005B3ED9" w:rsidRDefault="005B3ED9" w:rsidP="005B3ED9">
      <w:r>
        <w:t>784.8877</w:t>
      </w:r>
      <w:r>
        <w:tab/>
        <w:t>1.013e0</w:t>
      </w:r>
    </w:p>
    <w:p w:rsidR="005B3ED9" w:rsidRDefault="005B3ED9" w:rsidP="005B3ED9">
      <w:r>
        <w:t>784.9241</w:t>
      </w:r>
      <w:r>
        <w:tab/>
        <w:t>1.013e0</w:t>
      </w:r>
    </w:p>
    <w:p w:rsidR="005B3ED9" w:rsidRDefault="005B3ED9" w:rsidP="005B3ED9">
      <w:r>
        <w:t>785.1526</w:t>
      </w:r>
      <w:r>
        <w:tab/>
        <w:t>1.013e0</w:t>
      </w:r>
    </w:p>
    <w:p w:rsidR="005B3ED9" w:rsidRDefault="005B3ED9" w:rsidP="005B3ED9">
      <w:r>
        <w:t>785.2458</w:t>
      </w:r>
      <w:r>
        <w:tab/>
        <w:t>2.025e0</w:t>
      </w:r>
    </w:p>
    <w:p w:rsidR="005B3ED9" w:rsidRDefault="005B3ED9" w:rsidP="005B3ED9">
      <w:r>
        <w:t>785.3514</w:t>
      </w:r>
      <w:r>
        <w:tab/>
        <w:t>1.013e0</w:t>
      </w:r>
    </w:p>
    <w:p w:rsidR="005B3ED9" w:rsidRDefault="005B3ED9" w:rsidP="005B3ED9">
      <w:r>
        <w:t>785.3779</w:t>
      </w:r>
      <w:r>
        <w:tab/>
        <w:t>1.013e0</w:t>
      </w:r>
    </w:p>
    <w:p w:rsidR="005B3ED9" w:rsidRDefault="005B3ED9" w:rsidP="005B3ED9">
      <w:r>
        <w:t>785.3829</w:t>
      </w:r>
      <w:r>
        <w:tab/>
        <w:t>1.013e0</w:t>
      </w:r>
    </w:p>
    <w:p w:rsidR="005B3ED9" w:rsidRDefault="005B3ED9" w:rsidP="005B3ED9">
      <w:r>
        <w:t>785.4310</w:t>
      </w:r>
      <w:r>
        <w:tab/>
        <w:t>1.013e0</w:t>
      </w:r>
    </w:p>
    <w:p w:rsidR="005B3ED9" w:rsidRDefault="005B3ED9" w:rsidP="005B3ED9">
      <w:r>
        <w:t>785.4684</w:t>
      </w:r>
      <w:r>
        <w:tab/>
        <w:t>1.013e0</w:t>
      </w:r>
    </w:p>
    <w:p w:rsidR="005B3ED9" w:rsidRDefault="005B3ED9" w:rsidP="005B3ED9">
      <w:r>
        <w:t>785.5237</w:t>
      </w:r>
      <w:r>
        <w:tab/>
        <w:t>1.013e0</w:t>
      </w:r>
    </w:p>
    <w:p w:rsidR="005B3ED9" w:rsidRDefault="005B3ED9" w:rsidP="005B3ED9">
      <w:r>
        <w:t>785.5527</w:t>
      </w:r>
      <w:r>
        <w:tab/>
        <w:t>1.013e0</w:t>
      </w:r>
    </w:p>
    <w:p w:rsidR="005B3ED9" w:rsidRDefault="005B3ED9" w:rsidP="005B3ED9">
      <w:r>
        <w:t>785.5701</w:t>
      </w:r>
      <w:r>
        <w:tab/>
        <w:t>1.013e0</w:t>
      </w:r>
    </w:p>
    <w:p w:rsidR="005B3ED9" w:rsidRDefault="005B3ED9" w:rsidP="005B3ED9">
      <w:r>
        <w:t>785.5900</w:t>
      </w:r>
      <w:r>
        <w:tab/>
        <w:t>1.013e0</w:t>
      </w:r>
    </w:p>
    <w:p w:rsidR="005B3ED9" w:rsidRDefault="005B3ED9" w:rsidP="005B3ED9">
      <w:r>
        <w:t>785.6891</w:t>
      </w:r>
      <w:r>
        <w:tab/>
        <w:t>1.013e0</w:t>
      </w:r>
    </w:p>
    <w:p w:rsidR="005B3ED9" w:rsidRDefault="005B3ED9" w:rsidP="005B3ED9">
      <w:r>
        <w:t>785.7748</w:t>
      </w:r>
      <w:r>
        <w:tab/>
        <w:t>1.013e0</w:t>
      </w:r>
    </w:p>
    <w:p w:rsidR="005B3ED9" w:rsidRDefault="005B3ED9" w:rsidP="005B3ED9">
      <w:r>
        <w:t>785.7977</w:t>
      </w:r>
      <w:r>
        <w:tab/>
        <w:t>2.025e0</w:t>
      </w:r>
    </w:p>
    <w:p w:rsidR="005B3ED9" w:rsidRDefault="005B3ED9" w:rsidP="005B3ED9">
      <w:r>
        <w:lastRenderedPageBreak/>
        <w:t>785.8286</w:t>
      </w:r>
      <w:r>
        <w:tab/>
        <w:t>1.013e0</w:t>
      </w:r>
    </w:p>
    <w:p w:rsidR="005B3ED9" w:rsidRDefault="005B3ED9" w:rsidP="005B3ED9">
      <w:r>
        <w:t>785.8590</w:t>
      </w:r>
      <w:r>
        <w:tab/>
        <w:t>1.013e0</w:t>
      </w:r>
    </w:p>
    <w:p w:rsidR="005B3ED9" w:rsidRDefault="005B3ED9" w:rsidP="005B3ED9">
      <w:r>
        <w:t>785.8937</w:t>
      </w:r>
      <w:r>
        <w:tab/>
        <w:t>1.013e0</w:t>
      </w:r>
    </w:p>
    <w:p w:rsidR="005B3ED9" w:rsidRDefault="005B3ED9" w:rsidP="005B3ED9">
      <w:r>
        <w:t>785.9779</w:t>
      </w:r>
      <w:r>
        <w:tab/>
        <w:t>2.025e0</w:t>
      </w:r>
    </w:p>
    <w:p w:rsidR="005B3ED9" w:rsidRDefault="005B3ED9" w:rsidP="005B3ED9">
      <w:r>
        <w:t>786.0011</w:t>
      </w:r>
      <w:r>
        <w:tab/>
        <w:t>1.013e0</w:t>
      </w:r>
    </w:p>
    <w:p w:rsidR="005B3ED9" w:rsidRDefault="005B3ED9" w:rsidP="005B3ED9">
      <w:r>
        <w:t>786.0276</w:t>
      </w:r>
      <w:r>
        <w:tab/>
        <w:t>1.013e0</w:t>
      </w:r>
    </w:p>
    <w:p w:rsidR="005B3ED9" w:rsidRDefault="005B3ED9" w:rsidP="005B3ED9">
      <w:r>
        <w:t>786.0634</w:t>
      </w:r>
      <w:r>
        <w:tab/>
        <w:t>1.013e0</w:t>
      </w:r>
    </w:p>
    <w:p w:rsidR="005B3ED9" w:rsidRDefault="005B3ED9" w:rsidP="005B3ED9">
      <w:r>
        <w:t>786.0806</w:t>
      </w:r>
      <w:r>
        <w:tab/>
        <w:t>1.013e0</w:t>
      </w:r>
    </w:p>
    <w:p w:rsidR="005B3ED9" w:rsidRDefault="005B3ED9" w:rsidP="005B3ED9">
      <w:r>
        <w:t>786.2001</w:t>
      </w:r>
      <w:r>
        <w:tab/>
        <w:t>1.013e0</w:t>
      </w:r>
    </w:p>
    <w:p w:rsidR="005B3ED9" w:rsidRDefault="005B3ED9" w:rsidP="005B3ED9">
      <w:r>
        <w:t>786.2134</w:t>
      </w:r>
      <w:r>
        <w:tab/>
        <w:t>2.025e0</w:t>
      </w:r>
    </w:p>
    <w:p w:rsidR="005B3ED9" w:rsidRDefault="005B3ED9" w:rsidP="005B3ED9">
      <w:r>
        <w:t>786.2664</w:t>
      </w:r>
      <w:r>
        <w:tab/>
        <w:t>1.013e0</w:t>
      </w:r>
    </w:p>
    <w:p w:rsidR="005B3ED9" w:rsidRDefault="005B3ED9" w:rsidP="005B3ED9">
      <w:r>
        <w:t>786.3195</w:t>
      </w:r>
      <w:r>
        <w:tab/>
        <w:t>1.013e0</w:t>
      </w:r>
    </w:p>
    <w:p w:rsidR="005B3ED9" w:rsidRDefault="005B3ED9" w:rsidP="005B3ED9">
      <w:r>
        <w:t>786.3990</w:t>
      </w:r>
      <w:r>
        <w:tab/>
        <w:t>2.025e0</w:t>
      </w:r>
    </w:p>
    <w:p w:rsidR="005B3ED9" w:rsidRDefault="005B3ED9" w:rsidP="005B3ED9">
      <w:r>
        <w:t>786.4764</w:t>
      </w:r>
      <w:r>
        <w:tab/>
        <w:t>4.051e0</w:t>
      </w:r>
    </w:p>
    <w:p w:rsidR="005B3ED9" w:rsidRDefault="005B3ED9" w:rsidP="005B3ED9">
      <w:r>
        <w:t>786.4974</w:t>
      </w:r>
      <w:r>
        <w:tab/>
        <w:t>2.259e0</w:t>
      </w:r>
    </w:p>
    <w:p w:rsidR="005B3ED9" w:rsidRDefault="005B3ED9" w:rsidP="005B3ED9">
      <w:r>
        <w:t>786.5655</w:t>
      </w:r>
      <w:r>
        <w:tab/>
        <w:t>2.025e0</w:t>
      </w:r>
    </w:p>
    <w:p w:rsidR="005B3ED9" w:rsidRDefault="005B3ED9" w:rsidP="005B3ED9">
      <w:r>
        <w:t>786.7574</w:t>
      </w:r>
      <w:r>
        <w:tab/>
        <w:t>1.013e0</w:t>
      </w:r>
    </w:p>
    <w:p w:rsidR="005B3ED9" w:rsidRDefault="005B3ED9" w:rsidP="005B3ED9">
      <w:r>
        <w:t>786.7947</w:t>
      </w:r>
      <w:r>
        <w:tab/>
        <w:t>1.013e0</w:t>
      </w:r>
    </w:p>
    <w:p w:rsidR="005B3ED9" w:rsidRDefault="005B3ED9" w:rsidP="005B3ED9">
      <w:r>
        <w:t>786.8632</w:t>
      </w:r>
      <w:r>
        <w:tab/>
        <w:t>2.025e0</w:t>
      </w:r>
    </w:p>
    <w:p w:rsidR="005B3ED9" w:rsidRDefault="005B3ED9" w:rsidP="005B3ED9">
      <w:r>
        <w:lastRenderedPageBreak/>
        <w:t>786.9297</w:t>
      </w:r>
      <w:r>
        <w:tab/>
        <w:t>3.038e0</w:t>
      </w:r>
    </w:p>
    <w:p w:rsidR="005B3ED9" w:rsidRDefault="005B3ED9" w:rsidP="005B3ED9">
      <w:r>
        <w:t>786.9965</w:t>
      </w:r>
      <w:r>
        <w:tab/>
        <w:t>1.013e0</w:t>
      </w:r>
    </w:p>
    <w:p w:rsidR="005B3ED9" w:rsidRDefault="005B3ED9" w:rsidP="005B3ED9">
      <w:r>
        <w:t>787.0629</w:t>
      </w:r>
      <w:r>
        <w:tab/>
        <w:t>1.013e0</w:t>
      </w:r>
    </w:p>
    <w:p w:rsidR="005B3ED9" w:rsidRDefault="005B3ED9" w:rsidP="005B3ED9">
      <w:r>
        <w:t>787.0828</w:t>
      </w:r>
      <w:r>
        <w:tab/>
        <w:t>2.025e0</w:t>
      </w:r>
    </w:p>
    <w:p w:rsidR="005B3ED9" w:rsidRDefault="005B3ED9" w:rsidP="005B3ED9">
      <w:r>
        <w:t>787.0895</w:t>
      </w:r>
      <w:r>
        <w:tab/>
        <w:t>1.013e0</w:t>
      </w:r>
    </w:p>
    <w:p w:rsidR="005B3ED9" w:rsidRDefault="005B3ED9" w:rsidP="005B3ED9">
      <w:r>
        <w:t>787.1843</w:t>
      </w:r>
      <w:r>
        <w:tab/>
        <w:t>2.025e0</w:t>
      </w:r>
    </w:p>
    <w:p w:rsidR="005B3ED9" w:rsidRDefault="005B3ED9" w:rsidP="005B3ED9">
      <w:r>
        <w:t>787.3038</w:t>
      </w:r>
      <w:r>
        <w:tab/>
        <w:t>2.025e0</w:t>
      </w:r>
    </w:p>
    <w:p w:rsidR="005B3ED9" w:rsidRDefault="005B3ED9" w:rsidP="005B3ED9">
      <w:r>
        <w:t>787.4149</w:t>
      </w:r>
      <w:r>
        <w:tab/>
        <w:t>2.025e0</w:t>
      </w:r>
    </w:p>
    <w:p w:rsidR="005B3ED9" w:rsidRDefault="005B3ED9" w:rsidP="005B3ED9">
      <w:r>
        <w:t>787.4750</w:t>
      </w:r>
      <w:r>
        <w:tab/>
        <w:t>3.038e0</w:t>
      </w:r>
    </w:p>
    <w:p w:rsidR="005B3ED9" w:rsidRDefault="005B3ED9" w:rsidP="005B3ED9">
      <w:r>
        <w:t>787.4911</w:t>
      </w:r>
      <w:r>
        <w:tab/>
        <w:t>1.013e0</w:t>
      </w:r>
    </w:p>
    <w:p w:rsidR="005B3ED9" w:rsidRDefault="005B3ED9" w:rsidP="005B3ED9">
      <w:r>
        <w:t>787.5811</w:t>
      </w:r>
      <w:r>
        <w:tab/>
        <w:t>1.013e0</w:t>
      </w:r>
    </w:p>
    <w:p w:rsidR="005B3ED9" w:rsidRDefault="005B3ED9" w:rsidP="005B3ED9">
      <w:r>
        <w:t>787.6341</w:t>
      </w:r>
      <w:r>
        <w:tab/>
        <w:t>1.013e0</w:t>
      </w:r>
    </w:p>
    <w:p w:rsidR="005B3ED9" w:rsidRDefault="005B3ED9" w:rsidP="005B3ED9">
      <w:r>
        <w:t>787.6740</w:t>
      </w:r>
      <w:r>
        <w:tab/>
        <w:t>1.013e0</w:t>
      </w:r>
    </w:p>
    <w:p w:rsidR="005B3ED9" w:rsidRDefault="005B3ED9" w:rsidP="005B3ED9">
      <w:r>
        <w:t>787.8602</w:t>
      </w:r>
      <w:r>
        <w:tab/>
        <w:t>1.013e0</w:t>
      </w:r>
    </w:p>
    <w:p w:rsidR="005B3ED9" w:rsidRDefault="005B3ED9" w:rsidP="005B3ED9">
      <w:r>
        <w:t>787.8706</w:t>
      </w:r>
      <w:r>
        <w:tab/>
        <w:t>2.025e0</w:t>
      </w:r>
    </w:p>
    <w:p w:rsidR="005B3ED9" w:rsidRDefault="005B3ED9" w:rsidP="005B3ED9">
      <w:r>
        <w:t>787.8734</w:t>
      </w:r>
      <w:r>
        <w:tab/>
        <w:t>1.013e0</w:t>
      </w:r>
    </w:p>
    <w:p w:rsidR="005B3ED9" w:rsidRDefault="005B3ED9" w:rsidP="005B3ED9">
      <w:r>
        <w:t>788.0014</w:t>
      </w:r>
      <w:r>
        <w:tab/>
        <w:t>1.013e0</w:t>
      </w:r>
    </w:p>
    <w:p w:rsidR="005B3ED9" w:rsidRDefault="005B3ED9" w:rsidP="005B3ED9">
      <w:r>
        <w:t>788.0064</w:t>
      </w:r>
      <w:r>
        <w:tab/>
        <w:t>1.013e0</w:t>
      </w:r>
    </w:p>
    <w:p w:rsidR="005B3ED9" w:rsidRDefault="005B3ED9" w:rsidP="005B3ED9">
      <w:r>
        <w:t>788.0994</w:t>
      </w:r>
      <w:r>
        <w:tab/>
        <w:t>1.013e0</w:t>
      </w:r>
    </w:p>
    <w:p w:rsidR="005B3ED9" w:rsidRDefault="005B3ED9" w:rsidP="005B3ED9">
      <w:r>
        <w:lastRenderedPageBreak/>
        <w:t>788.1060</w:t>
      </w:r>
      <w:r>
        <w:tab/>
        <w:t>2.025e0</w:t>
      </w:r>
    </w:p>
    <w:p w:rsidR="005B3ED9" w:rsidRDefault="005B3ED9" w:rsidP="005B3ED9">
      <w:r>
        <w:t>788.1714</w:t>
      </w:r>
      <w:r>
        <w:tab/>
        <w:t>1.013e0</w:t>
      </w:r>
    </w:p>
    <w:p w:rsidR="005B3ED9" w:rsidRDefault="005B3ED9" w:rsidP="005B3ED9">
      <w:r>
        <w:t>788.2568</w:t>
      </w:r>
      <w:r>
        <w:tab/>
        <w:t>1.013e0</w:t>
      </w:r>
    </w:p>
    <w:p w:rsidR="005B3ED9" w:rsidRDefault="005B3ED9" w:rsidP="005B3ED9">
      <w:r>
        <w:t>788.2590</w:t>
      </w:r>
      <w:r>
        <w:tab/>
        <w:t>1.013e0</w:t>
      </w:r>
    </w:p>
    <w:p w:rsidR="005B3ED9" w:rsidRDefault="005B3ED9" w:rsidP="005B3ED9">
      <w:r>
        <w:t>788.3776</w:t>
      </w:r>
      <w:r>
        <w:tab/>
        <w:t>3.038e0</w:t>
      </w:r>
    </w:p>
    <w:p w:rsidR="005B3ED9" w:rsidRDefault="005B3ED9" w:rsidP="005B3ED9">
      <w:r>
        <w:t>788.3929</w:t>
      </w:r>
      <w:r>
        <w:tab/>
        <w:t>2.025e0</w:t>
      </w:r>
    </w:p>
    <w:p w:rsidR="005B3ED9" w:rsidRDefault="005B3ED9" w:rsidP="005B3ED9">
      <w:r>
        <w:t>788.4264</w:t>
      </w:r>
      <w:r>
        <w:tab/>
        <w:t>1.013e0</w:t>
      </w:r>
    </w:p>
    <w:p w:rsidR="005B3ED9" w:rsidRDefault="005B3ED9" w:rsidP="005B3ED9">
      <w:r>
        <w:t>788.4452</w:t>
      </w:r>
      <w:r>
        <w:tab/>
        <w:t>1.013e0</w:t>
      </w:r>
    </w:p>
    <w:p w:rsidR="005B3ED9" w:rsidRDefault="005B3ED9" w:rsidP="005B3ED9">
      <w:r>
        <w:t>788.5117</w:t>
      </w:r>
      <w:r>
        <w:tab/>
        <w:t>1.013e0</w:t>
      </w:r>
    </w:p>
    <w:p w:rsidR="005B3ED9" w:rsidRDefault="005B3ED9" w:rsidP="005B3ED9">
      <w:r>
        <w:t>788.5367</w:t>
      </w:r>
      <w:r>
        <w:tab/>
        <w:t>2.025e0</w:t>
      </w:r>
    </w:p>
    <w:p w:rsidR="005B3ED9" w:rsidRDefault="005B3ED9" w:rsidP="005B3ED9">
      <w:r>
        <w:t>788.5627</w:t>
      </w:r>
      <w:r>
        <w:tab/>
        <w:t>1.013e0</w:t>
      </w:r>
    </w:p>
    <w:p w:rsidR="005B3ED9" w:rsidRDefault="005B3ED9" w:rsidP="005B3ED9">
      <w:r>
        <w:t>788.6135</w:t>
      </w:r>
      <w:r>
        <w:tab/>
        <w:t>1.013e0</w:t>
      </w:r>
    </w:p>
    <w:p w:rsidR="005B3ED9" w:rsidRDefault="005B3ED9" w:rsidP="005B3ED9">
      <w:r>
        <w:t>788.6469</w:t>
      </w:r>
      <w:r>
        <w:tab/>
        <w:t>1.013e0</w:t>
      </w:r>
    </w:p>
    <w:p w:rsidR="005B3ED9" w:rsidRDefault="005B3ED9" w:rsidP="005B3ED9">
      <w:r>
        <w:t>788.7113</w:t>
      </w:r>
      <w:r>
        <w:tab/>
        <w:t>1.013e0</w:t>
      </w:r>
    </w:p>
    <w:p w:rsidR="005B3ED9" w:rsidRDefault="005B3ED9" w:rsidP="005B3ED9">
      <w:r>
        <w:t>788.8513</w:t>
      </w:r>
      <w:r>
        <w:tab/>
        <w:t>1.013e0</w:t>
      </w:r>
    </w:p>
    <w:p w:rsidR="005B3ED9" w:rsidRDefault="005B3ED9" w:rsidP="005B3ED9">
      <w:r>
        <w:t>788.9023</w:t>
      </w:r>
      <w:r>
        <w:tab/>
        <w:t>1.013e0</w:t>
      </w:r>
    </w:p>
    <w:p w:rsidR="005B3ED9" w:rsidRDefault="005B3ED9" w:rsidP="005B3ED9">
      <w:r>
        <w:t>789.1440</w:t>
      </w:r>
      <w:r>
        <w:tab/>
        <w:t>2.025e0</w:t>
      </w:r>
    </w:p>
    <w:p w:rsidR="005B3ED9" w:rsidRDefault="005B3ED9" w:rsidP="005B3ED9">
      <w:r>
        <w:t>789.2571</w:t>
      </w:r>
      <w:r>
        <w:tab/>
        <w:t>2.025e0</w:t>
      </w:r>
    </w:p>
    <w:p w:rsidR="005B3ED9" w:rsidRDefault="005B3ED9" w:rsidP="005B3ED9">
      <w:r>
        <w:t>789.2971</w:t>
      </w:r>
      <w:r>
        <w:tab/>
        <w:t>1.013e0</w:t>
      </w:r>
    </w:p>
    <w:p w:rsidR="005B3ED9" w:rsidRDefault="005B3ED9" w:rsidP="005B3ED9">
      <w:r>
        <w:lastRenderedPageBreak/>
        <w:t>789.3370</w:t>
      </w:r>
      <w:r>
        <w:tab/>
        <w:t>1.013e0</w:t>
      </w:r>
    </w:p>
    <w:p w:rsidR="005B3ED9" w:rsidRDefault="005B3ED9" w:rsidP="005B3ED9">
      <w:r>
        <w:t>789.3504</w:t>
      </w:r>
      <w:r>
        <w:tab/>
        <w:t>1.013e0</w:t>
      </w:r>
    </w:p>
    <w:p w:rsidR="005B3ED9" w:rsidRDefault="005B3ED9" w:rsidP="005B3ED9">
      <w:r>
        <w:t>789.3560</w:t>
      </w:r>
      <w:r>
        <w:tab/>
        <w:t>4.051e0</w:t>
      </w:r>
    </w:p>
    <w:p w:rsidR="005B3ED9" w:rsidRDefault="005B3ED9" w:rsidP="005B3ED9">
      <w:r>
        <w:t>789.4568</w:t>
      </w:r>
      <w:r>
        <w:tab/>
        <w:t>3.038e0</w:t>
      </w:r>
    </w:p>
    <w:p w:rsidR="005B3ED9" w:rsidRDefault="005B3ED9" w:rsidP="005B3ED9">
      <w:r>
        <w:t>789.5313</w:t>
      </w:r>
      <w:r>
        <w:tab/>
        <w:t>1.013e0</w:t>
      </w:r>
    </w:p>
    <w:p w:rsidR="005B3ED9" w:rsidRDefault="005B3ED9" w:rsidP="005B3ED9">
      <w:r>
        <w:t>789.5701</w:t>
      </w:r>
      <w:r>
        <w:tab/>
        <w:t>2.025e0</w:t>
      </w:r>
    </w:p>
    <w:p w:rsidR="005B3ED9" w:rsidRDefault="005B3ED9" w:rsidP="005B3ED9">
      <w:r>
        <w:t>789.6035</w:t>
      </w:r>
      <w:r>
        <w:tab/>
        <w:t>1.013e0</w:t>
      </w:r>
    </w:p>
    <w:p w:rsidR="005B3ED9" w:rsidRDefault="005B3ED9" w:rsidP="005B3ED9">
      <w:r>
        <w:t>789.7264</w:t>
      </w:r>
      <w:r>
        <w:tab/>
        <w:t>2.025e0</w:t>
      </w:r>
    </w:p>
    <w:p w:rsidR="005B3ED9" w:rsidRDefault="005B3ED9" w:rsidP="005B3ED9">
      <w:r>
        <w:t>789.8373</w:t>
      </w:r>
      <w:r>
        <w:tab/>
        <w:t>1.013e0</w:t>
      </w:r>
    </w:p>
    <w:p w:rsidR="005B3ED9" w:rsidRDefault="005B3ED9" w:rsidP="005B3ED9">
      <w:r>
        <w:t>789.9053</w:t>
      </w:r>
      <w:r>
        <w:tab/>
        <w:t>1.013e0</w:t>
      </w:r>
    </w:p>
    <w:p w:rsidR="005B3ED9" w:rsidRDefault="005B3ED9" w:rsidP="005B3ED9">
      <w:r>
        <w:t>789.9366</w:t>
      </w:r>
      <w:r>
        <w:tab/>
        <w:t>2.025e0</w:t>
      </w:r>
    </w:p>
    <w:p w:rsidR="005B3ED9" w:rsidRDefault="005B3ED9" w:rsidP="005B3ED9">
      <w:r>
        <w:t>790.1497</w:t>
      </w:r>
      <w:r>
        <w:tab/>
        <w:t>1.013e0</w:t>
      </w:r>
    </w:p>
    <w:p w:rsidR="005B3ED9" w:rsidRDefault="005B3ED9" w:rsidP="005B3ED9">
      <w:r>
        <w:t>790.2111</w:t>
      </w:r>
      <w:r>
        <w:tab/>
        <w:t>1.013e0</w:t>
      </w:r>
    </w:p>
    <w:p w:rsidR="005B3ED9" w:rsidRDefault="005B3ED9" w:rsidP="005B3ED9">
      <w:r>
        <w:t>790.2564</w:t>
      </w:r>
      <w:r>
        <w:tab/>
        <w:t>1.013e0</w:t>
      </w:r>
    </w:p>
    <w:p w:rsidR="005B3ED9" w:rsidRDefault="005B3ED9" w:rsidP="005B3ED9">
      <w:r>
        <w:t>790.4075</w:t>
      </w:r>
      <w:r>
        <w:tab/>
        <w:t>3.038e0</w:t>
      </w:r>
    </w:p>
    <w:p w:rsidR="005B3ED9" w:rsidRDefault="005B3ED9" w:rsidP="005B3ED9">
      <w:r>
        <w:t>790.4163</w:t>
      </w:r>
      <w:r>
        <w:tab/>
        <w:t>3.038e0</w:t>
      </w:r>
    </w:p>
    <w:p w:rsidR="005B3ED9" w:rsidRDefault="005B3ED9" w:rsidP="005B3ED9">
      <w:r>
        <w:t>790.5364</w:t>
      </w:r>
      <w:r>
        <w:tab/>
        <w:t>1.013e0</w:t>
      </w:r>
    </w:p>
    <w:p w:rsidR="005B3ED9" w:rsidRDefault="005B3ED9" w:rsidP="005B3ED9">
      <w:r>
        <w:t>790.6564</w:t>
      </w:r>
      <w:r>
        <w:tab/>
        <w:t>1.013e0</w:t>
      </w:r>
    </w:p>
    <w:p w:rsidR="005B3ED9" w:rsidRDefault="005B3ED9" w:rsidP="005B3ED9">
      <w:r>
        <w:t>790.7232</w:t>
      </w:r>
      <w:r>
        <w:tab/>
        <w:t>1.013e0</w:t>
      </w:r>
    </w:p>
    <w:p w:rsidR="005B3ED9" w:rsidRDefault="005B3ED9" w:rsidP="005B3ED9">
      <w:r>
        <w:lastRenderedPageBreak/>
        <w:t>790.7499</w:t>
      </w:r>
      <w:r>
        <w:tab/>
        <w:t>1.013e0</w:t>
      </w:r>
    </w:p>
    <w:p w:rsidR="005B3ED9" w:rsidRDefault="005B3ED9" w:rsidP="005B3ED9">
      <w:r>
        <w:t>790.8230</w:t>
      </w:r>
      <w:r>
        <w:tab/>
        <w:t>1.013e0</w:t>
      </w:r>
    </w:p>
    <w:p w:rsidR="005B3ED9" w:rsidRDefault="005B3ED9" w:rsidP="005B3ED9">
      <w:r>
        <w:t>790.8910</w:t>
      </w:r>
      <w:r>
        <w:tab/>
        <w:t>1.013e0</w:t>
      </w:r>
    </w:p>
    <w:p w:rsidR="005B3ED9" w:rsidRDefault="005B3ED9" w:rsidP="005B3ED9">
      <w:r>
        <w:t>791.2462</w:t>
      </w:r>
      <w:r>
        <w:tab/>
        <w:t>2.025e0</w:t>
      </w:r>
    </w:p>
    <w:p w:rsidR="005B3ED9" w:rsidRDefault="005B3ED9" w:rsidP="005B3ED9">
      <w:r>
        <w:t>791.4093</w:t>
      </w:r>
      <w:r>
        <w:tab/>
        <w:t>2.025e0</w:t>
      </w:r>
    </w:p>
    <w:p w:rsidR="005B3ED9" w:rsidRDefault="005B3ED9" w:rsidP="005B3ED9">
      <w:r>
        <w:t>791.4973</w:t>
      </w:r>
      <w:r>
        <w:tab/>
        <w:t>1.013e0</w:t>
      </w:r>
    </w:p>
    <w:p w:rsidR="005B3ED9" w:rsidRDefault="005B3ED9" w:rsidP="005B3ED9">
      <w:r>
        <w:t>791.5506</w:t>
      </w:r>
      <w:r>
        <w:tab/>
        <w:t>1.013e0</w:t>
      </w:r>
    </w:p>
    <w:p w:rsidR="005B3ED9" w:rsidRDefault="005B3ED9" w:rsidP="005B3ED9">
      <w:r>
        <w:t>791.5640</w:t>
      </w:r>
      <w:r>
        <w:tab/>
        <w:t>1.013e0</w:t>
      </w:r>
    </w:p>
    <w:p w:rsidR="005B3ED9" w:rsidRDefault="005B3ED9" w:rsidP="005B3ED9">
      <w:r>
        <w:t>791.6897</w:t>
      </w:r>
      <w:r>
        <w:tab/>
        <w:t>1.013e0</w:t>
      </w:r>
    </w:p>
    <w:p w:rsidR="005B3ED9" w:rsidRDefault="005B3ED9" w:rsidP="005B3ED9">
      <w:r>
        <w:t>791.7910</w:t>
      </w:r>
      <w:r>
        <w:tab/>
        <w:t>1.013e0</w:t>
      </w:r>
    </w:p>
    <w:p w:rsidR="005B3ED9" w:rsidRDefault="005B3ED9" w:rsidP="005B3ED9">
      <w:r>
        <w:t>791.8646</w:t>
      </w:r>
      <w:r>
        <w:tab/>
        <w:t>2.025e0</w:t>
      </w:r>
    </w:p>
    <w:p w:rsidR="005B3ED9" w:rsidRDefault="005B3ED9" w:rsidP="005B3ED9">
      <w:r>
        <w:t>791.9781</w:t>
      </w:r>
      <w:r>
        <w:tab/>
        <w:t>1.013e0</w:t>
      </w:r>
    </w:p>
    <w:p w:rsidR="005B3ED9" w:rsidRDefault="005B3ED9" w:rsidP="005B3ED9">
      <w:r>
        <w:t>792.0689</w:t>
      </w:r>
      <w:r>
        <w:tab/>
        <w:t>2.025e0</w:t>
      </w:r>
    </w:p>
    <w:p w:rsidR="005B3ED9" w:rsidRDefault="005B3ED9" w:rsidP="005B3ED9">
      <w:r>
        <w:t>792.1518</w:t>
      </w:r>
      <w:r>
        <w:tab/>
        <w:t>1.013e0</w:t>
      </w:r>
    </w:p>
    <w:p w:rsidR="005B3ED9" w:rsidRDefault="005B3ED9" w:rsidP="005B3ED9">
      <w:r>
        <w:t>792.1824</w:t>
      </w:r>
      <w:r>
        <w:tab/>
        <w:t>1.013e0</w:t>
      </w:r>
    </w:p>
    <w:p w:rsidR="005B3ED9" w:rsidRDefault="005B3ED9" w:rsidP="005B3ED9">
      <w:r>
        <w:t>792.2173</w:t>
      </w:r>
      <w:r>
        <w:tab/>
        <w:t>1.013e0</w:t>
      </w:r>
    </w:p>
    <w:p w:rsidR="005B3ED9" w:rsidRDefault="005B3ED9" w:rsidP="005B3ED9">
      <w:r>
        <w:t>792.4324</w:t>
      </w:r>
      <w:r>
        <w:tab/>
        <w:t>1.013e0</w:t>
      </w:r>
    </w:p>
    <w:p w:rsidR="005B3ED9" w:rsidRDefault="005B3ED9" w:rsidP="005B3ED9">
      <w:r>
        <w:t>792.4993</w:t>
      </w:r>
      <w:r>
        <w:tab/>
        <w:t>1.013e0</w:t>
      </w:r>
    </w:p>
    <w:p w:rsidR="005B3ED9" w:rsidRDefault="005B3ED9" w:rsidP="005B3ED9">
      <w:r>
        <w:t>792.5794</w:t>
      </w:r>
      <w:r>
        <w:tab/>
        <w:t>2.025e0</w:t>
      </w:r>
    </w:p>
    <w:p w:rsidR="005B3ED9" w:rsidRDefault="005B3ED9" w:rsidP="005B3ED9">
      <w:r>
        <w:lastRenderedPageBreak/>
        <w:t>792.5928</w:t>
      </w:r>
      <w:r>
        <w:tab/>
        <w:t>1.013e0</w:t>
      </w:r>
    </w:p>
    <w:p w:rsidR="005B3ED9" w:rsidRDefault="005B3ED9" w:rsidP="005B3ED9">
      <w:r>
        <w:t>792.6329</w:t>
      </w:r>
      <w:r>
        <w:tab/>
        <w:t>1.013e0</w:t>
      </w:r>
    </w:p>
    <w:p w:rsidR="005B3ED9" w:rsidRDefault="005B3ED9" w:rsidP="005B3ED9">
      <w:r>
        <w:t>792.6748</w:t>
      </w:r>
      <w:r>
        <w:tab/>
        <w:t>1.013e0</w:t>
      </w:r>
    </w:p>
    <w:p w:rsidR="005B3ED9" w:rsidRDefault="005B3ED9" w:rsidP="005B3ED9">
      <w:r>
        <w:t>792.7666</w:t>
      </w:r>
      <w:r>
        <w:tab/>
        <w:t>1.013e0</w:t>
      </w:r>
    </w:p>
    <w:p w:rsidR="005B3ED9" w:rsidRDefault="005B3ED9" w:rsidP="005B3ED9">
      <w:r>
        <w:t>792.7778</w:t>
      </w:r>
      <w:r>
        <w:tab/>
        <w:t>1.013e0</w:t>
      </w:r>
    </w:p>
    <w:p w:rsidR="005B3ED9" w:rsidRDefault="005B3ED9" w:rsidP="005B3ED9">
      <w:r>
        <w:t>792.8461</w:t>
      </w:r>
      <w:r>
        <w:tab/>
        <w:t>1.013e0</w:t>
      </w:r>
    </w:p>
    <w:p w:rsidR="005B3ED9" w:rsidRDefault="005B3ED9" w:rsidP="005B3ED9">
      <w:r>
        <w:t>792.9981</w:t>
      </w:r>
      <w:r>
        <w:tab/>
        <w:t>1.013e0</w:t>
      </w:r>
    </w:p>
    <w:p w:rsidR="005B3ED9" w:rsidRDefault="005B3ED9" w:rsidP="005B3ED9">
      <w:r>
        <w:t>793.0152</w:t>
      </w:r>
      <w:r>
        <w:tab/>
        <w:t>2.025e0</w:t>
      </w:r>
    </w:p>
    <w:p w:rsidR="005B3ED9" w:rsidRDefault="005B3ED9" w:rsidP="005B3ED9">
      <w:r>
        <w:t>793.0609</w:t>
      </w:r>
      <w:r>
        <w:tab/>
        <w:t>1.013e0</w:t>
      </w:r>
    </w:p>
    <w:p w:rsidR="005B3ED9" w:rsidRDefault="005B3ED9" w:rsidP="005B3ED9">
      <w:r>
        <w:t>793.1010</w:t>
      </w:r>
      <w:r>
        <w:tab/>
        <w:t>1.013e0</w:t>
      </w:r>
    </w:p>
    <w:p w:rsidR="005B3ED9" w:rsidRDefault="005B3ED9" w:rsidP="005B3ED9">
      <w:r>
        <w:t>793.1277</w:t>
      </w:r>
      <w:r>
        <w:tab/>
        <w:t>1.013e0</w:t>
      </w:r>
    </w:p>
    <w:p w:rsidR="005B3ED9" w:rsidRDefault="005B3ED9" w:rsidP="005B3ED9">
      <w:r>
        <w:t>793.2749</w:t>
      </w:r>
      <w:r>
        <w:tab/>
        <w:t>1.013e0</w:t>
      </w:r>
    </w:p>
    <w:p w:rsidR="005B3ED9" w:rsidRDefault="005B3ED9" w:rsidP="005B3ED9">
      <w:r>
        <w:t>793.2883</w:t>
      </w:r>
      <w:r>
        <w:tab/>
        <w:t>1.013e0</w:t>
      </w:r>
    </w:p>
    <w:p w:rsidR="005B3ED9" w:rsidRDefault="005B3ED9" w:rsidP="005B3ED9">
      <w:r>
        <w:t>793.3016</w:t>
      </w:r>
      <w:r>
        <w:tab/>
        <w:t>2.025e0</w:t>
      </w:r>
    </w:p>
    <w:p w:rsidR="005B3ED9" w:rsidRDefault="005B3ED9" w:rsidP="005B3ED9">
      <w:r>
        <w:t>793.3151</w:t>
      </w:r>
      <w:r>
        <w:tab/>
        <w:t>1.013e0</w:t>
      </w:r>
    </w:p>
    <w:p w:rsidR="005B3ED9" w:rsidRDefault="005B3ED9" w:rsidP="005B3ED9">
      <w:r>
        <w:t>793.4359</w:t>
      </w:r>
      <w:r>
        <w:tab/>
        <w:t>2.025e0</w:t>
      </w:r>
    </w:p>
    <w:p w:rsidR="005B3ED9" w:rsidRDefault="005B3ED9" w:rsidP="005B3ED9">
      <w:r>
        <w:t>793.4623</w:t>
      </w:r>
      <w:r>
        <w:tab/>
        <w:t>1.013e0</w:t>
      </w:r>
    </w:p>
    <w:p w:rsidR="005B3ED9" w:rsidRDefault="005B3ED9" w:rsidP="005B3ED9">
      <w:r>
        <w:t>793.5760</w:t>
      </w:r>
      <w:r>
        <w:tab/>
        <w:t>1.013e0</w:t>
      </w:r>
    </w:p>
    <w:p w:rsidR="005B3ED9" w:rsidRDefault="005B3ED9" w:rsidP="005B3ED9">
      <w:r>
        <w:t>793.5807</w:t>
      </w:r>
      <w:r>
        <w:tab/>
        <w:t>2.025e0</w:t>
      </w:r>
    </w:p>
    <w:p w:rsidR="005B3ED9" w:rsidRDefault="005B3ED9" w:rsidP="005B3ED9">
      <w:r>
        <w:lastRenderedPageBreak/>
        <w:t>793.6429</w:t>
      </w:r>
      <w:r>
        <w:tab/>
        <w:t>2.025e0</w:t>
      </w:r>
    </w:p>
    <w:p w:rsidR="005B3ED9" w:rsidRDefault="005B3ED9" w:rsidP="005B3ED9">
      <w:r>
        <w:t>793.7159</w:t>
      </w:r>
      <w:r>
        <w:tab/>
        <w:t>2.025e0</w:t>
      </w:r>
    </w:p>
    <w:p w:rsidR="005B3ED9" w:rsidRDefault="005B3ED9" w:rsidP="005B3ED9">
      <w:r>
        <w:t>793.7969</w:t>
      </w:r>
      <w:r>
        <w:tab/>
        <w:t>1.013e0</w:t>
      </w:r>
    </w:p>
    <w:p w:rsidR="005B3ED9" w:rsidRDefault="005B3ED9" w:rsidP="005B3ED9">
      <w:r>
        <w:t>793.8773</w:t>
      </w:r>
      <w:r>
        <w:tab/>
        <w:t>1.013e0</w:t>
      </w:r>
    </w:p>
    <w:p w:rsidR="005B3ED9" w:rsidRDefault="005B3ED9" w:rsidP="005B3ED9">
      <w:r>
        <w:t>793.9308</w:t>
      </w:r>
      <w:r>
        <w:tab/>
        <w:t>1.013e0</w:t>
      </w:r>
    </w:p>
    <w:p w:rsidR="005B3ED9" w:rsidRDefault="005B3ED9" w:rsidP="005B3ED9">
      <w:r>
        <w:t>793.9576</w:t>
      </w:r>
      <w:r>
        <w:tab/>
        <w:t>1.013e0</w:t>
      </w:r>
    </w:p>
    <w:p w:rsidR="005B3ED9" w:rsidRDefault="005B3ED9" w:rsidP="005B3ED9">
      <w:r>
        <w:t>794.0245</w:t>
      </w:r>
      <w:r>
        <w:tab/>
        <w:t>1.013e0</w:t>
      </w:r>
    </w:p>
    <w:p w:rsidR="005B3ED9" w:rsidRDefault="005B3ED9" w:rsidP="005B3ED9">
      <w:r>
        <w:t>794.0648</w:t>
      </w:r>
      <w:r>
        <w:tab/>
        <w:t>1.013e0</w:t>
      </w:r>
    </w:p>
    <w:p w:rsidR="005B3ED9" w:rsidRDefault="005B3ED9" w:rsidP="005B3ED9">
      <w:r>
        <w:t>794.1585</w:t>
      </w:r>
      <w:r>
        <w:tab/>
        <w:t>2.025e0</w:t>
      </w:r>
    </w:p>
    <w:p w:rsidR="005B3ED9" w:rsidRDefault="005B3ED9" w:rsidP="005B3ED9">
      <w:r>
        <w:t>794.2900</w:t>
      </w:r>
      <w:r>
        <w:tab/>
        <w:t>1.013e0</w:t>
      </w:r>
    </w:p>
    <w:p w:rsidR="005B3ED9" w:rsidRDefault="005B3ED9" w:rsidP="005B3ED9">
      <w:r>
        <w:t>794.3645</w:t>
      </w:r>
      <w:r>
        <w:tab/>
        <w:t>3.038e0</w:t>
      </w:r>
    </w:p>
    <w:p w:rsidR="005B3ED9" w:rsidRDefault="005B3ED9" w:rsidP="005B3ED9">
      <w:r>
        <w:t>794.4800</w:t>
      </w:r>
      <w:r>
        <w:tab/>
        <w:t>1.013e0</w:t>
      </w:r>
    </w:p>
    <w:p w:rsidR="005B3ED9" w:rsidRDefault="005B3ED9" w:rsidP="005B3ED9">
      <w:r>
        <w:t>794.4833</w:t>
      </w:r>
      <w:r>
        <w:tab/>
        <w:t>3.515e0</w:t>
      </w:r>
    </w:p>
    <w:p w:rsidR="005B3ED9" w:rsidRDefault="005B3ED9" w:rsidP="005B3ED9">
      <w:r>
        <w:t>794.4865</w:t>
      </w:r>
      <w:r>
        <w:tab/>
        <w:t>2.025e0</w:t>
      </w:r>
    </w:p>
    <w:p w:rsidR="005B3ED9" w:rsidRDefault="005B3ED9" w:rsidP="005B3ED9">
      <w:r>
        <w:t>794.5449</w:t>
      </w:r>
      <w:r>
        <w:tab/>
        <w:t>1.013e0</w:t>
      </w:r>
    </w:p>
    <w:p w:rsidR="005B3ED9" w:rsidRDefault="005B3ED9" w:rsidP="005B3ED9">
      <w:r>
        <w:t>794.5739</w:t>
      </w:r>
      <w:r>
        <w:tab/>
        <w:t>1.013e0</w:t>
      </w:r>
    </w:p>
    <w:p w:rsidR="005B3ED9" w:rsidRDefault="005B3ED9" w:rsidP="005B3ED9">
      <w:r>
        <w:t>794.6676</w:t>
      </w:r>
      <w:r>
        <w:tab/>
        <w:t>1.013e0</w:t>
      </w:r>
    </w:p>
    <w:p w:rsidR="005B3ED9" w:rsidRDefault="005B3ED9" w:rsidP="005B3ED9">
      <w:r>
        <w:t>794.6951</w:t>
      </w:r>
      <w:r>
        <w:tab/>
        <w:t>2.025e0</w:t>
      </w:r>
    </w:p>
    <w:p w:rsidR="005B3ED9" w:rsidRDefault="005B3ED9" w:rsidP="005B3ED9">
      <w:r>
        <w:t>794.7316</w:t>
      </w:r>
      <w:r>
        <w:tab/>
        <w:t>2.025e0</w:t>
      </w:r>
    </w:p>
    <w:p w:rsidR="005B3ED9" w:rsidRDefault="005B3ED9" w:rsidP="005B3ED9">
      <w:r>
        <w:lastRenderedPageBreak/>
        <w:t>794.7480</w:t>
      </w:r>
      <w:r>
        <w:tab/>
        <w:t>1.013e0</w:t>
      </w:r>
    </w:p>
    <w:p w:rsidR="005B3ED9" w:rsidRDefault="005B3ED9" w:rsidP="005B3ED9">
      <w:r>
        <w:t>794.8163</w:t>
      </w:r>
      <w:r>
        <w:tab/>
        <w:t>2.025e0</w:t>
      </w:r>
    </w:p>
    <w:p w:rsidR="005B3ED9" w:rsidRDefault="005B3ED9" w:rsidP="005B3ED9">
      <w:r>
        <w:t>794.8681</w:t>
      </w:r>
      <w:r>
        <w:tab/>
        <w:t>1.013e0</w:t>
      </w:r>
    </w:p>
    <w:p w:rsidR="005B3ED9" w:rsidRDefault="005B3ED9" w:rsidP="005B3ED9">
      <w:r>
        <w:t>795.0229</w:t>
      </w:r>
      <w:r>
        <w:tab/>
        <w:t>2.025e0</w:t>
      </w:r>
    </w:p>
    <w:p w:rsidR="005B3ED9" w:rsidRDefault="005B3ED9" w:rsidP="005B3ED9">
      <w:r>
        <w:t>795.2039</w:t>
      </w:r>
      <w:r>
        <w:tab/>
        <w:t>1.013e0</w:t>
      </w:r>
    </w:p>
    <w:p w:rsidR="005B3ED9" w:rsidRDefault="005B3ED9" w:rsidP="005B3ED9">
      <w:r>
        <w:t>795.2066</w:t>
      </w:r>
      <w:r>
        <w:tab/>
        <w:t>1.013e0</w:t>
      </w:r>
    </w:p>
    <w:p w:rsidR="005B3ED9" w:rsidRDefault="005B3ED9" w:rsidP="005B3ED9">
      <w:r>
        <w:t>795.2442</w:t>
      </w:r>
      <w:r>
        <w:tab/>
        <w:t>1.013e0</w:t>
      </w:r>
    </w:p>
    <w:p w:rsidR="005B3ED9" w:rsidRDefault="005B3ED9" w:rsidP="005B3ED9">
      <w:r>
        <w:t>795.2748</w:t>
      </w:r>
      <w:r>
        <w:tab/>
        <w:t>1.013e0</w:t>
      </w:r>
    </w:p>
    <w:p w:rsidR="005B3ED9" w:rsidRDefault="005B3ED9" w:rsidP="005B3ED9">
      <w:r>
        <w:t>795.3096</w:t>
      </w:r>
      <w:r>
        <w:tab/>
        <w:t>1.013e0</w:t>
      </w:r>
    </w:p>
    <w:p w:rsidR="005B3ED9" w:rsidRDefault="005B3ED9" w:rsidP="005B3ED9">
      <w:r>
        <w:t>795.3578</w:t>
      </w:r>
      <w:r>
        <w:tab/>
        <w:t>2.025e0</w:t>
      </w:r>
    </w:p>
    <w:p w:rsidR="005B3ED9" w:rsidRDefault="005B3ED9" w:rsidP="005B3ED9">
      <w:r>
        <w:t>795.4785</w:t>
      </w:r>
      <w:r>
        <w:tab/>
        <w:t>5.063e0</w:t>
      </w:r>
    </w:p>
    <w:p w:rsidR="005B3ED9" w:rsidRDefault="005B3ED9" w:rsidP="005B3ED9">
      <w:r>
        <w:t>795.6481</w:t>
      </w:r>
      <w:r>
        <w:tab/>
        <w:t>1.013e0</w:t>
      </w:r>
    </w:p>
    <w:p w:rsidR="005B3ED9" w:rsidRDefault="005B3ED9" w:rsidP="005B3ED9">
      <w:r>
        <w:t>795.6734</w:t>
      </w:r>
      <w:r>
        <w:tab/>
        <w:t>1.013e0</w:t>
      </w:r>
    </w:p>
    <w:p w:rsidR="005B3ED9" w:rsidRDefault="005B3ED9" w:rsidP="005B3ED9">
      <w:r>
        <w:t>795.6828</w:t>
      </w:r>
      <w:r>
        <w:tab/>
        <w:t>1.013e0</w:t>
      </w:r>
    </w:p>
    <w:p w:rsidR="005B3ED9" w:rsidRDefault="005B3ED9" w:rsidP="005B3ED9">
      <w:r>
        <w:t>795.7808</w:t>
      </w:r>
      <w:r>
        <w:tab/>
        <w:t>1.013e0</w:t>
      </w:r>
    </w:p>
    <w:p w:rsidR="005B3ED9" w:rsidRDefault="005B3ED9" w:rsidP="005B3ED9">
      <w:r>
        <w:t>795.8076</w:t>
      </w:r>
      <w:r>
        <w:tab/>
        <w:t>1.013e0</w:t>
      </w:r>
    </w:p>
    <w:p w:rsidR="005B3ED9" w:rsidRDefault="005B3ED9" w:rsidP="005B3ED9">
      <w:r>
        <w:t>795.8345</w:t>
      </w:r>
      <w:r>
        <w:tab/>
        <w:t>1.013e0</w:t>
      </w:r>
    </w:p>
    <w:p w:rsidR="005B3ED9" w:rsidRDefault="005B3ED9" w:rsidP="005B3ED9">
      <w:r>
        <w:t>795.8696</w:t>
      </w:r>
      <w:r>
        <w:tab/>
        <w:t>1.013e0</w:t>
      </w:r>
    </w:p>
    <w:p w:rsidR="005B3ED9" w:rsidRDefault="005B3ED9" w:rsidP="005B3ED9">
      <w:r>
        <w:t>796.0358</w:t>
      </w:r>
      <w:r>
        <w:tab/>
        <w:t>1.013e0</w:t>
      </w:r>
    </w:p>
    <w:p w:rsidR="005B3ED9" w:rsidRDefault="005B3ED9" w:rsidP="005B3ED9">
      <w:r>
        <w:lastRenderedPageBreak/>
        <w:t>796.0739</w:t>
      </w:r>
      <w:r>
        <w:tab/>
        <w:t>1.013e0</w:t>
      </w:r>
    </w:p>
    <w:p w:rsidR="005B3ED9" w:rsidRDefault="005B3ED9" w:rsidP="005B3ED9">
      <w:r>
        <w:t>796.1030</w:t>
      </w:r>
      <w:r>
        <w:tab/>
        <w:t>1.013e0</w:t>
      </w:r>
    </w:p>
    <w:p w:rsidR="005B3ED9" w:rsidRDefault="005B3ED9" w:rsidP="005B3ED9">
      <w:r>
        <w:t>796.2910</w:t>
      </w:r>
      <w:r>
        <w:tab/>
        <w:t>1.013e0</w:t>
      </w:r>
    </w:p>
    <w:p w:rsidR="005B3ED9" w:rsidRDefault="005B3ED9" w:rsidP="005B3ED9">
      <w:r>
        <w:t>796.3716</w:t>
      </w:r>
      <w:r>
        <w:tab/>
        <w:t>2.025e0</w:t>
      </w:r>
    </w:p>
    <w:p w:rsidR="005B3ED9" w:rsidRDefault="005B3ED9" w:rsidP="005B3ED9">
      <w:r>
        <w:t>796.4513</w:t>
      </w:r>
      <w:r>
        <w:tab/>
        <w:t>2.025e0</w:t>
      </w:r>
    </w:p>
    <w:p w:rsidR="005B3ED9" w:rsidRDefault="005B3ED9" w:rsidP="005B3ED9">
      <w:r>
        <w:t>796.5596</w:t>
      </w:r>
      <w:r>
        <w:tab/>
        <w:t>1.013e0</w:t>
      </w:r>
    </w:p>
    <w:p w:rsidR="005B3ED9" w:rsidRDefault="005B3ED9" w:rsidP="005B3ED9">
      <w:r>
        <w:t>796.7019</w:t>
      </w:r>
      <w:r>
        <w:tab/>
        <w:t>2.025e0</w:t>
      </w:r>
    </w:p>
    <w:p w:rsidR="005B3ED9" w:rsidRDefault="005B3ED9" w:rsidP="005B3ED9">
      <w:r>
        <w:t>796.8380</w:t>
      </w:r>
      <w:r>
        <w:tab/>
        <w:t>1.013e0</w:t>
      </w:r>
    </w:p>
    <w:p w:rsidR="005B3ED9" w:rsidRDefault="005B3ED9" w:rsidP="005B3ED9">
      <w:r>
        <w:t>796.8467</w:t>
      </w:r>
      <w:r>
        <w:tab/>
        <w:t>2.025e0</w:t>
      </w:r>
    </w:p>
    <w:p w:rsidR="005B3ED9" w:rsidRDefault="005B3ED9" w:rsidP="005B3ED9">
      <w:r>
        <w:t>796.9224</w:t>
      </w:r>
      <w:r>
        <w:tab/>
        <w:t>1.013e0</w:t>
      </w:r>
    </w:p>
    <w:p w:rsidR="005B3ED9" w:rsidRDefault="005B3ED9" w:rsidP="005B3ED9">
      <w:r>
        <w:t>797.0433</w:t>
      </w:r>
      <w:r>
        <w:tab/>
        <w:t>3.038e0</w:t>
      </w:r>
    </w:p>
    <w:p w:rsidR="005B3ED9" w:rsidRDefault="005B3ED9" w:rsidP="005B3ED9">
      <w:r>
        <w:t>797.1374</w:t>
      </w:r>
      <w:r>
        <w:tab/>
        <w:t>1.013e0</w:t>
      </w:r>
    </w:p>
    <w:p w:rsidR="005B3ED9" w:rsidRDefault="005B3ED9" w:rsidP="005B3ED9">
      <w:r>
        <w:t>797.2853</w:t>
      </w:r>
      <w:r>
        <w:tab/>
        <w:t>1.013e0</w:t>
      </w:r>
    </w:p>
    <w:p w:rsidR="005B3ED9" w:rsidRDefault="005B3ED9" w:rsidP="005B3ED9">
      <w:r>
        <w:t>797.3486</w:t>
      </w:r>
      <w:r>
        <w:tab/>
        <w:t>3.038e0</w:t>
      </w:r>
    </w:p>
    <w:p w:rsidR="005B3ED9" w:rsidRDefault="005B3ED9" w:rsidP="005B3ED9">
      <w:r>
        <w:t>797.4063</w:t>
      </w:r>
      <w:r>
        <w:tab/>
        <w:t>2.025e0</w:t>
      </w:r>
    </w:p>
    <w:p w:rsidR="005B3ED9" w:rsidRDefault="005B3ED9" w:rsidP="005B3ED9">
      <w:r>
        <w:t>797.5765</w:t>
      </w:r>
      <w:r>
        <w:tab/>
        <w:t>2.025e0</w:t>
      </w:r>
    </w:p>
    <w:p w:rsidR="005B3ED9" w:rsidRDefault="005B3ED9" w:rsidP="005B3ED9">
      <w:r>
        <w:t>797.6080</w:t>
      </w:r>
      <w:r>
        <w:tab/>
        <w:t>1.013e0</w:t>
      </w:r>
    </w:p>
    <w:p w:rsidR="005B3ED9" w:rsidRDefault="005B3ED9" w:rsidP="005B3ED9">
      <w:r>
        <w:t>797.6198</w:t>
      </w:r>
      <w:r>
        <w:tab/>
        <w:t>1.013e0</w:t>
      </w:r>
    </w:p>
    <w:p w:rsidR="005B3ED9" w:rsidRDefault="005B3ED9" w:rsidP="005B3ED9">
      <w:r>
        <w:t>797.6753</w:t>
      </w:r>
      <w:r>
        <w:tab/>
        <w:t>1.013e0</w:t>
      </w:r>
    </w:p>
    <w:p w:rsidR="005B3ED9" w:rsidRDefault="005B3ED9" w:rsidP="005B3ED9">
      <w:r>
        <w:lastRenderedPageBreak/>
        <w:t>797.7382</w:t>
      </w:r>
      <w:r>
        <w:tab/>
        <w:t>1.013e0</w:t>
      </w:r>
    </w:p>
    <w:p w:rsidR="005B3ED9" w:rsidRDefault="005B3ED9" w:rsidP="005B3ED9">
      <w:r>
        <w:t>797.8063</w:t>
      </w:r>
      <w:r>
        <w:tab/>
        <w:t>1.013e0</w:t>
      </w:r>
    </w:p>
    <w:p w:rsidR="005B3ED9" w:rsidRDefault="005B3ED9" w:rsidP="005B3ED9">
      <w:r>
        <w:t>797.8744</w:t>
      </w:r>
      <w:r>
        <w:tab/>
        <w:t>1.013e0</w:t>
      </w:r>
    </w:p>
    <w:p w:rsidR="005B3ED9" w:rsidRDefault="005B3ED9" w:rsidP="005B3ED9">
      <w:r>
        <w:t>797.9302</w:t>
      </w:r>
      <w:r>
        <w:tab/>
        <w:t>2.025e0</w:t>
      </w:r>
    </w:p>
    <w:p w:rsidR="005B3ED9" w:rsidRDefault="005B3ED9" w:rsidP="005B3ED9">
      <w:r>
        <w:t>798.0654</w:t>
      </w:r>
      <w:r>
        <w:tab/>
        <w:t>1.013e0</w:t>
      </w:r>
    </w:p>
    <w:p w:rsidR="005B3ED9" w:rsidRDefault="005B3ED9" w:rsidP="005B3ED9">
      <w:r>
        <w:t>798.1866</w:t>
      </w:r>
      <w:r>
        <w:tab/>
        <w:t>1.013e0</w:t>
      </w:r>
    </w:p>
    <w:p w:rsidR="005B3ED9" w:rsidRDefault="005B3ED9" w:rsidP="005B3ED9">
      <w:r>
        <w:t>798.2134</w:t>
      </w:r>
      <w:r>
        <w:tab/>
        <w:t>1.013e0</w:t>
      </w:r>
    </w:p>
    <w:p w:rsidR="005B3ED9" w:rsidRDefault="005B3ED9" w:rsidP="005B3ED9">
      <w:r>
        <w:t>798.2404</w:t>
      </w:r>
      <w:r>
        <w:tab/>
        <w:t>1.013e0</w:t>
      </w:r>
    </w:p>
    <w:p w:rsidR="005B3ED9" w:rsidRDefault="005B3ED9" w:rsidP="005B3ED9">
      <w:r>
        <w:t>798.3212</w:t>
      </w:r>
      <w:r>
        <w:tab/>
        <w:t>1.013e0</w:t>
      </w:r>
    </w:p>
    <w:p w:rsidR="005B3ED9" w:rsidRDefault="005B3ED9" w:rsidP="005B3ED9">
      <w:r>
        <w:t>798.3332</w:t>
      </w:r>
      <w:r>
        <w:tab/>
        <w:t>1.013e0</w:t>
      </w:r>
    </w:p>
    <w:p w:rsidR="005B3ED9" w:rsidRDefault="005B3ED9" w:rsidP="005B3ED9">
      <w:r>
        <w:t>798.3535</w:t>
      </w:r>
      <w:r>
        <w:tab/>
        <w:t>3.038e0</w:t>
      </w:r>
    </w:p>
    <w:p w:rsidR="005B3ED9" w:rsidRDefault="005B3ED9" w:rsidP="005B3ED9">
      <w:r>
        <w:t>798.4154</w:t>
      </w:r>
      <w:r>
        <w:tab/>
        <w:t>2.025e0</w:t>
      </w:r>
    </w:p>
    <w:p w:rsidR="005B3ED9" w:rsidRDefault="005B3ED9" w:rsidP="005B3ED9">
      <w:r>
        <w:t>798.5635</w:t>
      </w:r>
      <w:r>
        <w:tab/>
        <w:t>1.013e0</w:t>
      </w:r>
    </w:p>
    <w:p w:rsidR="005B3ED9" w:rsidRDefault="005B3ED9" w:rsidP="005B3ED9">
      <w:r>
        <w:t>798.6713</w:t>
      </w:r>
      <w:r>
        <w:tab/>
        <w:t>1.013e0</w:t>
      </w:r>
    </w:p>
    <w:p w:rsidR="005B3ED9" w:rsidRDefault="005B3ED9" w:rsidP="005B3ED9">
      <w:r>
        <w:t>798.7393</w:t>
      </w:r>
      <w:r>
        <w:tab/>
        <w:t>1.013e0</w:t>
      </w:r>
    </w:p>
    <w:p w:rsidR="005B3ED9" w:rsidRDefault="005B3ED9" w:rsidP="005B3ED9">
      <w:r>
        <w:t>798.8074</w:t>
      </w:r>
      <w:r>
        <w:tab/>
        <w:t>1.013e0</w:t>
      </w:r>
    </w:p>
    <w:p w:rsidR="005B3ED9" w:rsidRDefault="005B3ED9" w:rsidP="005B3ED9">
      <w:r>
        <w:t>798.8328</w:t>
      </w:r>
      <w:r>
        <w:tab/>
        <w:t>1.013e0</w:t>
      </w:r>
    </w:p>
    <w:p w:rsidR="005B3ED9" w:rsidRDefault="005B3ED9" w:rsidP="005B3ED9">
      <w:r>
        <w:t>799.0215</w:t>
      </w:r>
      <w:r>
        <w:tab/>
        <w:t>2.025e0</w:t>
      </w:r>
    </w:p>
    <w:p w:rsidR="005B3ED9" w:rsidRDefault="005B3ED9" w:rsidP="005B3ED9">
      <w:r>
        <w:t>799.1696</w:t>
      </w:r>
      <w:r>
        <w:tab/>
        <w:t>1.013e0</w:t>
      </w:r>
    </w:p>
    <w:p w:rsidR="005B3ED9" w:rsidRDefault="005B3ED9" w:rsidP="005B3ED9">
      <w:r>
        <w:lastRenderedPageBreak/>
        <w:t>799.3314</w:t>
      </w:r>
      <w:r>
        <w:tab/>
        <w:t>1.013e0</w:t>
      </w:r>
    </w:p>
    <w:p w:rsidR="005B3ED9" w:rsidRDefault="005B3ED9" w:rsidP="005B3ED9">
      <w:r>
        <w:t>799.3845</w:t>
      </w:r>
      <w:r>
        <w:tab/>
        <w:t>2.025e0</w:t>
      </w:r>
    </w:p>
    <w:p w:rsidR="005B3ED9" w:rsidRDefault="005B3ED9" w:rsidP="005B3ED9">
      <w:r>
        <w:t>799.4661</w:t>
      </w:r>
      <w:r>
        <w:tab/>
        <w:t>1.013e0</w:t>
      </w:r>
    </w:p>
    <w:p w:rsidR="005B3ED9" w:rsidRDefault="005B3ED9" w:rsidP="005B3ED9">
      <w:r>
        <w:t>799.5382</w:t>
      </w:r>
      <w:r>
        <w:tab/>
        <w:t>1.013e0</w:t>
      </w:r>
    </w:p>
    <w:p w:rsidR="005B3ED9" w:rsidRDefault="005B3ED9" w:rsidP="005B3ED9">
      <w:r>
        <w:t>799.6009</w:t>
      </w:r>
      <w:r>
        <w:tab/>
        <w:t>1.013e0</w:t>
      </w:r>
    </w:p>
    <w:p w:rsidR="005B3ED9" w:rsidRDefault="005B3ED9" w:rsidP="005B3ED9">
      <w:r>
        <w:t>799.6116</w:t>
      </w:r>
      <w:r>
        <w:tab/>
        <w:t>2.025e0</w:t>
      </w:r>
    </w:p>
    <w:p w:rsidR="005B3ED9" w:rsidRDefault="005B3ED9" w:rsidP="005B3ED9">
      <w:r>
        <w:t>799.7088</w:t>
      </w:r>
      <w:r>
        <w:tab/>
        <w:t>1.013e0</w:t>
      </w:r>
    </w:p>
    <w:p w:rsidR="005B3ED9" w:rsidRDefault="005B3ED9" w:rsidP="005B3ED9">
      <w:r>
        <w:t>799.8032</w:t>
      </w:r>
      <w:r>
        <w:tab/>
        <w:t>2.025e0</w:t>
      </w:r>
    </w:p>
    <w:p w:rsidR="005B3ED9" w:rsidRDefault="005B3ED9" w:rsidP="005B3ED9">
      <w:r>
        <w:t>799.9041</w:t>
      </w:r>
      <w:r>
        <w:tab/>
        <w:t>2.025e0</w:t>
      </w:r>
    </w:p>
    <w:p w:rsidR="005B3ED9" w:rsidRDefault="005B3ED9" w:rsidP="005B3ED9">
      <w:r>
        <w:t>800.1498</w:t>
      </w:r>
      <w:r>
        <w:tab/>
        <w:t>1.013e0</w:t>
      </w:r>
    </w:p>
    <w:p w:rsidR="005B3ED9" w:rsidRDefault="005B3ED9" w:rsidP="005B3ED9">
      <w:r>
        <w:t>800.1674</w:t>
      </w:r>
      <w:r>
        <w:tab/>
        <w:t>1.013e0</w:t>
      </w:r>
    </w:p>
    <w:p w:rsidR="005B3ED9" w:rsidRDefault="005B3ED9" w:rsidP="005B3ED9">
      <w:r>
        <w:t>800.2859</w:t>
      </w:r>
      <w:r>
        <w:tab/>
        <w:t>1.013e0</w:t>
      </w:r>
    </w:p>
    <w:p w:rsidR="005B3ED9" w:rsidRDefault="005B3ED9" w:rsidP="005B3ED9">
      <w:r>
        <w:t>800.3022</w:t>
      </w:r>
      <w:r>
        <w:tab/>
        <w:t>1.013e0</w:t>
      </w:r>
    </w:p>
    <w:p w:rsidR="005B3ED9" w:rsidRDefault="005B3ED9" w:rsidP="005B3ED9">
      <w:r>
        <w:t>800.3428</w:t>
      </w:r>
      <w:r>
        <w:tab/>
        <w:t>1.013e0</w:t>
      </w:r>
    </w:p>
    <w:p w:rsidR="005B3ED9" w:rsidRDefault="005B3ED9" w:rsidP="005B3ED9">
      <w:r>
        <w:t>800.3563</w:t>
      </w:r>
      <w:r>
        <w:tab/>
        <w:t>1.013e0</w:t>
      </w:r>
    </w:p>
    <w:p w:rsidR="005B3ED9" w:rsidRDefault="005B3ED9" w:rsidP="005B3ED9">
      <w:r>
        <w:t>800.3903</w:t>
      </w:r>
      <w:r>
        <w:tab/>
        <w:t>3.038e0</w:t>
      </w:r>
    </w:p>
    <w:p w:rsidR="005B3ED9" w:rsidRDefault="005B3ED9" w:rsidP="005B3ED9">
      <w:r>
        <w:t>800.3967</w:t>
      </w:r>
      <w:r>
        <w:tab/>
        <w:t>1.013e0</w:t>
      </w:r>
    </w:p>
    <w:p w:rsidR="005B3ED9" w:rsidRDefault="005B3ED9" w:rsidP="005B3ED9">
      <w:r>
        <w:t>800.4238</w:t>
      </w:r>
      <w:r>
        <w:tab/>
        <w:t>1.013e0</w:t>
      </w:r>
    </w:p>
    <w:p w:rsidR="005B3ED9" w:rsidRDefault="005B3ED9" w:rsidP="005B3ED9">
      <w:r>
        <w:t>800.4642</w:t>
      </w:r>
      <w:r>
        <w:tab/>
        <w:t>1.013e0</w:t>
      </w:r>
    </w:p>
    <w:p w:rsidR="005B3ED9" w:rsidRDefault="005B3ED9" w:rsidP="005B3ED9">
      <w:r>
        <w:lastRenderedPageBreak/>
        <w:t>800.4902</w:t>
      </w:r>
      <w:r>
        <w:tab/>
        <w:t>1.013e0</w:t>
      </w:r>
    </w:p>
    <w:p w:rsidR="005B3ED9" w:rsidRDefault="005B3ED9" w:rsidP="005B3ED9">
      <w:r>
        <w:t>800.5084</w:t>
      </w:r>
      <w:r>
        <w:tab/>
        <w:t>3.038e0</w:t>
      </w:r>
    </w:p>
    <w:p w:rsidR="005B3ED9" w:rsidRDefault="005B3ED9" w:rsidP="005B3ED9">
      <w:r>
        <w:t>800.5582</w:t>
      </w:r>
      <w:r>
        <w:tab/>
        <w:t>1.013e0</w:t>
      </w:r>
    </w:p>
    <w:p w:rsidR="005B3ED9" w:rsidRDefault="005B3ED9" w:rsidP="005B3ED9">
      <w:r>
        <w:t>800.5665</w:t>
      </w:r>
      <w:r>
        <w:tab/>
        <w:t>2.025e0</w:t>
      </w:r>
    </w:p>
    <w:p w:rsidR="005B3ED9" w:rsidRDefault="005B3ED9" w:rsidP="005B3ED9">
      <w:r>
        <w:t>800.6262</w:t>
      </w:r>
      <w:r>
        <w:tab/>
        <w:t>1.013e0</w:t>
      </w:r>
    </w:p>
    <w:p w:rsidR="005B3ED9" w:rsidRDefault="005B3ED9" w:rsidP="005B3ED9">
      <w:r>
        <w:t>800.6666</w:t>
      </w:r>
      <w:r>
        <w:tab/>
        <w:t>1.013e0</w:t>
      </w:r>
    </w:p>
    <w:p w:rsidR="005B3ED9" w:rsidRDefault="005B3ED9" w:rsidP="005B3ED9">
      <w:r>
        <w:t>800.6857</w:t>
      </w:r>
      <w:r>
        <w:tab/>
        <w:t>2.025e0</w:t>
      </w:r>
    </w:p>
    <w:p w:rsidR="005B3ED9" w:rsidRDefault="005B3ED9" w:rsidP="005B3ED9">
      <w:r>
        <w:t>800.7207</w:t>
      </w:r>
      <w:r>
        <w:tab/>
        <w:t>1.013e0</w:t>
      </w:r>
    </w:p>
    <w:p w:rsidR="005B3ED9" w:rsidRDefault="005B3ED9" w:rsidP="005B3ED9">
      <w:r>
        <w:t>800.8124</w:t>
      </w:r>
      <w:r>
        <w:tab/>
        <w:t>1.013e0</w:t>
      </w:r>
    </w:p>
    <w:p w:rsidR="005B3ED9" w:rsidRDefault="005B3ED9" w:rsidP="005B3ED9">
      <w:r>
        <w:t>800.8209</w:t>
      </w:r>
      <w:r>
        <w:tab/>
        <w:t>2.025e0</w:t>
      </w:r>
    </w:p>
    <w:p w:rsidR="005B3ED9" w:rsidRDefault="005B3ED9" w:rsidP="005B3ED9">
      <w:r>
        <w:t>800.8557</w:t>
      </w:r>
      <w:r>
        <w:tab/>
        <w:t>1.013e0</w:t>
      </w:r>
    </w:p>
    <w:p w:rsidR="005B3ED9" w:rsidRDefault="005B3ED9" w:rsidP="005B3ED9">
      <w:r>
        <w:t>800.8693</w:t>
      </w:r>
      <w:r>
        <w:tab/>
        <w:t>1.013e0</w:t>
      </w:r>
    </w:p>
    <w:p w:rsidR="005B3ED9" w:rsidRDefault="005B3ED9" w:rsidP="005B3ED9">
      <w:r>
        <w:t>800.9773</w:t>
      </w:r>
      <w:r>
        <w:tab/>
        <w:t>1.013e0</w:t>
      </w:r>
    </w:p>
    <w:p w:rsidR="005B3ED9" w:rsidRDefault="005B3ED9" w:rsidP="005B3ED9">
      <w:r>
        <w:t>800.9907</w:t>
      </w:r>
      <w:r>
        <w:tab/>
        <w:t>1.013e0</w:t>
      </w:r>
    </w:p>
    <w:p w:rsidR="005B3ED9" w:rsidRDefault="005B3ED9" w:rsidP="005B3ED9">
      <w:r>
        <w:t>801.0583</w:t>
      </w:r>
      <w:r>
        <w:tab/>
        <w:t>1.013e0</w:t>
      </w:r>
    </w:p>
    <w:p w:rsidR="005B3ED9" w:rsidRDefault="005B3ED9" w:rsidP="005B3ED9">
      <w:r>
        <w:t>801.0988</w:t>
      </w:r>
      <w:r>
        <w:tab/>
        <w:t>1.013e0</w:t>
      </w:r>
    </w:p>
    <w:p w:rsidR="005B3ED9" w:rsidRDefault="005B3ED9" w:rsidP="005B3ED9">
      <w:r>
        <w:t>801.1934</w:t>
      </w:r>
      <w:r>
        <w:tab/>
        <w:t>1.013e0</w:t>
      </w:r>
    </w:p>
    <w:p w:rsidR="005B3ED9" w:rsidRDefault="005B3ED9" w:rsidP="005B3ED9">
      <w:r>
        <w:t>801.2203</w:t>
      </w:r>
      <w:r>
        <w:tab/>
        <w:t>1.013e0</w:t>
      </w:r>
    </w:p>
    <w:p w:rsidR="005B3ED9" w:rsidRDefault="005B3ED9" w:rsidP="005B3ED9">
      <w:r>
        <w:t>801.2609</w:t>
      </w:r>
      <w:r>
        <w:tab/>
        <w:t>1.013e0</w:t>
      </w:r>
    </w:p>
    <w:p w:rsidR="005B3ED9" w:rsidRDefault="005B3ED9" w:rsidP="005B3ED9">
      <w:r>
        <w:lastRenderedPageBreak/>
        <w:t>801.3825</w:t>
      </w:r>
      <w:r>
        <w:tab/>
        <w:t>1.013e0</w:t>
      </w:r>
    </w:p>
    <w:p w:rsidR="005B3ED9" w:rsidRDefault="005B3ED9" w:rsidP="005B3ED9">
      <w:r>
        <w:t>801.4365</w:t>
      </w:r>
      <w:r>
        <w:tab/>
        <w:t>1.013e0</w:t>
      </w:r>
    </w:p>
    <w:p w:rsidR="005B3ED9" w:rsidRDefault="005B3ED9" w:rsidP="005B3ED9">
      <w:r>
        <w:t>801.4747</w:t>
      </w:r>
      <w:r>
        <w:tab/>
        <w:t>1.013e0</w:t>
      </w:r>
    </w:p>
    <w:p w:rsidR="005B3ED9" w:rsidRDefault="005B3ED9" w:rsidP="005B3ED9">
      <w:r>
        <w:t>801.4905</w:t>
      </w:r>
      <w:r>
        <w:tab/>
        <w:t>1.013e0</w:t>
      </w:r>
    </w:p>
    <w:p w:rsidR="005B3ED9" w:rsidRDefault="005B3ED9" w:rsidP="005B3ED9">
      <w:r>
        <w:t>801.5286</w:t>
      </w:r>
      <w:r>
        <w:tab/>
        <w:t>2.025e0</w:t>
      </w:r>
    </w:p>
    <w:p w:rsidR="005B3ED9" w:rsidRDefault="005B3ED9" w:rsidP="005B3ED9">
      <w:r>
        <w:t>801.5986</w:t>
      </w:r>
      <w:r>
        <w:tab/>
        <w:t>1.013e0</w:t>
      </w:r>
    </w:p>
    <w:p w:rsidR="005B3ED9" w:rsidRDefault="005B3ED9" w:rsidP="005B3ED9">
      <w:r>
        <w:t>801.6527</w:t>
      </w:r>
      <w:r>
        <w:tab/>
        <w:t>1.013e0</w:t>
      </w:r>
    </w:p>
    <w:p w:rsidR="005B3ED9" w:rsidRDefault="005B3ED9" w:rsidP="005B3ED9">
      <w:r>
        <w:t>801.7067</w:t>
      </w:r>
      <w:r>
        <w:tab/>
        <w:t>1.013e0</w:t>
      </w:r>
    </w:p>
    <w:p w:rsidR="005B3ED9" w:rsidRDefault="005B3ED9" w:rsidP="005B3ED9">
      <w:r>
        <w:t>801.7202</w:t>
      </w:r>
      <w:r>
        <w:tab/>
        <w:t>1.013e0</w:t>
      </w:r>
    </w:p>
    <w:p w:rsidR="005B3ED9" w:rsidRDefault="005B3ED9" w:rsidP="005B3ED9">
      <w:r>
        <w:t>801.7473</w:t>
      </w:r>
      <w:r>
        <w:tab/>
        <w:t>1.013e0</w:t>
      </w:r>
    </w:p>
    <w:p w:rsidR="005B3ED9" w:rsidRDefault="005B3ED9" w:rsidP="005B3ED9">
      <w:r>
        <w:t>801.8477</w:t>
      </w:r>
      <w:r>
        <w:tab/>
        <w:t>1.013e0</w:t>
      </w:r>
    </w:p>
    <w:p w:rsidR="005B3ED9" w:rsidRDefault="005B3ED9" w:rsidP="005B3ED9">
      <w:r>
        <w:t>801.8812</w:t>
      </w:r>
      <w:r>
        <w:tab/>
        <w:t>2.025e0</w:t>
      </w:r>
    </w:p>
    <w:p w:rsidR="005B3ED9" w:rsidRDefault="005B3ED9" w:rsidP="005B3ED9">
      <w:r>
        <w:t>802.0177</w:t>
      </w:r>
      <w:r>
        <w:tab/>
        <w:t>1.013e0</w:t>
      </w:r>
    </w:p>
    <w:p w:rsidR="005B3ED9" w:rsidRDefault="005B3ED9" w:rsidP="005B3ED9">
      <w:r>
        <w:t>802.2048</w:t>
      </w:r>
      <w:r>
        <w:tab/>
        <w:t>1.013e0</w:t>
      </w:r>
    </w:p>
    <w:p w:rsidR="005B3ED9" w:rsidRDefault="005B3ED9" w:rsidP="005B3ED9">
      <w:r>
        <w:t>802.3409</w:t>
      </w:r>
      <w:r>
        <w:tab/>
        <w:t>1.013e0</w:t>
      </w:r>
    </w:p>
    <w:p w:rsidR="005B3ED9" w:rsidRDefault="005B3ED9" w:rsidP="005B3ED9">
      <w:r>
        <w:t>802.3760</w:t>
      </w:r>
      <w:r>
        <w:tab/>
        <w:t>2.025e0</w:t>
      </w:r>
    </w:p>
    <w:p w:rsidR="005B3ED9" w:rsidRDefault="005B3ED9" w:rsidP="005B3ED9">
      <w:r>
        <w:t>802.4030</w:t>
      </w:r>
      <w:r>
        <w:tab/>
        <w:t>2.025e0</w:t>
      </w:r>
    </w:p>
    <w:p w:rsidR="005B3ED9" w:rsidRDefault="005B3ED9" w:rsidP="005B3ED9">
      <w:r>
        <w:t>802.4639</w:t>
      </w:r>
      <w:r>
        <w:tab/>
        <w:t>1.013e0</w:t>
      </w:r>
    </w:p>
    <w:p w:rsidR="005B3ED9" w:rsidRDefault="005B3ED9" w:rsidP="005B3ED9">
      <w:r>
        <w:t>802.4922</w:t>
      </w:r>
      <w:r>
        <w:tab/>
        <w:t>1.013e0</w:t>
      </w:r>
    </w:p>
    <w:p w:rsidR="005B3ED9" w:rsidRDefault="005B3ED9" w:rsidP="005B3ED9">
      <w:r>
        <w:lastRenderedPageBreak/>
        <w:t>802.5721</w:t>
      </w:r>
      <w:r>
        <w:tab/>
        <w:t>1.013e0</w:t>
      </w:r>
    </w:p>
    <w:p w:rsidR="005B3ED9" w:rsidRDefault="005B3ED9" w:rsidP="005B3ED9">
      <w:r>
        <w:t>802.5858</w:t>
      </w:r>
      <w:r>
        <w:tab/>
        <w:t>1.013e0</w:t>
      </w:r>
    </w:p>
    <w:p w:rsidR="005B3ED9" w:rsidRDefault="005B3ED9" w:rsidP="005B3ED9">
      <w:r>
        <w:t>802.6263</w:t>
      </w:r>
      <w:r>
        <w:tab/>
        <w:t>1.013e0</w:t>
      </w:r>
    </w:p>
    <w:p w:rsidR="005B3ED9" w:rsidRDefault="005B3ED9" w:rsidP="005B3ED9">
      <w:r>
        <w:t>802.6629</w:t>
      </w:r>
      <w:r>
        <w:tab/>
        <w:t>1.013e0</w:t>
      </w:r>
    </w:p>
    <w:p w:rsidR="005B3ED9" w:rsidRDefault="005B3ED9" w:rsidP="005B3ED9">
      <w:r>
        <w:t>802.6804</w:t>
      </w:r>
      <w:r>
        <w:tab/>
        <w:t>1.013e0</w:t>
      </w:r>
    </w:p>
    <w:p w:rsidR="005B3ED9" w:rsidRDefault="005B3ED9" w:rsidP="005B3ED9">
      <w:r>
        <w:t>802.7137</w:t>
      </w:r>
      <w:r>
        <w:tab/>
        <w:t>1.013e0</w:t>
      </w:r>
    </w:p>
    <w:p w:rsidR="005B3ED9" w:rsidRDefault="005B3ED9" w:rsidP="005B3ED9">
      <w:r>
        <w:t>802.8447</w:t>
      </w:r>
      <w:r>
        <w:tab/>
        <w:t>2.025e0</w:t>
      </w:r>
    </w:p>
    <w:p w:rsidR="005B3ED9" w:rsidRDefault="005B3ED9" w:rsidP="005B3ED9">
      <w:r>
        <w:t>803.0187</w:t>
      </w:r>
      <w:r>
        <w:tab/>
        <w:t>1.013e0</w:t>
      </w:r>
    </w:p>
    <w:p w:rsidR="005B3ED9" w:rsidRDefault="005B3ED9" w:rsidP="005B3ED9">
      <w:r>
        <w:t>803.1541</w:t>
      </w:r>
      <w:r>
        <w:tab/>
        <w:t>1.013e0</w:t>
      </w:r>
    </w:p>
    <w:p w:rsidR="005B3ED9" w:rsidRDefault="005B3ED9" w:rsidP="005B3ED9">
      <w:r>
        <w:t>803.2603</w:t>
      </w:r>
      <w:r>
        <w:tab/>
        <w:t>2.025e0</w:t>
      </w:r>
    </w:p>
    <w:p w:rsidR="005B3ED9" w:rsidRDefault="005B3ED9" w:rsidP="005B3ED9">
      <w:r>
        <w:t>803.3167</w:t>
      </w:r>
      <w:r>
        <w:tab/>
        <w:t>1.013e0</w:t>
      </w:r>
    </w:p>
    <w:p w:rsidR="005B3ED9" w:rsidRDefault="005B3ED9" w:rsidP="005B3ED9">
      <w:r>
        <w:t>803.3757</w:t>
      </w:r>
      <w:r>
        <w:tab/>
        <w:t>1.013e0</w:t>
      </w:r>
    </w:p>
    <w:p w:rsidR="005B3ED9" w:rsidRDefault="005B3ED9" w:rsidP="005B3ED9">
      <w:r>
        <w:t>803.4437</w:t>
      </w:r>
      <w:r>
        <w:tab/>
        <w:t>1.013e0</w:t>
      </w:r>
    </w:p>
    <w:p w:rsidR="005B3ED9" w:rsidRDefault="005B3ED9" w:rsidP="005B3ED9">
      <w:r>
        <w:t>803.5875</w:t>
      </w:r>
      <w:r>
        <w:tab/>
        <w:t>1.013e0</w:t>
      </w:r>
    </w:p>
    <w:p w:rsidR="005B3ED9" w:rsidRDefault="005B3ED9" w:rsidP="005B3ED9">
      <w:r>
        <w:t>803.6146</w:t>
      </w:r>
      <w:r>
        <w:tab/>
        <w:t>3.038e0</w:t>
      </w:r>
    </w:p>
    <w:p w:rsidR="005B3ED9" w:rsidRDefault="005B3ED9" w:rsidP="005B3ED9">
      <w:r>
        <w:t>803.6823</w:t>
      </w:r>
      <w:r>
        <w:tab/>
        <w:t>1.013e0</w:t>
      </w:r>
    </w:p>
    <w:p w:rsidR="005B3ED9" w:rsidRDefault="005B3ED9" w:rsidP="005B3ED9">
      <w:r>
        <w:t>803.7095</w:t>
      </w:r>
      <w:r>
        <w:tab/>
        <w:t>1.013e0</w:t>
      </w:r>
    </w:p>
    <w:p w:rsidR="005B3ED9" w:rsidRDefault="005B3ED9" w:rsidP="005B3ED9">
      <w:r>
        <w:t>803.7771</w:t>
      </w:r>
      <w:r>
        <w:tab/>
        <w:t>1.013e0</w:t>
      </w:r>
    </w:p>
    <w:p w:rsidR="005B3ED9" w:rsidRDefault="005B3ED9" w:rsidP="005B3ED9">
      <w:r>
        <w:t>803.8585</w:t>
      </w:r>
      <w:r>
        <w:tab/>
        <w:t>1.013e0</w:t>
      </w:r>
    </w:p>
    <w:p w:rsidR="005B3ED9" w:rsidRDefault="005B3ED9" w:rsidP="005B3ED9">
      <w:r>
        <w:lastRenderedPageBreak/>
        <w:t>803.9195</w:t>
      </w:r>
      <w:r>
        <w:tab/>
        <w:t>2.025e0</w:t>
      </w:r>
    </w:p>
    <w:p w:rsidR="005B3ED9" w:rsidRDefault="005B3ED9" w:rsidP="005B3ED9">
      <w:r>
        <w:t>804.0211</w:t>
      </w:r>
      <w:r>
        <w:tab/>
        <w:t>1.013e0</w:t>
      </w:r>
    </w:p>
    <w:p w:rsidR="005B3ED9" w:rsidRDefault="005B3ED9" w:rsidP="005B3ED9">
      <w:r>
        <w:t>804.2244</w:t>
      </w:r>
      <w:r>
        <w:tab/>
        <w:t>1.013e0</w:t>
      </w:r>
    </w:p>
    <w:p w:rsidR="005B3ED9" w:rsidRDefault="005B3ED9" w:rsidP="005B3ED9">
      <w:r>
        <w:t>804.2586</w:t>
      </w:r>
      <w:r>
        <w:tab/>
        <w:t>1.013e0</w:t>
      </w:r>
    </w:p>
    <w:p w:rsidR="005B3ED9" w:rsidRDefault="005B3ED9" w:rsidP="005B3ED9">
      <w:r>
        <w:t>804.4349</w:t>
      </w:r>
      <w:r>
        <w:tab/>
        <w:t>2.025e0</w:t>
      </w:r>
    </w:p>
    <w:p w:rsidR="005B3ED9" w:rsidRDefault="005B3ED9" w:rsidP="005B3ED9">
      <w:r>
        <w:t>804.4799</w:t>
      </w:r>
      <w:r>
        <w:tab/>
        <w:t>1.013e0</w:t>
      </w:r>
    </w:p>
    <w:p w:rsidR="005B3ED9" w:rsidRDefault="005B3ED9" w:rsidP="005B3ED9">
      <w:r>
        <w:t>804.5047</w:t>
      </w:r>
      <w:r>
        <w:tab/>
        <w:t>2.025e0</w:t>
      </w:r>
    </w:p>
    <w:p w:rsidR="005B3ED9" w:rsidRDefault="005B3ED9" w:rsidP="005B3ED9">
      <w:r>
        <w:t>804.5497</w:t>
      </w:r>
      <w:r>
        <w:tab/>
        <w:t>1.013e0</w:t>
      </w:r>
    </w:p>
    <w:p w:rsidR="005B3ED9" w:rsidRDefault="005B3ED9" w:rsidP="005B3ED9">
      <w:r>
        <w:t>804.5973</w:t>
      </w:r>
      <w:r>
        <w:tab/>
        <w:t>2.025e0</w:t>
      </w:r>
    </w:p>
    <w:p w:rsidR="005B3ED9" w:rsidRDefault="005B3ED9" w:rsidP="005B3ED9">
      <w:r>
        <w:t>804.6765</w:t>
      </w:r>
      <w:r>
        <w:tab/>
        <w:t>2.025e0</w:t>
      </w:r>
    </w:p>
    <w:p w:rsidR="005B3ED9" w:rsidRDefault="005B3ED9" w:rsidP="005B3ED9">
      <w:r>
        <w:t>804.8873</w:t>
      </w:r>
      <w:r>
        <w:tab/>
        <w:t>1.013e0</w:t>
      </w:r>
    </w:p>
    <w:p w:rsidR="005B3ED9" w:rsidRDefault="005B3ED9" w:rsidP="005B3ED9">
      <w:r>
        <w:t>804.9705</w:t>
      </w:r>
      <w:r>
        <w:tab/>
        <w:t>1.013e0</w:t>
      </w:r>
    </w:p>
    <w:p w:rsidR="005B3ED9" w:rsidRDefault="005B3ED9" w:rsidP="005B3ED9">
      <w:r>
        <w:t>805.0385</w:t>
      </w:r>
      <w:r>
        <w:tab/>
        <w:t>1.013e0</w:t>
      </w:r>
    </w:p>
    <w:p w:rsidR="005B3ED9" w:rsidRDefault="005B3ED9" w:rsidP="005B3ED9">
      <w:r>
        <w:t>805.1240</w:t>
      </w:r>
      <w:r>
        <w:tab/>
        <w:t>2.025e0</w:t>
      </w:r>
    </w:p>
    <w:p w:rsidR="005B3ED9" w:rsidRDefault="005B3ED9" w:rsidP="005B3ED9">
      <w:r>
        <w:t>805.2093</w:t>
      </w:r>
      <w:r>
        <w:tab/>
        <w:t>1.013e0</w:t>
      </w:r>
    </w:p>
    <w:p w:rsidR="005B3ED9" w:rsidRDefault="005B3ED9" w:rsidP="005B3ED9">
      <w:r>
        <w:t>805.2145</w:t>
      </w:r>
      <w:r>
        <w:tab/>
        <w:t>3.038e0</w:t>
      </w:r>
    </w:p>
    <w:p w:rsidR="005B3ED9" w:rsidRDefault="005B3ED9" w:rsidP="005B3ED9">
      <w:r>
        <w:t>805.3502</w:t>
      </w:r>
      <w:r>
        <w:tab/>
        <w:t>1.013e0</w:t>
      </w:r>
    </w:p>
    <w:p w:rsidR="005B3ED9" w:rsidRDefault="005B3ED9" w:rsidP="005B3ED9">
      <w:r>
        <w:t>805.4656</w:t>
      </w:r>
      <w:r>
        <w:tab/>
        <w:t>4.051e0</w:t>
      </w:r>
    </w:p>
    <w:p w:rsidR="005B3ED9" w:rsidRDefault="005B3ED9" w:rsidP="005B3ED9">
      <w:r>
        <w:t>805.4725</w:t>
      </w:r>
      <w:r>
        <w:tab/>
        <w:t>1.013e0</w:t>
      </w:r>
    </w:p>
    <w:p w:rsidR="005B3ED9" w:rsidRDefault="005B3ED9" w:rsidP="005B3ED9">
      <w:r>
        <w:lastRenderedPageBreak/>
        <w:t>805.4996</w:t>
      </w:r>
      <w:r>
        <w:tab/>
        <w:t>1.013e0</w:t>
      </w:r>
    </w:p>
    <w:p w:rsidR="005B3ED9" w:rsidRDefault="005B3ED9" w:rsidP="005B3ED9">
      <w:r>
        <w:t>805.5064</w:t>
      </w:r>
      <w:r>
        <w:tab/>
        <w:t>2.025e0</w:t>
      </w:r>
    </w:p>
    <w:p w:rsidR="005B3ED9" w:rsidRDefault="005B3ED9" w:rsidP="005B3ED9">
      <w:r>
        <w:t>805.6275</w:t>
      </w:r>
      <w:r>
        <w:tab/>
        <w:t>2.025e0</w:t>
      </w:r>
    </w:p>
    <w:p w:rsidR="005B3ED9" w:rsidRDefault="005B3ED9" w:rsidP="005B3ED9">
      <w:r>
        <w:t>805.6508</w:t>
      </w:r>
      <w:r>
        <w:tab/>
        <w:t>2.025e0</w:t>
      </w:r>
    </w:p>
    <w:p w:rsidR="005B3ED9" w:rsidRDefault="005B3ED9" w:rsidP="005B3ED9">
      <w:r>
        <w:t>805.6626</w:t>
      </w:r>
      <w:r>
        <w:tab/>
        <w:t>1.013e0</w:t>
      </w:r>
    </w:p>
    <w:p w:rsidR="005B3ED9" w:rsidRDefault="005B3ED9" w:rsidP="005B3ED9">
      <w:r>
        <w:t>805.7033</w:t>
      </w:r>
      <w:r>
        <w:tab/>
        <w:t>1.013e0</w:t>
      </w:r>
    </w:p>
    <w:p w:rsidR="005B3ED9" w:rsidRDefault="005B3ED9" w:rsidP="005B3ED9">
      <w:r>
        <w:t>805.7304</w:t>
      </w:r>
      <w:r>
        <w:tab/>
        <w:t>1.013e0</w:t>
      </w:r>
    </w:p>
    <w:p w:rsidR="005B3ED9" w:rsidRDefault="005B3ED9" w:rsidP="005B3ED9">
      <w:r>
        <w:t>805.7848</w:t>
      </w:r>
      <w:r>
        <w:tab/>
        <w:t>1.013e0</w:t>
      </w:r>
    </w:p>
    <w:p w:rsidR="005B3ED9" w:rsidRDefault="005B3ED9" w:rsidP="005B3ED9">
      <w:r>
        <w:t>805.8119</w:t>
      </w:r>
      <w:r>
        <w:tab/>
        <w:t>1.013e0</w:t>
      </w:r>
    </w:p>
    <w:p w:rsidR="005B3ED9" w:rsidRDefault="005B3ED9" w:rsidP="005B3ED9">
      <w:r>
        <w:t>805.8256</w:t>
      </w:r>
      <w:r>
        <w:tab/>
        <w:t>1.013e0</w:t>
      </w:r>
    </w:p>
    <w:p w:rsidR="005B3ED9" w:rsidRDefault="005B3ED9" w:rsidP="005B3ED9">
      <w:r>
        <w:t>805.9209</w:t>
      </w:r>
      <w:r>
        <w:tab/>
        <w:t>2.025e0</w:t>
      </w:r>
    </w:p>
    <w:p w:rsidR="005B3ED9" w:rsidRDefault="005B3ED9" w:rsidP="005B3ED9">
      <w:r>
        <w:t>806.0494</w:t>
      </w:r>
      <w:r>
        <w:tab/>
        <w:t>2.025e0</w:t>
      </w:r>
    </w:p>
    <w:p w:rsidR="005B3ED9" w:rsidRDefault="005B3ED9" w:rsidP="005B3ED9">
      <w:r>
        <w:t>806.0747</w:t>
      </w:r>
      <w:r>
        <w:tab/>
        <w:t>1.013e0</w:t>
      </w:r>
    </w:p>
    <w:p w:rsidR="005B3ED9" w:rsidRDefault="005B3ED9" w:rsidP="005B3ED9">
      <w:r>
        <w:t>806.1776</w:t>
      </w:r>
      <w:r>
        <w:tab/>
        <w:t>1.013e0</w:t>
      </w:r>
    </w:p>
    <w:p w:rsidR="005B3ED9" w:rsidRDefault="005B3ED9" w:rsidP="005B3ED9">
      <w:r>
        <w:t>806.2262</w:t>
      </w:r>
      <w:r>
        <w:tab/>
        <w:t>2.025e0</w:t>
      </w:r>
    </w:p>
    <w:p w:rsidR="005B3ED9" w:rsidRDefault="005B3ED9" w:rsidP="005B3ED9">
      <w:r>
        <w:t>806.2739</w:t>
      </w:r>
      <w:r>
        <w:tab/>
        <w:t>1.013e0</w:t>
      </w:r>
    </w:p>
    <w:p w:rsidR="005B3ED9" w:rsidRDefault="005B3ED9" w:rsidP="005B3ED9">
      <w:r>
        <w:t>806.3132</w:t>
      </w:r>
      <w:r>
        <w:tab/>
        <w:t>1.013e0</w:t>
      </w:r>
    </w:p>
    <w:p w:rsidR="005B3ED9" w:rsidRDefault="005B3ED9" w:rsidP="005B3ED9">
      <w:r>
        <w:t>806.4314</w:t>
      </w:r>
      <w:r>
        <w:tab/>
        <w:t>1.013e0</w:t>
      </w:r>
    </w:p>
    <w:p w:rsidR="005B3ED9" w:rsidRDefault="005B3ED9" w:rsidP="005B3ED9">
      <w:r>
        <w:t>806.5333</w:t>
      </w:r>
      <w:r>
        <w:tab/>
        <w:t>2.025e0</w:t>
      </w:r>
    </w:p>
    <w:p w:rsidR="005B3ED9" w:rsidRDefault="005B3ED9" w:rsidP="005B3ED9">
      <w:r>
        <w:lastRenderedPageBreak/>
        <w:t>806.5728</w:t>
      </w:r>
      <w:r>
        <w:tab/>
        <w:t>1.013e0</w:t>
      </w:r>
    </w:p>
    <w:p w:rsidR="005B3ED9" w:rsidRDefault="005B3ED9" w:rsidP="005B3ED9">
      <w:r>
        <w:t>806.5775</w:t>
      </w:r>
      <w:r>
        <w:tab/>
        <w:t>2.025e0</w:t>
      </w:r>
    </w:p>
    <w:p w:rsidR="005B3ED9" w:rsidRDefault="005B3ED9" w:rsidP="005B3ED9">
      <w:r>
        <w:t>806.6680</w:t>
      </w:r>
      <w:r>
        <w:tab/>
        <w:t>1.013e0</w:t>
      </w:r>
    </w:p>
    <w:p w:rsidR="005B3ED9" w:rsidRDefault="005B3ED9" w:rsidP="005B3ED9">
      <w:r>
        <w:t>806.7224</w:t>
      </w:r>
      <w:r>
        <w:tab/>
        <w:t>1.013e0</w:t>
      </w:r>
    </w:p>
    <w:p w:rsidR="005B3ED9" w:rsidRDefault="005B3ED9" w:rsidP="005B3ED9">
      <w:r>
        <w:t>806.7429</w:t>
      </w:r>
      <w:r>
        <w:tab/>
        <w:t>2.025e0</w:t>
      </w:r>
    </w:p>
    <w:p w:rsidR="005B3ED9" w:rsidRDefault="005B3ED9" w:rsidP="005B3ED9">
      <w:r>
        <w:t>806.7495</w:t>
      </w:r>
      <w:r>
        <w:tab/>
        <w:t>1.013e0</w:t>
      </w:r>
    </w:p>
    <w:p w:rsidR="005B3ED9" w:rsidRDefault="005B3ED9" w:rsidP="005B3ED9">
      <w:r>
        <w:t>806.8214</w:t>
      </w:r>
      <w:r>
        <w:tab/>
        <w:t>1.013e0</w:t>
      </w:r>
    </w:p>
    <w:p w:rsidR="005B3ED9" w:rsidRDefault="005B3ED9" w:rsidP="005B3ED9">
      <w:r>
        <w:t>806.9066</w:t>
      </w:r>
      <w:r>
        <w:tab/>
        <w:t>2.025e0</w:t>
      </w:r>
    </w:p>
    <w:p w:rsidR="005B3ED9" w:rsidRDefault="005B3ED9" w:rsidP="005B3ED9">
      <w:r>
        <w:t>806.9128</w:t>
      </w:r>
      <w:r>
        <w:tab/>
        <w:t>1.013e0</w:t>
      </w:r>
    </w:p>
    <w:p w:rsidR="005B3ED9" w:rsidRDefault="005B3ED9" w:rsidP="005B3ED9">
      <w:r>
        <w:t>806.9399</w:t>
      </w:r>
      <w:r>
        <w:tab/>
        <w:t>1.013e0</w:t>
      </w:r>
    </w:p>
    <w:p w:rsidR="005B3ED9" w:rsidRDefault="005B3ED9" w:rsidP="005B3ED9">
      <w:r>
        <w:t>806.9994</w:t>
      </w:r>
      <w:r>
        <w:tab/>
        <w:t>2.025e0</w:t>
      </w:r>
    </w:p>
    <w:p w:rsidR="005B3ED9" w:rsidRDefault="005B3ED9" w:rsidP="005B3ED9">
      <w:r>
        <w:t>807.0373</w:t>
      </w:r>
      <w:r>
        <w:tab/>
        <w:t>2.025e0</w:t>
      </w:r>
    </w:p>
    <w:p w:rsidR="005B3ED9" w:rsidRDefault="005B3ED9" w:rsidP="005B3ED9">
      <w:r>
        <w:t>807.0598</w:t>
      </w:r>
      <w:r>
        <w:tab/>
        <w:t>1.013e0</w:t>
      </w:r>
    </w:p>
    <w:p w:rsidR="005B3ED9" w:rsidRDefault="005B3ED9" w:rsidP="005B3ED9">
      <w:r>
        <w:t>807.2051</w:t>
      </w:r>
      <w:r>
        <w:tab/>
        <w:t>2.025e0</w:t>
      </w:r>
    </w:p>
    <w:p w:rsidR="005B3ED9" w:rsidRDefault="005B3ED9" w:rsidP="005B3ED9">
      <w:r>
        <w:t>807.3071</w:t>
      </w:r>
      <w:r>
        <w:tab/>
        <w:t>1.013e0</w:t>
      </w:r>
    </w:p>
    <w:p w:rsidR="005B3ED9" w:rsidRDefault="005B3ED9" w:rsidP="005B3ED9">
      <w:r>
        <w:t>807.3991</w:t>
      </w:r>
      <w:r>
        <w:tab/>
        <w:t>1.013e0</w:t>
      </w:r>
    </w:p>
    <w:p w:rsidR="005B3ED9" w:rsidRDefault="005B3ED9" w:rsidP="005B3ED9">
      <w:r>
        <w:t>807.4322</w:t>
      </w:r>
      <w:r>
        <w:tab/>
        <w:t>2.025e0</w:t>
      </w:r>
    </w:p>
    <w:p w:rsidR="005B3ED9" w:rsidRDefault="005B3ED9" w:rsidP="005B3ED9">
      <w:r>
        <w:t>807.5139</w:t>
      </w:r>
      <w:r>
        <w:tab/>
        <w:t>2.025e0</w:t>
      </w:r>
    </w:p>
    <w:p w:rsidR="005B3ED9" w:rsidRDefault="005B3ED9" w:rsidP="005B3ED9">
      <w:r>
        <w:t>807.5444</w:t>
      </w:r>
      <w:r>
        <w:tab/>
        <w:t>2.025e0</w:t>
      </w:r>
    </w:p>
    <w:p w:rsidR="005B3ED9" w:rsidRDefault="005B3ED9" w:rsidP="005B3ED9">
      <w:r>
        <w:lastRenderedPageBreak/>
        <w:t>807.6882</w:t>
      </w:r>
      <w:r>
        <w:tab/>
        <w:t>1.013e0</w:t>
      </w:r>
    </w:p>
    <w:p w:rsidR="005B3ED9" w:rsidRDefault="005B3ED9" w:rsidP="005B3ED9">
      <w:r>
        <w:t>807.7032</w:t>
      </w:r>
      <w:r>
        <w:tab/>
        <w:t>2.192e0</w:t>
      </w:r>
    </w:p>
    <w:p w:rsidR="005B3ED9" w:rsidRDefault="005B3ED9" w:rsidP="005B3ED9">
      <w:r>
        <w:t>807.7971</w:t>
      </w:r>
      <w:r>
        <w:tab/>
        <w:t>1.013e0</w:t>
      </w:r>
    </w:p>
    <w:p w:rsidR="005B3ED9" w:rsidRDefault="005B3ED9" w:rsidP="005B3ED9">
      <w:r>
        <w:t>807.9060</w:t>
      </w:r>
      <w:r>
        <w:tab/>
        <w:t>1.013e0</w:t>
      </w:r>
    </w:p>
    <w:p w:rsidR="005B3ED9" w:rsidRDefault="005B3ED9" w:rsidP="005B3ED9">
      <w:r>
        <w:t>807.9248</w:t>
      </w:r>
      <w:r>
        <w:tab/>
        <w:t>1.013e0</w:t>
      </w:r>
    </w:p>
    <w:p w:rsidR="005B3ED9" w:rsidRDefault="005B3ED9" w:rsidP="005B3ED9">
      <w:r>
        <w:t>808.0966</w:t>
      </w:r>
      <w:r>
        <w:tab/>
        <w:t>1.013e0</w:t>
      </w:r>
    </w:p>
    <w:p w:rsidR="005B3ED9" w:rsidRDefault="005B3ED9" w:rsidP="005B3ED9">
      <w:r>
        <w:t>808.2275</w:t>
      </w:r>
      <w:r>
        <w:tab/>
        <w:t>3.038e0</w:t>
      </w:r>
    </w:p>
    <w:p w:rsidR="005B3ED9" w:rsidRDefault="005B3ED9" w:rsidP="005B3ED9">
      <w:r>
        <w:t>808.2310</w:t>
      </w:r>
      <w:r>
        <w:tab/>
        <w:t>1.013e0</w:t>
      </w:r>
    </w:p>
    <w:p w:rsidR="005B3ED9" w:rsidRDefault="005B3ED9" w:rsidP="005B3ED9">
      <w:r>
        <w:t>808.3319</w:t>
      </w:r>
      <w:r>
        <w:tab/>
        <w:t>1.013e0</w:t>
      </w:r>
    </w:p>
    <w:p w:rsidR="005B3ED9" w:rsidRDefault="005B3ED9" w:rsidP="005B3ED9">
      <w:r>
        <w:t>808.4235</w:t>
      </w:r>
      <w:r>
        <w:tab/>
        <w:t>1.013e0</w:t>
      </w:r>
    </w:p>
    <w:p w:rsidR="005B3ED9" w:rsidRDefault="005B3ED9" w:rsidP="005B3ED9">
      <w:r>
        <w:t>808.5023</w:t>
      </w:r>
      <w:r>
        <w:tab/>
        <w:t>2.025e0</w:t>
      </w:r>
    </w:p>
    <w:p w:rsidR="005B3ED9" w:rsidRDefault="005B3ED9" w:rsidP="005B3ED9">
      <w:r>
        <w:t>808.5490</w:t>
      </w:r>
      <w:r>
        <w:tab/>
        <w:t>2.025e0</w:t>
      </w:r>
    </w:p>
    <w:p w:rsidR="005B3ED9" w:rsidRDefault="005B3ED9" w:rsidP="005B3ED9">
      <w:r>
        <w:t>808.6014</w:t>
      </w:r>
      <w:r>
        <w:tab/>
        <w:t>2.025e0</w:t>
      </w:r>
    </w:p>
    <w:p w:rsidR="005B3ED9" w:rsidRDefault="005B3ED9" w:rsidP="005B3ED9">
      <w:r>
        <w:t>808.7736</w:t>
      </w:r>
      <w:r>
        <w:tab/>
        <w:t>1.013e0</w:t>
      </w:r>
    </w:p>
    <w:p w:rsidR="005B3ED9" w:rsidRDefault="005B3ED9" w:rsidP="005B3ED9">
      <w:r>
        <w:t>808.8743</w:t>
      </w:r>
      <w:r>
        <w:tab/>
        <w:t>1.013e0</w:t>
      </w:r>
    </w:p>
    <w:p w:rsidR="005B3ED9" w:rsidRDefault="005B3ED9" w:rsidP="005B3ED9">
      <w:r>
        <w:t>808.9278</w:t>
      </w:r>
      <w:r>
        <w:tab/>
        <w:t>1.013e0</w:t>
      </w:r>
    </w:p>
    <w:p w:rsidR="005B3ED9" w:rsidRDefault="005B3ED9" w:rsidP="005B3ED9">
      <w:r>
        <w:t>809.0095</w:t>
      </w:r>
      <w:r>
        <w:tab/>
        <w:t>1.013e0</w:t>
      </w:r>
    </w:p>
    <w:p w:rsidR="005B3ED9" w:rsidRDefault="005B3ED9" w:rsidP="005B3ED9">
      <w:r>
        <w:t>809.0627</w:t>
      </w:r>
      <w:r>
        <w:tab/>
        <w:t>1.013e0</w:t>
      </w:r>
    </w:p>
    <w:p w:rsidR="005B3ED9" w:rsidRDefault="005B3ED9" w:rsidP="005B3ED9">
      <w:r>
        <w:t>809.2980</w:t>
      </w:r>
      <w:r>
        <w:tab/>
        <w:t>2.025e0</w:t>
      </w:r>
    </w:p>
    <w:p w:rsidR="005B3ED9" w:rsidRDefault="005B3ED9" w:rsidP="005B3ED9">
      <w:r>
        <w:lastRenderedPageBreak/>
        <w:t>809.3115</w:t>
      </w:r>
      <w:r>
        <w:tab/>
        <w:t>2.025e0</w:t>
      </w:r>
    </w:p>
    <w:p w:rsidR="005B3ED9" w:rsidRDefault="005B3ED9" w:rsidP="005B3ED9">
      <w:r>
        <w:t>809.3777</w:t>
      </w:r>
      <w:r>
        <w:tab/>
        <w:t>1.013e0</w:t>
      </w:r>
    </w:p>
    <w:p w:rsidR="005B3ED9" w:rsidRDefault="005B3ED9" w:rsidP="005B3ED9">
      <w:r>
        <w:t>809.5200</w:t>
      </w:r>
      <w:r>
        <w:tab/>
        <w:t>2.025e0</w:t>
      </w:r>
    </w:p>
    <w:p w:rsidR="005B3ED9" w:rsidRDefault="005B3ED9" w:rsidP="005B3ED9">
      <w:r>
        <w:t>809.6372</w:t>
      </w:r>
      <w:r>
        <w:tab/>
        <w:t>2.025e0</w:t>
      </w:r>
    </w:p>
    <w:p w:rsidR="005B3ED9" w:rsidRDefault="005B3ED9" w:rsidP="005B3ED9">
      <w:r>
        <w:t>809.7187</w:t>
      </w:r>
      <w:r>
        <w:tab/>
        <w:t>2.025e0</w:t>
      </w:r>
    </w:p>
    <w:p w:rsidR="005B3ED9" w:rsidRDefault="005B3ED9" w:rsidP="005B3ED9">
      <w:r>
        <w:t>809.7324</w:t>
      </w:r>
      <w:r>
        <w:tab/>
        <w:t>1.013e0</w:t>
      </w:r>
    </w:p>
    <w:p w:rsidR="005B3ED9" w:rsidRDefault="005B3ED9" w:rsidP="005B3ED9">
      <w:r>
        <w:t>809.8765</w:t>
      </w:r>
      <w:r>
        <w:tab/>
        <w:t>1.013e0</w:t>
      </w:r>
    </w:p>
    <w:p w:rsidR="005B3ED9" w:rsidRDefault="005B3ED9" w:rsidP="005B3ED9">
      <w:r>
        <w:t>809.8940</w:t>
      </w:r>
      <w:r>
        <w:tab/>
        <w:t>1.013e0</w:t>
      </w:r>
    </w:p>
    <w:p w:rsidR="005B3ED9" w:rsidRDefault="005B3ED9" w:rsidP="005B3ED9">
      <w:r>
        <w:t>809.9925</w:t>
      </w:r>
      <w:r>
        <w:tab/>
        <w:t>2.025e0</w:t>
      </w:r>
    </w:p>
    <w:p w:rsidR="005B3ED9" w:rsidRDefault="005B3ED9" w:rsidP="005B3ED9">
      <w:r>
        <w:t>810.2646</w:t>
      </w:r>
      <w:r>
        <w:tab/>
        <w:t>1.013e0</w:t>
      </w:r>
    </w:p>
    <w:p w:rsidR="005B3ED9" w:rsidRDefault="005B3ED9" w:rsidP="005B3ED9">
      <w:r>
        <w:t>810.3185</w:t>
      </w:r>
      <w:r>
        <w:tab/>
        <w:t>1.013e0</w:t>
      </w:r>
    </w:p>
    <w:p w:rsidR="005B3ED9" w:rsidRDefault="005B3ED9" w:rsidP="005B3ED9">
      <w:r>
        <w:t>810.3739</w:t>
      </w:r>
      <w:r>
        <w:tab/>
        <w:t>1.013e0</w:t>
      </w:r>
    </w:p>
    <w:p w:rsidR="005B3ED9" w:rsidRDefault="005B3ED9" w:rsidP="005B3ED9">
      <w:r>
        <w:t>810.3875</w:t>
      </w:r>
      <w:r>
        <w:tab/>
        <w:t>1.013e0</w:t>
      </w:r>
    </w:p>
    <w:p w:rsidR="005B3ED9" w:rsidRDefault="005B3ED9" w:rsidP="005B3ED9">
      <w:r>
        <w:t>810.4695</w:t>
      </w:r>
      <w:r>
        <w:tab/>
        <w:t>1.013e0</w:t>
      </w:r>
    </w:p>
    <w:p w:rsidR="005B3ED9" w:rsidRDefault="005B3ED9" w:rsidP="005B3ED9">
      <w:r>
        <w:t>810.5241</w:t>
      </w:r>
      <w:r>
        <w:tab/>
        <w:t>1.013e0</w:t>
      </w:r>
    </w:p>
    <w:p w:rsidR="005B3ED9" w:rsidRDefault="005B3ED9" w:rsidP="005B3ED9">
      <w:r>
        <w:t>810.5650</w:t>
      </w:r>
      <w:r>
        <w:tab/>
        <w:t>1.013e0</w:t>
      </w:r>
    </w:p>
    <w:p w:rsidR="005B3ED9" w:rsidRDefault="005B3ED9" w:rsidP="005B3ED9">
      <w:r>
        <w:t>810.5670</w:t>
      </w:r>
      <w:r>
        <w:tab/>
        <w:t>3.038e0</w:t>
      </w:r>
    </w:p>
    <w:p w:rsidR="005B3ED9" w:rsidRDefault="005B3ED9" w:rsidP="005B3ED9">
      <w:r>
        <w:t>810.6061</w:t>
      </w:r>
      <w:r>
        <w:tab/>
        <w:t>2.025e0</w:t>
      </w:r>
    </w:p>
    <w:p w:rsidR="005B3ED9" w:rsidRDefault="005B3ED9" w:rsidP="005B3ED9">
      <w:r>
        <w:t>810.6652</w:t>
      </w:r>
      <w:r>
        <w:tab/>
        <w:t>2.025e0</w:t>
      </w:r>
    </w:p>
    <w:p w:rsidR="005B3ED9" w:rsidRDefault="005B3ED9" w:rsidP="005B3ED9">
      <w:r>
        <w:lastRenderedPageBreak/>
        <w:t>810.6902</w:t>
      </w:r>
      <w:r>
        <w:tab/>
        <w:t>1.013e0</w:t>
      </w:r>
    </w:p>
    <w:p w:rsidR="005B3ED9" w:rsidRDefault="005B3ED9" w:rsidP="005B3ED9">
      <w:r>
        <w:t>810.8109</w:t>
      </w:r>
      <w:r>
        <w:tab/>
        <w:t>2.025e0</w:t>
      </w:r>
    </w:p>
    <w:p w:rsidR="005B3ED9" w:rsidRDefault="005B3ED9" w:rsidP="005B3ED9">
      <w:r>
        <w:t>810.8929</w:t>
      </w:r>
      <w:r>
        <w:tab/>
        <w:t>1.013e0</w:t>
      </w:r>
    </w:p>
    <w:p w:rsidR="005B3ED9" w:rsidRDefault="005B3ED9" w:rsidP="005B3ED9">
      <w:r>
        <w:t>810.9749</w:t>
      </w:r>
      <w:r>
        <w:tab/>
        <w:t>1.013e0</w:t>
      </w:r>
    </w:p>
    <w:p w:rsidR="005B3ED9" w:rsidRDefault="005B3ED9" w:rsidP="005B3ED9">
      <w:r>
        <w:t>811.0433</w:t>
      </w:r>
      <w:r>
        <w:tab/>
        <w:t>1.013e0</w:t>
      </w:r>
    </w:p>
    <w:p w:rsidR="005B3ED9" w:rsidRDefault="005B3ED9" w:rsidP="005B3ED9">
      <w:r>
        <w:t>811.1663</w:t>
      </w:r>
      <w:r>
        <w:tab/>
        <w:t>1.013e0</w:t>
      </w:r>
    </w:p>
    <w:p w:rsidR="005B3ED9" w:rsidRDefault="005B3ED9" w:rsidP="005B3ED9">
      <w:r>
        <w:t>811.2346</w:t>
      </w:r>
      <w:r>
        <w:tab/>
        <w:t>1.013e0</w:t>
      </w:r>
    </w:p>
    <w:p w:rsidR="005B3ED9" w:rsidRDefault="005B3ED9" w:rsidP="005B3ED9">
      <w:r>
        <w:t>811.2892</w:t>
      </w:r>
      <w:r>
        <w:tab/>
        <w:t>1.013e0</w:t>
      </w:r>
    </w:p>
    <w:p w:rsidR="005B3ED9" w:rsidRDefault="005B3ED9" w:rsidP="005B3ED9">
      <w:r>
        <w:t>811.3028</w:t>
      </w:r>
      <w:r>
        <w:tab/>
        <w:t>1.013e0</w:t>
      </w:r>
    </w:p>
    <w:p w:rsidR="005B3ED9" w:rsidRDefault="005B3ED9" w:rsidP="005B3ED9">
      <w:r>
        <w:t>811.3692</w:t>
      </w:r>
      <w:r>
        <w:tab/>
        <w:t>2.025e0</w:t>
      </w:r>
    </w:p>
    <w:p w:rsidR="005B3ED9" w:rsidRDefault="005B3ED9" w:rsidP="005B3ED9">
      <w:r>
        <w:t>811.3855</w:t>
      </w:r>
      <w:r>
        <w:tab/>
        <w:t>2.025e0</w:t>
      </w:r>
    </w:p>
    <w:p w:rsidR="005B3ED9" w:rsidRDefault="005B3ED9" w:rsidP="005B3ED9">
      <w:r>
        <w:t>811.4382</w:t>
      </w:r>
      <w:r>
        <w:tab/>
        <w:t>1.013e0</w:t>
      </w:r>
    </w:p>
    <w:p w:rsidR="005B3ED9" w:rsidRDefault="005B3ED9" w:rsidP="005B3ED9">
      <w:r>
        <w:t>811.4689</w:t>
      </w:r>
      <w:r>
        <w:tab/>
        <w:t>2.025e0</w:t>
      </w:r>
    </w:p>
    <w:p w:rsidR="005B3ED9" w:rsidRDefault="005B3ED9" w:rsidP="005B3ED9">
      <w:r>
        <w:t>811.4880</w:t>
      </w:r>
      <w:r>
        <w:tab/>
        <w:t>3.038e0</w:t>
      </w:r>
    </w:p>
    <w:p w:rsidR="005B3ED9" w:rsidRDefault="005B3ED9" w:rsidP="005B3ED9">
      <w:r>
        <w:t>811.5627</w:t>
      </w:r>
      <w:r>
        <w:tab/>
        <w:t>1.013e0</w:t>
      </w:r>
    </w:p>
    <w:p w:rsidR="005B3ED9" w:rsidRDefault="005B3ED9" w:rsidP="005B3ED9">
      <w:r>
        <w:t>811.5737</w:t>
      </w:r>
      <w:r>
        <w:tab/>
        <w:t>1.013e0</w:t>
      </w:r>
    </w:p>
    <w:p w:rsidR="005B3ED9" w:rsidRDefault="005B3ED9" w:rsidP="005B3ED9">
      <w:r>
        <w:t>811.5900</w:t>
      </w:r>
      <w:r>
        <w:tab/>
        <w:t>1.013e0</w:t>
      </w:r>
    </w:p>
    <w:p w:rsidR="005B3ED9" w:rsidRDefault="005B3ED9" w:rsidP="005B3ED9">
      <w:r>
        <w:t>811.6036</w:t>
      </w:r>
      <w:r>
        <w:tab/>
        <w:t>1.013e0</w:t>
      </w:r>
    </w:p>
    <w:p w:rsidR="005B3ED9" w:rsidRDefault="005B3ED9" w:rsidP="005B3ED9">
      <w:r>
        <w:t>811.6493</w:t>
      </w:r>
      <w:r>
        <w:tab/>
        <w:t>2.025e0</w:t>
      </w:r>
    </w:p>
    <w:p w:rsidR="005B3ED9" w:rsidRDefault="005B3ED9" w:rsidP="005B3ED9">
      <w:r>
        <w:lastRenderedPageBreak/>
        <w:t>811.7421</w:t>
      </w:r>
      <w:r>
        <w:tab/>
        <w:t>1.013e0</w:t>
      </w:r>
    </w:p>
    <w:p w:rsidR="005B3ED9" w:rsidRDefault="005B3ED9" w:rsidP="005B3ED9">
      <w:r>
        <w:t>811.8447</w:t>
      </w:r>
      <w:r>
        <w:tab/>
        <w:t>1.013e0</w:t>
      </w:r>
    </w:p>
    <w:p w:rsidR="005B3ED9" w:rsidRDefault="005B3ED9" w:rsidP="005B3ED9">
      <w:r>
        <w:t>811.9046</w:t>
      </w:r>
      <w:r>
        <w:tab/>
        <w:t>1.013e0</w:t>
      </w:r>
    </w:p>
    <w:p w:rsidR="005B3ED9" w:rsidRDefault="005B3ED9" w:rsidP="005B3ED9">
      <w:r>
        <w:t>811.9592</w:t>
      </w:r>
      <w:r>
        <w:tab/>
        <w:t>1.013e0</w:t>
      </w:r>
    </w:p>
    <w:p w:rsidR="005B3ED9" w:rsidRDefault="005B3ED9" w:rsidP="005B3ED9">
      <w:r>
        <w:t>812.0414</w:t>
      </w:r>
      <w:r>
        <w:tab/>
        <w:t>2.025e0</w:t>
      </w:r>
    </w:p>
    <w:p w:rsidR="005B3ED9" w:rsidRDefault="005B3ED9" w:rsidP="005B3ED9">
      <w:r>
        <w:t>812.1508</w:t>
      </w:r>
      <w:r>
        <w:tab/>
        <w:t>1.013e0</w:t>
      </w:r>
    </w:p>
    <w:p w:rsidR="005B3ED9" w:rsidRDefault="005B3ED9" w:rsidP="005B3ED9">
      <w:r>
        <w:t>812.2056</w:t>
      </w:r>
      <w:r>
        <w:tab/>
        <w:t>1.013e0</w:t>
      </w:r>
    </w:p>
    <w:p w:rsidR="005B3ED9" w:rsidRDefault="005B3ED9" w:rsidP="005B3ED9">
      <w:r>
        <w:t>812.2339</w:t>
      </w:r>
      <w:r>
        <w:tab/>
        <w:t>1.013e0</w:t>
      </w:r>
    </w:p>
    <w:p w:rsidR="005B3ED9" w:rsidRDefault="005B3ED9" w:rsidP="005B3ED9">
      <w:r>
        <w:t>812.3366</w:t>
      </w:r>
      <w:r>
        <w:tab/>
        <w:t>1.013e0</w:t>
      </w:r>
    </w:p>
    <w:p w:rsidR="005B3ED9" w:rsidRDefault="005B3ED9" w:rsidP="005B3ED9">
      <w:r>
        <w:t>812.3561</w:t>
      </w:r>
      <w:r>
        <w:tab/>
        <w:t>1.013e0</w:t>
      </w:r>
    </w:p>
    <w:p w:rsidR="005B3ED9" w:rsidRDefault="005B3ED9" w:rsidP="005B3ED9">
      <w:r>
        <w:t>812.3698</w:t>
      </w:r>
      <w:r>
        <w:tab/>
        <w:t>1.013e0</w:t>
      </w:r>
    </w:p>
    <w:p w:rsidR="005B3ED9" w:rsidRDefault="005B3ED9" w:rsidP="005B3ED9">
      <w:r>
        <w:t>812.4045</w:t>
      </w:r>
      <w:r>
        <w:tab/>
        <w:t>1.013e0</w:t>
      </w:r>
    </w:p>
    <w:p w:rsidR="005B3ED9" w:rsidRDefault="005B3ED9" w:rsidP="005B3ED9">
      <w:r>
        <w:t>812.4382</w:t>
      </w:r>
      <w:r>
        <w:tab/>
        <w:t>1.013e0</w:t>
      </w:r>
    </w:p>
    <w:p w:rsidR="005B3ED9" w:rsidRDefault="005B3ED9" w:rsidP="005B3ED9">
      <w:r>
        <w:t>812.4550</w:t>
      </w:r>
      <w:r>
        <w:tab/>
        <w:t>1.013e0</w:t>
      </w:r>
    </w:p>
    <w:p w:rsidR="005B3ED9" w:rsidRDefault="005B3ED9" w:rsidP="005B3ED9">
      <w:r>
        <w:t>812.4656</w:t>
      </w:r>
      <w:r>
        <w:tab/>
        <w:t>1.013e0</w:t>
      </w:r>
    </w:p>
    <w:p w:rsidR="005B3ED9" w:rsidRDefault="005B3ED9" w:rsidP="005B3ED9">
      <w:r>
        <w:t>812.5402</w:t>
      </w:r>
      <w:r>
        <w:tab/>
        <w:t>1.013e0</w:t>
      </w:r>
    </w:p>
    <w:p w:rsidR="005B3ED9" w:rsidRDefault="005B3ED9" w:rsidP="005B3ED9">
      <w:r>
        <w:t>812.5888</w:t>
      </w:r>
      <w:r>
        <w:tab/>
        <w:t>1.013e0</w:t>
      </w:r>
    </w:p>
    <w:p w:rsidR="005B3ED9" w:rsidRDefault="005B3ED9" w:rsidP="005B3ED9">
      <w:r>
        <w:t>812.6298</w:t>
      </w:r>
      <w:r>
        <w:tab/>
        <w:t>1.013e0</w:t>
      </w:r>
    </w:p>
    <w:p w:rsidR="005B3ED9" w:rsidRDefault="005B3ED9" w:rsidP="005B3ED9">
      <w:r>
        <w:t>812.6580</w:t>
      </w:r>
      <w:r>
        <w:tab/>
        <w:t>1.013e0</w:t>
      </w:r>
    </w:p>
    <w:p w:rsidR="005B3ED9" w:rsidRDefault="005B3ED9" w:rsidP="005B3ED9">
      <w:r>
        <w:lastRenderedPageBreak/>
        <w:t>812.8113</w:t>
      </w:r>
      <w:r>
        <w:tab/>
        <w:t>2.025e0</w:t>
      </w:r>
    </w:p>
    <w:p w:rsidR="005B3ED9" w:rsidRDefault="005B3ED9" w:rsidP="005B3ED9">
      <w:r>
        <w:t>812.8287</w:t>
      </w:r>
      <w:r>
        <w:tab/>
        <w:t>1.013e0</w:t>
      </w:r>
    </w:p>
    <w:p w:rsidR="005B3ED9" w:rsidRDefault="005B3ED9" w:rsidP="005B3ED9">
      <w:r>
        <w:t>812.9310</w:t>
      </w:r>
      <w:r>
        <w:tab/>
        <w:t>1.013e0</w:t>
      </w:r>
    </w:p>
    <w:p w:rsidR="005B3ED9" w:rsidRDefault="005B3ED9" w:rsidP="005B3ED9">
      <w:r>
        <w:t>813.0144</w:t>
      </w:r>
      <w:r>
        <w:tab/>
        <w:t>1.013e0</w:t>
      </w:r>
    </w:p>
    <w:p w:rsidR="005B3ED9" w:rsidRDefault="005B3ED9" w:rsidP="005B3ED9">
      <w:r>
        <w:t>813.1640</w:t>
      </w:r>
      <w:r>
        <w:tab/>
        <w:t>1.013e0</w:t>
      </w:r>
    </w:p>
    <w:p w:rsidR="005B3ED9" w:rsidRDefault="005B3ED9" w:rsidP="005B3ED9">
      <w:r>
        <w:t>813.1913</w:t>
      </w:r>
      <w:r>
        <w:tab/>
        <w:t>1.013e0</w:t>
      </w:r>
    </w:p>
    <w:p w:rsidR="005B3ED9" w:rsidRDefault="005B3ED9" w:rsidP="005B3ED9">
      <w:r>
        <w:t>813.2598</w:t>
      </w:r>
      <w:r>
        <w:tab/>
        <w:t>1.013e0</w:t>
      </w:r>
    </w:p>
    <w:p w:rsidR="005B3ED9" w:rsidRDefault="005B3ED9" w:rsidP="005B3ED9">
      <w:r>
        <w:t>813.3206</w:t>
      </w:r>
      <w:r>
        <w:tab/>
        <w:t>1.013e0</w:t>
      </w:r>
    </w:p>
    <w:p w:rsidR="005B3ED9" w:rsidRDefault="005B3ED9" w:rsidP="005B3ED9">
      <w:r>
        <w:t>813.3832</w:t>
      </w:r>
      <w:r>
        <w:tab/>
        <w:t>1.013e0</w:t>
      </w:r>
    </w:p>
    <w:p w:rsidR="005B3ED9" w:rsidRDefault="005B3ED9" w:rsidP="005B3ED9">
      <w:r>
        <w:t>813.3968</w:t>
      </w:r>
      <w:r>
        <w:tab/>
        <w:t>1.013e0</w:t>
      </w:r>
    </w:p>
    <w:p w:rsidR="005B3ED9" w:rsidRDefault="005B3ED9" w:rsidP="005B3ED9">
      <w:r>
        <w:t>813.5604</w:t>
      </w:r>
      <w:r>
        <w:tab/>
        <w:t>2.025e0</w:t>
      </w:r>
    </w:p>
    <w:p w:rsidR="005B3ED9" w:rsidRDefault="005B3ED9" w:rsidP="005B3ED9">
      <w:r>
        <w:t>813.6984</w:t>
      </w:r>
      <w:r>
        <w:tab/>
        <w:t>1.013e0</w:t>
      </w:r>
    </w:p>
    <w:p w:rsidR="005B3ED9" w:rsidRDefault="005B3ED9" w:rsidP="005B3ED9">
      <w:r>
        <w:t>813.7119</w:t>
      </w:r>
      <w:r>
        <w:tab/>
        <w:t>1.013e0</w:t>
      </w:r>
    </w:p>
    <w:p w:rsidR="005B3ED9" w:rsidRDefault="005B3ED9" w:rsidP="005B3ED9">
      <w:r>
        <w:t>813.8472</w:t>
      </w:r>
      <w:r>
        <w:tab/>
        <w:t>1.013e0</w:t>
      </w:r>
    </w:p>
    <w:p w:rsidR="005B3ED9" w:rsidRDefault="005B3ED9" w:rsidP="005B3ED9">
      <w:r>
        <w:t>814.0001</w:t>
      </w:r>
      <w:r>
        <w:tab/>
        <w:t>2.025e0</w:t>
      </w:r>
    </w:p>
    <w:p w:rsidR="005B3ED9" w:rsidRDefault="005B3ED9" w:rsidP="005B3ED9">
      <w:r>
        <w:t>814.0680</w:t>
      </w:r>
      <w:r>
        <w:tab/>
        <w:t>1.013e0</w:t>
      </w:r>
    </w:p>
    <w:p w:rsidR="005B3ED9" w:rsidRDefault="005B3ED9" w:rsidP="005B3ED9">
      <w:r>
        <w:t>814.0829</w:t>
      </w:r>
      <w:r>
        <w:tab/>
        <w:t>1.013e0</w:t>
      </w:r>
    </w:p>
    <w:p w:rsidR="005B3ED9" w:rsidRDefault="005B3ED9" w:rsidP="005B3ED9">
      <w:r>
        <w:t>814.1857</w:t>
      </w:r>
      <w:r>
        <w:tab/>
        <w:t>1.013e0</w:t>
      </w:r>
    </w:p>
    <w:p w:rsidR="005B3ED9" w:rsidRDefault="005B3ED9" w:rsidP="005B3ED9">
      <w:r>
        <w:t>814.3039</w:t>
      </w:r>
      <w:r>
        <w:tab/>
        <w:t>1.013e0</w:t>
      </w:r>
    </w:p>
    <w:p w:rsidR="005B3ED9" w:rsidRDefault="005B3ED9" w:rsidP="005B3ED9">
      <w:r>
        <w:lastRenderedPageBreak/>
        <w:t>814.3566</w:t>
      </w:r>
      <w:r>
        <w:tab/>
        <w:t>1.013e0</w:t>
      </w:r>
    </w:p>
    <w:p w:rsidR="005B3ED9" w:rsidRDefault="005B3ED9" w:rsidP="005B3ED9">
      <w:r>
        <w:t>814.4114</w:t>
      </w:r>
      <w:r>
        <w:tab/>
        <w:t>3.038e0</w:t>
      </w:r>
    </w:p>
    <w:p w:rsidR="005B3ED9" w:rsidRDefault="005B3ED9" w:rsidP="005B3ED9">
      <w:r>
        <w:t>814.4252</w:t>
      </w:r>
      <w:r>
        <w:tab/>
        <w:t>1.013e0</w:t>
      </w:r>
    </w:p>
    <w:p w:rsidR="005B3ED9" w:rsidRDefault="005B3ED9" w:rsidP="005B3ED9">
      <w:r>
        <w:t>814.4324</w:t>
      </w:r>
      <w:r>
        <w:tab/>
        <w:t>4.051e0</w:t>
      </w:r>
    </w:p>
    <w:p w:rsidR="005B3ED9" w:rsidRDefault="005B3ED9" w:rsidP="005B3ED9">
      <w:r>
        <w:t>814.5594</w:t>
      </w:r>
      <w:r>
        <w:tab/>
        <w:t>1.013e0</w:t>
      </w:r>
    </w:p>
    <w:p w:rsidR="005B3ED9" w:rsidRDefault="005B3ED9" w:rsidP="005B3ED9">
      <w:r>
        <w:t>814.6035</w:t>
      </w:r>
      <w:r>
        <w:tab/>
        <w:t>1.013e0</w:t>
      </w:r>
    </w:p>
    <w:p w:rsidR="005B3ED9" w:rsidRDefault="005B3ED9" w:rsidP="005B3ED9">
      <w:r>
        <w:t>814.7047</w:t>
      </w:r>
      <w:r>
        <w:tab/>
        <w:t>2.025e0</w:t>
      </w:r>
    </w:p>
    <w:p w:rsidR="005B3ED9" w:rsidRDefault="005B3ED9" w:rsidP="005B3ED9">
      <w:r>
        <w:t>814.8781</w:t>
      </w:r>
      <w:r>
        <w:tab/>
        <w:t>1.013e0</w:t>
      </w:r>
    </w:p>
    <w:p w:rsidR="005B3ED9" w:rsidRDefault="005B3ED9" w:rsidP="005B3ED9">
      <w:r>
        <w:t>814.9483</w:t>
      </w:r>
      <w:r>
        <w:tab/>
        <w:t>1.013e0</w:t>
      </w:r>
    </w:p>
    <w:p w:rsidR="005B3ED9" w:rsidRDefault="005B3ED9" w:rsidP="005B3ED9">
      <w:r>
        <w:t>815.0566</w:t>
      </w:r>
      <w:r>
        <w:tab/>
        <w:t>1.013e0</w:t>
      </w:r>
    </w:p>
    <w:p w:rsidR="005B3ED9" w:rsidRDefault="005B3ED9" w:rsidP="005B3ED9">
      <w:r>
        <w:t>815.2544</w:t>
      </w:r>
      <w:r>
        <w:tab/>
        <w:t>1.013e0</w:t>
      </w:r>
    </w:p>
    <w:p w:rsidR="005B3ED9" w:rsidRDefault="005B3ED9" w:rsidP="005B3ED9">
      <w:r>
        <w:t>815.3449</w:t>
      </w:r>
      <w:r>
        <w:tab/>
        <w:t>1.013e0</w:t>
      </w:r>
    </w:p>
    <w:p w:rsidR="005B3ED9" w:rsidRDefault="005B3ED9" w:rsidP="005B3ED9">
      <w:r>
        <w:t>815.3691</w:t>
      </w:r>
      <w:r>
        <w:tab/>
        <w:t>3.038e0</w:t>
      </w:r>
    </w:p>
    <w:p w:rsidR="005B3ED9" w:rsidRDefault="005B3ED9" w:rsidP="005B3ED9">
      <w:r>
        <w:t>815.4194</w:t>
      </w:r>
      <w:r>
        <w:tab/>
        <w:t>3.038e0</w:t>
      </w:r>
    </w:p>
    <w:p w:rsidR="005B3ED9" w:rsidRDefault="005B3ED9" w:rsidP="005B3ED9">
      <w:r>
        <w:t>815.4245</w:t>
      </w:r>
      <w:r>
        <w:tab/>
        <w:t>1.013e0</w:t>
      </w:r>
    </w:p>
    <w:p w:rsidR="005B3ED9" w:rsidRDefault="005B3ED9" w:rsidP="005B3ED9">
      <w:r>
        <w:t>815.4294</w:t>
      </w:r>
      <w:r>
        <w:tab/>
        <w:t>3.038e0</w:t>
      </w:r>
    </w:p>
    <w:p w:rsidR="005B3ED9" w:rsidRDefault="005B3ED9" w:rsidP="005B3ED9">
      <w:r>
        <w:t>815.5096</w:t>
      </w:r>
      <w:r>
        <w:tab/>
        <w:t>1.013e0</w:t>
      </w:r>
    </w:p>
    <w:p w:rsidR="005B3ED9" w:rsidRDefault="005B3ED9" w:rsidP="005B3ED9">
      <w:r>
        <w:t>815.5170</w:t>
      </w:r>
      <w:r>
        <w:tab/>
        <w:t>2.025e0</w:t>
      </w:r>
    </w:p>
    <w:p w:rsidR="005B3ED9" w:rsidRDefault="005B3ED9" w:rsidP="005B3ED9">
      <w:r>
        <w:t>815.6451</w:t>
      </w:r>
      <w:r>
        <w:tab/>
        <w:t>1.013e0</w:t>
      </w:r>
    </w:p>
    <w:p w:rsidR="005B3ED9" w:rsidRDefault="005B3ED9" w:rsidP="005B3ED9">
      <w:r>
        <w:lastRenderedPageBreak/>
        <w:t>815.6782</w:t>
      </w:r>
      <w:r>
        <w:tab/>
        <w:t>1.013e0</w:t>
      </w:r>
    </w:p>
    <w:p w:rsidR="005B3ED9" w:rsidRDefault="005B3ED9" w:rsidP="005B3ED9">
      <w:r>
        <w:t>815.7844</w:t>
      </w:r>
      <w:r>
        <w:tab/>
        <w:t>1.013e0</w:t>
      </w:r>
    </w:p>
    <w:p w:rsidR="005B3ED9" w:rsidRDefault="005B3ED9" w:rsidP="005B3ED9">
      <w:r>
        <w:t>815.8257</w:t>
      </w:r>
      <w:r>
        <w:tab/>
        <w:t>1.013e0</w:t>
      </w:r>
    </w:p>
    <w:p w:rsidR="005B3ED9" w:rsidRDefault="005B3ED9" w:rsidP="005B3ED9">
      <w:r>
        <w:t>816.0044</w:t>
      </w:r>
      <w:r>
        <w:tab/>
        <w:t>1.013e0</w:t>
      </w:r>
    </w:p>
    <w:p w:rsidR="005B3ED9" w:rsidRDefault="005B3ED9" w:rsidP="005B3ED9">
      <w:r>
        <w:t>816.0457</w:t>
      </w:r>
      <w:r>
        <w:tab/>
        <w:t>1.013e0</w:t>
      </w:r>
    </w:p>
    <w:p w:rsidR="005B3ED9" w:rsidRDefault="005B3ED9" w:rsidP="005B3ED9">
      <w:r>
        <w:t>816.0515</w:t>
      </w:r>
      <w:r>
        <w:tab/>
        <w:t>1.013e0</w:t>
      </w:r>
    </w:p>
    <w:p w:rsidR="005B3ED9" w:rsidRDefault="005B3ED9" w:rsidP="005B3ED9">
      <w:r>
        <w:t>816.0594</w:t>
      </w:r>
      <w:r>
        <w:tab/>
        <w:t>1.013e0</w:t>
      </w:r>
    </w:p>
    <w:p w:rsidR="005B3ED9" w:rsidRDefault="005B3ED9" w:rsidP="005B3ED9">
      <w:r>
        <w:t>816.0868</w:t>
      </w:r>
      <w:r>
        <w:tab/>
        <w:t>1.013e0</w:t>
      </w:r>
    </w:p>
    <w:p w:rsidR="005B3ED9" w:rsidRDefault="005B3ED9" w:rsidP="005B3ED9">
      <w:r>
        <w:t>816.1193</w:t>
      </w:r>
      <w:r>
        <w:tab/>
        <w:t>1.013e0</w:t>
      </w:r>
    </w:p>
    <w:p w:rsidR="005B3ED9" w:rsidRDefault="005B3ED9" w:rsidP="005B3ED9">
      <w:r>
        <w:t>816.2043</w:t>
      </w:r>
      <w:r>
        <w:tab/>
        <w:t>1.013e0</w:t>
      </w:r>
    </w:p>
    <w:p w:rsidR="005B3ED9" w:rsidRDefault="005B3ED9" w:rsidP="005B3ED9">
      <w:r>
        <w:t>816.2217</w:t>
      </w:r>
      <w:r>
        <w:tab/>
        <w:t>1.013e0</w:t>
      </w:r>
    </w:p>
    <w:p w:rsidR="005B3ED9" w:rsidRDefault="005B3ED9" w:rsidP="005B3ED9">
      <w:r>
        <w:t>816.4075</w:t>
      </w:r>
      <w:r>
        <w:tab/>
        <w:t>1.013e0</w:t>
      </w:r>
    </w:p>
    <w:p w:rsidR="005B3ED9" w:rsidRDefault="005B3ED9" w:rsidP="005B3ED9">
      <w:r>
        <w:t>816.4248</w:t>
      </w:r>
      <w:r>
        <w:tab/>
        <w:t>1.013e0</w:t>
      </w:r>
    </w:p>
    <w:p w:rsidR="005B3ED9" w:rsidRDefault="005B3ED9" w:rsidP="005B3ED9">
      <w:r>
        <w:t>816.4407</w:t>
      </w:r>
      <w:r>
        <w:tab/>
        <w:t>4.051e0</w:t>
      </w:r>
    </w:p>
    <w:p w:rsidR="005B3ED9" w:rsidRDefault="005B3ED9" w:rsidP="005B3ED9">
      <w:r>
        <w:t>816.4840</w:t>
      </w:r>
      <w:r>
        <w:tab/>
        <w:t>2.025e0</w:t>
      </w:r>
    </w:p>
    <w:p w:rsidR="005B3ED9" w:rsidRDefault="005B3ED9" w:rsidP="005B3ED9">
      <w:r>
        <w:t>816.5544</w:t>
      </w:r>
      <w:r>
        <w:tab/>
        <w:t>1.013e0</w:t>
      </w:r>
    </w:p>
    <w:p w:rsidR="005B3ED9" w:rsidRDefault="005B3ED9" w:rsidP="005B3ED9">
      <w:r>
        <w:t>816.5816</w:t>
      </w:r>
      <w:r>
        <w:tab/>
        <w:t>2.101e0</w:t>
      </w:r>
    </w:p>
    <w:p w:rsidR="005B3ED9" w:rsidRDefault="005B3ED9" w:rsidP="005B3ED9">
      <w:r>
        <w:t>816.6506</w:t>
      </w:r>
      <w:r>
        <w:tab/>
        <w:t>1.013e0</w:t>
      </w:r>
    </w:p>
    <w:p w:rsidR="005B3ED9" w:rsidRDefault="005B3ED9" w:rsidP="005B3ED9">
      <w:r>
        <w:t>816.7131</w:t>
      </w:r>
      <w:r>
        <w:tab/>
        <w:t>1.013e0</w:t>
      </w:r>
    </w:p>
    <w:p w:rsidR="005B3ED9" w:rsidRDefault="005B3ED9" w:rsidP="005B3ED9">
      <w:r>
        <w:lastRenderedPageBreak/>
        <w:t>816.8707</w:t>
      </w:r>
      <w:r>
        <w:tab/>
        <w:t>1.013e0</w:t>
      </w:r>
    </w:p>
    <w:p w:rsidR="005B3ED9" w:rsidRDefault="005B3ED9" w:rsidP="005B3ED9">
      <w:r>
        <w:t>816.9371</w:t>
      </w:r>
      <w:r>
        <w:tab/>
        <w:t>2.025e0</w:t>
      </w:r>
    </w:p>
    <w:p w:rsidR="005B3ED9" w:rsidRDefault="005B3ED9" w:rsidP="005B3ED9">
      <w:r>
        <w:t>817.0221</w:t>
      </w:r>
      <w:r>
        <w:tab/>
        <w:t>1.013e0</w:t>
      </w:r>
    </w:p>
    <w:p w:rsidR="005B3ED9" w:rsidRDefault="005B3ED9" w:rsidP="005B3ED9">
      <w:r>
        <w:t>817.0709</w:t>
      </w:r>
      <w:r>
        <w:tab/>
        <w:t>3.038e0</w:t>
      </w:r>
    </w:p>
    <w:p w:rsidR="005B3ED9" w:rsidRDefault="005B3ED9" w:rsidP="005B3ED9">
      <w:r>
        <w:t>817.2147</w:t>
      </w:r>
      <w:r>
        <w:tab/>
        <w:t>1.013e0</w:t>
      </w:r>
    </w:p>
    <w:p w:rsidR="005B3ED9" w:rsidRDefault="005B3ED9" w:rsidP="005B3ED9">
      <w:r>
        <w:t>817.4763</w:t>
      </w:r>
      <w:r>
        <w:tab/>
        <w:t>2.025e0</w:t>
      </w:r>
    </w:p>
    <w:p w:rsidR="005B3ED9" w:rsidRDefault="005B3ED9" w:rsidP="005B3ED9">
      <w:r>
        <w:t>817.8157</w:t>
      </w:r>
      <w:r>
        <w:tab/>
        <w:t>2.025e0</w:t>
      </w:r>
    </w:p>
    <w:p w:rsidR="005B3ED9" w:rsidRDefault="005B3ED9" w:rsidP="005B3ED9">
      <w:r>
        <w:t>817.9788</w:t>
      </w:r>
      <w:r>
        <w:tab/>
        <w:t>2.025e0</w:t>
      </w:r>
    </w:p>
    <w:p w:rsidR="005B3ED9" w:rsidRDefault="005B3ED9" w:rsidP="005B3ED9">
      <w:r>
        <w:t>818.0538</w:t>
      </w:r>
      <w:r>
        <w:tab/>
        <w:t>1.013e0</w:t>
      </w:r>
    </w:p>
    <w:p w:rsidR="005B3ED9" w:rsidRDefault="005B3ED9" w:rsidP="005B3ED9">
      <w:r>
        <w:t>818.2201</w:t>
      </w:r>
      <w:r>
        <w:tab/>
        <w:t>1.013e0</w:t>
      </w:r>
    </w:p>
    <w:p w:rsidR="005B3ED9" w:rsidRDefault="005B3ED9" w:rsidP="005B3ED9">
      <w:r>
        <w:t>818.2407</w:t>
      </w:r>
      <w:r>
        <w:tab/>
        <w:t>2.025e0</w:t>
      </w:r>
    </w:p>
    <w:p w:rsidR="005B3ED9" w:rsidRDefault="005B3ED9" w:rsidP="005B3ED9">
      <w:r>
        <w:t>818.3579</w:t>
      </w:r>
      <w:r>
        <w:tab/>
        <w:t>1.013e0</w:t>
      </w:r>
    </w:p>
    <w:p w:rsidR="005B3ED9" w:rsidRDefault="005B3ED9" w:rsidP="005B3ED9">
      <w:r>
        <w:t>818.3993</w:t>
      </w:r>
      <w:r>
        <w:tab/>
        <w:t>1.013e0</w:t>
      </w:r>
    </w:p>
    <w:p w:rsidR="005B3ED9" w:rsidRDefault="005B3ED9" w:rsidP="005B3ED9">
      <w:r>
        <w:t>818.4251</w:t>
      </w:r>
      <w:r>
        <w:tab/>
        <w:t>2.025e0</w:t>
      </w:r>
    </w:p>
    <w:p w:rsidR="005B3ED9" w:rsidRDefault="005B3ED9" w:rsidP="005B3ED9">
      <w:r>
        <w:t>818.4268</w:t>
      </w:r>
      <w:r>
        <w:tab/>
        <w:t>1.013e0</w:t>
      </w:r>
    </w:p>
    <w:p w:rsidR="005B3ED9" w:rsidRDefault="005B3ED9" w:rsidP="005B3ED9">
      <w:r>
        <w:t>818.5405</w:t>
      </w:r>
      <w:r>
        <w:tab/>
        <w:t>2.025e0</w:t>
      </w:r>
    </w:p>
    <w:p w:rsidR="005B3ED9" w:rsidRDefault="005B3ED9" w:rsidP="005B3ED9">
      <w:r>
        <w:t>818.5510</w:t>
      </w:r>
      <w:r>
        <w:tab/>
        <w:t>2.025e0</w:t>
      </w:r>
    </w:p>
    <w:p w:rsidR="005B3ED9" w:rsidRDefault="005B3ED9" w:rsidP="005B3ED9">
      <w:r>
        <w:t>818.5784</w:t>
      </w:r>
      <w:r>
        <w:tab/>
        <w:t>2.025e0</w:t>
      </w:r>
    </w:p>
    <w:p w:rsidR="005B3ED9" w:rsidRDefault="005B3ED9" w:rsidP="005B3ED9">
      <w:r>
        <w:t>818.6802</w:t>
      </w:r>
      <w:r>
        <w:tab/>
        <w:t>1.013e0</w:t>
      </w:r>
    </w:p>
    <w:p w:rsidR="005B3ED9" w:rsidRDefault="005B3ED9" w:rsidP="005B3ED9">
      <w:r>
        <w:lastRenderedPageBreak/>
        <w:t>818.7301</w:t>
      </w:r>
      <w:r>
        <w:tab/>
        <w:t>1.013e0</w:t>
      </w:r>
    </w:p>
    <w:p w:rsidR="005B3ED9" w:rsidRDefault="005B3ED9" w:rsidP="005B3ED9">
      <w:r>
        <w:t>818.7991</w:t>
      </w:r>
      <w:r>
        <w:tab/>
        <w:t>1.013e0</w:t>
      </w:r>
    </w:p>
    <w:p w:rsidR="005B3ED9" w:rsidRDefault="005B3ED9" w:rsidP="005B3ED9">
      <w:r>
        <w:t>818.9855</w:t>
      </w:r>
      <w:r>
        <w:tab/>
        <w:t>2.025e0</w:t>
      </w:r>
    </w:p>
    <w:p w:rsidR="005B3ED9" w:rsidRDefault="005B3ED9" w:rsidP="005B3ED9">
      <w:r>
        <w:t>819.1382</w:t>
      </w:r>
      <w:r>
        <w:tab/>
        <w:t>1.013e0</w:t>
      </w:r>
    </w:p>
    <w:p w:rsidR="005B3ED9" w:rsidRDefault="005B3ED9" w:rsidP="005B3ED9">
      <w:r>
        <w:t>819.4337</w:t>
      </w:r>
      <w:r>
        <w:tab/>
        <w:t>1.013e0</w:t>
      </w:r>
    </w:p>
    <w:p w:rsidR="005B3ED9" w:rsidRDefault="005B3ED9" w:rsidP="005B3ED9">
      <w:r>
        <w:t>819.4437</w:t>
      </w:r>
      <w:r>
        <w:tab/>
        <w:t>1.013e0</w:t>
      </w:r>
    </w:p>
    <w:p w:rsidR="005B3ED9" w:rsidRDefault="005B3ED9" w:rsidP="005B3ED9">
      <w:r>
        <w:t>819.5191</w:t>
      </w:r>
      <w:r>
        <w:tab/>
        <w:t>2.025e0</w:t>
      </w:r>
    </w:p>
    <w:p w:rsidR="005B3ED9" w:rsidRDefault="005B3ED9" w:rsidP="005B3ED9">
      <w:r>
        <w:t>819.5210</w:t>
      </w:r>
      <w:r>
        <w:tab/>
        <w:t>2.025e0</w:t>
      </w:r>
    </w:p>
    <w:p w:rsidR="005B3ED9" w:rsidRDefault="005B3ED9" w:rsidP="005B3ED9">
      <w:r>
        <w:t>819.5579</w:t>
      </w:r>
      <w:r>
        <w:tab/>
        <w:t>1.013e0</w:t>
      </w:r>
    </w:p>
    <w:p w:rsidR="005B3ED9" w:rsidRDefault="005B3ED9" w:rsidP="005B3ED9">
      <w:r>
        <w:t>819.7318</w:t>
      </w:r>
      <w:r>
        <w:tab/>
        <w:t>1.013e0</w:t>
      </w:r>
    </w:p>
    <w:p w:rsidR="005B3ED9" w:rsidRDefault="005B3ED9" w:rsidP="005B3ED9">
      <w:r>
        <w:t>819.7372</w:t>
      </w:r>
      <w:r>
        <w:tab/>
        <w:t>1.013e0</w:t>
      </w:r>
    </w:p>
    <w:p w:rsidR="005B3ED9" w:rsidRDefault="005B3ED9" w:rsidP="005B3ED9">
      <w:r>
        <w:t>819.7925</w:t>
      </w:r>
      <w:r>
        <w:tab/>
        <w:t>1.013e0</w:t>
      </w:r>
    </w:p>
    <w:p w:rsidR="005B3ED9" w:rsidRDefault="005B3ED9" w:rsidP="005B3ED9">
      <w:r>
        <w:t>819.9170</w:t>
      </w:r>
      <w:r>
        <w:tab/>
        <w:t>1.013e0</w:t>
      </w:r>
    </w:p>
    <w:p w:rsidR="005B3ED9" w:rsidRDefault="005B3ED9" w:rsidP="005B3ED9">
      <w:r>
        <w:t>820.0876</w:t>
      </w:r>
      <w:r>
        <w:tab/>
        <w:t>1.013e0</w:t>
      </w:r>
    </w:p>
    <w:p w:rsidR="005B3ED9" w:rsidRDefault="005B3ED9" w:rsidP="005B3ED9">
      <w:r>
        <w:t>820.1238</w:t>
      </w:r>
      <w:r>
        <w:tab/>
        <w:t>1.013e0</w:t>
      </w:r>
    </w:p>
    <w:p w:rsidR="005B3ED9" w:rsidRDefault="005B3ED9" w:rsidP="005B3ED9">
      <w:r>
        <w:t>820.3586</w:t>
      </w:r>
      <w:r>
        <w:tab/>
        <w:t>1.013e0</w:t>
      </w:r>
    </w:p>
    <w:p w:rsidR="005B3ED9" w:rsidRDefault="005B3ED9" w:rsidP="005B3ED9">
      <w:r>
        <w:t>820.3726</w:t>
      </w:r>
      <w:r>
        <w:tab/>
        <w:t>1.013e0</w:t>
      </w:r>
    </w:p>
    <w:p w:rsidR="005B3ED9" w:rsidRDefault="005B3ED9" w:rsidP="005B3ED9">
      <w:r>
        <w:t>820.4277</w:t>
      </w:r>
      <w:r>
        <w:tab/>
        <w:t>1.013e0</w:t>
      </w:r>
    </w:p>
    <w:p w:rsidR="005B3ED9" w:rsidRDefault="005B3ED9" w:rsidP="005B3ED9">
      <w:r>
        <w:t>820.4522</w:t>
      </w:r>
      <w:r>
        <w:tab/>
        <w:t>3.038e0</w:t>
      </w:r>
    </w:p>
    <w:p w:rsidR="005B3ED9" w:rsidRDefault="005B3ED9" w:rsidP="005B3ED9">
      <w:r>
        <w:lastRenderedPageBreak/>
        <w:t>820.5798</w:t>
      </w:r>
      <w:r>
        <w:tab/>
        <w:t>1.013e0</w:t>
      </w:r>
    </w:p>
    <w:p w:rsidR="005B3ED9" w:rsidRDefault="005B3ED9" w:rsidP="005B3ED9">
      <w:r>
        <w:t>820.5998</w:t>
      </w:r>
      <w:r>
        <w:tab/>
        <w:t>3.038e0</w:t>
      </w:r>
    </w:p>
    <w:p w:rsidR="005B3ED9" w:rsidRDefault="005B3ED9" w:rsidP="005B3ED9">
      <w:r>
        <w:t>820.6074</w:t>
      </w:r>
      <w:r>
        <w:tab/>
        <w:t>1.013e0</w:t>
      </w:r>
    </w:p>
    <w:p w:rsidR="005B3ED9" w:rsidRDefault="005B3ED9" w:rsidP="005B3ED9">
      <w:r>
        <w:t>820.6725</w:t>
      </w:r>
      <w:r>
        <w:tab/>
        <w:t>3.038e0</w:t>
      </w:r>
    </w:p>
    <w:p w:rsidR="005B3ED9" w:rsidRDefault="005B3ED9" w:rsidP="005B3ED9">
      <w:r>
        <w:t>820.8008</w:t>
      </w:r>
      <w:r>
        <w:tab/>
        <w:t>1.013e0</w:t>
      </w:r>
    </w:p>
    <w:p w:rsidR="005B3ED9" w:rsidRDefault="005B3ED9" w:rsidP="005B3ED9">
      <w:r>
        <w:t>820.8337</w:t>
      </w:r>
      <w:r>
        <w:tab/>
        <w:t>1.013e0</w:t>
      </w:r>
    </w:p>
    <w:p w:rsidR="005B3ED9" w:rsidRDefault="005B3ED9" w:rsidP="005B3ED9">
      <w:r>
        <w:t>820.9529</w:t>
      </w:r>
      <w:r>
        <w:tab/>
        <w:t>1.013e0</w:t>
      </w:r>
    </w:p>
    <w:p w:rsidR="005B3ED9" w:rsidRDefault="005B3ED9" w:rsidP="005B3ED9">
      <w:r>
        <w:t>820.9611</w:t>
      </w:r>
      <w:r>
        <w:tab/>
        <w:t>2.025e0</w:t>
      </w:r>
    </w:p>
    <w:p w:rsidR="005B3ED9" w:rsidRDefault="005B3ED9" w:rsidP="005B3ED9">
      <w:r>
        <w:t>821.0370</w:t>
      </w:r>
      <w:r>
        <w:tab/>
        <w:t>3.038e0</w:t>
      </w:r>
    </w:p>
    <w:p w:rsidR="005B3ED9" w:rsidRDefault="005B3ED9" w:rsidP="005B3ED9">
      <w:r>
        <w:t>821.0912</w:t>
      </w:r>
      <w:r>
        <w:tab/>
        <w:t>1.013e0</w:t>
      </w:r>
    </w:p>
    <w:p w:rsidR="005B3ED9" w:rsidRDefault="005B3ED9" w:rsidP="005B3ED9">
      <w:r>
        <w:t>821.2709</w:t>
      </w:r>
      <w:r>
        <w:tab/>
        <w:t>3.038e0</w:t>
      </w:r>
    </w:p>
    <w:p w:rsidR="005B3ED9" w:rsidRDefault="005B3ED9" w:rsidP="005B3ED9">
      <w:r>
        <w:t>821.3954</w:t>
      </w:r>
      <w:r>
        <w:tab/>
        <w:t>1.013e0</w:t>
      </w:r>
    </w:p>
    <w:p w:rsidR="005B3ED9" w:rsidRDefault="005B3ED9" w:rsidP="005B3ED9">
      <w:r>
        <w:t>821.4783</w:t>
      </w:r>
      <w:r>
        <w:tab/>
        <w:t>2.025e0</w:t>
      </w:r>
    </w:p>
    <w:p w:rsidR="005B3ED9" w:rsidRDefault="005B3ED9" w:rsidP="005B3ED9">
      <w:r>
        <w:t>821.5471</w:t>
      </w:r>
      <w:r>
        <w:tab/>
        <w:t>1.013e0</w:t>
      </w:r>
    </w:p>
    <w:p w:rsidR="005B3ED9" w:rsidRDefault="005B3ED9" w:rsidP="005B3ED9">
      <w:r>
        <w:t>821.8381</w:t>
      </w:r>
      <w:r>
        <w:tab/>
        <w:t>1.013e0</w:t>
      </w:r>
    </w:p>
    <w:p w:rsidR="005B3ED9" w:rsidRDefault="005B3ED9" w:rsidP="005B3ED9">
      <w:r>
        <w:t>821.8519</w:t>
      </w:r>
      <w:r>
        <w:tab/>
        <w:t>1.013e0</w:t>
      </w:r>
    </w:p>
    <w:p w:rsidR="005B3ED9" w:rsidRDefault="005B3ED9" w:rsidP="005B3ED9">
      <w:r>
        <w:t>821.8672</w:t>
      </w:r>
      <w:r>
        <w:tab/>
        <w:t>1.013e0</w:t>
      </w:r>
    </w:p>
    <w:p w:rsidR="005B3ED9" w:rsidRDefault="005B3ED9" w:rsidP="005B3ED9">
      <w:r>
        <w:t>822.1426</w:t>
      </w:r>
      <w:r>
        <w:tab/>
        <w:t>2.025e0</w:t>
      </w:r>
    </w:p>
    <w:p w:rsidR="005B3ED9" w:rsidRDefault="005B3ED9" w:rsidP="005B3ED9">
      <w:r>
        <w:t>822.2074</w:t>
      </w:r>
      <w:r>
        <w:tab/>
        <w:t>1.013e0</w:t>
      </w:r>
    </w:p>
    <w:p w:rsidR="005B3ED9" w:rsidRDefault="005B3ED9" w:rsidP="005B3ED9">
      <w:r>
        <w:lastRenderedPageBreak/>
        <w:t>822.3927</w:t>
      </w:r>
      <w:r>
        <w:tab/>
        <w:t>1.013e0</w:t>
      </w:r>
    </w:p>
    <w:p w:rsidR="005B3ED9" w:rsidRDefault="005B3ED9" w:rsidP="005B3ED9">
      <w:r>
        <w:t>822.4063</w:t>
      </w:r>
      <w:r>
        <w:tab/>
        <w:t>2.025e0</w:t>
      </w:r>
    </w:p>
    <w:p w:rsidR="005B3ED9" w:rsidRDefault="005B3ED9" w:rsidP="005B3ED9">
      <w:r>
        <w:t>822.4264</w:t>
      </w:r>
      <w:r>
        <w:tab/>
        <w:t>2.025e0</w:t>
      </w:r>
    </w:p>
    <w:p w:rsidR="005B3ED9" w:rsidRDefault="005B3ED9" w:rsidP="005B3ED9">
      <w:r>
        <w:t>822.4954</w:t>
      </w:r>
      <w:r>
        <w:tab/>
        <w:t>1.013e0</w:t>
      </w:r>
    </w:p>
    <w:p w:rsidR="005B3ED9" w:rsidRDefault="005B3ED9" w:rsidP="005B3ED9">
      <w:r>
        <w:t>822.5165</w:t>
      </w:r>
      <w:r>
        <w:tab/>
        <w:t>1.013e0</w:t>
      </w:r>
    </w:p>
    <w:p w:rsidR="005B3ED9" w:rsidRDefault="005B3ED9" w:rsidP="005B3ED9">
      <w:r>
        <w:t>822.6134</w:t>
      </w:r>
      <w:r>
        <w:tab/>
        <w:t>1.013e0</w:t>
      </w:r>
    </w:p>
    <w:p w:rsidR="005B3ED9" w:rsidRDefault="005B3ED9" w:rsidP="005B3ED9">
      <w:r>
        <w:t>822.6827</w:t>
      </w:r>
      <w:r>
        <w:tab/>
        <w:t>1.013e0</w:t>
      </w:r>
    </w:p>
    <w:p w:rsidR="005B3ED9" w:rsidRDefault="005B3ED9" w:rsidP="005B3ED9">
      <w:r>
        <w:t>822.7658</w:t>
      </w:r>
      <w:r>
        <w:tab/>
        <w:t>1.013e0</w:t>
      </w:r>
    </w:p>
    <w:p w:rsidR="005B3ED9" w:rsidRDefault="005B3ED9" w:rsidP="005B3ED9">
      <w:r>
        <w:t>822.8275</w:t>
      </w:r>
      <w:r>
        <w:tab/>
        <w:t>2.025e0</w:t>
      </w:r>
    </w:p>
    <w:p w:rsidR="005B3ED9" w:rsidRDefault="005B3ED9" w:rsidP="005B3ED9">
      <w:r>
        <w:t>822.8566</w:t>
      </w:r>
      <w:r>
        <w:tab/>
        <w:t>2.025e0</w:t>
      </w:r>
    </w:p>
    <w:p w:rsidR="005B3ED9" w:rsidRDefault="005B3ED9" w:rsidP="005B3ED9">
      <w:r>
        <w:t>822.9039</w:t>
      </w:r>
      <w:r>
        <w:tab/>
        <w:t>2.025e0</w:t>
      </w:r>
    </w:p>
    <w:p w:rsidR="005B3ED9" w:rsidRDefault="005B3ED9" w:rsidP="005B3ED9">
      <w:r>
        <w:t>822.9458</w:t>
      </w:r>
      <w:r>
        <w:tab/>
        <w:t>1.013e0</w:t>
      </w:r>
    </w:p>
    <w:p w:rsidR="005B3ED9" w:rsidRDefault="005B3ED9" w:rsidP="005B3ED9">
      <w:r>
        <w:t>823.0381</w:t>
      </w:r>
      <w:r>
        <w:tab/>
        <w:t>1.013e0</w:t>
      </w:r>
    </w:p>
    <w:p w:rsidR="005B3ED9" w:rsidRDefault="005B3ED9" w:rsidP="005B3ED9">
      <w:r>
        <w:t>823.0905</w:t>
      </w:r>
      <w:r>
        <w:tab/>
        <w:t>3.038e0</w:t>
      </w:r>
    </w:p>
    <w:p w:rsidR="005B3ED9" w:rsidRDefault="005B3ED9" w:rsidP="005B3ED9">
      <w:r>
        <w:t>823.3215</w:t>
      </w:r>
      <w:r>
        <w:tab/>
        <w:t>2.025e0</w:t>
      </w:r>
    </w:p>
    <w:p w:rsidR="005B3ED9" w:rsidRDefault="005B3ED9" w:rsidP="005B3ED9">
      <w:r>
        <w:t>823.3989</w:t>
      </w:r>
      <w:r>
        <w:tab/>
        <w:t>2.025e0</w:t>
      </w:r>
    </w:p>
    <w:p w:rsidR="005B3ED9" w:rsidRDefault="005B3ED9" w:rsidP="005B3ED9">
      <w:r>
        <w:t>823.4688</w:t>
      </w:r>
      <w:r>
        <w:tab/>
        <w:t>3.038e0</w:t>
      </w:r>
    </w:p>
    <w:p w:rsidR="005B3ED9" w:rsidRDefault="005B3ED9" w:rsidP="005B3ED9">
      <w:r>
        <w:t>823.4726</w:t>
      </w:r>
      <w:r>
        <w:tab/>
        <w:t>1.013e0</w:t>
      </w:r>
    </w:p>
    <w:p w:rsidR="005B3ED9" w:rsidRDefault="005B3ED9" w:rsidP="005B3ED9">
      <w:r>
        <w:t>823.6484</w:t>
      </w:r>
      <w:r>
        <w:tab/>
        <w:t>2.025e0</w:t>
      </w:r>
    </w:p>
    <w:p w:rsidR="005B3ED9" w:rsidRDefault="005B3ED9" w:rsidP="005B3ED9">
      <w:r>
        <w:lastRenderedPageBreak/>
        <w:t>823.7430</w:t>
      </w:r>
      <w:r>
        <w:tab/>
        <w:t>2.025e0</w:t>
      </w:r>
    </w:p>
    <w:p w:rsidR="005B3ED9" w:rsidRDefault="005B3ED9" w:rsidP="005B3ED9">
      <w:r>
        <w:t>823.7499</w:t>
      </w:r>
      <w:r>
        <w:tab/>
        <w:t>1.013e0</w:t>
      </w:r>
    </w:p>
    <w:p w:rsidR="005B3ED9" w:rsidRDefault="005B3ED9" w:rsidP="005B3ED9">
      <w:r>
        <w:t>823.8335</w:t>
      </w:r>
      <w:r>
        <w:tab/>
        <w:t>1.013e0</w:t>
      </w:r>
    </w:p>
    <w:p w:rsidR="005B3ED9" w:rsidRDefault="005B3ED9" w:rsidP="005B3ED9">
      <w:r>
        <w:t>824.0550</w:t>
      </w:r>
      <w:r>
        <w:tab/>
        <w:t>1.013e0</w:t>
      </w:r>
    </w:p>
    <w:p w:rsidR="005B3ED9" w:rsidRDefault="005B3ED9" w:rsidP="005B3ED9">
      <w:r>
        <w:t>824.1799</w:t>
      </w:r>
      <w:r>
        <w:tab/>
        <w:t>1.013e0</w:t>
      </w:r>
    </w:p>
    <w:p w:rsidR="005B3ED9" w:rsidRDefault="005B3ED9" w:rsidP="005B3ED9">
      <w:r>
        <w:t>824.2415</w:t>
      </w:r>
      <w:r>
        <w:tab/>
        <w:t>1.013e0</w:t>
      </w:r>
    </w:p>
    <w:p w:rsidR="005B3ED9" w:rsidRDefault="005B3ED9" w:rsidP="005B3ED9">
      <w:r>
        <w:t>824.2492</w:t>
      </w:r>
      <w:r>
        <w:tab/>
        <w:t>1.013e0</w:t>
      </w:r>
    </w:p>
    <w:p w:rsidR="005B3ED9" w:rsidRDefault="005B3ED9" w:rsidP="005B3ED9">
      <w:r>
        <w:t>824.3464</w:t>
      </w:r>
      <w:r>
        <w:tab/>
        <w:t>1.013e0</w:t>
      </w:r>
    </w:p>
    <w:p w:rsidR="005B3ED9" w:rsidRDefault="005B3ED9" w:rsidP="005B3ED9">
      <w:r>
        <w:t>824.3528</w:t>
      </w:r>
      <w:r>
        <w:tab/>
        <w:t>2.025e0</w:t>
      </w:r>
    </w:p>
    <w:p w:rsidR="005B3ED9" w:rsidRDefault="005B3ED9" w:rsidP="005B3ED9">
      <w:r>
        <w:t>824.4617</w:t>
      </w:r>
      <w:r>
        <w:tab/>
        <w:t>1.013e0</w:t>
      </w:r>
    </w:p>
    <w:p w:rsidR="005B3ED9" w:rsidRDefault="005B3ED9" w:rsidP="005B3ED9">
      <w:r>
        <w:t>824.5129</w:t>
      </w:r>
      <w:r>
        <w:tab/>
        <w:t>1.013e0</w:t>
      </w:r>
    </w:p>
    <w:p w:rsidR="005B3ED9" w:rsidRDefault="005B3ED9" w:rsidP="005B3ED9">
      <w:r>
        <w:t>824.6102</w:t>
      </w:r>
      <w:r>
        <w:tab/>
        <w:t>1.013e0</w:t>
      </w:r>
    </w:p>
    <w:p w:rsidR="005B3ED9" w:rsidRDefault="005B3ED9" w:rsidP="005B3ED9">
      <w:r>
        <w:t>824.6240</w:t>
      </w:r>
      <w:r>
        <w:tab/>
        <w:t>2.025e0</w:t>
      </w:r>
    </w:p>
    <w:p w:rsidR="005B3ED9" w:rsidRDefault="005B3ED9" w:rsidP="005B3ED9">
      <w:r>
        <w:t>824.7348</w:t>
      </w:r>
      <w:r>
        <w:tab/>
        <w:t>2.025e0</w:t>
      </w:r>
    </w:p>
    <w:p w:rsidR="005B3ED9" w:rsidRDefault="005B3ED9" w:rsidP="005B3ED9">
      <w:r>
        <w:t>824.7900</w:t>
      </w:r>
      <w:r>
        <w:tab/>
        <w:t>4.051e0</w:t>
      </w:r>
    </w:p>
    <w:p w:rsidR="005B3ED9" w:rsidRDefault="005B3ED9" w:rsidP="005B3ED9">
      <w:r>
        <w:t>824.8415</w:t>
      </w:r>
      <w:r>
        <w:tab/>
        <w:t>2.025e0</w:t>
      </w:r>
    </w:p>
    <w:p w:rsidR="005B3ED9" w:rsidRDefault="005B3ED9" w:rsidP="005B3ED9">
      <w:r>
        <w:t>824.8739</w:t>
      </w:r>
      <w:r>
        <w:tab/>
        <w:t>1.013e0</w:t>
      </w:r>
    </w:p>
    <w:p w:rsidR="005B3ED9" w:rsidRDefault="005B3ED9" w:rsidP="005B3ED9">
      <w:r>
        <w:t>824.9712</w:t>
      </w:r>
      <w:r>
        <w:tab/>
        <w:t>2.025e0</w:t>
      </w:r>
    </w:p>
    <w:p w:rsidR="005B3ED9" w:rsidRDefault="005B3ED9" w:rsidP="005B3ED9">
      <w:r>
        <w:t>825.0390</w:t>
      </w:r>
      <w:r>
        <w:tab/>
        <w:t>1.013e0</w:t>
      </w:r>
    </w:p>
    <w:p w:rsidR="005B3ED9" w:rsidRDefault="005B3ED9" w:rsidP="005B3ED9">
      <w:r>
        <w:lastRenderedPageBreak/>
        <w:t>825.0546</w:t>
      </w:r>
      <w:r>
        <w:tab/>
        <w:t>1.013e0</w:t>
      </w:r>
    </w:p>
    <w:p w:rsidR="005B3ED9" w:rsidRDefault="005B3ED9" w:rsidP="005B3ED9">
      <w:r>
        <w:t>825.1568</w:t>
      </w:r>
      <w:r>
        <w:tab/>
        <w:t>1.013e0</w:t>
      </w:r>
    </w:p>
    <w:p w:rsidR="005B3ED9" w:rsidRDefault="005B3ED9" w:rsidP="005B3ED9">
      <w:r>
        <w:t>825.1934</w:t>
      </w:r>
      <w:r>
        <w:tab/>
        <w:t>1.013e0</w:t>
      </w:r>
    </w:p>
    <w:p w:rsidR="005B3ED9" w:rsidRDefault="005B3ED9" w:rsidP="005B3ED9">
      <w:r>
        <w:t>825.2350</w:t>
      </w:r>
      <w:r>
        <w:tab/>
        <w:t>1.013e0</w:t>
      </w:r>
    </w:p>
    <w:p w:rsidR="005B3ED9" w:rsidRDefault="005B3ED9" w:rsidP="005B3ED9">
      <w:r>
        <w:t>825.3766</w:t>
      </w:r>
      <w:r>
        <w:tab/>
        <w:t>1.013e0</w:t>
      </w:r>
    </w:p>
    <w:p w:rsidR="005B3ED9" w:rsidRDefault="005B3ED9" w:rsidP="005B3ED9">
      <w:r>
        <w:t>825.3879</w:t>
      </w:r>
      <w:r>
        <w:tab/>
        <w:t>1.013e0</w:t>
      </w:r>
    </w:p>
    <w:p w:rsidR="005B3ED9" w:rsidRDefault="005B3ED9" w:rsidP="005B3ED9">
      <w:r>
        <w:t>825.4435</w:t>
      </w:r>
      <w:r>
        <w:tab/>
        <w:t>1.013e0</w:t>
      </w:r>
    </w:p>
    <w:p w:rsidR="005B3ED9" w:rsidRDefault="005B3ED9" w:rsidP="005B3ED9">
      <w:r>
        <w:t>825.4575</w:t>
      </w:r>
      <w:r>
        <w:tab/>
        <w:t>1.013e0</w:t>
      </w:r>
    </w:p>
    <w:p w:rsidR="005B3ED9" w:rsidRDefault="005B3ED9" w:rsidP="005B3ED9">
      <w:r>
        <w:t>825.6490</w:t>
      </w:r>
      <w:r>
        <w:tab/>
        <w:t>1.013e0</w:t>
      </w:r>
    </w:p>
    <w:p w:rsidR="005B3ED9" w:rsidRDefault="005B3ED9" w:rsidP="005B3ED9">
      <w:r>
        <w:t>825.6658</w:t>
      </w:r>
      <w:r>
        <w:tab/>
        <w:t>1.013e0</w:t>
      </w:r>
    </w:p>
    <w:p w:rsidR="005B3ED9" w:rsidRDefault="005B3ED9" w:rsidP="005B3ED9">
      <w:r>
        <w:t>825.7504</w:t>
      </w:r>
      <w:r>
        <w:tab/>
        <w:t>2.025e0</w:t>
      </w:r>
    </w:p>
    <w:p w:rsidR="005B3ED9" w:rsidRDefault="005B3ED9" w:rsidP="005B3ED9">
      <w:r>
        <w:t>825.8717</w:t>
      </w:r>
      <w:r>
        <w:tab/>
        <w:t>3.038e0</w:t>
      </w:r>
    </w:p>
    <w:p w:rsidR="005B3ED9" w:rsidRDefault="005B3ED9" w:rsidP="005B3ED9">
      <w:r>
        <w:t>825.9802</w:t>
      </w:r>
      <w:r>
        <w:tab/>
        <w:t>2.025e0</w:t>
      </w:r>
    </w:p>
    <w:p w:rsidR="005B3ED9" w:rsidRDefault="005B3ED9" w:rsidP="005B3ED9">
      <w:r>
        <w:t>826.0716</w:t>
      </w:r>
      <w:r>
        <w:tab/>
        <w:t>1.013e0</w:t>
      </w:r>
    </w:p>
    <w:p w:rsidR="005B3ED9" w:rsidRDefault="005B3ED9" w:rsidP="005B3ED9">
      <w:r>
        <w:t>826.1108</w:t>
      </w:r>
      <w:r>
        <w:tab/>
        <w:t>1.013e0</w:t>
      </w:r>
    </w:p>
    <w:p w:rsidR="005B3ED9" w:rsidRDefault="005B3ED9" w:rsidP="005B3ED9">
      <w:r>
        <w:t>826.2416</w:t>
      </w:r>
      <w:r>
        <w:tab/>
        <w:t>1.013e0</w:t>
      </w:r>
    </w:p>
    <w:p w:rsidR="005B3ED9" w:rsidRDefault="005B3ED9" w:rsidP="005B3ED9">
      <w:r>
        <w:t>826.2589</w:t>
      </w:r>
      <w:r>
        <w:tab/>
        <w:t>1.013e0</w:t>
      </w:r>
    </w:p>
    <w:p w:rsidR="005B3ED9" w:rsidRDefault="005B3ED9" w:rsidP="005B3ED9">
      <w:r>
        <w:t>826.3880</w:t>
      </w:r>
      <w:r>
        <w:tab/>
        <w:t>3.038e0</w:t>
      </w:r>
    </w:p>
    <w:p w:rsidR="005B3ED9" w:rsidRDefault="005B3ED9" w:rsidP="005B3ED9">
      <w:r>
        <w:t>826.3965</w:t>
      </w:r>
      <w:r>
        <w:tab/>
        <w:t>5.063e0</w:t>
      </w:r>
    </w:p>
    <w:p w:rsidR="005B3ED9" w:rsidRDefault="005B3ED9" w:rsidP="005B3ED9">
      <w:r>
        <w:lastRenderedPageBreak/>
        <w:t>826.4790</w:t>
      </w:r>
      <w:r>
        <w:tab/>
        <w:t>1.013e0</w:t>
      </w:r>
    </w:p>
    <w:p w:rsidR="005B3ED9" w:rsidRDefault="005B3ED9" w:rsidP="005B3ED9">
      <w:r>
        <w:t>826.5559</w:t>
      </w:r>
      <w:r>
        <w:tab/>
        <w:t>2.025e0</w:t>
      </w:r>
    </w:p>
    <w:p w:rsidR="005B3ED9" w:rsidRDefault="005B3ED9" w:rsidP="005B3ED9">
      <w:r>
        <w:t>826.5976</w:t>
      </w:r>
      <w:r>
        <w:tab/>
        <w:t>1.013e0</w:t>
      </w:r>
    </w:p>
    <w:p w:rsidR="005B3ED9" w:rsidRDefault="005B3ED9" w:rsidP="005B3ED9">
      <w:r>
        <w:t>826.6665</w:t>
      </w:r>
      <w:r>
        <w:tab/>
        <w:t>1.013e0</w:t>
      </w:r>
    </w:p>
    <w:p w:rsidR="005B3ED9" w:rsidRDefault="005B3ED9" w:rsidP="005B3ED9">
      <w:r>
        <w:t>826.7229</w:t>
      </w:r>
      <w:r>
        <w:tab/>
        <w:t>2.025e0</w:t>
      </w:r>
    </w:p>
    <w:p w:rsidR="005B3ED9" w:rsidRDefault="005B3ED9" w:rsidP="005B3ED9">
      <w:r>
        <w:t>826.7507</w:t>
      </w:r>
      <w:r>
        <w:tab/>
        <w:t>2.025e0</w:t>
      </w:r>
    </w:p>
    <w:p w:rsidR="005B3ED9" w:rsidRDefault="005B3ED9" w:rsidP="005B3ED9">
      <w:r>
        <w:t>826.8064</w:t>
      </w:r>
      <w:r>
        <w:tab/>
        <w:t>1.013e0</w:t>
      </w:r>
    </w:p>
    <w:p w:rsidR="005B3ED9" w:rsidRDefault="005B3ED9" w:rsidP="005B3ED9">
      <w:r>
        <w:t>826.8709</w:t>
      </w:r>
      <w:r>
        <w:tab/>
        <w:t>3.011e0</w:t>
      </w:r>
    </w:p>
    <w:p w:rsidR="005B3ED9" w:rsidRDefault="005B3ED9" w:rsidP="005B3ED9">
      <w:r>
        <w:t>826.8899</w:t>
      </w:r>
      <w:r>
        <w:tab/>
        <w:t>1.013e0</w:t>
      </w:r>
    </w:p>
    <w:p w:rsidR="005B3ED9" w:rsidRDefault="005B3ED9" w:rsidP="005B3ED9">
      <w:r>
        <w:t>826.9733</w:t>
      </w:r>
      <w:r>
        <w:tab/>
        <w:t>1.013e0</w:t>
      </w:r>
    </w:p>
    <w:p w:rsidR="005B3ED9" w:rsidRDefault="005B3ED9" w:rsidP="005B3ED9">
      <w:r>
        <w:t>827.0564</w:t>
      </w:r>
      <w:r>
        <w:tab/>
        <w:t>1.013e0</w:t>
      </w:r>
    </w:p>
    <w:p w:rsidR="005B3ED9" w:rsidRDefault="005B3ED9" w:rsidP="005B3ED9">
      <w:r>
        <w:t>827.2586</w:t>
      </w:r>
      <w:r>
        <w:tab/>
        <w:t>1.013e0</w:t>
      </w:r>
    </w:p>
    <w:p w:rsidR="005B3ED9" w:rsidRDefault="005B3ED9" w:rsidP="005B3ED9">
      <w:r>
        <w:t>827.4284</w:t>
      </w:r>
      <w:r>
        <w:tab/>
        <w:t>1.013e0</w:t>
      </w:r>
    </w:p>
    <w:p w:rsidR="005B3ED9" w:rsidRDefault="005B3ED9" w:rsidP="005B3ED9">
      <w:r>
        <w:t>827.4329</w:t>
      </w:r>
      <w:r>
        <w:tab/>
        <w:t>1.013e0</w:t>
      </w:r>
    </w:p>
    <w:p w:rsidR="005B3ED9" w:rsidRDefault="005B3ED9" w:rsidP="005B3ED9">
      <w:r>
        <w:t>827.4468</w:t>
      </w:r>
      <w:r>
        <w:tab/>
        <w:t>1.013e0</w:t>
      </w:r>
    </w:p>
    <w:p w:rsidR="005B3ED9" w:rsidRDefault="005B3ED9" w:rsidP="005B3ED9">
      <w:r>
        <w:t>827.5443</w:t>
      </w:r>
      <w:r>
        <w:tab/>
        <w:t>1.013e0</w:t>
      </w:r>
    </w:p>
    <w:p w:rsidR="005B3ED9" w:rsidRDefault="005B3ED9" w:rsidP="005B3ED9">
      <w:r>
        <w:t>827.5460</w:t>
      </w:r>
      <w:r>
        <w:tab/>
        <w:t>1.013e0</w:t>
      </w:r>
    </w:p>
    <w:p w:rsidR="005B3ED9" w:rsidRDefault="005B3ED9" w:rsidP="005B3ED9">
      <w:r>
        <w:t>827.6311</w:t>
      </w:r>
      <w:r>
        <w:tab/>
        <w:t>1.013e0</w:t>
      </w:r>
    </w:p>
    <w:p w:rsidR="005B3ED9" w:rsidRDefault="005B3ED9" w:rsidP="005B3ED9">
      <w:r>
        <w:t>827.7451</w:t>
      </w:r>
      <w:r>
        <w:tab/>
        <w:t>2.025e0</w:t>
      </w:r>
    </w:p>
    <w:p w:rsidR="005B3ED9" w:rsidRDefault="005B3ED9" w:rsidP="005B3ED9">
      <w:r>
        <w:lastRenderedPageBreak/>
        <w:t>827.8229</w:t>
      </w:r>
      <w:r>
        <w:tab/>
        <w:t>1.013e0</w:t>
      </w:r>
    </w:p>
    <w:p w:rsidR="005B3ED9" w:rsidRDefault="005B3ED9" w:rsidP="005B3ED9">
      <w:r>
        <w:t>827.8926</w:t>
      </w:r>
      <w:r>
        <w:tab/>
        <w:t>1.013e0</w:t>
      </w:r>
    </w:p>
    <w:p w:rsidR="005B3ED9" w:rsidRDefault="005B3ED9" w:rsidP="005B3ED9">
      <w:r>
        <w:t>828.0041</w:t>
      </w:r>
      <w:r>
        <w:tab/>
        <w:t>2.025e0</w:t>
      </w:r>
    </w:p>
    <w:p w:rsidR="005B3ED9" w:rsidRDefault="005B3ED9" w:rsidP="005B3ED9">
      <w:r>
        <w:t>828.0181</w:t>
      </w:r>
      <w:r>
        <w:tab/>
        <w:t>1.013e0</w:t>
      </w:r>
    </w:p>
    <w:p w:rsidR="005B3ED9" w:rsidRDefault="005B3ED9" w:rsidP="005B3ED9">
      <w:r>
        <w:t>828.1405</w:t>
      </w:r>
      <w:r>
        <w:tab/>
        <w:t>1.013e0</w:t>
      </w:r>
    </w:p>
    <w:p w:rsidR="005B3ED9" w:rsidRDefault="005B3ED9" w:rsidP="005B3ED9">
      <w:r>
        <w:t>828.2581</w:t>
      </w:r>
      <w:r>
        <w:tab/>
        <w:t>1.013e0</w:t>
      </w:r>
    </w:p>
    <w:p w:rsidR="005B3ED9" w:rsidRDefault="005B3ED9" w:rsidP="005B3ED9">
      <w:r>
        <w:t>828.3603</w:t>
      </w:r>
      <w:r>
        <w:tab/>
        <w:t>1.013e0</w:t>
      </w:r>
    </w:p>
    <w:p w:rsidR="005B3ED9" w:rsidRDefault="005B3ED9" w:rsidP="005B3ED9">
      <w:r>
        <w:t>828.3666</w:t>
      </w:r>
      <w:r>
        <w:tab/>
        <w:t>1.013e0</w:t>
      </w:r>
    </w:p>
    <w:p w:rsidR="005B3ED9" w:rsidRDefault="005B3ED9" w:rsidP="005B3ED9">
      <w:r>
        <w:t>828.4324</w:t>
      </w:r>
      <w:r>
        <w:tab/>
        <w:t>3.038e0</w:t>
      </w:r>
    </w:p>
    <w:p w:rsidR="005B3ED9" w:rsidRDefault="005B3ED9" w:rsidP="005B3ED9">
      <w:r>
        <w:t>828.4362</w:t>
      </w:r>
      <w:r>
        <w:tab/>
        <w:t>1.013e0</w:t>
      </w:r>
    </w:p>
    <w:p w:rsidR="005B3ED9" w:rsidRDefault="005B3ED9" w:rsidP="005B3ED9">
      <w:r>
        <w:t>828.4452</w:t>
      </w:r>
      <w:r>
        <w:tab/>
        <w:t>1.013e0</w:t>
      </w:r>
    </w:p>
    <w:p w:rsidR="005B3ED9" w:rsidRDefault="005B3ED9" w:rsidP="005B3ED9">
      <w:r>
        <w:t>828.5087</w:t>
      </w:r>
      <w:r>
        <w:tab/>
        <w:t>2.025e0</w:t>
      </w:r>
    </w:p>
    <w:p w:rsidR="005B3ED9" w:rsidRDefault="005B3ED9" w:rsidP="005B3ED9">
      <w:r>
        <w:t>828.6036</w:t>
      </w:r>
      <w:r>
        <w:tab/>
        <w:t>1.013e0</w:t>
      </w:r>
    </w:p>
    <w:p w:rsidR="005B3ED9" w:rsidRDefault="005B3ED9" w:rsidP="005B3ED9">
      <w:r>
        <w:t>828.6091</w:t>
      </w:r>
      <w:r>
        <w:tab/>
        <w:t>2.025e0</w:t>
      </w:r>
    </w:p>
    <w:p w:rsidR="005B3ED9" w:rsidRDefault="005B3ED9" w:rsidP="005B3ED9">
      <w:r>
        <w:t>828.6175</w:t>
      </w:r>
      <w:r>
        <w:tab/>
        <w:t>1.013e0</w:t>
      </w:r>
    </w:p>
    <w:p w:rsidR="005B3ED9" w:rsidRDefault="005B3ED9" w:rsidP="005B3ED9">
      <w:r>
        <w:t>828.6653</w:t>
      </w:r>
      <w:r>
        <w:tab/>
        <w:t>1.013e0</w:t>
      </w:r>
    </w:p>
    <w:p w:rsidR="005B3ED9" w:rsidRDefault="005B3ED9" w:rsidP="005B3ED9">
      <w:r>
        <w:t>828.7327</w:t>
      </w:r>
      <w:r>
        <w:tab/>
        <w:t>1.013e0</w:t>
      </w:r>
    </w:p>
    <w:p w:rsidR="005B3ED9" w:rsidRDefault="005B3ED9" w:rsidP="005B3ED9">
      <w:r>
        <w:t>828.7361</w:t>
      </w:r>
      <w:r>
        <w:tab/>
        <w:t>2.025e0</w:t>
      </w:r>
    </w:p>
    <w:p w:rsidR="005B3ED9" w:rsidRDefault="005B3ED9" w:rsidP="005B3ED9">
      <w:r>
        <w:t>828.8268</w:t>
      </w:r>
      <w:r>
        <w:tab/>
        <w:t>2.025e0</w:t>
      </w:r>
    </w:p>
    <w:p w:rsidR="005B3ED9" w:rsidRDefault="005B3ED9" w:rsidP="005B3ED9">
      <w:r>
        <w:lastRenderedPageBreak/>
        <w:t>828.8825</w:t>
      </w:r>
      <w:r>
        <w:tab/>
        <w:t>1.013e0</w:t>
      </w:r>
    </w:p>
    <w:p w:rsidR="005B3ED9" w:rsidRDefault="005B3ED9" w:rsidP="005B3ED9">
      <w:r>
        <w:t>829.0550</w:t>
      </w:r>
      <w:r>
        <w:tab/>
        <w:t>1.013e0</w:t>
      </w:r>
    </w:p>
    <w:p w:rsidR="005B3ED9" w:rsidRDefault="005B3ED9" w:rsidP="005B3ED9">
      <w:r>
        <w:t>829.1570</w:t>
      </w:r>
      <w:r>
        <w:tab/>
        <w:t>2.025e0</w:t>
      </w:r>
    </w:p>
    <w:p w:rsidR="005B3ED9" w:rsidRDefault="005B3ED9" w:rsidP="005B3ED9">
      <w:r>
        <w:t>829.1895</w:t>
      </w:r>
      <w:r>
        <w:tab/>
        <w:t>1.013e0</w:t>
      </w:r>
    </w:p>
    <w:p w:rsidR="005B3ED9" w:rsidRDefault="005B3ED9" w:rsidP="005B3ED9">
      <w:r>
        <w:t>829.2036</w:t>
      </w:r>
      <w:r>
        <w:tab/>
        <w:t>1.013e0</w:t>
      </w:r>
    </w:p>
    <w:p w:rsidR="005B3ED9" w:rsidRDefault="005B3ED9" w:rsidP="005B3ED9">
      <w:r>
        <w:t>829.2922</w:t>
      </w:r>
      <w:r>
        <w:tab/>
        <w:t>2.025e0</w:t>
      </w:r>
    </w:p>
    <w:p w:rsidR="005B3ED9" w:rsidRDefault="005B3ED9" w:rsidP="005B3ED9">
      <w:r>
        <w:t>829.5294</w:t>
      </w:r>
      <w:r>
        <w:tab/>
        <w:t>1.013e0</w:t>
      </w:r>
    </w:p>
    <w:p w:rsidR="005B3ED9" w:rsidRDefault="005B3ED9" w:rsidP="005B3ED9">
      <w:r>
        <w:t>829.5798</w:t>
      </w:r>
      <w:r>
        <w:tab/>
        <w:t>3.038e0</w:t>
      </w:r>
    </w:p>
    <w:p w:rsidR="005B3ED9" w:rsidRDefault="005B3ED9" w:rsidP="005B3ED9">
      <w:r>
        <w:t>829.6492</w:t>
      </w:r>
      <w:r>
        <w:tab/>
        <w:t>1.013e0</w:t>
      </w:r>
    </w:p>
    <w:p w:rsidR="005B3ED9" w:rsidRDefault="005B3ED9" w:rsidP="005B3ED9">
      <w:r>
        <w:t>829.8400</w:t>
      </w:r>
      <w:r>
        <w:tab/>
        <w:t>2.025e0</w:t>
      </w:r>
    </w:p>
    <w:p w:rsidR="005B3ED9" w:rsidRDefault="005B3ED9" w:rsidP="005B3ED9">
      <w:r>
        <w:t>830.0699</w:t>
      </w:r>
      <w:r>
        <w:tab/>
        <w:t>2.025e0</w:t>
      </w:r>
    </w:p>
    <w:p w:rsidR="005B3ED9" w:rsidRDefault="005B3ED9" w:rsidP="005B3ED9">
      <w:r>
        <w:t>830.1530</w:t>
      </w:r>
      <w:r>
        <w:tab/>
        <w:t>1.013e0</w:t>
      </w:r>
    </w:p>
    <w:p w:rsidR="005B3ED9" w:rsidRDefault="005B3ED9" w:rsidP="005B3ED9">
      <w:r>
        <w:t>830.1561</w:t>
      </w:r>
      <w:r>
        <w:tab/>
        <w:t>1.013e0</w:t>
      </w:r>
    </w:p>
    <w:p w:rsidR="005B3ED9" w:rsidRDefault="005B3ED9" w:rsidP="005B3ED9">
      <w:r>
        <w:t>830.2927</w:t>
      </w:r>
      <w:r>
        <w:tab/>
        <w:t>1.013e0</w:t>
      </w:r>
    </w:p>
    <w:p w:rsidR="005B3ED9" w:rsidRDefault="005B3ED9" w:rsidP="005B3ED9">
      <w:r>
        <w:t>830.3154</w:t>
      </w:r>
      <w:r>
        <w:tab/>
        <w:t>2.025e0</w:t>
      </w:r>
    </w:p>
    <w:p w:rsidR="005B3ED9" w:rsidRDefault="005B3ED9" w:rsidP="005B3ED9">
      <w:r>
        <w:t>830.4679</w:t>
      </w:r>
      <w:r>
        <w:tab/>
        <w:t>2.025e0</w:t>
      </w:r>
    </w:p>
    <w:p w:rsidR="005B3ED9" w:rsidRDefault="005B3ED9" w:rsidP="005B3ED9">
      <w:r>
        <w:t>830.5444</w:t>
      </w:r>
      <w:r>
        <w:tab/>
        <w:t>1.013e0</w:t>
      </w:r>
    </w:p>
    <w:p w:rsidR="005B3ED9" w:rsidRDefault="005B3ED9" w:rsidP="005B3ED9">
      <w:r>
        <w:t>830.6701</w:t>
      </w:r>
      <w:r>
        <w:tab/>
        <w:t>1.013e0</w:t>
      </w:r>
    </w:p>
    <w:p w:rsidR="005B3ED9" w:rsidRDefault="005B3ED9" w:rsidP="005B3ED9">
      <w:r>
        <w:t>830.6841</w:t>
      </w:r>
      <w:r>
        <w:tab/>
        <w:t>1.013e0</w:t>
      </w:r>
    </w:p>
    <w:p w:rsidR="005B3ED9" w:rsidRDefault="005B3ED9" w:rsidP="005B3ED9">
      <w:r>
        <w:lastRenderedPageBreak/>
        <w:t>830.6908</w:t>
      </w:r>
      <w:r>
        <w:tab/>
        <w:t>2.025e0</w:t>
      </w:r>
    </w:p>
    <w:p w:rsidR="005B3ED9" w:rsidRDefault="005B3ED9" w:rsidP="005B3ED9">
      <w:r>
        <w:t>830.7820</w:t>
      </w:r>
      <w:r>
        <w:tab/>
        <w:t>1.013e0</w:t>
      </w:r>
    </w:p>
    <w:p w:rsidR="005B3ED9" w:rsidRDefault="005B3ED9" w:rsidP="005B3ED9">
      <w:r>
        <w:t>830.7928</w:t>
      </w:r>
      <w:r>
        <w:tab/>
        <w:t>2.025e0</w:t>
      </w:r>
    </w:p>
    <w:p w:rsidR="005B3ED9" w:rsidRDefault="005B3ED9" w:rsidP="005B3ED9">
      <w:r>
        <w:t>830.8052</w:t>
      </w:r>
      <w:r>
        <w:tab/>
        <w:t>2.025e0</w:t>
      </w:r>
    </w:p>
    <w:p w:rsidR="005B3ED9" w:rsidRDefault="005B3ED9" w:rsidP="005B3ED9">
      <w:r>
        <w:t>830.8239</w:t>
      </w:r>
      <w:r>
        <w:tab/>
        <w:t>1.013e0</w:t>
      </w:r>
    </w:p>
    <w:p w:rsidR="005B3ED9" w:rsidRDefault="005B3ED9" w:rsidP="005B3ED9">
      <w:r>
        <w:t>830.9358</w:t>
      </w:r>
      <w:r>
        <w:tab/>
        <w:t>3.038e0</w:t>
      </w:r>
    </w:p>
    <w:p w:rsidR="005B3ED9" w:rsidRDefault="005B3ED9" w:rsidP="005B3ED9">
      <w:r>
        <w:t>831.0050</w:t>
      </w:r>
      <w:r>
        <w:tab/>
        <w:t>1.013e0</w:t>
      </w:r>
    </w:p>
    <w:p w:rsidR="005B3ED9" w:rsidRDefault="005B3ED9" w:rsidP="005B3ED9">
      <w:r>
        <w:t>831.0197</w:t>
      </w:r>
      <w:r>
        <w:tab/>
        <w:t>1.013e0</w:t>
      </w:r>
    </w:p>
    <w:p w:rsidR="005B3ED9" w:rsidRDefault="005B3ED9" w:rsidP="005B3ED9">
      <w:r>
        <w:t>831.0336</w:t>
      </w:r>
      <w:r>
        <w:tab/>
        <w:t>1.013e0</w:t>
      </w:r>
    </w:p>
    <w:p w:rsidR="005B3ED9" w:rsidRDefault="005B3ED9" w:rsidP="005B3ED9">
      <w:r>
        <w:t>831.0721</w:t>
      </w:r>
      <w:r>
        <w:tab/>
        <w:t>1.013e0</w:t>
      </w:r>
    </w:p>
    <w:p w:rsidR="005B3ED9" w:rsidRDefault="005B3ED9" w:rsidP="005B3ED9">
      <w:r>
        <w:t>831.2234</w:t>
      </w:r>
      <w:r>
        <w:tab/>
        <w:t>3.038e0</w:t>
      </w:r>
    </w:p>
    <w:p w:rsidR="005B3ED9" w:rsidRDefault="005B3ED9" w:rsidP="005B3ED9">
      <w:r>
        <w:t>831.2575</w:t>
      </w:r>
      <w:r>
        <w:tab/>
        <w:t>1.013e0</w:t>
      </w:r>
    </w:p>
    <w:p w:rsidR="005B3ED9" w:rsidRDefault="005B3ED9" w:rsidP="005B3ED9">
      <w:r>
        <w:t>831.3415</w:t>
      </w:r>
      <w:r>
        <w:tab/>
        <w:t>2.025e0</w:t>
      </w:r>
    </w:p>
    <w:p w:rsidR="005B3ED9" w:rsidRDefault="005B3ED9" w:rsidP="005B3ED9">
      <w:r>
        <w:t>831.4254</w:t>
      </w:r>
      <w:r>
        <w:tab/>
        <w:t>1.013e0</w:t>
      </w:r>
    </w:p>
    <w:p w:rsidR="005B3ED9" w:rsidRDefault="005B3ED9" w:rsidP="005B3ED9">
      <w:r>
        <w:t>831.4652</w:t>
      </w:r>
      <w:r>
        <w:tab/>
        <w:t>2.025e0</w:t>
      </w:r>
    </w:p>
    <w:p w:rsidR="005B3ED9" w:rsidRDefault="005B3ED9" w:rsidP="005B3ED9">
      <w:r>
        <w:t>831.6311</w:t>
      </w:r>
      <w:r>
        <w:tab/>
        <w:t>1.013e0</w:t>
      </w:r>
    </w:p>
    <w:p w:rsidR="005B3ED9" w:rsidRDefault="005B3ED9" w:rsidP="005B3ED9">
      <w:r>
        <w:t>831.7333</w:t>
      </w:r>
      <w:r>
        <w:tab/>
        <w:t>1.013e0</w:t>
      </w:r>
    </w:p>
    <w:p w:rsidR="005B3ED9" w:rsidRDefault="005B3ED9" w:rsidP="005B3ED9">
      <w:r>
        <w:t>831.7485</w:t>
      </w:r>
      <w:r>
        <w:tab/>
        <w:t>1.013e0</w:t>
      </w:r>
    </w:p>
    <w:p w:rsidR="005B3ED9" w:rsidRDefault="005B3ED9" w:rsidP="005B3ED9">
      <w:r>
        <w:t>831.8010</w:t>
      </w:r>
      <w:r>
        <w:tab/>
        <w:t>1.013e0</w:t>
      </w:r>
    </w:p>
    <w:p w:rsidR="005B3ED9" w:rsidRDefault="005B3ED9" w:rsidP="005B3ED9">
      <w:r>
        <w:lastRenderedPageBreak/>
        <w:t>831.9012</w:t>
      </w:r>
      <w:r>
        <w:tab/>
        <w:t>1.013e0</w:t>
      </w:r>
    </w:p>
    <w:p w:rsidR="005B3ED9" w:rsidRDefault="005B3ED9" w:rsidP="005B3ED9">
      <w:r>
        <w:t>831.9572</w:t>
      </w:r>
      <w:r>
        <w:tab/>
        <w:t>1.013e0</w:t>
      </w:r>
    </w:p>
    <w:p w:rsidR="005B3ED9" w:rsidRDefault="005B3ED9" w:rsidP="005B3ED9">
      <w:r>
        <w:t>832.0693</w:t>
      </w:r>
      <w:r>
        <w:tab/>
        <w:t>2.025e0</w:t>
      </w:r>
    </w:p>
    <w:p w:rsidR="005B3ED9" w:rsidRDefault="005B3ED9" w:rsidP="005B3ED9">
      <w:r>
        <w:t>832.1548</w:t>
      </w:r>
      <w:r>
        <w:tab/>
        <w:t>2.025e0</w:t>
      </w:r>
    </w:p>
    <w:p w:rsidR="005B3ED9" w:rsidRDefault="005B3ED9" w:rsidP="005B3ED9">
      <w:r>
        <w:t>832.2319</w:t>
      </w:r>
      <w:r>
        <w:tab/>
        <w:t>2.209e0</w:t>
      </w:r>
    </w:p>
    <w:p w:rsidR="005B3ED9" w:rsidRDefault="005B3ED9" w:rsidP="005B3ED9">
      <w:r>
        <w:t>832.2750</w:t>
      </w:r>
      <w:r>
        <w:tab/>
        <w:t>1.013e0</w:t>
      </w:r>
    </w:p>
    <w:p w:rsidR="005B3ED9" w:rsidRDefault="005B3ED9" w:rsidP="005B3ED9">
      <w:r>
        <w:t>832.3073</w:t>
      </w:r>
      <w:r>
        <w:tab/>
        <w:t>1.013e0</w:t>
      </w:r>
    </w:p>
    <w:p w:rsidR="005B3ED9" w:rsidRDefault="005B3ED9" w:rsidP="005B3ED9">
      <w:r>
        <w:t>832.3773</w:t>
      </w:r>
      <w:r>
        <w:tab/>
        <w:t>1.013e0</w:t>
      </w:r>
    </w:p>
    <w:p w:rsidR="005B3ED9" w:rsidRDefault="005B3ED9" w:rsidP="005B3ED9">
      <w:r>
        <w:t>832.4319</w:t>
      </w:r>
      <w:r>
        <w:tab/>
        <w:t>2.025e0</w:t>
      </w:r>
    </w:p>
    <w:p w:rsidR="005B3ED9" w:rsidRDefault="005B3ED9" w:rsidP="005B3ED9">
      <w:r>
        <w:t>832.4773</w:t>
      </w:r>
      <w:r>
        <w:tab/>
        <w:t>1.013e0</w:t>
      </w:r>
    </w:p>
    <w:p w:rsidR="005B3ED9" w:rsidRDefault="005B3ED9" w:rsidP="005B3ED9">
      <w:r>
        <w:t>832.5314</w:t>
      </w:r>
      <w:r>
        <w:tab/>
        <w:t>1.013e0</w:t>
      </w:r>
    </w:p>
    <w:p w:rsidR="005B3ED9" w:rsidRDefault="005B3ED9" w:rsidP="005B3ED9">
      <w:r>
        <w:t>832.8677</w:t>
      </w:r>
      <w:r>
        <w:tab/>
        <w:t>1.013e0</w:t>
      </w:r>
    </w:p>
    <w:p w:rsidR="005B3ED9" w:rsidRDefault="005B3ED9" w:rsidP="005B3ED9">
      <w:r>
        <w:t>832.9188</w:t>
      </w:r>
      <w:r>
        <w:tab/>
        <w:t>1.013e0</w:t>
      </w:r>
    </w:p>
    <w:p w:rsidR="005B3ED9" w:rsidRDefault="005B3ED9" w:rsidP="005B3ED9">
      <w:r>
        <w:t>832.9517</w:t>
      </w:r>
      <w:r>
        <w:tab/>
        <w:t>1.013e0</w:t>
      </w:r>
    </w:p>
    <w:p w:rsidR="005B3ED9" w:rsidRDefault="005B3ED9" w:rsidP="005B3ED9">
      <w:r>
        <w:t>832.9823</w:t>
      </w:r>
      <w:r>
        <w:tab/>
        <w:t>2.025e0</w:t>
      </w:r>
    </w:p>
    <w:p w:rsidR="005B3ED9" w:rsidRDefault="005B3ED9" w:rsidP="005B3ED9">
      <w:r>
        <w:t>833.0710</w:t>
      </w:r>
      <w:r>
        <w:tab/>
        <w:t>2.025e0</w:t>
      </w:r>
    </w:p>
    <w:p w:rsidR="005B3ED9" w:rsidRDefault="005B3ED9" w:rsidP="005B3ED9">
      <w:r>
        <w:t>833.1208</w:t>
      </w:r>
      <w:r>
        <w:tab/>
        <w:t>1.013e0</w:t>
      </w:r>
    </w:p>
    <w:p w:rsidR="005B3ED9" w:rsidRDefault="005B3ED9" w:rsidP="005B3ED9">
      <w:r>
        <w:t>833.1733</w:t>
      </w:r>
      <w:r>
        <w:tab/>
        <w:t>1.013e0</w:t>
      </w:r>
    </w:p>
    <w:p w:rsidR="005B3ED9" w:rsidRDefault="005B3ED9" w:rsidP="005B3ED9">
      <w:r>
        <w:t>833.1901</w:t>
      </w:r>
      <w:r>
        <w:tab/>
        <w:t>1.013e0</w:t>
      </w:r>
    </w:p>
    <w:p w:rsidR="005B3ED9" w:rsidRDefault="005B3ED9" w:rsidP="005B3ED9">
      <w:r>
        <w:lastRenderedPageBreak/>
        <w:t>833.2742</w:t>
      </w:r>
      <w:r>
        <w:tab/>
        <w:t>1.013e0</w:t>
      </w:r>
    </w:p>
    <w:p w:rsidR="005B3ED9" w:rsidRDefault="005B3ED9" w:rsidP="005B3ED9">
      <w:r>
        <w:t>833.2899</w:t>
      </w:r>
      <w:r>
        <w:tab/>
        <w:t>4.051e0</w:t>
      </w:r>
    </w:p>
    <w:p w:rsidR="005B3ED9" w:rsidRDefault="005B3ED9" w:rsidP="005B3ED9">
      <w:r>
        <w:t>833.4103</w:t>
      </w:r>
      <w:r>
        <w:tab/>
        <w:t>2.025e0</w:t>
      </w:r>
    </w:p>
    <w:p w:rsidR="005B3ED9" w:rsidRDefault="005B3ED9" w:rsidP="005B3ED9">
      <w:r>
        <w:t>833.4777</w:t>
      </w:r>
      <w:r>
        <w:tab/>
        <w:t>1.013e0</w:t>
      </w:r>
    </w:p>
    <w:p w:rsidR="005B3ED9" w:rsidRDefault="005B3ED9" w:rsidP="005B3ED9">
      <w:r>
        <w:t>833.4985</w:t>
      </w:r>
      <w:r>
        <w:tab/>
        <w:t>1.013e0</w:t>
      </w:r>
    </w:p>
    <w:p w:rsidR="005B3ED9" w:rsidRDefault="005B3ED9" w:rsidP="005B3ED9">
      <w:r>
        <w:t>833.8212</w:t>
      </w:r>
      <w:r>
        <w:tab/>
        <w:t>1.013e0</w:t>
      </w:r>
    </w:p>
    <w:p w:rsidR="005B3ED9" w:rsidRDefault="005B3ED9" w:rsidP="005B3ED9">
      <w:r>
        <w:t>834.0598</w:t>
      </w:r>
      <w:r>
        <w:tab/>
        <w:t>1.013e0</w:t>
      </w:r>
    </w:p>
    <w:p w:rsidR="005B3ED9" w:rsidRDefault="005B3ED9" w:rsidP="005B3ED9">
      <w:r>
        <w:t>834.2411</w:t>
      </w:r>
      <w:r>
        <w:tab/>
        <w:t>1.013e0</w:t>
      </w:r>
    </w:p>
    <w:p w:rsidR="005B3ED9" w:rsidRDefault="005B3ED9" w:rsidP="005B3ED9">
      <w:r>
        <w:t>834.2843</w:t>
      </w:r>
      <w:r>
        <w:tab/>
        <w:t>1.013e0</w:t>
      </w:r>
    </w:p>
    <w:p w:rsidR="005B3ED9" w:rsidRDefault="005B3ED9" w:rsidP="005B3ED9">
      <w:r>
        <w:t>834.5101</w:t>
      </w:r>
      <w:r>
        <w:tab/>
        <w:t>1.013e0</w:t>
      </w:r>
    </w:p>
    <w:p w:rsidR="005B3ED9" w:rsidRDefault="005B3ED9" w:rsidP="005B3ED9">
      <w:r>
        <w:t>834.5791</w:t>
      </w:r>
      <w:r>
        <w:tab/>
        <w:t>1.013e0</w:t>
      </w:r>
    </w:p>
    <w:p w:rsidR="005B3ED9" w:rsidRDefault="005B3ED9" w:rsidP="005B3ED9">
      <w:r>
        <w:t>834.5933</w:t>
      </w:r>
      <w:r>
        <w:tab/>
        <w:t>1.013e0</w:t>
      </w:r>
    </w:p>
    <w:p w:rsidR="005B3ED9" w:rsidRDefault="005B3ED9" w:rsidP="005B3ED9">
      <w:r>
        <w:t>834.6353</w:t>
      </w:r>
      <w:r>
        <w:tab/>
        <w:t>1.013e0</w:t>
      </w:r>
    </w:p>
    <w:p w:rsidR="005B3ED9" w:rsidRDefault="005B3ED9" w:rsidP="005B3ED9">
      <w:r>
        <w:t>834.7146</w:t>
      </w:r>
      <w:r>
        <w:tab/>
        <w:t>1.013e0</w:t>
      </w:r>
    </w:p>
    <w:p w:rsidR="005B3ED9" w:rsidRDefault="005B3ED9" w:rsidP="005B3ED9">
      <w:r>
        <w:t>834.7758</w:t>
      </w:r>
      <w:r>
        <w:tab/>
        <w:t>1.013e0</w:t>
      </w:r>
    </w:p>
    <w:p w:rsidR="005B3ED9" w:rsidRDefault="005B3ED9" w:rsidP="005B3ED9">
      <w:r>
        <w:t>834.8319</w:t>
      </w:r>
      <w:r>
        <w:tab/>
        <w:t>1.013e0</w:t>
      </w:r>
    </w:p>
    <w:p w:rsidR="005B3ED9" w:rsidRDefault="005B3ED9" w:rsidP="005B3ED9">
      <w:r>
        <w:t>834.8459</w:t>
      </w:r>
      <w:r>
        <w:tab/>
        <w:t>1.013e0</w:t>
      </w:r>
    </w:p>
    <w:p w:rsidR="005B3ED9" w:rsidRDefault="005B3ED9" w:rsidP="005B3ED9">
      <w:r>
        <w:t>834.8496</w:t>
      </w:r>
      <w:r>
        <w:tab/>
        <w:t>1.013e0</w:t>
      </w:r>
    </w:p>
    <w:p w:rsidR="005B3ED9" w:rsidRDefault="005B3ED9" w:rsidP="005B3ED9">
      <w:r>
        <w:t>834.9022</w:t>
      </w:r>
      <w:r>
        <w:tab/>
        <w:t>1.013e0</w:t>
      </w:r>
    </w:p>
    <w:p w:rsidR="005B3ED9" w:rsidRDefault="005B3ED9" w:rsidP="005B3ED9">
      <w:r>
        <w:lastRenderedPageBreak/>
        <w:t>835.0287</w:t>
      </w:r>
      <w:r>
        <w:tab/>
        <w:t>1.013e0</w:t>
      </w:r>
    </w:p>
    <w:p w:rsidR="005B3ED9" w:rsidRDefault="005B3ED9" w:rsidP="005B3ED9">
      <w:r>
        <w:t>835.1129</w:t>
      </w:r>
      <w:r>
        <w:tab/>
        <w:t>1.013e0</w:t>
      </w:r>
    </w:p>
    <w:p w:rsidR="005B3ED9" w:rsidRDefault="005B3ED9" w:rsidP="005B3ED9">
      <w:r>
        <w:t>835.1270</w:t>
      </w:r>
      <w:r>
        <w:tab/>
        <w:t>1.013e0</w:t>
      </w:r>
    </w:p>
    <w:p w:rsidR="005B3ED9" w:rsidRDefault="005B3ED9" w:rsidP="005B3ED9">
      <w:r>
        <w:t>835.2114</w:t>
      </w:r>
      <w:r>
        <w:tab/>
        <w:t>1.013e0</w:t>
      </w:r>
    </w:p>
    <w:p w:rsidR="005B3ED9" w:rsidRDefault="005B3ED9" w:rsidP="005B3ED9">
      <w:r>
        <w:t>835.2394</w:t>
      </w:r>
      <w:r>
        <w:tab/>
        <w:t>1.013e0</w:t>
      </w:r>
    </w:p>
    <w:p w:rsidR="005B3ED9" w:rsidRDefault="005B3ED9" w:rsidP="005B3ED9">
      <w:r>
        <w:t>835.2676</w:t>
      </w:r>
      <w:r>
        <w:tab/>
        <w:t>1.013e0</w:t>
      </w:r>
    </w:p>
    <w:p w:rsidR="005B3ED9" w:rsidRDefault="005B3ED9" w:rsidP="005B3ED9">
      <w:r>
        <w:t>835.3518</w:t>
      </w:r>
      <w:r>
        <w:tab/>
        <w:t>1.013e0</w:t>
      </w:r>
    </w:p>
    <w:p w:rsidR="005B3ED9" w:rsidRDefault="005B3ED9" w:rsidP="005B3ED9">
      <w:r>
        <w:t>835.4080</w:t>
      </w:r>
      <w:r>
        <w:tab/>
        <w:t>1.013e0</w:t>
      </w:r>
    </w:p>
    <w:p w:rsidR="005B3ED9" w:rsidRDefault="005B3ED9" w:rsidP="005B3ED9">
      <w:r>
        <w:t>835.4643</w:t>
      </w:r>
      <w:r>
        <w:tab/>
        <w:t>1.013e0</w:t>
      </w:r>
    </w:p>
    <w:p w:rsidR="005B3ED9" w:rsidRDefault="005B3ED9" w:rsidP="005B3ED9">
      <w:r>
        <w:t>835.5205</w:t>
      </w:r>
      <w:r>
        <w:tab/>
        <w:t>3.038e0</w:t>
      </w:r>
    </w:p>
    <w:p w:rsidR="005B3ED9" w:rsidRDefault="005B3ED9" w:rsidP="005B3ED9">
      <w:r>
        <w:t>835.6384</w:t>
      </w:r>
      <w:r>
        <w:tab/>
        <w:t>2.025e0</w:t>
      </w:r>
    </w:p>
    <w:p w:rsidR="005B3ED9" w:rsidRDefault="005B3ED9" w:rsidP="005B3ED9">
      <w:r>
        <w:t>835.6891</w:t>
      </w:r>
      <w:r>
        <w:tab/>
        <w:t>1.013e0</w:t>
      </w:r>
    </w:p>
    <w:p w:rsidR="005B3ED9" w:rsidRDefault="005B3ED9" w:rsidP="005B3ED9">
      <w:r>
        <w:t>835.7145</w:t>
      </w:r>
      <w:r>
        <w:tab/>
        <w:t>1.013e0</w:t>
      </w:r>
    </w:p>
    <w:p w:rsidR="005B3ED9" w:rsidRDefault="005B3ED9" w:rsidP="005B3ED9">
      <w:r>
        <w:t>835.9142</w:t>
      </w:r>
      <w:r>
        <w:tab/>
        <w:t>1.013e0</w:t>
      </w:r>
    </w:p>
    <w:p w:rsidR="005B3ED9" w:rsidRDefault="005B3ED9" w:rsidP="005B3ED9">
      <w:r>
        <w:t>835.9357</w:t>
      </w:r>
      <w:r>
        <w:tab/>
        <w:t>3.038e0</w:t>
      </w:r>
    </w:p>
    <w:p w:rsidR="005B3ED9" w:rsidRDefault="005B3ED9" w:rsidP="005B3ED9">
      <w:r>
        <w:t>836.0688</w:t>
      </w:r>
      <w:r>
        <w:tab/>
        <w:t>1.013e0</w:t>
      </w:r>
    </w:p>
    <w:p w:rsidR="005B3ED9" w:rsidRDefault="005B3ED9" w:rsidP="005B3ED9">
      <w:r>
        <w:t>836.2377</w:t>
      </w:r>
      <w:r>
        <w:tab/>
        <w:t>1.013e0</w:t>
      </w:r>
    </w:p>
    <w:p w:rsidR="005B3ED9" w:rsidRDefault="005B3ED9" w:rsidP="005B3ED9">
      <w:r>
        <w:t>836.4066</w:t>
      </w:r>
      <w:r>
        <w:tab/>
        <w:t>1.013e0</w:t>
      </w:r>
    </w:p>
    <w:p w:rsidR="005B3ED9" w:rsidRDefault="005B3ED9" w:rsidP="005B3ED9">
      <w:r>
        <w:t>836.4424</w:t>
      </w:r>
      <w:r>
        <w:tab/>
        <w:t>1.013e0</w:t>
      </w:r>
    </w:p>
    <w:p w:rsidR="005B3ED9" w:rsidRDefault="005B3ED9" w:rsidP="005B3ED9">
      <w:r>
        <w:lastRenderedPageBreak/>
        <w:t>836.4849</w:t>
      </w:r>
      <w:r>
        <w:tab/>
        <w:t>2.025e0</w:t>
      </w:r>
    </w:p>
    <w:p w:rsidR="005B3ED9" w:rsidRDefault="005B3ED9" w:rsidP="005B3ED9">
      <w:r>
        <w:t>836.4922</w:t>
      </w:r>
      <w:r>
        <w:tab/>
        <w:t>1.013e0</w:t>
      </w:r>
    </w:p>
    <w:p w:rsidR="005B3ED9" w:rsidRDefault="005B3ED9" w:rsidP="005B3ED9">
      <w:r>
        <w:t>836.5601</w:t>
      </w:r>
      <w:r>
        <w:tab/>
        <w:t>3.038e0</w:t>
      </w:r>
    </w:p>
    <w:p w:rsidR="005B3ED9" w:rsidRDefault="005B3ED9" w:rsidP="005B3ED9">
      <w:r>
        <w:t>836.6619</w:t>
      </w:r>
      <w:r>
        <w:tab/>
        <w:t>1.013e0</w:t>
      </w:r>
    </w:p>
    <w:p w:rsidR="005B3ED9" w:rsidRDefault="005B3ED9" w:rsidP="005B3ED9">
      <w:r>
        <w:t>836.6880</w:t>
      </w:r>
      <w:r>
        <w:tab/>
        <w:t>1.013e0</w:t>
      </w:r>
    </w:p>
    <w:p w:rsidR="005B3ED9" w:rsidRDefault="005B3ED9" w:rsidP="005B3ED9">
      <w:r>
        <w:t>836.7161</w:t>
      </w:r>
      <w:r>
        <w:tab/>
        <w:t>2.025e0</w:t>
      </w:r>
    </w:p>
    <w:p w:rsidR="005B3ED9" w:rsidRDefault="005B3ED9" w:rsidP="005B3ED9">
      <w:r>
        <w:t>836.7585</w:t>
      </w:r>
      <w:r>
        <w:tab/>
        <w:t>1.013e0</w:t>
      </w:r>
    </w:p>
    <w:p w:rsidR="005B3ED9" w:rsidRDefault="005B3ED9" w:rsidP="005B3ED9">
      <w:r>
        <w:t>836.8838</w:t>
      </w:r>
      <w:r>
        <w:tab/>
        <w:t>1.013e0</w:t>
      </w:r>
    </w:p>
    <w:p w:rsidR="005B3ED9" w:rsidRDefault="005B3ED9" w:rsidP="005B3ED9">
      <w:r>
        <w:t>837.0400</w:t>
      </w:r>
      <w:r>
        <w:tab/>
        <w:t>1.013e0</w:t>
      </w:r>
    </w:p>
    <w:p w:rsidR="005B3ED9" w:rsidRDefault="005B3ED9" w:rsidP="005B3ED9">
      <w:r>
        <w:t>837.2090</w:t>
      </w:r>
      <w:r>
        <w:tab/>
        <w:t>1.013e0</w:t>
      </w:r>
    </w:p>
    <w:p w:rsidR="005B3ED9" w:rsidRDefault="005B3ED9" w:rsidP="005B3ED9">
      <w:r>
        <w:t>837.3154</w:t>
      </w:r>
      <w:r>
        <w:tab/>
        <w:t>2.025e0</w:t>
      </w:r>
    </w:p>
    <w:p w:rsidR="005B3ED9" w:rsidRDefault="005B3ED9" w:rsidP="005B3ED9">
      <w:r>
        <w:t>837.4296</w:t>
      </w:r>
      <w:r>
        <w:tab/>
        <w:t>2.025e0</w:t>
      </w:r>
    </w:p>
    <w:p w:rsidR="005B3ED9" w:rsidRDefault="005B3ED9" w:rsidP="005B3ED9">
      <w:r>
        <w:t>837.4415</w:t>
      </w:r>
      <w:r>
        <w:tab/>
        <w:t>2.025e0</w:t>
      </w:r>
    </w:p>
    <w:p w:rsidR="005B3ED9" w:rsidRDefault="005B3ED9" w:rsidP="005B3ED9">
      <w:r>
        <w:t>837.5526</w:t>
      </w:r>
      <w:r>
        <w:tab/>
        <w:t>2.025e0</w:t>
      </w:r>
    </w:p>
    <w:p w:rsidR="005B3ED9" w:rsidRDefault="005B3ED9" w:rsidP="005B3ED9">
      <w:r>
        <w:t>837.6316</w:t>
      </w:r>
      <w:r>
        <w:tab/>
        <w:t>1.013e0</w:t>
      </w:r>
    </w:p>
    <w:p w:rsidR="005B3ED9" w:rsidRDefault="005B3ED9" w:rsidP="005B3ED9">
      <w:r>
        <w:t>837.6599</w:t>
      </w:r>
      <w:r>
        <w:tab/>
        <w:t>1.013e0</w:t>
      </w:r>
    </w:p>
    <w:p w:rsidR="005B3ED9" w:rsidRDefault="005B3ED9" w:rsidP="005B3ED9">
      <w:r>
        <w:t>837.7449</w:t>
      </w:r>
      <w:r>
        <w:tab/>
        <w:t>2.025e0</w:t>
      </w:r>
    </w:p>
    <w:p w:rsidR="005B3ED9" w:rsidRDefault="005B3ED9" w:rsidP="005B3ED9">
      <w:r>
        <w:t>837.7655</w:t>
      </w:r>
      <w:r>
        <w:tab/>
        <w:t>2.025e0</w:t>
      </w:r>
    </w:p>
    <w:p w:rsidR="005B3ED9" w:rsidRDefault="005B3ED9" w:rsidP="005B3ED9">
      <w:r>
        <w:t>837.8149</w:t>
      </w:r>
      <w:r>
        <w:tab/>
        <w:t>1.013e0</w:t>
      </w:r>
    </w:p>
    <w:p w:rsidR="005B3ED9" w:rsidRDefault="005B3ED9" w:rsidP="005B3ED9">
      <w:r>
        <w:lastRenderedPageBreak/>
        <w:t>837.8289</w:t>
      </w:r>
      <w:r>
        <w:tab/>
        <w:t>2.025e0</w:t>
      </w:r>
    </w:p>
    <w:p w:rsidR="005B3ED9" w:rsidRDefault="005B3ED9" w:rsidP="005B3ED9">
      <w:r>
        <w:t>837.8712</w:t>
      </w:r>
      <w:r>
        <w:tab/>
        <w:t>1.013e0</w:t>
      </w:r>
    </w:p>
    <w:p w:rsidR="005B3ED9" w:rsidRDefault="005B3ED9" w:rsidP="005B3ED9">
      <w:r>
        <w:t>837.8994</w:t>
      </w:r>
      <w:r>
        <w:tab/>
        <w:t>1.013e0</w:t>
      </w:r>
    </w:p>
    <w:p w:rsidR="005B3ED9" w:rsidRDefault="005B3ED9" w:rsidP="005B3ED9">
      <w:r>
        <w:t>838.0524</w:t>
      </w:r>
      <w:r>
        <w:tab/>
        <w:t>1.013e0</w:t>
      </w:r>
    </w:p>
    <w:p w:rsidR="005B3ED9" w:rsidRDefault="005B3ED9" w:rsidP="005B3ED9">
      <w:r>
        <w:t>838.0967</w:t>
      </w:r>
      <w:r>
        <w:tab/>
        <w:t>1.013e0</w:t>
      </w:r>
    </w:p>
    <w:p w:rsidR="005B3ED9" w:rsidRDefault="005B3ED9" w:rsidP="005B3ED9">
      <w:r>
        <w:t>838.1532</w:t>
      </w:r>
      <w:r>
        <w:tab/>
        <w:t>1.013e0</w:t>
      </w:r>
    </w:p>
    <w:p w:rsidR="005B3ED9" w:rsidRDefault="005B3ED9" w:rsidP="005B3ED9">
      <w:r>
        <w:t>838.1813</w:t>
      </w:r>
      <w:r>
        <w:tab/>
        <w:t>1.013e0</w:t>
      </w:r>
    </w:p>
    <w:p w:rsidR="005B3ED9" w:rsidRDefault="005B3ED9" w:rsidP="005B3ED9">
      <w:r>
        <w:t>838.3913</w:t>
      </w:r>
      <w:r>
        <w:tab/>
        <w:t>1.013e0</w:t>
      </w:r>
    </w:p>
    <w:p w:rsidR="005B3ED9" w:rsidRDefault="005B3ED9" w:rsidP="005B3ED9">
      <w:r>
        <w:t>838.4352</w:t>
      </w:r>
      <w:r>
        <w:tab/>
        <w:t>1.013e0</w:t>
      </w:r>
    </w:p>
    <w:p w:rsidR="005B3ED9" w:rsidRDefault="005B3ED9" w:rsidP="005B3ED9">
      <w:r>
        <w:t>838.5259</w:t>
      </w:r>
      <w:r>
        <w:tab/>
        <w:t>1.013e0</w:t>
      </w:r>
    </w:p>
    <w:p w:rsidR="005B3ED9" w:rsidRDefault="005B3ED9" w:rsidP="005B3ED9">
      <w:r>
        <w:t>838.6277</w:t>
      </w:r>
      <w:r>
        <w:tab/>
        <w:t>1.013e0</w:t>
      </w:r>
    </w:p>
    <w:p w:rsidR="005B3ED9" w:rsidRDefault="005B3ED9" w:rsidP="005B3ED9">
      <w:r>
        <w:t>838.6609</w:t>
      </w:r>
      <w:r>
        <w:tab/>
        <w:t>1.013e0</w:t>
      </w:r>
    </w:p>
    <w:p w:rsidR="005B3ED9" w:rsidRDefault="005B3ED9" w:rsidP="005B3ED9">
      <w:r>
        <w:t>838.6777</w:t>
      </w:r>
      <w:r>
        <w:tab/>
        <w:t>1.013e0</w:t>
      </w:r>
    </w:p>
    <w:p w:rsidR="005B3ED9" w:rsidRDefault="005B3ED9" w:rsidP="005B3ED9">
      <w:r>
        <w:t>838.7124</w:t>
      </w:r>
      <w:r>
        <w:tab/>
        <w:t>2.025e0</w:t>
      </w:r>
    </w:p>
    <w:p w:rsidR="005B3ED9" w:rsidRDefault="005B3ED9" w:rsidP="005B3ED9">
      <w:r>
        <w:t>838.7879</w:t>
      </w:r>
      <w:r>
        <w:tab/>
        <w:t>1.013e0</w:t>
      </w:r>
    </w:p>
    <w:p w:rsidR="005B3ED9" w:rsidRDefault="005B3ED9" w:rsidP="005B3ED9">
      <w:r>
        <w:t>838.9855</w:t>
      </w:r>
      <w:r>
        <w:tab/>
        <w:t>1.013e0</w:t>
      </w:r>
    </w:p>
    <w:p w:rsidR="005B3ED9" w:rsidRDefault="005B3ED9" w:rsidP="005B3ED9">
      <w:r>
        <w:t>839.1100</w:t>
      </w:r>
      <w:r>
        <w:tab/>
        <w:t>2.025e0</w:t>
      </w:r>
    </w:p>
    <w:p w:rsidR="005B3ED9" w:rsidRDefault="005B3ED9" w:rsidP="005B3ED9">
      <w:r>
        <w:t>839.1544</w:t>
      </w:r>
      <w:r>
        <w:tab/>
        <w:t>2.025e0</w:t>
      </w:r>
    </w:p>
    <w:p w:rsidR="005B3ED9" w:rsidRDefault="005B3ED9" w:rsidP="005B3ED9">
      <w:r>
        <w:t>839.2706</w:t>
      </w:r>
      <w:r>
        <w:tab/>
        <w:t>1.013e0</w:t>
      </w:r>
    </w:p>
    <w:p w:rsidR="005B3ED9" w:rsidRDefault="005B3ED9" w:rsidP="005B3ED9">
      <w:r>
        <w:lastRenderedPageBreak/>
        <w:t>839.2819</w:t>
      </w:r>
      <w:r>
        <w:tab/>
        <w:t>1.013e0</w:t>
      </w:r>
    </w:p>
    <w:p w:rsidR="005B3ED9" w:rsidRDefault="005B3ED9" w:rsidP="005B3ED9">
      <w:r>
        <w:t>839.4575</w:t>
      </w:r>
      <w:r>
        <w:tab/>
        <w:t>1.013e0</w:t>
      </w:r>
    </w:p>
    <w:p w:rsidR="005B3ED9" w:rsidRDefault="005B3ED9" w:rsidP="005B3ED9">
      <w:r>
        <w:t>839.5245</w:t>
      </w:r>
      <w:r>
        <w:tab/>
        <w:t>1.013e0</w:t>
      </w:r>
    </w:p>
    <w:p w:rsidR="005B3ED9" w:rsidRDefault="005B3ED9" w:rsidP="005B3ED9">
      <w:r>
        <w:t>839.5500</w:t>
      </w:r>
      <w:r>
        <w:tab/>
        <w:t>1.013e0</w:t>
      </w:r>
    </w:p>
    <w:p w:rsidR="005B3ED9" w:rsidRDefault="005B3ED9" w:rsidP="005B3ED9">
      <w:r>
        <w:t>839.5925</w:t>
      </w:r>
      <w:r>
        <w:tab/>
        <w:t>1.013e0</w:t>
      </w:r>
    </w:p>
    <w:p w:rsidR="005B3ED9" w:rsidRDefault="005B3ED9" w:rsidP="005B3ED9">
      <w:r>
        <w:t>839.6439</w:t>
      </w:r>
      <w:r>
        <w:tab/>
        <w:t>1.013e0</w:t>
      </w:r>
    </w:p>
    <w:p w:rsidR="005B3ED9" w:rsidRDefault="005B3ED9" w:rsidP="005B3ED9">
      <w:r>
        <w:t>839.7772</w:t>
      </w:r>
      <w:r>
        <w:tab/>
        <w:t>2.025e0</w:t>
      </w:r>
    </w:p>
    <w:p w:rsidR="005B3ED9" w:rsidRDefault="005B3ED9" w:rsidP="005B3ED9">
      <w:r>
        <w:t>839.8134</w:t>
      </w:r>
      <w:r>
        <w:tab/>
        <w:t>2.025e0</w:t>
      </w:r>
    </w:p>
    <w:p w:rsidR="005B3ED9" w:rsidRDefault="005B3ED9" w:rsidP="005B3ED9">
      <w:r>
        <w:t>839.9739</w:t>
      </w:r>
      <w:r>
        <w:tab/>
        <w:t>1.013e0</w:t>
      </w:r>
    </w:p>
    <w:p w:rsidR="005B3ED9" w:rsidRDefault="005B3ED9" w:rsidP="005B3ED9">
      <w:r>
        <w:t>840.0502</w:t>
      </w:r>
      <w:r>
        <w:tab/>
        <w:t>1.013e0</w:t>
      </w:r>
    </w:p>
    <w:p w:rsidR="005B3ED9" w:rsidRDefault="005B3ED9" w:rsidP="005B3ED9">
      <w:r>
        <w:t>840.0728</w:t>
      </w:r>
      <w:r>
        <w:tab/>
        <w:t>1.013e0</w:t>
      </w:r>
    </w:p>
    <w:p w:rsidR="005B3ED9" w:rsidRDefault="005B3ED9" w:rsidP="005B3ED9">
      <w:r>
        <w:t>840.1293</w:t>
      </w:r>
      <w:r>
        <w:tab/>
        <w:t>1.013e0</w:t>
      </w:r>
    </w:p>
    <w:p w:rsidR="005B3ED9" w:rsidRDefault="005B3ED9" w:rsidP="005B3ED9">
      <w:r>
        <w:t>840.1464</w:t>
      </w:r>
      <w:r>
        <w:tab/>
        <w:t>2.025e0</w:t>
      </w:r>
    </w:p>
    <w:p w:rsidR="005B3ED9" w:rsidRDefault="005B3ED9" w:rsidP="005B3ED9">
      <w:r>
        <w:t>840.2707</w:t>
      </w:r>
      <w:r>
        <w:tab/>
        <w:t>1.013e0</w:t>
      </w:r>
    </w:p>
    <w:p w:rsidR="005B3ED9" w:rsidRDefault="005B3ED9" w:rsidP="005B3ED9">
      <w:r>
        <w:t>840.2781</w:t>
      </w:r>
      <w:r>
        <w:tab/>
        <w:t>2.025e0</w:t>
      </w:r>
    </w:p>
    <w:p w:rsidR="005B3ED9" w:rsidRDefault="005B3ED9" w:rsidP="005B3ED9">
      <w:r>
        <w:t>840.3837</w:t>
      </w:r>
      <w:r>
        <w:tab/>
        <w:t>1.013e0</w:t>
      </w:r>
    </w:p>
    <w:p w:rsidR="005B3ED9" w:rsidRDefault="005B3ED9" w:rsidP="005B3ED9">
      <w:r>
        <w:t>840.4735</w:t>
      </w:r>
      <w:r>
        <w:tab/>
        <w:t>1.013e0</w:t>
      </w:r>
    </w:p>
    <w:p w:rsidR="005B3ED9" w:rsidRDefault="005B3ED9" w:rsidP="005B3ED9">
      <w:r>
        <w:t>840.5060</w:t>
      </w:r>
      <w:r>
        <w:tab/>
        <w:t>4.051e0</w:t>
      </w:r>
    </w:p>
    <w:p w:rsidR="005B3ED9" w:rsidRDefault="005B3ED9" w:rsidP="005B3ED9">
      <w:r>
        <w:t>840.5110</w:t>
      </w:r>
      <w:r>
        <w:tab/>
        <w:t>1.013e0</w:t>
      </w:r>
    </w:p>
    <w:p w:rsidR="005B3ED9" w:rsidRDefault="005B3ED9" w:rsidP="005B3ED9">
      <w:r>
        <w:lastRenderedPageBreak/>
        <w:t>840.6033</w:t>
      </w:r>
      <w:r>
        <w:tab/>
        <w:t>2.025e0</w:t>
      </w:r>
    </w:p>
    <w:p w:rsidR="005B3ED9" w:rsidRDefault="005B3ED9" w:rsidP="005B3ED9">
      <w:r>
        <w:t>840.6775</w:t>
      </w:r>
      <w:r>
        <w:tab/>
        <w:t>1.013e0</w:t>
      </w:r>
    </w:p>
    <w:p w:rsidR="005B3ED9" w:rsidRDefault="005B3ED9" w:rsidP="005B3ED9">
      <w:r>
        <w:t>840.7938</w:t>
      </w:r>
      <w:r>
        <w:tab/>
        <w:t>1.013e0</w:t>
      </w:r>
    </w:p>
    <w:p w:rsidR="005B3ED9" w:rsidRDefault="005B3ED9" w:rsidP="005B3ED9">
      <w:r>
        <w:t>840.8293</w:t>
      </w:r>
      <w:r>
        <w:tab/>
        <w:t>1.013e0</w:t>
      </w:r>
    </w:p>
    <w:p w:rsidR="005B3ED9" w:rsidRDefault="005B3ED9" w:rsidP="005B3ED9">
      <w:r>
        <w:t>840.8547</w:t>
      </w:r>
      <w:r>
        <w:tab/>
        <w:t>2.025e0</w:t>
      </w:r>
    </w:p>
    <w:p w:rsidR="005B3ED9" w:rsidRDefault="005B3ED9" w:rsidP="005B3ED9">
      <w:r>
        <w:t>840.8788</w:t>
      </w:r>
      <w:r>
        <w:tab/>
        <w:t>1.013e0</w:t>
      </w:r>
    </w:p>
    <w:p w:rsidR="005B3ED9" w:rsidRDefault="005B3ED9" w:rsidP="005B3ED9">
      <w:r>
        <w:t>841.0411</w:t>
      </w:r>
      <w:r>
        <w:tab/>
        <w:t>2.025e0</w:t>
      </w:r>
    </w:p>
    <w:p w:rsidR="005B3ED9" w:rsidRDefault="005B3ED9" w:rsidP="005B3ED9">
      <w:r>
        <w:t>841.0659</w:t>
      </w:r>
      <w:r>
        <w:tab/>
        <w:t>1.013e0</w:t>
      </w:r>
    </w:p>
    <w:p w:rsidR="005B3ED9" w:rsidRDefault="005B3ED9" w:rsidP="005B3ED9">
      <w:r>
        <w:t>841.1614</w:t>
      </w:r>
      <w:r>
        <w:tab/>
        <w:t>1.013e0</w:t>
      </w:r>
    </w:p>
    <w:p w:rsidR="005B3ED9" w:rsidRDefault="005B3ED9" w:rsidP="005B3ED9">
      <w:r>
        <w:t>841.1898</w:t>
      </w:r>
      <w:r>
        <w:tab/>
        <w:t>1.013e0</w:t>
      </w:r>
    </w:p>
    <w:p w:rsidR="005B3ED9" w:rsidRDefault="005B3ED9" w:rsidP="005B3ED9">
      <w:r>
        <w:t>841.2526</w:t>
      </w:r>
      <w:r>
        <w:tab/>
        <w:t>1.013e0</w:t>
      </w:r>
    </w:p>
    <w:p w:rsidR="005B3ED9" w:rsidRDefault="005B3ED9" w:rsidP="005B3ED9">
      <w:r>
        <w:t>841.2606</w:t>
      </w:r>
      <w:r>
        <w:tab/>
        <w:t>1.013e0</w:t>
      </w:r>
    </w:p>
    <w:p w:rsidR="005B3ED9" w:rsidRDefault="005B3ED9" w:rsidP="005B3ED9">
      <w:r>
        <w:t>841.2747</w:t>
      </w:r>
      <w:r>
        <w:tab/>
        <w:t>1.013e0</w:t>
      </w:r>
    </w:p>
    <w:p w:rsidR="005B3ED9" w:rsidRDefault="005B3ED9" w:rsidP="005B3ED9">
      <w:r>
        <w:t>841.3373</w:t>
      </w:r>
      <w:r>
        <w:tab/>
        <w:t>1.013e0</w:t>
      </w:r>
    </w:p>
    <w:p w:rsidR="005B3ED9" w:rsidRDefault="005B3ED9" w:rsidP="005B3ED9">
      <w:r>
        <w:t>841.3878</w:t>
      </w:r>
      <w:r>
        <w:tab/>
        <w:t>1.013e0</w:t>
      </w:r>
    </w:p>
    <w:p w:rsidR="005B3ED9" w:rsidRDefault="005B3ED9" w:rsidP="005B3ED9">
      <w:r>
        <w:t>841.4727</w:t>
      </w:r>
      <w:r>
        <w:tab/>
        <w:t>1.013e0</w:t>
      </w:r>
    </w:p>
    <w:p w:rsidR="005B3ED9" w:rsidRDefault="005B3ED9" w:rsidP="005B3ED9">
      <w:r>
        <w:t>841.6001</w:t>
      </w:r>
      <w:r>
        <w:tab/>
        <w:t>1.013e0</w:t>
      </w:r>
    </w:p>
    <w:p w:rsidR="005B3ED9" w:rsidRDefault="005B3ED9" w:rsidP="005B3ED9">
      <w:r>
        <w:t>841.6851</w:t>
      </w:r>
      <w:r>
        <w:tab/>
        <w:t>1.013e0</w:t>
      </w:r>
    </w:p>
    <w:p w:rsidR="005B3ED9" w:rsidRDefault="005B3ED9" w:rsidP="005B3ED9">
      <w:r>
        <w:t>841.7276</w:t>
      </w:r>
      <w:r>
        <w:tab/>
        <w:t>1.013e0</w:t>
      </w:r>
    </w:p>
    <w:p w:rsidR="005B3ED9" w:rsidRDefault="005B3ED9" w:rsidP="005B3ED9">
      <w:r>
        <w:lastRenderedPageBreak/>
        <w:t>841.8549</w:t>
      </w:r>
      <w:r>
        <w:tab/>
        <w:t>1.013e0</w:t>
      </w:r>
    </w:p>
    <w:p w:rsidR="005B3ED9" w:rsidRDefault="005B3ED9" w:rsidP="005B3ED9">
      <w:r>
        <w:t>841.8624</w:t>
      </w:r>
      <w:r>
        <w:tab/>
        <w:t>1.013e0</w:t>
      </w:r>
    </w:p>
    <w:p w:rsidR="005B3ED9" w:rsidRDefault="005B3ED9" w:rsidP="005B3ED9">
      <w:r>
        <w:t>841.9983</w:t>
      </w:r>
      <w:r>
        <w:tab/>
        <w:t>2.025e0</w:t>
      </w:r>
    </w:p>
    <w:p w:rsidR="005B3ED9" w:rsidRDefault="005B3ED9" w:rsidP="005B3ED9">
      <w:r>
        <w:t>842.0248</w:t>
      </w:r>
      <w:r>
        <w:tab/>
        <w:t>1.013e0</w:t>
      </w:r>
    </w:p>
    <w:p w:rsidR="005B3ED9" w:rsidRDefault="005B3ED9" w:rsidP="005B3ED9">
      <w:r>
        <w:t>842.0816</w:t>
      </w:r>
      <w:r>
        <w:tab/>
        <w:t>1.013e0</w:t>
      </w:r>
    </w:p>
    <w:p w:rsidR="005B3ED9" w:rsidRDefault="005B3ED9" w:rsidP="005B3ED9">
      <w:r>
        <w:t>842.2183</w:t>
      </w:r>
      <w:r>
        <w:tab/>
        <w:t>1.013e0</w:t>
      </w:r>
    </w:p>
    <w:p w:rsidR="005B3ED9" w:rsidRDefault="005B3ED9" w:rsidP="005B3ED9">
      <w:r>
        <w:t>842.3365</w:t>
      </w:r>
      <w:r>
        <w:tab/>
        <w:t>2.025e0</w:t>
      </w:r>
    </w:p>
    <w:p w:rsidR="005B3ED9" w:rsidRDefault="005B3ED9" w:rsidP="005B3ED9">
      <w:r>
        <w:t>842.3527</w:t>
      </w:r>
      <w:r>
        <w:tab/>
        <w:t>1.013e0</w:t>
      </w:r>
    </w:p>
    <w:p w:rsidR="005B3ED9" w:rsidRDefault="005B3ED9" w:rsidP="005B3ED9">
      <w:r>
        <w:t>842.4645</w:t>
      </w:r>
      <w:r>
        <w:tab/>
        <w:t>3.038e0</w:t>
      </w:r>
    </w:p>
    <w:p w:rsidR="005B3ED9" w:rsidRDefault="005B3ED9" w:rsidP="005B3ED9">
      <w:r>
        <w:t>842.5208</w:t>
      </w:r>
      <w:r>
        <w:tab/>
        <w:t>1.013e0</w:t>
      </w:r>
    </w:p>
    <w:p w:rsidR="005B3ED9" w:rsidRDefault="005B3ED9" w:rsidP="005B3ED9">
      <w:r>
        <w:t>842.5349</w:t>
      </w:r>
      <w:r>
        <w:tab/>
        <w:t>1.013e0</w:t>
      </w:r>
    </w:p>
    <w:p w:rsidR="005B3ED9" w:rsidRDefault="005B3ED9" w:rsidP="005B3ED9">
      <w:r>
        <w:t>842.6766</w:t>
      </w:r>
      <w:r>
        <w:tab/>
        <w:t>1.013e0</w:t>
      </w:r>
    </w:p>
    <w:p w:rsidR="005B3ED9" w:rsidRDefault="005B3ED9" w:rsidP="005B3ED9">
      <w:r>
        <w:t>842.7191</w:t>
      </w:r>
      <w:r>
        <w:tab/>
        <w:t>1.013e0</w:t>
      </w:r>
    </w:p>
    <w:p w:rsidR="005B3ED9" w:rsidRDefault="005B3ED9" w:rsidP="005B3ED9">
      <w:r>
        <w:t>842.8107</w:t>
      </w:r>
      <w:r>
        <w:tab/>
        <w:t>1.013e0</w:t>
      </w:r>
    </w:p>
    <w:p w:rsidR="005B3ED9" w:rsidRDefault="005B3ED9" w:rsidP="005B3ED9">
      <w:r>
        <w:t>842.8466</w:t>
      </w:r>
      <w:r>
        <w:tab/>
        <w:t>1.013e0</w:t>
      </w:r>
    </w:p>
    <w:p w:rsidR="005B3ED9" w:rsidRDefault="005B3ED9" w:rsidP="005B3ED9">
      <w:r>
        <w:t>842.8609</w:t>
      </w:r>
      <w:r>
        <w:tab/>
        <w:t>1.013e0</w:t>
      </w:r>
    </w:p>
    <w:p w:rsidR="005B3ED9" w:rsidRDefault="005B3ED9" w:rsidP="005B3ED9">
      <w:r>
        <w:t>842.9459</w:t>
      </w:r>
      <w:r>
        <w:tab/>
        <w:t>2.025e0</w:t>
      </w:r>
    </w:p>
    <w:p w:rsidR="005B3ED9" w:rsidRDefault="005B3ED9" w:rsidP="005B3ED9">
      <w:r>
        <w:t>843.0593</w:t>
      </w:r>
      <w:r>
        <w:tab/>
        <w:t>1.013e0</w:t>
      </w:r>
    </w:p>
    <w:p w:rsidR="005B3ED9" w:rsidRDefault="005B3ED9" w:rsidP="005B3ED9">
      <w:r>
        <w:t>843.1664</w:t>
      </w:r>
      <w:r>
        <w:tab/>
        <w:t>1.013e0</w:t>
      </w:r>
    </w:p>
    <w:p w:rsidR="005B3ED9" w:rsidRDefault="005B3ED9" w:rsidP="005B3ED9">
      <w:r>
        <w:lastRenderedPageBreak/>
        <w:t>843.2108</w:t>
      </w:r>
      <w:r>
        <w:tab/>
        <w:t>3.038e0</w:t>
      </w:r>
    </w:p>
    <w:p w:rsidR="005B3ED9" w:rsidRDefault="005B3ED9" w:rsidP="005B3ED9">
      <w:r>
        <w:t>843.2578</w:t>
      </w:r>
      <w:r>
        <w:tab/>
        <w:t>1.013e0</w:t>
      </w:r>
    </w:p>
    <w:p w:rsidR="005B3ED9" w:rsidRDefault="005B3ED9" w:rsidP="005B3ED9">
      <w:r>
        <w:t>843.3019</w:t>
      </w:r>
      <w:r>
        <w:tab/>
        <w:t>2.025e0</w:t>
      </w:r>
    </w:p>
    <w:p w:rsidR="005B3ED9" w:rsidRDefault="005B3ED9" w:rsidP="005B3ED9">
      <w:r>
        <w:t>843.3530</w:t>
      </w:r>
      <w:r>
        <w:tab/>
        <w:t>1.013e0</w:t>
      </w:r>
    </w:p>
    <w:p w:rsidR="005B3ED9" w:rsidRDefault="005B3ED9" w:rsidP="005B3ED9">
      <w:r>
        <w:t>843.4495</w:t>
      </w:r>
      <w:r>
        <w:tab/>
        <w:t>3.038e0</w:t>
      </w:r>
    </w:p>
    <w:p w:rsidR="005B3ED9" w:rsidRDefault="005B3ED9" w:rsidP="005B3ED9">
      <w:r>
        <w:t>843.4828</w:t>
      </w:r>
      <w:r>
        <w:tab/>
        <w:t>4.051e0</w:t>
      </w:r>
    </w:p>
    <w:p w:rsidR="005B3ED9" w:rsidRDefault="005B3ED9" w:rsidP="005B3ED9">
      <w:r>
        <w:t>843.4848</w:t>
      </w:r>
      <w:r>
        <w:tab/>
        <w:t>1.013e0</w:t>
      </w:r>
    </w:p>
    <w:p w:rsidR="005B3ED9" w:rsidRDefault="005B3ED9" w:rsidP="005B3ED9">
      <w:r>
        <w:t>843.5132</w:t>
      </w:r>
      <w:r>
        <w:tab/>
        <w:t>1.013e0</w:t>
      </w:r>
    </w:p>
    <w:p w:rsidR="005B3ED9" w:rsidRDefault="005B3ED9" w:rsidP="005B3ED9">
      <w:r>
        <w:t>843.8962</w:t>
      </w:r>
      <w:r>
        <w:tab/>
        <w:t>1.013e0</w:t>
      </w:r>
    </w:p>
    <w:p w:rsidR="005B3ED9" w:rsidRDefault="005B3ED9" w:rsidP="005B3ED9">
      <w:r>
        <w:t>844.0948</w:t>
      </w:r>
      <w:r>
        <w:tab/>
        <w:t>1.013e0</w:t>
      </w:r>
    </w:p>
    <w:p w:rsidR="005B3ED9" w:rsidRDefault="005B3ED9" w:rsidP="005B3ED9">
      <w:r>
        <w:t>844.1234</w:t>
      </w:r>
      <w:r>
        <w:tab/>
        <w:t>1.013e0</w:t>
      </w:r>
    </w:p>
    <w:p w:rsidR="005B3ED9" w:rsidRDefault="005B3ED9" w:rsidP="005B3ED9">
      <w:r>
        <w:t>844.1375</w:t>
      </w:r>
      <w:r>
        <w:tab/>
        <w:t>2.025e0</w:t>
      </w:r>
    </w:p>
    <w:p w:rsidR="005B3ED9" w:rsidRDefault="005B3ED9" w:rsidP="005B3ED9">
      <w:r>
        <w:t>844.2652</w:t>
      </w:r>
      <w:r>
        <w:tab/>
        <w:t>1.013e0</w:t>
      </w:r>
    </w:p>
    <w:p w:rsidR="005B3ED9" w:rsidRDefault="005B3ED9" w:rsidP="005B3ED9">
      <w:r>
        <w:t>844.3078</w:t>
      </w:r>
      <w:r>
        <w:tab/>
        <w:t>2.025e0</w:t>
      </w:r>
    </w:p>
    <w:p w:rsidR="005B3ED9" w:rsidRDefault="005B3ED9" w:rsidP="005B3ED9">
      <w:r>
        <w:t>844.3184</w:t>
      </w:r>
      <w:r>
        <w:tab/>
        <w:t>1.013e0</w:t>
      </w:r>
    </w:p>
    <w:p w:rsidR="005B3ED9" w:rsidRDefault="005B3ED9" w:rsidP="005B3ED9">
      <w:r>
        <w:t>844.3931</w:t>
      </w:r>
      <w:r>
        <w:tab/>
        <w:t>1.013e0</w:t>
      </w:r>
    </w:p>
    <w:p w:rsidR="005B3ED9" w:rsidRDefault="005B3ED9" w:rsidP="005B3ED9">
      <w:r>
        <w:t>844.4114</w:t>
      </w:r>
      <w:r>
        <w:tab/>
        <w:t>3.038e0</w:t>
      </w:r>
    </w:p>
    <w:p w:rsidR="005B3ED9" w:rsidRDefault="005B3ED9" w:rsidP="005B3ED9">
      <w:r>
        <w:t>844.4874</w:t>
      </w:r>
      <w:r>
        <w:tab/>
        <w:t>1.013e0</w:t>
      </w:r>
    </w:p>
    <w:p w:rsidR="005B3ED9" w:rsidRDefault="005B3ED9" w:rsidP="005B3ED9">
      <w:r>
        <w:t>844.5280</w:t>
      </w:r>
      <w:r>
        <w:tab/>
        <w:t>2.025e0</w:t>
      </w:r>
    </w:p>
    <w:p w:rsidR="005B3ED9" w:rsidRDefault="005B3ED9" w:rsidP="005B3ED9">
      <w:r>
        <w:lastRenderedPageBreak/>
        <w:t>844.5493</w:t>
      </w:r>
      <w:r>
        <w:tab/>
        <w:t>1.013e0</w:t>
      </w:r>
    </w:p>
    <w:p w:rsidR="005B3ED9" w:rsidRDefault="005B3ED9" w:rsidP="005B3ED9">
      <w:r>
        <w:t>844.6336</w:t>
      </w:r>
      <w:r>
        <w:tab/>
        <w:t>3.038e0</w:t>
      </w:r>
    </w:p>
    <w:p w:rsidR="005B3ED9" w:rsidRDefault="005B3ED9" w:rsidP="005B3ED9">
      <w:r>
        <w:t>844.6629</w:t>
      </w:r>
      <w:r>
        <w:tab/>
        <w:t>1.013e0</w:t>
      </w:r>
    </w:p>
    <w:p w:rsidR="005B3ED9" w:rsidRDefault="005B3ED9" w:rsidP="005B3ED9">
      <w:r>
        <w:t>844.7197</w:t>
      </w:r>
      <w:r>
        <w:tab/>
        <w:t>1.013e0</w:t>
      </w:r>
    </w:p>
    <w:p w:rsidR="005B3ED9" w:rsidRDefault="005B3ED9" w:rsidP="005B3ED9">
      <w:r>
        <w:t>844.7586</w:t>
      </w:r>
      <w:r>
        <w:tab/>
        <w:t>1.013e0</w:t>
      </w:r>
    </w:p>
    <w:p w:rsidR="005B3ED9" w:rsidRDefault="005B3ED9" w:rsidP="005B3ED9">
      <w:r>
        <w:t>844.8930</w:t>
      </w:r>
      <w:r>
        <w:tab/>
        <w:t>1.013e0</w:t>
      </w:r>
    </w:p>
    <w:p w:rsidR="005B3ED9" w:rsidRDefault="005B3ED9" w:rsidP="005B3ED9">
      <w:r>
        <w:t>845.0341</w:t>
      </w:r>
      <w:r>
        <w:tab/>
        <w:t>5.063e0</w:t>
      </w:r>
    </w:p>
    <w:p w:rsidR="005B3ED9" w:rsidRDefault="005B3ED9" w:rsidP="005B3ED9">
      <w:r>
        <w:t>845.0891</w:t>
      </w:r>
      <w:r>
        <w:tab/>
        <w:t>1.013e0</w:t>
      </w:r>
    </w:p>
    <w:p w:rsidR="005B3ED9" w:rsidRDefault="005B3ED9" w:rsidP="005B3ED9">
      <w:r>
        <w:t>845.3010</w:t>
      </w:r>
      <w:r>
        <w:tab/>
        <w:t>1.013e0</w:t>
      </w:r>
    </w:p>
    <w:p w:rsidR="005B3ED9" w:rsidRDefault="005B3ED9" w:rsidP="005B3ED9">
      <w:r>
        <w:t>845.3678</w:t>
      </w:r>
      <w:r>
        <w:tab/>
        <w:t>1.013e0</w:t>
      </w:r>
    </w:p>
    <w:p w:rsidR="005B3ED9" w:rsidRDefault="005B3ED9" w:rsidP="005B3ED9">
      <w:r>
        <w:t>845.4525</w:t>
      </w:r>
      <w:r>
        <w:tab/>
        <w:t>1.013e0</w:t>
      </w:r>
    </w:p>
    <w:p w:rsidR="005B3ED9" w:rsidRDefault="005B3ED9" w:rsidP="005B3ED9">
      <w:r>
        <w:t>845.5325</w:t>
      </w:r>
      <w:r>
        <w:tab/>
        <w:t>2.025e0</w:t>
      </w:r>
    </w:p>
    <w:p w:rsidR="005B3ED9" w:rsidRDefault="005B3ED9" w:rsidP="005B3ED9">
      <w:r>
        <w:t>845.5440</w:t>
      </w:r>
      <w:r>
        <w:tab/>
        <w:t>1.013e0</w:t>
      </w:r>
    </w:p>
    <w:p w:rsidR="005B3ED9" w:rsidRDefault="005B3ED9" w:rsidP="005B3ED9">
      <w:r>
        <w:t>845.5883</w:t>
      </w:r>
      <w:r>
        <w:tab/>
        <w:t>2.025e0</w:t>
      </w:r>
    </w:p>
    <w:p w:rsidR="005B3ED9" w:rsidRDefault="005B3ED9" w:rsidP="005B3ED9">
      <w:r>
        <w:t>845.6436</w:t>
      </w:r>
      <w:r>
        <w:tab/>
        <w:t>1.013e0</w:t>
      </w:r>
    </w:p>
    <w:p w:rsidR="005B3ED9" w:rsidRDefault="005B3ED9" w:rsidP="005B3ED9">
      <w:r>
        <w:t>845.7288</w:t>
      </w:r>
      <w:r>
        <w:tab/>
        <w:t>1.013e0</w:t>
      </w:r>
    </w:p>
    <w:p w:rsidR="005B3ED9" w:rsidRDefault="005B3ED9" w:rsidP="005B3ED9">
      <w:r>
        <w:t>845.9422</w:t>
      </w:r>
      <w:r>
        <w:tab/>
        <w:t>1.013e0</w:t>
      </w:r>
    </w:p>
    <w:p w:rsidR="005B3ED9" w:rsidRDefault="005B3ED9" w:rsidP="005B3ED9">
      <w:r>
        <w:t>846.0358</w:t>
      </w:r>
      <w:r>
        <w:tab/>
        <w:t>2.025e0</w:t>
      </w:r>
    </w:p>
    <w:p w:rsidR="005B3ED9" w:rsidRDefault="005B3ED9" w:rsidP="005B3ED9">
      <w:r>
        <w:t>846.1270</w:t>
      </w:r>
      <w:r>
        <w:tab/>
        <w:t>1.013e0</w:t>
      </w:r>
    </w:p>
    <w:p w:rsidR="005B3ED9" w:rsidRDefault="005B3ED9" w:rsidP="005B3ED9">
      <w:r>
        <w:lastRenderedPageBreak/>
        <w:t>846.1636</w:t>
      </w:r>
      <w:r>
        <w:tab/>
        <w:t>1.013e0</w:t>
      </w:r>
    </w:p>
    <w:p w:rsidR="005B3ED9" w:rsidRDefault="005B3ED9" w:rsidP="005B3ED9">
      <w:r>
        <w:t>846.2286</w:t>
      </w:r>
      <w:r>
        <w:tab/>
        <w:t>2.025e0</w:t>
      </w:r>
    </w:p>
    <w:p w:rsidR="005B3ED9" w:rsidRDefault="005B3ED9" w:rsidP="005B3ED9">
      <w:r>
        <w:t>846.2430</w:t>
      </w:r>
      <w:r>
        <w:tab/>
        <w:t>2.025e0</w:t>
      </w:r>
    </w:p>
    <w:p w:rsidR="005B3ED9" w:rsidRDefault="005B3ED9" w:rsidP="005B3ED9">
      <w:r>
        <w:t>846.3912</w:t>
      </w:r>
      <w:r>
        <w:tab/>
        <w:t>2.025e0</w:t>
      </w:r>
    </w:p>
    <w:p w:rsidR="005B3ED9" w:rsidRDefault="005B3ED9" w:rsidP="005B3ED9">
      <w:r>
        <w:t>846.4116</w:t>
      </w:r>
      <w:r>
        <w:tab/>
        <w:t>1.013e0</w:t>
      </w:r>
    </w:p>
    <w:p w:rsidR="005B3ED9" w:rsidRDefault="005B3ED9" w:rsidP="005B3ED9">
      <w:r>
        <w:t>846.4770</w:t>
      </w:r>
      <w:r>
        <w:tab/>
        <w:t>2.025e0</w:t>
      </w:r>
    </w:p>
    <w:p w:rsidR="005B3ED9" w:rsidRDefault="005B3ED9" w:rsidP="005B3ED9">
      <w:r>
        <w:t>846.6212</w:t>
      </w:r>
      <w:r>
        <w:tab/>
        <w:t>3.038e0</w:t>
      </w:r>
    </w:p>
    <w:p w:rsidR="005B3ED9" w:rsidRDefault="005B3ED9" w:rsidP="005B3ED9">
      <w:r>
        <w:t>846.6679</w:t>
      </w:r>
      <w:r>
        <w:tab/>
        <w:t>1.013e0</w:t>
      </w:r>
    </w:p>
    <w:p w:rsidR="005B3ED9" w:rsidRDefault="005B3ED9" w:rsidP="005B3ED9">
      <w:r>
        <w:t>846.7534</w:t>
      </w:r>
      <w:r>
        <w:tab/>
        <w:t>1.013e0</w:t>
      </w:r>
    </w:p>
    <w:p w:rsidR="005B3ED9" w:rsidRDefault="005B3ED9" w:rsidP="005B3ED9">
      <w:r>
        <w:t>846.7781</w:t>
      </w:r>
      <w:r>
        <w:tab/>
        <w:t>2.025e0</w:t>
      </w:r>
    </w:p>
    <w:p w:rsidR="005B3ED9" w:rsidRDefault="005B3ED9" w:rsidP="005B3ED9">
      <w:r>
        <w:t>846.8103</w:t>
      </w:r>
      <w:r>
        <w:tab/>
        <w:t>1.013e0</w:t>
      </w:r>
    </w:p>
    <w:p w:rsidR="005B3ED9" w:rsidRDefault="005B3ED9" w:rsidP="005B3ED9">
      <w:r>
        <w:t>846.9384</w:t>
      </w:r>
      <w:r>
        <w:tab/>
        <w:t>1.013e0</w:t>
      </w:r>
    </w:p>
    <w:p w:rsidR="005B3ED9" w:rsidRDefault="005B3ED9" w:rsidP="005B3ED9">
      <w:r>
        <w:t>847.0950</w:t>
      </w:r>
      <w:r>
        <w:tab/>
        <w:t>1.013e0</w:t>
      </w:r>
    </w:p>
    <w:p w:rsidR="005B3ED9" w:rsidRDefault="005B3ED9" w:rsidP="005B3ED9">
      <w:r>
        <w:t>847.1105</w:t>
      </w:r>
      <w:r>
        <w:tab/>
        <w:t>1.013e0</w:t>
      </w:r>
    </w:p>
    <w:p w:rsidR="005B3ED9" w:rsidRDefault="005B3ED9" w:rsidP="005B3ED9">
      <w:r>
        <w:t>847.2973</w:t>
      </w:r>
      <w:r>
        <w:tab/>
        <w:t>1.013e0</w:t>
      </w:r>
    </w:p>
    <w:p w:rsidR="005B3ED9" w:rsidRDefault="005B3ED9" w:rsidP="005B3ED9">
      <w:r>
        <w:t>847.3048</w:t>
      </w:r>
      <w:r>
        <w:tab/>
        <w:t>4.051e1</w:t>
      </w:r>
    </w:p>
    <w:p w:rsidR="005B3ED9" w:rsidRDefault="005B3ED9" w:rsidP="005B3ED9">
      <w:r>
        <w:t>847.3220</w:t>
      </w:r>
      <w:r>
        <w:tab/>
        <w:t>1.215e1</w:t>
      </w:r>
    </w:p>
    <w:p w:rsidR="005B3ED9" w:rsidRDefault="005B3ED9" w:rsidP="005B3ED9">
      <w:r>
        <w:t>847.4085</w:t>
      </w:r>
      <w:r>
        <w:tab/>
        <w:t>1.013e0</w:t>
      </w:r>
    </w:p>
    <w:p w:rsidR="005B3ED9" w:rsidRDefault="005B3ED9" w:rsidP="005B3ED9">
      <w:r>
        <w:t>847.4116</w:t>
      </w:r>
      <w:r>
        <w:tab/>
        <w:t>2.025e0</w:t>
      </w:r>
    </w:p>
    <w:p w:rsidR="005B3ED9" w:rsidRDefault="005B3ED9" w:rsidP="005B3ED9">
      <w:r>
        <w:lastRenderedPageBreak/>
        <w:t>847.4939</w:t>
      </w:r>
      <w:r>
        <w:tab/>
        <w:t>2.025e0</w:t>
      </w:r>
    </w:p>
    <w:p w:rsidR="005B3ED9" w:rsidRDefault="005B3ED9" w:rsidP="005B3ED9">
      <w:r>
        <w:t>847.5206</w:t>
      </w:r>
      <w:r>
        <w:tab/>
        <w:t>2.025e0</w:t>
      </w:r>
    </w:p>
    <w:p w:rsidR="005B3ED9" w:rsidRDefault="005B3ED9" w:rsidP="005B3ED9">
      <w:r>
        <w:t>847.5510</w:t>
      </w:r>
      <w:r>
        <w:tab/>
        <w:t>1.013e0</w:t>
      </w:r>
    </w:p>
    <w:p w:rsidR="005B3ED9" w:rsidRDefault="005B3ED9" w:rsidP="005B3ED9">
      <w:r>
        <w:t>847.6364</w:t>
      </w:r>
      <w:r>
        <w:tab/>
        <w:t>1.013e0</w:t>
      </w:r>
    </w:p>
    <w:p w:rsidR="005B3ED9" w:rsidRDefault="005B3ED9" w:rsidP="005B3ED9">
      <w:r>
        <w:t>847.6935</w:t>
      </w:r>
      <w:r>
        <w:tab/>
        <w:t>1.013e0</w:t>
      </w:r>
    </w:p>
    <w:p w:rsidR="005B3ED9" w:rsidRDefault="005B3ED9" w:rsidP="005B3ED9">
      <w:r>
        <w:t>847.7201</w:t>
      </w:r>
      <w:r>
        <w:tab/>
        <w:t>2.025e0</w:t>
      </w:r>
    </w:p>
    <w:p w:rsidR="005B3ED9" w:rsidRDefault="005B3ED9" w:rsidP="005B3ED9">
      <w:r>
        <w:t>847.7592</w:t>
      </w:r>
      <w:r>
        <w:tab/>
        <w:t>2.025e0</w:t>
      </w:r>
    </w:p>
    <w:p w:rsidR="005B3ED9" w:rsidRDefault="005B3ED9" w:rsidP="005B3ED9">
      <w:r>
        <w:t>847.8565</w:t>
      </w:r>
      <w:r>
        <w:tab/>
        <w:t>1.013e0</w:t>
      </w:r>
    </w:p>
    <w:p w:rsidR="005B3ED9" w:rsidRDefault="005B3ED9" w:rsidP="005B3ED9">
      <w:r>
        <w:t>847.8851</w:t>
      </w:r>
      <w:r>
        <w:tab/>
        <w:t>2.025e0</w:t>
      </w:r>
    </w:p>
    <w:p w:rsidR="005B3ED9" w:rsidRDefault="005B3ED9" w:rsidP="005B3ED9">
      <w:r>
        <w:t>847.9583</w:t>
      </w:r>
      <w:r>
        <w:tab/>
        <w:t>1.013e0</w:t>
      </w:r>
    </w:p>
    <w:p w:rsidR="005B3ED9" w:rsidRDefault="005B3ED9" w:rsidP="005B3ED9">
      <w:r>
        <w:t>848.0499</w:t>
      </w:r>
      <w:r>
        <w:tab/>
        <w:t>1.013e0</w:t>
      </w:r>
    </w:p>
    <w:p w:rsidR="005B3ED9" w:rsidRDefault="005B3ED9" w:rsidP="005B3ED9">
      <w:r>
        <w:t>848.1624</w:t>
      </w:r>
      <w:r>
        <w:tab/>
        <w:t>1.013e0</w:t>
      </w:r>
    </w:p>
    <w:p w:rsidR="005B3ED9" w:rsidRDefault="005B3ED9" w:rsidP="005B3ED9">
      <w:r>
        <w:t>848.2067</w:t>
      </w:r>
      <w:r>
        <w:tab/>
        <w:t>1.013e0</w:t>
      </w:r>
    </w:p>
    <w:p w:rsidR="005B3ED9" w:rsidRDefault="005B3ED9" w:rsidP="005B3ED9">
      <w:r>
        <w:t>848.2924</w:t>
      </w:r>
      <w:r>
        <w:tab/>
        <w:t>2.025e0</w:t>
      </w:r>
    </w:p>
    <w:p w:rsidR="005B3ED9" w:rsidRDefault="005B3ED9" w:rsidP="005B3ED9">
      <w:r>
        <w:t>848.3118</w:t>
      </w:r>
      <w:r>
        <w:tab/>
        <w:t>2.025e1</w:t>
      </w:r>
    </w:p>
    <w:p w:rsidR="005B3ED9" w:rsidRDefault="005B3ED9" w:rsidP="005B3ED9">
      <w:r>
        <w:t>848.3636</w:t>
      </w:r>
      <w:r>
        <w:tab/>
        <w:t>1.013e0</w:t>
      </w:r>
    </w:p>
    <w:p w:rsidR="005B3ED9" w:rsidRDefault="005B3ED9" w:rsidP="005B3ED9">
      <w:r>
        <w:t>848.4492</w:t>
      </w:r>
      <w:r>
        <w:tab/>
        <w:t>1.013e0</w:t>
      </w:r>
    </w:p>
    <w:p w:rsidR="005B3ED9" w:rsidRDefault="005B3ED9" w:rsidP="005B3ED9">
      <w:r>
        <w:t>848.4828</w:t>
      </w:r>
      <w:r>
        <w:tab/>
        <w:t>2.025e0</w:t>
      </w:r>
    </w:p>
    <w:p w:rsidR="005B3ED9" w:rsidRDefault="005B3ED9" w:rsidP="005B3ED9">
      <w:r>
        <w:t>848.5494</w:t>
      </w:r>
      <w:r>
        <w:tab/>
        <w:t>1.013e0</w:t>
      </w:r>
    </w:p>
    <w:p w:rsidR="005B3ED9" w:rsidRDefault="005B3ED9" w:rsidP="005B3ED9">
      <w:r>
        <w:lastRenderedPageBreak/>
        <w:t>848.6198</w:t>
      </w:r>
      <w:r>
        <w:tab/>
        <w:t>1.013e0</w:t>
      </w:r>
    </w:p>
    <w:p w:rsidR="005B3ED9" w:rsidRDefault="005B3ED9" w:rsidP="005B3ED9">
      <w:r>
        <w:t>848.6691</w:t>
      </w:r>
      <w:r>
        <w:tab/>
        <w:t>1.013e0</w:t>
      </w:r>
    </w:p>
    <w:p w:rsidR="005B3ED9" w:rsidRDefault="005B3ED9" w:rsidP="005B3ED9">
      <w:r>
        <w:t>848.7040</w:t>
      </w:r>
      <w:r>
        <w:tab/>
        <w:t>1.013e0</w:t>
      </w:r>
    </w:p>
    <w:p w:rsidR="005B3ED9" w:rsidRDefault="005B3ED9" w:rsidP="005B3ED9">
      <w:r>
        <w:t>848.7501</w:t>
      </w:r>
      <w:r>
        <w:tab/>
        <w:t>2.025e0</w:t>
      </w:r>
    </w:p>
    <w:p w:rsidR="005B3ED9" w:rsidRDefault="005B3ED9" w:rsidP="005B3ED9">
      <w:r>
        <w:t>848.8149</w:t>
      </w:r>
      <w:r>
        <w:tab/>
        <w:t>2.025e0</w:t>
      </w:r>
    </w:p>
    <w:p w:rsidR="005B3ED9" w:rsidRDefault="005B3ED9" w:rsidP="005B3ED9">
      <w:r>
        <w:t>849.0401</w:t>
      </w:r>
      <w:r>
        <w:tab/>
        <w:t>3.038e0</w:t>
      </w:r>
    </w:p>
    <w:p w:rsidR="005B3ED9" w:rsidRDefault="005B3ED9" w:rsidP="005B3ED9">
      <w:r>
        <w:t>849.1088</w:t>
      </w:r>
      <w:r>
        <w:tab/>
        <w:t>1.013e0</w:t>
      </w:r>
    </w:p>
    <w:p w:rsidR="005B3ED9" w:rsidRDefault="005B3ED9" w:rsidP="005B3ED9">
      <w:r>
        <w:t>849.1263</w:t>
      </w:r>
      <w:r>
        <w:tab/>
        <w:t>1.013e0</w:t>
      </w:r>
    </w:p>
    <w:p w:rsidR="005B3ED9" w:rsidRDefault="005B3ED9" w:rsidP="005B3ED9">
      <w:r>
        <w:t>849.2575</w:t>
      </w:r>
      <w:r>
        <w:tab/>
        <w:t>3.038e0</w:t>
      </w:r>
    </w:p>
    <w:p w:rsidR="005B3ED9" w:rsidRDefault="005B3ED9" w:rsidP="005B3ED9">
      <w:r>
        <w:t>849.2775</w:t>
      </w:r>
      <w:r>
        <w:tab/>
        <w:t>1.013e0</w:t>
      </w:r>
    </w:p>
    <w:p w:rsidR="005B3ED9" w:rsidRDefault="005B3ED9" w:rsidP="005B3ED9">
      <w:r>
        <w:t>849.3205</w:t>
      </w:r>
      <w:r>
        <w:tab/>
        <w:t>1.418e1</w:t>
      </w:r>
    </w:p>
    <w:p w:rsidR="005B3ED9" w:rsidRDefault="005B3ED9" w:rsidP="005B3ED9">
      <w:r>
        <w:t>849.4816</w:t>
      </w:r>
      <w:r>
        <w:tab/>
        <w:t>1.013e0</w:t>
      </w:r>
    </w:p>
    <w:p w:rsidR="005B3ED9" w:rsidRDefault="005B3ED9" w:rsidP="005B3ED9">
      <w:r>
        <w:t>849.5482</w:t>
      </w:r>
      <w:r>
        <w:tab/>
        <w:t>1.013e0</w:t>
      </w:r>
    </w:p>
    <w:p w:rsidR="005B3ED9" w:rsidRDefault="005B3ED9" w:rsidP="005B3ED9">
      <w:r>
        <w:t>849.5660</w:t>
      </w:r>
      <w:r>
        <w:tab/>
        <w:t>1.013e0</w:t>
      </w:r>
    </w:p>
    <w:p w:rsidR="005B3ED9" w:rsidRDefault="005B3ED9" w:rsidP="005B3ED9">
      <w:r>
        <w:t>849.6184</w:t>
      </w:r>
      <w:r>
        <w:tab/>
        <w:t>1.013e0</w:t>
      </w:r>
    </w:p>
    <w:p w:rsidR="005B3ED9" w:rsidRDefault="005B3ED9" w:rsidP="005B3ED9">
      <w:r>
        <w:t>849.7339</w:t>
      </w:r>
      <w:r>
        <w:tab/>
        <w:t>1.013e0</w:t>
      </w:r>
    </w:p>
    <w:p w:rsidR="005B3ED9" w:rsidRDefault="005B3ED9" w:rsidP="005B3ED9">
      <w:r>
        <w:t>849.7350</w:t>
      </w:r>
      <w:r>
        <w:tab/>
        <w:t>2.025e0</w:t>
      </w:r>
    </w:p>
    <w:p w:rsidR="005B3ED9" w:rsidRDefault="005B3ED9" w:rsidP="005B3ED9">
      <w:r>
        <w:t>849.8347</w:t>
      </w:r>
      <w:r>
        <w:tab/>
        <w:t>2.025e0</w:t>
      </w:r>
    </w:p>
    <w:p w:rsidR="005B3ED9" w:rsidRDefault="005B3ED9" w:rsidP="005B3ED9">
      <w:r>
        <w:t>849.8716</w:t>
      </w:r>
      <w:r>
        <w:tab/>
        <w:t>2.025e0</w:t>
      </w:r>
    </w:p>
    <w:p w:rsidR="005B3ED9" w:rsidRDefault="005B3ED9" w:rsidP="005B3ED9">
      <w:r>
        <w:lastRenderedPageBreak/>
        <w:t>850.0345</w:t>
      </w:r>
      <w:r>
        <w:tab/>
        <w:t>4.051e0</w:t>
      </w:r>
    </w:p>
    <w:p w:rsidR="005B3ED9" w:rsidRDefault="005B3ED9" w:rsidP="005B3ED9">
      <w:r>
        <w:t>850.0356</w:t>
      </w:r>
      <w:r>
        <w:tab/>
        <w:t>3.038e0</w:t>
      </w:r>
    </w:p>
    <w:p w:rsidR="005B3ED9" w:rsidRDefault="005B3ED9" w:rsidP="005B3ED9">
      <w:r>
        <w:t>850.2197</w:t>
      </w:r>
      <w:r>
        <w:tab/>
        <w:t>1.013e0</w:t>
      </w:r>
    </w:p>
    <w:p w:rsidR="005B3ED9" w:rsidRDefault="005B3ED9" w:rsidP="005B3ED9">
      <w:r>
        <w:t>850.2769</w:t>
      </w:r>
      <w:r>
        <w:tab/>
        <w:t>1.013e0</w:t>
      </w:r>
    </w:p>
    <w:p w:rsidR="005B3ED9" w:rsidRDefault="005B3ED9" w:rsidP="005B3ED9">
      <w:r>
        <w:t>850.3483</w:t>
      </w:r>
      <w:r>
        <w:tab/>
        <w:t>2.025e0</w:t>
      </w:r>
    </w:p>
    <w:p w:rsidR="005B3ED9" w:rsidRDefault="005B3ED9" w:rsidP="005B3ED9">
      <w:r>
        <w:t>850.4554</w:t>
      </w:r>
      <w:r>
        <w:tab/>
        <w:t>2.025e0</w:t>
      </w:r>
    </w:p>
    <w:p w:rsidR="005B3ED9" w:rsidRDefault="005B3ED9" w:rsidP="005B3ED9">
      <w:r>
        <w:t>850.4771</w:t>
      </w:r>
      <w:r>
        <w:tab/>
        <w:t>1.013e0</w:t>
      </w:r>
    </w:p>
    <w:p w:rsidR="005B3ED9" w:rsidRDefault="005B3ED9" w:rsidP="005B3ED9">
      <w:r>
        <w:t>850.5308</w:t>
      </w:r>
      <w:r>
        <w:tab/>
        <w:t>4.051e0</w:t>
      </w:r>
    </w:p>
    <w:p w:rsidR="005B3ED9" w:rsidRDefault="005B3ED9" w:rsidP="005B3ED9">
      <w:r>
        <w:t>850.5339</w:t>
      </w:r>
      <w:r>
        <w:tab/>
        <w:t>3.038e0</w:t>
      </w:r>
    </w:p>
    <w:p w:rsidR="005B3ED9" w:rsidRDefault="005B3ED9" w:rsidP="005B3ED9">
      <w:r>
        <w:t>850.5771</w:t>
      </w:r>
      <w:r>
        <w:tab/>
        <w:t>2.025e0</w:t>
      </w:r>
    </w:p>
    <w:p w:rsidR="005B3ED9" w:rsidRDefault="005B3ED9" w:rsidP="005B3ED9">
      <w:r>
        <w:t>850.6555</w:t>
      </w:r>
      <w:r>
        <w:tab/>
        <w:t>2.025e0</w:t>
      </w:r>
    </w:p>
    <w:p w:rsidR="005B3ED9" w:rsidRDefault="005B3ED9" w:rsidP="005B3ED9">
      <w:r>
        <w:t>850.6844</w:t>
      </w:r>
      <w:r>
        <w:tab/>
        <w:t>2.025e0</w:t>
      </w:r>
    </w:p>
    <w:p w:rsidR="005B3ED9" w:rsidRDefault="005B3ED9" w:rsidP="005B3ED9">
      <w:r>
        <w:t>850.7010</w:t>
      </w:r>
      <w:r>
        <w:tab/>
        <w:t>1.013e0</w:t>
      </w:r>
    </w:p>
    <w:p w:rsidR="005B3ED9" w:rsidRDefault="005B3ED9" w:rsidP="005B3ED9">
      <w:r>
        <w:t>850.7629</w:t>
      </w:r>
      <w:r>
        <w:tab/>
        <w:t>2.025e0</w:t>
      </w:r>
    </w:p>
    <w:p w:rsidR="005B3ED9" w:rsidRDefault="005B3ED9" w:rsidP="005B3ED9">
      <w:r>
        <w:t>850.8820</w:t>
      </w:r>
      <w:r>
        <w:tab/>
        <w:t>4.051e0</w:t>
      </w:r>
    </w:p>
    <w:p w:rsidR="005B3ED9" w:rsidRDefault="005B3ED9" w:rsidP="005B3ED9">
      <w:r>
        <w:t>850.8917</w:t>
      </w:r>
      <w:r>
        <w:tab/>
        <w:t>1.013e0</w:t>
      </w:r>
    </w:p>
    <w:p w:rsidR="005B3ED9" w:rsidRDefault="005B3ED9" w:rsidP="005B3ED9">
      <w:r>
        <w:t>850.9775</w:t>
      </w:r>
      <w:r>
        <w:tab/>
        <w:t>1.013e0</w:t>
      </w:r>
    </w:p>
    <w:p w:rsidR="005B3ED9" w:rsidRDefault="005B3ED9" w:rsidP="005B3ED9">
      <w:r>
        <w:t>850.9919</w:t>
      </w:r>
      <w:r>
        <w:tab/>
        <w:t>1.013e0</w:t>
      </w:r>
    </w:p>
    <w:p w:rsidR="005B3ED9" w:rsidRDefault="005B3ED9" w:rsidP="005B3ED9">
      <w:r>
        <w:t>851.0844</w:t>
      </w:r>
      <w:r>
        <w:tab/>
        <w:t>2.025e0</w:t>
      </w:r>
    </w:p>
    <w:p w:rsidR="005B3ED9" w:rsidRDefault="005B3ED9" w:rsidP="005B3ED9">
      <w:r>
        <w:lastRenderedPageBreak/>
        <w:t>851.1921</w:t>
      </w:r>
      <w:r>
        <w:tab/>
        <w:t>1.013e0</w:t>
      </w:r>
    </w:p>
    <w:p w:rsidR="005B3ED9" w:rsidRDefault="005B3ED9" w:rsidP="005B3ED9">
      <w:r>
        <w:t>851.2777</w:t>
      </w:r>
      <w:r>
        <w:tab/>
        <w:t>2.025e0</w:t>
      </w:r>
    </w:p>
    <w:p w:rsidR="005B3ED9" w:rsidRDefault="005B3ED9" w:rsidP="005B3ED9">
      <w:r>
        <w:t>851.3096</w:t>
      </w:r>
      <w:r>
        <w:tab/>
        <w:t>1.013e0</w:t>
      </w:r>
    </w:p>
    <w:p w:rsidR="005B3ED9" w:rsidRDefault="005B3ED9" w:rsidP="005B3ED9">
      <w:r>
        <w:t>851.3638</w:t>
      </w:r>
      <w:r>
        <w:tab/>
        <w:t>1.013e0</w:t>
      </w:r>
    </w:p>
    <w:p w:rsidR="005B3ED9" w:rsidRDefault="005B3ED9" w:rsidP="005B3ED9">
      <w:r>
        <w:t>851.4498</w:t>
      </w:r>
      <w:r>
        <w:tab/>
        <w:t>1.013e0</w:t>
      </w:r>
    </w:p>
    <w:p w:rsidR="005B3ED9" w:rsidRDefault="005B3ED9" w:rsidP="005B3ED9">
      <w:r>
        <w:t>851.5132</w:t>
      </w:r>
      <w:r>
        <w:tab/>
        <w:t>1.013e0</w:t>
      </w:r>
    </w:p>
    <w:p w:rsidR="005B3ED9" w:rsidRDefault="005B3ED9" w:rsidP="005B3ED9">
      <w:r>
        <w:t>851.5212</w:t>
      </w:r>
      <w:r>
        <w:tab/>
        <w:t>1.013e0</w:t>
      </w:r>
    </w:p>
    <w:p w:rsidR="005B3ED9" w:rsidRDefault="005B3ED9" w:rsidP="005B3ED9">
      <w:r>
        <w:t>851.5642</w:t>
      </w:r>
      <w:r>
        <w:tab/>
        <w:t>1.013e0</w:t>
      </w:r>
    </w:p>
    <w:p w:rsidR="005B3ED9" w:rsidRDefault="005B3ED9" w:rsidP="005B3ED9">
      <w:r>
        <w:t>851.5786</w:t>
      </w:r>
      <w:r>
        <w:tab/>
        <w:t>2.025e0</w:t>
      </w:r>
    </w:p>
    <w:p w:rsidR="005B3ED9" w:rsidRDefault="005B3ED9" w:rsidP="005B3ED9">
      <w:r>
        <w:t>851.6645</w:t>
      </w:r>
      <w:r>
        <w:tab/>
        <w:t>1.013e0</w:t>
      </w:r>
    </w:p>
    <w:p w:rsidR="005B3ED9" w:rsidRDefault="005B3ED9" w:rsidP="005B3ED9">
      <w:r>
        <w:t>851.8011</w:t>
      </w:r>
      <w:r>
        <w:tab/>
        <w:t>1.013e0</w:t>
      </w:r>
    </w:p>
    <w:p w:rsidR="005B3ED9" w:rsidRDefault="005B3ED9" w:rsidP="005B3ED9">
      <w:r>
        <w:t>851.8219</w:t>
      </w:r>
      <w:r>
        <w:tab/>
        <w:t>1.013e0</w:t>
      </w:r>
    </w:p>
    <w:p w:rsidR="005B3ED9" w:rsidRDefault="005B3ED9" w:rsidP="005B3ED9">
      <w:r>
        <w:t>851.8497</w:t>
      </w:r>
      <w:r>
        <w:tab/>
        <w:t>2.025e0</w:t>
      </w:r>
    </w:p>
    <w:p w:rsidR="005B3ED9" w:rsidRDefault="005B3ED9" w:rsidP="005B3ED9">
      <w:r>
        <w:t>851.8649</w:t>
      </w:r>
      <w:r>
        <w:tab/>
        <w:t>1.013e0</w:t>
      </w:r>
    </w:p>
    <w:p w:rsidR="005B3ED9" w:rsidRDefault="005B3ED9" w:rsidP="005B3ED9">
      <w:r>
        <w:t>851.8857</w:t>
      </w:r>
      <w:r>
        <w:tab/>
        <w:t>1.013e0</w:t>
      </w:r>
    </w:p>
    <w:p w:rsidR="005B3ED9" w:rsidRDefault="005B3ED9" w:rsidP="005B3ED9">
      <w:r>
        <w:t>851.9365</w:t>
      </w:r>
      <w:r>
        <w:tab/>
        <w:t>1.013e0</w:t>
      </w:r>
    </w:p>
    <w:p w:rsidR="005B3ED9" w:rsidRDefault="005B3ED9" w:rsidP="005B3ED9">
      <w:r>
        <w:t>852.1800</w:t>
      </w:r>
      <w:r>
        <w:tab/>
        <w:t>1.013e0</w:t>
      </w:r>
    </w:p>
    <w:p w:rsidR="005B3ED9" w:rsidRDefault="005B3ED9" w:rsidP="005B3ED9">
      <w:r>
        <w:t>852.2515</w:t>
      </w:r>
      <w:r>
        <w:tab/>
        <w:t>1.013e0</w:t>
      </w:r>
    </w:p>
    <w:p w:rsidR="005B3ED9" w:rsidRDefault="005B3ED9" w:rsidP="005B3ED9">
      <w:r>
        <w:t>852.2945</w:t>
      </w:r>
      <w:r>
        <w:tab/>
        <w:t>1.013e0</w:t>
      </w:r>
    </w:p>
    <w:p w:rsidR="005B3ED9" w:rsidRDefault="005B3ED9" w:rsidP="005B3ED9">
      <w:r>
        <w:lastRenderedPageBreak/>
        <w:t>852.3597</w:t>
      </w:r>
      <w:r>
        <w:tab/>
        <w:t>1.013e0</w:t>
      </w:r>
    </w:p>
    <w:p w:rsidR="005B3ED9" w:rsidRDefault="005B3ED9" w:rsidP="005B3ED9">
      <w:r>
        <w:t>852.3949</w:t>
      </w:r>
      <w:r>
        <w:tab/>
        <w:t>1.013e0</w:t>
      </w:r>
    </w:p>
    <w:p w:rsidR="005B3ED9" w:rsidRDefault="005B3ED9" w:rsidP="005B3ED9">
      <w:r>
        <w:t>852.4268</w:t>
      </w:r>
      <w:r>
        <w:tab/>
        <w:t>1.013e0</w:t>
      </w:r>
    </w:p>
    <w:p w:rsidR="005B3ED9" w:rsidRDefault="005B3ED9" w:rsidP="005B3ED9">
      <w:r>
        <w:t>852.6971</w:t>
      </w:r>
      <w:r>
        <w:tab/>
        <w:t>1.013e0</w:t>
      </w:r>
    </w:p>
    <w:p w:rsidR="005B3ED9" w:rsidRDefault="005B3ED9" w:rsidP="005B3ED9">
      <w:r>
        <w:t>852.7675</w:t>
      </w:r>
      <w:r>
        <w:tab/>
        <w:t>1.013e0</w:t>
      </w:r>
    </w:p>
    <w:p w:rsidR="005B3ED9" w:rsidRDefault="005B3ED9" w:rsidP="005B3ED9">
      <w:r>
        <w:t>852.7745</w:t>
      </w:r>
      <w:r>
        <w:tab/>
        <w:t>2.025e0</w:t>
      </w:r>
    </w:p>
    <w:p w:rsidR="005B3ED9" w:rsidRDefault="005B3ED9" w:rsidP="005B3ED9">
      <w:r>
        <w:t>852.7817</w:t>
      </w:r>
      <w:r>
        <w:tab/>
        <w:t>2.025e0</w:t>
      </w:r>
    </w:p>
    <w:p w:rsidR="005B3ED9" w:rsidRDefault="005B3ED9" w:rsidP="005B3ED9">
      <w:r>
        <w:t>852.8833</w:t>
      </w:r>
      <w:r>
        <w:tab/>
        <w:t>1.013e0</w:t>
      </w:r>
    </w:p>
    <w:p w:rsidR="005B3ED9" w:rsidRDefault="005B3ED9" w:rsidP="005B3ED9">
      <w:r>
        <w:t>852.9182</w:t>
      </w:r>
      <w:r>
        <w:tab/>
        <w:t>1.013e0</w:t>
      </w:r>
    </w:p>
    <w:p w:rsidR="005B3ED9" w:rsidRDefault="005B3ED9" w:rsidP="005B3ED9">
      <w:r>
        <w:t>852.9251</w:t>
      </w:r>
      <w:r>
        <w:tab/>
        <w:t>1.013e0</w:t>
      </w:r>
    </w:p>
    <w:p w:rsidR="005B3ED9" w:rsidRDefault="005B3ED9" w:rsidP="005B3ED9">
      <w:r>
        <w:t>853.1401</w:t>
      </w:r>
      <w:r>
        <w:tab/>
        <w:t>1.013e0</w:t>
      </w:r>
    </w:p>
    <w:p w:rsidR="005B3ED9" w:rsidRDefault="005B3ED9" w:rsidP="005B3ED9">
      <w:r>
        <w:t>853.1976</w:t>
      </w:r>
      <w:r>
        <w:tab/>
        <w:t>1.013e0</w:t>
      </w:r>
    </w:p>
    <w:p w:rsidR="005B3ED9" w:rsidRDefault="005B3ED9" w:rsidP="005B3ED9">
      <w:r>
        <w:t>853.2101</w:t>
      </w:r>
      <w:r>
        <w:tab/>
        <w:t>2.025e0</w:t>
      </w:r>
    </w:p>
    <w:p w:rsidR="005B3ED9" w:rsidRDefault="005B3ED9" w:rsidP="005B3ED9">
      <w:r>
        <w:t>853.2733</w:t>
      </w:r>
      <w:r>
        <w:tab/>
        <w:t>2.025e0</w:t>
      </w:r>
    </w:p>
    <w:p w:rsidR="005B3ED9" w:rsidRDefault="005B3ED9" w:rsidP="005B3ED9">
      <w:r>
        <w:t>853.4574</w:t>
      </w:r>
      <w:r>
        <w:tab/>
        <w:t>2.025e0</w:t>
      </w:r>
    </w:p>
    <w:p w:rsidR="005B3ED9" w:rsidRDefault="005B3ED9" w:rsidP="005B3ED9">
      <w:r>
        <w:t>853.6279</w:t>
      </w:r>
      <w:r>
        <w:tab/>
        <w:t>1.013e0</w:t>
      </w:r>
    </w:p>
    <w:p w:rsidR="005B3ED9" w:rsidRDefault="005B3ED9" w:rsidP="005B3ED9">
      <w:r>
        <w:t>853.7297</w:t>
      </w:r>
      <w:r>
        <w:tab/>
        <w:t>1.013e0</w:t>
      </w:r>
    </w:p>
    <w:p w:rsidR="005B3ED9" w:rsidRDefault="005B3ED9" w:rsidP="005B3ED9">
      <w:r>
        <w:t>853.7473</w:t>
      </w:r>
      <w:r>
        <w:tab/>
        <w:t>1.013e0</w:t>
      </w:r>
    </w:p>
    <w:p w:rsidR="005B3ED9" w:rsidRDefault="005B3ED9" w:rsidP="005B3ED9">
      <w:r>
        <w:t>853.7593</w:t>
      </w:r>
      <w:r>
        <w:tab/>
        <w:t>2.025e0</w:t>
      </w:r>
    </w:p>
    <w:p w:rsidR="005B3ED9" w:rsidRDefault="005B3ED9" w:rsidP="005B3ED9">
      <w:r>
        <w:lastRenderedPageBreak/>
        <w:t>853.8719</w:t>
      </w:r>
      <w:r>
        <w:tab/>
        <w:t>1.013e0</w:t>
      </w:r>
    </w:p>
    <w:p w:rsidR="005B3ED9" w:rsidRDefault="005B3ED9" w:rsidP="005B3ED9">
      <w:r>
        <w:t>854.0871</w:t>
      </w:r>
      <w:r>
        <w:tab/>
        <w:t>1.013e0</w:t>
      </w:r>
    </w:p>
    <w:p w:rsidR="005B3ED9" w:rsidRDefault="005B3ED9" w:rsidP="005B3ED9">
      <w:r>
        <w:t>854.2917</w:t>
      </w:r>
      <w:r>
        <w:tab/>
        <w:t>3.038e0</w:t>
      </w:r>
    </w:p>
    <w:p w:rsidR="005B3ED9" w:rsidRDefault="005B3ED9" w:rsidP="005B3ED9">
      <w:r>
        <w:t>854.3024</w:t>
      </w:r>
      <w:r>
        <w:tab/>
        <w:t>1.013e0</w:t>
      </w:r>
    </w:p>
    <w:p w:rsidR="005B3ED9" w:rsidRDefault="005B3ED9" w:rsidP="005B3ED9">
      <w:r>
        <w:t>854.3742</w:t>
      </w:r>
      <w:r>
        <w:tab/>
        <w:t>1.013e0</w:t>
      </w:r>
    </w:p>
    <w:p w:rsidR="005B3ED9" w:rsidRDefault="005B3ED9" w:rsidP="005B3ED9">
      <w:r>
        <w:t>854.5609</w:t>
      </w:r>
      <w:r>
        <w:tab/>
        <w:t>1.013e0</w:t>
      </w:r>
    </w:p>
    <w:p w:rsidR="005B3ED9" w:rsidRDefault="005B3ED9" w:rsidP="005B3ED9">
      <w:r>
        <w:t>854.6418</w:t>
      </w:r>
      <w:r>
        <w:tab/>
        <w:t>3.038e0</w:t>
      </w:r>
    </w:p>
    <w:p w:rsidR="005B3ED9" w:rsidRDefault="005B3ED9" w:rsidP="005B3ED9">
      <w:r>
        <w:t>854.8318</w:t>
      </w:r>
      <w:r>
        <w:tab/>
        <w:t>1.013e0</w:t>
      </w:r>
    </w:p>
    <w:p w:rsidR="005B3ED9" w:rsidRDefault="005B3ED9" w:rsidP="005B3ED9">
      <w:r>
        <w:t>854.8625</w:t>
      </w:r>
      <w:r>
        <w:tab/>
        <w:t>1.013e0</w:t>
      </w:r>
    </w:p>
    <w:p w:rsidR="005B3ED9" w:rsidRDefault="005B3ED9" w:rsidP="005B3ED9">
      <w:r>
        <w:t>854.8987</w:t>
      </w:r>
      <w:r>
        <w:tab/>
        <w:t>1.013e0</w:t>
      </w:r>
    </w:p>
    <w:p w:rsidR="005B3ED9" w:rsidRDefault="005B3ED9" w:rsidP="005B3ED9">
      <w:r>
        <w:t>854.9338</w:t>
      </w:r>
      <w:r>
        <w:tab/>
        <w:t>1.013e0</w:t>
      </w:r>
    </w:p>
    <w:p w:rsidR="005B3ED9" w:rsidRDefault="005B3ED9" w:rsidP="005B3ED9">
      <w:r>
        <w:t>855.1508</w:t>
      </w:r>
      <w:r>
        <w:tab/>
        <w:t>2.025e0</w:t>
      </w:r>
    </w:p>
    <w:p w:rsidR="005B3ED9" w:rsidRDefault="005B3ED9" w:rsidP="005B3ED9">
      <w:r>
        <w:t>855.1691</w:t>
      </w:r>
      <w:r>
        <w:tab/>
        <w:t>1.013e0</w:t>
      </w:r>
    </w:p>
    <w:p w:rsidR="005B3ED9" w:rsidRDefault="005B3ED9" w:rsidP="005B3ED9">
      <w:r>
        <w:t>855.3551</w:t>
      </w:r>
      <w:r>
        <w:tab/>
        <w:t>1.013e0</w:t>
      </w:r>
    </w:p>
    <w:p w:rsidR="005B3ED9" w:rsidRDefault="005B3ED9" w:rsidP="005B3ED9">
      <w:r>
        <w:t>855.3657</w:t>
      </w:r>
      <w:r>
        <w:tab/>
        <w:t>1.013e0</w:t>
      </w:r>
    </w:p>
    <w:p w:rsidR="005B3ED9" w:rsidRDefault="005B3ED9" w:rsidP="005B3ED9">
      <w:r>
        <w:t>855.4445</w:t>
      </w:r>
      <w:r>
        <w:tab/>
        <w:t>3.038e0</w:t>
      </w:r>
    </w:p>
    <w:p w:rsidR="005B3ED9" w:rsidRDefault="005B3ED9" w:rsidP="005B3ED9">
      <w:r>
        <w:t>855.4482</w:t>
      </w:r>
      <w:r>
        <w:tab/>
        <w:t>2.025e0</w:t>
      </w:r>
    </w:p>
    <w:p w:rsidR="005B3ED9" w:rsidRDefault="005B3ED9" w:rsidP="005B3ED9">
      <w:r>
        <w:t>855.5464</w:t>
      </w:r>
      <w:r>
        <w:tab/>
        <w:t>3.888e0</w:t>
      </w:r>
    </w:p>
    <w:p w:rsidR="005B3ED9" w:rsidRDefault="005B3ED9" w:rsidP="005B3ED9">
      <w:r>
        <w:t>855.5526</w:t>
      </w:r>
      <w:r>
        <w:tab/>
        <w:t>1.013e0</w:t>
      </w:r>
    </w:p>
    <w:p w:rsidR="005B3ED9" w:rsidRDefault="005B3ED9" w:rsidP="005B3ED9">
      <w:r>
        <w:lastRenderedPageBreak/>
        <w:t>855.5586</w:t>
      </w:r>
      <w:r>
        <w:tab/>
        <w:t>1.013e0</w:t>
      </w:r>
    </w:p>
    <w:p w:rsidR="005B3ED9" w:rsidRDefault="005B3ED9" w:rsidP="005B3ED9">
      <w:r>
        <w:t>855.7270</w:t>
      </w:r>
      <w:r>
        <w:tab/>
        <w:t>1.013e0</w:t>
      </w:r>
    </w:p>
    <w:p w:rsidR="005B3ED9" w:rsidRDefault="005B3ED9" w:rsidP="005B3ED9">
      <w:r>
        <w:t>855.7681</w:t>
      </w:r>
      <w:r>
        <w:tab/>
        <w:t>1.013e0</w:t>
      </w:r>
    </w:p>
    <w:p w:rsidR="005B3ED9" w:rsidRDefault="005B3ED9" w:rsidP="005B3ED9">
      <w:r>
        <w:t>855.7970</w:t>
      </w:r>
      <w:r>
        <w:tab/>
        <w:t>1.013e0</w:t>
      </w:r>
    </w:p>
    <w:p w:rsidR="005B3ED9" w:rsidRDefault="005B3ED9" w:rsidP="005B3ED9">
      <w:r>
        <w:t>855.9832</w:t>
      </w:r>
      <w:r>
        <w:tab/>
        <w:t>1.013e0</w:t>
      </w:r>
    </w:p>
    <w:p w:rsidR="005B3ED9" w:rsidRDefault="005B3ED9" w:rsidP="005B3ED9">
      <w:r>
        <w:t>856.0847</w:t>
      </w:r>
      <w:r>
        <w:tab/>
        <w:t>1.013e0</w:t>
      </w:r>
    </w:p>
    <w:p w:rsidR="005B3ED9" w:rsidRDefault="005B3ED9" w:rsidP="005B3ED9">
      <w:r>
        <w:t>856.2430</w:t>
      </w:r>
      <w:r>
        <w:tab/>
        <w:t>1.013e0</w:t>
      </w:r>
    </w:p>
    <w:p w:rsidR="005B3ED9" w:rsidRDefault="005B3ED9" w:rsidP="005B3ED9">
      <w:r>
        <w:t>856.3024</w:t>
      </w:r>
      <w:r>
        <w:tab/>
        <w:t>1.013e0</w:t>
      </w:r>
    </w:p>
    <w:p w:rsidR="005B3ED9" w:rsidRDefault="005B3ED9" w:rsidP="005B3ED9">
      <w:r>
        <w:t>856.4390</w:t>
      </w:r>
      <w:r>
        <w:tab/>
        <w:t>1.013e0</w:t>
      </w:r>
    </w:p>
    <w:p w:rsidR="005B3ED9" w:rsidRDefault="005B3ED9" w:rsidP="005B3ED9">
      <w:r>
        <w:t>856.4417</w:t>
      </w:r>
      <w:r>
        <w:tab/>
        <w:t>5.063e0</w:t>
      </w:r>
    </w:p>
    <w:p w:rsidR="005B3ED9" w:rsidRDefault="005B3ED9" w:rsidP="005B3ED9">
      <w:r>
        <w:t>856.5520</w:t>
      </w:r>
      <w:r>
        <w:tab/>
        <w:t>3.038e0</w:t>
      </w:r>
    </w:p>
    <w:p w:rsidR="005B3ED9" w:rsidRDefault="005B3ED9" w:rsidP="005B3ED9">
      <w:r>
        <w:t>856.6171</w:t>
      </w:r>
      <w:r>
        <w:tab/>
        <w:t>1.013e0</w:t>
      </w:r>
    </w:p>
    <w:p w:rsidR="005B3ED9" w:rsidRDefault="005B3ED9" w:rsidP="005B3ED9">
      <w:r>
        <w:t>856.6459</w:t>
      </w:r>
      <w:r>
        <w:tab/>
        <w:t>1.013e0</w:t>
      </w:r>
    </w:p>
    <w:p w:rsidR="005B3ED9" w:rsidRDefault="005B3ED9" w:rsidP="005B3ED9">
      <w:r>
        <w:t>856.6603</w:t>
      </w:r>
      <w:r>
        <w:tab/>
        <w:t>1.013e0</w:t>
      </w:r>
    </w:p>
    <w:p w:rsidR="005B3ED9" w:rsidRDefault="005B3ED9" w:rsidP="005B3ED9">
      <w:r>
        <w:t>856.7266</w:t>
      </w:r>
      <w:r>
        <w:tab/>
        <w:t>1.013e0</w:t>
      </w:r>
    </w:p>
    <w:p w:rsidR="005B3ED9" w:rsidRDefault="005B3ED9" w:rsidP="005B3ED9">
      <w:r>
        <w:t>856.7323</w:t>
      </w:r>
      <w:r>
        <w:tab/>
        <w:t>1.013e0</w:t>
      </w:r>
    </w:p>
    <w:p w:rsidR="005B3ED9" w:rsidRDefault="005B3ED9" w:rsidP="005B3ED9">
      <w:r>
        <w:t>856.7755</w:t>
      </w:r>
      <w:r>
        <w:tab/>
        <w:t>1.013e0</w:t>
      </w:r>
    </w:p>
    <w:p w:rsidR="005B3ED9" w:rsidRDefault="005B3ED9" w:rsidP="005B3ED9">
      <w:r>
        <w:t>856.8475</w:t>
      </w:r>
      <w:r>
        <w:tab/>
        <w:t>1.013e0</w:t>
      </w:r>
    </w:p>
    <w:p w:rsidR="005B3ED9" w:rsidRDefault="005B3ED9" w:rsidP="005B3ED9">
      <w:r>
        <w:t>856.9300</w:t>
      </w:r>
      <w:r>
        <w:tab/>
        <w:t>1.013e0</w:t>
      </w:r>
    </w:p>
    <w:p w:rsidR="005B3ED9" w:rsidRDefault="005B3ED9" w:rsidP="005B3ED9">
      <w:r>
        <w:lastRenderedPageBreak/>
        <w:t>856.9531</w:t>
      </w:r>
      <w:r>
        <w:tab/>
        <w:t>2.025e0</w:t>
      </w:r>
    </w:p>
    <w:p w:rsidR="005B3ED9" w:rsidRDefault="005B3ED9" w:rsidP="005B3ED9">
      <w:r>
        <w:t>856.9915</w:t>
      </w:r>
      <w:r>
        <w:tab/>
        <w:t>1.013e0</w:t>
      </w:r>
    </w:p>
    <w:p w:rsidR="005B3ED9" w:rsidRDefault="005B3ED9" w:rsidP="005B3ED9">
      <w:r>
        <w:t>857.0059</w:t>
      </w:r>
      <w:r>
        <w:tab/>
        <w:t>1.013e0</w:t>
      </w:r>
    </w:p>
    <w:p w:rsidR="005B3ED9" w:rsidRDefault="005B3ED9" w:rsidP="005B3ED9">
      <w:r>
        <w:t>857.2363</w:t>
      </w:r>
      <w:r>
        <w:tab/>
        <w:t>1.013e0</w:t>
      </w:r>
    </w:p>
    <w:p w:rsidR="005B3ED9" w:rsidRDefault="005B3ED9" w:rsidP="005B3ED9">
      <w:r>
        <w:t>857.2940</w:t>
      </w:r>
      <w:r>
        <w:tab/>
        <w:t>1.013e0</w:t>
      </w:r>
    </w:p>
    <w:p w:rsidR="005B3ED9" w:rsidRDefault="005B3ED9" w:rsidP="005B3ED9">
      <w:r>
        <w:t>857.3372</w:t>
      </w:r>
      <w:r>
        <w:tab/>
        <w:t>1.013e0</w:t>
      </w:r>
    </w:p>
    <w:p w:rsidR="005B3ED9" w:rsidRDefault="005B3ED9" w:rsidP="005B3ED9">
      <w:r>
        <w:t>857.4037</w:t>
      </w:r>
      <w:r>
        <w:tab/>
        <w:t>1.013e0</w:t>
      </w:r>
    </w:p>
    <w:p w:rsidR="005B3ED9" w:rsidRDefault="005B3ED9" w:rsidP="005B3ED9">
      <w:r>
        <w:t>857.4092</w:t>
      </w:r>
      <w:r>
        <w:tab/>
        <w:t>1.013e0</w:t>
      </w:r>
    </w:p>
    <w:p w:rsidR="005B3ED9" w:rsidRDefault="005B3ED9" w:rsidP="005B3ED9">
      <w:r>
        <w:t>857.4881</w:t>
      </w:r>
      <w:r>
        <w:tab/>
        <w:t>1.013e0</w:t>
      </w:r>
    </w:p>
    <w:p w:rsidR="005B3ED9" w:rsidRDefault="005B3ED9" w:rsidP="005B3ED9">
      <w:r>
        <w:t>857.5237</w:t>
      </w:r>
      <w:r>
        <w:tab/>
        <w:t>2.025e0</w:t>
      </w:r>
    </w:p>
    <w:p w:rsidR="005B3ED9" w:rsidRDefault="005B3ED9" w:rsidP="005B3ED9">
      <w:r>
        <w:t>857.5546</w:t>
      </w:r>
      <w:r>
        <w:tab/>
        <w:t>1.013e0</w:t>
      </w:r>
    </w:p>
    <w:p w:rsidR="005B3ED9" w:rsidRDefault="005B3ED9" w:rsidP="005B3ED9">
      <w:r>
        <w:t>857.6469</w:t>
      </w:r>
      <w:r>
        <w:tab/>
        <w:t>2.025e0</w:t>
      </w:r>
    </w:p>
    <w:p w:rsidR="005B3ED9" w:rsidRDefault="005B3ED9" w:rsidP="005B3ED9">
      <w:r>
        <w:t>857.8704</w:t>
      </w:r>
      <w:r>
        <w:tab/>
        <w:t>1.013e0</w:t>
      </w:r>
    </w:p>
    <w:p w:rsidR="005B3ED9" w:rsidRDefault="005B3ED9" w:rsidP="005B3ED9">
      <w:r>
        <w:t>857.8848</w:t>
      </w:r>
      <w:r>
        <w:tab/>
        <w:t>1.013e0</w:t>
      </w:r>
    </w:p>
    <w:p w:rsidR="005B3ED9" w:rsidRDefault="005B3ED9" w:rsidP="005B3ED9">
      <w:r>
        <w:t>857.9713</w:t>
      </w:r>
      <w:r>
        <w:tab/>
        <w:t>1.013e0</w:t>
      </w:r>
    </w:p>
    <w:p w:rsidR="005B3ED9" w:rsidRDefault="005B3ED9" w:rsidP="005B3ED9">
      <w:r>
        <w:t>858.0722</w:t>
      </w:r>
      <w:r>
        <w:tab/>
        <w:t>1.013e0</w:t>
      </w:r>
    </w:p>
    <w:p w:rsidR="005B3ED9" w:rsidRDefault="005B3ED9" w:rsidP="005B3ED9">
      <w:r>
        <w:t>858.0979</w:t>
      </w:r>
      <w:r>
        <w:tab/>
        <w:t>1.013e0</w:t>
      </w:r>
    </w:p>
    <w:p w:rsidR="005B3ED9" w:rsidRDefault="005B3ED9" w:rsidP="005B3ED9">
      <w:r>
        <w:t>858.1299</w:t>
      </w:r>
      <w:r>
        <w:tab/>
        <w:t>1.013e0</w:t>
      </w:r>
    </w:p>
    <w:p w:rsidR="005B3ED9" w:rsidRDefault="005B3ED9" w:rsidP="005B3ED9">
      <w:r>
        <w:t>858.2164</w:t>
      </w:r>
      <w:r>
        <w:tab/>
        <w:t>2.025e0</w:t>
      </w:r>
    </w:p>
    <w:p w:rsidR="005B3ED9" w:rsidRDefault="005B3ED9" w:rsidP="005B3ED9">
      <w:r>
        <w:lastRenderedPageBreak/>
        <w:t>858.3607</w:t>
      </w:r>
      <w:r>
        <w:tab/>
        <w:t>1.013e0</w:t>
      </w:r>
    </w:p>
    <w:p w:rsidR="005B3ED9" w:rsidRDefault="005B3ED9" w:rsidP="005B3ED9">
      <w:r>
        <w:t>858.3854</w:t>
      </w:r>
      <w:r>
        <w:tab/>
        <w:t>1.013e0</w:t>
      </w:r>
    </w:p>
    <w:p w:rsidR="005B3ED9" w:rsidRDefault="005B3ED9" w:rsidP="005B3ED9">
      <w:r>
        <w:t>858.4349</w:t>
      </w:r>
      <w:r>
        <w:tab/>
        <w:t>1.013e0</w:t>
      </w:r>
    </w:p>
    <w:p w:rsidR="005B3ED9" w:rsidRDefault="005B3ED9" w:rsidP="005B3ED9">
      <w:r>
        <w:t>858.4635</w:t>
      </w:r>
      <w:r>
        <w:tab/>
        <w:t>3.038e0</w:t>
      </w:r>
    </w:p>
    <w:p w:rsidR="005B3ED9" w:rsidRDefault="005B3ED9" w:rsidP="005B3ED9">
      <w:r>
        <w:t>858.5049</w:t>
      </w:r>
      <w:r>
        <w:tab/>
        <w:t>1.013e0</w:t>
      </w:r>
    </w:p>
    <w:p w:rsidR="005B3ED9" w:rsidRDefault="005B3ED9" w:rsidP="005B3ED9">
      <w:r>
        <w:t>858.5843</w:t>
      </w:r>
      <w:r>
        <w:tab/>
        <w:t>2.025e0</w:t>
      </w:r>
    </w:p>
    <w:p w:rsidR="005B3ED9" w:rsidRDefault="005B3ED9" w:rsidP="005B3ED9">
      <w:r>
        <w:t>858.6780</w:t>
      </w:r>
      <w:r>
        <w:tab/>
        <w:t>1.013e0</w:t>
      </w:r>
    </w:p>
    <w:p w:rsidR="005B3ED9" w:rsidRDefault="005B3ED9" w:rsidP="005B3ED9">
      <w:r>
        <w:t>858.7069</w:t>
      </w:r>
      <w:r>
        <w:tab/>
        <w:t>1.013e0</w:t>
      </w:r>
    </w:p>
    <w:p w:rsidR="005B3ED9" w:rsidRDefault="005B3ED9" w:rsidP="005B3ED9">
      <w:r>
        <w:t>858.8239</w:t>
      </w:r>
      <w:r>
        <w:tab/>
        <w:t>1.013e0</w:t>
      </w:r>
    </w:p>
    <w:p w:rsidR="005B3ED9" w:rsidRDefault="005B3ED9" w:rsidP="005B3ED9">
      <w:r>
        <w:t>858.8589</w:t>
      </w:r>
      <w:r>
        <w:tab/>
        <w:t>1.013e0</w:t>
      </w:r>
    </w:p>
    <w:p w:rsidR="005B3ED9" w:rsidRDefault="005B3ED9" w:rsidP="005B3ED9">
      <w:r>
        <w:t>858.9955</w:t>
      </w:r>
      <w:r>
        <w:tab/>
        <w:t>1.013e0</w:t>
      </w:r>
    </w:p>
    <w:p w:rsidR="005B3ED9" w:rsidRDefault="005B3ED9" w:rsidP="005B3ED9">
      <w:r>
        <w:t>859.0388</w:t>
      </w:r>
      <w:r>
        <w:tab/>
        <w:t>1.013e0</w:t>
      </w:r>
    </w:p>
    <w:p w:rsidR="005B3ED9" w:rsidRDefault="005B3ED9" w:rsidP="005B3ED9">
      <w:r>
        <w:t>859.0797</w:t>
      </w:r>
      <w:r>
        <w:tab/>
        <w:t>1.013e0</w:t>
      </w:r>
    </w:p>
    <w:p w:rsidR="005B3ED9" w:rsidRDefault="005B3ED9" w:rsidP="005B3ED9">
      <w:r>
        <w:t>859.1185</w:t>
      </w:r>
      <w:r>
        <w:tab/>
        <w:t>2.025e0</w:t>
      </w:r>
    </w:p>
    <w:p w:rsidR="005B3ED9" w:rsidRDefault="005B3ED9" w:rsidP="005B3ED9">
      <w:r>
        <w:t>859.1975</w:t>
      </w:r>
      <w:r>
        <w:tab/>
        <w:t>1.013e0</w:t>
      </w:r>
    </w:p>
    <w:p w:rsidR="005B3ED9" w:rsidRDefault="005B3ED9" w:rsidP="005B3ED9">
      <w:r>
        <w:t>859.3419</w:t>
      </w:r>
      <w:r>
        <w:tab/>
        <w:t>1.013e0</w:t>
      </w:r>
    </w:p>
    <w:p w:rsidR="005B3ED9" w:rsidRDefault="005B3ED9" w:rsidP="005B3ED9">
      <w:r>
        <w:t>859.3849</w:t>
      </w:r>
      <w:r>
        <w:tab/>
        <w:t>1.013e0</w:t>
      </w:r>
    </w:p>
    <w:p w:rsidR="005B3ED9" w:rsidRDefault="005B3ED9" w:rsidP="005B3ED9">
      <w:r>
        <w:t>859.4719</w:t>
      </w:r>
      <w:r>
        <w:tab/>
        <w:t>2.025e0</w:t>
      </w:r>
    </w:p>
    <w:p w:rsidR="005B3ED9" w:rsidRDefault="005B3ED9" w:rsidP="005B3ED9">
      <w:r>
        <w:t>859.5731</w:t>
      </w:r>
      <w:r>
        <w:tab/>
        <w:t>1.013e0</w:t>
      </w:r>
    </w:p>
    <w:p w:rsidR="005B3ED9" w:rsidRDefault="005B3ED9" w:rsidP="005B3ED9">
      <w:r>
        <w:lastRenderedPageBreak/>
        <w:t>859.6885</w:t>
      </w:r>
      <w:r>
        <w:tab/>
        <w:t>1.013e0</w:t>
      </w:r>
    </w:p>
    <w:p w:rsidR="005B3ED9" w:rsidRDefault="005B3ED9" w:rsidP="005B3ED9">
      <w:r>
        <w:t>859.8475</w:t>
      </w:r>
      <w:r>
        <w:tab/>
        <w:t>1.013e0</w:t>
      </w:r>
    </w:p>
    <w:p w:rsidR="005B3ED9" w:rsidRDefault="005B3ED9" w:rsidP="005B3ED9">
      <w:r>
        <w:t>860.0931</w:t>
      </w:r>
      <w:r>
        <w:tab/>
        <w:t>2.025e0</w:t>
      </w:r>
    </w:p>
    <w:p w:rsidR="005B3ED9" w:rsidRDefault="005B3ED9" w:rsidP="005B3ED9">
      <w:r>
        <w:t>860.1279</w:t>
      </w:r>
      <w:r>
        <w:tab/>
        <w:t>1.013e0</w:t>
      </w:r>
    </w:p>
    <w:p w:rsidR="005B3ED9" w:rsidRDefault="005B3ED9" w:rsidP="005B3ED9">
      <w:r>
        <w:t>860.3106</w:t>
      </w:r>
      <w:r>
        <w:tab/>
        <w:t>2.025e0</w:t>
      </w:r>
    </w:p>
    <w:p w:rsidR="005B3ED9" w:rsidRDefault="005B3ED9" w:rsidP="005B3ED9">
      <w:r>
        <w:t>860.3965</w:t>
      </w:r>
      <w:r>
        <w:tab/>
        <w:t>2.025e0</w:t>
      </w:r>
    </w:p>
    <w:p w:rsidR="005B3ED9" w:rsidRDefault="005B3ED9" w:rsidP="005B3ED9">
      <w:r>
        <w:t>860.3976</w:t>
      </w:r>
      <w:r>
        <w:tab/>
        <w:t>1.013e0</w:t>
      </w:r>
    </w:p>
    <w:p w:rsidR="005B3ED9" w:rsidRDefault="005B3ED9" w:rsidP="005B3ED9">
      <w:r>
        <w:t>860.5212</w:t>
      </w:r>
      <w:r>
        <w:tab/>
        <w:t>2.025e0</w:t>
      </w:r>
    </w:p>
    <w:p w:rsidR="005B3ED9" w:rsidRDefault="005B3ED9" w:rsidP="005B3ED9">
      <w:r>
        <w:t>860.5701</w:t>
      </w:r>
      <w:r>
        <w:tab/>
        <w:t>2.025e0</w:t>
      </w:r>
    </w:p>
    <w:p w:rsidR="005B3ED9" w:rsidRDefault="005B3ED9" w:rsidP="005B3ED9">
      <w:r>
        <w:t>860.6568</w:t>
      </w:r>
      <w:r>
        <w:tab/>
        <w:t>1.013e0</w:t>
      </w:r>
    </w:p>
    <w:p w:rsidR="005B3ED9" w:rsidRDefault="005B3ED9" w:rsidP="005B3ED9">
      <w:r>
        <w:t>860.7026</w:t>
      </w:r>
      <w:r>
        <w:tab/>
        <w:t>1.013e0</w:t>
      </w:r>
    </w:p>
    <w:p w:rsidR="005B3ED9" w:rsidRDefault="005B3ED9" w:rsidP="005B3ED9">
      <w:r>
        <w:t>860.7487</w:t>
      </w:r>
      <w:r>
        <w:tab/>
        <w:t>3.038e0</w:t>
      </w:r>
    </w:p>
    <w:p w:rsidR="005B3ED9" w:rsidRDefault="005B3ED9" w:rsidP="005B3ED9">
      <w:r>
        <w:t>860.8015</w:t>
      </w:r>
      <w:r>
        <w:tab/>
        <w:t>1.013e0</w:t>
      </w:r>
    </w:p>
    <w:p w:rsidR="005B3ED9" w:rsidRDefault="005B3ED9" w:rsidP="005B3ED9">
      <w:r>
        <w:t>860.8332</w:t>
      </w:r>
      <w:r>
        <w:tab/>
        <w:t>2.025e0</w:t>
      </w:r>
    </w:p>
    <w:p w:rsidR="005B3ED9" w:rsidRDefault="005B3ED9" w:rsidP="005B3ED9">
      <w:r>
        <w:t>860.9233</w:t>
      </w:r>
      <w:r>
        <w:tab/>
        <w:t>1.013e0</w:t>
      </w:r>
    </w:p>
    <w:p w:rsidR="005B3ED9" w:rsidRDefault="005B3ED9" w:rsidP="005B3ED9">
      <w:r>
        <w:t>861.1927</w:t>
      </w:r>
      <w:r>
        <w:tab/>
        <w:t>1.013e0</w:t>
      </w:r>
    </w:p>
    <w:p w:rsidR="005B3ED9" w:rsidRDefault="005B3ED9" w:rsidP="005B3ED9">
      <w:r>
        <w:t>861.2106</w:t>
      </w:r>
      <w:r>
        <w:tab/>
        <w:t>1.013e0</w:t>
      </w:r>
    </w:p>
    <w:p w:rsidR="005B3ED9" w:rsidRDefault="005B3ED9" w:rsidP="005B3ED9">
      <w:r>
        <w:t>861.2933</w:t>
      </w:r>
      <w:r>
        <w:tab/>
        <w:t>1.013e0</w:t>
      </w:r>
    </w:p>
    <w:p w:rsidR="005B3ED9" w:rsidRDefault="005B3ED9" w:rsidP="005B3ED9">
      <w:r>
        <w:t>861.3377</w:t>
      </w:r>
      <w:r>
        <w:tab/>
        <w:t>4.051e0</w:t>
      </w:r>
    </w:p>
    <w:p w:rsidR="005B3ED9" w:rsidRDefault="005B3ED9" w:rsidP="005B3ED9">
      <w:r>
        <w:lastRenderedPageBreak/>
        <w:t>861.3511</w:t>
      </w:r>
      <w:r>
        <w:tab/>
        <w:t>1.013e0</w:t>
      </w:r>
    </w:p>
    <w:p w:rsidR="005B3ED9" w:rsidRDefault="005B3ED9" w:rsidP="005B3ED9">
      <w:r>
        <w:t>861.6118</w:t>
      </w:r>
      <w:r>
        <w:tab/>
        <w:t>1.013e0</w:t>
      </w:r>
    </w:p>
    <w:p w:rsidR="005B3ED9" w:rsidRDefault="005B3ED9" w:rsidP="005B3ED9">
      <w:r>
        <w:t>861.6255</w:t>
      </w:r>
      <w:r>
        <w:tab/>
        <w:t>2.025e0</w:t>
      </w:r>
    </w:p>
    <w:p w:rsidR="005B3ED9" w:rsidRDefault="005B3ED9" w:rsidP="005B3ED9">
      <w:r>
        <w:t>861.7468</w:t>
      </w:r>
      <w:r>
        <w:tab/>
        <w:t>2.025e0</w:t>
      </w:r>
    </w:p>
    <w:p w:rsidR="005B3ED9" w:rsidRDefault="005B3ED9" w:rsidP="005B3ED9">
      <w:r>
        <w:t>861.7999</w:t>
      </w:r>
      <w:r>
        <w:tab/>
        <w:t>1.013e0</w:t>
      </w:r>
    </w:p>
    <w:p w:rsidR="005B3ED9" w:rsidRDefault="005B3ED9" w:rsidP="005B3ED9">
      <w:r>
        <w:t>861.8724</w:t>
      </w:r>
      <w:r>
        <w:tab/>
        <w:t>1.013e0</w:t>
      </w:r>
    </w:p>
    <w:p w:rsidR="005B3ED9" w:rsidRDefault="005B3ED9" w:rsidP="005B3ED9">
      <w:r>
        <w:t>861.8867</w:t>
      </w:r>
      <w:r>
        <w:tab/>
        <w:t>1.013e0</w:t>
      </w:r>
    </w:p>
    <w:p w:rsidR="005B3ED9" w:rsidRDefault="005B3ED9" w:rsidP="005B3ED9">
      <w:r>
        <w:t>861.9012</w:t>
      </w:r>
      <w:r>
        <w:tab/>
        <w:t>1.013e0</w:t>
      </w:r>
    </w:p>
    <w:p w:rsidR="005B3ED9" w:rsidRDefault="005B3ED9" w:rsidP="005B3ED9">
      <w:r>
        <w:t>861.9737</w:t>
      </w:r>
      <w:r>
        <w:tab/>
        <w:t>1.013e0</w:t>
      </w:r>
    </w:p>
    <w:p w:rsidR="005B3ED9" w:rsidRDefault="005B3ED9" w:rsidP="005B3ED9">
      <w:r>
        <w:t>862.0579</w:t>
      </w:r>
      <w:r>
        <w:tab/>
        <w:t>1.013e0</w:t>
      </w:r>
    </w:p>
    <w:p w:rsidR="005B3ED9" w:rsidRDefault="005B3ED9" w:rsidP="005B3ED9">
      <w:r>
        <w:t>862.1112</w:t>
      </w:r>
      <w:r>
        <w:tab/>
        <w:t>2.025e0</w:t>
      </w:r>
    </w:p>
    <w:p w:rsidR="005B3ED9" w:rsidRDefault="005B3ED9" w:rsidP="005B3ED9">
      <w:r>
        <w:t>862.1303</w:t>
      </w:r>
      <w:r>
        <w:tab/>
        <w:t>2.025e0</w:t>
      </w:r>
    </w:p>
    <w:p w:rsidR="005B3ED9" w:rsidRDefault="005B3ED9" w:rsidP="005B3ED9">
      <w:r>
        <w:t>862.1764</w:t>
      </w:r>
      <w:r>
        <w:tab/>
        <w:t>1.013e0</w:t>
      </w:r>
    </w:p>
    <w:p w:rsidR="005B3ED9" w:rsidRDefault="005B3ED9" w:rsidP="005B3ED9">
      <w:r>
        <w:t>862.1909</w:t>
      </w:r>
      <w:r>
        <w:tab/>
        <w:t>1.013e0</w:t>
      </w:r>
    </w:p>
    <w:p w:rsidR="005B3ED9" w:rsidRDefault="005B3ED9" w:rsidP="005B3ED9">
      <w:r>
        <w:t>862.2263</w:t>
      </w:r>
      <w:r>
        <w:tab/>
        <w:t>1.013e0</w:t>
      </w:r>
    </w:p>
    <w:p w:rsidR="005B3ED9" w:rsidRDefault="005B3ED9" w:rsidP="005B3ED9">
      <w:r>
        <w:t>862.3018</w:t>
      </w:r>
      <w:r>
        <w:tab/>
        <w:t>2.025e0</w:t>
      </w:r>
    </w:p>
    <w:p w:rsidR="005B3ED9" w:rsidRDefault="005B3ED9" w:rsidP="005B3ED9">
      <w:r>
        <w:t>862.3277</w:t>
      </w:r>
      <w:r>
        <w:tab/>
        <w:t>1.013e0</w:t>
      </w:r>
    </w:p>
    <w:p w:rsidR="005B3ED9" w:rsidRDefault="005B3ED9" w:rsidP="005B3ED9">
      <w:r>
        <w:t>862.3847</w:t>
      </w:r>
      <w:r>
        <w:tab/>
        <w:t>2.025e0</w:t>
      </w:r>
    </w:p>
    <w:p w:rsidR="005B3ED9" w:rsidRDefault="005B3ED9" w:rsidP="005B3ED9">
      <w:r>
        <w:t>862.4227</w:t>
      </w:r>
      <w:r>
        <w:tab/>
        <w:t>1.013e0</w:t>
      </w:r>
    </w:p>
    <w:p w:rsidR="005B3ED9" w:rsidRDefault="005B3ED9" w:rsidP="005B3ED9">
      <w:r>
        <w:lastRenderedPageBreak/>
        <w:t>862.5386</w:t>
      </w:r>
      <w:r>
        <w:tab/>
        <w:t>1.013e0</w:t>
      </w:r>
    </w:p>
    <w:p w:rsidR="005B3ED9" w:rsidRDefault="005B3ED9" w:rsidP="005B3ED9">
      <w:r>
        <w:t>862.5481</w:t>
      </w:r>
      <w:r>
        <w:tab/>
        <w:t>1.013e0</w:t>
      </w:r>
    </w:p>
    <w:p w:rsidR="005B3ED9" w:rsidRDefault="005B3ED9" w:rsidP="005B3ED9">
      <w:r>
        <w:t>862.5530</w:t>
      </w:r>
      <w:r>
        <w:tab/>
        <w:t>1.013e0</w:t>
      </w:r>
    </w:p>
    <w:p w:rsidR="005B3ED9" w:rsidRDefault="005B3ED9" w:rsidP="005B3ED9">
      <w:r>
        <w:t>862.7705</w:t>
      </w:r>
      <w:r>
        <w:tab/>
        <w:t>1.013e0</w:t>
      </w:r>
    </w:p>
    <w:p w:rsidR="005B3ED9" w:rsidRDefault="005B3ED9" w:rsidP="005B3ED9">
      <w:r>
        <w:t>862.8527</w:t>
      </w:r>
      <w:r>
        <w:tab/>
        <w:t>1.013e0</w:t>
      </w:r>
    </w:p>
    <w:p w:rsidR="005B3ED9" w:rsidRDefault="005B3ED9" w:rsidP="005B3ED9">
      <w:r>
        <w:t>862.8719</w:t>
      </w:r>
      <w:r>
        <w:tab/>
        <w:t>1.013e0</w:t>
      </w:r>
    </w:p>
    <w:p w:rsidR="005B3ED9" w:rsidRDefault="005B3ED9" w:rsidP="005B3ED9">
      <w:r>
        <w:t>862.9300</w:t>
      </w:r>
      <w:r>
        <w:tab/>
        <w:t>1.013e0</w:t>
      </w:r>
    </w:p>
    <w:p w:rsidR="005B3ED9" w:rsidRDefault="005B3ED9" w:rsidP="005B3ED9">
      <w:r>
        <w:t>863.0734</w:t>
      </w:r>
      <w:r>
        <w:tab/>
        <w:t>1.013e0</w:t>
      </w:r>
    </w:p>
    <w:p w:rsidR="005B3ED9" w:rsidRDefault="005B3ED9" w:rsidP="005B3ED9">
      <w:r>
        <w:t>863.0894</w:t>
      </w:r>
      <w:r>
        <w:tab/>
        <w:t>1.013e0</w:t>
      </w:r>
    </w:p>
    <w:p w:rsidR="005B3ED9" w:rsidRDefault="005B3ED9" w:rsidP="005B3ED9">
      <w:r>
        <w:t>863.1619</w:t>
      </w:r>
      <w:r>
        <w:tab/>
        <w:t>1.013e0</w:t>
      </w:r>
    </w:p>
    <w:p w:rsidR="005B3ED9" w:rsidRDefault="005B3ED9" w:rsidP="005B3ED9">
      <w:r>
        <w:t>863.2766</w:t>
      </w:r>
      <w:r>
        <w:tab/>
        <w:t>1.013e0</w:t>
      </w:r>
    </w:p>
    <w:p w:rsidR="005B3ED9" w:rsidRDefault="005B3ED9" w:rsidP="005B3ED9">
      <w:r>
        <w:t>863.2924</w:t>
      </w:r>
      <w:r>
        <w:tab/>
        <w:t>2.025e0</w:t>
      </w:r>
    </w:p>
    <w:p w:rsidR="005B3ED9" w:rsidRDefault="005B3ED9" w:rsidP="005B3ED9">
      <w:r>
        <w:t>863.3430</w:t>
      </w:r>
      <w:r>
        <w:tab/>
        <w:t>1.013e0</w:t>
      </w:r>
    </w:p>
    <w:p w:rsidR="005B3ED9" w:rsidRDefault="005B3ED9" w:rsidP="005B3ED9">
      <w:r>
        <w:t>863.3650</w:t>
      </w:r>
      <w:r>
        <w:tab/>
        <w:t>2.025e0</w:t>
      </w:r>
    </w:p>
    <w:p w:rsidR="005B3ED9" w:rsidRDefault="005B3ED9" w:rsidP="005B3ED9">
      <w:r>
        <w:t>863.4333</w:t>
      </w:r>
      <w:r>
        <w:tab/>
        <w:t>2.025e0</w:t>
      </w:r>
    </w:p>
    <w:p w:rsidR="005B3ED9" w:rsidRDefault="005B3ED9" w:rsidP="005B3ED9">
      <w:r>
        <w:t>863.4810</w:t>
      </w:r>
      <w:r>
        <w:tab/>
        <w:t>1.013e0</w:t>
      </w:r>
    </w:p>
    <w:p w:rsidR="005B3ED9" w:rsidRDefault="005B3ED9" w:rsidP="005B3ED9">
      <w:r>
        <w:t>863.5099</w:t>
      </w:r>
      <w:r>
        <w:tab/>
        <w:t>1.013e0</w:t>
      </w:r>
    </w:p>
    <w:p w:rsidR="005B3ED9" w:rsidRDefault="005B3ED9" w:rsidP="005B3ED9">
      <w:r>
        <w:t>863.5634</w:t>
      </w:r>
      <w:r>
        <w:tab/>
        <w:t>1.013e0</w:t>
      </w:r>
    </w:p>
    <w:p w:rsidR="005B3ED9" w:rsidRDefault="005B3ED9" w:rsidP="005B3ED9">
      <w:r>
        <w:t>863.6405</w:t>
      </w:r>
      <w:r>
        <w:tab/>
        <w:t>2.025e0</w:t>
      </w:r>
    </w:p>
    <w:p w:rsidR="005B3ED9" w:rsidRDefault="005B3ED9" w:rsidP="005B3ED9">
      <w:r>
        <w:lastRenderedPageBreak/>
        <w:t>863.7130</w:t>
      </w:r>
      <w:r>
        <w:tab/>
        <w:t>1.013e0</w:t>
      </w:r>
    </w:p>
    <w:p w:rsidR="005B3ED9" w:rsidRDefault="005B3ED9" w:rsidP="005B3ED9">
      <w:r>
        <w:t>863.7664</w:t>
      </w:r>
      <w:r>
        <w:tab/>
        <w:t>1.013e0</w:t>
      </w:r>
    </w:p>
    <w:p w:rsidR="005B3ED9" w:rsidRDefault="005B3ED9" w:rsidP="005B3ED9">
      <w:r>
        <w:t>863.8333</w:t>
      </w:r>
      <w:r>
        <w:tab/>
        <w:t>1.013e0</w:t>
      </w:r>
    </w:p>
    <w:p w:rsidR="005B3ED9" w:rsidRDefault="005B3ED9" w:rsidP="005B3ED9">
      <w:r>
        <w:t>863.9017</w:t>
      </w:r>
      <w:r>
        <w:tab/>
        <w:t>1.013e0</w:t>
      </w:r>
    </w:p>
    <w:p w:rsidR="005B3ED9" w:rsidRDefault="005B3ED9" w:rsidP="005B3ED9">
      <w:r>
        <w:t>863.9598</w:t>
      </w:r>
      <w:r>
        <w:tab/>
        <w:t>1.013e0</w:t>
      </w:r>
    </w:p>
    <w:p w:rsidR="005B3ED9" w:rsidRDefault="005B3ED9" w:rsidP="005B3ED9">
      <w:r>
        <w:t>864.0623</w:t>
      </w:r>
      <w:r>
        <w:tab/>
        <w:t>2.025e0</w:t>
      </w:r>
    </w:p>
    <w:p w:rsidR="005B3ED9" w:rsidRDefault="005B3ED9" w:rsidP="005B3ED9">
      <w:r>
        <w:t>864.1340</w:t>
      </w:r>
      <w:r>
        <w:tab/>
        <w:t>1.013e0</w:t>
      </w:r>
    </w:p>
    <w:p w:rsidR="005B3ED9" w:rsidRDefault="005B3ED9" w:rsidP="005B3ED9">
      <w:r>
        <w:t>864.2065</w:t>
      </w:r>
      <w:r>
        <w:tab/>
        <w:t>2.025e0</w:t>
      </w:r>
    </w:p>
    <w:p w:rsidR="005B3ED9" w:rsidRDefault="005B3ED9" w:rsidP="005B3ED9">
      <w:r>
        <w:t>864.2792</w:t>
      </w:r>
      <w:r>
        <w:tab/>
        <w:t>1.013e0</w:t>
      </w:r>
    </w:p>
    <w:p w:rsidR="005B3ED9" w:rsidRDefault="005B3ED9" w:rsidP="005B3ED9">
      <w:r>
        <w:t>864.3227</w:t>
      </w:r>
      <w:r>
        <w:tab/>
        <w:t>1.013e0</w:t>
      </w:r>
    </w:p>
    <w:p w:rsidR="005B3ED9" w:rsidRDefault="005B3ED9" w:rsidP="005B3ED9">
      <w:r>
        <w:t>864.3407</w:t>
      </w:r>
      <w:r>
        <w:tab/>
        <w:t>1.013e0</w:t>
      </w:r>
    </w:p>
    <w:p w:rsidR="005B3ED9" w:rsidRDefault="005B3ED9" w:rsidP="005B3ED9">
      <w:r>
        <w:t>864.4423</w:t>
      </w:r>
      <w:r>
        <w:tab/>
        <w:t>1.013e0</w:t>
      </w:r>
    </w:p>
    <w:p w:rsidR="005B3ED9" w:rsidRDefault="005B3ED9" w:rsidP="005B3ED9">
      <w:r>
        <w:t>864.5959</w:t>
      </w:r>
      <w:r>
        <w:tab/>
        <w:t>1.013e0</w:t>
      </w:r>
    </w:p>
    <w:p w:rsidR="005B3ED9" w:rsidRDefault="005B3ED9" w:rsidP="005B3ED9">
      <w:r>
        <w:t>864.6064</w:t>
      </w:r>
      <w:r>
        <w:tab/>
        <w:t>3.038e0</w:t>
      </w:r>
    </w:p>
    <w:p w:rsidR="005B3ED9" w:rsidRDefault="005B3ED9" w:rsidP="005B3ED9">
      <w:r>
        <w:t>864.6421</w:t>
      </w:r>
      <w:r>
        <w:tab/>
        <w:t>1.013e0</w:t>
      </w:r>
    </w:p>
    <w:p w:rsidR="005B3ED9" w:rsidRDefault="005B3ED9" w:rsidP="005B3ED9">
      <w:r>
        <w:t>864.7293</w:t>
      </w:r>
      <w:r>
        <w:tab/>
        <w:t>1.013e0</w:t>
      </w:r>
    </w:p>
    <w:p w:rsidR="005B3ED9" w:rsidRDefault="005B3ED9" w:rsidP="005B3ED9">
      <w:r>
        <w:t>864.7989</w:t>
      </w:r>
      <w:r>
        <w:tab/>
        <w:t>1.013e0</w:t>
      </w:r>
    </w:p>
    <w:p w:rsidR="005B3ED9" w:rsidRDefault="005B3ED9" w:rsidP="005B3ED9">
      <w:r>
        <w:t>865.0018</w:t>
      </w:r>
      <w:r>
        <w:tab/>
        <w:t>1.013e0</w:t>
      </w:r>
    </w:p>
    <w:p w:rsidR="005B3ED9" w:rsidRDefault="005B3ED9" w:rsidP="005B3ED9">
      <w:r>
        <w:t>865.0970</w:t>
      </w:r>
      <w:r>
        <w:tab/>
        <w:t>2.025e0</w:t>
      </w:r>
    </w:p>
    <w:p w:rsidR="005B3ED9" w:rsidRDefault="005B3ED9" w:rsidP="005B3ED9">
      <w:r>
        <w:lastRenderedPageBreak/>
        <w:t>865.2014</w:t>
      </w:r>
      <w:r>
        <w:tab/>
        <w:t>2.025e0</w:t>
      </w:r>
    </w:p>
    <w:p w:rsidR="005B3ED9" w:rsidRDefault="005B3ED9" w:rsidP="005B3ED9">
      <w:r>
        <w:t>865.2814</w:t>
      </w:r>
      <w:r>
        <w:tab/>
        <w:t>1.013e0</w:t>
      </w:r>
    </w:p>
    <w:p w:rsidR="005B3ED9" w:rsidRDefault="005B3ED9" w:rsidP="005B3ED9">
      <w:r>
        <w:t>865.3239</w:t>
      </w:r>
      <w:r>
        <w:tab/>
        <w:t>1.013e0</w:t>
      </w:r>
    </w:p>
    <w:p w:rsidR="005B3ED9" w:rsidRDefault="005B3ED9" w:rsidP="005B3ED9">
      <w:r>
        <w:t>865.4918</w:t>
      </w:r>
      <w:r>
        <w:tab/>
        <w:t>2.025e0</w:t>
      </w:r>
    </w:p>
    <w:p w:rsidR="005B3ED9" w:rsidRDefault="005B3ED9" w:rsidP="005B3ED9">
      <w:r>
        <w:t>865.6365</w:t>
      </w:r>
      <w:r>
        <w:tab/>
        <w:t>2.025e0</w:t>
      </w:r>
    </w:p>
    <w:p w:rsidR="005B3ED9" w:rsidRDefault="005B3ED9" w:rsidP="005B3ED9">
      <w:r>
        <w:t>865.7165</w:t>
      </w:r>
      <w:r>
        <w:tab/>
        <w:t>2.025e0</w:t>
      </w:r>
    </w:p>
    <w:p w:rsidR="005B3ED9" w:rsidRDefault="005B3ED9" w:rsidP="005B3ED9">
      <w:r>
        <w:t>865.7176</w:t>
      </w:r>
      <w:r>
        <w:tab/>
        <w:t>1.013e0</w:t>
      </w:r>
    </w:p>
    <w:p w:rsidR="005B3ED9" w:rsidRDefault="005B3ED9" w:rsidP="005B3ED9">
      <w:r>
        <w:t>865.8978</w:t>
      </w:r>
      <w:r>
        <w:tab/>
        <w:t>1.013e0</w:t>
      </w:r>
    </w:p>
    <w:p w:rsidR="005B3ED9" w:rsidRDefault="005B3ED9" w:rsidP="005B3ED9">
      <w:r>
        <w:t>865.9792</w:t>
      </w:r>
      <w:r>
        <w:tab/>
        <w:t>1.013e0</w:t>
      </w:r>
    </w:p>
    <w:p w:rsidR="005B3ED9" w:rsidRDefault="005B3ED9" w:rsidP="005B3ED9">
      <w:r>
        <w:t>866.1393</w:t>
      </w:r>
      <w:r>
        <w:tab/>
        <w:t>1.013e0</w:t>
      </w:r>
    </w:p>
    <w:p w:rsidR="005B3ED9" w:rsidRDefault="005B3ED9" w:rsidP="005B3ED9">
      <w:r>
        <w:t>866.1531</w:t>
      </w:r>
      <w:r>
        <w:tab/>
        <w:t>1.013e0</w:t>
      </w:r>
    </w:p>
    <w:p w:rsidR="005B3ED9" w:rsidRDefault="005B3ED9" w:rsidP="005B3ED9">
      <w:r>
        <w:t>866.2020</w:t>
      </w:r>
      <w:r>
        <w:tab/>
        <w:t>1.013e0</w:t>
      </w:r>
    </w:p>
    <w:p w:rsidR="005B3ED9" w:rsidRDefault="005B3ED9" w:rsidP="005B3ED9">
      <w:r>
        <w:t>866.3575</w:t>
      </w:r>
      <w:r>
        <w:tab/>
        <w:t>2.025e0</w:t>
      </w:r>
    </w:p>
    <w:p w:rsidR="005B3ED9" w:rsidRDefault="005B3ED9" w:rsidP="005B3ED9">
      <w:r>
        <w:t>866.3721</w:t>
      </w:r>
      <w:r>
        <w:tab/>
        <w:t>1.013e0</w:t>
      </w:r>
    </w:p>
    <w:p w:rsidR="005B3ED9" w:rsidRDefault="005B3ED9" w:rsidP="005B3ED9">
      <w:r>
        <w:t>866.5062</w:t>
      </w:r>
      <w:r>
        <w:tab/>
        <w:t>1.013e0</w:t>
      </w:r>
    </w:p>
    <w:p w:rsidR="005B3ED9" w:rsidRDefault="005B3ED9" w:rsidP="005B3ED9">
      <w:r>
        <w:t>866.5238</w:t>
      </w:r>
      <w:r>
        <w:tab/>
        <w:t>1.013e0</w:t>
      </w:r>
    </w:p>
    <w:p w:rsidR="005B3ED9" w:rsidRDefault="005B3ED9" w:rsidP="005B3ED9">
      <w:r>
        <w:t>866.6996</w:t>
      </w:r>
      <w:r>
        <w:tab/>
        <w:t>2.025e0</w:t>
      </w:r>
    </w:p>
    <w:p w:rsidR="005B3ED9" w:rsidRDefault="005B3ED9" w:rsidP="005B3ED9">
      <w:r>
        <w:t>866.7360</w:t>
      </w:r>
      <w:r>
        <w:tab/>
        <w:t>1.013e0</w:t>
      </w:r>
    </w:p>
    <w:p w:rsidR="005B3ED9" w:rsidRDefault="005B3ED9" w:rsidP="005B3ED9">
      <w:r>
        <w:t>866.7942</w:t>
      </w:r>
      <w:r>
        <w:tab/>
        <w:t>1.013e0</w:t>
      </w:r>
    </w:p>
    <w:p w:rsidR="005B3ED9" w:rsidRDefault="005B3ED9" w:rsidP="005B3ED9">
      <w:r>
        <w:lastRenderedPageBreak/>
        <w:t>866.8379</w:t>
      </w:r>
      <w:r>
        <w:tab/>
        <w:t>2.025e0</w:t>
      </w:r>
    </w:p>
    <w:p w:rsidR="005B3ED9" w:rsidRDefault="005B3ED9" w:rsidP="005B3ED9">
      <w:r>
        <w:t>866.8525</w:t>
      </w:r>
      <w:r>
        <w:tab/>
        <w:t>1.013e0</w:t>
      </w:r>
    </w:p>
    <w:p w:rsidR="005B3ED9" w:rsidRDefault="005B3ED9" w:rsidP="005B3ED9">
      <w:r>
        <w:t>866.9117</w:t>
      </w:r>
      <w:r>
        <w:tab/>
        <w:t>1.013e0</w:t>
      </w:r>
    </w:p>
    <w:p w:rsidR="005B3ED9" w:rsidRDefault="005B3ED9" w:rsidP="005B3ED9">
      <w:r>
        <w:t>867.0708</w:t>
      </w:r>
      <w:r>
        <w:tab/>
        <w:t>1.013e0</w:t>
      </w:r>
    </w:p>
    <w:p w:rsidR="005B3ED9" w:rsidRDefault="005B3ED9" w:rsidP="005B3ED9">
      <w:r>
        <w:t>867.1497</w:t>
      </w:r>
      <w:r>
        <w:tab/>
        <w:t>1.013e0</w:t>
      </w:r>
    </w:p>
    <w:p w:rsidR="005B3ED9" w:rsidRDefault="005B3ED9" w:rsidP="005B3ED9">
      <w:r>
        <w:t>867.1510</w:t>
      </w:r>
      <w:r>
        <w:tab/>
        <w:t>2.025e0</w:t>
      </w:r>
    </w:p>
    <w:p w:rsidR="005B3ED9" w:rsidRDefault="005B3ED9" w:rsidP="005B3ED9">
      <w:r>
        <w:t>867.2336</w:t>
      </w:r>
      <w:r>
        <w:tab/>
        <w:t>1.013e0</w:t>
      </w:r>
    </w:p>
    <w:p w:rsidR="005B3ED9" w:rsidRDefault="005B3ED9" w:rsidP="005B3ED9">
      <w:r>
        <w:t>867.4495</w:t>
      </w:r>
      <w:r>
        <w:tab/>
        <w:t>1.013e0</w:t>
      </w:r>
    </w:p>
    <w:p w:rsidR="005B3ED9" w:rsidRDefault="005B3ED9" w:rsidP="005B3ED9">
      <w:r>
        <w:t>867.4786</w:t>
      </w:r>
      <w:r>
        <w:tab/>
        <w:t>1.013e0</w:t>
      </w:r>
    </w:p>
    <w:p w:rsidR="005B3ED9" w:rsidRDefault="005B3ED9" w:rsidP="005B3ED9">
      <w:r>
        <w:t>867.4800</w:t>
      </w:r>
      <w:r>
        <w:tab/>
        <w:t>2.025e0</w:t>
      </w:r>
    </w:p>
    <w:p w:rsidR="005B3ED9" w:rsidRDefault="005B3ED9" w:rsidP="005B3ED9">
      <w:r>
        <w:t>867.6567</w:t>
      </w:r>
      <w:r>
        <w:tab/>
        <w:t>1.013e0</w:t>
      </w:r>
    </w:p>
    <w:p w:rsidR="005B3ED9" w:rsidRDefault="005B3ED9" w:rsidP="005B3ED9">
      <w:r>
        <w:t>867.7556</w:t>
      </w:r>
      <w:r>
        <w:tab/>
        <w:t>1.013e0</w:t>
      </w:r>
    </w:p>
    <w:p w:rsidR="005B3ED9" w:rsidRDefault="005B3ED9" w:rsidP="005B3ED9">
      <w:r>
        <w:t>867.7994</w:t>
      </w:r>
      <w:r>
        <w:tab/>
        <w:t>3.038e0</w:t>
      </w:r>
    </w:p>
    <w:p w:rsidR="005B3ED9" w:rsidRDefault="005B3ED9" w:rsidP="005B3ED9">
      <w:r>
        <w:t>867.8770</w:t>
      </w:r>
      <w:r>
        <w:tab/>
        <w:t>1.013e0</w:t>
      </w:r>
    </w:p>
    <w:p w:rsidR="005B3ED9" w:rsidRDefault="005B3ED9" w:rsidP="005B3ED9">
      <w:r>
        <w:t>868.0617</w:t>
      </w:r>
      <w:r>
        <w:tab/>
        <w:t>1.013e0</w:t>
      </w:r>
    </w:p>
    <w:p w:rsidR="005B3ED9" w:rsidRDefault="005B3ED9" w:rsidP="005B3ED9">
      <w:r>
        <w:t>868.1810</w:t>
      </w:r>
      <w:r>
        <w:tab/>
        <w:t>1.013e0</w:t>
      </w:r>
    </w:p>
    <w:p w:rsidR="005B3ED9" w:rsidRDefault="005B3ED9" w:rsidP="005B3ED9">
      <w:r>
        <w:t>868.3387</w:t>
      </w:r>
      <w:r>
        <w:tab/>
        <w:t>1.013e0</w:t>
      </w:r>
    </w:p>
    <w:p w:rsidR="005B3ED9" w:rsidRDefault="005B3ED9" w:rsidP="005B3ED9">
      <w:r>
        <w:t>868.3782</w:t>
      </w:r>
      <w:r>
        <w:tab/>
        <w:t>2.025e0</w:t>
      </w:r>
    </w:p>
    <w:p w:rsidR="005B3ED9" w:rsidRDefault="005B3ED9" w:rsidP="005B3ED9">
      <w:r>
        <w:t>868.4536</w:t>
      </w:r>
      <w:r>
        <w:tab/>
        <w:t>1.013e0</w:t>
      </w:r>
    </w:p>
    <w:p w:rsidR="005B3ED9" w:rsidRDefault="005B3ED9" w:rsidP="005B3ED9">
      <w:r>
        <w:lastRenderedPageBreak/>
        <w:t>868.5428</w:t>
      </w:r>
      <w:r>
        <w:tab/>
        <w:t>1.013e0</w:t>
      </w:r>
    </w:p>
    <w:p w:rsidR="005B3ED9" w:rsidRDefault="005B3ED9" w:rsidP="005B3ED9">
      <w:r>
        <w:t>868.6741</w:t>
      </w:r>
      <w:r>
        <w:tab/>
        <w:t>1.013e0</w:t>
      </w:r>
    </w:p>
    <w:p w:rsidR="005B3ED9" w:rsidRDefault="005B3ED9" w:rsidP="005B3ED9">
      <w:r>
        <w:t>868.7033</w:t>
      </w:r>
      <w:r>
        <w:tab/>
        <w:t>1.013e0</w:t>
      </w:r>
    </w:p>
    <w:p w:rsidR="005B3ED9" w:rsidRDefault="005B3ED9" w:rsidP="005B3ED9">
      <w:r>
        <w:t>868.7348</w:t>
      </w:r>
      <w:r>
        <w:tab/>
        <w:t>2.025e0</w:t>
      </w:r>
    </w:p>
    <w:p w:rsidR="005B3ED9" w:rsidRDefault="005B3ED9" w:rsidP="005B3ED9">
      <w:r>
        <w:t>868.9000</w:t>
      </w:r>
      <w:r>
        <w:tab/>
        <w:t>4.051e0</w:t>
      </w:r>
    </w:p>
    <w:p w:rsidR="005B3ED9" w:rsidRDefault="005B3ED9" w:rsidP="005B3ED9">
      <w:r>
        <w:t>868.9255</w:t>
      </w:r>
      <w:r>
        <w:tab/>
        <w:t>1.013e0</w:t>
      </w:r>
    </w:p>
    <w:p w:rsidR="005B3ED9" w:rsidRDefault="005B3ED9" w:rsidP="005B3ED9">
      <w:r>
        <w:t>869.0098</w:t>
      </w:r>
      <w:r>
        <w:tab/>
        <w:t>1.013e0</w:t>
      </w:r>
    </w:p>
    <w:p w:rsidR="005B3ED9" w:rsidRDefault="005B3ED9" w:rsidP="005B3ED9">
      <w:r>
        <w:t>869.1980</w:t>
      </w:r>
      <w:r>
        <w:tab/>
        <w:t>1.013e0</w:t>
      </w:r>
    </w:p>
    <w:p w:rsidR="005B3ED9" w:rsidRDefault="005B3ED9" w:rsidP="005B3ED9">
      <w:r>
        <w:t>869.4039</w:t>
      </w:r>
      <w:r>
        <w:tab/>
        <w:t>2.025e0</w:t>
      </w:r>
    </w:p>
    <w:p w:rsidR="005B3ED9" w:rsidRDefault="005B3ED9" w:rsidP="005B3ED9">
      <w:r>
        <w:t>869.4476</w:t>
      </w:r>
      <w:r>
        <w:tab/>
        <w:t>1.013e0</w:t>
      </w:r>
    </w:p>
    <w:p w:rsidR="005B3ED9" w:rsidRDefault="005B3ED9" w:rsidP="005B3ED9">
      <w:r>
        <w:t>869.4844</w:t>
      </w:r>
      <w:r>
        <w:tab/>
        <w:t>1.013e0</w:t>
      </w:r>
    </w:p>
    <w:p w:rsidR="005B3ED9" w:rsidRDefault="005B3ED9" w:rsidP="005B3ED9">
      <w:r>
        <w:t>869.5018</w:t>
      </w:r>
      <w:r>
        <w:tab/>
        <w:t>1.013e0</w:t>
      </w:r>
    </w:p>
    <w:p w:rsidR="005B3ED9" w:rsidRDefault="005B3ED9" w:rsidP="005B3ED9">
      <w:r>
        <w:t>869.5195</w:t>
      </w:r>
      <w:r>
        <w:tab/>
        <w:t>1.013e0</w:t>
      </w:r>
    </w:p>
    <w:p w:rsidR="005B3ED9" w:rsidRDefault="005B3ED9" w:rsidP="005B3ED9">
      <w:r>
        <w:t>869.6031</w:t>
      </w:r>
      <w:r>
        <w:tab/>
        <w:t>1.013e0</w:t>
      </w:r>
    </w:p>
    <w:p w:rsidR="005B3ED9" w:rsidRDefault="005B3ED9" w:rsidP="005B3ED9">
      <w:r>
        <w:t>869.6208</w:t>
      </w:r>
      <w:r>
        <w:tab/>
        <w:t>1.013e0</w:t>
      </w:r>
    </w:p>
    <w:p w:rsidR="005B3ED9" w:rsidRDefault="005B3ED9" w:rsidP="005B3ED9">
      <w:r>
        <w:t>869.7397</w:t>
      </w:r>
      <w:r>
        <w:tab/>
        <w:t>1.013e0</w:t>
      </w:r>
    </w:p>
    <w:p w:rsidR="005B3ED9" w:rsidRDefault="005B3ED9" w:rsidP="005B3ED9">
      <w:r>
        <w:t>869.7613</w:t>
      </w:r>
      <w:r>
        <w:tab/>
        <w:t>2.025e0</w:t>
      </w:r>
    </w:p>
    <w:p w:rsidR="005B3ED9" w:rsidRDefault="005B3ED9" w:rsidP="005B3ED9">
      <w:r>
        <w:t>869.9422</w:t>
      </w:r>
      <w:r>
        <w:tab/>
        <w:t>1.013e0</w:t>
      </w:r>
    </w:p>
    <w:p w:rsidR="005B3ED9" w:rsidRDefault="005B3ED9" w:rsidP="005B3ED9">
      <w:r>
        <w:t>870.0758</w:t>
      </w:r>
      <w:r>
        <w:tab/>
        <w:t>1.013e0</w:t>
      </w:r>
    </w:p>
    <w:p w:rsidR="005B3ED9" w:rsidRDefault="005B3ED9" w:rsidP="005B3ED9">
      <w:r>
        <w:lastRenderedPageBreak/>
        <w:t>870.1014</w:t>
      </w:r>
      <w:r>
        <w:tab/>
        <w:t>2.025e0</w:t>
      </w:r>
    </w:p>
    <w:p w:rsidR="005B3ED9" w:rsidRDefault="005B3ED9" w:rsidP="005B3ED9">
      <w:r>
        <w:t>870.1342</w:t>
      </w:r>
      <w:r>
        <w:tab/>
        <w:t>1.013e0</w:t>
      </w:r>
    </w:p>
    <w:p w:rsidR="005B3ED9" w:rsidRDefault="005B3ED9" w:rsidP="005B3ED9">
      <w:r>
        <w:t>870.2115</w:t>
      </w:r>
      <w:r>
        <w:tab/>
        <w:t>1.013e0</w:t>
      </w:r>
    </w:p>
    <w:p w:rsidR="005B3ED9" w:rsidRDefault="005B3ED9" w:rsidP="005B3ED9">
      <w:r>
        <w:t>870.4838</w:t>
      </w:r>
      <w:r>
        <w:tab/>
        <w:t>1.013e0</w:t>
      </w:r>
    </w:p>
    <w:p w:rsidR="005B3ED9" w:rsidRDefault="005B3ED9" w:rsidP="005B3ED9">
      <w:r>
        <w:t>870.4996</w:t>
      </w:r>
      <w:r>
        <w:tab/>
        <w:t>1.013e0</w:t>
      </w:r>
    </w:p>
    <w:p w:rsidR="005B3ED9" w:rsidRDefault="005B3ED9" w:rsidP="005B3ED9">
      <w:r>
        <w:t>870.5288</w:t>
      </w:r>
      <w:r>
        <w:tab/>
        <w:t>1.013e0</w:t>
      </w:r>
    </w:p>
    <w:p w:rsidR="005B3ED9" w:rsidRDefault="005B3ED9" w:rsidP="005B3ED9">
      <w:r>
        <w:t>870.7166</w:t>
      </w:r>
      <w:r>
        <w:tab/>
        <w:t>3.038e0</w:t>
      </w:r>
    </w:p>
    <w:p w:rsidR="005B3ED9" w:rsidRDefault="005B3ED9" w:rsidP="005B3ED9">
      <w:r>
        <w:t>870.7228</w:t>
      </w:r>
      <w:r>
        <w:tab/>
        <w:t>3.038e0</w:t>
      </w:r>
    </w:p>
    <w:p w:rsidR="005B3ED9" w:rsidRDefault="005B3ED9" w:rsidP="005B3ED9">
      <w:r>
        <w:t>870.7480</w:t>
      </w:r>
      <w:r>
        <w:tab/>
        <w:t>2.025e0</w:t>
      </w:r>
    </w:p>
    <w:p w:rsidR="005B3ED9" w:rsidRDefault="005B3ED9" w:rsidP="005B3ED9">
      <w:r>
        <w:t>871.0008</w:t>
      </w:r>
      <w:r>
        <w:tab/>
        <w:t>2.025e0</w:t>
      </w:r>
    </w:p>
    <w:p w:rsidR="005B3ED9" w:rsidRDefault="005B3ED9" w:rsidP="005B3ED9">
      <w:r>
        <w:t>871.0113</w:t>
      </w:r>
      <w:r>
        <w:tab/>
        <w:t>2.025e0</w:t>
      </w:r>
    </w:p>
    <w:p w:rsidR="005B3ED9" w:rsidRDefault="005B3ED9" w:rsidP="005B3ED9">
      <w:r>
        <w:t>871.1138</w:t>
      </w:r>
      <w:r>
        <w:tab/>
        <w:t>1.013e0</w:t>
      </w:r>
    </w:p>
    <w:p w:rsidR="005B3ED9" w:rsidRDefault="005B3ED9" w:rsidP="005B3ED9">
      <w:r>
        <w:t>871.1575</w:t>
      </w:r>
      <w:r>
        <w:tab/>
        <w:t>1.013e0</w:t>
      </w:r>
    </w:p>
    <w:p w:rsidR="005B3ED9" w:rsidRDefault="005B3ED9" w:rsidP="005B3ED9">
      <w:r>
        <w:t>871.3331</w:t>
      </w:r>
      <w:r>
        <w:tab/>
        <w:t>1.013e0</w:t>
      </w:r>
    </w:p>
    <w:p w:rsidR="005B3ED9" w:rsidRDefault="005B3ED9" w:rsidP="005B3ED9">
      <w:r>
        <w:t>871.3466</w:t>
      </w:r>
      <w:r>
        <w:tab/>
        <w:t>1.013e0</w:t>
      </w:r>
    </w:p>
    <w:p w:rsidR="005B3ED9" w:rsidRDefault="005B3ED9" w:rsidP="005B3ED9">
      <w:r>
        <w:t>871.5088</w:t>
      </w:r>
      <w:r>
        <w:tab/>
        <w:t>1.013e0</w:t>
      </w:r>
    </w:p>
    <w:p w:rsidR="005B3ED9" w:rsidRDefault="005B3ED9" w:rsidP="005B3ED9">
      <w:r>
        <w:t>871.5283</w:t>
      </w:r>
      <w:r>
        <w:tab/>
        <w:t>2.025e0</w:t>
      </w:r>
    </w:p>
    <w:p w:rsidR="005B3ED9" w:rsidRDefault="005B3ED9" w:rsidP="005B3ED9">
      <w:r>
        <w:t>871.5820</w:t>
      </w:r>
      <w:r>
        <w:tab/>
        <w:t>1.013e0</w:t>
      </w:r>
    </w:p>
    <w:p w:rsidR="005B3ED9" w:rsidRDefault="005B3ED9" w:rsidP="005B3ED9">
      <w:r>
        <w:t>871.6696</w:t>
      </w:r>
      <w:r>
        <w:tab/>
        <w:t>2.025e0</w:t>
      </w:r>
    </w:p>
    <w:p w:rsidR="005B3ED9" w:rsidRDefault="005B3ED9" w:rsidP="005B3ED9">
      <w:r>
        <w:lastRenderedPageBreak/>
        <w:t>871.6915</w:t>
      </w:r>
      <w:r>
        <w:tab/>
        <w:t>2.025e0</w:t>
      </w:r>
    </w:p>
    <w:p w:rsidR="005B3ED9" w:rsidRDefault="005B3ED9" w:rsidP="005B3ED9">
      <w:r>
        <w:t>871.7715</w:t>
      </w:r>
      <w:r>
        <w:tab/>
        <w:t>2.025e0</w:t>
      </w:r>
    </w:p>
    <w:p w:rsidR="005B3ED9" w:rsidRDefault="005B3ED9" w:rsidP="005B3ED9">
      <w:r>
        <w:t>871.9772</w:t>
      </w:r>
      <w:r>
        <w:tab/>
        <w:t>2.025e0</w:t>
      </w:r>
    </w:p>
    <w:p w:rsidR="005B3ED9" w:rsidRDefault="005B3ED9" w:rsidP="005B3ED9">
      <w:r>
        <w:t>872.1006</w:t>
      </w:r>
      <w:r>
        <w:tab/>
        <w:t>2.025e0</w:t>
      </w:r>
    </w:p>
    <w:p w:rsidR="005B3ED9" w:rsidRDefault="005B3ED9" w:rsidP="005B3ED9">
      <w:r>
        <w:t>872.2755</w:t>
      </w:r>
      <w:r>
        <w:tab/>
        <w:t>1.013e0</w:t>
      </w:r>
    </w:p>
    <w:p w:rsidR="005B3ED9" w:rsidRDefault="005B3ED9" w:rsidP="005B3ED9">
      <w:r>
        <w:t>872.3140</w:t>
      </w:r>
      <w:r>
        <w:tab/>
        <w:t>1.013e0</w:t>
      </w:r>
    </w:p>
    <w:p w:rsidR="005B3ED9" w:rsidRDefault="005B3ED9" w:rsidP="005B3ED9">
      <w:r>
        <w:t>872.3384</w:t>
      </w:r>
      <w:r>
        <w:tab/>
        <w:t>3.038e0</w:t>
      </w:r>
    </w:p>
    <w:p w:rsidR="005B3ED9" w:rsidRDefault="005B3ED9" w:rsidP="005B3ED9">
      <w:r>
        <w:t>872.4288</w:t>
      </w:r>
      <w:r>
        <w:tab/>
        <w:t>1.013e0</w:t>
      </w:r>
    </w:p>
    <w:p w:rsidR="005B3ED9" w:rsidRDefault="005B3ED9" w:rsidP="005B3ED9">
      <w:r>
        <w:t>872.5191</w:t>
      </w:r>
      <w:r>
        <w:tab/>
        <w:t>1.013e0</w:t>
      </w:r>
    </w:p>
    <w:p w:rsidR="005B3ED9" w:rsidRDefault="005B3ED9" w:rsidP="005B3ED9">
      <w:r>
        <w:t>872.6069</w:t>
      </w:r>
      <w:r>
        <w:tab/>
        <w:t>2.025e0</w:t>
      </w:r>
    </w:p>
    <w:p w:rsidR="005B3ED9" w:rsidRDefault="005B3ED9" w:rsidP="005B3ED9">
      <w:r>
        <w:t>872.6312</w:t>
      </w:r>
      <w:r>
        <w:tab/>
        <w:t>1.013e0</w:t>
      </w:r>
    </w:p>
    <w:p w:rsidR="005B3ED9" w:rsidRDefault="005B3ED9" w:rsidP="005B3ED9">
      <w:r>
        <w:t>872.6977</w:t>
      </w:r>
      <w:r>
        <w:tab/>
        <w:t>1.013e0</w:t>
      </w:r>
    </w:p>
    <w:p w:rsidR="005B3ED9" w:rsidRDefault="005B3ED9" w:rsidP="005B3ED9">
      <w:r>
        <w:t>872.7827</w:t>
      </w:r>
      <w:r>
        <w:tab/>
        <w:t>1.013e0</w:t>
      </w:r>
    </w:p>
    <w:p w:rsidR="005B3ED9" w:rsidRDefault="005B3ED9" w:rsidP="005B3ED9">
      <w:r>
        <w:t>872.8268</w:t>
      </w:r>
      <w:r>
        <w:tab/>
        <w:t>1.013e0</w:t>
      </w:r>
    </w:p>
    <w:p w:rsidR="005B3ED9" w:rsidRDefault="005B3ED9" w:rsidP="005B3ED9">
      <w:r>
        <w:t>872.9147</w:t>
      </w:r>
      <w:r>
        <w:tab/>
        <w:t>1.013e0</w:t>
      </w:r>
    </w:p>
    <w:p w:rsidR="005B3ED9" w:rsidRDefault="005B3ED9" w:rsidP="005B3ED9">
      <w:r>
        <w:t>872.9835</w:t>
      </w:r>
      <w:r>
        <w:tab/>
        <w:t>3.038e0</w:t>
      </w:r>
    </w:p>
    <w:p w:rsidR="005B3ED9" w:rsidRDefault="005B3ED9" w:rsidP="005B3ED9">
      <w:r>
        <w:t>873.0320</w:t>
      </w:r>
      <w:r>
        <w:tab/>
        <w:t>1.013e0</w:t>
      </w:r>
    </w:p>
    <w:p w:rsidR="005B3ED9" w:rsidRDefault="005B3ED9" w:rsidP="005B3ED9">
      <w:r>
        <w:t>873.0490</w:t>
      </w:r>
      <w:r>
        <w:tab/>
        <w:t>2.025e0</w:t>
      </w:r>
    </w:p>
    <w:p w:rsidR="005B3ED9" w:rsidRDefault="005B3ED9" w:rsidP="005B3ED9">
      <w:r>
        <w:t>873.1199</w:t>
      </w:r>
      <w:r>
        <w:tab/>
        <w:t>1.013e0</w:t>
      </w:r>
    </w:p>
    <w:p w:rsidR="005B3ED9" w:rsidRDefault="005B3ED9" w:rsidP="005B3ED9">
      <w:r>
        <w:lastRenderedPageBreak/>
        <w:t>873.2632</w:t>
      </w:r>
      <w:r>
        <w:tab/>
        <w:t>3.038e0</w:t>
      </w:r>
    </w:p>
    <w:p w:rsidR="005B3ED9" w:rsidRDefault="005B3ED9" w:rsidP="005B3ED9">
      <w:r>
        <w:t>873.2865</w:t>
      </w:r>
      <w:r>
        <w:tab/>
        <w:t>3.038e0</w:t>
      </w:r>
    </w:p>
    <w:p w:rsidR="005B3ED9" w:rsidRDefault="005B3ED9" w:rsidP="005B3ED9">
      <w:r>
        <w:t>873.2956</w:t>
      </w:r>
      <w:r>
        <w:tab/>
        <w:t>1.519e1</w:t>
      </w:r>
    </w:p>
    <w:p w:rsidR="005B3ED9" w:rsidRDefault="005B3ED9" w:rsidP="005B3ED9">
      <w:r>
        <w:t>873.3247</w:t>
      </w:r>
      <w:r>
        <w:tab/>
        <w:t>5.063e0</w:t>
      </w:r>
    </w:p>
    <w:p w:rsidR="005B3ED9" w:rsidRDefault="005B3ED9" w:rsidP="005B3ED9">
      <w:r>
        <w:t>873.3750</w:t>
      </w:r>
      <w:r>
        <w:tab/>
        <w:t>1.013e0</w:t>
      </w:r>
    </w:p>
    <w:p w:rsidR="005B3ED9" w:rsidRDefault="005B3ED9" w:rsidP="005B3ED9">
      <w:r>
        <w:t>873.4095</w:t>
      </w:r>
      <w:r>
        <w:tab/>
        <w:t>1.013e0</w:t>
      </w:r>
    </w:p>
    <w:p w:rsidR="005B3ED9" w:rsidRDefault="005B3ED9" w:rsidP="005B3ED9">
      <w:r>
        <w:t>873.4387</w:t>
      </w:r>
      <w:r>
        <w:tab/>
        <w:t>1.708e0</w:t>
      </w:r>
    </w:p>
    <w:p w:rsidR="005B3ED9" w:rsidRDefault="005B3ED9" w:rsidP="005B3ED9">
      <w:r>
        <w:t>873.5110</w:t>
      </w:r>
      <w:r>
        <w:tab/>
        <w:t>2.025e0</w:t>
      </w:r>
    </w:p>
    <w:p w:rsidR="005B3ED9" w:rsidRDefault="005B3ED9" w:rsidP="005B3ED9">
      <w:r>
        <w:t>873.5283</w:t>
      </w:r>
      <w:r>
        <w:tab/>
        <w:t>1.013e0</w:t>
      </w:r>
    </w:p>
    <w:p w:rsidR="005B3ED9" w:rsidRDefault="005B3ED9" w:rsidP="005B3ED9">
      <w:r>
        <w:t>873.6473</w:t>
      </w:r>
      <w:r>
        <w:tab/>
        <w:t>1.013e0</w:t>
      </w:r>
    </w:p>
    <w:p w:rsidR="005B3ED9" w:rsidRDefault="005B3ED9" w:rsidP="005B3ED9">
      <w:r>
        <w:t>873.6624</w:t>
      </w:r>
      <w:r>
        <w:tab/>
        <w:t>1.013e0</w:t>
      </w:r>
    </w:p>
    <w:p w:rsidR="005B3ED9" w:rsidRDefault="005B3ED9" w:rsidP="005B3ED9">
      <w:r>
        <w:t>873.7147</w:t>
      </w:r>
      <w:r>
        <w:tab/>
        <w:t>3.038e0</w:t>
      </w:r>
    </w:p>
    <w:p w:rsidR="005B3ED9" w:rsidRDefault="005B3ED9" w:rsidP="005B3ED9">
      <w:r>
        <w:t>873.8384</w:t>
      </w:r>
      <w:r>
        <w:tab/>
        <w:t>1.013e0</w:t>
      </w:r>
    </w:p>
    <w:p w:rsidR="005B3ED9" w:rsidRDefault="005B3ED9" w:rsidP="005B3ED9">
      <w:r>
        <w:t>873.8826</w:t>
      </w:r>
      <w:r>
        <w:tab/>
        <w:t>1.013e0</w:t>
      </w:r>
    </w:p>
    <w:p w:rsidR="005B3ED9" w:rsidRDefault="005B3ED9" w:rsidP="005B3ED9">
      <w:r>
        <w:t>874.0517</w:t>
      </w:r>
      <w:r>
        <w:tab/>
        <w:t>1.013e0</w:t>
      </w:r>
    </w:p>
    <w:p w:rsidR="005B3ED9" w:rsidRDefault="005B3ED9" w:rsidP="005B3ED9">
      <w:r>
        <w:t>874.1467</w:t>
      </w:r>
      <w:r>
        <w:tab/>
        <w:t>1.013e0</w:t>
      </w:r>
    </w:p>
    <w:p w:rsidR="005B3ED9" w:rsidRDefault="005B3ED9" w:rsidP="005B3ED9">
      <w:r>
        <w:t>874.2200</w:t>
      </w:r>
      <w:r>
        <w:tab/>
        <w:t>1.013e0</w:t>
      </w:r>
    </w:p>
    <w:p w:rsidR="005B3ED9" w:rsidRDefault="005B3ED9" w:rsidP="005B3ED9">
      <w:r>
        <w:t>874.2787</w:t>
      </w:r>
      <w:r>
        <w:tab/>
        <w:t>1.013e0</w:t>
      </w:r>
    </w:p>
    <w:p w:rsidR="005B3ED9" w:rsidRDefault="005B3ED9" w:rsidP="005B3ED9">
      <w:r>
        <w:t>874.2825</w:t>
      </w:r>
      <w:r>
        <w:tab/>
        <w:t>2.025e0</w:t>
      </w:r>
    </w:p>
    <w:p w:rsidR="005B3ED9" w:rsidRDefault="005B3ED9" w:rsidP="005B3ED9">
      <w:r>
        <w:lastRenderedPageBreak/>
        <w:t>874.2839</w:t>
      </w:r>
      <w:r>
        <w:tab/>
        <w:t>6.913e0</w:t>
      </w:r>
    </w:p>
    <w:p w:rsidR="005B3ED9" w:rsidRDefault="005B3ED9" w:rsidP="005B3ED9">
      <w:r>
        <w:t>874.2895</w:t>
      </w:r>
      <w:r>
        <w:tab/>
        <w:t>3.038e0</w:t>
      </w:r>
    </w:p>
    <w:p w:rsidR="005B3ED9" w:rsidRDefault="005B3ED9" w:rsidP="005B3ED9">
      <w:r>
        <w:t>874.4077</w:t>
      </w:r>
      <w:r>
        <w:tab/>
        <w:t>1.013e0</w:t>
      </w:r>
    </w:p>
    <w:p w:rsidR="005B3ED9" w:rsidRDefault="005B3ED9" w:rsidP="005B3ED9">
      <w:r>
        <w:t>874.4182</w:t>
      </w:r>
      <w:r>
        <w:tab/>
        <w:t>2.025e0</w:t>
      </w:r>
    </w:p>
    <w:p w:rsidR="005B3ED9" w:rsidRDefault="005B3ED9" w:rsidP="005B3ED9">
      <w:r>
        <w:t>874.4742</w:t>
      </w:r>
      <w:r>
        <w:tab/>
        <w:t>2.025e0</w:t>
      </w:r>
    </w:p>
    <w:p w:rsidR="005B3ED9" w:rsidRDefault="005B3ED9" w:rsidP="005B3ED9">
      <w:r>
        <w:t>874.5264</w:t>
      </w:r>
      <w:r>
        <w:tab/>
        <w:t>1.013e0</w:t>
      </w:r>
    </w:p>
    <w:p w:rsidR="005B3ED9" w:rsidRDefault="005B3ED9" w:rsidP="005B3ED9">
      <w:r>
        <w:t>874.5753</w:t>
      </w:r>
      <w:r>
        <w:tab/>
        <w:t>1.013e0</w:t>
      </w:r>
    </w:p>
    <w:p w:rsidR="005B3ED9" w:rsidRDefault="005B3ED9" w:rsidP="005B3ED9">
      <w:r>
        <w:t>874.6604</w:t>
      </w:r>
      <w:r>
        <w:tab/>
        <w:t>1.013e0</w:t>
      </w:r>
    </w:p>
    <w:p w:rsidR="005B3ED9" w:rsidRDefault="005B3ED9" w:rsidP="005B3ED9">
      <w:r>
        <w:t>874.6940</w:t>
      </w:r>
      <w:r>
        <w:tab/>
        <w:t>1.013e0</w:t>
      </w:r>
    </w:p>
    <w:p w:rsidR="005B3ED9" w:rsidRDefault="005B3ED9" w:rsidP="005B3ED9">
      <w:r>
        <w:t>874.7045</w:t>
      </w:r>
      <w:r>
        <w:tab/>
        <w:t>2.025e0</w:t>
      </w:r>
    </w:p>
    <w:p w:rsidR="005B3ED9" w:rsidRDefault="005B3ED9" w:rsidP="005B3ED9">
      <w:r>
        <w:t>874.8220</w:t>
      </w:r>
      <w:r>
        <w:tab/>
        <w:t>1.013e0</w:t>
      </w:r>
    </w:p>
    <w:p w:rsidR="005B3ED9" w:rsidRDefault="005B3ED9" w:rsidP="005B3ED9">
      <w:r>
        <w:t>875.0669</w:t>
      </w:r>
      <w:r>
        <w:tab/>
        <w:t>1.013e0</w:t>
      </w:r>
    </w:p>
    <w:p w:rsidR="005B3ED9" w:rsidRDefault="005B3ED9" w:rsidP="005B3ED9">
      <w:r>
        <w:t>875.0717</w:t>
      </w:r>
      <w:r>
        <w:tab/>
        <w:t>1.013e0</w:t>
      </w:r>
    </w:p>
    <w:p w:rsidR="005B3ED9" w:rsidRDefault="005B3ED9" w:rsidP="005B3ED9">
      <w:r>
        <w:t>875.1250</w:t>
      </w:r>
      <w:r>
        <w:tab/>
        <w:t>2.025e0</w:t>
      </w:r>
    </w:p>
    <w:p w:rsidR="005B3ED9" w:rsidRDefault="005B3ED9" w:rsidP="005B3ED9">
      <w:r>
        <w:t>875.1509</w:t>
      </w:r>
      <w:r>
        <w:tab/>
        <w:t>1.013e0</w:t>
      </w:r>
    </w:p>
    <w:p w:rsidR="005B3ED9" w:rsidRDefault="005B3ED9" w:rsidP="005B3ED9">
      <w:r>
        <w:t>875.2344</w:t>
      </w:r>
      <w:r>
        <w:tab/>
        <w:t>1.013e0</w:t>
      </w:r>
    </w:p>
    <w:p w:rsidR="005B3ED9" w:rsidRDefault="005B3ED9" w:rsidP="005B3ED9">
      <w:r>
        <w:t>875.3411</w:t>
      </w:r>
      <w:r>
        <w:tab/>
        <w:t>4.051e0</w:t>
      </w:r>
    </w:p>
    <w:p w:rsidR="005B3ED9" w:rsidRDefault="005B3ED9" w:rsidP="005B3ED9">
      <w:r>
        <w:t>875.3766</w:t>
      </w:r>
      <w:r>
        <w:tab/>
        <w:t>2.025e0</w:t>
      </w:r>
    </w:p>
    <w:p w:rsidR="005B3ED9" w:rsidRDefault="005B3ED9" w:rsidP="005B3ED9">
      <w:r>
        <w:t>875.4894</w:t>
      </w:r>
      <w:r>
        <w:tab/>
        <w:t>1.013e0</w:t>
      </w:r>
    </w:p>
    <w:p w:rsidR="005B3ED9" w:rsidRDefault="005B3ED9" w:rsidP="005B3ED9">
      <w:r>
        <w:lastRenderedPageBreak/>
        <w:t>875.5272</w:t>
      </w:r>
      <w:r>
        <w:tab/>
        <w:t>1.013e0</w:t>
      </w:r>
    </w:p>
    <w:p w:rsidR="005B3ED9" w:rsidRDefault="005B3ED9" w:rsidP="005B3ED9">
      <w:r>
        <w:t>875.6890</w:t>
      </w:r>
      <w:r>
        <w:tab/>
        <w:t>1.013e0</w:t>
      </w:r>
    </w:p>
    <w:p w:rsidR="005B3ED9" w:rsidRDefault="005B3ED9" w:rsidP="005B3ED9">
      <w:r>
        <w:t>875.7263</w:t>
      </w:r>
      <w:r>
        <w:tab/>
        <w:t>1.013e0</w:t>
      </w:r>
    </w:p>
    <w:p w:rsidR="005B3ED9" w:rsidRDefault="005B3ED9" w:rsidP="005B3ED9">
      <w:r>
        <w:t>875.8102</w:t>
      </w:r>
      <w:r>
        <w:tab/>
        <w:t>1.013e0</w:t>
      </w:r>
    </w:p>
    <w:p w:rsidR="005B3ED9" w:rsidRDefault="005B3ED9" w:rsidP="005B3ED9">
      <w:r>
        <w:t>875.8801</w:t>
      </w:r>
      <w:r>
        <w:tab/>
        <w:t>1.013e0</w:t>
      </w:r>
    </w:p>
    <w:p w:rsidR="005B3ED9" w:rsidRDefault="005B3ED9" w:rsidP="005B3ED9">
      <w:r>
        <w:t>875.9242</w:t>
      </w:r>
      <w:r>
        <w:tab/>
        <w:t>1.013e0</w:t>
      </w:r>
    </w:p>
    <w:p w:rsidR="005B3ED9" w:rsidRDefault="005B3ED9" w:rsidP="005B3ED9">
      <w:r>
        <w:t>875.9462</w:t>
      </w:r>
      <w:r>
        <w:tab/>
        <w:t>2.025e0</w:t>
      </w:r>
    </w:p>
    <w:p w:rsidR="005B3ED9" w:rsidRDefault="005B3ED9" w:rsidP="005B3ED9">
      <w:r>
        <w:t>876.0123</w:t>
      </w:r>
      <w:r>
        <w:tab/>
        <w:t>1.013e0</w:t>
      </w:r>
    </w:p>
    <w:p w:rsidR="005B3ED9" w:rsidRDefault="005B3ED9" w:rsidP="005B3ED9">
      <w:r>
        <w:t>876.0474</w:t>
      </w:r>
      <w:r>
        <w:tab/>
        <w:t>1.013e0</w:t>
      </w:r>
    </w:p>
    <w:p w:rsidR="005B3ED9" w:rsidRDefault="005B3ED9" w:rsidP="005B3ED9">
      <w:r>
        <w:t>876.1301</w:t>
      </w:r>
      <w:r>
        <w:tab/>
        <w:t>1.013e0</w:t>
      </w:r>
    </w:p>
    <w:p w:rsidR="005B3ED9" w:rsidRDefault="005B3ED9" w:rsidP="005B3ED9">
      <w:r>
        <w:t>876.2399</w:t>
      </w:r>
      <w:r>
        <w:tab/>
        <w:t>2.025e0</w:t>
      </w:r>
    </w:p>
    <w:p w:rsidR="005B3ED9" w:rsidRDefault="005B3ED9" w:rsidP="005B3ED9">
      <w:r>
        <w:t>876.2494</w:t>
      </w:r>
      <w:r>
        <w:tab/>
        <w:t>1.013e0</w:t>
      </w:r>
    </w:p>
    <w:p w:rsidR="005B3ED9" w:rsidRDefault="005B3ED9" w:rsidP="005B3ED9">
      <w:r>
        <w:t>876.2919</w:t>
      </w:r>
      <w:r>
        <w:tab/>
        <w:t>1.013e0</w:t>
      </w:r>
    </w:p>
    <w:p w:rsidR="005B3ED9" w:rsidRDefault="005B3ED9" w:rsidP="005B3ED9">
      <w:r>
        <w:t>876.3359</w:t>
      </w:r>
      <w:r>
        <w:tab/>
        <w:t>1.013e0</w:t>
      </w:r>
    </w:p>
    <w:p w:rsidR="005B3ED9" w:rsidRDefault="005B3ED9" w:rsidP="005B3ED9">
      <w:r>
        <w:t>876.4029</w:t>
      </w:r>
      <w:r>
        <w:tab/>
        <w:t>1.013e0</w:t>
      </w:r>
    </w:p>
    <w:p w:rsidR="005B3ED9" w:rsidRDefault="005B3ED9" w:rsidP="005B3ED9">
      <w:r>
        <w:t>876.4242</w:t>
      </w:r>
      <w:r>
        <w:tab/>
        <w:t>1.013e0</w:t>
      </w:r>
    </w:p>
    <w:p w:rsidR="005B3ED9" w:rsidRDefault="005B3ED9" w:rsidP="005B3ED9">
      <w:r>
        <w:t>876.4389</w:t>
      </w:r>
      <w:r>
        <w:tab/>
        <w:t>1.013e0</w:t>
      </w:r>
    </w:p>
    <w:p w:rsidR="005B3ED9" w:rsidRDefault="005B3ED9" w:rsidP="005B3ED9">
      <w:r>
        <w:t>876.4868</w:t>
      </w:r>
      <w:r>
        <w:tab/>
        <w:t>1.013e0</w:t>
      </w:r>
    </w:p>
    <w:p w:rsidR="005B3ED9" w:rsidRDefault="005B3ED9" w:rsidP="005B3ED9">
      <w:r>
        <w:t>876.5213</w:t>
      </w:r>
      <w:r>
        <w:tab/>
        <w:t>1.013e0</w:t>
      </w:r>
    </w:p>
    <w:p w:rsidR="005B3ED9" w:rsidRDefault="005B3ED9" w:rsidP="005B3ED9">
      <w:r>
        <w:lastRenderedPageBreak/>
        <w:t>876.5389</w:t>
      </w:r>
      <w:r>
        <w:tab/>
        <w:t>1.013e0</w:t>
      </w:r>
    </w:p>
    <w:p w:rsidR="005B3ED9" w:rsidRDefault="005B3ED9" w:rsidP="005B3ED9">
      <w:r>
        <w:t>876.6262</w:t>
      </w:r>
      <w:r>
        <w:tab/>
        <w:t>2.025e0</w:t>
      </w:r>
    </w:p>
    <w:p w:rsidR="005B3ED9" w:rsidRDefault="005B3ED9" w:rsidP="005B3ED9">
      <w:r>
        <w:t>876.6654</w:t>
      </w:r>
      <w:r>
        <w:tab/>
        <w:t>2.025e0</w:t>
      </w:r>
    </w:p>
    <w:p w:rsidR="005B3ED9" w:rsidRDefault="005B3ED9" w:rsidP="005B3ED9">
      <w:r>
        <w:t>876.7114</w:t>
      </w:r>
      <w:r>
        <w:tab/>
        <w:t>2.025e0</w:t>
      </w:r>
    </w:p>
    <w:p w:rsidR="005B3ED9" w:rsidRDefault="005B3ED9" w:rsidP="005B3ED9">
      <w:r>
        <w:t>876.7186</w:t>
      </w:r>
      <w:r>
        <w:tab/>
        <w:t>1.013e0</w:t>
      </w:r>
    </w:p>
    <w:p w:rsidR="005B3ED9" w:rsidRDefault="005B3ED9" w:rsidP="005B3ED9">
      <w:r>
        <w:t>876.7922</w:t>
      </w:r>
      <w:r>
        <w:tab/>
        <w:t>1.013e0</w:t>
      </w:r>
    </w:p>
    <w:p w:rsidR="005B3ED9" w:rsidRDefault="005B3ED9" w:rsidP="005B3ED9">
      <w:r>
        <w:t>876.8215</w:t>
      </w:r>
      <w:r>
        <w:tab/>
        <w:t>1.013e0</w:t>
      </w:r>
    </w:p>
    <w:p w:rsidR="005B3ED9" w:rsidRDefault="005B3ED9" w:rsidP="005B3ED9">
      <w:r>
        <w:t>876.9326</w:t>
      </w:r>
      <w:r>
        <w:tab/>
        <w:t>2.025e0</w:t>
      </w:r>
    </w:p>
    <w:p w:rsidR="005B3ED9" w:rsidRDefault="005B3ED9" w:rsidP="005B3ED9">
      <w:r>
        <w:t>876.9983</w:t>
      </w:r>
      <w:r>
        <w:tab/>
        <w:t>1.013e0</w:t>
      </w:r>
    </w:p>
    <w:p w:rsidR="005B3ED9" w:rsidRDefault="005B3ED9" w:rsidP="005B3ED9">
      <w:r>
        <w:t>877.2638</w:t>
      </w:r>
      <w:r>
        <w:tab/>
        <w:t>1.013e0</w:t>
      </w:r>
    </w:p>
    <w:p w:rsidR="005B3ED9" w:rsidRDefault="005B3ED9" w:rsidP="005B3ED9">
      <w:r>
        <w:t>877.2991</w:t>
      </w:r>
      <w:r>
        <w:tab/>
        <w:t>1.013e0</w:t>
      </w:r>
    </w:p>
    <w:p w:rsidR="005B3ED9" w:rsidRDefault="005B3ED9" w:rsidP="005B3ED9">
      <w:r>
        <w:t>877.3899</w:t>
      </w:r>
      <w:r>
        <w:tab/>
        <w:t>2.025e0</w:t>
      </w:r>
    </w:p>
    <w:p w:rsidR="005B3ED9" w:rsidRDefault="005B3ED9" w:rsidP="005B3ED9">
      <w:r>
        <w:t>877.4106</w:t>
      </w:r>
      <w:r>
        <w:tab/>
        <w:t>1.013e0</w:t>
      </w:r>
    </w:p>
    <w:p w:rsidR="005B3ED9" w:rsidRDefault="005B3ED9" w:rsidP="005B3ED9">
      <w:r>
        <w:t>877.4399</w:t>
      </w:r>
      <w:r>
        <w:tab/>
        <w:t>1.013e0</w:t>
      </w:r>
    </w:p>
    <w:p w:rsidR="005B3ED9" w:rsidRDefault="005B3ED9" w:rsidP="005B3ED9">
      <w:r>
        <w:t>877.5446</w:t>
      </w:r>
      <w:r>
        <w:tab/>
        <w:t>3.038e0</w:t>
      </w:r>
    </w:p>
    <w:p w:rsidR="005B3ED9" w:rsidRDefault="005B3ED9" w:rsidP="005B3ED9">
      <w:r>
        <w:t>877.5726</w:t>
      </w:r>
      <w:r>
        <w:tab/>
        <w:t>4.051e0</w:t>
      </w:r>
    </w:p>
    <w:p w:rsidR="005B3ED9" w:rsidRDefault="005B3ED9" w:rsidP="005B3ED9">
      <w:r>
        <w:t>877.6020</w:t>
      </w:r>
      <w:r>
        <w:tab/>
        <w:t>1.013e0</w:t>
      </w:r>
    </w:p>
    <w:p w:rsidR="005B3ED9" w:rsidRDefault="005B3ED9" w:rsidP="005B3ED9">
      <w:r>
        <w:t>877.6315</w:t>
      </w:r>
      <w:r>
        <w:tab/>
        <w:t>1.013e0</w:t>
      </w:r>
    </w:p>
    <w:p w:rsidR="005B3ED9" w:rsidRDefault="005B3ED9" w:rsidP="005B3ED9">
      <w:r>
        <w:t>877.7420</w:t>
      </w:r>
      <w:r>
        <w:tab/>
        <w:t>2.025e0</w:t>
      </w:r>
    </w:p>
    <w:p w:rsidR="005B3ED9" w:rsidRDefault="005B3ED9" w:rsidP="005B3ED9">
      <w:r>
        <w:lastRenderedPageBreak/>
        <w:t>877.7470</w:t>
      </w:r>
      <w:r>
        <w:tab/>
        <w:t>2.025e0</w:t>
      </w:r>
    </w:p>
    <w:p w:rsidR="005B3ED9" w:rsidRDefault="005B3ED9" w:rsidP="005B3ED9">
      <w:r>
        <w:t>877.9410</w:t>
      </w:r>
      <w:r>
        <w:tab/>
        <w:t>1.013e0</w:t>
      </w:r>
    </w:p>
    <w:p w:rsidR="005B3ED9" w:rsidRDefault="005B3ED9" w:rsidP="005B3ED9">
      <w:r>
        <w:t>877.9755</w:t>
      </w:r>
      <w:r>
        <w:tab/>
        <w:t>1.013e0</w:t>
      </w:r>
    </w:p>
    <w:p w:rsidR="005B3ED9" w:rsidRDefault="005B3ED9" w:rsidP="005B3ED9">
      <w:r>
        <w:t>878.0441</w:t>
      </w:r>
      <w:r>
        <w:tab/>
        <w:t>1.013e0</w:t>
      </w:r>
    </w:p>
    <w:p w:rsidR="005B3ED9" w:rsidRDefault="005B3ED9" w:rsidP="005B3ED9">
      <w:r>
        <w:t>878.0883</w:t>
      </w:r>
      <w:r>
        <w:tab/>
        <w:t>1.013e0</w:t>
      </w:r>
    </w:p>
    <w:p w:rsidR="005B3ED9" w:rsidRDefault="005B3ED9" w:rsidP="005B3ED9">
      <w:r>
        <w:t>878.2179</w:t>
      </w:r>
      <w:r>
        <w:tab/>
        <w:t>2.025e0</w:t>
      </w:r>
    </w:p>
    <w:p w:rsidR="005B3ED9" w:rsidRDefault="005B3ED9" w:rsidP="005B3ED9">
      <w:r>
        <w:t>878.2648</w:t>
      </w:r>
      <w:r>
        <w:tab/>
        <w:t>1.013e0</w:t>
      </w:r>
    </w:p>
    <w:p w:rsidR="005B3ED9" w:rsidRDefault="005B3ED9" w:rsidP="005B3ED9">
      <w:r>
        <w:t>878.3978</w:t>
      </w:r>
      <w:r>
        <w:tab/>
        <w:t>1.013e0</w:t>
      </w:r>
    </w:p>
    <w:p w:rsidR="005B3ED9" w:rsidRDefault="005B3ED9" w:rsidP="005B3ED9">
      <w:r>
        <w:t>878.4277</w:t>
      </w:r>
      <w:r>
        <w:tab/>
        <w:t>2.025e0</w:t>
      </w:r>
    </w:p>
    <w:p w:rsidR="005B3ED9" w:rsidRDefault="005B3ED9" w:rsidP="005B3ED9">
      <w:r>
        <w:t>878.4704</w:t>
      </w:r>
      <w:r>
        <w:tab/>
        <w:t>2.025e0</w:t>
      </w:r>
    </w:p>
    <w:p w:rsidR="005B3ED9" w:rsidRDefault="005B3ED9" w:rsidP="005B3ED9">
      <w:r>
        <w:t>878.5963</w:t>
      </w:r>
      <w:r>
        <w:tab/>
        <w:t>2.025e0</w:t>
      </w:r>
    </w:p>
    <w:p w:rsidR="005B3ED9" w:rsidRDefault="005B3ED9" w:rsidP="005B3ED9">
      <w:r>
        <w:t>878.6780</w:t>
      </w:r>
      <w:r>
        <w:tab/>
        <w:t>1.013e0</w:t>
      </w:r>
    </w:p>
    <w:p w:rsidR="005B3ED9" w:rsidRDefault="005B3ED9" w:rsidP="005B3ED9">
      <w:r>
        <w:t>878.6928</w:t>
      </w:r>
      <w:r>
        <w:tab/>
        <w:t>1.013e0</w:t>
      </w:r>
    </w:p>
    <w:p w:rsidR="005B3ED9" w:rsidRDefault="005B3ED9" w:rsidP="005B3ED9">
      <w:r>
        <w:t>878.7140</w:t>
      </w:r>
      <w:r>
        <w:tab/>
        <w:t>3.038e0</w:t>
      </w:r>
    </w:p>
    <w:p w:rsidR="005B3ED9" w:rsidRDefault="005B3ED9" w:rsidP="005B3ED9">
      <w:r>
        <w:t>878.8256</w:t>
      </w:r>
      <w:r>
        <w:tab/>
        <w:t>1.013e0</w:t>
      </w:r>
    </w:p>
    <w:p w:rsidR="005B3ED9" w:rsidRDefault="005B3ED9" w:rsidP="005B3ED9">
      <w:r>
        <w:t>878.8698</w:t>
      </w:r>
      <w:r>
        <w:tab/>
        <w:t>1.013e0</w:t>
      </w:r>
    </w:p>
    <w:p w:rsidR="005B3ED9" w:rsidRDefault="005B3ED9" w:rsidP="005B3ED9">
      <w:r>
        <w:t>879.0025</w:t>
      </w:r>
      <w:r>
        <w:tab/>
        <w:t>1.013e0</w:t>
      </w:r>
    </w:p>
    <w:p w:rsidR="005B3ED9" w:rsidRDefault="005B3ED9" w:rsidP="005B3ED9">
      <w:r>
        <w:t>879.0468</w:t>
      </w:r>
      <w:r>
        <w:tab/>
        <w:t>1.013e0</w:t>
      </w:r>
    </w:p>
    <w:p w:rsidR="005B3ED9" w:rsidRDefault="005B3ED9" w:rsidP="005B3ED9">
      <w:r>
        <w:t>879.1354</w:t>
      </w:r>
      <w:r>
        <w:tab/>
        <w:t>1.013e0</w:t>
      </w:r>
    </w:p>
    <w:p w:rsidR="005B3ED9" w:rsidRDefault="005B3ED9" w:rsidP="005B3ED9">
      <w:r>
        <w:lastRenderedPageBreak/>
        <w:t>879.2534</w:t>
      </w:r>
      <w:r>
        <w:tab/>
        <w:t>1.013e0</w:t>
      </w:r>
    </w:p>
    <w:p w:rsidR="005B3ED9" w:rsidRDefault="005B3ED9" w:rsidP="005B3ED9">
      <w:r>
        <w:t>879.2575</w:t>
      </w:r>
      <w:r>
        <w:tab/>
        <w:t>2.025e0</w:t>
      </w:r>
    </w:p>
    <w:p w:rsidR="005B3ED9" w:rsidRDefault="005B3ED9" w:rsidP="005B3ED9">
      <w:r>
        <w:t>879.3273</w:t>
      </w:r>
      <w:r>
        <w:tab/>
        <w:t>1.013e0</w:t>
      </w:r>
    </w:p>
    <w:p w:rsidR="005B3ED9" w:rsidRDefault="005B3ED9" w:rsidP="005B3ED9">
      <w:r>
        <w:t>879.3969</w:t>
      </w:r>
      <w:r>
        <w:tab/>
        <w:t>1.013e0</w:t>
      </w:r>
    </w:p>
    <w:p w:rsidR="005B3ED9" w:rsidRDefault="005B3ED9" w:rsidP="005B3ED9">
      <w:r>
        <w:t>879.4454</w:t>
      </w:r>
      <w:r>
        <w:tab/>
        <w:t>1.013e0</w:t>
      </w:r>
    </w:p>
    <w:p w:rsidR="005B3ED9" w:rsidRDefault="005B3ED9" w:rsidP="005B3ED9">
      <w:r>
        <w:t>879.4980</w:t>
      </w:r>
      <w:r>
        <w:tab/>
        <w:t>1.013e0</w:t>
      </w:r>
    </w:p>
    <w:p w:rsidR="005B3ED9" w:rsidRDefault="005B3ED9" w:rsidP="005B3ED9">
      <w:r>
        <w:t>879.5009</w:t>
      </w:r>
      <w:r>
        <w:tab/>
        <w:t>2.025e0</w:t>
      </w:r>
    </w:p>
    <w:p w:rsidR="005B3ED9" w:rsidRDefault="005B3ED9" w:rsidP="005B3ED9">
      <w:r>
        <w:t>879.6163</w:t>
      </w:r>
      <w:r>
        <w:tab/>
        <w:t>1.013e0</w:t>
      </w:r>
    </w:p>
    <w:p w:rsidR="005B3ED9" w:rsidRDefault="005B3ED9" w:rsidP="005B3ED9">
      <w:r>
        <w:t>879.6225</w:t>
      </w:r>
      <w:r>
        <w:tab/>
        <w:t>1.013e0</w:t>
      </w:r>
    </w:p>
    <w:p w:rsidR="005B3ED9" w:rsidRDefault="005B3ED9" w:rsidP="005B3ED9">
      <w:r>
        <w:t>879.7348</w:t>
      </w:r>
      <w:r>
        <w:tab/>
        <w:t>1.013e0</w:t>
      </w:r>
    </w:p>
    <w:p w:rsidR="005B3ED9" w:rsidRDefault="005B3ED9" w:rsidP="005B3ED9">
      <w:r>
        <w:t>879.8188</w:t>
      </w:r>
      <w:r>
        <w:tab/>
        <w:t>1.013e0</w:t>
      </w:r>
    </w:p>
    <w:p w:rsidR="005B3ED9" w:rsidRDefault="005B3ED9" w:rsidP="005B3ED9">
      <w:r>
        <w:t>880.0359</w:t>
      </w:r>
      <w:r>
        <w:tab/>
        <w:t>1.013e0</w:t>
      </w:r>
    </w:p>
    <w:p w:rsidR="005B3ED9" w:rsidRDefault="005B3ED9" w:rsidP="005B3ED9">
      <w:r>
        <w:t>880.1078</w:t>
      </w:r>
      <w:r>
        <w:tab/>
        <w:t>1.013e0</w:t>
      </w:r>
    </w:p>
    <w:p w:rsidR="005B3ED9" w:rsidRDefault="005B3ED9" w:rsidP="005B3ED9">
      <w:r>
        <w:t>880.1097</w:t>
      </w:r>
      <w:r>
        <w:tab/>
        <w:t>1.013e0</w:t>
      </w:r>
    </w:p>
    <w:p w:rsidR="005B3ED9" w:rsidRDefault="005B3ED9" w:rsidP="005B3ED9">
      <w:r>
        <w:t>880.3447</w:t>
      </w:r>
      <w:r>
        <w:tab/>
        <w:t>1.013e0</w:t>
      </w:r>
    </w:p>
    <w:p w:rsidR="005B3ED9" w:rsidRDefault="005B3ED9" w:rsidP="005B3ED9">
      <w:r>
        <w:t>880.3905</w:t>
      </w:r>
      <w:r>
        <w:tab/>
        <w:t>1.013e0</w:t>
      </w:r>
    </w:p>
    <w:p w:rsidR="005B3ED9" w:rsidRDefault="005B3ED9" w:rsidP="005B3ED9">
      <w:r>
        <w:t>880.4734</w:t>
      </w:r>
      <w:r>
        <w:tab/>
        <w:t>2.025e0</w:t>
      </w:r>
    </w:p>
    <w:p w:rsidR="005B3ED9" w:rsidRDefault="005B3ED9" w:rsidP="005B3ED9">
      <w:r>
        <w:t>880.4933</w:t>
      </w:r>
      <w:r>
        <w:tab/>
        <w:t>2.025e0</w:t>
      </w:r>
    </w:p>
    <w:p w:rsidR="005B3ED9" w:rsidRDefault="005B3ED9" w:rsidP="005B3ED9">
      <w:r>
        <w:t>880.6566</w:t>
      </w:r>
      <w:r>
        <w:tab/>
        <w:t>1.013e0</w:t>
      </w:r>
    </w:p>
    <w:p w:rsidR="005B3ED9" w:rsidRDefault="005B3ED9" w:rsidP="005B3ED9">
      <w:r>
        <w:lastRenderedPageBreak/>
        <w:t>880.7045</w:t>
      </w:r>
      <w:r>
        <w:tab/>
        <w:t>3.038e0</w:t>
      </w:r>
    </w:p>
    <w:p w:rsidR="005B3ED9" w:rsidRDefault="005B3ED9" w:rsidP="005B3ED9">
      <w:r>
        <w:t>880.8107</w:t>
      </w:r>
      <w:r>
        <w:tab/>
        <w:t>2.025e0</w:t>
      </w:r>
    </w:p>
    <w:p w:rsidR="005B3ED9" w:rsidRDefault="005B3ED9" w:rsidP="005B3ED9">
      <w:r>
        <w:t>880.8186</w:t>
      </w:r>
      <w:r>
        <w:tab/>
        <w:t>1.013e0</w:t>
      </w:r>
    </w:p>
    <w:p w:rsidR="005B3ED9" w:rsidRDefault="005B3ED9" w:rsidP="005B3ED9">
      <w:r>
        <w:t>880.8634</w:t>
      </w:r>
      <w:r>
        <w:tab/>
        <w:t>1.013e0</w:t>
      </w:r>
    </w:p>
    <w:p w:rsidR="005B3ED9" w:rsidRDefault="005B3ED9" w:rsidP="005B3ED9">
      <w:r>
        <w:t>881.0201</w:t>
      </w:r>
      <w:r>
        <w:tab/>
        <w:t>1.013e0</w:t>
      </w:r>
    </w:p>
    <w:p w:rsidR="005B3ED9" w:rsidRDefault="005B3ED9" w:rsidP="005B3ED9">
      <w:r>
        <w:t>881.1559</w:t>
      </w:r>
      <w:r>
        <w:tab/>
        <w:t>1.013e0</w:t>
      </w:r>
    </w:p>
    <w:p w:rsidR="005B3ED9" w:rsidRDefault="005B3ED9" w:rsidP="005B3ED9">
      <w:r>
        <w:t>881.1888</w:t>
      </w:r>
      <w:r>
        <w:tab/>
        <w:t>1.013e0</w:t>
      </w:r>
    </w:p>
    <w:p w:rsidR="005B3ED9" w:rsidRDefault="005B3ED9" w:rsidP="005B3ED9">
      <w:r>
        <w:t>881.2309</w:t>
      </w:r>
      <w:r>
        <w:tab/>
        <w:t>2.025e0</w:t>
      </w:r>
    </w:p>
    <w:p w:rsidR="005B3ED9" w:rsidRDefault="005B3ED9" w:rsidP="005B3ED9">
      <w:r>
        <w:t>881.3514</w:t>
      </w:r>
      <w:r>
        <w:tab/>
        <w:t>3.038e0</w:t>
      </w:r>
    </w:p>
    <w:p w:rsidR="005B3ED9" w:rsidRDefault="005B3ED9" w:rsidP="005B3ED9">
      <w:r>
        <w:t>881.4026</w:t>
      </w:r>
      <w:r>
        <w:tab/>
        <w:t>2.025e0</w:t>
      </w:r>
    </w:p>
    <w:p w:rsidR="005B3ED9" w:rsidRDefault="005B3ED9" w:rsidP="005B3ED9">
      <w:r>
        <w:t>881.5141</w:t>
      </w:r>
      <w:r>
        <w:tab/>
        <w:t>1.013e0</w:t>
      </w:r>
    </w:p>
    <w:p w:rsidR="005B3ED9" w:rsidRDefault="005B3ED9" w:rsidP="005B3ED9">
      <w:r>
        <w:t>881.5948</w:t>
      </w:r>
      <w:r>
        <w:tab/>
        <w:t>1.013e0</w:t>
      </w:r>
    </w:p>
    <w:p w:rsidR="005B3ED9" w:rsidRDefault="005B3ED9" w:rsidP="005B3ED9">
      <w:r>
        <w:t>881.7509</w:t>
      </w:r>
      <w:r>
        <w:tab/>
        <w:t>1.013e0</w:t>
      </w:r>
    </w:p>
    <w:p w:rsidR="005B3ED9" w:rsidRDefault="005B3ED9" w:rsidP="005B3ED9">
      <w:r>
        <w:t>881.8143</w:t>
      </w:r>
      <w:r>
        <w:tab/>
        <w:t>1.013e0</w:t>
      </w:r>
    </w:p>
    <w:p w:rsidR="005B3ED9" w:rsidRDefault="005B3ED9" w:rsidP="005B3ED9">
      <w:r>
        <w:t>881.8842</w:t>
      </w:r>
      <w:r>
        <w:tab/>
        <w:t>1.013e0</w:t>
      </w:r>
    </w:p>
    <w:p w:rsidR="005B3ED9" w:rsidRDefault="005B3ED9" w:rsidP="005B3ED9">
      <w:r>
        <w:t>881.9136</w:t>
      </w:r>
      <w:r>
        <w:tab/>
        <w:t>1.013e0</w:t>
      </w:r>
    </w:p>
    <w:p w:rsidR="005B3ED9" w:rsidRDefault="005B3ED9" w:rsidP="005B3ED9">
      <w:r>
        <w:t>882.0173</w:t>
      </w:r>
      <w:r>
        <w:tab/>
        <w:t>1.013e0</w:t>
      </w:r>
    </w:p>
    <w:p w:rsidR="005B3ED9" w:rsidRDefault="005B3ED9" w:rsidP="005B3ED9">
      <w:r>
        <w:t>882.0618</w:t>
      </w:r>
      <w:r>
        <w:tab/>
        <w:t>1.013e0</w:t>
      </w:r>
    </w:p>
    <w:p w:rsidR="005B3ED9" w:rsidRDefault="005B3ED9" w:rsidP="005B3ED9">
      <w:r>
        <w:t>882.1516</w:t>
      </w:r>
      <w:r>
        <w:tab/>
        <w:t>1.013e0</w:t>
      </w:r>
    </w:p>
    <w:p w:rsidR="005B3ED9" w:rsidRDefault="005B3ED9" w:rsidP="005B3ED9">
      <w:r>
        <w:lastRenderedPageBreak/>
        <w:t>882.2303</w:t>
      </w:r>
      <w:r>
        <w:tab/>
        <w:t>2.025e0</w:t>
      </w:r>
    </w:p>
    <w:p w:rsidR="005B3ED9" w:rsidRDefault="005B3ED9" w:rsidP="005B3ED9">
      <w:r>
        <w:t>882.3224</w:t>
      </w:r>
      <w:r>
        <w:tab/>
        <w:t>1.013e0</w:t>
      </w:r>
    </w:p>
    <w:p w:rsidR="005B3ED9" w:rsidRDefault="005B3ED9" w:rsidP="005B3ED9">
      <w:r>
        <w:t>882.4582</w:t>
      </w:r>
      <w:r>
        <w:tab/>
        <w:t>1.013e0</w:t>
      </w:r>
    </w:p>
    <w:p w:rsidR="005B3ED9" w:rsidRDefault="005B3ED9" w:rsidP="005B3ED9">
      <w:r>
        <w:t>882.6250</w:t>
      </w:r>
      <w:r>
        <w:tab/>
        <w:t>1.013e0</w:t>
      </w:r>
    </w:p>
    <w:p w:rsidR="005B3ED9" w:rsidRDefault="005B3ED9" w:rsidP="005B3ED9">
      <w:r>
        <w:t>882.7133</w:t>
      </w:r>
      <w:r>
        <w:tab/>
        <w:t>1.013e0</w:t>
      </w:r>
    </w:p>
    <w:p w:rsidR="005B3ED9" w:rsidRDefault="005B3ED9" w:rsidP="005B3ED9">
      <w:r>
        <w:t>882.8169</w:t>
      </w:r>
      <w:r>
        <w:tab/>
        <w:t>1.013e0</w:t>
      </w:r>
    </w:p>
    <w:p w:rsidR="005B3ED9" w:rsidRDefault="005B3ED9" w:rsidP="005B3ED9">
      <w:r>
        <w:t>882.8466</w:t>
      </w:r>
      <w:r>
        <w:tab/>
        <w:t>1.013e0</w:t>
      </w:r>
    </w:p>
    <w:p w:rsidR="005B3ED9" w:rsidRDefault="005B3ED9" w:rsidP="005B3ED9">
      <w:r>
        <w:t>882.9142</w:t>
      </w:r>
      <w:r>
        <w:tab/>
        <w:t>1.013e0</w:t>
      </w:r>
    </w:p>
    <w:p w:rsidR="005B3ED9" w:rsidRDefault="005B3ED9" w:rsidP="005B3ED9">
      <w:r>
        <w:t>882.9800</w:t>
      </w:r>
      <w:r>
        <w:tab/>
        <w:t>1.013e0</w:t>
      </w:r>
    </w:p>
    <w:p w:rsidR="005B3ED9" w:rsidRDefault="005B3ED9" w:rsidP="005B3ED9">
      <w:r>
        <w:t>883.0836</w:t>
      </w:r>
      <w:r>
        <w:tab/>
        <w:t>1.013e0</w:t>
      </w:r>
    </w:p>
    <w:p w:rsidR="005B3ED9" w:rsidRDefault="005B3ED9" w:rsidP="005B3ED9">
      <w:r>
        <w:t>883.3875</w:t>
      </w:r>
      <w:r>
        <w:tab/>
        <w:t>1.013e0</w:t>
      </w:r>
    </w:p>
    <w:p w:rsidR="005B3ED9" w:rsidRDefault="005B3ED9" w:rsidP="005B3ED9">
      <w:r>
        <w:t>883.4391</w:t>
      </w:r>
      <w:r>
        <w:tab/>
        <w:t>2.025e0</w:t>
      </w:r>
    </w:p>
    <w:p w:rsidR="005B3ED9" w:rsidRDefault="005B3ED9" w:rsidP="005B3ED9">
      <w:r>
        <w:t>883.4913</w:t>
      </w:r>
      <w:r>
        <w:tab/>
        <w:t>2.025e0</w:t>
      </w:r>
    </w:p>
    <w:p w:rsidR="005B3ED9" w:rsidRDefault="005B3ED9" w:rsidP="005B3ED9">
      <w:r>
        <w:t>883.5135</w:t>
      </w:r>
      <w:r>
        <w:tab/>
        <w:t>1.013e0</w:t>
      </w:r>
    </w:p>
    <w:p w:rsidR="005B3ED9" w:rsidRDefault="005B3ED9" w:rsidP="005B3ED9">
      <w:r>
        <w:t>883.5407</w:t>
      </w:r>
      <w:r>
        <w:tab/>
        <w:t>1.013e0</w:t>
      </w:r>
    </w:p>
    <w:p w:rsidR="005B3ED9" w:rsidRDefault="005B3ED9" w:rsidP="005B3ED9">
      <w:r>
        <w:t>883.6617</w:t>
      </w:r>
      <w:r>
        <w:tab/>
        <w:t>2.025e0</w:t>
      </w:r>
    </w:p>
    <w:p w:rsidR="005B3ED9" w:rsidRDefault="005B3ED9" w:rsidP="005B3ED9">
      <w:r>
        <w:t>883.7252</w:t>
      </w:r>
      <w:r>
        <w:tab/>
        <w:t>1.013e0</w:t>
      </w:r>
    </w:p>
    <w:p w:rsidR="005B3ED9" w:rsidRDefault="005B3ED9" w:rsidP="005B3ED9">
      <w:r>
        <w:t>883.7508</w:t>
      </w:r>
      <w:r>
        <w:tab/>
        <w:t>1.013e0</w:t>
      </w:r>
    </w:p>
    <w:p w:rsidR="005B3ED9" w:rsidRDefault="005B3ED9" w:rsidP="005B3ED9">
      <w:r>
        <w:t>883.9850</w:t>
      </w:r>
      <w:r>
        <w:tab/>
        <w:t>2.025e0</w:t>
      </w:r>
    </w:p>
    <w:p w:rsidR="005B3ED9" w:rsidRDefault="005B3ED9" w:rsidP="005B3ED9">
      <w:r>
        <w:lastRenderedPageBreak/>
        <w:t>884.0139</w:t>
      </w:r>
      <w:r>
        <w:tab/>
        <w:t>1.013e0</w:t>
      </w:r>
    </w:p>
    <w:p w:rsidR="005B3ED9" w:rsidRDefault="005B3ED9" w:rsidP="005B3ED9">
      <w:r>
        <w:t>884.2159</w:t>
      </w:r>
      <w:r>
        <w:tab/>
        <w:t>1.013e0</w:t>
      </w:r>
    </w:p>
    <w:p w:rsidR="005B3ED9" w:rsidRDefault="005B3ED9" w:rsidP="005B3ED9">
      <w:r>
        <w:t>884.2221</w:t>
      </w:r>
      <w:r>
        <w:tab/>
        <w:t>2.025e0</w:t>
      </w:r>
    </w:p>
    <w:p w:rsidR="005B3ED9" w:rsidRDefault="005B3ED9" w:rsidP="005B3ED9">
      <w:r>
        <w:t>884.2949</w:t>
      </w:r>
      <w:r>
        <w:tab/>
        <w:t>2.025e0</w:t>
      </w:r>
    </w:p>
    <w:p w:rsidR="005B3ED9" w:rsidRDefault="005B3ED9" w:rsidP="005B3ED9">
      <w:r>
        <w:t>884.3071</w:t>
      </w:r>
      <w:r>
        <w:tab/>
        <w:t>2.025e0</w:t>
      </w:r>
    </w:p>
    <w:p w:rsidR="005B3ED9" w:rsidRDefault="005B3ED9" w:rsidP="005B3ED9">
      <w:r>
        <w:t>884.3514</w:t>
      </w:r>
      <w:r>
        <w:tab/>
        <w:t>2.025e0</w:t>
      </w:r>
    </w:p>
    <w:p w:rsidR="005B3ED9" w:rsidRDefault="005B3ED9" w:rsidP="005B3ED9">
      <w:r>
        <w:t>884.3687</w:t>
      </w:r>
      <w:r>
        <w:tab/>
        <w:t>1.013e0</w:t>
      </w:r>
    </w:p>
    <w:p w:rsidR="005B3ED9" w:rsidRDefault="005B3ED9" w:rsidP="005B3ED9">
      <w:r>
        <w:t>884.4630</w:t>
      </w:r>
      <w:r>
        <w:tab/>
        <w:t>1.013e0</w:t>
      </w:r>
    </w:p>
    <w:p w:rsidR="005B3ED9" w:rsidRDefault="005B3ED9" w:rsidP="005B3ED9">
      <w:r>
        <w:t>884.5222</w:t>
      </w:r>
      <w:r>
        <w:tab/>
        <w:t>2.025e0</w:t>
      </w:r>
    </w:p>
    <w:p w:rsidR="005B3ED9" w:rsidRDefault="005B3ED9" w:rsidP="005B3ED9">
      <w:r>
        <w:t>884.6409</w:t>
      </w:r>
      <w:r>
        <w:tab/>
        <w:t>1.013e0</w:t>
      </w:r>
    </w:p>
    <w:p w:rsidR="005B3ED9" w:rsidRDefault="005B3ED9" w:rsidP="005B3ED9">
      <w:r>
        <w:t>884.8637</w:t>
      </w:r>
      <w:r>
        <w:tab/>
        <w:t>1.013e0</w:t>
      </w:r>
    </w:p>
    <w:p w:rsidR="005B3ED9" w:rsidRDefault="005B3ED9" w:rsidP="005B3ED9">
      <w:r>
        <w:t>885.0270</w:t>
      </w:r>
      <w:r>
        <w:tab/>
        <w:t>1.013e0</w:t>
      </w:r>
    </w:p>
    <w:p w:rsidR="005B3ED9" w:rsidRDefault="005B3ED9" w:rsidP="005B3ED9">
      <w:r>
        <w:t>885.2350</w:t>
      </w:r>
      <w:r>
        <w:tab/>
        <w:t>1.013e0</w:t>
      </w:r>
    </w:p>
    <w:p w:rsidR="005B3ED9" w:rsidRDefault="005B3ED9" w:rsidP="005B3ED9">
      <w:r>
        <w:t>885.2572</w:t>
      </w:r>
      <w:r>
        <w:tab/>
        <w:t>2.025e0</w:t>
      </w:r>
    </w:p>
    <w:p w:rsidR="005B3ED9" w:rsidRDefault="005B3ED9" w:rsidP="005B3ED9">
      <w:r>
        <w:t>885.3675</w:t>
      </w:r>
      <w:r>
        <w:tab/>
        <w:t>1.013e0</w:t>
      </w:r>
    </w:p>
    <w:p w:rsidR="005B3ED9" w:rsidRDefault="005B3ED9" w:rsidP="005B3ED9">
      <w:r>
        <w:t>885.3835</w:t>
      </w:r>
      <w:r>
        <w:tab/>
        <w:t>1.013e0</w:t>
      </w:r>
    </w:p>
    <w:p w:rsidR="005B3ED9" w:rsidRDefault="005B3ED9" w:rsidP="005B3ED9">
      <w:r>
        <w:t>885.3984</w:t>
      </w:r>
      <w:r>
        <w:tab/>
        <w:t>1.013e0</w:t>
      </w:r>
    </w:p>
    <w:p w:rsidR="005B3ED9" w:rsidRDefault="005B3ED9" w:rsidP="005B3ED9">
      <w:r>
        <w:t>885.4578</w:t>
      </w:r>
      <w:r>
        <w:tab/>
        <w:t>1.013e0</w:t>
      </w:r>
    </w:p>
    <w:p w:rsidR="005B3ED9" w:rsidRDefault="005B3ED9" w:rsidP="005B3ED9">
      <w:r>
        <w:t>885.5915</w:t>
      </w:r>
      <w:r>
        <w:tab/>
        <w:t>1.013e0</w:t>
      </w:r>
    </w:p>
    <w:p w:rsidR="005B3ED9" w:rsidRDefault="005B3ED9" w:rsidP="005B3ED9">
      <w:r>
        <w:lastRenderedPageBreak/>
        <w:t>885.6509</w:t>
      </w:r>
      <w:r>
        <w:tab/>
        <w:t>1.013e0</w:t>
      </w:r>
    </w:p>
    <w:p w:rsidR="005B3ED9" w:rsidRDefault="005B3ED9" w:rsidP="005B3ED9">
      <w:r>
        <w:t>885.6662</w:t>
      </w:r>
      <w:r>
        <w:tab/>
        <w:t>3.038e0</w:t>
      </w:r>
    </w:p>
    <w:p w:rsidR="005B3ED9" w:rsidRDefault="005B3ED9" w:rsidP="005B3ED9">
      <w:r>
        <w:t>885.6807</w:t>
      </w:r>
      <w:r>
        <w:tab/>
        <w:t>1.013e0</w:t>
      </w:r>
    </w:p>
    <w:p w:rsidR="005B3ED9" w:rsidRDefault="005B3ED9" w:rsidP="005B3ED9">
      <w:r>
        <w:t>885.7549</w:t>
      </w:r>
      <w:r>
        <w:tab/>
        <w:t>1.013e0</w:t>
      </w:r>
    </w:p>
    <w:p w:rsidR="005B3ED9" w:rsidRDefault="005B3ED9" w:rsidP="005B3ED9">
      <w:r>
        <w:t>885.8144</w:t>
      </w:r>
      <w:r>
        <w:tab/>
        <w:t>1.013e0</w:t>
      </w:r>
    </w:p>
    <w:p w:rsidR="005B3ED9" w:rsidRDefault="005B3ED9" w:rsidP="005B3ED9">
      <w:r>
        <w:t>885.9185</w:t>
      </w:r>
      <w:r>
        <w:tab/>
        <w:t>1.013e0</w:t>
      </w:r>
    </w:p>
    <w:p w:rsidR="005B3ED9" w:rsidRDefault="005B3ED9" w:rsidP="005B3ED9">
      <w:r>
        <w:t>885.9214</w:t>
      </w:r>
      <w:r>
        <w:tab/>
        <w:t>2.025e0</w:t>
      </w:r>
    </w:p>
    <w:p w:rsidR="005B3ED9" w:rsidRDefault="005B3ED9" w:rsidP="005B3ED9">
      <w:r>
        <w:t>886.0420</w:t>
      </w:r>
      <w:r>
        <w:tab/>
        <w:t>1.013e0</w:t>
      </w:r>
    </w:p>
    <w:p w:rsidR="005B3ED9" w:rsidRDefault="005B3ED9" w:rsidP="005B3ED9">
      <w:r>
        <w:t>886.1266</w:t>
      </w:r>
      <w:r>
        <w:tab/>
        <w:t>1.013e0</w:t>
      </w:r>
    </w:p>
    <w:p w:rsidR="005B3ED9" w:rsidRDefault="005B3ED9" w:rsidP="005B3ED9">
      <w:r>
        <w:t>886.1948</w:t>
      </w:r>
      <w:r>
        <w:tab/>
        <w:t>2.025e0</w:t>
      </w:r>
    </w:p>
    <w:p w:rsidR="005B3ED9" w:rsidRDefault="005B3ED9" w:rsidP="005B3ED9">
      <w:r>
        <w:t>886.2455</w:t>
      </w:r>
      <w:r>
        <w:tab/>
        <w:t>1.013e0</w:t>
      </w:r>
    </w:p>
    <w:p w:rsidR="005B3ED9" w:rsidRDefault="005B3ED9" w:rsidP="005B3ED9">
      <w:r>
        <w:t>886.3131</w:t>
      </w:r>
      <w:r>
        <w:tab/>
        <w:t>1.013e0</w:t>
      </w:r>
    </w:p>
    <w:p w:rsidR="005B3ED9" w:rsidRDefault="005B3ED9" w:rsidP="005B3ED9">
      <w:r>
        <w:t>886.3795</w:t>
      </w:r>
      <w:r>
        <w:tab/>
        <w:t>1.013e0</w:t>
      </w:r>
    </w:p>
    <w:p w:rsidR="005B3ED9" w:rsidRDefault="005B3ED9" w:rsidP="005B3ED9">
      <w:r>
        <w:t>886.4314</w:t>
      </w:r>
      <w:r>
        <w:tab/>
        <w:t>2.025e0</w:t>
      </w:r>
    </w:p>
    <w:p w:rsidR="005B3ED9" w:rsidRDefault="005B3ED9" w:rsidP="005B3ED9">
      <w:r>
        <w:t>886.4835</w:t>
      </w:r>
      <w:r>
        <w:tab/>
        <w:t>2.025e0</w:t>
      </w:r>
    </w:p>
    <w:p w:rsidR="005B3ED9" w:rsidRDefault="005B3ED9" w:rsidP="005B3ED9">
      <w:r>
        <w:t>886.5189</w:t>
      </w:r>
      <w:r>
        <w:tab/>
        <w:t>3.038e0</w:t>
      </w:r>
    </w:p>
    <w:p w:rsidR="005B3ED9" w:rsidRDefault="005B3ED9" w:rsidP="005B3ED9">
      <w:r>
        <w:t>886.6620</w:t>
      </w:r>
      <w:r>
        <w:tab/>
        <w:t>1.013e0</w:t>
      </w:r>
    </w:p>
    <w:p w:rsidR="005B3ED9" w:rsidRDefault="005B3ED9" w:rsidP="005B3ED9">
      <w:r>
        <w:t>886.7365</w:t>
      </w:r>
      <w:r>
        <w:tab/>
        <w:t>1.013e0</w:t>
      </w:r>
    </w:p>
    <w:p w:rsidR="005B3ED9" w:rsidRDefault="005B3ED9" w:rsidP="005B3ED9">
      <w:r>
        <w:t>886.7512</w:t>
      </w:r>
      <w:r>
        <w:tab/>
        <w:t>2.025e0</w:t>
      </w:r>
    </w:p>
    <w:p w:rsidR="005B3ED9" w:rsidRDefault="005B3ED9" w:rsidP="005B3ED9">
      <w:r>
        <w:lastRenderedPageBreak/>
        <w:t>886.7720</w:t>
      </w:r>
      <w:r>
        <w:tab/>
        <w:t>3.038e0</w:t>
      </w:r>
    </w:p>
    <w:p w:rsidR="005B3ED9" w:rsidRDefault="005B3ED9" w:rsidP="005B3ED9">
      <w:r>
        <w:t>886.8207</w:t>
      </w:r>
      <w:r>
        <w:tab/>
        <w:t>1.013e0</w:t>
      </w:r>
    </w:p>
    <w:p w:rsidR="005B3ED9" w:rsidRDefault="005B3ED9" w:rsidP="005B3ED9">
      <w:r>
        <w:t>886.9150</w:t>
      </w:r>
      <w:r>
        <w:tab/>
        <w:t>1.013e0</w:t>
      </w:r>
    </w:p>
    <w:p w:rsidR="005B3ED9" w:rsidRDefault="005B3ED9" w:rsidP="005B3ED9">
      <w:r>
        <w:t>886.9447</w:t>
      </w:r>
      <w:r>
        <w:tab/>
        <w:t>1.013e0</w:t>
      </w:r>
    </w:p>
    <w:p w:rsidR="005B3ED9" w:rsidRDefault="005B3ED9" w:rsidP="005B3ED9">
      <w:r>
        <w:t>887.0192</w:t>
      </w:r>
      <w:r>
        <w:tab/>
        <w:t>1.013e0</w:t>
      </w:r>
    </w:p>
    <w:p w:rsidR="005B3ED9" w:rsidRDefault="005B3ED9" w:rsidP="005B3ED9">
      <w:r>
        <w:t>887.0488</w:t>
      </w:r>
      <w:r>
        <w:tab/>
        <w:t>1.013e0</w:t>
      </w:r>
    </w:p>
    <w:p w:rsidR="005B3ED9" w:rsidRDefault="005B3ED9" w:rsidP="005B3ED9">
      <w:r>
        <w:t>887.0543</w:t>
      </w:r>
      <w:r>
        <w:tab/>
        <w:t>2.025e0</w:t>
      </w:r>
    </w:p>
    <w:p w:rsidR="005B3ED9" w:rsidRDefault="005B3ED9" w:rsidP="005B3ED9">
      <w:r>
        <w:t>887.1530</w:t>
      </w:r>
      <w:r>
        <w:tab/>
        <w:t>1.013e0</w:t>
      </w:r>
    </w:p>
    <w:p w:rsidR="005B3ED9" w:rsidRDefault="005B3ED9" w:rsidP="005B3ED9">
      <w:r>
        <w:t>887.2587</w:t>
      </w:r>
      <w:r>
        <w:tab/>
        <w:t>1.013e0</w:t>
      </w:r>
    </w:p>
    <w:p w:rsidR="005B3ED9" w:rsidRDefault="005B3ED9" w:rsidP="005B3ED9">
      <w:r>
        <w:t>887.3019</w:t>
      </w:r>
      <w:r>
        <w:tab/>
        <w:t>1.013e0</w:t>
      </w:r>
    </w:p>
    <w:p w:rsidR="005B3ED9" w:rsidRDefault="005B3ED9" w:rsidP="005B3ED9">
      <w:r>
        <w:t>887.3169</w:t>
      </w:r>
      <w:r>
        <w:tab/>
        <w:t>1.013e0</w:t>
      </w:r>
    </w:p>
    <w:p w:rsidR="005B3ED9" w:rsidRDefault="005B3ED9" w:rsidP="005B3ED9">
      <w:r>
        <w:t>887.3615</w:t>
      </w:r>
      <w:r>
        <w:tab/>
        <w:t>1.013e0</w:t>
      </w:r>
    </w:p>
    <w:p w:rsidR="005B3ED9" w:rsidRDefault="005B3ED9" w:rsidP="005B3ED9">
      <w:r>
        <w:t>887.3912</w:t>
      </w:r>
      <w:r>
        <w:tab/>
        <w:t>1.013e0</w:t>
      </w:r>
    </w:p>
    <w:p w:rsidR="005B3ED9" w:rsidRDefault="005B3ED9" w:rsidP="005B3ED9">
      <w:r>
        <w:t>887.5024</w:t>
      </w:r>
      <w:r>
        <w:tab/>
        <w:t>2.025e0</w:t>
      </w:r>
    </w:p>
    <w:p w:rsidR="005B3ED9" w:rsidRDefault="005B3ED9" w:rsidP="005B3ED9">
      <w:r>
        <w:t>887.5365</w:t>
      </w:r>
      <w:r>
        <w:tab/>
        <w:t>2.025e0</w:t>
      </w:r>
    </w:p>
    <w:p w:rsidR="005B3ED9" w:rsidRDefault="005B3ED9" w:rsidP="005B3ED9">
      <w:r>
        <w:t>887.5402</w:t>
      </w:r>
      <w:r>
        <w:tab/>
        <w:t>2.025e0</w:t>
      </w:r>
    </w:p>
    <w:p w:rsidR="005B3ED9" w:rsidRDefault="005B3ED9" w:rsidP="005B3ED9">
      <w:r>
        <w:t>887.6950</w:t>
      </w:r>
      <w:r>
        <w:tab/>
        <w:t>2.025e0</w:t>
      </w:r>
    </w:p>
    <w:p w:rsidR="005B3ED9" w:rsidRDefault="005B3ED9" w:rsidP="005B3ED9">
      <w:r>
        <w:t>887.7338</w:t>
      </w:r>
      <w:r>
        <w:tab/>
        <w:t>1.013e0</w:t>
      </w:r>
    </w:p>
    <w:p w:rsidR="005B3ED9" w:rsidRDefault="005B3ED9" w:rsidP="005B3ED9">
      <w:r>
        <w:t>887.8530</w:t>
      </w:r>
      <w:r>
        <w:tab/>
        <w:t>1.013e0</w:t>
      </w:r>
    </w:p>
    <w:p w:rsidR="005B3ED9" w:rsidRDefault="005B3ED9" w:rsidP="005B3ED9">
      <w:r>
        <w:lastRenderedPageBreak/>
        <w:t>887.9194</w:t>
      </w:r>
      <w:r>
        <w:tab/>
        <w:t>1.013e0</w:t>
      </w:r>
    </w:p>
    <w:p w:rsidR="005B3ED9" w:rsidRDefault="005B3ED9" w:rsidP="005B3ED9">
      <w:r>
        <w:t>887.9365</w:t>
      </w:r>
      <w:r>
        <w:tab/>
        <w:t>1.013e0</w:t>
      </w:r>
    </w:p>
    <w:p w:rsidR="005B3ED9" w:rsidRDefault="005B3ED9" w:rsidP="005B3ED9">
      <w:r>
        <w:t>888.0018</w:t>
      </w:r>
      <w:r>
        <w:tab/>
        <w:t>1.013e0</w:t>
      </w:r>
    </w:p>
    <w:p w:rsidR="005B3ED9" w:rsidRDefault="005B3ED9" w:rsidP="005B3ED9">
      <w:r>
        <w:t>888.0764</w:t>
      </w:r>
      <w:r>
        <w:tab/>
        <w:t>1.013e0</w:t>
      </w:r>
    </w:p>
    <w:p w:rsidR="005B3ED9" w:rsidRDefault="005B3ED9" w:rsidP="005B3ED9">
      <w:r>
        <w:t>888.2105</w:t>
      </w:r>
      <w:r>
        <w:tab/>
        <w:t>1.013e0</w:t>
      </w:r>
    </w:p>
    <w:p w:rsidR="005B3ED9" w:rsidRDefault="005B3ED9" w:rsidP="005B3ED9">
      <w:r>
        <w:t>888.2254</w:t>
      </w:r>
      <w:r>
        <w:tab/>
        <w:t>1.013e0</w:t>
      </w:r>
    </w:p>
    <w:p w:rsidR="005B3ED9" w:rsidRDefault="005B3ED9" w:rsidP="005B3ED9">
      <w:r>
        <w:t>888.2999</w:t>
      </w:r>
      <w:r>
        <w:tab/>
        <w:t>2.025e0</w:t>
      </w:r>
    </w:p>
    <w:p w:rsidR="005B3ED9" w:rsidRDefault="005B3ED9" w:rsidP="005B3ED9">
      <w:r>
        <w:t>888.3920</w:t>
      </w:r>
      <w:r>
        <w:tab/>
        <w:t>1.013e0</w:t>
      </w:r>
    </w:p>
    <w:p w:rsidR="005B3ED9" w:rsidRDefault="005B3ED9" w:rsidP="005B3ED9">
      <w:r>
        <w:t>888.4110</w:t>
      </w:r>
      <w:r>
        <w:tab/>
        <w:t>3.038e0</w:t>
      </w:r>
    </w:p>
    <w:p w:rsidR="005B3ED9" w:rsidRDefault="005B3ED9" w:rsidP="005B3ED9">
      <w:r>
        <w:t>888.4638</w:t>
      </w:r>
      <w:r>
        <w:tab/>
        <w:t>1.013e0</w:t>
      </w:r>
    </w:p>
    <w:p w:rsidR="005B3ED9" w:rsidRDefault="005B3ED9" w:rsidP="005B3ED9">
      <w:r>
        <w:t>888.5449</w:t>
      </w:r>
      <w:r>
        <w:tab/>
        <w:t>2.025e0</w:t>
      </w:r>
    </w:p>
    <w:p w:rsidR="005B3ED9" w:rsidRDefault="005B3ED9" w:rsidP="005B3ED9">
      <w:r>
        <w:t>888.5974</w:t>
      </w:r>
      <w:r>
        <w:tab/>
        <w:t>1.013e0</w:t>
      </w:r>
    </w:p>
    <w:p w:rsidR="005B3ED9" w:rsidRDefault="005B3ED9" w:rsidP="005B3ED9">
      <w:r>
        <w:t>888.7173</w:t>
      </w:r>
      <w:r>
        <w:tab/>
        <w:t>1.013e0</w:t>
      </w:r>
    </w:p>
    <w:p w:rsidR="005B3ED9" w:rsidRDefault="005B3ED9" w:rsidP="005B3ED9">
      <w:r>
        <w:t>888.7321</w:t>
      </w:r>
      <w:r>
        <w:tab/>
        <w:t>1.013e0</w:t>
      </w:r>
    </w:p>
    <w:p w:rsidR="005B3ED9" w:rsidRDefault="005B3ED9" w:rsidP="005B3ED9">
      <w:r>
        <w:t>888.7986</w:t>
      </w:r>
      <w:r>
        <w:tab/>
        <w:t>1.013e0</w:t>
      </w:r>
    </w:p>
    <w:p w:rsidR="005B3ED9" w:rsidRDefault="005B3ED9" w:rsidP="005B3ED9">
      <w:r>
        <w:t>888.9111</w:t>
      </w:r>
      <w:r>
        <w:tab/>
        <w:t>3.038e0</w:t>
      </w:r>
    </w:p>
    <w:p w:rsidR="005B3ED9" w:rsidRDefault="005B3ED9" w:rsidP="005B3ED9">
      <w:r>
        <w:t>888.9616</w:t>
      </w:r>
      <w:r>
        <w:tab/>
        <w:t>2.025e0</w:t>
      </w:r>
    </w:p>
    <w:p w:rsidR="005B3ED9" w:rsidRDefault="005B3ED9" w:rsidP="005B3ED9">
      <w:r>
        <w:t>889.0453</w:t>
      </w:r>
      <w:r>
        <w:tab/>
        <w:t>1.013e0</w:t>
      </w:r>
    </w:p>
    <w:p w:rsidR="005B3ED9" w:rsidRDefault="005B3ED9" w:rsidP="005B3ED9">
      <w:r>
        <w:t>889.0635</w:t>
      </w:r>
      <w:r>
        <w:tab/>
        <w:t>2.025e0</w:t>
      </w:r>
    </w:p>
    <w:p w:rsidR="005B3ED9" w:rsidRDefault="005B3ED9" w:rsidP="005B3ED9">
      <w:r>
        <w:lastRenderedPageBreak/>
        <w:t>889.1705</w:t>
      </w:r>
      <w:r>
        <w:tab/>
        <w:t>1.013e0</w:t>
      </w:r>
    </w:p>
    <w:p w:rsidR="005B3ED9" w:rsidRDefault="005B3ED9" w:rsidP="005B3ED9">
      <w:r>
        <w:t>889.1877</w:t>
      </w:r>
      <w:r>
        <w:tab/>
        <w:t>1.013e0</w:t>
      </w:r>
    </w:p>
    <w:p w:rsidR="005B3ED9" w:rsidRDefault="005B3ED9" w:rsidP="005B3ED9">
      <w:r>
        <w:t>889.2243</w:t>
      </w:r>
      <w:r>
        <w:tab/>
        <w:t>1.013e0</w:t>
      </w:r>
    </w:p>
    <w:p w:rsidR="005B3ED9" w:rsidRDefault="005B3ED9" w:rsidP="005B3ED9">
      <w:r>
        <w:t>889.3585</w:t>
      </w:r>
      <w:r>
        <w:tab/>
        <w:t>1.013e0</w:t>
      </w:r>
    </w:p>
    <w:p w:rsidR="005B3ED9" w:rsidRDefault="005B3ED9" w:rsidP="005B3ED9">
      <w:r>
        <w:t>889.3889</w:t>
      </w:r>
      <w:r>
        <w:tab/>
        <w:t>1.013e0</w:t>
      </w:r>
    </w:p>
    <w:p w:rsidR="005B3ED9" w:rsidRDefault="005B3ED9" w:rsidP="005B3ED9">
      <w:r>
        <w:t>889.4182</w:t>
      </w:r>
      <w:r>
        <w:tab/>
        <w:t>1.013e0</w:t>
      </w:r>
    </w:p>
    <w:p w:rsidR="005B3ED9" w:rsidRDefault="005B3ED9" w:rsidP="005B3ED9">
      <w:r>
        <w:t>889.5170</w:t>
      </w:r>
      <w:r>
        <w:tab/>
        <w:t>2.025e0</w:t>
      </w:r>
    </w:p>
    <w:p w:rsidR="005B3ED9" w:rsidRDefault="005B3ED9" w:rsidP="005B3ED9">
      <w:r>
        <w:t>889.5526</w:t>
      </w:r>
      <w:r>
        <w:tab/>
        <w:t>1.013e0</w:t>
      </w:r>
    </w:p>
    <w:p w:rsidR="005B3ED9" w:rsidRDefault="005B3ED9" w:rsidP="005B3ED9">
      <w:r>
        <w:t>889.5767</w:t>
      </w:r>
      <w:r>
        <w:tab/>
        <w:t>2.025e0</w:t>
      </w:r>
    </w:p>
    <w:p w:rsidR="005B3ED9" w:rsidRDefault="005B3ED9" w:rsidP="005B3ED9">
      <w:r>
        <w:t>889.7317</w:t>
      </w:r>
      <w:r>
        <w:tab/>
        <w:t>1.013e0</w:t>
      </w:r>
    </w:p>
    <w:p w:rsidR="005B3ED9" w:rsidRDefault="005B3ED9" w:rsidP="005B3ED9">
      <w:r>
        <w:t>889.7958</w:t>
      </w:r>
      <w:r>
        <w:tab/>
        <w:t>1.013e0</w:t>
      </w:r>
    </w:p>
    <w:p w:rsidR="005B3ED9" w:rsidRDefault="005B3ED9" w:rsidP="005B3ED9">
      <w:r>
        <w:t>889.9257</w:t>
      </w:r>
      <w:r>
        <w:tab/>
        <w:t>1.013e0</w:t>
      </w:r>
    </w:p>
    <w:p w:rsidR="005B3ED9" w:rsidRDefault="005B3ED9" w:rsidP="005B3ED9">
      <w:r>
        <w:t>889.9835</w:t>
      </w:r>
      <w:r>
        <w:tab/>
        <w:t>1.013e0</w:t>
      </w:r>
    </w:p>
    <w:p w:rsidR="005B3ED9" w:rsidRDefault="005B3ED9" w:rsidP="005B3ED9">
      <w:r>
        <w:t>890.0750</w:t>
      </w:r>
      <w:r>
        <w:tab/>
        <w:t>3.038e0</w:t>
      </w:r>
    </w:p>
    <w:p w:rsidR="005B3ED9" w:rsidRDefault="005B3ED9" w:rsidP="005B3ED9">
      <w:r>
        <w:t>890.1646</w:t>
      </w:r>
      <w:r>
        <w:tab/>
        <w:t>1.013e0</w:t>
      </w:r>
    </w:p>
    <w:p w:rsidR="005B3ED9" w:rsidRDefault="005B3ED9" w:rsidP="005B3ED9">
      <w:r>
        <w:t>890.2692</w:t>
      </w:r>
      <w:r>
        <w:tab/>
        <w:t>2.025e0</w:t>
      </w:r>
    </w:p>
    <w:p w:rsidR="005B3ED9" w:rsidRDefault="005B3ED9" w:rsidP="005B3ED9">
      <w:r>
        <w:t>890.3116</w:t>
      </w:r>
      <w:r>
        <w:tab/>
        <w:t>2.025e0</w:t>
      </w:r>
    </w:p>
    <w:p w:rsidR="005B3ED9" w:rsidRDefault="005B3ED9" w:rsidP="005B3ED9">
      <w:r>
        <w:t>890.4385</w:t>
      </w:r>
      <w:r>
        <w:tab/>
        <w:t>1.013e0</w:t>
      </w:r>
    </w:p>
    <w:p w:rsidR="005B3ED9" w:rsidRDefault="005B3ED9" w:rsidP="005B3ED9">
      <w:r>
        <w:t>890.4634</w:t>
      </w:r>
      <w:r>
        <w:tab/>
        <w:t>1.013e0</w:t>
      </w:r>
    </w:p>
    <w:p w:rsidR="005B3ED9" w:rsidRDefault="005B3ED9" w:rsidP="005B3ED9">
      <w:r>
        <w:lastRenderedPageBreak/>
        <w:t>890.4905</w:t>
      </w:r>
      <w:r>
        <w:tab/>
        <w:t>1.013e0</w:t>
      </w:r>
    </w:p>
    <w:p w:rsidR="005B3ED9" w:rsidRDefault="005B3ED9" w:rsidP="005B3ED9">
      <w:r>
        <w:t>890.5231</w:t>
      </w:r>
      <w:r>
        <w:tab/>
        <w:t>1.013e0</w:t>
      </w:r>
    </w:p>
    <w:p w:rsidR="005B3ED9" w:rsidRDefault="005B3ED9" w:rsidP="005B3ED9">
      <w:r>
        <w:t>890.5691</w:t>
      </w:r>
      <w:r>
        <w:tab/>
        <w:t>2.025e0</w:t>
      </w:r>
    </w:p>
    <w:p w:rsidR="005B3ED9" w:rsidRDefault="005B3ED9" w:rsidP="005B3ED9">
      <w:r>
        <w:t>890.6725</w:t>
      </w:r>
      <w:r>
        <w:tab/>
        <w:t>1.013e0</w:t>
      </w:r>
    </w:p>
    <w:p w:rsidR="005B3ED9" w:rsidRDefault="005B3ED9" w:rsidP="005B3ED9">
      <w:r>
        <w:t>890.6744</w:t>
      </w:r>
      <w:r>
        <w:tab/>
        <w:t>1.013e0</w:t>
      </w:r>
    </w:p>
    <w:p w:rsidR="005B3ED9" w:rsidRDefault="005B3ED9" w:rsidP="005B3ED9">
      <w:r>
        <w:t>890.6874</w:t>
      </w:r>
      <w:r>
        <w:tab/>
        <w:t>1.013e0</w:t>
      </w:r>
    </w:p>
    <w:p w:rsidR="005B3ED9" w:rsidRDefault="005B3ED9" w:rsidP="005B3ED9">
      <w:r>
        <w:t>890.7770</w:t>
      </w:r>
      <w:r>
        <w:tab/>
        <w:t>2.025e0</w:t>
      </w:r>
    </w:p>
    <w:p w:rsidR="005B3ED9" w:rsidRDefault="005B3ED9" w:rsidP="005B3ED9">
      <w:r>
        <w:t>890.7922</w:t>
      </w:r>
      <w:r>
        <w:tab/>
        <w:t>1.013e0</w:t>
      </w:r>
    </w:p>
    <w:p w:rsidR="005B3ED9" w:rsidRDefault="005B3ED9" w:rsidP="005B3ED9">
      <w:r>
        <w:t>890.8069</w:t>
      </w:r>
      <w:r>
        <w:tab/>
        <w:t>1.013e0</w:t>
      </w:r>
    </w:p>
    <w:p w:rsidR="005B3ED9" w:rsidRDefault="005B3ED9" w:rsidP="005B3ED9">
      <w:r>
        <w:t>890.8518</w:t>
      </w:r>
      <w:r>
        <w:tab/>
        <w:t>1.013e0</w:t>
      </w:r>
    </w:p>
    <w:p w:rsidR="005B3ED9" w:rsidRDefault="005B3ED9" w:rsidP="005B3ED9">
      <w:r>
        <w:t>891.0846</w:t>
      </w:r>
      <w:r>
        <w:tab/>
        <w:t>2.025e0</w:t>
      </w:r>
    </w:p>
    <w:p w:rsidR="005B3ED9" w:rsidRDefault="005B3ED9" w:rsidP="005B3ED9">
      <w:r>
        <w:t>891.0909</w:t>
      </w:r>
      <w:r>
        <w:tab/>
        <w:t>1.013e0</w:t>
      </w:r>
    </w:p>
    <w:p w:rsidR="005B3ED9" w:rsidRDefault="005B3ED9" w:rsidP="005B3ED9">
      <w:r>
        <w:t>891.1017</w:t>
      </w:r>
      <w:r>
        <w:tab/>
        <w:t>2.025e0</w:t>
      </w:r>
    </w:p>
    <w:p w:rsidR="005B3ED9" w:rsidRDefault="005B3ED9" w:rsidP="005B3ED9">
      <w:r>
        <w:t>891.1732</w:t>
      </w:r>
      <w:r>
        <w:tab/>
        <w:t>2.025e0</w:t>
      </w:r>
    </w:p>
    <w:p w:rsidR="005B3ED9" w:rsidRDefault="005B3ED9" w:rsidP="005B3ED9">
      <w:r>
        <w:t>891.3077</w:t>
      </w:r>
      <w:r>
        <w:tab/>
        <w:t>2.025e0</w:t>
      </w:r>
    </w:p>
    <w:p w:rsidR="005B3ED9" w:rsidRDefault="005B3ED9" w:rsidP="005B3ED9">
      <w:r>
        <w:t>891.3169</w:t>
      </w:r>
      <w:r>
        <w:tab/>
        <w:t>2.025e0</w:t>
      </w:r>
    </w:p>
    <w:p w:rsidR="005B3ED9" w:rsidRDefault="005B3ED9" w:rsidP="005B3ED9">
      <w:r>
        <w:t>891.4646</w:t>
      </w:r>
      <w:r>
        <w:tab/>
        <w:t>1.013e0</w:t>
      </w:r>
    </w:p>
    <w:p w:rsidR="005B3ED9" w:rsidRDefault="005B3ED9" w:rsidP="005B3ED9">
      <w:r>
        <w:t>891.4796</w:t>
      </w:r>
      <w:r>
        <w:tab/>
        <w:t>1.013e0</w:t>
      </w:r>
    </w:p>
    <w:p w:rsidR="005B3ED9" w:rsidRDefault="005B3ED9" w:rsidP="005B3ED9">
      <w:r>
        <w:t>891.5694</w:t>
      </w:r>
      <w:r>
        <w:tab/>
        <w:t>1.013e0</w:t>
      </w:r>
    </w:p>
    <w:p w:rsidR="005B3ED9" w:rsidRDefault="005B3ED9" w:rsidP="005B3ED9">
      <w:r>
        <w:lastRenderedPageBreak/>
        <w:t>891.6053</w:t>
      </w:r>
      <w:r>
        <w:tab/>
        <w:t>1.013e0</w:t>
      </w:r>
    </w:p>
    <w:p w:rsidR="005B3ED9" w:rsidRDefault="005B3ED9" w:rsidP="005B3ED9">
      <w:r>
        <w:t>891.6113</w:t>
      </w:r>
      <w:r>
        <w:tab/>
        <w:t>3.038e0</w:t>
      </w:r>
    </w:p>
    <w:p w:rsidR="005B3ED9" w:rsidRDefault="005B3ED9" w:rsidP="005B3ED9">
      <w:r>
        <w:t>891.6577</w:t>
      </w:r>
      <w:r>
        <w:tab/>
        <w:t>1.013e0</w:t>
      </w:r>
    </w:p>
    <w:p w:rsidR="005B3ED9" w:rsidRDefault="005B3ED9" w:rsidP="005B3ED9">
      <w:r>
        <w:t>891.6890</w:t>
      </w:r>
      <w:r>
        <w:tab/>
        <w:t>1.013e0</w:t>
      </w:r>
    </w:p>
    <w:p w:rsidR="005B3ED9" w:rsidRDefault="005B3ED9" w:rsidP="005B3ED9">
      <w:r>
        <w:t>892.1379</w:t>
      </w:r>
      <w:r>
        <w:tab/>
        <w:t>1.013e0</w:t>
      </w:r>
    </w:p>
    <w:p w:rsidR="005B3ED9" w:rsidRDefault="005B3ED9" w:rsidP="005B3ED9">
      <w:r>
        <w:t>892.3024</w:t>
      </w:r>
      <w:r>
        <w:tab/>
        <w:t>1.013e0</w:t>
      </w:r>
    </w:p>
    <w:p w:rsidR="005B3ED9" w:rsidRDefault="005B3ED9" w:rsidP="005B3ED9">
      <w:r>
        <w:t>892.3622</w:t>
      </w:r>
      <w:r>
        <w:tab/>
        <w:t>1.013e0</w:t>
      </w:r>
    </w:p>
    <w:p w:rsidR="005B3ED9" w:rsidRDefault="005B3ED9" w:rsidP="005B3ED9">
      <w:r>
        <w:t>892.4521</w:t>
      </w:r>
      <w:r>
        <w:tab/>
        <w:t>1.013e0</w:t>
      </w:r>
    </w:p>
    <w:p w:rsidR="005B3ED9" w:rsidRDefault="005B3ED9" w:rsidP="005B3ED9">
      <w:r>
        <w:t>892.4835</w:t>
      </w:r>
      <w:r>
        <w:tab/>
        <w:t>1.013e0</w:t>
      </w:r>
    </w:p>
    <w:p w:rsidR="005B3ED9" w:rsidRDefault="005B3ED9" w:rsidP="005B3ED9">
      <w:r>
        <w:t>892.5269</w:t>
      </w:r>
      <w:r>
        <w:tab/>
        <w:t>1.013e0</w:t>
      </w:r>
    </w:p>
    <w:p w:rsidR="005B3ED9" w:rsidRDefault="005B3ED9" w:rsidP="005B3ED9">
      <w:r>
        <w:t>892.5869</w:t>
      </w:r>
      <w:r>
        <w:tab/>
        <w:t>1.013e0</w:t>
      </w:r>
    </w:p>
    <w:p w:rsidR="005B3ED9" w:rsidRDefault="005B3ED9" w:rsidP="005B3ED9">
      <w:r>
        <w:t>892.6538</w:t>
      </w:r>
      <w:r>
        <w:tab/>
        <w:t>1.013e0</w:t>
      </w:r>
    </w:p>
    <w:p w:rsidR="005B3ED9" w:rsidRDefault="005B3ED9" w:rsidP="005B3ED9">
      <w:r>
        <w:t>892.7418</w:t>
      </w:r>
      <w:r>
        <w:tab/>
        <w:t>3.038e0</w:t>
      </w:r>
    </w:p>
    <w:p w:rsidR="005B3ED9" w:rsidRDefault="005B3ED9" w:rsidP="005B3ED9">
      <w:r>
        <w:t>892.7516</w:t>
      </w:r>
      <w:r>
        <w:tab/>
        <w:t>1.013e0</w:t>
      </w:r>
    </w:p>
    <w:p w:rsidR="005B3ED9" w:rsidRDefault="005B3ED9" w:rsidP="005B3ED9">
      <w:r>
        <w:t>892.7892</w:t>
      </w:r>
      <w:r>
        <w:tab/>
        <w:t>1.013e0</w:t>
      </w:r>
    </w:p>
    <w:p w:rsidR="005B3ED9" w:rsidRDefault="005B3ED9" w:rsidP="005B3ED9">
      <w:r>
        <w:t>892.8714</w:t>
      </w:r>
      <w:r>
        <w:tab/>
        <w:t>1.013e0</w:t>
      </w:r>
    </w:p>
    <w:p w:rsidR="005B3ED9" w:rsidRDefault="005B3ED9" w:rsidP="005B3ED9">
      <w:r>
        <w:t>892.9996</w:t>
      </w:r>
      <w:r>
        <w:tab/>
        <w:t>2.025e0</w:t>
      </w:r>
    </w:p>
    <w:p w:rsidR="005B3ED9" w:rsidRDefault="005B3ED9" w:rsidP="005B3ED9">
      <w:r>
        <w:t>893.0076</w:t>
      </w:r>
      <w:r>
        <w:tab/>
        <w:t>1.013e0</w:t>
      </w:r>
    </w:p>
    <w:p w:rsidR="005B3ED9" w:rsidRDefault="005B3ED9" w:rsidP="005B3ED9">
      <w:r>
        <w:t>893.2159</w:t>
      </w:r>
      <w:r>
        <w:tab/>
        <w:t>1.013e0</w:t>
      </w:r>
    </w:p>
    <w:p w:rsidR="005B3ED9" w:rsidRDefault="005B3ED9" w:rsidP="005B3ED9">
      <w:r>
        <w:lastRenderedPageBreak/>
        <w:t>893.3657</w:t>
      </w:r>
      <w:r>
        <w:tab/>
        <w:t>1.013e0</w:t>
      </w:r>
    </w:p>
    <w:p w:rsidR="005B3ED9" w:rsidRDefault="005B3ED9" w:rsidP="005B3ED9">
      <w:r>
        <w:t>893.4106</w:t>
      </w:r>
      <w:r>
        <w:tab/>
        <w:t>1.013e0</w:t>
      </w:r>
    </w:p>
    <w:p w:rsidR="005B3ED9" w:rsidRDefault="005B3ED9" w:rsidP="005B3ED9">
      <w:r>
        <w:t>893.7029</w:t>
      </w:r>
      <w:r>
        <w:tab/>
        <w:t>2.025e0</w:t>
      </w:r>
    </w:p>
    <w:p w:rsidR="005B3ED9" w:rsidRDefault="005B3ED9" w:rsidP="005B3ED9">
      <w:r>
        <w:t>893.7725</w:t>
      </w:r>
      <w:r>
        <w:tab/>
        <w:t>5.063e0</w:t>
      </w:r>
    </w:p>
    <w:p w:rsidR="005B3ED9" w:rsidRDefault="005B3ED9" w:rsidP="005B3ED9">
      <w:r>
        <w:t>893.8004</w:t>
      </w:r>
      <w:r>
        <w:tab/>
        <w:t>1.013e0</w:t>
      </w:r>
    </w:p>
    <w:p w:rsidR="005B3ED9" w:rsidRDefault="005B3ED9" w:rsidP="005B3ED9">
      <w:r>
        <w:t>893.9128</w:t>
      </w:r>
      <w:r>
        <w:tab/>
        <w:t>2.025e0</w:t>
      </w:r>
    </w:p>
    <w:p w:rsidR="005B3ED9" w:rsidRDefault="005B3ED9" w:rsidP="005B3ED9">
      <w:r>
        <w:t>894.0075</w:t>
      </w:r>
      <w:r>
        <w:tab/>
        <w:t>1.013e0</w:t>
      </w:r>
    </w:p>
    <w:p w:rsidR="005B3ED9" w:rsidRDefault="005B3ED9" w:rsidP="005B3ED9">
      <w:r>
        <w:t>894.0102</w:t>
      </w:r>
      <w:r>
        <w:tab/>
        <w:t>1.013e0</w:t>
      </w:r>
    </w:p>
    <w:p w:rsidR="005B3ED9" w:rsidRDefault="005B3ED9" w:rsidP="005B3ED9">
      <w:r>
        <w:t>894.1252</w:t>
      </w:r>
      <w:r>
        <w:tab/>
        <w:t>2.025e0</w:t>
      </w:r>
    </w:p>
    <w:p w:rsidR="005B3ED9" w:rsidRDefault="005B3ED9" w:rsidP="005B3ED9">
      <w:r>
        <w:t>894.1428</w:t>
      </w:r>
      <w:r>
        <w:tab/>
        <w:t>1.013e0</w:t>
      </w:r>
    </w:p>
    <w:p w:rsidR="005B3ED9" w:rsidRDefault="005B3ED9" w:rsidP="005B3ED9">
      <w:r>
        <w:t>894.2782</w:t>
      </w:r>
      <w:r>
        <w:tab/>
        <w:t>1.013e0</w:t>
      </w:r>
    </w:p>
    <w:p w:rsidR="005B3ED9" w:rsidRDefault="005B3ED9" w:rsidP="005B3ED9">
      <w:r>
        <w:t>894.2952</w:t>
      </w:r>
      <w:r>
        <w:tab/>
        <w:t>1.013e0</w:t>
      </w:r>
    </w:p>
    <w:p w:rsidR="005B3ED9" w:rsidRDefault="005B3ED9" w:rsidP="005B3ED9">
      <w:r>
        <w:t>894.3852</w:t>
      </w:r>
      <w:r>
        <w:tab/>
        <w:t>1.013e0</w:t>
      </w:r>
    </w:p>
    <w:p w:rsidR="005B3ED9" w:rsidRDefault="005B3ED9" w:rsidP="005B3ED9">
      <w:r>
        <w:t>894.4706</w:t>
      </w:r>
      <w:r>
        <w:tab/>
        <w:t>2.025e0</w:t>
      </w:r>
    </w:p>
    <w:p w:rsidR="005B3ED9" w:rsidRDefault="005B3ED9" w:rsidP="005B3ED9">
      <w:r>
        <w:t>894.5052</w:t>
      </w:r>
      <w:r>
        <w:tab/>
        <w:t>1.013e0</w:t>
      </w:r>
    </w:p>
    <w:p w:rsidR="005B3ED9" w:rsidRDefault="005B3ED9" w:rsidP="005B3ED9">
      <w:r>
        <w:t>894.5139</w:t>
      </w:r>
      <w:r>
        <w:tab/>
        <w:t>1.013e0</w:t>
      </w:r>
    </w:p>
    <w:p w:rsidR="005B3ED9" w:rsidRDefault="005B3ED9" w:rsidP="005B3ED9">
      <w:r>
        <w:t>894.5802</w:t>
      </w:r>
      <w:r>
        <w:tab/>
        <w:t>2.025e0</w:t>
      </w:r>
    </w:p>
    <w:p w:rsidR="005B3ED9" w:rsidRDefault="005B3ED9" w:rsidP="005B3ED9">
      <w:r>
        <w:t>894.6667</w:t>
      </w:r>
      <w:r>
        <w:tab/>
        <w:t>1.013e0</w:t>
      </w:r>
    </w:p>
    <w:p w:rsidR="005B3ED9" w:rsidRDefault="005B3ED9" w:rsidP="005B3ED9">
      <w:r>
        <w:t>894.7152</w:t>
      </w:r>
      <w:r>
        <w:tab/>
        <w:t>1.013e0</w:t>
      </w:r>
    </w:p>
    <w:p w:rsidR="005B3ED9" w:rsidRDefault="005B3ED9" w:rsidP="005B3ED9">
      <w:r>
        <w:lastRenderedPageBreak/>
        <w:t>894.7324</w:t>
      </w:r>
      <w:r>
        <w:tab/>
        <w:t>1.013e0</w:t>
      </w:r>
    </w:p>
    <w:p w:rsidR="005B3ED9" w:rsidRDefault="005B3ED9" w:rsidP="005B3ED9">
      <w:r>
        <w:t>894.8352</w:t>
      </w:r>
      <w:r>
        <w:tab/>
        <w:t>1.013e0</w:t>
      </w:r>
    </w:p>
    <w:p w:rsidR="005B3ED9" w:rsidRDefault="005B3ED9" w:rsidP="005B3ED9">
      <w:r>
        <w:t>894.8678</w:t>
      </w:r>
      <w:r>
        <w:tab/>
        <w:t>1.013e0</w:t>
      </w:r>
    </w:p>
    <w:p w:rsidR="005B3ED9" w:rsidRDefault="005B3ED9" w:rsidP="005B3ED9">
      <w:r>
        <w:t>894.8953</w:t>
      </w:r>
      <w:r>
        <w:tab/>
        <w:t>1.013e0</w:t>
      </w:r>
    </w:p>
    <w:p w:rsidR="005B3ED9" w:rsidRDefault="005B3ED9" w:rsidP="005B3ED9">
      <w:r>
        <w:t>895.0004</w:t>
      </w:r>
      <w:r>
        <w:tab/>
        <w:t>1.013e0</w:t>
      </w:r>
    </w:p>
    <w:p w:rsidR="005B3ED9" w:rsidRDefault="005B3ED9" w:rsidP="005B3ED9">
      <w:r>
        <w:t>895.0379</w:t>
      </w:r>
      <w:r>
        <w:tab/>
        <w:t>1.013e0</w:t>
      </w:r>
    </w:p>
    <w:p w:rsidR="005B3ED9" w:rsidRDefault="005B3ED9" w:rsidP="005B3ED9">
      <w:r>
        <w:t>895.1054</w:t>
      </w:r>
      <w:r>
        <w:tab/>
        <w:t>1.013e0</w:t>
      </w:r>
    </w:p>
    <w:p w:rsidR="005B3ED9" w:rsidRDefault="005B3ED9" w:rsidP="005B3ED9">
      <w:r>
        <w:t>895.1205</w:t>
      </w:r>
      <w:r>
        <w:tab/>
        <w:t>1.013e0</w:t>
      </w:r>
    </w:p>
    <w:p w:rsidR="005B3ED9" w:rsidRDefault="005B3ED9" w:rsidP="005B3ED9">
      <w:r>
        <w:t>895.2356</w:t>
      </w:r>
      <w:r>
        <w:tab/>
        <w:t>2.025e0</w:t>
      </w:r>
    </w:p>
    <w:p w:rsidR="005B3ED9" w:rsidRDefault="005B3ED9" w:rsidP="005B3ED9">
      <w:r>
        <w:t>895.2737</w:t>
      </w:r>
      <w:r>
        <w:tab/>
        <w:t>1.013e0</w:t>
      </w:r>
    </w:p>
    <w:p w:rsidR="005B3ED9" w:rsidRDefault="005B3ED9" w:rsidP="005B3ED9">
      <w:r>
        <w:t>895.4358</w:t>
      </w:r>
      <w:r>
        <w:tab/>
        <w:t>1.013e0</w:t>
      </w:r>
    </w:p>
    <w:p w:rsidR="005B3ED9" w:rsidRDefault="005B3ED9" w:rsidP="005B3ED9">
      <w:r>
        <w:t>895.4524</w:t>
      </w:r>
      <w:r>
        <w:tab/>
        <w:t>2.025e0</w:t>
      </w:r>
    </w:p>
    <w:p w:rsidR="005B3ED9" w:rsidRDefault="005B3ED9" w:rsidP="005B3ED9">
      <w:r>
        <w:t>895.4959</w:t>
      </w:r>
      <w:r>
        <w:tab/>
        <w:t>1.013e0</w:t>
      </w:r>
    </w:p>
    <w:p w:rsidR="005B3ED9" w:rsidRDefault="005B3ED9" w:rsidP="005B3ED9">
      <w:r>
        <w:t>895.6310</w:t>
      </w:r>
      <w:r>
        <w:tab/>
        <w:t>1.013e0</w:t>
      </w:r>
    </w:p>
    <w:p w:rsidR="005B3ED9" w:rsidRDefault="005B3ED9" w:rsidP="005B3ED9">
      <w:r>
        <w:t>895.7512</w:t>
      </w:r>
      <w:r>
        <w:tab/>
        <w:t>1.013e0</w:t>
      </w:r>
    </w:p>
    <w:p w:rsidR="005B3ED9" w:rsidRDefault="005B3ED9" w:rsidP="005B3ED9">
      <w:r>
        <w:t>895.7741</w:t>
      </w:r>
      <w:r>
        <w:tab/>
        <w:t>2.025e0</w:t>
      </w:r>
    </w:p>
    <w:p w:rsidR="005B3ED9" w:rsidRDefault="005B3ED9" w:rsidP="005B3ED9">
      <w:r>
        <w:t>895.8188</w:t>
      </w:r>
      <w:r>
        <w:tab/>
        <w:t>2.025e0</w:t>
      </w:r>
    </w:p>
    <w:p w:rsidR="005B3ED9" w:rsidRDefault="005B3ED9" w:rsidP="005B3ED9">
      <w:r>
        <w:t>895.8414</w:t>
      </w:r>
      <w:r>
        <w:tab/>
        <w:t>1.013e0</w:t>
      </w:r>
    </w:p>
    <w:p w:rsidR="005B3ED9" w:rsidRDefault="005B3ED9" w:rsidP="005B3ED9">
      <w:r>
        <w:t>895.9766</w:t>
      </w:r>
      <w:r>
        <w:tab/>
        <w:t>2.025e0</w:t>
      </w:r>
    </w:p>
    <w:p w:rsidR="005B3ED9" w:rsidRDefault="005B3ED9" w:rsidP="005B3ED9">
      <w:r>
        <w:lastRenderedPageBreak/>
        <w:t>896.0065</w:t>
      </w:r>
      <w:r>
        <w:tab/>
        <w:t>1.013e0</w:t>
      </w:r>
    </w:p>
    <w:p w:rsidR="005B3ED9" w:rsidRDefault="005B3ED9" w:rsidP="005B3ED9">
      <w:r>
        <w:t>896.0672</w:t>
      </w:r>
      <w:r>
        <w:tab/>
        <w:t>2.025e0</w:t>
      </w:r>
    </w:p>
    <w:p w:rsidR="005B3ED9" w:rsidRDefault="005B3ED9" w:rsidP="005B3ED9">
      <w:r>
        <w:t>896.3072</w:t>
      </w:r>
      <w:r>
        <w:tab/>
        <w:t>1.013e0</w:t>
      </w:r>
    </w:p>
    <w:p w:rsidR="005B3ED9" w:rsidRDefault="005B3ED9" w:rsidP="005B3ED9">
      <w:r>
        <w:t>896.3221</w:t>
      </w:r>
      <w:r>
        <w:tab/>
        <w:t>1.013e0</w:t>
      </w:r>
    </w:p>
    <w:p w:rsidR="005B3ED9" w:rsidRDefault="005B3ED9" w:rsidP="005B3ED9">
      <w:r>
        <w:t>896.3823</w:t>
      </w:r>
      <w:r>
        <w:tab/>
        <w:t>1.013e0</w:t>
      </w:r>
    </w:p>
    <w:p w:rsidR="005B3ED9" w:rsidRDefault="005B3ED9" w:rsidP="005B3ED9">
      <w:r>
        <w:t>896.4875</w:t>
      </w:r>
      <w:r>
        <w:tab/>
        <w:t>1.013e0</w:t>
      </w:r>
    </w:p>
    <w:p w:rsidR="005B3ED9" w:rsidRDefault="005B3ED9" w:rsidP="005B3ED9">
      <w:r>
        <w:t>896.5086</w:t>
      </w:r>
      <w:r>
        <w:tab/>
        <w:t>1.013e0</w:t>
      </w:r>
    </w:p>
    <w:p w:rsidR="005B3ED9" w:rsidRDefault="005B3ED9" w:rsidP="005B3ED9">
      <w:r>
        <w:t>896.5307</w:t>
      </w:r>
      <w:r>
        <w:tab/>
        <w:t>2.025e0</w:t>
      </w:r>
    </w:p>
    <w:p w:rsidR="005B3ED9" w:rsidRDefault="005B3ED9" w:rsidP="005B3ED9">
      <w:r>
        <w:t>896.5628</w:t>
      </w:r>
      <w:r>
        <w:tab/>
        <w:t>1.013e0</w:t>
      </w:r>
    </w:p>
    <w:p w:rsidR="005B3ED9" w:rsidRDefault="005B3ED9" w:rsidP="005B3ED9">
      <w:r>
        <w:t>896.6229</w:t>
      </w:r>
      <w:r>
        <w:tab/>
        <w:t>1.013e0</w:t>
      </w:r>
    </w:p>
    <w:p w:rsidR="005B3ED9" w:rsidRDefault="005B3ED9" w:rsidP="005B3ED9">
      <w:r>
        <w:t>896.7131</w:t>
      </w:r>
      <w:r>
        <w:tab/>
        <w:t>1.013e0</w:t>
      </w:r>
    </w:p>
    <w:p w:rsidR="005B3ED9" w:rsidRDefault="005B3ED9" w:rsidP="005B3ED9">
      <w:r>
        <w:t>896.7440</w:t>
      </w:r>
      <w:r>
        <w:tab/>
        <w:t>2.025e0</w:t>
      </w:r>
    </w:p>
    <w:p w:rsidR="005B3ED9" w:rsidRDefault="005B3ED9" w:rsidP="005B3ED9">
      <w:r>
        <w:t>896.8135</w:t>
      </w:r>
      <w:r>
        <w:tab/>
        <w:t>1.013e0</w:t>
      </w:r>
    </w:p>
    <w:p w:rsidR="005B3ED9" w:rsidRDefault="005B3ED9" w:rsidP="005B3ED9">
      <w:r>
        <w:t>896.8790</w:t>
      </w:r>
      <w:r>
        <w:tab/>
        <w:t>2.025e0</w:t>
      </w:r>
    </w:p>
    <w:p w:rsidR="005B3ED9" w:rsidRDefault="005B3ED9" w:rsidP="005B3ED9">
      <w:r>
        <w:t>897.1041</w:t>
      </w:r>
      <w:r>
        <w:tab/>
        <w:t>1.013e0</w:t>
      </w:r>
    </w:p>
    <w:p w:rsidR="005B3ED9" w:rsidRDefault="005B3ED9" w:rsidP="005B3ED9">
      <w:r>
        <w:t>897.1944</w:t>
      </w:r>
      <w:r>
        <w:tab/>
        <w:t>1.013e0</w:t>
      </w:r>
    </w:p>
    <w:p w:rsidR="005B3ED9" w:rsidRDefault="005B3ED9" w:rsidP="005B3ED9">
      <w:r>
        <w:t>897.3545</w:t>
      </w:r>
      <w:r>
        <w:tab/>
        <w:t>1.013e0</w:t>
      </w:r>
    </w:p>
    <w:p w:rsidR="005B3ED9" w:rsidRDefault="005B3ED9" w:rsidP="005B3ED9">
      <w:r>
        <w:t>897.3749</w:t>
      </w:r>
      <w:r>
        <w:tab/>
        <w:t>1.013e0</w:t>
      </w:r>
    </w:p>
    <w:p w:rsidR="005B3ED9" w:rsidRDefault="005B3ED9" w:rsidP="005B3ED9">
      <w:r>
        <w:t>897.4050</w:t>
      </w:r>
      <w:r>
        <w:tab/>
        <w:t>2.025e0</w:t>
      </w:r>
    </w:p>
    <w:p w:rsidR="005B3ED9" w:rsidRDefault="005B3ED9" w:rsidP="005B3ED9">
      <w:r>
        <w:lastRenderedPageBreak/>
        <w:t>897.6077</w:t>
      </w:r>
      <w:r>
        <w:tab/>
        <w:t>1.013e0</w:t>
      </w:r>
    </w:p>
    <w:p w:rsidR="005B3ED9" w:rsidRDefault="005B3ED9" w:rsidP="005B3ED9">
      <w:r>
        <w:t>897.6747</w:t>
      </w:r>
      <w:r>
        <w:tab/>
        <w:t>2.025e0</w:t>
      </w:r>
    </w:p>
    <w:p w:rsidR="005B3ED9" w:rsidRDefault="005B3ED9" w:rsidP="005B3ED9">
      <w:r>
        <w:t>897.6910</w:t>
      </w:r>
      <w:r>
        <w:tab/>
        <w:t>1.013e0</w:t>
      </w:r>
    </w:p>
    <w:p w:rsidR="005B3ED9" w:rsidRDefault="005B3ED9" w:rsidP="005B3ED9">
      <w:r>
        <w:t>897.7212</w:t>
      </w:r>
      <w:r>
        <w:tab/>
        <w:t>1.013e0</w:t>
      </w:r>
    </w:p>
    <w:p w:rsidR="005B3ED9" w:rsidRDefault="005B3ED9" w:rsidP="005B3ED9">
      <w:r>
        <w:t>897.8915</w:t>
      </w:r>
      <w:r>
        <w:tab/>
        <w:t>2.025e0</w:t>
      </w:r>
    </w:p>
    <w:p w:rsidR="005B3ED9" w:rsidRDefault="005B3ED9" w:rsidP="005B3ED9">
      <w:r>
        <w:t>897.9167</w:t>
      </w:r>
      <w:r>
        <w:tab/>
        <w:t>2.025e0</w:t>
      </w:r>
    </w:p>
    <w:p w:rsidR="005B3ED9" w:rsidRDefault="005B3ED9" w:rsidP="005B3ED9">
      <w:r>
        <w:t>897.9621</w:t>
      </w:r>
      <w:r>
        <w:tab/>
        <w:t>1.013e0</w:t>
      </w:r>
    </w:p>
    <w:p w:rsidR="005B3ED9" w:rsidRDefault="005B3ED9" w:rsidP="005B3ED9">
      <w:r>
        <w:t>898.0305</w:t>
      </w:r>
      <w:r>
        <w:tab/>
        <w:t>1.013e0</w:t>
      </w:r>
    </w:p>
    <w:p w:rsidR="005B3ED9" w:rsidRDefault="005B3ED9" w:rsidP="005B3ED9">
      <w:r>
        <w:t>898.0478</w:t>
      </w:r>
      <w:r>
        <w:tab/>
        <w:t>1.013e0</w:t>
      </w:r>
    </w:p>
    <w:p w:rsidR="005B3ED9" w:rsidRDefault="005B3ED9" w:rsidP="005B3ED9">
      <w:r>
        <w:t>898.1135</w:t>
      </w:r>
      <w:r>
        <w:tab/>
        <w:t>2.025e0</w:t>
      </w:r>
    </w:p>
    <w:p w:rsidR="005B3ED9" w:rsidRDefault="005B3ED9" w:rsidP="005B3ED9">
      <w:r>
        <w:t>898.2408</w:t>
      </w:r>
      <w:r>
        <w:tab/>
        <w:t>2.025e0</w:t>
      </w:r>
    </w:p>
    <w:p w:rsidR="005B3ED9" w:rsidRDefault="005B3ED9" w:rsidP="005B3ED9">
      <w:r>
        <w:t>898.3386</w:t>
      </w:r>
      <w:r>
        <w:tab/>
        <w:t>1.013e0</w:t>
      </w:r>
    </w:p>
    <w:p w:rsidR="005B3ED9" w:rsidRDefault="005B3ED9" w:rsidP="005B3ED9">
      <w:r>
        <w:t>898.3609</w:t>
      </w:r>
      <w:r>
        <w:tab/>
        <w:t>2.025e0</w:t>
      </w:r>
    </w:p>
    <w:p w:rsidR="005B3ED9" w:rsidRDefault="005B3ED9" w:rsidP="005B3ED9">
      <w:r>
        <w:t>898.4440</w:t>
      </w:r>
      <w:r>
        <w:tab/>
        <w:t>1.013e0</w:t>
      </w:r>
    </w:p>
    <w:p w:rsidR="005B3ED9" w:rsidRDefault="005B3ED9" w:rsidP="005B3ED9">
      <w:r>
        <w:t>898.5093</w:t>
      </w:r>
      <w:r>
        <w:tab/>
        <w:t>3.038e0</w:t>
      </w:r>
    </w:p>
    <w:p w:rsidR="005B3ED9" w:rsidRDefault="005B3ED9" w:rsidP="005B3ED9">
      <w:r>
        <w:t>898.5273</w:t>
      </w:r>
      <w:r>
        <w:tab/>
        <w:t>2.025e0</w:t>
      </w:r>
    </w:p>
    <w:p w:rsidR="005B3ED9" w:rsidRDefault="005B3ED9" w:rsidP="005B3ED9">
      <w:r>
        <w:t>898.6561</w:t>
      </w:r>
      <w:r>
        <w:tab/>
        <w:t>2.025e0</w:t>
      </w:r>
    </w:p>
    <w:p w:rsidR="005B3ED9" w:rsidRDefault="005B3ED9" w:rsidP="005B3ED9">
      <w:r>
        <w:t>898.6851</w:t>
      </w:r>
      <w:r>
        <w:tab/>
        <w:t>1.013e0</w:t>
      </w:r>
    </w:p>
    <w:p w:rsidR="005B3ED9" w:rsidRDefault="005B3ED9" w:rsidP="005B3ED9">
      <w:r>
        <w:t>898.8057</w:t>
      </w:r>
      <w:r>
        <w:tab/>
        <w:t>1.013e0</w:t>
      </w:r>
    </w:p>
    <w:p w:rsidR="005B3ED9" w:rsidRDefault="005B3ED9" w:rsidP="005B3ED9">
      <w:r>
        <w:lastRenderedPageBreak/>
        <w:t>898.8961</w:t>
      </w:r>
      <w:r>
        <w:tab/>
        <w:t>1.013e0</w:t>
      </w:r>
    </w:p>
    <w:p w:rsidR="005B3ED9" w:rsidRDefault="005B3ED9" w:rsidP="005B3ED9">
      <w:r>
        <w:t>898.9769</w:t>
      </w:r>
      <w:r>
        <w:tab/>
        <w:t>1.013e0</w:t>
      </w:r>
    </w:p>
    <w:p w:rsidR="005B3ED9" w:rsidRDefault="005B3ED9" w:rsidP="005B3ED9">
      <w:r>
        <w:t>898.9941</w:t>
      </w:r>
      <w:r>
        <w:tab/>
        <w:t>1.013e0</w:t>
      </w:r>
    </w:p>
    <w:p w:rsidR="005B3ED9" w:rsidRDefault="005B3ED9" w:rsidP="005B3ED9">
      <w:r>
        <w:t>899.1072</w:t>
      </w:r>
      <w:r>
        <w:tab/>
        <w:t>2.025e0</w:t>
      </w:r>
    </w:p>
    <w:p w:rsidR="005B3ED9" w:rsidRDefault="005B3ED9" w:rsidP="005B3ED9">
      <w:r>
        <w:t>899.2730</w:t>
      </w:r>
      <w:r>
        <w:tab/>
        <w:t>1.013e0</w:t>
      </w:r>
    </w:p>
    <w:p w:rsidR="005B3ED9" w:rsidRDefault="005B3ED9" w:rsidP="005B3ED9">
      <w:r>
        <w:t>899.4763</w:t>
      </w:r>
      <w:r>
        <w:tab/>
        <w:t>2.025e0</w:t>
      </w:r>
    </w:p>
    <w:p w:rsidR="005B3ED9" w:rsidRDefault="005B3ED9" w:rsidP="005B3ED9">
      <w:r>
        <w:t>899.4995</w:t>
      </w:r>
      <w:r>
        <w:tab/>
        <w:t>1.013e0</w:t>
      </w:r>
    </w:p>
    <w:p w:rsidR="005B3ED9" w:rsidRDefault="005B3ED9" w:rsidP="005B3ED9">
      <w:r>
        <w:t>899.5173</w:t>
      </w:r>
      <w:r>
        <w:tab/>
        <w:t>1.013e0</w:t>
      </w:r>
    </w:p>
    <w:p w:rsidR="005B3ED9" w:rsidRDefault="005B3ED9" w:rsidP="005B3ED9">
      <w:r>
        <w:t>899.5867</w:t>
      </w:r>
      <w:r>
        <w:tab/>
        <w:t>1.013e0</w:t>
      </w:r>
    </w:p>
    <w:p w:rsidR="005B3ED9" w:rsidRDefault="005B3ED9" w:rsidP="005B3ED9">
      <w:r>
        <w:t>899.6048</w:t>
      </w:r>
      <w:r>
        <w:tab/>
        <w:t>1.013e0</w:t>
      </w:r>
    </w:p>
    <w:p w:rsidR="005B3ED9" w:rsidRDefault="005B3ED9" w:rsidP="005B3ED9">
      <w:r>
        <w:t>899.6199</w:t>
      </w:r>
      <w:r>
        <w:tab/>
        <w:t>1.013e0</w:t>
      </w:r>
    </w:p>
    <w:p w:rsidR="005B3ED9" w:rsidRDefault="005B3ED9" w:rsidP="005B3ED9">
      <w:r>
        <w:t>899.7255</w:t>
      </w:r>
      <w:r>
        <w:tab/>
        <w:t>1.013e0</w:t>
      </w:r>
    </w:p>
    <w:p w:rsidR="005B3ED9" w:rsidRDefault="005B3ED9" w:rsidP="005B3ED9">
      <w:r>
        <w:t>899.7637</w:t>
      </w:r>
      <w:r>
        <w:tab/>
        <w:t>2.025e0</w:t>
      </w:r>
    </w:p>
    <w:p w:rsidR="005B3ED9" w:rsidRDefault="005B3ED9" w:rsidP="005B3ED9">
      <w:r>
        <w:t>899.8311</w:t>
      </w:r>
      <w:r>
        <w:tab/>
        <w:t>1.013e0</w:t>
      </w:r>
    </w:p>
    <w:p w:rsidR="005B3ED9" w:rsidRDefault="005B3ED9" w:rsidP="005B3ED9">
      <w:r>
        <w:t>900.0248</w:t>
      </w:r>
      <w:r>
        <w:tab/>
        <w:t>3.038e0</w:t>
      </w:r>
    </w:p>
    <w:p w:rsidR="005B3ED9" w:rsidRDefault="005B3ED9" w:rsidP="005B3ED9">
      <w:r>
        <w:t>900.1630</w:t>
      </w:r>
      <w:r>
        <w:tab/>
        <w:t>1.013e0</w:t>
      </w:r>
    </w:p>
    <w:p w:rsidR="005B3ED9" w:rsidRDefault="005B3ED9" w:rsidP="005B3ED9">
      <w:r>
        <w:t>900.1932</w:t>
      </w:r>
      <w:r>
        <w:tab/>
        <w:t>1.013e0</w:t>
      </w:r>
    </w:p>
    <w:p w:rsidR="005B3ED9" w:rsidRDefault="005B3ED9" w:rsidP="005B3ED9">
      <w:r>
        <w:t>900.2988</w:t>
      </w:r>
      <w:r>
        <w:tab/>
        <w:t>1.013e0</w:t>
      </w:r>
    </w:p>
    <w:p w:rsidR="005B3ED9" w:rsidRDefault="005B3ED9" w:rsidP="005B3ED9">
      <w:r>
        <w:t>900.3627</w:t>
      </w:r>
      <w:r>
        <w:tab/>
        <w:t>1.013e0</w:t>
      </w:r>
    </w:p>
    <w:p w:rsidR="005B3ED9" w:rsidRDefault="005B3ED9" w:rsidP="005B3ED9">
      <w:r>
        <w:lastRenderedPageBreak/>
        <w:t>900.5497</w:t>
      </w:r>
      <w:r>
        <w:tab/>
        <w:t>1.013e0</w:t>
      </w:r>
    </w:p>
    <w:p w:rsidR="005B3ED9" w:rsidRDefault="005B3ED9" w:rsidP="005B3ED9">
      <w:r>
        <w:t>900.7040</w:t>
      </w:r>
      <w:r>
        <w:tab/>
        <w:t>2.025e0</w:t>
      </w:r>
    </w:p>
    <w:p w:rsidR="005B3ED9" w:rsidRDefault="005B3ED9" w:rsidP="005B3ED9">
      <w:r>
        <w:t>900.8273</w:t>
      </w:r>
      <w:r>
        <w:tab/>
        <w:t>1.013e0</w:t>
      </w:r>
    </w:p>
    <w:p w:rsidR="005B3ED9" w:rsidRDefault="005B3ED9" w:rsidP="005B3ED9">
      <w:r>
        <w:t>900.8548</w:t>
      </w:r>
      <w:r>
        <w:tab/>
        <w:t>1.013e0</w:t>
      </w:r>
    </w:p>
    <w:p w:rsidR="005B3ED9" w:rsidRDefault="005B3ED9" w:rsidP="005B3ED9">
      <w:r>
        <w:t>900.9330</w:t>
      </w:r>
      <w:r>
        <w:tab/>
        <w:t>1.013e0</w:t>
      </w:r>
    </w:p>
    <w:p w:rsidR="005B3ED9" w:rsidRDefault="005B3ED9" w:rsidP="005B3ED9">
      <w:r>
        <w:t>900.9379</w:t>
      </w:r>
      <w:r>
        <w:tab/>
        <w:t>1.013e0</w:t>
      </w:r>
    </w:p>
    <w:p w:rsidR="005B3ED9" w:rsidRDefault="005B3ED9" w:rsidP="005B3ED9">
      <w:r>
        <w:t>901.0539</w:t>
      </w:r>
      <w:r>
        <w:tab/>
        <w:t>1.013e0</w:t>
      </w:r>
    </w:p>
    <w:p w:rsidR="005B3ED9" w:rsidRDefault="005B3ED9" w:rsidP="005B3ED9">
      <w:r>
        <w:t>901.0992</w:t>
      </w:r>
      <w:r>
        <w:tab/>
        <w:t>1.013e0</w:t>
      </w:r>
    </w:p>
    <w:p w:rsidR="005B3ED9" w:rsidRDefault="005B3ED9" w:rsidP="005B3ED9">
      <w:r>
        <w:t>901.1075</w:t>
      </w:r>
      <w:r>
        <w:tab/>
        <w:t>1.013e0</w:t>
      </w:r>
    </w:p>
    <w:p w:rsidR="005B3ED9" w:rsidRDefault="005B3ED9" w:rsidP="005B3ED9">
      <w:r>
        <w:t>901.2426</w:t>
      </w:r>
      <w:r>
        <w:tab/>
        <w:t>1.013e0</w:t>
      </w:r>
    </w:p>
    <w:p w:rsidR="005B3ED9" w:rsidRDefault="005B3ED9" w:rsidP="005B3ED9">
      <w:r>
        <w:t>901.2599</w:t>
      </w:r>
      <w:r>
        <w:tab/>
        <w:t>1.013e0</w:t>
      </w:r>
    </w:p>
    <w:p w:rsidR="005B3ED9" w:rsidRDefault="005B3ED9" w:rsidP="005B3ED9">
      <w:r>
        <w:t>901.3109</w:t>
      </w:r>
      <w:r>
        <w:tab/>
        <w:t>1.013e0</w:t>
      </w:r>
    </w:p>
    <w:p w:rsidR="005B3ED9" w:rsidRDefault="005B3ED9" w:rsidP="005B3ED9">
      <w:r>
        <w:t>901.5374</w:t>
      </w:r>
      <w:r>
        <w:tab/>
        <w:t>1.013e0</w:t>
      </w:r>
    </w:p>
    <w:p w:rsidR="005B3ED9" w:rsidRDefault="005B3ED9" w:rsidP="005B3ED9">
      <w:r>
        <w:t>901.6051</w:t>
      </w:r>
      <w:r>
        <w:tab/>
        <w:t>2.025e0</w:t>
      </w:r>
    </w:p>
    <w:p w:rsidR="005B3ED9" w:rsidRDefault="005B3ED9" w:rsidP="005B3ED9">
      <w:r>
        <w:t>901.6584</w:t>
      </w:r>
      <w:r>
        <w:tab/>
        <w:t>1.013e0</w:t>
      </w:r>
    </w:p>
    <w:p w:rsidR="005B3ED9" w:rsidRDefault="005B3ED9" w:rsidP="005B3ED9">
      <w:r>
        <w:t>901.8399</w:t>
      </w:r>
      <w:r>
        <w:tab/>
        <w:t>2.025e0</w:t>
      </w:r>
    </w:p>
    <w:p w:rsidR="005B3ED9" w:rsidRDefault="005B3ED9" w:rsidP="005B3ED9">
      <w:r>
        <w:t>901.9177</w:t>
      </w:r>
      <w:r>
        <w:tab/>
        <w:t>1.013e0</w:t>
      </w:r>
    </w:p>
    <w:p w:rsidR="005B3ED9" w:rsidRDefault="005B3ED9" w:rsidP="005B3ED9">
      <w:r>
        <w:t>901.9608</w:t>
      </w:r>
      <w:r>
        <w:tab/>
        <w:t>1.013e0</w:t>
      </w:r>
    </w:p>
    <w:p w:rsidR="005B3ED9" w:rsidRDefault="005B3ED9" w:rsidP="005B3ED9">
      <w:r>
        <w:t>902.1014</w:t>
      </w:r>
      <w:r>
        <w:tab/>
        <w:t>2.025e0</w:t>
      </w:r>
    </w:p>
    <w:p w:rsidR="005B3ED9" w:rsidRDefault="005B3ED9" w:rsidP="005B3ED9">
      <w:r>
        <w:lastRenderedPageBreak/>
        <w:t>902.2571</w:t>
      </w:r>
      <w:r>
        <w:tab/>
        <w:t>1.013e0</w:t>
      </w:r>
    </w:p>
    <w:p w:rsidR="005B3ED9" w:rsidRDefault="005B3ED9" w:rsidP="005B3ED9">
      <w:r>
        <w:t>902.2705</w:t>
      </w:r>
      <w:r>
        <w:tab/>
        <w:t>2.025e0</w:t>
      </w:r>
    </w:p>
    <w:p w:rsidR="005B3ED9" w:rsidRDefault="005B3ED9" w:rsidP="005B3ED9">
      <w:r>
        <w:t>902.3781</w:t>
      </w:r>
      <w:r>
        <w:tab/>
        <w:t>2.025e0</w:t>
      </w:r>
    </w:p>
    <w:p w:rsidR="005B3ED9" w:rsidRDefault="005B3ED9" w:rsidP="005B3ED9">
      <w:r>
        <w:t>902.4600</w:t>
      </w:r>
      <w:r>
        <w:tab/>
        <w:t>2.025e0</w:t>
      </w:r>
    </w:p>
    <w:p w:rsidR="005B3ED9" w:rsidRDefault="005B3ED9" w:rsidP="005B3ED9">
      <w:r>
        <w:t>902.5620</w:t>
      </w:r>
      <w:r>
        <w:tab/>
        <w:t>1.013e0</w:t>
      </w:r>
    </w:p>
    <w:p w:rsidR="005B3ED9" w:rsidRDefault="005B3ED9" w:rsidP="005B3ED9">
      <w:r>
        <w:t>902.6112</w:t>
      </w:r>
      <w:r>
        <w:tab/>
        <w:t>2.025e0</w:t>
      </w:r>
    </w:p>
    <w:p w:rsidR="005B3ED9" w:rsidRDefault="005B3ED9" w:rsidP="005B3ED9">
      <w:r>
        <w:t>902.7060</w:t>
      </w:r>
      <w:r>
        <w:tab/>
        <w:t>2.025e0</w:t>
      </w:r>
    </w:p>
    <w:p w:rsidR="005B3ED9" w:rsidRDefault="005B3ED9" w:rsidP="005B3ED9">
      <w:r>
        <w:t>902.7717</w:t>
      </w:r>
      <w:r>
        <w:tab/>
        <w:t>2.025e0</w:t>
      </w:r>
    </w:p>
    <w:p w:rsidR="005B3ED9" w:rsidRDefault="005B3ED9" w:rsidP="005B3ED9">
      <w:r>
        <w:t>903.0204</w:t>
      </w:r>
      <w:r>
        <w:tab/>
        <w:t>3.038e0</w:t>
      </w:r>
    </w:p>
    <w:p w:rsidR="005B3ED9" w:rsidRDefault="005B3ED9" w:rsidP="005B3ED9">
      <w:r>
        <w:t>903.0502</w:t>
      </w:r>
      <w:r>
        <w:tab/>
        <w:t>1.013e0</w:t>
      </w:r>
    </w:p>
    <w:p w:rsidR="005B3ED9" w:rsidRDefault="005B3ED9" w:rsidP="005B3ED9">
      <w:r>
        <w:t>903.0849</w:t>
      </w:r>
      <w:r>
        <w:tab/>
        <w:t>1.013e0</w:t>
      </w:r>
    </w:p>
    <w:p w:rsidR="005B3ED9" w:rsidRDefault="005B3ED9" w:rsidP="005B3ED9">
      <w:r>
        <w:t>903.1462</w:t>
      </w:r>
      <w:r>
        <w:tab/>
        <w:t>2.025e0</w:t>
      </w:r>
    </w:p>
    <w:p w:rsidR="005B3ED9" w:rsidRDefault="005B3ED9" w:rsidP="005B3ED9">
      <w:r>
        <w:t>903.2086</w:t>
      </w:r>
      <w:r>
        <w:tab/>
        <w:t>2.025e0</w:t>
      </w:r>
    </w:p>
    <w:p w:rsidR="005B3ED9" w:rsidRDefault="005B3ED9" w:rsidP="005B3ED9">
      <w:r>
        <w:t>903.3379</w:t>
      </w:r>
      <w:r>
        <w:tab/>
        <w:t>1.013e0</w:t>
      </w:r>
    </w:p>
    <w:p w:rsidR="005B3ED9" w:rsidRDefault="005B3ED9" w:rsidP="005B3ED9">
      <w:r>
        <w:t>903.3461</w:t>
      </w:r>
      <w:r>
        <w:tab/>
        <w:t>2.025e0</w:t>
      </w:r>
    </w:p>
    <w:p w:rsidR="005B3ED9" w:rsidRDefault="005B3ED9" w:rsidP="005B3ED9">
      <w:r>
        <w:t>903.4439</w:t>
      </w:r>
      <w:r>
        <w:tab/>
        <w:t>1.013e0</w:t>
      </w:r>
    </w:p>
    <w:p w:rsidR="005B3ED9" w:rsidRDefault="005B3ED9" w:rsidP="005B3ED9">
      <w:r>
        <w:t>903.4822</w:t>
      </w:r>
      <w:r>
        <w:tab/>
        <w:t>3.038e0</w:t>
      </w:r>
    </w:p>
    <w:p w:rsidR="005B3ED9" w:rsidRDefault="005B3ED9" w:rsidP="005B3ED9">
      <w:r>
        <w:t>903.5196</w:t>
      </w:r>
      <w:r>
        <w:tab/>
        <w:t>1.013e0</w:t>
      </w:r>
    </w:p>
    <w:p w:rsidR="005B3ED9" w:rsidRDefault="005B3ED9" w:rsidP="005B3ED9">
      <w:r>
        <w:t>903.6105</w:t>
      </w:r>
      <w:r>
        <w:tab/>
        <w:t>1.013e0</w:t>
      </w:r>
    </w:p>
    <w:p w:rsidR="005B3ED9" w:rsidRDefault="005B3ED9" w:rsidP="005B3ED9">
      <w:r>
        <w:lastRenderedPageBreak/>
        <w:t>903.6710</w:t>
      </w:r>
      <w:r>
        <w:tab/>
        <w:t>1.013e0</w:t>
      </w:r>
    </w:p>
    <w:p w:rsidR="005B3ED9" w:rsidRDefault="005B3ED9" w:rsidP="005B3ED9">
      <w:r>
        <w:t>903.7112</w:t>
      </w:r>
      <w:r>
        <w:tab/>
        <w:t>1.013e0</w:t>
      </w:r>
    </w:p>
    <w:p w:rsidR="005B3ED9" w:rsidRDefault="005B3ED9" w:rsidP="005B3ED9">
      <w:r>
        <w:t>903.7288</w:t>
      </w:r>
      <w:r>
        <w:tab/>
        <w:t>1.013e0</w:t>
      </w:r>
    </w:p>
    <w:p w:rsidR="005B3ED9" w:rsidRDefault="005B3ED9" w:rsidP="005B3ED9">
      <w:r>
        <w:t>904.0044</w:t>
      </w:r>
      <w:r>
        <w:tab/>
        <w:t>1.013e0</w:t>
      </w:r>
    </w:p>
    <w:p w:rsidR="005B3ED9" w:rsidRDefault="005B3ED9" w:rsidP="005B3ED9">
      <w:r>
        <w:t>904.0812</w:t>
      </w:r>
      <w:r>
        <w:tab/>
        <w:t>1.013e0</w:t>
      </w:r>
    </w:p>
    <w:p w:rsidR="005B3ED9" w:rsidRDefault="005B3ED9" w:rsidP="005B3ED9">
      <w:r>
        <w:t>904.1257</w:t>
      </w:r>
      <w:r>
        <w:tab/>
        <w:t>1.013e0</w:t>
      </w:r>
    </w:p>
    <w:p w:rsidR="005B3ED9" w:rsidRDefault="005B3ED9" w:rsidP="005B3ED9">
      <w:r>
        <w:t>904.1861</w:t>
      </w:r>
      <w:r>
        <w:tab/>
        <w:t>1.013e0</w:t>
      </w:r>
    </w:p>
    <w:p w:rsidR="005B3ED9" w:rsidRDefault="005B3ED9" w:rsidP="005B3ED9">
      <w:r>
        <w:t>904.2773</w:t>
      </w:r>
      <w:r>
        <w:tab/>
        <w:t>1.013e0</w:t>
      </w:r>
    </w:p>
    <w:p w:rsidR="005B3ED9" w:rsidRDefault="005B3ED9" w:rsidP="005B3ED9">
      <w:r>
        <w:t>904.3531</w:t>
      </w:r>
      <w:r>
        <w:tab/>
        <w:t>1.013e0</w:t>
      </w:r>
    </w:p>
    <w:p w:rsidR="005B3ED9" w:rsidRDefault="005B3ED9" w:rsidP="005B3ED9">
      <w:r>
        <w:t>904.4208</w:t>
      </w:r>
      <w:r>
        <w:tab/>
        <w:t>1.013e0</w:t>
      </w:r>
    </w:p>
    <w:p w:rsidR="005B3ED9" w:rsidRDefault="005B3ED9" w:rsidP="005B3ED9">
      <w:r>
        <w:t>904.4896</w:t>
      </w:r>
      <w:r>
        <w:tab/>
        <w:t>1.013e0</w:t>
      </w:r>
    </w:p>
    <w:p w:rsidR="005B3ED9" w:rsidRDefault="005B3ED9" w:rsidP="005B3ED9">
      <w:r>
        <w:t>904.5385</w:t>
      </w:r>
      <w:r>
        <w:tab/>
        <w:t>1.013e0</w:t>
      </w:r>
    </w:p>
    <w:p w:rsidR="005B3ED9" w:rsidRDefault="005B3ED9" w:rsidP="005B3ED9">
      <w:r>
        <w:t>904.5534</w:t>
      </w:r>
      <w:r>
        <w:tab/>
        <w:t>2.025e0</w:t>
      </w:r>
    </w:p>
    <w:p w:rsidR="005B3ED9" w:rsidRDefault="005B3ED9" w:rsidP="005B3ED9">
      <w:r>
        <w:t>904.5652</w:t>
      </w:r>
      <w:r>
        <w:tab/>
        <w:t>1.013e0</w:t>
      </w:r>
    </w:p>
    <w:p w:rsidR="005B3ED9" w:rsidRDefault="005B3ED9" w:rsidP="005B3ED9">
      <w:r>
        <w:t>904.6866</w:t>
      </w:r>
      <w:r>
        <w:tab/>
        <w:t>1.013e0</w:t>
      </w:r>
    </w:p>
    <w:p w:rsidR="005B3ED9" w:rsidRDefault="005B3ED9" w:rsidP="005B3ED9">
      <w:r>
        <w:t>904.7081</w:t>
      </w:r>
      <w:r>
        <w:tab/>
        <w:t>3.038e0</w:t>
      </w:r>
    </w:p>
    <w:p w:rsidR="005B3ED9" w:rsidRDefault="005B3ED9" w:rsidP="005B3ED9">
      <w:r>
        <w:t>904.7469</w:t>
      </w:r>
      <w:r>
        <w:tab/>
        <w:t>2.025e0</w:t>
      </w:r>
    </w:p>
    <w:p w:rsidR="005B3ED9" w:rsidRDefault="005B3ED9" w:rsidP="005B3ED9">
      <w:r>
        <w:t>904.7495</w:t>
      </w:r>
      <w:r>
        <w:tab/>
        <w:t>3.038e0</w:t>
      </w:r>
    </w:p>
    <w:p w:rsidR="005B3ED9" w:rsidRDefault="005B3ED9" w:rsidP="005B3ED9">
      <w:r>
        <w:t>904.7928</w:t>
      </w:r>
      <w:r>
        <w:tab/>
        <w:t>1.013e0</w:t>
      </w:r>
    </w:p>
    <w:p w:rsidR="005B3ED9" w:rsidRDefault="005B3ED9" w:rsidP="005B3ED9">
      <w:r>
        <w:lastRenderedPageBreak/>
        <w:t>904.8383</w:t>
      </w:r>
      <w:r>
        <w:tab/>
        <w:t>1.013e0</w:t>
      </w:r>
    </w:p>
    <w:p w:rsidR="005B3ED9" w:rsidRDefault="005B3ED9" w:rsidP="005B3ED9">
      <w:r>
        <w:t>904.8687</w:t>
      </w:r>
      <w:r>
        <w:tab/>
        <w:t>1.013e0</w:t>
      </w:r>
    </w:p>
    <w:p w:rsidR="005B3ED9" w:rsidRDefault="005B3ED9" w:rsidP="005B3ED9">
      <w:r>
        <w:t>905.5059</w:t>
      </w:r>
      <w:r>
        <w:tab/>
        <w:t>1.013e0</w:t>
      </w:r>
    </w:p>
    <w:p w:rsidR="005B3ED9" w:rsidRDefault="005B3ED9" w:rsidP="005B3ED9">
      <w:r>
        <w:t>905.5363</w:t>
      </w:r>
      <w:r>
        <w:tab/>
        <w:t>1.013e0</w:t>
      </w:r>
    </w:p>
    <w:p w:rsidR="005B3ED9" w:rsidRDefault="005B3ED9" w:rsidP="005B3ED9">
      <w:r>
        <w:t>905.6215</w:t>
      </w:r>
      <w:r>
        <w:tab/>
        <w:t>1.013e0</w:t>
      </w:r>
    </w:p>
    <w:p w:rsidR="005B3ED9" w:rsidRDefault="005B3ED9" w:rsidP="005B3ED9">
      <w:r>
        <w:t>905.6274</w:t>
      </w:r>
      <w:r>
        <w:tab/>
        <w:t>1.013e0</w:t>
      </w:r>
    </w:p>
    <w:p w:rsidR="005B3ED9" w:rsidRDefault="005B3ED9" w:rsidP="005B3ED9">
      <w:r>
        <w:t>905.6465</w:t>
      </w:r>
      <w:r>
        <w:tab/>
        <w:t>3.038e0</w:t>
      </w:r>
    </w:p>
    <w:p w:rsidR="005B3ED9" w:rsidRDefault="005B3ED9" w:rsidP="005B3ED9">
      <w:r>
        <w:t>905.7032</w:t>
      </w:r>
      <w:r>
        <w:tab/>
        <w:t>1.013e0</w:t>
      </w:r>
    </w:p>
    <w:p w:rsidR="005B3ED9" w:rsidRDefault="005B3ED9" w:rsidP="005B3ED9">
      <w:r>
        <w:t>905.7219</w:t>
      </w:r>
      <w:r>
        <w:tab/>
        <w:t>1.013e0</w:t>
      </w:r>
    </w:p>
    <w:p w:rsidR="005B3ED9" w:rsidRDefault="005B3ED9" w:rsidP="005B3ED9">
      <w:r>
        <w:t>906.0676</w:t>
      </w:r>
      <w:r>
        <w:tab/>
        <w:t>1.013e0</w:t>
      </w:r>
    </w:p>
    <w:p w:rsidR="005B3ED9" w:rsidRDefault="005B3ED9" w:rsidP="005B3ED9">
      <w:r>
        <w:t>906.3715</w:t>
      </w:r>
      <w:r>
        <w:tab/>
        <w:t>1.013e0</w:t>
      </w:r>
    </w:p>
    <w:p w:rsidR="005B3ED9" w:rsidRDefault="005B3ED9" w:rsidP="005B3ED9">
      <w:r>
        <w:t>906.4655</w:t>
      </w:r>
      <w:r>
        <w:tab/>
        <w:t>1.013e0</w:t>
      </w:r>
    </w:p>
    <w:p w:rsidR="005B3ED9" w:rsidRDefault="005B3ED9" w:rsidP="005B3ED9">
      <w:r>
        <w:t>906.5082</w:t>
      </w:r>
      <w:r>
        <w:tab/>
        <w:t>1.013e0</w:t>
      </w:r>
    </w:p>
    <w:p w:rsidR="005B3ED9" w:rsidRDefault="005B3ED9" w:rsidP="005B3ED9">
      <w:r>
        <w:t>906.5538</w:t>
      </w:r>
      <w:r>
        <w:tab/>
        <w:t>1.013e0</w:t>
      </w:r>
    </w:p>
    <w:p w:rsidR="005B3ED9" w:rsidRDefault="005B3ED9" w:rsidP="005B3ED9">
      <w:r>
        <w:t>906.6298</w:t>
      </w:r>
      <w:r>
        <w:tab/>
        <w:t>1.013e0</w:t>
      </w:r>
    </w:p>
    <w:p w:rsidR="005B3ED9" w:rsidRDefault="005B3ED9" w:rsidP="005B3ED9">
      <w:r>
        <w:t>906.6450</w:t>
      </w:r>
      <w:r>
        <w:tab/>
        <w:t>1.013e0</w:t>
      </w:r>
    </w:p>
    <w:p w:rsidR="005B3ED9" w:rsidRDefault="005B3ED9" w:rsidP="005B3ED9">
      <w:r>
        <w:t>906.7209</w:t>
      </w:r>
      <w:r>
        <w:tab/>
        <w:t>1.013e0</w:t>
      </w:r>
    </w:p>
    <w:p w:rsidR="005B3ED9" w:rsidRDefault="005B3ED9" w:rsidP="005B3ED9">
      <w:r>
        <w:t>906.7522</w:t>
      </w:r>
      <w:r>
        <w:tab/>
        <w:t>1.013e0</w:t>
      </w:r>
    </w:p>
    <w:p w:rsidR="005B3ED9" w:rsidRDefault="005B3ED9" w:rsidP="005B3ED9">
      <w:r>
        <w:t>906.8729</w:t>
      </w:r>
      <w:r>
        <w:tab/>
        <w:t>1.013e0</w:t>
      </w:r>
    </w:p>
    <w:p w:rsidR="005B3ED9" w:rsidRDefault="005B3ED9" w:rsidP="005B3ED9">
      <w:r>
        <w:lastRenderedPageBreak/>
        <w:t>906.9221</w:t>
      </w:r>
      <w:r>
        <w:tab/>
        <w:t>1.013e0</w:t>
      </w:r>
    </w:p>
    <w:p w:rsidR="005B3ED9" w:rsidRDefault="005B3ED9" w:rsidP="005B3ED9">
      <w:r>
        <w:t>906.9600</w:t>
      </w:r>
      <w:r>
        <w:tab/>
        <w:t>2.025e0</w:t>
      </w:r>
    </w:p>
    <w:p w:rsidR="005B3ED9" w:rsidRDefault="005B3ED9" w:rsidP="005B3ED9">
      <w:r>
        <w:t>907.0402</w:t>
      </w:r>
      <w:r>
        <w:tab/>
        <w:t>1.013e0</w:t>
      </w:r>
    </w:p>
    <w:p w:rsidR="005B3ED9" w:rsidRDefault="005B3ED9" w:rsidP="005B3ED9">
      <w:r>
        <w:t>907.0554</w:t>
      </w:r>
      <w:r>
        <w:tab/>
        <w:t>2.025e0</w:t>
      </w:r>
    </w:p>
    <w:p w:rsidR="005B3ED9" w:rsidRDefault="005B3ED9" w:rsidP="005B3ED9">
      <w:r>
        <w:t>907.2440</w:t>
      </w:r>
      <w:r>
        <w:tab/>
        <w:t>1.013e0</w:t>
      </w:r>
    </w:p>
    <w:p w:rsidR="005B3ED9" w:rsidRDefault="005B3ED9" w:rsidP="005B3ED9">
      <w:r>
        <w:t>907.2611</w:t>
      </w:r>
      <w:r>
        <w:tab/>
        <w:t>2.025e0</w:t>
      </w:r>
    </w:p>
    <w:p w:rsidR="005B3ED9" w:rsidRDefault="005B3ED9" w:rsidP="005B3ED9">
      <w:r>
        <w:t>907.2664</w:t>
      </w:r>
      <w:r>
        <w:tab/>
        <w:t>2.025e0</w:t>
      </w:r>
    </w:p>
    <w:p w:rsidR="005B3ED9" w:rsidRDefault="005B3ED9" w:rsidP="005B3ED9">
      <w:r>
        <w:t>907.3290</w:t>
      </w:r>
      <w:r>
        <w:tab/>
        <w:t>1.013e0</w:t>
      </w:r>
    </w:p>
    <w:p w:rsidR="005B3ED9" w:rsidRDefault="005B3ED9" w:rsidP="005B3ED9">
      <w:r>
        <w:t>907.4480</w:t>
      </w:r>
      <w:r>
        <w:tab/>
        <w:t>1.013e0</w:t>
      </w:r>
    </w:p>
    <w:p w:rsidR="005B3ED9" w:rsidRDefault="005B3ED9" w:rsidP="005B3ED9">
      <w:r>
        <w:t>907.5573</w:t>
      </w:r>
      <w:r>
        <w:tab/>
        <w:t>1.013e0</w:t>
      </w:r>
    </w:p>
    <w:p w:rsidR="005B3ED9" w:rsidRDefault="005B3ED9" w:rsidP="005B3ED9">
      <w:r>
        <w:t>907.6350</w:t>
      </w:r>
      <w:r>
        <w:tab/>
        <w:t>2.025e0</w:t>
      </w:r>
    </w:p>
    <w:p w:rsidR="005B3ED9" w:rsidRDefault="005B3ED9" w:rsidP="005B3ED9">
      <w:r>
        <w:t>907.6486</w:t>
      </w:r>
      <w:r>
        <w:tab/>
        <w:t>2.025e0</w:t>
      </w:r>
    </w:p>
    <w:p w:rsidR="005B3ED9" w:rsidRDefault="005B3ED9" w:rsidP="005B3ED9">
      <w:r>
        <w:t>907.7523</w:t>
      </w:r>
      <w:r>
        <w:tab/>
        <w:t>1.013e0</w:t>
      </w:r>
    </w:p>
    <w:p w:rsidR="005B3ED9" w:rsidRDefault="005B3ED9" w:rsidP="005B3ED9">
      <w:r>
        <w:t>907.8391</w:t>
      </w:r>
      <w:r>
        <w:tab/>
        <w:t>2.025e0</w:t>
      </w:r>
    </w:p>
    <w:p w:rsidR="005B3ED9" w:rsidRDefault="005B3ED9" w:rsidP="005B3ED9">
      <w:r>
        <w:t>907.8525</w:t>
      </w:r>
      <w:r>
        <w:tab/>
        <w:t>1.013e0</w:t>
      </w:r>
    </w:p>
    <w:p w:rsidR="005B3ED9" w:rsidRDefault="005B3ED9" w:rsidP="005B3ED9">
      <w:r>
        <w:t>907.8768</w:t>
      </w:r>
      <w:r>
        <w:tab/>
        <w:t>1.013e0</w:t>
      </w:r>
    </w:p>
    <w:p w:rsidR="005B3ED9" w:rsidRDefault="005B3ED9" w:rsidP="005B3ED9">
      <w:r>
        <w:t>907.9376</w:t>
      </w:r>
      <w:r>
        <w:tab/>
        <w:t>1.013e0</w:t>
      </w:r>
    </w:p>
    <w:p w:rsidR="005B3ED9" w:rsidRDefault="005B3ED9" w:rsidP="005B3ED9">
      <w:r>
        <w:t>908.0567</w:t>
      </w:r>
      <w:r>
        <w:tab/>
        <w:t>1.013e0</w:t>
      </w:r>
    </w:p>
    <w:p w:rsidR="005B3ED9" w:rsidRDefault="005B3ED9" w:rsidP="005B3ED9">
      <w:r>
        <w:t>908.0977</w:t>
      </w:r>
      <w:r>
        <w:tab/>
        <w:t>2.025e0</w:t>
      </w:r>
    </w:p>
    <w:p w:rsidR="005B3ED9" w:rsidRDefault="005B3ED9" w:rsidP="005B3ED9">
      <w:r>
        <w:lastRenderedPageBreak/>
        <w:t>908.1912</w:t>
      </w:r>
      <w:r>
        <w:tab/>
        <w:t>1.013e0</w:t>
      </w:r>
    </w:p>
    <w:p w:rsidR="005B3ED9" w:rsidRDefault="005B3ED9" w:rsidP="005B3ED9">
      <w:r>
        <w:t>908.2420</w:t>
      </w:r>
      <w:r>
        <w:tab/>
        <w:t>1.013e0</w:t>
      </w:r>
    </w:p>
    <w:p w:rsidR="005B3ED9" w:rsidRDefault="005B3ED9" w:rsidP="005B3ED9">
      <w:r>
        <w:t>908.3486</w:t>
      </w:r>
      <w:r>
        <w:tab/>
        <w:t>1.013e0</w:t>
      </w:r>
    </w:p>
    <w:p w:rsidR="005B3ED9" w:rsidRDefault="005B3ED9" w:rsidP="005B3ED9">
      <w:r>
        <w:t>908.3988</w:t>
      </w:r>
      <w:r>
        <w:tab/>
        <w:t>3.038e0</w:t>
      </w:r>
    </w:p>
    <w:p w:rsidR="005B3ED9" w:rsidRDefault="005B3ED9" w:rsidP="005B3ED9">
      <w:r>
        <w:t>908.4627</w:t>
      </w:r>
      <w:r>
        <w:tab/>
        <w:t>2.025e0</w:t>
      </w:r>
    </w:p>
    <w:p w:rsidR="005B3ED9" w:rsidRDefault="005B3ED9" w:rsidP="005B3ED9">
      <w:r>
        <w:t>908.5464</w:t>
      </w:r>
      <w:r>
        <w:tab/>
        <w:t>1.013e0</w:t>
      </w:r>
    </w:p>
    <w:p w:rsidR="005B3ED9" w:rsidRDefault="005B3ED9" w:rsidP="005B3ED9">
      <w:r>
        <w:t>908.5616</w:t>
      </w:r>
      <w:r>
        <w:tab/>
        <w:t>1.013e0</w:t>
      </w:r>
    </w:p>
    <w:p w:rsidR="005B3ED9" w:rsidRDefault="005B3ED9" w:rsidP="005B3ED9">
      <w:r>
        <w:t>908.6378</w:t>
      </w:r>
      <w:r>
        <w:tab/>
        <w:t>1.013e0</w:t>
      </w:r>
    </w:p>
    <w:p w:rsidR="005B3ED9" w:rsidRDefault="005B3ED9" w:rsidP="005B3ED9">
      <w:r>
        <w:t>908.6459</w:t>
      </w:r>
      <w:r>
        <w:tab/>
        <w:t>3.038e0</w:t>
      </w:r>
    </w:p>
    <w:p w:rsidR="005B3ED9" w:rsidRDefault="005B3ED9" w:rsidP="005B3ED9">
      <w:r>
        <w:t>908.7302</w:t>
      </w:r>
      <w:r>
        <w:tab/>
        <w:t>1.013e0</w:t>
      </w:r>
    </w:p>
    <w:p w:rsidR="005B3ED9" w:rsidRDefault="005B3ED9" w:rsidP="005B3ED9">
      <w:r>
        <w:t>908.8053</w:t>
      </w:r>
      <w:r>
        <w:tab/>
        <w:t>1.013e0</w:t>
      </w:r>
    </w:p>
    <w:p w:rsidR="005B3ED9" w:rsidRDefault="005B3ED9" w:rsidP="005B3ED9">
      <w:r>
        <w:t>908.8206</w:t>
      </w:r>
      <w:r>
        <w:tab/>
        <w:t>1.013e0</w:t>
      </w:r>
    </w:p>
    <w:p w:rsidR="005B3ED9" w:rsidRDefault="005B3ED9" w:rsidP="005B3ED9">
      <w:r>
        <w:t>909.0034</w:t>
      </w:r>
      <w:r>
        <w:tab/>
        <w:t>1.013e0</w:t>
      </w:r>
    </w:p>
    <w:p w:rsidR="005B3ED9" w:rsidRDefault="005B3ED9" w:rsidP="005B3ED9">
      <w:r>
        <w:t>909.0186</w:t>
      </w:r>
      <w:r>
        <w:tab/>
        <w:t>1.013e0</w:t>
      </w:r>
    </w:p>
    <w:p w:rsidR="005B3ED9" w:rsidRDefault="005B3ED9" w:rsidP="005B3ED9">
      <w:r>
        <w:t>909.0644</w:t>
      </w:r>
      <w:r>
        <w:tab/>
        <w:t>1.013e0</w:t>
      </w:r>
    </w:p>
    <w:p w:rsidR="005B3ED9" w:rsidRDefault="005B3ED9" w:rsidP="005B3ED9">
      <w:r>
        <w:t>909.1710</w:t>
      </w:r>
      <w:r>
        <w:tab/>
        <w:t>2.025e0</w:t>
      </w:r>
    </w:p>
    <w:p w:rsidR="005B3ED9" w:rsidRDefault="005B3ED9" w:rsidP="005B3ED9">
      <w:r>
        <w:t>909.1862</w:t>
      </w:r>
      <w:r>
        <w:tab/>
        <w:t>1.013e0</w:t>
      </w:r>
    </w:p>
    <w:p w:rsidR="005B3ED9" w:rsidRDefault="005B3ED9" w:rsidP="005B3ED9">
      <w:r>
        <w:t>909.2624</w:t>
      </w:r>
      <w:r>
        <w:tab/>
        <w:t>1.013e0</w:t>
      </w:r>
    </w:p>
    <w:p w:rsidR="005B3ED9" w:rsidRDefault="005B3ED9" w:rsidP="005B3ED9">
      <w:r>
        <w:t>909.4341</w:t>
      </w:r>
      <w:r>
        <w:tab/>
        <w:t>2.025e0</w:t>
      </w:r>
    </w:p>
    <w:p w:rsidR="005B3ED9" w:rsidRDefault="005B3ED9" w:rsidP="005B3ED9">
      <w:r>
        <w:lastRenderedPageBreak/>
        <w:t>909.7296</w:t>
      </w:r>
      <w:r>
        <w:tab/>
        <w:t>1.013e0</w:t>
      </w:r>
    </w:p>
    <w:p w:rsidR="005B3ED9" w:rsidRDefault="005B3ED9" w:rsidP="005B3ED9">
      <w:r>
        <w:t>909.7806</w:t>
      </w:r>
      <w:r>
        <w:tab/>
        <w:t>2.025e0</w:t>
      </w:r>
    </w:p>
    <w:p w:rsidR="005B3ED9" w:rsidRDefault="005B3ED9" w:rsidP="005B3ED9">
      <w:r>
        <w:t>909.9167</w:t>
      </w:r>
      <w:r>
        <w:tab/>
        <w:t>1.013e0</w:t>
      </w:r>
    </w:p>
    <w:p w:rsidR="005B3ED9" w:rsidRDefault="005B3ED9" w:rsidP="005B3ED9">
      <w:r>
        <w:t>909.9620</w:t>
      </w:r>
      <w:r>
        <w:tab/>
        <w:t>3.038e0</w:t>
      </w:r>
    </w:p>
    <w:p w:rsidR="005B3ED9" w:rsidRDefault="005B3ED9" w:rsidP="005B3ED9">
      <w:r>
        <w:t>910.0165</w:t>
      </w:r>
      <w:r>
        <w:tab/>
        <w:t>1.013e0</w:t>
      </w:r>
    </w:p>
    <w:p w:rsidR="005B3ED9" w:rsidRDefault="005B3ED9" w:rsidP="005B3ED9">
      <w:r>
        <w:t>910.0399</w:t>
      </w:r>
      <w:r>
        <w:tab/>
        <w:t>1.013e0</w:t>
      </w:r>
    </w:p>
    <w:p w:rsidR="005B3ED9" w:rsidRDefault="005B3ED9" w:rsidP="005B3ED9">
      <w:r>
        <w:t>910.2206</w:t>
      </w:r>
      <w:r>
        <w:tab/>
        <w:t>1.013e0</w:t>
      </w:r>
    </w:p>
    <w:p w:rsidR="005B3ED9" w:rsidRDefault="005B3ED9" w:rsidP="005B3ED9">
      <w:r>
        <w:t>910.2839</w:t>
      </w:r>
      <w:r>
        <w:tab/>
        <w:t>1.013e0</w:t>
      </w:r>
    </w:p>
    <w:p w:rsidR="005B3ED9" w:rsidRDefault="005B3ED9" w:rsidP="005B3ED9">
      <w:r>
        <w:t>910.3206</w:t>
      </w:r>
      <w:r>
        <w:tab/>
        <w:t>1.013e0</w:t>
      </w:r>
    </w:p>
    <w:p w:rsidR="005B3ED9" w:rsidRDefault="005B3ED9" w:rsidP="005B3ED9">
      <w:r>
        <w:t>910.5072</w:t>
      </w:r>
      <w:r>
        <w:tab/>
        <w:t>1.013e0</w:t>
      </w:r>
    </w:p>
    <w:p w:rsidR="005B3ED9" w:rsidRDefault="005B3ED9" w:rsidP="005B3ED9">
      <w:r>
        <w:t>910.6197</w:t>
      </w:r>
      <w:r>
        <w:tab/>
        <w:t>1.013e0</w:t>
      </w:r>
    </w:p>
    <w:p w:rsidR="005B3ED9" w:rsidRDefault="005B3ED9" w:rsidP="005B3ED9">
      <w:r>
        <w:t>910.6941</w:t>
      </w:r>
      <w:r>
        <w:tab/>
        <w:t>1.013e0</w:t>
      </w:r>
    </w:p>
    <w:p w:rsidR="005B3ED9" w:rsidRDefault="005B3ED9" w:rsidP="005B3ED9">
      <w:r>
        <w:t>910.7725</w:t>
      </w:r>
      <w:r>
        <w:tab/>
        <w:t>2.025e0</w:t>
      </w:r>
    </w:p>
    <w:p w:rsidR="005B3ED9" w:rsidRDefault="005B3ED9" w:rsidP="005B3ED9">
      <w:r>
        <w:t>910.9592</w:t>
      </w:r>
      <w:r>
        <w:tab/>
        <w:t>3.038e0</w:t>
      </w:r>
    </w:p>
    <w:p w:rsidR="005B3ED9" w:rsidRDefault="005B3ED9" w:rsidP="005B3ED9">
      <w:r>
        <w:t>911.2326</w:t>
      </w:r>
      <w:r>
        <w:tab/>
        <w:t>1.013e0</w:t>
      </w:r>
    </w:p>
    <w:p w:rsidR="005B3ED9" w:rsidRDefault="005B3ED9" w:rsidP="005B3ED9">
      <w:r>
        <w:t>911.2760</w:t>
      </w:r>
      <w:r>
        <w:tab/>
        <w:t>1.013e0</w:t>
      </w:r>
    </w:p>
    <w:p w:rsidR="005B3ED9" w:rsidRDefault="005B3ED9" w:rsidP="005B3ED9">
      <w:r>
        <w:t>911.3066</w:t>
      </w:r>
      <w:r>
        <w:tab/>
        <w:t>1.013e0</w:t>
      </w:r>
    </w:p>
    <w:p w:rsidR="005B3ED9" w:rsidRDefault="005B3ED9" w:rsidP="005B3ED9">
      <w:r>
        <w:t>911.4021</w:t>
      </w:r>
      <w:r>
        <w:tab/>
        <w:t>1.013e0</w:t>
      </w:r>
    </w:p>
    <w:p w:rsidR="005B3ED9" w:rsidRDefault="005B3ED9" w:rsidP="005B3ED9">
      <w:r>
        <w:t>911.5357</w:t>
      </w:r>
      <w:r>
        <w:tab/>
        <w:t>1.013e0</w:t>
      </w:r>
    </w:p>
    <w:p w:rsidR="005B3ED9" w:rsidRDefault="005B3ED9" w:rsidP="005B3ED9">
      <w:r>
        <w:lastRenderedPageBreak/>
        <w:t>911.5662</w:t>
      </w:r>
      <w:r>
        <w:tab/>
        <w:t>1.013e0</w:t>
      </w:r>
    </w:p>
    <w:p w:rsidR="005B3ED9" w:rsidRDefault="005B3ED9" w:rsidP="005B3ED9">
      <w:r>
        <w:t>911.6059</w:t>
      </w:r>
      <w:r>
        <w:tab/>
        <w:t>1.013e0</w:t>
      </w:r>
    </w:p>
    <w:p w:rsidR="005B3ED9" w:rsidRDefault="005B3ED9" w:rsidP="005B3ED9">
      <w:r>
        <w:t>911.6232</w:t>
      </w:r>
      <w:r>
        <w:tab/>
        <w:t>1.013e0</w:t>
      </w:r>
    </w:p>
    <w:p w:rsidR="005B3ED9" w:rsidRDefault="005B3ED9" w:rsidP="005B3ED9">
      <w:r>
        <w:t>911.7578</w:t>
      </w:r>
      <w:r>
        <w:tab/>
        <w:t>1.013e0</w:t>
      </w:r>
    </w:p>
    <w:p w:rsidR="005B3ED9" w:rsidRDefault="005B3ED9" w:rsidP="005B3ED9">
      <w:r>
        <w:t>911.8412</w:t>
      </w:r>
      <w:r>
        <w:tab/>
        <w:t>1.013e0</w:t>
      </w:r>
    </w:p>
    <w:p w:rsidR="005B3ED9" w:rsidRDefault="005B3ED9" w:rsidP="005B3ED9">
      <w:r>
        <w:t>911.9099</w:t>
      </w:r>
      <w:r>
        <w:tab/>
        <w:t>1.013e0</w:t>
      </w:r>
    </w:p>
    <w:p w:rsidR="005B3ED9" w:rsidRDefault="005B3ED9" w:rsidP="005B3ED9">
      <w:r>
        <w:t>911.9177</w:t>
      </w:r>
      <w:r>
        <w:tab/>
        <w:t>1.013e0</w:t>
      </w:r>
    </w:p>
    <w:p w:rsidR="005B3ED9" w:rsidRDefault="005B3ED9" w:rsidP="005B3ED9">
      <w:r>
        <w:t>912.0619</w:t>
      </w:r>
      <w:r>
        <w:tab/>
        <w:t>1.013e0</w:t>
      </w:r>
    </w:p>
    <w:p w:rsidR="005B3ED9" w:rsidRDefault="005B3ED9" w:rsidP="005B3ED9">
      <w:r>
        <w:t>912.1140</w:t>
      </w:r>
      <w:r>
        <w:tab/>
        <w:t>1.013e0</w:t>
      </w:r>
    </w:p>
    <w:p w:rsidR="005B3ED9" w:rsidRDefault="005B3ED9" w:rsidP="005B3ED9">
      <w:r>
        <w:t>912.2998</w:t>
      </w:r>
      <w:r>
        <w:tab/>
        <w:t>1.013e0</w:t>
      </w:r>
    </w:p>
    <w:p w:rsidR="005B3ED9" w:rsidRDefault="005B3ED9" w:rsidP="005B3ED9">
      <w:r>
        <w:t>912.3303</w:t>
      </w:r>
      <w:r>
        <w:tab/>
        <w:t>1.013e0</w:t>
      </w:r>
    </w:p>
    <w:p w:rsidR="005B3ED9" w:rsidRDefault="005B3ED9" w:rsidP="005B3ED9">
      <w:r>
        <w:t>912.5291</w:t>
      </w:r>
      <w:r>
        <w:tab/>
        <w:t>1.013e0</w:t>
      </w:r>
    </w:p>
    <w:p w:rsidR="005B3ED9" w:rsidRDefault="005B3ED9" w:rsidP="005B3ED9">
      <w:r>
        <w:t>912.5444</w:t>
      </w:r>
      <w:r>
        <w:tab/>
        <w:t>2.025e0</w:t>
      </w:r>
    </w:p>
    <w:p w:rsidR="005B3ED9" w:rsidRDefault="005B3ED9" w:rsidP="005B3ED9">
      <w:r>
        <w:t>912.6353</w:t>
      </w:r>
      <w:r>
        <w:tab/>
        <w:t>2.025e0</w:t>
      </w:r>
    </w:p>
    <w:p w:rsidR="005B3ED9" w:rsidRDefault="005B3ED9" w:rsidP="005B3ED9">
      <w:r>
        <w:t>912.7101</w:t>
      </w:r>
      <w:r>
        <w:tab/>
        <w:t>2.025e0</w:t>
      </w:r>
    </w:p>
    <w:p w:rsidR="005B3ED9" w:rsidRDefault="005B3ED9" w:rsidP="005B3ED9">
      <w:r>
        <w:t>912.8349</w:t>
      </w:r>
      <w:r>
        <w:tab/>
        <w:t>1.013e0</w:t>
      </w:r>
    </w:p>
    <w:p w:rsidR="005B3ED9" w:rsidRDefault="005B3ED9" w:rsidP="005B3ED9">
      <w:r>
        <w:t>913.1868</w:t>
      </w:r>
      <w:r>
        <w:tab/>
        <w:t>1.013e0</w:t>
      </w:r>
    </w:p>
    <w:p w:rsidR="005B3ED9" w:rsidRDefault="005B3ED9" w:rsidP="005B3ED9">
      <w:r>
        <w:t>913.2480</w:t>
      </w:r>
      <w:r>
        <w:tab/>
        <w:t>1.013e0</w:t>
      </w:r>
    </w:p>
    <w:p w:rsidR="005B3ED9" w:rsidRDefault="005B3ED9" w:rsidP="005B3ED9">
      <w:r>
        <w:t>913.3245</w:t>
      </w:r>
      <w:r>
        <w:tab/>
        <w:t>1.013e0</w:t>
      </w:r>
    </w:p>
    <w:p w:rsidR="005B3ED9" w:rsidRDefault="005B3ED9" w:rsidP="005B3ED9">
      <w:r>
        <w:lastRenderedPageBreak/>
        <w:t>913.4812</w:t>
      </w:r>
      <w:r>
        <w:tab/>
        <w:t>1.013e0</w:t>
      </w:r>
    </w:p>
    <w:p w:rsidR="005B3ED9" w:rsidRDefault="005B3ED9" w:rsidP="005B3ED9">
      <w:r>
        <w:t>913.5028</w:t>
      </w:r>
      <w:r>
        <w:tab/>
        <w:t>2.025e0</w:t>
      </w:r>
    </w:p>
    <w:p w:rsidR="005B3ED9" w:rsidRDefault="005B3ED9" w:rsidP="005B3ED9">
      <w:r>
        <w:t>913.5234</w:t>
      </w:r>
      <w:r>
        <w:tab/>
        <w:t>1.013e0</w:t>
      </w:r>
    </w:p>
    <w:p w:rsidR="005B3ED9" w:rsidRDefault="005B3ED9" w:rsidP="005B3ED9">
      <w:r>
        <w:t>913.6918</w:t>
      </w:r>
      <w:r>
        <w:tab/>
        <w:t>1.013e0</w:t>
      </w:r>
    </w:p>
    <w:p w:rsidR="005B3ED9" w:rsidRDefault="005B3ED9" w:rsidP="005B3ED9">
      <w:r>
        <w:t>913.8541</w:t>
      </w:r>
      <w:r>
        <w:tab/>
        <w:t>1.013e0</w:t>
      </w:r>
    </w:p>
    <w:p w:rsidR="005B3ED9" w:rsidRDefault="005B3ED9" w:rsidP="005B3ED9">
      <w:r>
        <w:t>913.8630</w:t>
      </w:r>
      <w:r>
        <w:tab/>
        <w:t>2.025e0</w:t>
      </w:r>
    </w:p>
    <w:p w:rsidR="005B3ED9" w:rsidRDefault="005B3ED9" w:rsidP="005B3ED9">
      <w:r>
        <w:t>913.9540</w:t>
      </w:r>
      <w:r>
        <w:tab/>
        <w:t>1.013e0</w:t>
      </w:r>
    </w:p>
    <w:p w:rsidR="005B3ED9" w:rsidRDefault="005B3ED9" w:rsidP="005B3ED9">
      <w:r>
        <w:t>914.0585</w:t>
      </w:r>
      <w:r>
        <w:tab/>
        <w:t>1.013e0</w:t>
      </w:r>
    </w:p>
    <w:p w:rsidR="005B3ED9" w:rsidRDefault="005B3ED9" w:rsidP="005B3ED9">
      <w:r>
        <w:t>914.1409</w:t>
      </w:r>
      <w:r>
        <w:tab/>
        <w:t>1.013e0</w:t>
      </w:r>
    </w:p>
    <w:p w:rsidR="005B3ED9" w:rsidRDefault="005B3ED9" w:rsidP="005B3ED9">
      <w:r>
        <w:t>914.1754</w:t>
      </w:r>
      <w:r>
        <w:tab/>
        <w:t>1.013e0</w:t>
      </w:r>
    </w:p>
    <w:p w:rsidR="005B3ED9" w:rsidRDefault="005B3ED9" w:rsidP="005B3ED9">
      <w:r>
        <w:t>914.1972</w:t>
      </w:r>
      <w:r>
        <w:tab/>
        <w:t>1.013e0</w:t>
      </w:r>
    </w:p>
    <w:p w:rsidR="005B3ED9" w:rsidRDefault="005B3ED9" w:rsidP="005B3ED9">
      <w:r>
        <w:t>914.2750</w:t>
      </w:r>
      <w:r>
        <w:tab/>
        <w:t>1.013e0</w:t>
      </w:r>
    </w:p>
    <w:p w:rsidR="005B3ED9" w:rsidRDefault="005B3ED9" w:rsidP="005B3ED9">
      <w:r>
        <w:t>914.3504</w:t>
      </w:r>
      <w:r>
        <w:tab/>
        <w:t>1.013e0</w:t>
      </w:r>
    </w:p>
    <w:p w:rsidR="005B3ED9" w:rsidRDefault="005B3ED9" w:rsidP="005B3ED9">
      <w:r>
        <w:t>914.4577</w:t>
      </w:r>
      <w:r>
        <w:tab/>
        <w:t>1.013e0</w:t>
      </w:r>
    </w:p>
    <w:p w:rsidR="005B3ED9" w:rsidRDefault="005B3ED9" w:rsidP="005B3ED9">
      <w:r>
        <w:t>914.4730</w:t>
      </w:r>
      <w:r>
        <w:tab/>
        <w:t>1.013e0</w:t>
      </w:r>
    </w:p>
    <w:p w:rsidR="005B3ED9" w:rsidRDefault="005B3ED9" w:rsidP="005B3ED9">
      <w:r>
        <w:t>914.6223</w:t>
      </w:r>
      <w:r>
        <w:tab/>
        <w:t>2.025e0</w:t>
      </w:r>
    </w:p>
    <w:p w:rsidR="005B3ED9" w:rsidRDefault="005B3ED9" w:rsidP="005B3ED9">
      <w:r>
        <w:t>914.6484</w:t>
      </w:r>
      <w:r>
        <w:tab/>
        <w:t>1.013e0</w:t>
      </w:r>
    </w:p>
    <w:p w:rsidR="005B3ED9" w:rsidRDefault="005B3ED9" w:rsidP="005B3ED9">
      <w:r>
        <w:t>914.7181</w:t>
      </w:r>
      <w:r>
        <w:tab/>
        <w:t>1.013e0</w:t>
      </w:r>
    </w:p>
    <w:p w:rsidR="005B3ED9" w:rsidRDefault="005B3ED9" w:rsidP="005B3ED9">
      <w:r>
        <w:t>914.7795</w:t>
      </w:r>
      <w:r>
        <w:tab/>
        <w:t>1.013e0</w:t>
      </w:r>
    </w:p>
    <w:p w:rsidR="005B3ED9" w:rsidRDefault="005B3ED9" w:rsidP="005B3ED9">
      <w:r>
        <w:lastRenderedPageBreak/>
        <w:t>914.8408</w:t>
      </w:r>
      <w:r>
        <w:tab/>
        <w:t>1.013e0</w:t>
      </w:r>
    </w:p>
    <w:p w:rsidR="005B3ED9" w:rsidRDefault="005B3ED9" w:rsidP="005B3ED9">
      <w:r>
        <w:t>914.9175</w:t>
      </w:r>
      <w:r>
        <w:tab/>
        <w:t>1.013e0</w:t>
      </w:r>
    </w:p>
    <w:p w:rsidR="005B3ED9" w:rsidRDefault="005B3ED9" w:rsidP="005B3ED9">
      <w:r>
        <w:t>915.0388</w:t>
      </w:r>
      <w:r>
        <w:tab/>
        <w:t>1.013e0</w:t>
      </w:r>
    </w:p>
    <w:p w:rsidR="005B3ED9" w:rsidRDefault="005B3ED9" w:rsidP="005B3ED9">
      <w:r>
        <w:t>915.0861</w:t>
      </w:r>
      <w:r>
        <w:tab/>
        <w:t>2.025e0</w:t>
      </w:r>
    </w:p>
    <w:p w:rsidR="005B3ED9" w:rsidRDefault="005B3ED9" w:rsidP="005B3ED9">
      <w:r>
        <w:t>915.1168</w:t>
      </w:r>
      <w:r>
        <w:tab/>
        <w:t>1.013e0</w:t>
      </w:r>
    </w:p>
    <w:p w:rsidR="005B3ED9" w:rsidRDefault="005B3ED9" w:rsidP="005B3ED9">
      <w:r>
        <w:t>915.1627</w:t>
      </w:r>
      <w:r>
        <w:tab/>
        <w:t>1.013e0</w:t>
      </w:r>
    </w:p>
    <w:p w:rsidR="005B3ED9" w:rsidRDefault="005B3ED9" w:rsidP="005B3ED9">
      <w:r>
        <w:t>915.3162</w:t>
      </w:r>
      <w:r>
        <w:tab/>
        <w:t>1.013e0</w:t>
      </w:r>
    </w:p>
    <w:p w:rsidR="005B3ED9" w:rsidRDefault="005B3ED9" w:rsidP="005B3ED9">
      <w:r>
        <w:t>915.4388</w:t>
      </w:r>
      <w:r>
        <w:tab/>
        <w:t>1.013e0</w:t>
      </w:r>
    </w:p>
    <w:p w:rsidR="005B3ED9" w:rsidRDefault="005B3ED9" w:rsidP="005B3ED9">
      <w:r>
        <w:t>915.5461</w:t>
      </w:r>
      <w:r>
        <w:tab/>
        <w:t>1.013e0</w:t>
      </w:r>
    </w:p>
    <w:p w:rsidR="005B3ED9" w:rsidRDefault="005B3ED9" w:rsidP="005B3ED9">
      <w:r>
        <w:t>915.6766</w:t>
      </w:r>
      <w:r>
        <w:tab/>
        <w:t>2.025e0</w:t>
      </w:r>
    </w:p>
    <w:p w:rsidR="005B3ED9" w:rsidRDefault="005B3ED9" w:rsidP="005B3ED9">
      <w:r>
        <w:t>915.7629</w:t>
      </w:r>
      <w:r>
        <w:tab/>
        <w:t>2.025e0</w:t>
      </w:r>
    </w:p>
    <w:p w:rsidR="005B3ED9" w:rsidRDefault="005B3ED9" w:rsidP="005B3ED9">
      <w:r>
        <w:t>915.7968</w:t>
      </w:r>
      <w:r>
        <w:tab/>
        <w:t>4.051e0</w:t>
      </w:r>
    </w:p>
    <w:p w:rsidR="005B3ED9" w:rsidRDefault="005B3ED9" w:rsidP="005B3ED9">
      <w:r>
        <w:t>915.9450</w:t>
      </w:r>
      <w:r>
        <w:tab/>
        <w:t>1.013e0</w:t>
      </w:r>
    </w:p>
    <w:p w:rsidR="005B3ED9" w:rsidRDefault="005B3ED9" w:rsidP="005B3ED9">
      <w:r>
        <w:t>916.1186</w:t>
      </w:r>
      <w:r>
        <w:tab/>
        <w:t>1.013e0</w:t>
      </w:r>
    </w:p>
    <w:p w:rsidR="005B3ED9" w:rsidRDefault="005B3ED9" w:rsidP="005B3ED9">
      <w:r>
        <w:t>916.1531</w:t>
      </w:r>
      <w:r>
        <w:tab/>
        <w:t>1.013e0</w:t>
      </w:r>
    </w:p>
    <w:p w:rsidR="005B3ED9" w:rsidRDefault="005B3ED9" w:rsidP="005B3ED9">
      <w:r>
        <w:t>916.1704</w:t>
      </w:r>
      <w:r>
        <w:tab/>
        <w:t>1.013e0</w:t>
      </w:r>
    </w:p>
    <w:p w:rsidR="005B3ED9" w:rsidRDefault="005B3ED9" w:rsidP="005B3ED9">
      <w:r>
        <w:t>916.3595</w:t>
      </w:r>
      <w:r>
        <w:tab/>
        <w:t>1.013e0</w:t>
      </w:r>
    </w:p>
    <w:p w:rsidR="005B3ED9" w:rsidRDefault="005B3ED9" w:rsidP="005B3ED9">
      <w:r>
        <w:t>916.5131</w:t>
      </w:r>
      <w:r>
        <w:tab/>
        <w:t>1.013e0</w:t>
      </w:r>
    </w:p>
    <w:p w:rsidR="005B3ED9" w:rsidRDefault="005B3ED9" w:rsidP="005B3ED9">
      <w:r>
        <w:t>916.5261</w:t>
      </w:r>
      <w:r>
        <w:tab/>
        <w:t>3.038e0</w:t>
      </w:r>
    </w:p>
    <w:p w:rsidR="005B3ED9" w:rsidRDefault="005B3ED9" w:rsidP="005B3ED9">
      <w:r>
        <w:lastRenderedPageBreak/>
        <w:t>916.5745</w:t>
      </w:r>
      <w:r>
        <w:tab/>
        <w:t>1.013e0</w:t>
      </w:r>
    </w:p>
    <w:p w:rsidR="005B3ED9" w:rsidRDefault="005B3ED9" w:rsidP="005B3ED9">
      <w:r>
        <w:t>916.6378</w:t>
      </w:r>
      <w:r>
        <w:tab/>
        <w:t>2.025e0</w:t>
      </w:r>
    </w:p>
    <w:p w:rsidR="005B3ED9" w:rsidRDefault="005B3ED9" w:rsidP="005B3ED9">
      <w:r>
        <w:t>916.7126</w:t>
      </w:r>
      <w:r>
        <w:tab/>
        <w:t>2.025e0</w:t>
      </w:r>
    </w:p>
    <w:p w:rsidR="005B3ED9" w:rsidRDefault="005B3ED9" w:rsidP="005B3ED9">
      <w:r>
        <w:t>916.7894</w:t>
      </w:r>
      <w:r>
        <w:tab/>
        <w:t>2.025e0</w:t>
      </w:r>
    </w:p>
    <w:p w:rsidR="005B3ED9" w:rsidRDefault="005B3ED9" w:rsidP="005B3ED9">
      <w:r>
        <w:t>917.0505</w:t>
      </w:r>
      <w:r>
        <w:tab/>
        <w:t>1.013e0</w:t>
      </w:r>
    </w:p>
    <w:p w:rsidR="005B3ED9" w:rsidRDefault="005B3ED9" w:rsidP="005B3ED9">
      <w:r>
        <w:t>917.1274</w:t>
      </w:r>
      <w:r>
        <w:tab/>
        <w:t>1.013e0</w:t>
      </w:r>
    </w:p>
    <w:p w:rsidR="005B3ED9" w:rsidRDefault="005B3ED9" w:rsidP="005B3ED9">
      <w:r>
        <w:t>917.1504</w:t>
      </w:r>
      <w:r>
        <w:tab/>
        <w:t>1.013e0</w:t>
      </w:r>
    </w:p>
    <w:p w:rsidR="005B3ED9" w:rsidRDefault="005B3ED9" w:rsidP="005B3ED9">
      <w:r>
        <w:t>917.2656</w:t>
      </w:r>
      <w:r>
        <w:tab/>
        <w:t>1.013e0</w:t>
      </w:r>
    </w:p>
    <w:p w:rsidR="005B3ED9" w:rsidRDefault="005B3ED9" w:rsidP="005B3ED9">
      <w:r>
        <w:t>917.3715</w:t>
      </w:r>
      <w:r>
        <w:tab/>
        <w:t>2.025e0</w:t>
      </w:r>
    </w:p>
    <w:p w:rsidR="005B3ED9" w:rsidRDefault="005B3ED9" w:rsidP="005B3ED9">
      <w:r>
        <w:t>917.4963</w:t>
      </w:r>
      <w:r>
        <w:tab/>
        <w:t>1.013e0</w:t>
      </w:r>
    </w:p>
    <w:p w:rsidR="005B3ED9" w:rsidRDefault="005B3ED9" w:rsidP="005B3ED9">
      <w:r>
        <w:t>917.5423</w:t>
      </w:r>
      <w:r>
        <w:tab/>
        <w:t>1.013e0</w:t>
      </w:r>
    </w:p>
    <w:p w:rsidR="005B3ED9" w:rsidRDefault="005B3ED9" w:rsidP="005B3ED9">
      <w:r>
        <w:t>917.7267</w:t>
      </w:r>
      <w:r>
        <w:tab/>
        <w:t>1.013e0</w:t>
      </w:r>
    </w:p>
    <w:p w:rsidR="005B3ED9" w:rsidRDefault="005B3ED9" w:rsidP="005B3ED9">
      <w:r>
        <w:t>917.7422</w:t>
      </w:r>
      <w:r>
        <w:tab/>
        <w:t>2.025e0</w:t>
      </w:r>
    </w:p>
    <w:p w:rsidR="005B3ED9" w:rsidRDefault="005B3ED9" w:rsidP="005B3ED9">
      <w:r>
        <w:t>917.7658</w:t>
      </w:r>
      <w:r>
        <w:tab/>
        <w:t>2.025e0</w:t>
      </w:r>
    </w:p>
    <w:p w:rsidR="005B3ED9" w:rsidRDefault="005B3ED9" w:rsidP="005B3ED9">
      <w:r>
        <w:t>917.8168</w:t>
      </w:r>
      <w:r>
        <w:tab/>
        <w:t>3.038e0</w:t>
      </w:r>
    </w:p>
    <w:p w:rsidR="005B3ED9" w:rsidRDefault="005B3ED9" w:rsidP="005B3ED9">
      <w:r>
        <w:t>917.9598</w:t>
      </w:r>
      <w:r>
        <w:tab/>
        <w:t>2.025e0</w:t>
      </w:r>
    </w:p>
    <w:p w:rsidR="005B3ED9" w:rsidRDefault="005B3ED9" w:rsidP="005B3ED9">
      <w:r>
        <w:t>918.0301</w:t>
      </w:r>
      <w:r>
        <w:tab/>
        <w:t>1.013e0</w:t>
      </w:r>
    </w:p>
    <w:p w:rsidR="005B3ED9" w:rsidRDefault="005B3ED9" w:rsidP="005B3ED9">
      <w:r>
        <w:t>918.2035</w:t>
      </w:r>
      <w:r>
        <w:tab/>
        <w:t>2.025e0</w:t>
      </w:r>
    </w:p>
    <w:p w:rsidR="005B3ED9" w:rsidRDefault="005B3ED9" w:rsidP="005B3ED9">
      <w:r>
        <w:t>918.2959</w:t>
      </w:r>
      <w:r>
        <w:tab/>
        <w:t>1.013e0</w:t>
      </w:r>
    </w:p>
    <w:p w:rsidR="005B3ED9" w:rsidRDefault="005B3ED9" w:rsidP="005B3ED9">
      <w:r>
        <w:lastRenderedPageBreak/>
        <w:t>918.3266</w:t>
      </w:r>
      <w:r>
        <w:tab/>
        <w:t>2.025e0</w:t>
      </w:r>
    </w:p>
    <w:p w:rsidR="005B3ED9" w:rsidRDefault="005B3ED9" w:rsidP="005B3ED9">
      <w:r>
        <w:t>918.4501</w:t>
      </w:r>
      <w:r>
        <w:tab/>
        <w:t>1.013e0</w:t>
      </w:r>
    </w:p>
    <w:p w:rsidR="005B3ED9" w:rsidRDefault="005B3ED9" w:rsidP="005B3ED9">
      <w:r>
        <w:t>918.5266</w:t>
      </w:r>
      <w:r>
        <w:tab/>
        <w:t>1.013e0</w:t>
      </w:r>
    </w:p>
    <w:p w:rsidR="005B3ED9" w:rsidRDefault="005B3ED9" w:rsidP="005B3ED9">
      <w:r>
        <w:t>918.5794</w:t>
      </w:r>
      <w:r>
        <w:tab/>
        <w:t>2.025e0</w:t>
      </w:r>
    </w:p>
    <w:p w:rsidR="005B3ED9" w:rsidRDefault="005B3ED9" w:rsidP="005B3ED9">
      <w:r>
        <w:t>918.6589</w:t>
      </w:r>
      <w:r>
        <w:tab/>
        <w:t>2.025e0</w:t>
      </w:r>
    </w:p>
    <w:p w:rsidR="005B3ED9" w:rsidRDefault="005B3ED9" w:rsidP="005B3ED9">
      <w:r>
        <w:t>918.8056</w:t>
      </w:r>
      <w:r>
        <w:tab/>
        <w:t>1.013e0</w:t>
      </w:r>
    </w:p>
    <w:p w:rsidR="005B3ED9" w:rsidRDefault="005B3ED9" w:rsidP="005B3ED9">
      <w:r>
        <w:t>918.8452</w:t>
      </w:r>
      <w:r>
        <w:tab/>
        <w:t>3.038e0</w:t>
      </w:r>
    </w:p>
    <w:p w:rsidR="005B3ED9" w:rsidRDefault="005B3ED9" w:rsidP="005B3ED9">
      <w:r>
        <w:t>918.8651</w:t>
      </w:r>
      <w:r>
        <w:tab/>
        <w:t>1.013e0</w:t>
      </w:r>
    </w:p>
    <w:p w:rsidR="005B3ED9" w:rsidRDefault="005B3ED9" w:rsidP="005B3ED9">
      <w:r>
        <w:t>919.0345</w:t>
      </w:r>
      <w:r>
        <w:tab/>
        <w:t>1.013e0</w:t>
      </w:r>
    </w:p>
    <w:p w:rsidR="005B3ED9" w:rsidRDefault="005B3ED9" w:rsidP="005B3ED9">
      <w:r>
        <w:t>919.0654</w:t>
      </w:r>
      <w:r>
        <w:tab/>
        <w:t>1.013e0</w:t>
      </w:r>
    </w:p>
    <w:p w:rsidR="005B3ED9" w:rsidRDefault="005B3ED9" w:rsidP="005B3ED9">
      <w:r>
        <w:t>919.1270</w:t>
      </w:r>
      <w:r>
        <w:tab/>
        <w:t>1.013e0</w:t>
      </w:r>
    </w:p>
    <w:p w:rsidR="005B3ED9" w:rsidRDefault="005B3ED9" w:rsidP="005B3ED9">
      <w:r>
        <w:t>919.1785</w:t>
      </w:r>
      <w:r>
        <w:tab/>
        <w:t>1.013e0</w:t>
      </w:r>
    </w:p>
    <w:p w:rsidR="005B3ED9" w:rsidRDefault="005B3ED9" w:rsidP="005B3ED9">
      <w:r>
        <w:t>919.2500</w:t>
      </w:r>
      <w:r>
        <w:tab/>
        <w:t>1.013e0</w:t>
      </w:r>
    </w:p>
    <w:p w:rsidR="005B3ED9" w:rsidRDefault="005B3ED9" w:rsidP="005B3ED9">
      <w:r>
        <w:t>919.2963</w:t>
      </w:r>
      <w:r>
        <w:tab/>
        <w:t>1.013e0</w:t>
      </w:r>
    </w:p>
    <w:p w:rsidR="005B3ED9" w:rsidRDefault="005B3ED9" w:rsidP="005B3ED9">
      <w:r>
        <w:t>919.5427</w:t>
      </w:r>
      <w:r>
        <w:tab/>
        <w:t>1.013e0</w:t>
      </w:r>
    </w:p>
    <w:p w:rsidR="005B3ED9" w:rsidRDefault="005B3ED9" w:rsidP="005B3ED9">
      <w:r>
        <w:t>919.5889</w:t>
      </w:r>
      <w:r>
        <w:tab/>
        <w:t>1.013e0</w:t>
      </w:r>
    </w:p>
    <w:p w:rsidR="005B3ED9" w:rsidRDefault="005B3ED9" w:rsidP="005B3ED9">
      <w:r>
        <w:t>919.6198</w:t>
      </w:r>
      <w:r>
        <w:tab/>
        <w:t>1.013e0</w:t>
      </w:r>
    </w:p>
    <w:p w:rsidR="005B3ED9" w:rsidRDefault="005B3ED9" w:rsidP="005B3ED9">
      <w:r>
        <w:t>919.6677</w:t>
      </w:r>
      <w:r>
        <w:tab/>
        <w:t>1.013e0</w:t>
      </w:r>
    </w:p>
    <w:p w:rsidR="005B3ED9" w:rsidRDefault="005B3ED9" w:rsidP="005B3ED9">
      <w:r>
        <w:t>919.6814</w:t>
      </w:r>
      <w:r>
        <w:tab/>
        <w:t>1.013e0</w:t>
      </w:r>
    </w:p>
    <w:p w:rsidR="005B3ED9" w:rsidRDefault="005B3ED9" w:rsidP="005B3ED9">
      <w:r>
        <w:lastRenderedPageBreak/>
        <w:t>919.8046</w:t>
      </w:r>
      <w:r>
        <w:tab/>
        <w:t>2.025e0</w:t>
      </w:r>
    </w:p>
    <w:p w:rsidR="005B3ED9" w:rsidRDefault="005B3ED9" w:rsidP="005B3ED9">
      <w:r>
        <w:t>919.9586</w:t>
      </w:r>
      <w:r>
        <w:tab/>
        <w:t>1.013e0</w:t>
      </w:r>
    </w:p>
    <w:p w:rsidR="005B3ED9" w:rsidRDefault="005B3ED9" w:rsidP="005B3ED9">
      <w:r>
        <w:t>920.1272</w:t>
      </w:r>
      <w:r>
        <w:tab/>
        <w:t>1.013e0</w:t>
      </w:r>
    </w:p>
    <w:p w:rsidR="005B3ED9" w:rsidRDefault="005B3ED9" w:rsidP="005B3ED9">
      <w:r>
        <w:t>920.2094</w:t>
      </w:r>
      <w:r>
        <w:tab/>
        <w:t>2.025e0</w:t>
      </w:r>
    </w:p>
    <w:p w:rsidR="005B3ED9" w:rsidRDefault="005B3ED9" w:rsidP="005B3ED9">
      <w:r>
        <w:t>920.3594</w:t>
      </w:r>
      <w:r>
        <w:tab/>
        <w:t>1.013e0</w:t>
      </w:r>
    </w:p>
    <w:p w:rsidR="005B3ED9" w:rsidRDefault="005B3ED9" w:rsidP="005B3ED9">
      <w:r>
        <w:t>920.4648</w:t>
      </w:r>
      <w:r>
        <w:tab/>
        <w:t>1.013e0</w:t>
      </w:r>
    </w:p>
    <w:p w:rsidR="005B3ED9" w:rsidRDefault="005B3ED9" w:rsidP="005B3ED9">
      <w:r>
        <w:t>920.5059</w:t>
      </w:r>
      <w:r>
        <w:tab/>
        <w:t>2.025e0</w:t>
      </w:r>
    </w:p>
    <w:p w:rsidR="005B3ED9" w:rsidRDefault="005B3ED9" w:rsidP="005B3ED9">
      <w:r>
        <w:t>920.5752</w:t>
      </w:r>
      <w:r>
        <w:tab/>
        <w:t>1.013e0</w:t>
      </w:r>
    </w:p>
    <w:p w:rsidR="005B3ED9" w:rsidRDefault="005B3ED9" w:rsidP="005B3ED9">
      <w:r>
        <w:t>920.6534</w:t>
      </w:r>
      <w:r>
        <w:tab/>
        <w:t>2.025e0</w:t>
      </w:r>
    </w:p>
    <w:p w:rsidR="005B3ED9" w:rsidRDefault="005B3ED9" w:rsidP="005B3ED9">
      <w:r>
        <w:t>920.7295</w:t>
      </w:r>
      <w:r>
        <w:tab/>
        <w:t>1.013e0</w:t>
      </w:r>
    </w:p>
    <w:p w:rsidR="005B3ED9" w:rsidRDefault="005B3ED9" w:rsidP="005B3ED9">
      <w:r>
        <w:t>920.8683</w:t>
      </w:r>
      <w:r>
        <w:tab/>
        <w:t>1.013e0</w:t>
      </w:r>
    </w:p>
    <w:p w:rsidR="005B3ED9" w:rsidRDefault="005B3ED9" w:rsidP="005B3ED9">
      <w:r>
        <w:t>920.8991</w:t>
      </w:r>
      <w:r>
        <w:tab/>
        <w:t>1.013e0</w:t>
      </w:r>
    </w:p>
    <w:p w:rsidR="005B3ED9" w:rsidRDefault="005B3ED9" w:rsidP="005B3ED9">
      <w:r>
        <w:t>920.9299</w:t>
      </w:r>
      <w:r>
        <w:tab/>
        <w:t>1.013e0</w:t>
      </w:r>
    </w:p>
    <w:p w:rsidR="005B3ED9" w:rsidRDefault="005B3ED9" w:rsidP="005B3ED9">
      <w:r>
        <w:t>920.9802</w:t>
      </w:r>
      <w:r>
        <w:tab/>
        <w:t>2.025e0</w:t>
      </w:r>
    </w:p>
    <w:p w:rsidR="005B3ED9" w:rsidRDefault="005B3ED9" w:rsidP="005B3ED9">
      <w:r>
        <w:t>921.0226</w:t>
      </w:r>
      <w:r>
        <w:tab/>
        <w:t>1.013e0</w:t>
      </w:r>
    </w:p>
    <w:p w:rsidR="005B3ED9" w:rsidRDefault="005B3ED9" w:rsidP="005B3ED9">
      <w:r>
        <w:t>921.0380</w:t>
      </w:r>
      <w:r>
        <w:tab/>
        <w:t>1.013e0</w:t>
      </w:r>
    </w:p>
    <w:p w:rsidR="005B3ED9" w:rsidRDefault="005B3ED9" w:rsidP="005B3ED9">
      <w:r>
        <w:t>921.1459</w:t>
      </w:r>
      <w:r>
        <w:tab/>
        <w:t>1.013e0</w:t>
      </w:r>
    </w:p>
    <w:p w:rsidR="005B3ED9" w:rsidRDefault="005B3ED9" w:rsidP="005B3ED9">
      <w:r>
        <w:t>921.3466</w:t>
      </w:r>
      <w:r>
        <w:tab/>
        <w:t>1.013e0</w:t>
      </w:r>
    </w:p>
    <w:p w:rsidR="005B3ED9" w:rsidRDefault="005B3ED9" w:rsidP="005B3ED9">
      <w:r>
        <w:t>921.4546</w:t>
      </w:r>
      <w:r>
        <w:tab/>
        <w:t>2.025e0</w:t>
      </w:r>
    </w:p>
    <w:p w:rsidR="005B3ED9" w:rsidRDefault="005B3ED9" w:rsidP="005B3ED9">
      <w:r>
        <w:lastRenderedPageBreak/>
        <w:t>921.5317</w:t>
      </w:r>
      <w:r>
        <w:tab/>
        <w:t>1.013e0</w:t>
      </w:r>
    </w:p>
    <w:p w:rsidR="005B3ED9" w:rsidRDefault="005B3ED9" w:rsidP="005B3ED9">
      <w:r>
        <w:t>921.6288</w:t>
      </w:r>
      <w:r>
        <w:tab/>
        <w:t>2.025e0</w:t>
      </w:r>
    </w:p>
    <w:p w:rsidR="005B3ED9" w:rsidRDefault="005B3ED9" w:rsidP="005B3ED9">
      <w:r>
        <w:t>921.7016</w:t>
      </w:r>
      <w:r>
        <w:tab/>
        <w:t>1.013e0</w:t>
      </w:r>
    </w:p>
    <w:p w:rsidR="005B3ED9" w:rsidRDefault="005B3ED9" w:rsidP="005B3ED9">
      <w:r>
        <w:t>921.7632</w:t>
      </w:r>
      <w:r>
        <w:tab/>
        <w:t>1.013e0</w:t>
      </w:r>
    </w:p>
    <w:p w:rsidR="005B3ED9" w:rsidRDefault="005B3ED9" w:rsidP="005B3ED9">
      <w:r>
        <w:t>921.8097</w:t>
      </w:r>
      <w:r>
        <w:tab/>
        <w:t>1.013e0</w:t>
      </w:r>
    </w:p>
    <w:p w:rsidR="005B3ED9" w:rsidRDefault="005B3ED9" w:rsidP="005B3ED9">
      <w:r>
        <w:t>921.9022</w:t>
      </w:r>
      <w:r>
        <w:tab/>
        <w:t>1.013e0</w:t>
      </w:r>
    </w:p>
    <w:p w:rsidR="005B3ED9" w:rsidRDefault="005B3ED9" w:rsidP="005B3ED9">
      <w:r>
        <w:t>922.0566</w:t>
      </w:r>
      <w:r>
        <w:tab/>
        <w:t>1.013e0</w:t>
      </w:r>
    </w:p>
    <w:p w:rsidR="005B3ED9" w:rsidRDefault="005B3ED9" w:rsidP="005B3ED9">
      <w:r>
        <w:t>922.2111</w:t>
      </w:r>
      <w:r>
        <w:tab/>
        <w:t>1.013e0</w:t>
      </w:r>
    </w:p>
    <w:p w:rsidR="005B3ED9" w:rsidRDefault="005B3ED9" w:rsidP="005B3ED9">
      <w:r>
        <w:t>922.3567</w:t>
      </w:r>
      <w:r>
        <w:tab/>
        <w:t>1.013e0</w:t>
      </w:r>
    </w:p>
    <w:p w:rsidR="005B3ED9" w:rsidRDefault="005B3ED9" w:rsidP="005B3ED9">
      <w:r>
        <w:t>922.4285</w:t>
      </w:r>
      <w:r>
        <w:tab/>
        <w:t>2.025e0</w:t>
      </w:r>
    </w:p>
    <w:p w:rsidR="005B3ED9" w:rsidRDefault="005B3ED9" w:rsidP="005B3ED9">
      <w:r>
        <w:t>922.5974</w:t>
      </w:r>
      <w:r>
        <w:tab/>
        <w:t>2.025e0</w:t>
      </w:r>
    </w:p>
    <w:p w:rsidR="005B3ED9" w:rsidRDefault="005B3ED9" w:rsidP="005B3ED9">
      <w:r>
        <w:t>922.6129</w:t>
      </w:r>
      <w:r>
        <w:tab/>
        <w:t>1.013e0</w:t>
      </w:r>
    </w:p>
    <w:p w:rsidR="005B3ED9" w:rsidRDefault="005B3ED9" w:rsidP="005B3ED9">
      <w:r>
        <w:t>922.6901</w:t>
      </w:r>
      <w:r>
        <w:tab/>
        <w:t>1.013e0</w:t>
      </w:r>
    </w:p>
    <w:p w:rsidR="005B3ED9" w:rsidRDefault="005B3ED9" w:rsidP="005B3ED9">
      <w:r>
        <w:t>922.7460</w:t>
      </w:r>
      <w:r>
        <w:tab/>
        <w:t>1.013e0</w:t>
      </w:r>
    </w:p>
    <w:p w:rsidR="005B3ED9" w:rsidRDefault="005B3ED9" w:rsidP="005B3ED9">
      <w:r>
        <w:t>922.7983</w:t>
      </w:r>
      <w:r>
        <w:tab/>
        <w:t>1.013e0</w:t>
      </w:r>
    </w:p>
    <w:p w:rsidR="005B3ED9" w:rsidRDefault="005B3ED9" w:rsidP="005B3ED9">
      <w:r>
        <w:t>923.0457</w:t>
      </w:r>
      <w:r>
        <w:tab/>
        <w:t>1.013e0</w:t>
      </w:r>
    </w:p>
    <w:p w:rsidR="005B3ED9" w:rsidRDefault="005B3ED9" w:rsidP="005B3ED9">
      <w:r>
        <w:t>923.2003</w:t>
      </w:r>
      <w:r>
        <w:tab/>
        <w:t>2.025e0</w:t>
      </w:r>
    </w:p>
    <w:p w:rsidR="005B3ED9" w:rsidRDefault="005B3ED9" w:rsidP="005B3ED9">
      <w:r>
        <w:t>923.2465</w:t>
      </w:r>
      <w:r>
        <w:tab/>
        <w:t>1.013e0</w:t>
      </w:r>
    </w:p>
    <w:p w:rsidR="005B3ED9" w:rsidRDefault="005B3ED9" w:rsidP="005B3ED9">
      <w:r>
        <w:t>923.2853</w:t>
      </w:r>
      <w:r>
        <w:tab/>
        <w:t>2.025e0</w:t>
      </w:r>
    </w:p>
    <w:p w:rsidR="005B3ED9" w:rsidRDefault="005B3ED9" w:rsidP="005B3ED9">
      <w:r>
        <w:lastRenderedPageBreak/>
        <w:t>923.3158</w:t>
      </w:r>
      <w:r>
        <w:tab/>
        <w:t>2.025e0</w:t>
      </w:r>
    </w:p>
    <w:p w:rsidR="005B3ED9" w:rsidRDefault="005B3ED9" w:rsidP="005B3ED9">
      <w:r>
        <w:t>923.3549</w:t>
      </w:r>
      <w:r>
        <w:tab/>
        <w:t>1.013e0</w:t>
      </w:r>
    </w:p>
    <w:p w:rsidR="005B3ED9" w:rsidRDefault="005B3ED9" w:rsidP="005B3ED9">
      <w:r>
        <w:t>923.4321</w:t>
      </w:r>
      <w:r>
        <w:tab/>
        <w:t>1.013e0</w:t>
      </w:r>
    </w:p>
    <w:p w:rsidR="005B3ED9" w:rsidRDefault="005B3ED9" w:rsidP="005B3ED9">
      <w:r>
        <w:t>923.4941</w:t>
      </w:r>
      <w:r>
        <w:tab/>
        <w:t>1.013e0</w:t>
      </w:r>
    </w:p>
    <w:p w:rsidR="005B3ED9" w:rsidRDefault="005B3ED9" w:rsidP="005B3ED9">
      <w:r>
        <w:t>923.5249</w:t>
      </w:r>
      <w:r>
        <w:tab/>
        <w:t>1.013e0</w:t>
      </w:r>
    </w:p>
    <w:p w:rsidR="005B3ED9" w:rsidRDefault="005B3ED9" w:rsidP="005B3ED9">
      <w:r>
        <w:t>923.5392</w:t>
      </w:r>
      <w:r>
        <w:tab/>
        <w:t>2.025e0</w:t>
      </w:r>
    </w:p>
    <w:p w:rsidR="005B3ED9" w:rsidRDefault="005B3ED9" w:rsidP="005B3ED9">
      <w:r>
        <w:t>923.6332</w:t>
      </w:r>
      <w:r>
        <w:tab/>
        <w:t>1.013e0</w:t>
      </w:r>
    </w:p>
    <w:p w:rsidR="005B3ED9" w:rsidRDefault="005B3ED9" w:rsidP="005B3ED9">
      <w:r>
        <w:t>923.7040</w:t>
      </w:r>
      <w:r>
        <w:tab/>
        <w:t>2.025e0</w:t>
      </w:r>
    </w:p>
    <w:p w:rsidR="005B3ED9" w:rsidRDefault="005B3ED9" w:rsidP="005B3ED9">
      <w:r>
        <w:t>923.7103</w:t>
      </w:r>
      <w:r>
        <w:tab/>
        <w:t>2.025e0</w:t>
      </w:r>
    </w:p>
    <w:p w:rsidR="005B3ED9" w:rsidRDefault="005B3ED9" w:rsidP="005B3ED9">
      <w:r>
        <w:t>923.8035</w:t>
      </w:r>
      <w:r>
        <w:tab/>
        <w:t>2.025e0</w:t>
      </w:r>
    </w:p>
    <w:p w:rsidR="005B3ED9" w:rsidRDefault="005B3ED9" w:rsidP="005B3ED9">
      <w:r>
        <w:t>923.8711</w:t>
      </w:r>
      <w:r>
        <w:tab/>
        <w:t>2.025e0</w:t>
      </w:r>
    </w:p>
    <w:p w:rsidR="005B3ED9" w:rsidRDefault="005B3ED9" w:rsidP="005B3ED9">
      <w:r>
        <w:t>923.9232</w:t>
      </w:r>
      <w:r>
        <w:tab/>
        <w:t>6.076e0</w:t>
      </w:r>
    </w:p>
    <w:p w:rsidR="005B3ED9" w:rsidRDefault="005B3ED9" w:rsidP="005B3ED9">
      <w:r>
        <w:t>924.0355</w:t>
      </w:r>
      <w:r>
        <w:tab/>
        <w:t>1.013e0</w:t>
      </w:r>
    </w:p>
    <w:p w:rsidR="005B3ED9" w:rsidRDefault="005B3ED9" w:rsidP="005B3ED9">
      <w:r>
        <w:t>924.1439</w:t>
      </w:r>
      <w:r>
        <w:tab/>
        <w:t>1.013e0</w:t>
      </w:r>
    </w:p>
    <w:p w:rsidR="005B3ED9" w:rsidRDefault="005B3ED9" w:rsidP="005B3ED9">
      <w:r>
        <w:t>924.1826</w:t>
      </w:r>
      <w:r>
        <w:tab/>
        <w:t>1.013e0</w:t>
      </w:r>
    </w:p>
    <w:p w:rsidR="005B3ED9" w:rsidRDefault="005B3ED9" w:rsidP="005B3ED9">
      <w:r>
        <w:t>924.3077</w:t>
      </w:r>
      <w:r>
        <w:tab/>
        <w:t>2.025e0</w:t>
      </w:r>
    </w:p>
    <w:p w:rsidR="005B3ED9" w:rsidRDefault="005B3ED9" w:rsidP="005B3ED9">
      <w:r>
        <w:t>924.3760</w:t>
      </w:r>
      <w:r>
        <w:tab/>
        <w:t>1.013e0</w:t>
      </w:r>
    </w:p>
    <w:p w:rsidR="005B3ED9" w:rsidRDefault="005B3ED9" w:rsidP="005B3ED9">
      <w:r>
        <w:t>924.4846</w:t>
      </w:r>
      <w:r>
        <w:tab/>
        <w:t>3.038e0</w:t>
      </w:r>
    </w:p>
    <w:p w:rsidR="005B3ED9" w:rsidRDefault="005B3ED9" w:rsidP="005B3ED9">
      <w:r>
        <w:t>924.6886</w:t>
      </w:r>
      <w:r>
        <w:tab/>
        <w:t>1.013e0</w:t>
      </w:r>
    </w:p>
    <w:p w:rsidR="005B3ED9" w:rsidRDefault="005B3ED9" w:rsidP="005B3ED9">
      <w:r>
        <w:lastRenderedPageBreak/>
        <w:t>924.7927</w:t>
      </w:r>
      <w:r>
        <w:tab/>
        <w:t>2.025e0</w:t>
      </w:r>
    </w:p>
    <w:p w:rsidR="005B3ED9" w:rsidRDefault="005B3ED9" w:rsidP="005B3ED9">
      <w:r>
        <w:t>924.8095</w:t>
      </w:r>
      <w:r>
        <w:tab/>
        <w:t>1.013e0</w:t>
      </w:r>
    </w:p>
    <w:p w:rsidR="005B3ED9" w:rsidRDefault="005B3ED9" w:rsidP="005B3ED9">
      <w:r>
        <w:t>924.9205</w:t>
      </w:r>
      <w:r>
        <w:tab/>
        <w:t>2.025e0</w:t>
      </w:r>
    </w:p>
    <w:p w:rsidR="005B3ED9" w:rsidRDefault="005B3ED9" w:rsidP="005B3ED9">
      <w:r>
        <w:t>924.9611</w:t>
      </w:r>
      <w:r>
        <w:tab/>
        <w:t>1.013e0</w:t>
      </w:r>
    </w:p>
    <w:p w:rsidR="005B3ED9" w:rsidRDefault="005B3ED9" w:rsidP="005B3ED9">
      <w:r>
        <w:t>924.9877</w:t>
      </w:r>
      <w:r>
        <w:tab/>
        <w:t>2.025e0</w:t>
      </w:r>
    </w:p>
    <w:p w:rsidR="005B3ED9" w:rsidRDefault="005B3ED9" w:rsidP="005B3ED9">
      <w:r>
        <w:t>925.0485</w:t>
      </w:r>
      <w:r>
        <w:tab/>
        <w:t>3.038e0</w:t>
      </w:r>
    </w:p>
    <w:p w:rsidR="005B3ED9" w:rsidRDefault="005B3ED9" w:rsidP="005B3ED9">
      <w:r>
        <w:t>925.0884</w:t>
      </w:r>
      <w:r>
        <w:tab/>
        <w:t>1.013e0</w:t>
      </w:r>
    </w:p>
    <w:p w:rsidR="005B3ED9" w:rsidRDefault="005B3ED9" w:rsidP="005B3ED9">
      <w:r>
        <w:t>925.4448</w:t>
      </w:r>
      <w:r>
        <w:tab/>
        <w:t>1.013e0</w:t>
      </w:r>
    </w:p>
    <w:p w:rsidR="005B3ED9" w:rsidRDefault="005B3ED9" w:rsidP="005B3ED9">
      <w:r>
        <w:t>925.5377</w:t>
      </w:r>
      <w:r>
        <w:tab/>
        <w:t>2.025e0</w:t>
      </w:r>
    </w:p>
    <w:p w:rsidR="005B3ED9" w:rsidRDefault="005B3ED9" w:rsidP="005B3ED9">
      <w:r>
        <w:t>925.6008</w:t>
      </w:r>
      <w:r>
        <w:tab/>
        <w:t>1.013e0</w:t>
      </w:r>
    </w:p>
    <w:p w:rsidR="005B3ED9" w:rsidRDefault="005B3ED9" w:rsidP="005B3ED9">
      <w:r>
        <w:t>925.6153</w:t>
      </w:r>
      <w:r>
        <w:tab/>
        <w:t>1.013e0</w:t>
      </w:r>
    </w:p>
    <w:p w:rsidR="005B3ED9" w:rsidRDefault="005B3ED9" w:rsidP="005B3ED9">
      <w:r>
        <w:t>925.7050</w:t>
      </w:r>
      <w:r>
        <w:tab/>
        <w:t>1.013e0</w:t>
      </w:r>
    </w:p>
    <w:p w:rsidR="005B3ED9" w:rsidRDefault="005B3ED9" w:rsidP="005B3ED9">
      <w:r>
        <w:t>925.7393</w:t>
      </w:r>
      <w:r>
        <w:tab/>
        <w:t>1.013e0</w:t>
      </w:r>
    </w:p>
    <w:p w:rsidR="005B3ED9" w:rsidRDefault="005B3ED9" w:rsidP="005B3ED9">
      <w:r>
        <w:t>925.7703</w:t>
      </w:r>
      <w:r>
        <w:tab/>
        <w:t>1.013e0</w:t>
      </w:r>
    </w:p>
    <w:p w:rsidR="005B3ED9" w:rsidRDefault="005B3ED9" w:rsidP="005B3ED9">
      <w:r>
        <w:t>925.8908</w:t>
      </w:r>
      <w:r>
        <w:tab/>
        <w:t>1.013e0</w:t>
      </w:r>
    </w:p>
    <w:p w:rsidR="005B3ED9" w:rsidRDefault="005B3ED9" w:rsidP="005B3ED9">
      <w:r>
        <w:t>925.9253</w:t>
      </w:r>
      <w:r>
        <w:tab/>
        <w:t>1.013e0</w:t>
      </w:r>
    </w:p>
    <w:p w:rsidR="005B3ED9" w:rsidRDefault="005B3ED9" w:rsidP="005B3ED9">
      <w:r>
        <w:t>925.9269</w:t>
      </w:r>
      <w:r>
        <w:tab/>
        <w:t>2.025e0</w:t>
      </w:r>
    </w:p>
    <w:p w:rsidR="005B3ED9" w:rsidRDefault="005B3ED9" w:rsidP="005B3ED9">
      <w:r>
        <w:t>926.0421</w:t>
      </w:r>
      <w:r>
        <w:tab/>
        <w:t>1.013e0</w:t>
      </w:r>
    </w:p>
    <w:p w:rsidR="005B3ED9" w:rsidRDefault="005B3ED9" w:rsidP="005B3ED9">
      <w:r>
        <w:t>926.2044</w:t>
      </w:r>
      <w:r>
        <w:tab/>
        <w:t>1.013e0</w:t>
      </w:r>
    </w:p>
    <w:p w:rsidR="005B3ED9" w:rsidRDefault="005B3ED9" w:rsidP="005B3ED9">
      <w:r>
        <w:lastRenderedPageBreak/>
        <w:t>926.2665</w:t>
      </w:r>
      <w:r>
        <w:tab/>
        <w:t>1.013e0</w:t>
      </w:r>
    </w:p>
    <w:p w:rsidR="005B3ED9" w:rsidRDefault="005B3ED9" w:rsidP="005B3ED9">
      <w:r>
        <w:t>926.2719</w:t>
      </w:r>
      <w:r>
        <w:tab/>
        <w:t>2.025e0</w:t>
      </w:r>
    </w:p>
    <w:p w:rsidR="005B3ED9" w:rsidRDefault="005B3ED9" w:rsidP="005B3ED9">
      <w:r>
        <w:t>926.3444</w:t>
      </w:r>
      <w:r>
        <w:tab/>
        <w:t>1.013e0</w:t>
      </w:r>
    </w:p>
    <w:p w:rsidR="005B3ED9" w:rsidRDefault="005B3ED9" w:rsidP="005B3ED9">
      <w:r>
        <w:t>926.3906</w:t>
      </w:r>
      <w:r>
        <w:tab/>
        <w:t>1.013e0</w:t>
      </w:r>
    </w:p>
    <w:p w:rsidR="005B3ED9" w:rsidRDefault="005B3ED9" w:rsidP="005B3ED9">
      <w:r>
        <w:t>926.4312</w:t>
      </w:r>
      <w:r>
        <w:tab/>
        <w:t>1.013e0</w:t>
      </w:r>
    </w:p>
    <w:p w:rsidR="005B3ED9" w:rsidRDefault="005B3ED9" w:rsidP="005B3ED9">
      <w:r>
        <w:t>926.4526</w:t>
      </w:r>
      <w:r>
        <w:tab/>
        <w:t>1.013e0</w:t>
      </w:r>
    </w:p>
    <w:p w:rsidR="005B3ED9" w:rsidRDefault="005B3ED9" w:rsidP="005B3ED9">
      <w:r>
        <w:t>926.6253</w:t>
      </w:r>
      <w:r>
        <w:tab/>
        <w:t>3.038e0</w:t>
      </w:r>
    </w:p>
    <w:p w:rsidR="005B3ED9" w:rsidRDefault="005B3ED9" w:rsidP="005B3ED9">
      <w:r>
        <w:t>926.6799</w:t>
      </w:r>
      <w:r>
        <w:tab/>
        <w:t>2.025e0</w:t>
      </w:r>
    </w:p>
    <w:p w:rsidR="005B3ED9" w:rsidRDefault="005B3ED9" w:rsidP="005B3ED9">
      <w:r>
        <w:t>926.7009</w:t>
      </w:r>
      <w:r>
        <w:tab/>
        <w:t>2.025e0</w:t>
      </w:r>
    </w:p>
    <w:p w:rsidR="005B3ED9" w:rsidRDefault="005B3ED9" w:rsidP="005B3ED9">
      <w:r>
        <w:t>926.7784</w:t>
      </w:r>
      <w:r>
        <w:tab/>
        <w:t>1.013e0</w:t>
      </w:r>
    </w:p>
    <w:p w:rsidR="005B3ED9" w:rsidRDefault="005B3ED9" w:rsidP="005B3ED9">
      <w:r>
        <w:t>926.7941</w:t>
      </w:r>
      <w:r>
        <w:tab/>
        <w:t>1.013e0</w:t>
      </w:r>
    </w:p>
    <w:p w:rsidR="005B3ED9" w:rsidRDefault="005B3ED9" w:rsidP="005B3ED9">
      <w:r>
        <w:t>926.9647</w:t>
      </w:r>
      <w:r>
        <w:tab/>
        <w:t>1.013e0</w:t>
      </w:r>
    </w:p>
    <w:p w:rsidR="005B3ED9" w:rsidRDefault="005B3ED9" w:rsidP="005B3ED9">
      <w:r>
        <w:t>926.9717</w:t>
      </w:r>
      <w:r>
        <w:tab/>
        <w:t>1.013e0</w:t>
      </w:r>
    </w:p>
    <w:p w:rsidR="005B3ED9" w:rsidRDefault="005B3ED9" w:rsidP="005B3ED9">
      <w:r>
        <w:t>927.0234</w:t>
      </w:r>
      <w:r>
        <w:tab/>
        <w:t>1.013e0</w:t>
      </w:r>
    </w:p>
    <w:p w:rsidR="005B3ED9" w:rsidRDefault="005B3ED9" w:rsidP="005B3ED9">
      <w:r>
        <w:t>927.1052</w:t>
      </w:r>
      <w:r>
        <w:tab/>
        <w:t>1.013e0</w:t>
      </w:r>
    </w:p>
    <w:p w:rsidR="005B3ED9" w:rsidRDefault="005B3ED9" w:rsidP="005B3ED9">
      <w:r>
        <w:t>927.1511</w:t>
      </w:r>
      <w:r>
        <w:tab/>
        <w:t>1.013e0</w:t>
      </w:r>
    </w:p>
    <w:p w:rsidR="005B3ED9" w:rsidRDefault="005B3ED9" w:rsidP="005B3ED9">
      <w:r>
        <w:t>927.1665</w:t>
      </w:r>
      <w:r>
        <w:tab/>
        <w:t>1.013e0</w:t>
      </w:r>
    </w:p>
    <w:p w:rsidR="005B3ED9" w:rsidRDefault="005B3ED9" w:rsidP="005B3ED9">
      <w:r>
        <w:t>927.2740</w:t>
      </w:r>
      <w:r>
        <w:tab/>
        <w:t>2.025e0</w:t>
      </w:r>
    </w:p>
    <w:p w:rsidR="005B3ED9" w:rsidRDefault="005B3ED9" w:rsidP="005B3ED9">
      <w:r>
        <w:t>927.2753</w:t>
      </w:r>
      <w:r>
        <w:tab/>
        <w:t>1.013e0</w:t>
      </w:r>
    </w:p>
    <w:p w:rsidR="005B3ED9" w:rsidRDefault="005B3ED9" w:rsidP="005B3ED9">
      <w:r>
        <w:lastRenderedPageBreak/>
        <w:t>927.2909</w:t>
      </w:r>
      <w:r>
        <w:tab/>
        <w:t>1.013e0</w:t>
      </w:r>
    </w:p>
    <w:p w:rsidR="005B3ED9" w:rsidRDefault="005B3ED9" w:rsidP="005B3ED9">
      <w:r>
        <w:t>927.3374</w:t>
      </w:r>
      <w:r>
        <w:tab/>
        <w:t>1.013e0</w:t>
      </w:r>
    </w:p>
    <w:p w:rsidR="005B3ED9" w:rsidRDefault="005B3ED9" w:rsidP="005B3ED9">
      <w:r>
        <w:t>927.3606</w:t>
      </w:r>
      <w:r>
        <w:tab/>
        <w:t>1.013e0</w:t>
      </w:r>
    </w:p>
    <w:p w:rsidR="005B3ED9" w:rsidRDefault="005B3ED9" w:rsidP="005B3ED9">
      <w:r>
        <w:t>927.5636</w:t>
      </w:r>
      <w:r>
        <w:tab/>
        <w:t>1.013e0</w:t>
      </w:r>
    </w:p>
    <w:p w:rsidR="005B3ED9" w:rsidRDefault="005B3ED9" w:rsidP="005B3ED9">
      <w:r>
        <w:t>927.5900</w:t>
      </w:r>
      <w:r>
        <w:tab/>
        <w:t>2.025e0</w:t>
      </w:r>
    </w:p>
    <w:p w:rsidR="005B3ED9" w:rsidRDefault="005B3ED9" w:rsidP="005B3ED9">
      <w:r>
        <w:t>927.6801</w:t>
      </w:r>
      <w:r>
        <w:tab/>
        <w:t>1.013e0</w:t>
      </w:r>
    </w:p>
    <w:p w:rsidR="005B3ED9" w:rsidRDefault="005B3ED9" w:rsidP="005B3ED9">
      <w:r>
        <w:t>927.7324</w:t>
      </w:r>
      <w:r>
        <w:tab/>
        <w:t>2.025e0</w:t>
      </w:r>
    </w:p>
    <w:p w:rsidR="005B3ED9" w:rsidRDefault="005B3ED9" w:rsidP="005B3ED9">
      <w:r>
        <w:t>927.8344</w:t>
      </w:r>
      <w:r>
        <w:tab/>
        <w:t>1.013e0</w:t>
      </w:r>
    </w:p>
    <w:p w:rsidR="005B3ED9" w:rsidRDefault="005B3ED9" w:rsidP="005B3ED9">
      <w:r>
        <w:t>927.8500</w:t>
      </w:r>
      <w:r>
        <w:tab/>
        <w:t>1.013e0</w:t>
      </w:r>
    </w:p>
    <w:p w:rsidR="005B3ED9" w:rsidRDefault="005B3ED9" w:rsidP="005B3ED9">
      <w:r>
        <w:t>927.9587</w:t>
      </w:r>
      <w:r>
        <w:tab/>
        <w:t>1.013e0</w:t>
      </w:r>
    </w:p>
    <w:p w:rsidR="005B3ED9" w:rsidRDefault="005B3ED9" w:rsidP="005B3ED9">
      <w:r>
        <w:t>928.0519</w:t>
      </w:r>
      <w:r>
        <w:tab/>
        <w:t>1.013e0</w:t>
      </w:r>
    </w:p>
    <w:p w:rsidR="005B3ED9" w:rsidRDefault="005B3ED9" w:rsidP="005B3ED9">
      <w:r>
        <w:t>928.0867</w:t>
      </w:r>
      <w:r>
        <w:tab/>
        <w:t>1.013e0</w:t>
      </w:r>
    </w:p>
    <w:p w:rsidR="005B3ED9" w:rsidRDefault="005B3ED9" w:rsidP="005B3ED9">
      <w:r>
        <w:t>928.2851</w:t>
      </w:r>
      <w:r>
        <w:tab/>
        <w:t>2.025e0</w:t>
      </w:r>
    </w:p>
    <w:p w:rsidR="005B3ED9" w:rsidRDefault="005B3ED9" w:rsidP="005B3ED9">
      <w:r>
        <w:t>928.4094</w:t>
      </w:r>
      <w:r>
        <w:tab/>
        <w:t>1.013e0</w:t>
      </w:r>
    </w:p>
    <w:p w:rsidR="005B3ED9" w:rsidRDefault="005B3ED9" w:rsidP="005B3ED9">
      <w:r>
        <w:t>928.4560</w:t>
      </w:r>
      <w:r>
        <w:tab/>
        <w:t>1.013e0</w:t>
      </w:r>
    </w:p>
    <w:p w:rsidR="005B3ED9" w:rsidRDefault="005B3ED9" w:rsidP="005B3ED9">
      <w:r>
        <w:t>928.4872</w:t>
      </w:r>
      <w:r>
        <w:tab/>
        <w:t>2.025e0</w:t>
      </w:r>
    </w:p>
    <w:p w:rsidR="005B3ED9" w:rsidRDefault="005B3ED9" w:rsidP="005B3ED9">
      <w:r>
        <w:t>928.5493</w:t>
      </w:r>
      <w:r>
        <w:tab/>
        <w:t>1.013e0</w:t>
      </w:r>
    </w:p>
    <w:p w:rsidR="005B3ED9" w:rsidRDefault="005B3ED9" w:rsidP="005B3ED9">
      <w:r>
        <w:t>928.6582</w:t>
      </w:r>
      <w:r>
        <w:tab/>
        <w:t>1.013e0</w:t>
      </w:r>
    </w:p>
    <w:p w:rsidR="005B3ED9" w:rsidRDefault="005B3ED9" w:rsidP="005B3ED9">
      <w:r>
        <w:t>928.6959</w:t>
      </w:r>
      <w:r>
        <w:tab/>
        <w:t>1.013e0</w:t>
      </w:r>
    </w:p>
    <w:p w:rsidR="005B3ED9" w:rsidRDefault="005B3ED9" w:rsidP="005B3ED9">
      <w:r>
        <w:lastRenderedPageBreak/>
        <w:t>928.7477</w:t>
      </w:r>
      <w:r>
        <w:tab/>
        <w:t>1.013e0</w:t>
      </w:r>
    </w:p>
    <w:p w:rsidR="005B3ED9" w:rsidRDefault="005B3ED9" w:rsidP="005B3ED9">
      <w:r>
        <w:t>928.8293</w:t>
      </w:r>
      <w:r>
        <w:tab/>
        <w:t>1.013e0</w:t>
      </w:r>
    </w:p>
    <w:p w:rsidR="005B3ED9" w:rsidRDefault="005B3ED9" w:rsidP="005B3ED9">
      <w:r>
        <w:t>928.8603</w:t>
      </w:r>
      <w:r>
        <w:tab/>
        <w:t>1.013e0</w:t>
      </w:r>
    </w:p>
    <w:p w:rsidR="005B3ED9" w:rsidRDefault="005B3ED9" w:rsidP="005B3ED9">
      <w:r>
        <w:t>928.8644</w:t>
      </w:r>
      <w:r>
        <w:tab/>
        <w:t>1.013e0</w:t>
      </w:r>
    </w:p>
    <w:p w:rsidR="005B3ED9" w:rsidRDefault="005B3ED9" w:rsidP="005B3ED9">
      <w:r>
        <w:t>928.8915</w:t>
      </w:r>
      <w:r>
        <w:tab/>
        <w:t>1.013e0</w:t>
      </w:r>
    </w:p>
    <w:p w:rsidR="005B3ED9" w:rsidRDefault="005B3ED9" w:rsidP="005B3ED9">
      <w:r>
        <w:t>928.9160</w:t>
      </w:r>
      <w:r>
        <w:tab/>
        <w:t>1.013e0</w:t>
      </w:r>
    </w:p>
    <w:p w:rsidR="005B3ED9" w:rsidRDefault="005B3ED9" w:rsidP="005B3ED9">
      <w:r>
        <w:t>928.9847</w:t>
      </w:r>
      <w:r>
        <w:tab/>
        <w:t>1.013e0</w:t>
      </w:r>
    </w:p>
    <w:p w:rsidR="005B3ED9" w:rsidRDefault="005B3ED9" w:rsidP="005B3ED9">
      <w:r>
        <w:t>929.0780</w:t>
      </w:r>
      <w:r>
        <w:tab/>
        <w:t>1.013e0</w:t>
      </w:r>
    </w:p>
    <w:p w:rsidR="005B3ED9" w:rsidRDefault="005B3ED9" w:rsidP="005B3ED9">
      <w:r>
        <w:t>929.2026</w:t>
      </w:r>
      <w:r>
        <w:tab/>
        <w:t>1.013e0</w:t>
      </w:r>
    </w:p>
    <w:p w:rsidR="005B3ED9" w:rsidRDefault="005B3ED9" w:rsidP="005B3ED9">
      <w:r>
        <w:t>929.2706</w:t>
      </w:r>
      <w:r>
        <w:tab/>
        <w:t>1.013e0</w:t>
      </w:r>
    </w:p>
    <w:p w:rsidR="005B3ED9" w:rsidRDefault="005B3ED9" w:rsidP="005B3ED9">
      <w:r>
        <w:t>929.3892</w:t>
      </w:r>
      <w:r>
        <w:tab/>
        <w:t>1.013e0</w:t>
      </w:r>
    </w:p>
    <w:p w:rsidR="005B3ED9" w:rsidRDefault="005B3ED9" w:rsidP="005B3ED9">
      <w:r>
        <w:t>929.4048</w:t>
      </w:r>
      <w:r>
        <w:tab/>
        <w:t>1.013e0</w:t>
      </w:r>
    </w:p>
    <w:p w:rsidR="005B3ED9" w:rsidRDefault="005B3ED9" w:rsidP="005B3ED9">
      <w:r>
        <w:t>929.5137</w:t>
      </w:r>
      <w:r>
        <w:tab/>
        <w:t>1.013e0</w:t>
      </w:r>
    </w:p>
    <w:p w:rsidR="005B3ED9" w:rsidRDefault="005B3ED9" w:rsidP="005B3ED9">
      <w:r>
        <w:t>929.5800</w:t>
      </w:r>
      <w:r>
        <w:tab/>
        <w:t>3.038e0</w:t>
      </w:r>
    </w:p>
    <w:p w:rsidR="005B3ED9" w:rsidRDefault="005B3ED9" w:rsidP="005B3ED9">
      <w:r>
        <w:t>929.7939</w:t>
      </w:r>
      <w:r>
        <w:tab/>
        <w:t>1.013e0</w:t>
      </w:r>
    </w:p>
    <w:p w:rsidR="005B3ED9" w:rsidRDefault="005B3ED9" w:rsidP="005B3ED9">
      <w:r>
        <w:t>929.9496</w:t>
      </w:r>
      <w:r>
        <w:tab/>
        <w:t>1.013e0</w:t>
      </w:r>
    </w:p>
    <w:p w:rsidR="005B3ED9" w:rsidRDefault="005B3ED9" w:rsidP="005B3ED9">
      <w:r>
        <w:t>930.0431</w:t>
      </w:r>
      <w:r>
        <w:tab/>
        <w:t>1.013e0</w:t>
      </w:r>
    </w:p>
    <w:p w:rsidR="005B3ED9" w:rsidRDefault="005B3ED9" w:rsidP="005B3ED9">
      <w:r>
        <w:t>930.1053</w:t>
      </w:r>
      <w:r>
        <w:tab/>
        <w:t>1.013e0</w:t>
      </w:r>
    </w:p>
    <w:p w:rsidR="005B3ED9" w:rsidRDefault="005B3ED9" w:rsidP="005B3ED9">
      <w:r>
        <w:t>930.1675</w:t>
      </w:r>
      <w:r>
        <w:tab/>
        <w:t>1.013e0</w:t>
      </w:r>
    </w:p>
    <w:p w:rsidR="005B3ED9" w:rsidRDefault="005B3ED9" w:rsidP="005B3ED9">
      <w:r>
        <w:lastRenderedPageBreak/>
        <w:t>930.2335</w:t>
      </w:r>
      <w:r>
        <w:tab/>
        <w:t>1.013e0</w:t>
      </w:r>
    </w:p>
    <w:p w:rsidR="005B3ED9" w:rsidRDefault="005B3ED9" w:rsidP="005B3ED9">
      <w:r>
        <w:t>930.2419</w:t>
      </w:r>
      <w:r>
        <w:tab/>
        <w:t>2.025e0</w:t>
      </w:r>
    </w:p>
    <w:p w:rsidR="005B3ED9" w:rsidRDefault="005B3ED9" w:rsidP="005B3ED9">
      <w:r>
        <w:t>930.2853</w:t>
      </w:r>
      <w:r>
        <w:tab/>
        <w:t>1.013e0</w:t>
      </w:r>
    </w:p>
    <w:p w:rsidR="005B3ED9" w:rsidRDefault="005B3ED9" w:rsidP="005B3ED9">
      <w:r>
        <w:t>930.4167</w:t>
      </w:r>
      <w:r>
        <w:tab/>
        <w:t>1.013e0</w:t>
      </w:r>
    </w:p>
    <w:p w:rsidR="005B3ED9" w:rsidRDefault="005B3ED9" w:rsidP="005B3ED9">
      <w:r>
        <w:t>930.4479</w:t>
      </w:r>
      <w:r>
        <w:tab/>
        <w:t>1.013e0</w:t>
      </w:r>
    </w:p>
    <w:p w:rsidR="005B3ED9" w:rsidRDefault="005B3ED9" w:rsidP="005B3ED9">
      <w:r>
        <w:t>930.5405</w:t>
      </w:r>
      <w:r>
        <w:tab/>
        <w:t>1.013e0</w:t>
      </w:r>
    </w:p>
    <w:p w:rsidR="005B3ED9" w:rsidRDefault="005B3ED9" w:rsidP="005B3ED9">
      <w:r>
        <w:t>930.6037</w:t>
      </w:r>
      <w:r>
        <w:tab/>
        <w:t>1.013e0</w:t>
      </w:r>
    </w:p>
    <w:p w:rsidR="005B3ED9" w:rsidRDefault="005B3ED9" w:rsidP="005B3ED9">
      <w:r>
        <w:t>930.6505</w:t>
      </w:r>
      <w:r>
        <w:tab/>
        <w:t>1.013e0</w:t>
      </w:r>
    </w:p>
    <w:p w:rsidR="005B3ED9" w:rsidRDefault="005B3ED9" w:rsidP="005B3ED9">
      <w:r>
        <w:t>930.6911</w:t>
      </w:r>
      <w:r>
        <w:tab/>
        <w:t>1.013e0</w:t>
      </w:r>
    </w:p>
    <w:p w:rsidR="005B3ED9" w:rsidRDefault="005B3ED9" w:rsidP="005B3ED9">
      <w:r>
        <w:t>930.7180</w:t>
      </w:r>
      <w:r>
        <w:tab/>
        <w:t>2.025e0</w:t>
      </w:r>
    </w:p>
    <w:p w:rsidR="005B3ED9" w:rsidRDefault="005B3ED9" w:rsidP="005B3ED9">
      <w:r>
        <w:t>930.9778</w:t>
      </w:r>
      <w:r>
        <w:tab/>
        <w:t>1.013e0</w:t>
      </w:r>
    </w:p>
    <w:p w:rsidR="005B3ED9" w:rsidRDefault="005B3ED9" w:rsidP="005B3ED9">
      <w:r>
        <w:t>931.0089</w:t>
      </w:r>
      <w:r>
        <w:tab/>
        <w:t>1.013e0</w:t>
      </w:r>
    </w:p>
    <w:p w:rsidR="005B3ED9" w:rsidRDefault="005B3ED9" w:rsidP="005B3ED9">
      <w:r>
        <w:t>931.0245</w:t>
      </w:r>
      <w:r>
        <w:tab/>
        <w:t>1.013e0</w:t>
      </w:r>
    </w:p>
    <w:p w:rsidR="005B3ED9" w:rsidRDefault="005B3ED9" w:rsidP="005B3ED9">
      <w:r>
        <w:t>931.1149</w:t>
      </w:r>
      <w:r>
        <w:tab/>
        <w:t>3.038e0</w:t>
      </w:r>
    </w:p>
    <w:p w:rsidR="005B3ED9" w:rsidRDefault="005B3ED9" w:rsidP="005B3ED9">
      <w:r>
        <w:t>931.1493</w:t>
      </w:r>
      <w:r>
        <w:tab/>
        <w:t>1.013e0</w:t>
      </w:r>
    </w:p>
    <w:p w:rsidR="005B3ED9" w:rsidRDefault="005B3ED9" w:rsidP="005B3ED9">
      <w:r>
        <w:t>931.2428</w:t>
      </w:r>
      <w:r>
        <w:tab/>
        <w:t>1.013e0</w:t>
      </w:r>
    </w:p>
    <w:p w:rsidR="005B3ED9" w:rsidRDefault="005B3ED9" w:rsidP="005B3ED9">
      <w:r>
        <w:t>931.2482</w:t>
      </w:r>
      <w:r>
        <w:tab/>
        <w:t>1.013e0</w:t>
      </w:r>
    </w:p>
    <w:p w:rsidR="005B3ED9" w:rsidRDefault="005B3ED9" w:rsidP="005B3ED9">
      <w:r>
        <w:t>931.3676</w:t>
      </w:r>
      <w:r>
        <w:tab/>
        <w:t>1.013e0</w:t>
      </w:r>
    </w:p>
    <w:p w:rsidR="005B3ED9" w:rsidRDefault="005B3ED9" w:rsidP="005B3ED9">
      <w:r>
        <w:t>931.3831</w:t>
      </w:r>
      <w:r>
        <w:tab/>
        <w:t>1.013e0</w:t>
      </w:r>
    </w:p>
    <w:p w:rsidR="005B3ED9" w:rsidRDefault="005B3ED9" w:rsidP="005B3ED9">
      <w:r>
        <w:lastRenderedPageBreak/>
        <w:t>931.4338</w:t>
      </w:r>
      <w:r>
        <w:tab/>
        <w:t>1.013e0</w:t>
      </w:r>
    </w:p>
    <w:p w:rsidR="005B3ED9" w:rsidRDefault="005B3ED9" w:rsidP="005B3ED9">
      <w:r>
        <w:t>931.4611</w:t>
      </w:r>
      <w:r>
        <w:tab/>
        <w:t>1.013e0</w:t>
      </w:r>
    </w:p>
    <w:p w:rsidR="005B3ED9" w:rsidRDefault="005B3ED9" w:rsidP="005B3ED9">
      <w:r>
        <w:t>931.5547</w:t>
      </w:r>
      <w:r>
        <w:tab/>
        <w:t>1.013e0</w:t>
      </w:r>
    </w:p>
    <w:p w:rsidR="005B3ED9" w:rsidRDefault="005B3ED9" w:rsidP="005B3ED9">
      <w:r>
        <w:t>931.7729</w:t>
      </w:r>
      <w:r>
        <w:tab/>
        <w:t>1.013e0</w:t>
      </w:r>
    </w:p>
    <w:p w:rsidR="005B3ED9" w:rsidRDefault="005B3ED9" w:rsidP="005B3ED9">
      <w:r>
        <w:t>931.9601</w:t>
      </w:r>
      <w:r>
        <w:tab/>
        <w:t>1.013e0</w:t>
      </w:r>
    </w:p>
    <w:p w:rsidR="005B3ED9" w:rsidRDefault="005B3ED9" w:rsidP="005B3ED9">
      <w:r>
        <w:t>932.2878</w:t>
      </w:r>
      <w:r>
        <w:tab/>
        <w:t>1.013e0</w:t>
      </w:r>
    </w:p>
    <w:p w:rsidR="005B3ED9" w:rsidRDefault="005B3ED9" w:rsidP="005B3ED9">
      <w:r>
        <w:t>932.3659</w:t>
      </w:r>
      <w:r>
        <w:tab/>
        <w:t>1.013e0</w:t>
      </w:r>
    </w:p>
    <w:p w:rsidR="005B3ED9" w:rsidRDefault="005B3ED9" w:rsidP="005B3ED9">
      <w:r>
        <w:t>932.4284</w:t>
      </w:r>
      <w:r>
        <w:tab/>
        <w:t>1.013e0</w:t>
      </w:r>
    </w:p>
    <w:p w:rsidR="005B3ED9" w:rsidRDefault="005B3ED9" w:rsidP="005B3ED9">
      <w:r>
        <w:t>932.4998</w:t>
      </w:r>
      <w:r>
        <w:tab/>
        <w:t>1.013e0</w:t>
      </w:r>
    </w:p>
    <w:p w:rsidR="005B3ED9" w:rsidRDefault="005B3ED9" w:rsidP="005B3ED9">
      <w:r>
        <w:t>932.6313</w:t>
      </w:r>
      <w:r>
        <w:tab/>
        <w:t>1.013e0</w:t>
      </w:r>
    </w:p>
    <w:p w:rsidR="005B3ED9" w:rsidRDefault="005B3ED9" w:rsidP="005B3ED9">
      <w:r>
        <w:t>932.6510</w:t>
      </w:r>
      <w:r>
        <w:tab/>
        <w:t>1.013e0</w:t>
      </w:r>
    </w:p>
    <w:p w:rsidR="005B3ED9" w:rsidRDefault="005B3ED9" w:rsidP="005B3ED9">
      <w:r>
        <w:t>932.8812</w:t>
      </w:r>
      <w:r>
        <w:tab/>
        <w:t>1.013e0</w:t>
      </w:r>
    </w:p>
    <w:p w:rsidR="005B3ED9" w:rsidRDefault="005B3ED9" w:rsidP="005B3ED9">
      <w:r>
        <w:t>933.0062</w:t>
      </w:r>
      <w:r>
        <w:tab/>
        <w:t>1.013e0</w:t>
      </w:r>
    </w:p>
    <w:p w:rsidR="005B3ED9" w:rsidRDefault="005B3ED9" w:rsidP="005B3ED9">
      <w:r>
        <w:t>933.0998</w:t>
      </w:r>
      <w:r>
        <w:tab/>
        <w:t>1.013e0</w:t>
      </w:r>
    </w:p>
    <w:p w:rsidR="005B3ED9" w:rsidRDefault="005B3ED9" w:rsidP="005B3ED9">
      <w:r>
        <w:t>933.2404</w:t>
      </w:r>
      <w:r>
        <w:tab/>
        <w:t>1.013e0</w:t>
      </w:r>
    </w:p>
    <w:p w:rsidR="005B3ED9" w:rsidRDefault="005B3ED9" w:rsidP="005B3ED9">
      <w:r>
        <w:t>933.3185</w:t>
      </w:r>
      <w:r>
        <w:tab/>
        <w:t>1.013e0</w:t>
      </w:r>
    </w:p>
    <w:p w:rsidR="005B3ED9" w:rsidRDefault="005B3ED9" w:rsidP="005B3ED9">
      <w:r>
        <w:t>933.3497</w:t>
      </w:r>
      <w:r>
        <w:tab/>
        <w:t>1.013e0</w:t>
      </w:r>
    </w:p>
    <w:p w:rsidR="005B3ED9" w:rsidRDefault="005B3ED9" w:rsidP="005B3ED9">
      <w:r>
        <w:t>933.4124</w:t>
      </w:r>
      <w:r>
        <w:tab/>
        <w:t>1.013e0</w:t>
      </w:r>
    </w:p>
    <w:p w:rsidR="005B3ED9" w:rsidRDefault="005B3ED9" w:rsidP="005B3ED9">
      <w:r>
        <w:t>933.5530</w:t>
      </w:r>
      <w:r>
        <w:tab/>
        <w:t>1.013e0</w:t>
      </w:r>
    </w:p>
    <w:p w:rsidR="005B3ED9" w:rsidRDefault="005B3ED9" w:rsidP="005B3ED9">
      <w:r>
        <w:lastRenderedPageBreak/>
        <w:t>933.6155</w:t>
      </w:r>
      <w:r>
        <w:tab/>
        <w:t>1.013e0</w:t>
      </w:r>
    </w:p>
    <w:p w:rsidR="005B3ED9" w:rsidRDefault="005B3ED9" w:rsidP="005B3ED9">
      <w:r>
        <w:t>933.6232</w:t>
      </w:r>
      <w:r>
        <w:tab/>
        <w:t>2.025e0</w:t>
      </w:r>
    </w:p>
    <w:p w:rsidR="005B3ED9" w:rsidRDefault="005B3ED9" w:rsidP="005B3ED9">
      <w:r>
        <w:t>933.7340</w:t>
      </w:r>
      <w:r>
        <w:tab/>
        <w:t>1.013e0</w:t>
      </w:r>
    </w:p>
    <w:p w:rsidR="005B3ED9" w:rsidRDefault="005B3ED9" w:rsidP="005B3ED9">
      <w:r>
        <w:t>933.8500</w:t>
      </w:r>
      <w:r>
        <w:tab/>
        <w:t>1.013e0</w:t>
      </w:r>
    </w:p>
    <w:p w:rsidR="005B3ED9" w:rsidRDefault="005B3ED9" w:rsidP="005B3ED9">
      <w:r>
        <w:t>933.9907</w:t>
      </w:r>
      <w:r>
        <w:tab/>
        <w:t>1.013e0</w:t>
      </w:r>
    </w:p>
    <w:p w:rsidR="005B3ED9" w:rsidRDefault="005B3ED9" w:rsidP="005B3ED9">
      <w:r>
        <w:t>934.0063</w:t>
      </w:r>
      <w:r>
        <w:tab/>
        <w:t>1.013e0</w:t>
      </w:r>
    </w:p>
    <w:p w:rsidR="005B3ED9" w:rsidRDefault="005B3ED9" w:rsidP="005B3ED9">
      <w:r>
        <w:t>934.1052</w:t>
      </w:r>
      <w:r>
        <w:tab/>
        <w:t>1.013e0</w:t>
      </w:r>
    </w:p>
    <w:p w:rsidR="005B3ED9" w:rsidRDefault="005B3ED9" w:rsidP="005B3ED9">
      <w:r>
        <w:t>934.2903</w:t>
      </w:r>
      <w:r>
        <w:tab/>
        <w:t>2.025e0</w:t>
      </w:r>
    </w:p>
    <w:p w:rsidR="005B3ED9" w:rsidRDefault="005B3ED9" w:rsidP="005B3ED9">
      <w:r>
        <w:t>934.4284</w:t>
      </w:r>
      <w:r>
        <w:tab/>
        <w:t>1.013e0</w:t>
      </w:r>
    </w:p>
    <w:p w:rsidR="005B3ED9" w:rsidRDefault="005B3ED9" w:rsidP="005B3ED9">
      <w:r>
        <w:t>934.5795</w:t>
      </w:r>
      <w:r>
        <w:tab/>
        <w:t>1.013e0</w:t>
      </w:r>
    </w:p>
    <w:p w:rsidR="005B3ED9" w:rsidRDefault="005B3ED9" w:rsidP="005B3ED9">
      <w:r>
        <w:t>934.5838</w:t>
      </w:r>
      <w:r>
        <w:tab/>
        <w:t>3.038e0</w:t>
      </w:r>
    </w:p>
    <w:p w:rsidR="005B3ED9" w:rsidRDefault="005B3ED9" w:rsidP="005B3ED9">
      <w:r>
        <w:t>934.6787</w:t>
      </w:r>
      <w:r>
        <w:tab/>
        <w:t>1.013e0</w:t>
      </w:r>
    </w:p>
    <w:p w:rsidR="005B3ED9" w:rsidRDefault="005B3ED9" w:rsidP="005B3ED9">
      <w:r>
        <w:t>934.7479</w:t>
      </w:r>
      <w:r>
        <w:tab/>
        <w:t>1.013e0</w:t>
      </w:r>
    </w:p>
    <w:p w:rsidR="005B3ED9" w:rsidRDefault="005B3ED9" w:rsidP="005B3ED9">
      <w:r>
        <w:t>934.7797</w:t>
      </w:r>
      <w:r>
        <w:tab/>
        <w:t>2.025e0</w:t>
      </w:r>
    </w:p>
    <w:p w:rsidR="005B3ED9" w:rsidRDefault="005B3ED9" w:rsidP="005B3ED9">
      <w:r>
        <w:t>934.8039</w:t>
      </w:r>
      <w:r>
        <w:tab/>
        <w:t>1.013e0</w:t>
      </w:r>
    </w:p>
    <w:p w:rsidR="005B3ED9" w:rsidRDefault="005B3ED9" w:rsidP="005B3ED9">
      <w:r>
        <w:t>934.8196</w:t>
      </w:r>
      <w:r>
        <w:tab/>
        <w:t>1.013e0</w:t>
      </w:r>
    </w:p>
    <w:p w:rsidR="005B3ED9" w:rsidRDefault="005B3ED9" w:rsidP="005B3ED9">
      <w:r>
        <w:t>934.9605</w:t>
      </w:r>
      <w:r>
        <w:tab/>
        <w:t>1.013e0</w:t>
      </w:r>
    </w:p>
    <w:p w:rsidR="005B3ED9" w:rsidRDefault="005B3ED9" w:rsidP="005B3ED9">
      <w:r>
        <w:t>935.0231</w:t>
      </w:r>
      <w:r>
        <w:tab/>
        <w:t>1.013e0</w:t>
      </w:r>
    </w:p>
    <w:p w:rsidR="005B3ED9" w:rsidRDefault="005B3ED9" w:rsidP="005B3ED9">
      <w:r>
        <w:t>935.1183</w:t>
      </w:r>
      <w:r>
        <w:tab/>
        <w:t>2.025e0</w:t>
      </w:r>
    </w:p>
    <w:p w:rsidR="005B3ED9" w:rsidRDefault="005B3ED9" w:rsidP="005B3ED9">
      <w:r>
        <w:lastRenderedPageBreak/>
        <w:t>935.1952</w:t>
      </w:r>
      <w:r>
        <w:tab/>
        <w:t>1.013e0</w:t>
      </w:r>
    </w:p>
    <w:p w:rsidR="005B3ED9" w:rsidRDefault="005B3ED9" w:rsidP="005B3ED9">
      <w:r>
        <w:t>935.2677</w:t>
      </w:r>
      <w:r>
        <w:tab/>
        <w:t>2.025e0</w:t>
      </w:r>
    </w:p>
    <w:p w:rsidR="005B3ED9" w:rsidRDefault="005B3ED9" w:rsidP="005B3ED9">
      <w:r>
        <w:t>935.3204</w:t>
      </w:r>
      <w:r>
        <w:tab/>
        <w:t>1.013e0</w:t>
      </w:r>
    </w:p>
    <w:p w:rsidR="005B3ED9" w:rsidRDefault="005B3ED9" w:rsidP="005B3ED9">
      <w:r>
        <w:t>935.4467</w:t>
      </w:r>
      <w:r>
        <w:tab/>
        <w:t>3.516e0</w:t>
      </w:r>
    </w:p>
    <w:p w:rsidR="005B3ED9" w:rsidRDefault="005B3ED9" w:rsidP="005B3ED9">
      <w:r>
        <w:t>935.6180</w:t>
      </w:r>
      <w:r>
        <w:tab/>
        <w:t>1.013e0</w:t>
      </w:r>
    </w:p>
    <w:p w:rsidR="005B3ED9" w:rsidRDefault="005B3ED9" w:rsidP="005B3ED9">
      <w:r>
        <w:t>935.6545</w:t>
      </w:r>
      <w:r>
        <w:tab/>
        <w:t>3.038e0</w:t>
      </w:r>
    </w:p>
    <w:p w:rsidR="005B3ED9" w:rsidRDefault="005B3ED9" w:rsidP="005B3ED9">
      <w:r>
        <w:t>935.6796</w:t>
      </w:r>
      <w:r>
        <w:tab/>
        <w:t>1.013e0</w:t>
      </w:r>
    </w:p>
    <w:p w:rsidR="005B3ED9" w:rsidRDefault="005B3ED9" w:rsidP="005B3ED9">
      <w:r>
        <w:t>935.7120</w:t>
      </w:r>
      <w:r>
        <w:tab/>
        <w:t>1.013e0</w:t>
      </w:r>
    </w:p>
    <w:p w:rsidR="005B3ED9" w:rsidRDefault="005B3ED9" w:rsidP="005B3ED9">
      <w:r>
        <w:t>935.7432</w:t>
      </w:r>
      <w:r>
        <w:tab/>
        <w:t>1.013e0</w:t>
      </w:r>
    </w:p>
    <w:p w:rsidR="005B3ED9" w:rsidRDefault="005B3ED9" w:rsidP="005B3ED9">
      <w:r>
        <w:t>935.8301</w:t>
      </w:r>
      <w:r>
        <w:tab/>
        <w:t>1.013e0</w:t>
      </w:r>
    </w:p>
    <w:p w:rsidR="005B3ED9" w:rsidRDefault="005B3ED9" w:rsidP="005B3ED9">
      <w:r>
        <w:t>935.8372</w:t>
      </w:r>
      <w:r>
        <w:tab/>
        <w:t>1.013e0</w:t>
      </w:r>
    </w:p>
    <w:p w:rsidR="005B3ED9" w:rsidRDefault="005B3ED9" w:rsidP="005B3ED9">
      <w:r>
        <w:t>935.8646</w:t>
      </w:r>
      <w:r>
        <w:tab/>
        <w:t>1.013e0</w:t>
      </w:r>
    </w:p>
    <w:p w:rsidR="005B3ED9" w:rsidRDefault="005B3ED9" w:rsidP="005B3ED9">
      <w:r>
        <w:t>936.0671</w:t>
      </w:r>
      <w:r>
        <w:tab/>
        <w:t>1.013e0</w:t>
      </w:r>
    </w:p>
    <w:p w:rsidR="005B3ED9" w:rsidRDefault="005B3ED9" w:rsidP="005B3ED9">
      <w:r>
        <w:t>936.1662</w:t>
      </w:r>
      <w:r>
        <w:tab/>
        <w:t>1.013e0</w:t>
      </w:r>
    </w:p>
    <w:p w:rsidR="005B3ED9" w:rsidRDefault="005B3ED9" w:rsidP="005B3ED9">
      <w:r>
        <w:t>936.2183</w:t>
      </w:r>
      <w:r>
        <w:tab/>
        <w:t>1.013e0</w:t>
      </w:r>
    </w:p>
    <w:p w:rsidR="005B3ED9" w:rsidRDefault="005B3ED9" w:rsidP="005B3ED9">
      <w:r>
        <w:t>936.4377</w:t>
      </w:r>
      <w:r>
        <w:tab/>
        <w:t>4.051e0</w:t>
      </w:r>
    </w:p>
    <w:p w:rsidR="005B3ED9" w:rsidRDefault="005B3ED9" w:rsidP="005B3ED9">
      <w:r>
        <w:t>936.5309</w:t>
      </w:r>
      <w:r>
        <w:tab/>
        <w:t>4.051e0</w:t>
      </w:r>
    </w:p>
    <w:p w:rsidR="005B3ED9" w:rsidRDefault="005B3ED9" w:rsidP="005B3ED9">
      <w:r>
        <w:t>936.5894</w:t>
      </w:r>
      <w:r>
        <w:tab/>
        <w:t>2.025e0</w:t>
      </w:r>
    </w:p>
    <w:p w:rsidR="005B3ED9" w:rsidRDefault="005B3ED9" w:rsidP="005B3ED9">
      <w:r>
        <w:t>936.6232</w:t>
      </w:r>
      <w:r>
        <w:tab/>
        <w:t>1.013e0</w:t>
      </w:r>
    </w:p>
    <w:p w:rsidR="005B3ED9" w:rsidRDefault="005B3ED9" w:rsidP="005B3ED9">
      <w:r>
        <w:lastRenderedPageBreak/>
        <w:t>936.7143</w:t>
      </w:r>
      <w:r>
        <w:tab/>
        <w:t>2.025e0</w:t>
      </w:r>
    </w:p>
    <w:p w:rsidR="005B3ED9" w:rsidRDefault="005B3ED9" w:rsidP="005B3ED9">
      <w:r>
        <w:t>936.8246</w:t>
      </w:r>
      <w:r>
        <w:tab/>
        <w:t>1.013e0</w:t>
      </w:r>
    </w:p>
    <w:p w:rsidR="005B3ED9" w:rsidRDefault="005B3ED9" w:rsidP="005B3ED9">
      <w:r>
        <w:t>936.9814</w:t>
      </w:r>
      <w:r>
        <w:tab/>
        <w:t>1.013e0</w:t>
      </w:r>
    </w:p>
    <w:p w:rsidR="005B3ED9" w:rsidRDefault="005B3ED9" w:rsidP="005B3ED9">
      <w:r>
        <w:t>936.9971</w:t>
      </w:r>
      <w:r>
        <w:tab/>
        <w:t>1.013e0</w:t>
      </w:r>
    </w:p>
    <w:p w:rsidR="005B3ED9" w:rsidRDefault="005B3ED9" w:rsidP="005B3ED9">
      <w:r>
        <w:t>937.2957</w:t>
      </w:r>
      <w:r>
        <w:tab/>
        <w:t>2.025e0</w:t>
      </w:r>
    </w:p>
    <w:p w:rsidR="005B3ED9" w:rsidRDefault="005B3ED9" w:rsidP="005B3ED9">
      <w:r>
        <w:t>937.3578</w:t>
      </w:r>
      <w:r>
        <w:tab/>
        <w:t>1.013e0</w:t>
      </w:r>
    </w:p>
    <w:p w:rsidR="005B3ED9" w:rsidRDefault="005B3ED9" w:rsidP="005B3ED9">
      <w:r>
        <w:t>937.4363</w:t>
      </w:r>
      <w:r>
        <w:tab/>
        <w:t>1.013e0</w:t>
      </w:r>
    </w:p>
    <w:p w:rsidR="005B3ED9" w:rsidRDefault="005B3ED9" w:rsidP="005B3ED9">
      <w:r>
        <w:t>937.7224</w:t>
      </w:r>
      <w:r>
        <w:tab/>
        <w:t>1.013e0</w:t>
      </w:r>
    </w:p>
    <w:p w:rsidR="005B3ED9" w:rsidRDefault="005B3ED9" w:rsidP="005B3ED9">
      <w:r>
        <w:t>937.9071</w:t>
      </w:r>
      <w:r>
        <w:tab/>
        <w:t>1.013e0</w:t>
      </w:r>
    </w:p>
    <w:p w:rsidR="005B3ED9" w:rsidRDefault="005B3ED9" w:rsidP="005B3ED9">
      <w:r>
        <w:t>937.9596</w:t>
      </w:r>
      <w:r>
        <w:tab/>
        <w:t>1.013e0</w:t>
      </w:r>
    </w:p>
    <w:p w:rsidR="005B3ED9" w:rsidRDefault="005B3ED9" w:rsidP="005B3ED9">
      <w:r>
        <w:t>938.0304</w:t>
      </w:r>
      <w:r>
        <w:tab/>
        <w:t>3.038e0</w:t>
      </w:r>
    </w:p>
    <w:p w:rsidR="005B3ED9" w:rsidRDefault="005B3ED9" w:rsidP="005B3ED9">
      <w:r>
        <w:t>938.0634</w:t>
      </w:r>
      <w:r>
        <w:tab/>
        <w:t>1.013e0</w:t>
      </w:r>
    </w:p>
    <w:p w:rsidR="005B3ED9" w:rsidRDefault="005B3ED9" w:rsidP="005B3ED9">
      <w:r>
        <w:t>938.1113</w:t>
      </w:r>
      <w:r>
        <w:tab/>
        <w:t>1.013e0</w:t>
      </w:r>
    </w:p>
    <w:p w:rsidR="005B3ED9" w:rsidRDefault="005B3ED9" w:rsidP="005B3ED9">
      <w:r>
        <w:t>938.2997</w:t>
      </w:r>
      <w:r>
        <w:tab/>
        <w:t>1.013e0</w:t>
      </w:r>
    </w:p>
    <w:p w:rsidR="005B3ED9" w:rsidRDefault="005B3ED9" w:rsidP="005B3ED9">
      <w:r>
        <w:t>938.3153</w:t>
      </w:r>
      <w:r>
        <w:tab/>
        <w:t>1.013e0</w:t>
      </w:r>
    </w:p>
    <w:p w:rsidR="005B3ED9" w:rsidRDefault="005B3ED9" w:rsidP="005B3ED9">
      <w:r>
        <w:t>938.5029</w:t>
      </w:r>
      <w:r>
        <w:tab/>
        <w:t>1.013e0</w:t>
      </w:r>
    </w:p>
    <w:p w:rsidR="005B3ED9" w:rsidRDefault="005B3ED9" w:rsidP="005B3ED9">
      <w:r>
        <w:t>938.5510</w:t>
      </w:r>
      <w:r>
        <w:tab/>
        <w:t>1.013e0</w:t>
      </w:r>
    </w:p>
    <w:p w:rsidR="005B3ED9" w:rsidRDefault="005B3ED9" w:rsidP="005B3ED9">
      <w:r>
        <w:t>938.6016</w:t>
      </w:r>
      <w:r>
        <w:tab/>
        <w:t>1.013e0</w:t>
      </w:r>
    </w:p>
    <w:p w:rsidR="005B3ED9" w:rsidRDefault="005B3ED9" w:rsidP="005B3ED9">
      <w:r>
        <w:t>938.7051</w:t>
      </w:r>
      <w:r>
        <w:tab/>
        <w:t>1.013e0</w:t>
      </w:r>
    </w:p>
    <w:p w:rsidR="005B3ED9" w:rsidRDefault="005B3ED9" w:rsidP="005B3ED9">
      <w:r>
        <w:lastRenderedPageBreak/>
        <w:t>938.7302</w:t>
      </w:r>
      <w:r>
        <w:tab/>
        <w:t>2.025e0</w:t>
      </w:r>
    </w:p>
    <w:p w:rsidR="005B3ED9" w:rsidRDefault="005B3ED9" w:rsidP="005B3ED9">
      <w:r>
        <w:t>938.7551</w:t>
      </w:r>
      <w:r>
        <w:tab/>
        <w:t>1.013e0</w:t>
      </w:r>
    </w:p>
    <w:p w:rsidR="005B3ED9" w:rsidRDefault="005B3ED9" w:rsidP="005B3ED9">
      <w:r>
        <w:t>938.8730</w:t>
      </w:r>
      <w:r>
        <w:tab/>
        <w:t>1.013e0</w:t>
      </w:r>
    </w:p>
    <w:p w:rsidR="005B3ED9" w:rsidRDefault="005B3ED9" w:rsidP="005B3ED9">
      <w:r>
        <w:t>938.9279</w:t>
      </w:r>
      <w:r>
        <w:tab/>
        <w:t>1.013e0</w:t>
      </w:r>
    </w:p>
    <w:p w:rsidR="005B3ED9" w:rsidRDefault="005B3ED9" w:rsidP="005B3ED9">
      <w:r>
        <w:t>938.9437</w:t>
      </w:r>
      <w:r>
        <w:tab/>
        <w:t>1.013e0</w:t>
      </w:r>
    </w:p>
    <w:p w:rsidR="005B3ED9" w:rsidRDefault="005B3ED9" w:rsidP="005B3ED9">
      <w:r>
        <w:t>938.9595</w:t>
      </w:r>
      <w:r>
        <w:tab/>
        <w:t>1.013e0</w:t>
      </w:r>
    </w:p>
    <w:p w:rsidR="005B3ED9" w:rsidRDefault="005B3ED9" w:rsidP="005B3ED9">
      <w:r>
        <w:t>939.0732</w:t>
      </w:r>
      <w:r>
        <w:tab/>
        <w:t>2.025e0</w:t>
      </w:r>
    </w:p>
    <w:p w:rsidR="005B3ED9" w:rsidRDefault="005B3ED9" w:rsidP="005B3ED9">
      <w:r>
        <w:t>939.1716</w:t>
      </w:r>
      <w:r>
        <w:tab/>
        <w:t>2.025e0</w:t>
      </w:r>
    </w:p>
    <w:p w:rsidR="005B3ED9" w:rsidRDefault="005B3ED9" w:rsidP="005B3ED9">
      <w:r>
        <w:t>939.1794</w:t>
      </w:r>
      <w:r>
        <w:tab/>
        <w:t>1.013e0</w:t>
      </w:r>
    </w:p>
    <w:p w:rsidR="005B3ED9" w:rsidRDefault="005B3ED9" w:rsidP="005B3ED9">
      <w:r>
        <w:t>939.2572</w:t>
      </w:r>
      <w:r>
        <w:tab/>
        <w:t>2.025e0</w:t>
      </w:r>
    </w:p>
    <w:p w:rsidR="005B3ED9" w:rsidRDefault="005B3ED9" w:rsidP="005B3ED9">
      <w:r>
        <w:t>939.4625</w:t>
      </w:r>
      <w:r>
        <w:tab/>
        <w:t>1.013e0</w:t>
      </w:r>
    </w:p>
    <w:p w:rsidR="005B3ED9" w:rsidRDefault="005B3ED9" w:rsidP="005B3ED9">
      <w:r>
        <w:t>939.4702</w:t>
      </w:r>
      <w:r>
        <w:tab/>
        <w:t>2.025e0</w:t>
      </w:r>
    </w:p>
    <w:p w:rsidR="005B3ED9" w:rsidRDefault="005B3ED9" w:rsidP="005B3ED9">
      <w:r>
        <w:t>939.4938</w:t>
      </w:r>
      <w:r>
        <w:tab/>
        <w:t>1.013e0</w:t>
      </w:r>
    </w:p>
    <w:p w:rsidR="005B3ED9" w:rsidRDefault="005B3ED9" w:rsidP="005B3ED9">
      <w:r>
        <w:t>939.5837</w:t>
      </w:r>
      <w:r>
        <w:tab/>
        <w:t>1.013e0</w:t>
      </w:r>
    </w:p>
    <w:p w:rsidR="005B3ED9" w:rsidRDefault="005B3ED9" w:rsidP="005B3ED9">
      <w:r>
        <w:t>939.8079</w:t>
      </w:r>
      <w:r>
        <w:tab/>
        <w:t>2.025e0</w:t>
      </w:r>
    </w:p>
    <w:p w:rsidR="005B3ED9" w:rsidRDefault="005B3ED9" w:rsidP="005B3ED9">
      <w:r>
        <w:t>939.8143</w:t>
      </w:r>
      <w:r>
        <w:tab/>
        <w:t>3.038e0</w:t>
      </w:r>
    </w:p>
    <w:p w:rsidR="005B3ED9" w:rsidRDefault="005B3ED9" w:rsidP="005B3ED9">
      <w:r>
        <w:t>939.9542</w:t>
      </w:r>
      <w:r>
        <w:tab/>
        <w:t>1.013e0</w:t>
      </w:r>
    </w:p>
    <w:p w:rsidR="005B3ED9" w:rsidRDefault="005B3ED9" w:rsidP="005B3ED9">
      <w:r>
        <w:t>940.0231</w:t>
      </w:r>
      <w:r>
        <w:tab/>
        <w:t>2.025e0</w:t>
      </w:r>
    </w:p>
    <w:p w:rsidR="005B3ED9" w:rsidRDefault="005B3ED9" w:rsidP="005B3ED9">
      <w:r>
        <w:t>940.0915</w:t>
      </w:r>
      <w:r>
        <w:tab/>
        <w:t>2.025e0</w:t>
      </w:r>
    </w:p>
    <w:p w:rsidR="005B3ED9" w:rsidRDefault="005B3ED9" w:rsidP="005B3ED9">
      <w:r>
        <w:lastRenderedPageBreak/>
        <w:t>940.1860</w:t>
      </w:r>
      <w:r>
        <w:tab/>
        <w:t>1.013e0</w:t>
      </w:r>
    </w:p>
    <w:p w:rsidR="005B3ED9" w:rsidRDefault="005B3ED9" w:rsidP="005B3ED9">
      <w:r>
        <w:t>940.2428</w:t>
      </w:r>
      <w:r>
        <w:tab/>
        <w:t>2.025e0</w:t>
      </w:r>
    </w:p>
    <w:p w:rsidR="005B3ED9" w:rsidRDefault="005B3ED9" w:rsidP="005B3ED9">
      <w:r>
        <w:t>940.2803</w:t>
      </w:r>
      <w:r>
        <w:tab/>
        <w:t>1.013e0</w:t>
      </w:r>
    </w:p>
    <w:p w:rsidR="005B3ED9" w:rsidRDefault="005B3ED9" w:rsidP="005B3ED9">
      <w:r>
        <w:t>940.3679</w:t>
      </w:r>
      <w:r>
        <w:tab/>
        <w:t>2.025e0</w:t>
      </w:r>
    </w:p>
    <w:p w:rsidR="005B3ED9" w:rsidRDefault="005B3ED9" w:rsidP="005B3ED9">
      <w:r>
        <w:t>940.4219</w:t>
      </w:r>
      <w:r>
        <w:tab/>
        <w:t>1.013e0</w:t>
      </w:r>
    </w:p>
    <w:p w:rsidR="005B3ED9" w:rsidRDefault="005B3ED9" w:rsidP="005B3ED9">
      <w:r>
        <w:t>940.4438</w:t>
      </w:r>
      <w:r>
        <w:tab/>
        <w:t>2.025e0</w:t>
      </w:r>
    </w:p>
    <w:p w:rsidR="005B3ED9" w:rsidRDefault="005B3ED9" w:rsidP="005B3ED9">
      <w:r>
        <w:t>940.5319</w:t>
      </w:r>
      <w:r>
        <w:tab/>
        <w:t>2.025e0</w:t>
      </w:r>
    </w:p>
    <w:p w:rsidR="005B3ED9" w:rsidRDefault="005B3ED9" w:rsidP="005B3ED9">
      <w:r>
        <w:t>940.6265</w:t>
      </w:r>
      <w:r>
        <w:tab/>
        <w:t>2.025e0</w:t>
      </w:r>
    </w:p>
    <w:p w:rsidR="005B3ED9" w:rsidRDefault="005B3ED9" w:rsidP="005B3ED9">
      <w:r>
        <w:t>940.6735</w:t>
      </w:r>
      <w:r>
        <w:tab/>
        <w:t>3.038e0</w:t>
      </w:r>
    </w:p>
    <w:p w:rsidR="005B3ED9" w:rsidRDefault="005B3ED9" w:rsidP="005B3ED9">
      <w:r>
        <w:t>940.8312</w:t>
      </w:r>
      <w:r>
        <w:tab/>
        <w:t>1.013e0</w:t>
      </w:r>
    </w:p>
    <w:p w:rsidR="005B3ED9" w:rsidRDefault="005B3ED9" w:rsidP="005B3ED9">
      <w:r>
        <w:t>940.8469</w:t>
      </w:r>
      <w:r>
        <w:tab/>
        <w:t>1.013e0</w:t>
      </w:r>
    </w:p>
    <w:p w:rsidR="005B3ED9" w:rsidRDefault="005B3ED9" w:rsidP="005B3ED9">
      <w:r>
        <w:t>941.0866</w:t>
      </w:r>
      <w:r>
        <w:tab/>
        <w:t>1.013e0</w:t>
      </w:r>
    </w:p>
    <w:p w:rsidR="005B3ED9" w:rsidRDefault="005B3ED9" w:rsidP="005B3ED9">
      <w:r>
        <w:t>941.1902</w:t>
      </w:r>
      <w:r>
        <w:tab/>
        <w:t>1.013e0</w:t>
      </w:r>
    </w:p>
    <w:p w:rsidR="005B3ED9" w:rsidRDefault="005B3ED9" w:rsidP="005B3ED9">
      <w:r>
        <w:t>941.2878</w:t>
      </w:r>
      <w:r>
        <w:tab/>
        <w:t>2.025e0</w:t>
      </w:r>
    </w:p>
    <w:p w:rsidR="005B3ED9" w:rsidRDefault="005B3ED9" w:rsidP="005B3ED9">
      <w:r>
        <w:t>941.3195</w:t>
      </w:r>
      <w:r>
        <w:tab/>
        <w:t>1.013e0</w:t>
      </w:r>
    </w:p>
    <w:p w:rsidR="005B3ED9" w:rsidRDefault="005B3ED9" w:rsidP="005B3ED9">
      <w:r>
        <w:t>941.3751</w:t>
      </w:r>
      <w:r>
        <w:tab/>
        <w:t>1.013e0</w:t>
      </w:r>
    </w:p>
    <w:p w:rsidR="005B3ED9" w:rsidRDefault="005B3ED9" w:rsidP="005B3ED9">
      <w:r>
        <w:t>941.4274</w:t>
      </w:r>
      <w:r>
        <w:tab/>
        <w:t>2.025e0</w:t>
      </w:r>
    </w:p>
    <w:p w:rsidR="005B3ED9" w:rsidRDefault="005B3ED9" w:rsidP="005B3ED9">
      <w:r>
        <w:t>941.5258</w:t>
      </w:r>
      <w:r>
        <w:tab/>
        <w:t>2.025e0</w:t>
      </w:r>
    </w:p>
    <w:p w:rsidR="005B3ED9" w:rsidRDefault="005B3ED9" w:rsidP="005B3ED9">
      <w:r>
        <w:t>941.6465</w:t>
      </w:r>
      <w:r>
        <w:tab/>
        <w:t>1.013e0</w:t>
      </w:r>
    </w:p>
    <w:p w:rsidR="005B3ED9" w:rsidRDefault="005B3ED9" w:rsidP="005B3ED9">
      <w:r>
        <w:lastRenderedPageBreak/>
        <w:t>941.6660</w:t>
      </w:r>
      <w:r>
        <w:tab/>
        <w:t>1.013e0</w:t>
      </w:r>
    </w:p>
    <w:p w:rsidR="005B3ED9" w:rsidRDefault="005B3ED9" w:rsidP="005B3ED9">
      <w:r>
        <w:t>941.6818</w:t>
      </w:r>
      <w:r>
        <w:tab/>
        <w:t>1.013e0</w:t>
      </w:r>
    </w:p>
    <w:p w:rsidR="005B3ED9" w:rsidRDefault="005B3ED9" w:rsidP="005B3ED9">
      <w:r>
        <w:t>941.7624</w:t>
      </w:r>
      <w:r>
        <w:tab/>
        <w:t>1.013e0</w:t>
      </w:r>
    </w:p>
    <w:p w:rsidR="005B3ED9" w:rsidRDefault="005B3ED9" w:rsidP="005B3ED9">
      <w:r>
        <w:t>941.8708</w:t>
      </w:r>
      <w:r>
        <w:tab/>
        <w:t>1.013e0</w:t>
      </w:r>
    </w:p>
    <w:p w:rsidR="005B3ED9" w:rsidRDefault="005B3ED9" w:rsidP="005B3ED9">
      <w:r>
        <w:t>941.9654</w:t>
      </w:r>
      <w:r>
        <w:tab/>
        <w:t>1.013e0</w:t>
      </w:r>
    </w:p>
    <w:p w:rsidR="005B3ED9" w:rsidRDefault="005B3ED9" w:rsidP="005B3ED9">
      <w:r>
        <w:t>942.0682</w:t>
      </w:r>
      <w:r>
        <w:tab/>
        <w:t>1.013e0</w:t>
      </w:r>
    </w:p>
    <w:p w:rsidR="005B3ED9" w:rsidRDefault="005B3ED9" w:rsidP="005B3ED9">
      <w:r>
        <w:t>942.2020</w:t>
      </w:r>
      <w:r>
        <w:tab/>
        <w:t>1.013e0</w:t>
      </w:r>
    </w:p>
    <w:p w:rsidR="005B3ED9" w:rsidRDefault="005B3ED9" w:rsidP="005B3ED9">
      <w:r>
        <w:t>942.2808</w:t>
      </w:r>
      <w:r>
        <w:tab/>
        <w:t>1.013e0</w:t>
      </w:r>
    </w:p>
    <w:p w:rsidR="005B3ED9" w:rsidRDefault="005B3ED9" w:rsidP="005B3ED9">
      <w:r>
        <w:t>942.3394</w:t>
      </w:r>
      <w:r>
        <w:tab/>
        <w:t>1.013e0</w:t>
      </w:r>
    </w:p>
    <w:p w:rsidR="005B3ED9" w:rsidRDefault="005B3ED9" w:rsidP="005B3ED9">
      <w:r>
        <w:t>942.4227</w:t>
      </w:r>
      <w:r>
        <w:tab/>
        <w:t>1.013e0</w:t>
      </w:r>
    </w:p>
    <w:p w:rsidR="005B3ED9" w:rsidRDefault="005B3ED9" w:rsidP="005B3ED9">
      <w:r>
        <w:t>942.5417</w:t>
      </w:r>
      <w:r>
        <w:tab/>
        <w:t>1.013e0</w:t>
      </w:r>
    </w:p>
    <w:p w:rsidR="005B3ED9" w:rsidRDefault="005B3ED9" w:rsidP="005B3ED9">
      <w:r>
        <w:t>942.5803</w:t>
      </w:r>
      <w:r>
        <w:tab/>
        <w:t>1.013e0</w:t>
      </w:r>
    </w:p>
    <w:p w:rsidR="005B3ED9" w:rsidRDefault="005B3ED9" w:rsidP="005B3ED9">
      <w:r>
        <w:t>942.6434</w:t>
      </w:r>
      <w:r>
        <w:tab/>
        <w:t>2.025e0</w:t>
      </w:r>
    </w:p>
    <w:p w:rsidR="005B3ED9" w:rsidRDefault="005B3ED9" w:rsidP="005B3ED9">
      <w:r>
        <w:t>942.6593</w:t>
      </w:r>
      <w:r>
        <w:tab/>
        <w:t>2.025e0</w:t>
      </w:r>
    </w:p>
    <w:p w:rsidR="005B3ED9" w:rsidRDefault="005B3ED9" w:rsidP="005B3ED9">
      <w:r>
        <w:t>942.6750</w:t>
      </w:r>
      <w:r>
        <w:tab/>
        <w:t>1.013e0</w:t>
      </w:r>
    </w:p>
    <w:p w:rsidR="005B3ED9" w:rsidRDefault="005B3ED9" w:rsidP="005B3ED9">
      <w:r>
        <w:t>942.7380</w:t>
      </w:r>
      <w:r>
        <w:tab/>
        <w:t>1.013e0</w:t>
      </w:r>
    </w:p>
    <w:p w:rsidR="005B3ED9" w:rsidRDefault="005B3ED9" w:rsidP="005B3ED9">
      <w:r>
        <w:t>942.8795</w:t>
      </w:r>
      <w:r>
        <w:tab/>
        <w:t>3.038e0</w:t>
      </w:r>
    </w:p>
    <w:p w:rsidR="005B3ED9" w:rsidRDefault="005B3ED9" w:rsidP="005B3ED9">
      <w:r>
        <w:t>942.9432</w:t>
      </w:r>
      <w:r>
        <w:tab/>
        <w:t>1.013e0</w:t>
      </w:r>
    </w:p>
    <w:p w:rsidR="005B3ED9" w:rsidRDefault="005B3ED9" w:rsidP="005B3ED9">
      <w:r>
        <w:t>943.0220</w:t>
      </w:r>
      <w:r>
        <w:tab/>
        <w:t>1.013e0</w:t>
      </w:r>
    </w:p>
    <w:p w:rsidR="005B3ED9" w:rsidRDefault="005B3ED9" w:rsidP="005B3ED9">
      <w:r>
        <w:lastRenderedPageBreak/>
        <w:t>943.1956</w:t>
      </w:r>
      <w:r>
        <w:tab/>
        <w:t>1.013e0</w:t>
      </w:r>
    </w:p>
    <w:p w:rsidR="005B3ED9" w:rsidRDefault="005B3ED9" w:rsidP="005B3ED9">
      <w:r>
        <w:t>943.2347</w:t>
      </w:r>
      <w:r>
        <w:tab/>
        <w:t>1.013e0</w:t>
      </w:r>
    </w:p>
    <w:p w:rsidR="005B3ED9" w:rsidRDefault="005B3ED9" w:rsidP="005B3ED9">
      <w:r>
        <w:t>943.3683</w:t>
      </w:r>
      <w:r>
        <w:tab/>
        <w:t>2.025e0</w:t>
      </w:r>
    </w:p>
    <w:p w:rsidR="005B3ED9" w:rsidRDefault="005B3ED9" w:rsidP="005B3ED9">
      <w:r>
        <w:t>943.4325</w:t>
      </w:r>
      <w:r>
        <w:tab/>
        <w:t>1.013e0</w:t>
      </w:r>
    </w:p>
    <w:p w:rsidR="005B3ED9" w:rsidRDefault="005B3ED9" w:rsidP="005B3ED9">
      <w:r>
        <w:t>943.4640</w:t>
      </w:r>
      <w:r>
        <w:tab/>
        <w:t>1.013e0</w:t>
      </w:r>
    </w:p>
    <w:p w:rsidR="005B3ED9" w:rsidRDefault="005B3ED9" w:rsidP="005B3ED9">
      <w:r>
        <w:t>943.4799</w:t>
      </w:r>
      <w:r>
        <w:tab/>
        <w:t>1.013e0</w:t>
      </w:r>
    </w:p>
    <w:p w:rsidR="005B3ED9" w:rsidRDefault="005B3ED9" w:rsidP="005B3ED9">
      <w:r>
        <w:t>943.6061</w:t>
      </w:r>
      <w:r>
        <w:tab/>
        <w:t>1.013e0</w:t>
      </w:r>
    </w:p>
    <w:p w:rsidR="005B3ED9" w:rsidRDefault="005B3ED9" w:rsidP="005B3ED9">
      <w:r>
        <w:t>943.7009</w:t>
      </w:r>
      <w:r>
        <w:tab/>
        <w:t>2.025e0</w:t>
      </w:r>
    </w:p>
    <w:p w:rsidR="005B3ED9" w:rsidRDefault="005B3ED9" w:rsidP="005B3ED9">
      <w:r>
        <w:t>943.7166</w:t>
      </w:r>
      <w:r>
        <w:tab/>
        <w:t>1.013e0</w:t>
      </w:r>
    </w:p>
    <w:p w:rsidR="005B3ED9" w:rsidRDefault="005B3ED9" w:rsidP="005B3ED9">
      <w:r>
        <w:t>943.7252</w:t>
      </w:r>
      <w:r>
        <w:tab/>
        <w:t>1.013e0</w:t>
      </w:r>
    </w:p>
    <w:p w:rsidR="005B3ED9" w:rsidRDefault="005B3ED9" w:rsidP="005B3ED9">
      <w:r>
        <w:t>943.7769</w:t>
      </w:r>
      <w:r>
        <w:tab/>
        <w:t>1.013e0</w:t>
      </w:r>
    </w:p>
    <w:p w:rsidR="005B3ED9" w:rsidRDefault="005B3ED9" w:rsidP="005B3ED9">
      <w:r>
        <w:t>943.9062</w:t>
      </w:r>
      <w:r>
        <w:tab/>
        <w:t>1.013e0</w:t>
      </w:r>
    </w:p>
    <w:p w:rsidR="005B3ED9" w:rsidRDefault="005B3ED9" w:rsidP="005B3ED9">
      <w:r>
        <w:t>943.9692</w:t>
      </w:r>
      <w:r>
        <w:tab/>
        <w:t>1.013e0</w:t>
      </w:r>
    </w:p>
    <w:p w:rsidR="005B3ED9" w:rsidRDefault="005B3ED9" w:rsidP="005B3ED9">
      <w:r>
        <w:t>944.0310</w:t>
      </w:r>
      <w:r>
        <w:tab/>
        <w:t>1.013e0</w:t>
      </w:r>
    </w:p>
    <w:p w:rsidR="005B3ED9" w:rsidRDefault="005B3ED9" w:rsidP="005B3ED9">
      <w:r>
        <w:t>944.0325</w:t>
      </w:r>
      <w:r>
        <w:tab/>
        <w:t>1.013e0</w:t>
      </w:r>
    </w:p>
    <w:p w:rsidR="005B3ED9" w:rsidRDefault="005B3ED9" w:rsidP="005B3ED9">
      <w:r>
        <w:t>944.0957</w:t>
      </w:r>
      <w:r>
        <w:tab/>
        <w:t>1.013e0</w:t>
      </w:r>
    </w:p>
    <w:p w:rsidR="005B3ED9" w:rsidRDefault="005B3ED9" w:rsidP="005B3ED9">
      <w:r>
        <w:t>944.1588</w:t>
      </w:r>
      <w:r>
        <w:tab/>
        <w:t>1.013e0</w:t>
      </w:r>
    </w:p>
    <w:p w:rsidR="005B3ED9" w:rsidRDefault="005B3ED9" w:rsidP="005B3ED9">
      <w:r>
        <w:t>944.1761</w:t>
      </w:r>
      <w:r>
        <w:tab/>
        <w:t>2.025e0</w:t>
      </w:r>
    </w:p>
    <w:p w:rsidR="005B3ED9" w:rsidRDefault="005B3ED9" w:rsidP="005B3ED9">
      <w:r>
        <w:t>944.2350</w:t>
      </w:r>
      <w:r>
        <w:tab/>
        <w:t>3.038e0</w:t>
      </w:r>
    </w:p>
    <w:p w:rsidR="005B3ED9" w:rsidRDefault="005B3ED9" w:rsidP="005B3ED9">
      <w:r>
        <w:lastRenderedPageBreak/>
        <w:t>944.2852</w:t>
      </w:r>
      <w:r>
        <w:tab/>
        <w:t>1.013e0</w:t>
      </w:r>
    </w:p>
    <w:p w:rsidR="005B3ED9" w:rsidRDefault="005B3ED9" w:rsidP="005B3ED9">
      <w:r>
        <w:t>944.3485</w:t>
      </w:r>
      <w:r>
        <w:tab/>
        <w:t>1.013e0</w:t>
      </w:r>
    </w:p>
    <w:p w:rsidR="005B3ED9" w:rsidRDefault="005B3ED9" w:rsidP="005B3ED9">
      <w:r>
        <w:t>944.4274</w:t>
      </w:r>
      <w:r>
        <w:tab/>
        <w:t>1.013e0</w:t>
      </w:r>
    </w:p>
    <w:p w:rsidR="005B3ED9" w:rsidRDefault="005B3ED9" w:rsidP="005B3ED9">
      <w:r>
        <w:t>944.5696</w:t>
      </w:r>
      <w:r>
        <w:tab/>
        <w:t>1.013e0</w:t>
      </w:r>
    </w:p>
    <w:p w:rsidR="005B3ED9" w:rsidRDefault="005B3ED9" w:rsidP="005B3ED9">
      <w:r>
        <w:t>944.7407</w:t>
      </w:r>
      <w:r>
        <w:tab/>
        <w:t>1.013e0</w:t>
      </w:r>
    </w:p>
    <w:p w:rsidR="005B3ED9" w:rsidRDefault="005B3ED9" w:rsidP="005B3ED9">
      <w:r>
        <w:t>944.7751</w:t>
      </w:r>
      <w:r>
        <w:tab/>
        <w:t>1.013e0</w:t>
      </w:r>
    </w:p>
    <w:p w:rsidR="005B3ED9" w:rsidRDefault="005B3ED9" w:rsidP="005B3ED9">
      <w:r>
        <w:t>944.7979</w:t>
      </w:r>
      <w:r>
        <w:tab/>
        <w:t>3.038e0</w:t>
      </w:r>
    </w:p>
    <w:p w:rsidR="005B3ED9" w:rsidRDefault="005B3ED9" w:rsidP="005B3ED9">
      <w:r>
        <w:t>944.9017</w:t>
      </w:r>
      <w:r>
        <w:tab/>
        <w:t>1.013e0</w:t>
      </w:r>
    </w:p>
    <w:p w:rsidR="005B3ED9" w:rsidRDefault="005B3ED9" w:rsidP="005B3ED9">
      <w:r>
        <w:t>944.9103</w:t>
      </w:r>
      <w:r>
        <w:tab/>
        <w:t>2.025e0</w:t>
      </w:r>
    </w:p>
    <w:p w:rsidR="005B3ED9" w:rsidRDefault="005B3ED9" w:rsidP="005B3ED9">
      <w:r>
        <w:t>944.9169</w:t>
      </w:r>
      <w:r>
        <w:tab/>
        <w:t>2.025e0</w:t>
      </w:r>
    </w:p>
    <w:p w:rsidR="005B3ED9" w:rsidRDefault="005B3ED9" w:rsidP="005B3ED9">
      <w:r>
        <w:t>944.9965</w:t>
      </w:r>
      <w:r>
        <w:tab/>
        <w:t>1.013e0</w:t>
      </w:r>
    </w:p>
    <w:p w:rsidR="005B3ED9" w:rsidRDefault="005B3ED9" w:rsidP="005B3ED9">
      <w:r>
        <w:t>945.0123</w:t>
      </w:r>
      <w:r>
        <w:tab/>
        <w:t>1.013e0</w:t>
      </w:r>
    </w:p>
    <w:p w:rsidR="005B3ED9" w:rsidRDefault="005B3ED9" w:rsidP="005B3ED9">
      <w:r>
        <w:t>945.0755</w:t>
      </w:r>
      <w:r>
        <w:tab/>
        <w:t>1.013e0</w:t>
      </w:r>
    </w:p>
    <w:p w:rsidR="005B3ED9" w:rsidRDefault="005B3ED9" w:rsidP="005B3ED9">
      <w:r>
        <w:t>945.2137</w:t>
      </w:r>
      <w:r>
        <w:tab/>
        <w:t>1.013e0</w:t>
      </w:r>
    </w:p>
    <w:p w:rsidR="005B3ED9" w:rsidRDefault="005B3ED9" w:rsidP="005B3ED9">
      <w:r>
        <w:t>945.4077</w:t>
      </w:r>
      <w:r>
        <w:tab/>
        <w:t>1.013e0</w:t>
      </w:r>
    </w:p>
    <w:p w:rsidR="005B3ED9" w:rsidRDefault="005B3ED9" w:rsidP="005B3ED9">
      <w:r>
        <w:t>945.5342</w:t>
      </w:r>
      <w:r>
        <w:tab/>
        <w:t>1.013e0</w:t>
      </w:r>
    </w:p>
    <w:p w:rsidR="005B3ED9" w:rsidRDefault="005B3ED9" w:rsidP="005B3ED9">
      <w:r>
        <w:t>945.5500</w:t>
      </w:r>
      <w:r>
        <w:tab/>
        <w:t>1.013e0</w:t>
      </w:r>
    </w:p>
    <w:p w:rsidR="005B3ED9" w:rsidRDefault="005B3ED9" w:rsidP="005B3ED9">
      <w:r>
        <w:t>945.5975</w:t>
      </w:r>
      <w:r>
        <w:tab/>
        <w:t>1.013e0</w:t>
      </w:r>
    </w:p>
    <w:p w:rsidR="005B3ED9" w:rsidRDefault="005B3ED9" w:rsidP="005B3ED9">
      <w:r>
        <w:t>945.7082</w:t>
      </w:r>
      <w:r>
        <w:tab/>
        <w:t>1.013e0</w:t>
      </w:r>
    </w:p>
    <w:p w:rsidR="005B3ED9" w:rsidRDefault="005B3ED9" w:rsidP="005B3ED9">
      <w:r>
        <w:lastRenderedPageBreak/>
        <w:t>945.7716</w:t>
      </w:r>
      <w:r>
        <w:tab/>
        <w:t>2.025e0</w:t>
      </w:r>
    </w:p>
    <w:p w:rsidR="005B3ED9" w:rsidRDefault="005B3ED9" w:rsidP="005B3ED9">
      <w:r>
        <w:t>945.8743</w:t>
      </w:r>
      <w:r>
        <w:tab/>
        <w:t>2.025e0</w:t>
      </w:r>
    </w:p>
    <w:p w:rsidR="005B3ED9" w:rsidRDefault="005B3ED9" w:rsidP="005B3ED9">
      <w:r>
        <w:t>946.0565</w:t>
      </w:r>
      <w:r>
        <w:tab/>
        <w:t>1.013e0</w:t>
      </w:r>
    </w:p>
    <w:p w:rsidR="005B3ED9" w:rsidRDefault="005B3ED9" w:rsidP="005B3ED9">
      <w:r>
        <w:t>946.1372</w:t>
      </w:r>
      <w:r>
        <w:tab/>
        <w:t>2.025e0</w:t>
      </w:r>
    </w:p>
    <w:p w:rsidR="005B3ED9" w:rsidRDefault="005B3ED9" w:rsidP="005B3ED9">
      <w:r>
        <w:t>946.3445</w:t>
      </w:r>
      <w:r>
        <w:tab/>
        <w:t>1.013e0</w:t>
      </w:r>
    </w:p>
    <w:p w:rsidR="005B3ED9" w:rsidRDefault="005B3ED9" w:rsidP="005B3ED9">
      <w:r>
        <w:t>946.3618</w:t>
      </w:r>
      <w:r>
        <w:tab/>
        <w:t>1.013e0</w:t>
      </w:r>
    </w:p>
    <w:p w:rsidR="005B3ED9" w:rsidRDefault="005B3ED9" w:rsidP="005B3ED9">
      <w:r>
        <w:t>946.4657</w:t>
      </w:r>
      <w:r>
        <w:tab/>
        <w:t>2.025e0</w:t>
      </w:r>
    </w:p>
    <w:p w:rsidR="005B3ED9" w:rsidRDefault="005B3ED9" w:rsidP="005B3ED9">
      <w:r>
        <w:t>946.5313</w:t>
      </w:r>
      <w:r>
        <w:tab/>
        <w:t>1.013e0</w:t>
      </w:r>
    </w:p>
    <w:p w:rsidR="005B3ED9" w:rsidRDefault="005B3ED9" w:rsidP="005B3ED9">
      <w:r>
        <w:t>946.6423</w:t>
      </w:r>
      <w:r>
        <w:tab/>
        <w:t>1.013e0</w:t>
      </w:r>
    </w:p>
    <w:p w:rsidR="005B3ED9" w:rsidRDefault="005B3ED9" w:rsidP="005B3ED9">
      <w:r>
        <w:t>946.7848</w:t>
      </w:r>
      <w:r>
        <w:tab/>
        <w:t>1.013e0</w:t>
      </w:r>
    </w:p>
    <w:p w:rsidR="005B3ED9" w:rsidRDefault="005B3ED9" w:rsidP="005B3ED9">
      <w:r>
        <w:t>946.9114</w:t>
      </w:r>
      <w:r>
        <w:tab/>
        <w:t>1.013e0</w:t>
      </w:r>
    </w:p>
    <w:p w:rsidR="005B3ED9" w:rsidRDefault="005B3ED9" w:rsidP="005B3ED9">
      <w:r>
        <w:t>947.0540</w:t>
      </w:r>
      <w:r>
        <w:tab/>
        <w:t>2.025e0</w:t>
      </w:r>
    </w:p>
    <w:p w:rsidR="005B3ED9" w:rsidRDefault="005B3ED9" w:rsidP="005B3ED9">
      <w:r>
        <w:t>947.1174</w:t>
      </w:r>
      <w:r>
        <w:tab/>
        <w:t>1.013e0</w:t>
      </w:r>
    </w:p>
    <w:p w:rsidR="005B3ED9" w:rsidRDefault="005B3ED9" w:rsidP="005B3ED9">
      <w:r>
        <w:t>947.1915</w:t>
      </w:r>
      <w:r>
        <w:tab/>
        <w:t>1.013e0</w:t>
      </w:r>
    </w:p>
    <w:p w:rsidR="005B3ED9" w:rsidRDefault="005B3ED9" w:rsidP="005B3ED9">
      <w:r>
        <w:t>947.3235</w:t>
      </w:r>
      <w:r>
        <w:tab/>
        <w:t>1.013e0</w:t>
      </w:r>
    </w:p>
    <w:p w:rsidR="005B3ED9" w:rsidRDefault="005B3ED9" w:rsidP="005B3ED9">
      <w:r>
        <w:t>947.4502</w:t>
      </w:r>
      <w:r>
        <w:tab/>
        <w:t>1.013e0</w:t>
      </w:r>
    </w:p>
    <w:p w:rsidR="005B3ED9" w:rsidRDefault="005B3ED9" w:rsidP="005B3ED9">
      <w:r>
        <w:t>947.5771</w:t>
      </w:r>
      <w:r>
        <w:tab/>
        <w:t>1.013e0</w:t>
      </w:r>
    </w:p>
    <w:p w:rsidR="005B3ED9" w:rsidRDefault="005B3ED9" w:rsidP="005B3ED9">
      <w:r>
        <w:t>947.7510</w:t>
      </w:r>
      <w:r>
        <w:tab/>
        <w:t>1.013e0</w:t>
      </w:r>
    </w:p>
    <w:p w:rsidR="005B3ED9" w:rsidRDefault="005B3ED9" w:rsidP="005B3ED9">
      <w:r>
        <w:t>947.8624</w:t>
      </w:r>
      <w:r>
        <w:tab/>
        <w:t>1.013e0</w:t>
      </w:r>
    </w:p>
    <w:p w:rsidR="005B3ED9" w:rsidRDefault="005B3ED9" w:rsidP="005B3ED9">
      <w:r>
        <w:lastRenderedPageBreak/>
        <w:t>947.9782</w:t>
      </w:r>
      <w:r>
        <w:tab/>
        <w:t>2.025e0</w:t>
      </w:r>
    </w:p>
    <w:p w:rsidR="005B3ED9" w:rsidRDefault="005B3ED9" w:rsidP="005B3ED9">
      <w:r>
        <w:t>947.9893</w:t>
      </w:r>
      <w:r>
        <w:tab/>
        <w:t>1.013e0</w:t>
      </w:r>
    </w:p>
    <w:p w:rsidR="005B3ED9" w:rsidRDefault="005B3ED9" w:rsidP="005B3ED9">
      <w:r>
        <w:t>948.1003</w:t>
      </w:r>
      <w:r>
        <w:tab/>
        <w:t>1.013e0</w:t>
      </w:r>
    </w:p>
    <w:p w:rsidR="005B3ED9" w:rsidRDefault="005B3ED9" w:rsidP="005B3ED9">
      <w:r>
        <w:t>948.1796</w:t>
      </w:r>
      <w:r>
        <w:tab/>
        <w:t>1.013e0</w:t>
      </w:r>
    </w:p>
    <w:p w:rsidR="005B3ED9" w:rsidRDefault="005B3ED9" w:rsidP="005B3ED9">
      <w:r>
        <w:t>948.2232</w:t>
      </w:r>
      <w:r>
        <w:tab/>
        <w:t>1.013e0</w:t>
      </w:r>
    </w:p>
    <w:p w:rsidR="005B3ED9" w:rsidRDefault="005B3ED9" w:rsidP="005B3ED9">
      <w:r>
        <w:t>948.3065</w:t>
      </w:r>
      <w:r>
        <w:tab/>
        <w:t>1.013e0</w:t>
      </w:r>
    </w:p>
    <w:p w:rsidR="005B3ED9" w:rsidRDefault="005B3ED9" w:rsidP="005B3ED9">
      <w:r>
        <w:t>948.4594</w:t>
      </w:r>
      <w:r>
        <w:tab/>
        <w:t>1.013e0</w:t>
      </w:r>
    </w:p>
    <w:p w:rsidR="005B3ED9" w:rsidRDefault="005B3ED9" w:rsidP="005B3ED9">
      <w:r>
        <w:t>948.4810</w:t>
      </w:r>
      <w:r>
        <w:tab/>
        <w:t>1.013e0</w:t>
      </w:r>
    </w:p>
    <w:p w:rsidR="005B3ED9" w:rsidRDefault="005B3ED9" w:rsidP="005B3ED9">
      <w:r>
        <w:t>948.5762</w:t>
      </w:r>
      <w:r>
        <w:tab/>
        <w:t>1.013e0</w:t>
      </w:r>
    </w:p>
    <w:p w:rsidR="005B3ED9" w:rsidRDefault="005B3ED9" w:rsidP="005B3ED9">
      <w:r>
        <w:t>948.6238</w:t>
      </w:r>
      <w:r>
        <w:tab/>
        <w:t>2.025e0</w:t>
      </w:r>
    </w:p>
    <w:p w:rsidR="005B3ED9" w:rsidRDefault="005B3ED9" w:rsidP="005B3ED9">
      <w:r>
        <w:t>948.6398</w:t>
      </w:r>
      <w:r>
        <w:tab/>
        <w:t>1.013e0</w:t>
      </w:r>
    </w:p>
    <w:p w:rsidR="005B3ED9" w:rsidRDefault="005B3ED9" w:rsidP="005B3ED9">
      <w:r>
        <w:t>948.7825</w:t>
      </w:r>
      <w:r>
        <w:tab/>
        <w:t>1.013e0</w:t>
      </w:r>
    </w:p>
    <w:p w:rsidR="005B3ED9" w:rsidRDefault="005B3ED9" w:rsidP="005B3ED9">
      <w:r>
        <w:t>948.8060</w:t>
      </w:r>
      <w:r>
        <w:tab/>
        <w:t>2.025e0</w:t>
      </w:r>
    </w:p>
    <w:p w:rsidR="005B3ED9" w:rsidRDefault="005B3ED9" w:rsidP="005B3ED9">
      <w:r>
        <w:t>948.8461</w:t>
      </w:r>
      <w:r>
        <w:tab/>
        <w:t>1.013e0</w:t>
      </w:r>
    </w:p>
    <w:p w:rsidR="005B3ED9" w:rsidRDefault="005B3ED9" w:rsidP="005B3ED9">
      <w:r>
        <w:t>948.9571</w:t>
      </w:r>
      <w:r>
        <w:tab/>
        <w:t>1.013e0</w:t>
      </w:r>
    </w:p>
    <w:p w:rsidR="005B3ED9" w:rsidRDefault="005B3ED9" w:rsidP="005B3ED9">
      <w:r>
        <w:t>948.9752</w:t>
      </w:r>
      <w:r>
        <w:tab/>
        <w:t>2.025e0</w:t>
      </w:r>
    </w:p>
    <w:p w:rsidR="005B3ED9" w:rsidRDefault="005B3ED9" w:rsidP="005B3ED9">
      <w:r>
        <w:t>949.0184</w:t>
      </w:r>
      <w:r>
        <w:tab/>
        <w:t>1.013e0</w:t>
      </w:r>
    </w:p>
    <w:p w:rsidR="005B3ED9" w:rsidRDefault="005B3ED9" w:rsidP="005B3ED9">
      <w:r>
        <w:t>949.1000</w:t>
      </w:r>
      <w:r>
        <w:tab/>
        <w:t>1.013e0</w:t>
      </w:r>
    </w:p>
    <w:p w:rsidR="005B3ED9" w:rsidRDefault="005B3ED9" w:rsidP="005B3ED9">
      <w:r>
        <w:t>949.1856</w:t>
      </w:r>
      <w:r>
        <w:tab/>
        <w:t>2.025e0</w:t>
      </w:r>
    </w:p>
    <w:p w:rsidR="005B3ED9" w:rsidRDefault="005B3ED9" w:rsidP="005B3ED9">
      <w:r>
        <w:lastRenderedPageBreak/>
        <w:t>949.4219</w:t>
      </w:r>
      <w:r>
        <w:tab/>
        <w:t>1.013e0</w:t>
      </w:r>
    </w:p>
    <w:p w:rsidR="005B3ED9" w:rsidRDefault="005B3ED9" w:rsidP="005B3ED9">
      <w:r>
        <w:t>949.4565</w:t>
      </w:r>
      <w:r>
        <w:tab/>
        <w:t>1.013e0</w:t>
      </w:r>
    </w:p>
    <w:p w:rsidR="005B3ED9" w:rsidRDefault="005B3ED9" w:rsidP="005B3ED9">
      <w:r>
        <w:t>949.5844</w:t>
      </w:r>
      <w:r>
        <w:tab/>
        <w:t>2.025e0</w:t>
      </w:r>
    </w:p>
    <w:p w:rsidR="005B3ED9" w:rsidRDefault="005B3ED9" w:rsidP="005B3ED9">
      <w:r>
        <w:t>949.7242</w:t>
      </w:r>
      <w:r>
        <w:tab/>
        <w:t>2.025e0</w:t>
      </w:r>
    </w:p>
    <w:p w:rsidR="005B3ED9" w:rsidRDefault="005B3ED9" w:rsidP="005B3ED9">
      <w:r>
        <w:t>949.7960</w:t>
      </w:r>
      <w:r>
        <w:tab/>
        <w:t>1.013e0</w:t>
      </w:r>
    </w:p>
    <w:p w:rsidR="005B3ED9" w:rsidRDefault="005B3ED9" w:rsidP="005B3ED9">
      <w:r>
        <w:t>949.9286</w:t>
      </w:r>
      <w:r>
        <w:tab/>
        <w:t>1.013e0</w:t>
      </w:r>
    </w:p>
    <w:p w:rsidR="005B3ED9" w:rsidRDefault="005B3ED9" w:rsidP="005B3ED9">
      <w:r>
        <w:t>949.9633</w:t>
      </w:r>
      <w:r>
        <w:tab/>
        <w:t>1.013e0</w:t>
      </w:r>
      <w:bookmarkStart w:id="0" w:name="_GoBack"/>
      <w:bookmarkEnd w:id="0"/>
    </w:p>
    <w:p w:rsidR="00595483" w:rsidRPr="00044EB7" w:rsidRDefault="00595483" w:rsidP="00044EB7"/>
    <w:sectPr w:rsidR="00595483" w:rsidRPr="00044EB7" w:rsidSect="004C2A0A">
      <w:pgSz w:w="15840" w:h="12240" w:orient="landscape"/>
      <w:pgMar w:top="864" w:right="835" w:bottom="1483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19C9"/>
    <w:rsid w:val="00044EB7"/>
    <w:rsid w:val="001D65C8"/>
    <w:rsid w:val="004C2A0A"/>
    <w:rsid w:val="00595483"/>
    <w:rsid w:val="005B3ED9"/>
    <w:rsid w:val="00A563A9"/>
    <w:rsid w:val="00B22530"/>
    <w:rsid w:val="00BD115B"/>
    <w:rsid w:val="00E751C4"/>
    <w:rsid w:val="00ED19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4BE76BD"/>
  <w15:docId w15:val="{18BE1FA9-9C45-49E3-9E4F-517541D0F7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225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253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Roaming\Microsoft\Templates\IMPERIAL.dotx.docx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IMPERIAL.dotx.docx</Template>
  <TotalTime>1</TotalTime>
  <Pages>1135</Pages>
  <Words>54750</Words>
  <Characters>312077</Characters>
  <Application>Microsoft Office Word</Application>
  <DocSecurity>0</DocSecurity>
  <Lines>2600</Lines>
  <Paragraphs>732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Waters</Company>
  <LinksUpToDate>false</LinksUpToDate>
  <CharactersWithSpaces>366095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Waters</dc:creator>
  <cp:lastModifiedBy>Puchnarewicz, Malgorzata</cp:lastModifiedBy>
  <cp:revision>2</cp:revision>
  <dcterms:created xsi:type="dcterms:W3CDTF">2022-06-23T11:59:00Z</dcterms:created>
  <dcterms:modified xsi:type="dcterms:W3CDTF">2022-06-23T11:59:00Z</dcterms:modified>
</cp:coreProperties>
</file>